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Style w:val="libNormalChar"/>
          <w:rtl/>
        </w:rPr>
        <w:id w:val="589380329"/>
        <w:docPartObj>
          <w:docPartGallery w:val="Table of Contents"/>
          <w:docPartUnique/>
        </w:docPartObj>
      </w:sdtPr>
      <w:sdtEndPr>
        <w:rPr>
          <w:rStyle w:val="DefaultParagraphFont"/>
          <w:rFonts w:cs="Traditional Arabic"/>
          <w:b w:val="0"/>
          <w:bCs w:val="0"/>
          <w:sz w:val="24"/>
        </w:rPr>
      </w:sdtEndPr>
      <w:sdtContent>
        <w:p w:rsidR="00CD56CC" w:rsidRDefault="00CD56CC" w:rsidP="00CD56CC">
          <w:pPr>
            <w:pStyle w:val="libBold1"/>
          </w:pPr>
          <w:r>
            <w:rPr>
              <w:rFonts w:hint="cs"/>
              <w:rtl/>
            </w:rPr>
            <w:t>فهرست مطالب</w:t>
          </w:r>
        </w:p>
        <w:p w:rsidR="00CD56CC" w:rsidRDefault="001B48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1B4844">
            <w:fldChar w:fldCharType="begin"/>
          </w:r>
          <w:r w:rsidR="00CD56CC">
            <w:instrText xml:space="preserve"> TOC \o "1-3" \h \z \u </w:instrText>
          </w:r>
          <w:r w:rsidRPr="001B4844">
            <w:fldChar w:fldCharType="separate"/>
          </w:r>
          <w:hyperlink w:anchor="_Toc460920941" w:history="1"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فرزند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مؤلّف</w:t>
            </w:r>
            <w:r w:rsidR="00CD56C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 w:rsidR="00CD56CC">
              <w:rPr>
                <w:noProof/>
                <w:webHidden/>
              </w:rPr>
              <w:instrText>PAGEREF</w:instrText>
            </w:r>
            <w:r w:rsidR="00CD56CC">
              <w:rPr>
                <w:noProof/>
                <w:webHidden/>
                <w:rtl/>
              </w:rPr>
              <w:instrText xml:space="preserve"> _</w:instrText>
            </w:r>
            <w:r w:rsidR="00CD56CC">
              <w:rPr>
                <w:noProof/>
                <w:webHidden/>
              </w:rPr>
              <w:instrText>Toc460920941 \h</w:instrText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D56CC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56CC" w:rsidRDefault="001B48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920942" w:history="1"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="00CD56C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 w:rsidR="00CD56CC">
              <w:rPr>
                <w:noProof/>
                <w:webHidden/>
              </w:rPr>
              <w:instrText>PAGEREF</w:instrText>
            </w:r>
            <w:r w:rsidR="00CD56CC">
              <w:rPr>
                <w:noProof/>
                <w:webHidden/>
                <w:rtl/>
              </w:rPr>
              <w:instrText xml:space="preserve"> _</w:instrText>
            </w:r>
            <w:r w:rsidR="00CD56CC">
              <w:rPr>
                <w:noProof/>
                <w:webHidden/>
              </w:rPr>
              <w:instrText>Toc460920942 \h</w:instrText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D56CC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56CC" w:rsidRDefault="001B48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920943" w:history="1"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تاريخ</w:t>
            </w:r>
            <w:r w:rsidR="00CD56C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 w:rsidR="00CD56CC">
              <w:rPr>
                <w:noProof/>
                <w:webHidden/>
              </w:rPr>
              <w:instrText>PAGEREF</w:instrText>
            </w:r>
            <w:r w:rsidR="00CD56CC">
              <w:rPr>
                <w:noProof/>
                <w:webHidden/>
                <w:rtl/>
              </w:rPr>
              <w:instrText xml:space="preserve"> _</w:instrText>
            </w:r>
            <w:r w:rsidR="00CD56CC">
              <w:rPr>
                <w:noProof/>
                <w:webHidden/>
              </w:rPr>
              <w:instrText>Toc460920943 \h</w:instrText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D56CC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56CC" w:rsidRDefault="001B48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920944" w:history="1"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رابطه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تاريخ</w:t>
            </w:r>
            <w:r w:rsidR="00CD56C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 w:rsidR="00CD56CC">
              <w:rPr>
                <w:noProof/>
                <w:webHidden/>
              </w:rPr>
              <w:instrText>PAGEREF</w:instrText>
            </w:r>
            <w:r w:rsidR="00CD56CC">
              <w:rPr>
                <w:noProof/>
                <w:webHidden/>
                <w:rtl/>
              </w:rPr>
              <w:instrText xml:space="preserve"> _</w:instrText>
            </w:r>
            <w:r w:rsidR="00CD56CC">
              <w:rPr>
                <w:noProof/>
                <w:webHidden/>
              </w:rPr>
              <w:instrText>Toc460920944 \h</w:instrText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D56CC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56CC" w:rsidRDefault="001B48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920945" w:history="1"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CD56C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 w:rsidR="00CD56CC">
              <w:rPr>
                <w:noProof/>
                <w:webHidden/>
              </w:rPr>
              <w:instrText>PAGEREF</w:instrText>
            </w:r>
            <w:r w:rsidR="00CD56CC">
              <w:rPr>
                <w:noProof/>
                <w:webHidden/>
                <w:rtl/>
              </w:rPr>
              <w:instrText xml:space="preserve"> _</w:instrText>
            </w:r>
            <w:r w:rsidR="00CD56CC">
              <w:rPr>
                <w:noProof/>
                <w:webHidden/>
              </w:rPr>
              <w:instrText>Toc460920945 \h</w:instrText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D56CC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56CC" w:rsidRDefault="001B48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920946" w:history="1"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مشتركه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="00CD56C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 w:rsidR="00CD56CC">
              <w:rPr>
                <w:noProof/>
                <w:webHidden/>
              </w:rPr>
              <w:instrText>PAGEREF</w:instrText>
            </w:r>
            <w:r w:rsidR="00CD56CC">
              <w:rPr>
                <w:noProof/>
                <w:webHidden/>
                <w:rtl/>
              </w:rPr>
              <w:instrText xml:space="preserve"> _</w:instrText>
            </w:r>
            <w:r w:rsidR="00CD56CC">
              <w:rPr>
                <w:noProof/>
                <w:webHidden/>
              </w:rPr>
              <w:instrText>Toc460920946 \h</w:instrText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D56CC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56CC" w:rsidRDefault="001B48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920947" w:history="1"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وقايع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رمضان</w:t>
            </w:r>
            <w:r w:rsidR="00CD56C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 w:rsidR="00CD56CC">
              <w:rPr>
                <w:noProof/>
                <w:webHidden/>
              </w:rPr>
              <w:instrText>PAGEREF</w:instrText>
            </w:r>
            <w:r w:rsidR="00CD56CC">
              <w:rPr>
                <w:noProof/>
                <w:webHidden/>
                <w:rtl/>
              </w:rPr>
              <w:instrText xml:space="preserve"> _</w:instrText>
            </w:r>
            <w:r w:rsidR="00CD56CC">
              <w:rPr>
                <w:noProof/>
                <w:webHidden/>
              </w:rPr>
              <w:instrText>Toc460920947 \h</w:instrText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D56CC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56CC" w:rsidRDefault="001B48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920948" w:history="1"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وقايع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غره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رمضان</w:t>
            </w:r>
            <w:r w:rsidR="00CD56C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 w:rsidR="00CD56CC">
              <w:rPr>
                <w:noProof/>
                <w:webHidden/>
              </w:rPr>
              <w:instrText>PAGEREF</w:instrText>
            </w:r>
            <w:r w:rsidR="00CD56CC">
              <w:rPr>
                <w:noProof/>
                <w:webHidden/>
                <w:rtl/>
              </w:rPr>
              <w:instrText xml:space="preserve"> _</w:instrText>
            </w:r>
            <w:r w:rsidR="00CD56CC">
              <w:rPr>
                <w:noProof/>
                <w:webHidden/>
              </w:rPr>
              <w:instrText>Toc460920948 \h</w:instrText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D56CC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56CC" w:rsidRDefault="001B48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920949" w:history="1"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وقايع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شوال</w:t>
            </w:r>
            <w:r w:rsidR="00CD56C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 w:rsidR="00CD56CC">
              <w:rPr>
                <w:noProof/>
                <w:webHidden/>
              </w:rPr>
              <w:instrText>PAGEREF</w:instrText>
            </w:r>
            <w:r w:rsidR="00CD56CC">
              <w:rPr>
                <w:noProof/>
                <w:webHidden/>
                <w:rtl/>
              </w:rPr>
              <w:instrText xml:space="preserve"> _</w:instrText>
            </w:r>
            <w:r w:rsidR="00CD56CC">
              <w:rPr>
                <w:noProof/>
                <w:webHidden/>
              </w:rPr>
              <w:instrText>Toc460920949 \h</w:instrText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D56CC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56CC" w:rsidRDefault="001B48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920950" w:history="1"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وقايع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ذى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القعده</w:t>
            </w:r>
            <w:r w:rsidR="00CD56C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 w:rsidR="00CD56CC">
              <w:rPr>
                <w:noProof/>
                <w:webHidden/>
              </w:rPr>
              <w:instrText>PAGEREF</w:instrText>
            </w:r>
            <w:r w:rsidR="00CD56CC">
              <w:rPr>
                <w:noProof/>
                <w:webHidden/>
                <w:rtl/>
              </w:rPr>
              <w:instrText xml:space="preserve"> _</w:instrText>
            </w:r>
            <w:r w:rsidR="00CD56CC">
              <w:rPr>
                <w:noProof/>
                <w:webHidden/>
              </w:rPr>
              <w:instrText>Toc460920950 \h</w:instrText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D56CC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56CC" w:rsidRDefault="001B48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920951" w:history="1"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وقايع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ذى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الحجة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الحرام</w:t>
            </w:r>
            <w:r w:rsidR="00CD56C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 w:rsidR="00CD56CC">
              <w:rPr>
                <w:noProof/>
                <w:webHidden/>
              </w:rPr>
              <w:instrText>PAGEREF</w:instrText>
            </w:r>
            <w:r w:rsidR="00CD56CC">
              <w:rPr>
                <w:noProof/>
                <w:webHidden/>
                <w:rtl/>
              </w:rPr>
              <w:instrText xml:space="preserve"> _</w:instrText>
            </w:r>
            <w:r w:rsidR="00CD56CC">
              <w:rPr>
                <w:noProof/>
                <w:webHidden/>
              </w:rPr>
              <w:instrText>Toc460920951 \h</w:instrText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D56CC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56CC" w:rsidRDefault="001B48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920952" w:history="1"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وقايع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محرم</w:t>
            </w:r>
            <w:r w:rsidR="00CD56C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 w:rsidR="00CD56CC">
              <w:rPr>
                <w:noProof/>
                <w:webHidden/>
              </w:rPr>
              <w:instrText>PAGEREF</w:instrText>
            </w:r>
            <w:r w:rsidR="00CD56CC">
              <w:rPr>
                <w:noProof/>
                <w:webHidden/>
                <w:rtl/>
              </w:rPr>
              <w:instrText xml:space="preserve"> _</w:instrText>
            </w:r>
            <w:r w:rsidR="00CD56CC">
              <w:rPr>
                <w:noProof/>
                <w:webHidden/>
              </w:rPr>
              <w:instrText>Toc460920952 \h</w:instrText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D56CC"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56CC" w:rsidRDefault="001B48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920953" w:history="1"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وقايع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="00CD56C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 w:rsidR="00CD56CC">
              <w:rPr>
                <w:noProof/>
                <w:webHidden/>
              </w:rPr>
              <w:instrText>PAGEREF</w:instrText>
            </w:r>
            <w:r w:rsidR="00CD56CC">
              <w:rPr>
                <w:noProof/>
                <w:webHidden/>
                <w:rtl/>
              </w:rPr>
              <w:instrText xml:space="preserve"> _</w:instrText>
            </w:r>
            <w:r w:rsidR="00CD56CC">
              <w:rPr>
                <w:noProof/>
                <w:webHidden/>
              </w:rPr>
              <w:instrText>Toc460920953 \h</w:instrText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D56CC"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56CC" w:rsidRDefault="001B48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920954" w:history="1"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وقايع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ربيع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الاول</w:t>
            </w:r>
            <w:r w:rsidR="00CD56C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 w:rsidR="00CD56CC">
              <w:rPr>
                <w:noProof/>
                <w:webHidden/>
              </w:rPr>
              <w:instrText>PAGEREF</w:instrText>
            </w:r>
            <w:r w:rsidR="00CD56CC">
              <w:rPr>
                <w:noProof/>
                <w:webHidden/>
                <w:rtl/>
              </w:rPr>
              <w:instrText xml:space="preserve"> _</w:instrText>
            </w:r>
            <w:r w:rsidR="00CD56CC">
              <w:rPr>
                <w:noProof/>
                <w:webHidden/>
              </w:rPr>
              <w:instrText>Toc460920954 \h</w:instrText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D56CC"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56CC" w:rsidRDefault="001B48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920955" w:history="1"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وقايع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ربيع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الثانى</w:t>
            </w:r>
            <w:r w:rsidR="00CD56C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 w:rsidR="00CD56CC">
              <w:rPr>
                <w:noProof/>
                <w:webHidden/>
              </w:rPr>
              <w:instrText>PAGEREF</w:instrText>
            </w:r>
            <w:r w:rsidR="00CD56CC">
              <w:rPr>
                <w:noProof/>
                <w:webHidden/>
                <w:rtl/>
              </w:rPr>
              <w:instrText xml:space="preserve"> _</w:instrText>
            </w:r>
            <w:r w:rsidR="00CD56CC">
              <w:rPr>
                <w:noProof/>
                <w:webHidden/>
              </w:rPr>
              <w:instrText>Toc460920955 \h</w:instrText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D56CC">
              <w:rPr>
                <w:noProof/>
                <w:webHidden/>
                <w:rtl/>
              </w:rPr>
              <w:t>281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56CC" w:rsidRDefault="001B48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920956" w:history="1"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نهم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وقايع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جمادى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الاول</w:t>
            </w:r>
            <w:r w:rsidR="00CD56C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 w:rsidR="00CD56CC">
              <w:rPr>
                <w:noProof/>
                <w:webHidden/>
              </w:rPr>
              <w:instrText>PAGEREF</w:instrText>
            </w:r>
            <w:r w:rsidR="00CD56CC">
              <w:rPr>
                <w:noProof/>
                <w:webHidden/>
                <w:rtl/>
              </w:rPr>
              <w:instrText xml:space="preserve"> _</w:instrText>
            </w:r>
            <w:r w:rsidR="00CD56CC">
              <w:rPr>
                <w:noProof/>
                <w:webHidden/>
              </w:rPr>
              <w:instrText>Toc460920956 \h</w:instrText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D56CC">
              <w:rPr>
                <w:noProof/>
                <w:webHidden/>
                <w:rtl/>
              </w:rPr>
              <w:t>291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56CC" w:rsidRDefault="001B48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920957" w:history="1"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دهم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وقايع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جمادى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الاخر</w:t>
            </w:r>
            <w:r w:rsidR="00CD56C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 w:rsidR="00CD56CC">
              <w:rPr>
                <w:noProof/>
                <w:webHidden/>
              </w:rPr>
              <w:instrText>PAGEREF</w:instrText>
            </w:r>
            <w:r w:rsidR="00CD56CC">
              <w:rPr>
                <w:noProof/>
                <w:webHidden/>
                <w:rtl/>
              </w:rPr>
              <w:instrText xml:space="preserve"> _</w:instrText>
            </w:r>
            <w:r w:rsidR="00CD56CC">
              <w:rPr>
                <w:noProof/>
                <w:webHidden/>
              </w:rPr>
              <w:instrText>Toc460920957 \h</w:instrText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D56CC">
              <w:rPr>
                <w:noProof/>
                <w:webHidden/>
                <w:rtl/>
              </w:rPr>
              <w:t>315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56CC" w:rsidRDefault="001B48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920958" w:history="1"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يازدهم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وقايع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مبارک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رجب</w:t>
            </w:r>
            <w:r w:rsidR="00CD56C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 w:rsidR="00CD56CC">
              <w:rPr>
                <w:noProof/>
                <w:webHidden/>
              </w:rPr>
              <w:instrText>PAGEREF</w:instrText>
            </w:r>
            <w:r w:rsidR="00CD56CC">
              <w:rPr>
                <w:noProof/>
                <w:webHidden/>
                <w:rtl/>
              </w:rPr>
              <w:instrText xml:space="preserve"> _</w:instrText>
            </w:r>
            <w:r w:rsidR="00CD56CC">
              <w:rPr>
                <w:noProof/>
                <w:webHidden/>
              </w:rPr>
              <w:instrText>Toc460920958 \h</w:instrText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D56CC">
              <w:rPr>
                <w:noProof/>
                <w:webHidden/>
                <w:rtl/>
              </w:rPr>
              <w:t>355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56CC" w:rsidRDefault="001B48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0920959" w:history="1"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دوازدهم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وقايع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="00CD56CC" w:rsidRPr="00315A0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D56CC" w:rsidRPr="00315A0B">
              <w:rPr>
                <w:rStyle w:val="Hyperlink"/>
                <w:rFonts w:hint="eastAsia"/>
                <w:noProof/>
                <w:rtl/>
                <w:lang w:bidi="fa-IR"/>
              </w:rPr>
              <w:t>شعبان</w:t>
            </w:r>
            <w:r w:rsidR="00CD56C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 w:rsidR="00CD56CC">
              <w:rPr>
                <w:noProof/>
                <w:webHidden/>
              </w:rPr>
              <w:instrText>PAGEREF</w:instrText>
            </w:r>
            <w:r w:rsidR="00CD56CC">
              <w:rPr>
                <w:noProof/>
                <w:webHidden/>
                <w:rtl/>
              </w:rPr>
              <w:instrText xml:space="preserve"> _</w:instrText>
            </w:r>
            <w:r w:rsidR="00CD56CC">
              <w:rPr>
                <w:noProof/>
                <w:webHidden/>
              </w:rPr>
              <w:instrText>Toc460920959 \h</w:instrText>
            </w:r>
            <w:r w:rsidR="00CD56C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D56CC">
              <w:rPr>
                <w:noProof/>
                <w:webHidden/>
                <w:rtl/>
              </w:rPr>
              <w:t>407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56CC" w:rsidRDefault="001B4844">
          <w:r>
            <w:fldChar w:fldCharType="end"/>
          </w:r>
        </w:p>
      </w:sdtContent>
    </w:sdt>
    <w:p w:rsidR="00CD56CC" w:rsidRDefault="00CD56CC" w:rsidP="00CD56C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2648E" w:rsidRDefault="0032648E" w:rsidP="001038D5">
      <w:pPr>
        <w:pStyle w:val="Heading2"/>
        <w:rPr>
          <w:rFonts w:hint="cs"/>
          <w:rtl/>
          <w:lang w:bidi="fa-IR"/>
        </w:rPr>
      </w:pPr>
      <w:bookmarkStart w:id="0" w:name="_Toc460920941"/>
      <w:r>
        <w:rPr>
          <w:rFonts w:hint="cs"/>
          <w:rtl/>
          <w:lang w:bidi="fa-IR"/>
        </w:rPr>
        <w:t>مقدمه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مؤلّف</w:t>
      </w:r>
      <w:bookmarkEnd w:id="0"/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الرحيم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چندى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انتشار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مرحوم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بچاپ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بنويسم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بعنوان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ارتباط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محترم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لغزشى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بنگرند</w:t>
      </w:r>
      <w:r>
        <w:rPr>
          <w:rtl/>
          <w:lang w:bidi="fa-IR"/>
        </w:rPr>
        <w:t>.</w:t>
      </w:r>
    </w:p>
    <w:p w:rsidR="0032648E" w:rsidRDefault="0032648E" w:rsidP="001038D5">
      <w:pPr>
        <w:pStyle w:val="Heading2"/>
        <w:rPr>
          <w:rFonts w:hint="cs"/>
          <w:rtl/>
          <w:lang w:bidi="fa-IR"/>
        </w:rPr>
      </w:pPr>
      <w:bookmarkStart w:id="1" w:name="_Toc460920942"/>
      <w:r>
        <w:rPr>
          <w:rFonts w:hint="cs"/>
          <w:rtl/>
          <w:lang w:bidi="fa-IR"/>
        </w:rPr>
        <w:t>دعا</w:t>
      </w:r>
      <w:bookmarkEnd w:id="1"/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ادعونى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يستكبرون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اجابت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استجابت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اعتقادى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ادعيه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ميزنند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تشكيل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دانشمندانى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تقاضاى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بوظائفش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پندارند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موريس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مترلينگ</w:t>
      </w:r>
      <w:r>
        <w:rPr>
          <w:rtl/>
          <w:lang w:bidi="fa-IR"/>
        </w:rPr>
        <w:t xml:space="preserve"> ). </w:t>
      </w:r>
      <w:r>
        <w:rPr>
          <w:rFonts w:hint="cs"/>
          <w:rtl/>
          <w:lang w:bidi="fa-IR"/>
        </w:rPr>
        <w:t>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منكرين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نيچه</w:t>
      </w:r>
      <w:r>
        <w:rPr>
          <w:rtl/>
          <w:lang w:bidi="fa-IR"/>
        </w:rPr>
        <w:t xml:space="preserve"> ). </w:t>
      </w:r>
      <w:r>
        <w:rPr>
          <w:rFonts w:hint="cs"/>
          <w:rtl/>
          <w:lang w:bidi="fa-IR"/>
        </w:rPr>
        <w:t>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بيهوده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پندارند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اعتراضاتى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باسبابها</w:t>
      </w:r>
      <w:r>
        <w:rPr>
          <w:rtl/>
          <w:lang w:bidi="fa-IR"/>
        </w:rPr>
        <w:t>))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ميفرمايد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للانسان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الاماسعى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ولن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تجدلسنت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تبديلا</w:t>
      </w:r>
      <w:r>
        <w:rPr>
          <w:rtl/>
          <w:lang w:bidi="fa-IR"/>
        </w:rPr>
        <w:t xml:space="preserve">)) (( </w:t>
      </w:r>
      <w:r>
        <w:rPr>
          <w:rFonts w:hint="cs"/>
          <w:rtl/>
          <w:lang w:bidi="fa-IR"/>
        </w:rPr>
        <w:t>ولن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تحويلا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تغيير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 w:rsidR="00FE2974">
        <w:rPr>
          <w:rtl/>
          <w:lang w:bidi="fa-IR"/>
        </w:rPr>
        <w:t>؟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بگوئيم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تصوير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دانشمندان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تصوير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ذهنى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شناسانده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بواقعيت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انتظار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معجزه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آفرينش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بياندازيم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آميخته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آمادگى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سلسله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بنابراين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ادعيه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غالبا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مربوط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بنابراين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يكنوع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افتتاح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تقاضاى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معذرت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همانطور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خداست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ادعونى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نتايجى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موقوف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مترتب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دائره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منحصر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ميدانيم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فعاليت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انگيزاند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استفاده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خودپسندى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مستفاد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يكنوع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بنابراين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عبوديت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آموزد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سوازند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فائده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بشناسد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اخلافى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بكسانيكه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ميكنيم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مستجاب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نميشناسيد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تلقين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كنترل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هوسهاى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بوسيله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طغيان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جلوگيرى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لحاظ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روانى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محسوس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انتحار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ياءس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نااميدى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اكسيس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كميت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نيايش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بلندترين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خصائص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ميگذارد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اجتماعاتيكه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احتياج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معمولا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1038D5">
      <w:pPr>
        <w:pStyle w:val="Heading2"/>
        <w:rPr>
          <w:rFonts w:hint="cs"/>
          <w:rtl/>
          <w:lang w:bidi="fa-IR"/>
        </w:rPr>
      </w:pPr>
      <w:bookmarkStart w:id="2" w:name="_Toc460920943"/>
      <w:r>
        <w:rPr>
          <w:rFonts w:hint="cs"/>
          <w:rtl/>
          <w:lang w:bidi="fa-IR"/>
        </w:rPr>
        <w:t>تاريخ</w:t>
      </w:r>
      <w:bookmarkEnd w:id="2"/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مجموعه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انسان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حكومت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حكومت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انسان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تغييراتى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ايجاد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عامليت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پديدهاى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ميگيرد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چنگيزها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دموكراسى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بعنوان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تحرك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تغيير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ميگيريم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ميدهيم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يكفرد،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محيط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فرهنگى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اضطرارى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يكفرد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متجلى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انعكاس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نتيجه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فرهنگ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محتويات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ميسازد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افرادند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اساس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فرهنگ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بنابراين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منشاء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1038D5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محركين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انسانهاى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رسالت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سازندگان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32648E" w:rsidRDefault="001038D5" w:rsidP="0032648E">
      <w:pPr>
        <w:pStyle w:val="libNormal"/>
      </w:pPr>
      <w:r>
        <w:rPr>
          <w:rtl/>
          <w:lang w:bidi="fa-IR"/>
        </w:rPr>
        <w:br w:type="page"/>
      </w:r>
    </w:p>
    <w:p w:rsidR="0032648E" w:rsidRDefault="0032648E" w:rsidP="001038D5">
      <w:pPr>
        <w:pStyle w:val="Heading2"/>
        <w:rPr>
          <w:rFonts w:hint="cs"/>
          <w:rtl/>
          <w:lang w:bidi="fa-IR"/>
        </w:rPr>
      </w:pPr>
      <w:bookmarkStart w:id="3" w:name="_Toc460920944"/>
      <w:r>
        <w:rPr>
          <w:rFonts w:hint="cs"/>
          <w:rtl/>
          <w:lang w:bidi="fa-IR"/>
        </w:rPr>
        <w:t>رابطه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bookmarkEnd w:id="3"/>
    </w:p>
    <w:p w:rsidR="0032648E" w:rsidRDefault="0032648E" w:rsidP="00CD56CC">
      <w:pPr>
        <w:pStyle w:val="libBold1"/>
      </w:pPr>
      <w:r>
        <w:rPr>
          <w:rFonts w:hint="cs"/>
          <w:rtl/>
          <w:lang w:bidi="fa-IR"/>
        </w:rPr>
        <w:t>خصوص</w:t>
      </w:r>
      <w:r w:rsidR="00CD56C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بظاهر،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امتيازى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 w:rsidRPr="00AC7CE9">
        <w:rPr>
          <w:rStyle w:val="libAieChar"/>
          <w:rtl/>
        </w:rPr>
        <w:t xml:space="preserve">(( </w:t>
      </w:r>
      <w:r w:rsidRPr="00AC7CE9">
        <w:rPr>
          <w:rStyle w:val="libAieChar"/>
          <w:rFonts w:hint="cs"/>
          <w:rtl/>
        </w:rPr>
        <w:t>ان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اول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بيت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وضع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للناس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للذى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ببكة</w:t>
      </w:r>
      <w:r w:rsidRPr="00AC7CE9">
        <w:rPr>
          <w:rStyle w:val="libAieChar"/>
          <w:rtl/>
        </w:rPr>
        <w:t xml:space="preserve"> (</w:t>
      </w:r>
      <w:r w:rsidRPr="00AC7CE9">
        <w:rPr>
          <w:rStyle w:val="libAieChar"/>
          <w:rFonts w:hint="cs"/>
          <w:rtl/>
        </w:rPr>
        <w:t>مباركا</w:t>
      </w:r>
      <w:r w:rsidRPr="00AC7CE9">
        <w:rPr>
          <w:rStyle w:val="libAieChar"/>
          <w:rtl/>
        </w:rPr>
        <w:t>) ))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: </w:t>
      </w:r>
      <w:r w:rsidRPr="00AC7CE9">
        <w:rPr>
          <w:rStyle w:val="libAieChar"/>
          <w:rtl/>
        </w:rPr>
        <w:t xml:space="preserve">(( </w:t>
      </w:r>
      <w:r w:rsidRPr="00AC7CE9">
        <w:rPr>
          <w:rStyle w:val="libAieChar"/>
          <w:rFonts w:hint="cs"/>
          <w:rtl/>
        </w:rPr>
        <w:t>فاخلع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نعليك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انك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بالوادى</w:t>
      </w:r>
      <w:r w:rsidRPr="00AC7CE9">
        <w:rPr>
          <w:rStyle w:val="libAieChar"/>
          <w:rtl/>
        </w:rPr>
        <w:t xml:space="preserve"> (</w:t>
      </w:r>
      <w:r w:rsidRPr="00AC7CE9">
        <w:rPr>
          <w:rStyle w:val="libAieChar"/>
          <w:rFonts w:hint="cs"/>
          <w:rtl/>
        </w:rPr>
        <w:t>المقدس</w:t>
      </w:r>
      <w:r w:rsidRPr="00AC7CE9">
        <w:rPr>
          <w:rStyle w:val="libAieChar"/>
          <w:rtl/>
        </w:rPr>
        <w:t xml:space="preserve"> ) </w:t>
      </w:r>
      <w:r w:rsidRPr="00AC7CE9">
        <w:rPr>
          <w:rStyle w:val="libAieChar"/>
          <w:rFonts w:hint="cs"/>
          <w:rtl/>
        </w:rPr>
        <w:t>طوى</w:t>
      </w:r>
      <w:r w:rsidRPr="00AC7CE9">
        <w:rPr>
          <w:rStyle w:val="libAieChar"/>
          <w:rtl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ظاهرا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 w:rsidRPr="00AC7CE9">
        <w:rPr>
          <w:rStyle w:val="libAieChar"/>
          <w:rtl/>
        </w:rPr>
        <w:t xml:space="preserve">(( </w:t>
      </w:r>
      <w:r w:rsidRPr="00AC7CE9">
        <w:rPr>
          <w:rStyle w:val="libAieChar"/>
          <w:rFonts w:hint="cs"/>
          <w:rtl/>
        </w:rPr>
        <w:t>ليلة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القدر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خير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من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الف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شهر</w:t>
      </w:r>
      <w:r w:rsidRPr="00AC7CE9">
        <w:rPr>
          <w:rStyle w:val="libAieChar"/>
          <w:rtl/>
        </w:rPr>
        <w:t>))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Pr="00AC7CE9">
        <w:rPr>
          <w:rStyle w:val="libAieChar"/>
          <w:rtl/>
        </w:rPr>
        <w:t xml:space="preserve">(( </w:t>
      </w:r>
      <w:r w:rsidRPr="00AC7CE9">
        <w:rPr>
          <w:rStyle w:val="libAieChar"/>
          <w:rFonts w:hint="cs"/>
          <w:rtl/>
        </w:rPr>
        <w:t>انا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انزلناه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فى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ليلة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مباركة</w:t>
      </w:r>
      <w:r w:rsidRPr="00AC7CE9">
        <w:rPr>
          <w:rStyle w:val="libAieChar"/>
          <w:rtl/>
        </w:rPr>
        <w:t xml:space="preserve"> ))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آغاز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A0080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اشخاص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تفاوتى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ميرسد</w:t>
      </w:r>
      <w:r w:rsidRPr="00AC7CE9">
        <w:rPr>
          <w:rStyle w:val="libAieChar"/>
          <w:rtl/>
        </w:rPr>
        <w:t xml:space="preserve">: (( </w:t>
      </w:r>
      <w:r w:rsidRPr="00AC7CE9">
        <w:rPr>
          <w:rStyle w:val="libAieChar"/>
          <w:rFonts w:hint="cs"/>
          <w:rtl/>
        </w:rPr>
        <w:t>ان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الله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اصطفى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آدم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و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نوح</w:t>
      </w:r>
      <w:r w:rsidRPr="00AC7CE9">
        <w:rPr>
          <w:rStyle w:val="libAieChar"/>
          <w:rtl/>
        </w:rPr>
        <w:t xml:space="preserve"> </w:t>
      </w:r>
      <w:r w:rsidR="00A0080E" w:rsidRPr="00AC7CE9">
        <w:rPr>
          <w:rStyle w:val="libAieChar"/>
          <w:rFonts w:hint="cs"/>
          <w:rtl/>
        </w:rPr>
        <w:t>))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 w:rsidRPr="00AC7CE9">
        <w:rPr>
          <w:rStyle w:val="libAieChar"/>
          <w:rtl/>
        </w:rPr>
        <w:t xml:space="preserve">(( </w:t>
      </w:r>
      <w:r w:rsidRPr="00AC7CE9">
        <w:rPr>
          <w:rStyle w:val="libAieChar"/>
          <w:rFonts w:hint="cs"/>
          <w:rtl/>
        </w:rPr>
        <w:t>و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جعلنى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مباركا</w:t>
      </w:r>
      <w:r w:rsidRPr="00AC7CE9">
        <w:rPr>
          <w:rStyle w:val="libAieChar"/>
          <w:rtl/>
        </w:rPr>
        <w:t>))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 w:rsidRPr="00AC7CE9">
        <w:rPr>
          <w:rStyle w:val="libAieChar"/>
          <w:rtl/>
        </w:rPr>
        <w:t>(</w:t>
      </w:r>
      <w:r w:rsidRPr="00AC7CE9">
        <w:rPr>
          <w:rStyle w:val="libAieChar"/>
          <w:rFonts w:hint="cs"/>
          <w:rtl/>
        </w:rPr>
        <w:t>و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اصطنعتك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لنفسى</w:t>
      </w:r>
      <w:r w:rsidRPr="00AC7CE9">
        <w:rPr>
          <w:rStyle w:val="libAieChar"/>
          <w:rtl/>
        </w:rPr>
        <w:t xml:space="preserve"> 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 w:rsidRPr="00AC7CE9">
        <w:rPr>
          <w:rStyle w:val="libAieChar"/>
          <w:rtl/>
        </w:rPr>
        <w:t xml:space="preserve">(( </w:t>
      </w:r>
      <w:r w:rsidRPr="00AC7CE9">
        <w:rPr>
          <w:rStyle w:val="libAieChar"/>
          <w:rFonts w:hint="cs"/>
          <w:rtl/>
        </w:rPr>
        <w:t>يرفع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الله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الذين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امنوا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منكم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والذين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او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توالعلم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درجات</w:t>
      </w:r>
      <w:r w:rsidRPr="00AC7CE9">
        <w:rPr>
          <w:rStyle w:val="libAieChar"/>
          <w:rtl/>
        </w:rPr>
        <w:t xml:space="preserve"> </w:t>
      </w:r>
      <w:r w:rsidR="00A0080E" w:rsidRPr="00AC7CE9">
        <w:rPr>
          <w:rStyle w:val="libAieChar"/>
          <w:rFonts w:hint="cs"/>
          <w:rtl/>
        </w:rPr>
        <w:t>))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كيستند؟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سازندگان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افرادى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سازندگان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ارتباطى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ناگسستنى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ايجاد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افتخار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ارتباط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بوسيله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بوسيله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مركزش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سرآغاز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ترتيبى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آموزان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سازندگان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حقايق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عاليقدر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مرحوم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مغفور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المحدثين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المحققين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بيادگار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اخلاص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مرحوح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بسال</w:t>
      </w:r>
      <w:r>
        <w:rPr>
          <w:rtl/>
          <w:lang w:bidi="fa-IR"/>
        </w:rPr>
        <w:t xml:space="preserve"> 1294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بسال</w:t>
      </w:r>
      <w:r>
        <w:rPr>
          <w:rtl/>
          <w:lang w:bidi="fa-IR"/>
        </w:rPr>
        <w:t xml:space="preserve"> 1359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مرحوم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توانائيش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بيهوده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دائما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اشتغال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حداقل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مطالعه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تقريبا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بچاپ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عزيزم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استنساخ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سپاسگذارى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توفيقاتشانرا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10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المبارك</w:t>
      </w:r>
      <w:r>
        <w:rPr>
          <w:rtl/>
          <w:lang w:bidi="fa-IR"/>
        </w:rPr>
        <w:t xml:space="preserve"> 1391 - </w:t>
      </w:r>
      <w:r>
        <w:rPr>
          <w:rFonts w:hint="cs"/>
          <w:rtl/>
          <w:lang w:bidi="fa-IR"/>
        </w:rPr>
        <w:t>تهران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زاده</w:t>
      </w:r>
    </w:p>
    <w:p w:rsidR="001038D5" w:rsidRDefault="00A0080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2648E" w:rsidRDefault="0032648E" w:rsidP="001038D5">
      <w:pPr>
        <w:pStyle w:val="Heading2"/>
      </w:pPr>
      <w:bookmarkStart w:id="4" w:name="_Toc460920945"/>
      <w:r>
        <w:rPr>
          <w:rFonts w:hint="cs"/>
          <w:rtl/>
          <w:lang w:bidi="fa-IR"/>
        </w:rPr>
        <w:t>مقدمه</w:t>
      </w:r>
      <w:bookmarkEnd w:id="4"/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الحمدلله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الخلايق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الكهف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الحصين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المضطر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سيماعلى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خاتمهم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قائمهم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عوالمهم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طخياء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الديجور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تتكرر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بتكرر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الشهور</w:t>
      </w:r>
      <w:r>
        <w:rPr>
          <w:rtl/>
          <w:lang w:bidi="fa-IR"/>
        </w:rPr>
        <w:t>.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بضاعت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متمسك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باحاديث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بالحسنى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بوضعى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التناول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متضمن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العلام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فتوحات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اتقان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اشخاص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بالقاب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اكتفا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بتراجم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بتواند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متداوله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زادالعماد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بماءخذ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رغبت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تحصيل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 w:rsidR="00A0080E">
        <w:rPr>
          <w:rFonts w:hint="cs"/>
          <w:rtl/>
          <w:lang w:bidi="fa-IR"/>
        </w:rPr>
        <w:t>(</w:t>
      </w:r>
      <w:r w:rsidRPr="00AC7CE9">
        <w:rPr>
          <w:rStyle w:val="libAieChar"/>
          <w:rFonts w:hint="cs"/>
          <w:rtl/>
        </w:rPr>
        <w:t>لقد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كان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فى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قصصهم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عبرة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لاول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الالباب</w:t>
      </w:r>
      <w:r w:rsidR="009A63ED" w:rsidRPr="00AC7CE9">
        <w:rPr>
          <w:rStyle w:val="libAieChar"/>
          <w:rFonts w:hint="cs"/>
          <w:rtl/>
        </w:rPr>
        <w:t>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لولده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 w:rsidR="00F018D3" w:rsidRPr="007A6686">
        <w:rPr>
          <w:rStyle w:val="libAlaemChar"/>
          <w:rFonts w:hint="cs"/>
          <w:rtl/>
          <w:lang w:bidi="fa-IR"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كاحدهم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اخرهم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ضرره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مرتب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يكمقدمه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تاءييد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فيض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الايام</w:t>
      </w:r>
      <w:r>
        <w:rPr>
          <w:rtl/>
          <w:lang w:bidi="fa-IR"/>
        </w:rPr>
        <w:t xml:space="preserve"> ).</w:t>
      </w:r>
    </w:p>
    <w:p w:rsidR="0032648E" w:rsidRDefault="0032648E" w:rsidP="001038D5">
      <w:pPr>
        <w:pStyle w:val="Heading2"/>
      </w:pPr>
      <w:bookmarkStart w:id="5" w:name="_Toc460920946"/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bookmarkEnd w:id="5"/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9A63ED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</w:t>
      </w:r>
      <w:r w:rsidRPr="004109B9">
        <w:rPr>
          <w:rStyle w:val="libFootnotenumChar"/>
          <w:rtl/>
        </w:rPr>
        <w:t>(1)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43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4 -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سئوال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اناانزلنه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بخرد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دروع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الواقيه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رزقها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مستودعها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يمسك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كاشف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لفضله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الغفور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اماشاء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الوكيل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الظالمين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لانذرنى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الوارثين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اناانزلناه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6 -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مواظبت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وسوسه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مواظبت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7 -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8 -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بنحويكه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هدية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الزائرين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احقر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اقتداء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ميگويم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متوكلا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 w:rsidR="00FE2974">
        <w:rPr>
          <w:rtl/>
          <w:lang w:bidi="fa-IR"/>
        </w:rPr>
        <w:t>.</w:t>
      </w:r>
    </w:p>
    <w:p w:rsidR="0032648E" w:rsidRDefault="009A63ED" w:rsidP="0032648E">
      <w:pPr>
        <w:pStyle w:val="libNormal"/>
      </w:pPr>
      <w:r>
        <w:rPr>
          <w:rtl/>
          <w:lang w:bidi="fa-IR"/>
        </w:rPr>
        <w:br w:type="page"/>
      </w:r>
    </w:p>
    <w:p w:rsidR="0032648E" w:rsidRDefault="0032648E" w:rsidP="001038D5">
      <w:pPr>
        <w:pStyle w:val="Heading2"/>
      </w:pPr>
      <w:bookmarkStart w:id="6" w:name="_Toc460920947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bookmarkEnd w:id="6"/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CD56CC">
      <w:pPr>
        <w:pStyle w:val="libBold1"/>
      </w:pP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 w:rsidR="00FE2974">
        <w:rPr>
          <w:rtl/>
          <w:lang w:bidi="fa-IR"/>
        </w:rPr>
        <w:t>:</w:t>
      </w:r>
      <w:r w:rsidR="005C141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اختصاص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زنجيرند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بمهمانى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مستجاب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كودكان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يتيمان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گناهكاران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ميآمرزد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AF1015">
      <w:pPr>
        <w:pStyle w:val="libBold1"/>
      </w:pPr>
      <w:r>
        <w:rPr>
          <w:rFonts w:hint="cs"/>
          <w:rtl/>
          <w:lang w:bidi="fa-IR"/>
        </w:rPr>
        <w:lastRenderedPageBreak/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اعمالى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فريضه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فريضه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ياعلى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جائع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سدفقر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اعننا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قدير</w:t>
      </w:r>
      <w:r>
        <w:rPr>
          <w:rtl/>
          <w:lang w:bidi="fa-IR"/>
        </w:rPr>
        <w:t>. ))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ختمى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معصوم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مضاعف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امساك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</w:p>
    <w:p w:rsidR="0032648E" w:rsidRDefault="0032648E" w:rsidP="00AF1015">
      <w:pPr>
        <w:pStyle w:val="libBold1"/>
      </w:pP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اعمالى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بخرماى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رزقك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توكلت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المغفرة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اغفرلى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بچنددانه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7 -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8 -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9-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10 -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11 -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افتتاح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12 -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‌))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13 -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برحمتك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الصالحين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فادخلنا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‌))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چيزهائيكه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مجموع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مجموع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مجموع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(2)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بحديكه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مصباح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متهجد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ايندعاها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لااقل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المحتوم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المبرور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المغفور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تطيل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الراحمين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5C141F">
      <w:pPr>
        <w:pStyle w:val="libBold1"/>
      </w:pP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سحور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سحورها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وسحور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ميخورند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انزلناه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بغلطد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ثمالى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بابهاه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‌))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كرداند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سبحانك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7 -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القلوب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8 -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مفزعى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امساك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مفطرات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>.</w:t>
      </w:r>
    </w:p>
    <w:p w:rsidR="0032648E" w:rsidRDefault="0032648E" w:rsidP="005C141F">
      <w:pPr>
        <w:pStyle w:val="libBold1"/>
      </w:pP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كافى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مبسوطتر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ذادالمعاد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تسبحات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الشاءن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ادعوك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5 -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دعدتى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6 -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هديه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بافضله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7 -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كلشئى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ياذالذى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السفلى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تحتهن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احصائها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الاانت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8 -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فيض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خلاصة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الاذكار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الضار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CD56CC">
      <w:pPr>
        <w:pStyle w:val="libBold1"/>
      </w:pP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 w:rsidR="00FE2974">
        <w:rPr>
          <w:rtl/>
          <w:lang w:bidi="fa-IR"/>
        </w:rPr>
        <w:t>: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(3)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كاظم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43 </w:t>
      </w:r>
      <w:r>
        <w:rPr>
          <w:rFonts w:hint="cs"/>
          <w:rtl/>
          <w:lang w:bidi="fa-IR"/>
        </w:rPr>
        <w:t>صحيفه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اينماه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4 - </w:t>
      </w:r>
      <w:r>
        <w:rPr>
          <w:rFonts w:hint="cs"/>
          <w:rtl/>
          <w:lang w:bidi="fa-IR"/>
        </w:rPr>
        <w:t>مجامعت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باحلال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خصوصيات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5 -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بريزد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7 -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معتمرين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دريابد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8 -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بنحويكه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9-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انافتحنا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10 -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11 -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ميخواند</w:t>
      </w:r>
      <w:r>
        <w:rPr>
          <w:rtl/>
          <w:lang w:bidi="fa-IR"/>
        </w:rPr>
        <w:t>.</w:t>
      </w:r>
    </w:p>
    <w:p w:rsidR="0032648E" w:rsidRDefault="0032648E" w:rsidP="005C141F">
      <w:pPr>
        <w:pStyle w:val="libNormal"/>
      </w:pPr>
      <w:r>
        <w:rPr>
          <w:rtl/>
          <w:lang w:bidi="fa-IR"/>
        </w:rPr>
        <w:t xml:space="preserve">12 -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جواد</w:t>
      </w:r>
      <w:r>
        <w:rPr>
          <w:rtl/>
          <w:lang w:bidi="fa-IR"/>
        </w:rPr>
        <w:t>(</w:t>
      </w:r>
      <w:r w:rsidR="005C141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التدبى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5C141F">
      <w:pPr>
        <w:pStyle w:val="libNormal"/>
      </w:pPr>
      <w:r>
        <w:rPr>
          <w:rtl/>
          <w:lang w:bidi="fa-IR"/>
        </w:rPr>
        <w:t xml:space="preserve">13 -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ماءثور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(</w:t>
      </w:r>
      <w:r w:rsidR="005C141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14 -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44 </w:t>
      </w:r>
      <w:r>
        <w:rPr>
          <w:rFonts w:hint="cs"/>
          <w:rtl/>
          <w:lang w:bidi="fa-IR"/>
        </w:rPr>
        <w:t>صحيفه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سجاد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ميخواند</w:t>
      </w:r>
      <w:r>
        <w:rPr>
          <w:rtl/>
          <w:lang w:bidi="fa-IR"/>
        </w:rPr>
        <w:t>.</w:t>
      </w:r>
    </w:p>
    <w:p w:rsidR="0032648E" w:rsidRDefault="0032648E" w:rsidP="005C141F">
      <w:pPr>
        <w:pStyle w:val="libNormal"/>
      </w:pPr>
      <w:r>
        <w:rPr>
          <w:rtl/>
          <w:lang w:bidi="fa-IR"/>
        </w:rPr>
        <w:t xml:space="preserve">15 -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>(</w:t>
      </w:r>
      <w:r w:rsidR="005C141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:((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سئى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5C141F">
      <w:pPr>
        <w:pStyle w:val="libNormal"/>
      </w:pPr>
      <w:r>
        <w:rPr>
          <w:rtl/>
          <w:lang w:bidi="fa-IR"/>
        </w:rPr>
        <w:lastRenderedPageBreak/>
        <w:t xml:space="preserve">16 -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(</w:t>
      </w:r>
      <w:r w:rsidR="005C141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 w:rsidR="00FE2974">
        <w:rPr>
          <w:rtl/>
          <w:lang w:bidi="fa-IR"/>
        </w:rPr>
        <w:t>.</w:t>
      </w:r>
    </w:p>
    <w:p w:rsidR="0032648E" w:rsidRDefault="0032648E" w:rsidP="005C141F">
      <w:pPr>
        <w:pStyle w:val="libNormal"/>
      </w:pPr>
      <w:r>
        <w:rPr>
          <w:rtl/>
          <w:lang w:bidi="fa-IR"/>
        </w:rPr>
        <w:t xml:space="preserve">17 -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(</w:t>
      </w:r>
      <w:r w:rsidR="005C141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ميخواندند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الفرقان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(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طاوس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5C141F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5C141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ميكنيم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145 </w:t>
      </w:r>
      <w:r>
        <w:rPr>
          <w:rFonts w:hint="cs"/>
          <w:rtl/>
          <w:lang w:bidi="fa-IR"/>
        </w:rPr>
        <w:t>خروج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باخمرى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5C141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بيماريها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كفى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گلاب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پريشانى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گلاب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سرسام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3 -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وانافتحناه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5 -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الفرقان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عافية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قدير</w:t>
      </w:r>
      <w:r>
        <w:rPr>
          <w:rtl/>
          <w:lang w:bidi="fa-IR"/>
        </w:rPr>
        <w:t>. ))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6 - </w:t>
      </w:r>
      <w:r>
        <w:rPr>
          <w:rFonts w:hint="cs"/>
          <w:rtl/>
          <w:lang w:bidi="fa-IR"/>
        </w:rPr>
        <w:t>ايندعا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ايندعاى</w:t>
      </w:r>
      <w:r>
        <w:rPr>
          <w:rtl/>
          <w:lang w:bidi="fa-IR"/>
        </w:rPr>
        <w:t xml:space="preserve"> 44 </w:t>
      </w:r>
      <w:r>
        <w:rPr>
          <w:rFonts w:hint="cs"/>
          <w:rtl/>
          <w:lang w:bidi="fa-IR"/>
        </w:rPr>
        <w:t>صحيفه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كاظمى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اكتفا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>:</w:t>
      </w:r>
    </w:p>
    <w:p w:rsidR="005C141F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الصائمين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القائيمن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نبهنى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الغافلين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عافيا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المجرمين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5C141F" w:rsidP="0032648E">
      <w:pPr>
        <w:pStyle w:val="libNormal"/>
      </w:pPr>
      <w:r>
        <w:rPr>
          <w:rtl/>
          <w:lang w:bidi="fa-IR"/>
        </w:rPr>
        <w:br w:type="page"/>
      </w:r>
    </w:p>
    <w:p w:rsidR="0032648E" w:rsidRDefault="0032648E" w:rsidP="005C141F">
      <w:pPr>
        <w:pStyle w:val="Heading2"/>
      </w:pPr>
      <w:bookmarkStart w:id="7" w:name="_Toc460920948"/>
      <w:r>
        <w:rPr>
          <w:rFonts w:hint="cs"/>
          <w:rtl/>
          <w:lang w:bidi="fa-IR"/>
        </w:rPr>
        <w:t>وقايع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bookmarkEnd w:id="7"/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654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بنحويكه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سمهودى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خلاصة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دارالمصطفى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تفصيل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بعثت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پنجسالگى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حقير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428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الرئيس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سينا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نادره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واعجوبه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 w:rsidR="00FE2974">
        <w:rPr>
          <w:rtl/>
          <w:lang w:bidi="fa-IR"/>
        </w:rPr>
        <w:t>.</w:t>
      </w:r>
    </w:p>
    <w:p w:rsidR="0032648E" w:rsidRDefault="0032648E" w:rsidP="005C141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انزلناه</w:t>
      </w:r>
    </w:p>
    <w:p w:rsidR="0032648E" w:rsidRDefault="0032648E" w:rsidP="005C141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سخطك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نقماتك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لقرائة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برحمتك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الراحمين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5C141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.</w:t>
      </w:r>
    </w:p>
    <w:p w:rsidR="0032648E" w:rsidRDefault="0032648E" w:rsidP="005C141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التنبيه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ابعدنى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السفاهة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التمويه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بجودك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الاجودين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5C141F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(</w:t>
      </w:r>
      <w:r w:rsidR="005C141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عاصمى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(</w:t>
      </w:r>
      <w:r w:rsidR="005C141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413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النعمان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تشييع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اجتماع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اشنان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ميگريستند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5C141F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مرتضى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جواد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پهلوى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مدائح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ملاحظه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توقيعات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(</w:t>
      </w:r>
      <w:r w:rsidR="005C141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مكتوبا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القائم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9A63ED" w:rsidTr="009A63ED">
        <w:trPr>
          <w:trHeight w:val="350"/>
        </w:trPr>
        <w:tc>
          <w:tcPr>
            <w:tcW w:w="3344" w:type="dxa"/>
            <w:shd w:val="clear" w:color="auto" w:fill="auto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لاصوت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الناعى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بفقدك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انه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  <w:shd w:val="clear" w:color="auto" w:fill="auto"/>
          </w:tcPr>
          <w:p w:rsidR="009A63ED" w:rsidRDefault="009A63ED" w:rsidP="00915B7B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يوم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الرسول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عظيم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9A63ED" w:rsidTr="009A63ED">
        <w:tblPrEx>
          <w:tblLook w:val="04A0"/>
        </w:tblPrEx>
        <w:trPr>
          <w:trHeight w:val="350"/>
        </w:trPr>
        <w:tc>
          <w:tcPr>
            <w:tcW w:w="3344" w:type="dxa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غيبت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جدث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الثرى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9A63ED" w:rsidRDefault="009A63ED" w:rsidP="00915B7B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فالعدل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التوحيد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فيك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مقيم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9A63ED" w:rsidTr="009A63ED">
        <w:tblPrEx>
          <w:tblLook w:val="04A0"/>
        </w:tblPrEx>
        <w:trPr>
          <w:trHeight w:val="350"/>
        </w:trPr>
        <w:tc>
          <w:tcPr>
            <w:tcW w:w="3344" w:type="dxa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القائم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المهدى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يفرح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كلما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9A63ED" w:rsidRDefault="009A63ED" w:rsidP="00915B7B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تليت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عليك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الدروس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الدروس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علوم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576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متبحر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سيوطى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طبقات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نوادرى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</w:p>
    <w:p w:rsidR="0032648E" w:rsidRDefault="0032648E" w:rsidP="005C141F">
      <w:pPr>
        <w:pStyle w:val="libBold1"/>
      </w:pPr>
      <w:r>
        <w:rPr>
          <w:rFonts w:hint="cs"/>
          <w:rtl/>
          <w:lang w:bidi="fa-IR"/>
        </w:rPr>
        <w:lastRenderedPageBreak/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انزلناه</w:t>
      </w:r>
      <w:r w:rsidR="00FE2974">
        <w:rPr>
          <w:rtl/>
          <w:lang w:bidi="fa-IR"/>
        </w:rPr>
        <w:t>.</w:t>
      </w:r>
    </w:p>
    <w:p w:rsidR="0032648E" w:rsidRDefault="0032648E" w:rsidP="005C141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حلاوة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اورزعنى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واحفظنى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بحفظك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ابصرالناظرين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ياخير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النصارين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53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الاحباب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المستغفرين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الصالحين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القانتين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اوليائك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المتقين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المقربين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برافتك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الراحمين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50487A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195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جواد</w:t>
      </w:r>
      <w:r>
        <w:rPr>
          <w:rtl/>
          <w:lang w:bidi="fa-IR"/>
        </w:rPr>
        <w:t>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))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6</w:t>
      </w:r>
    </w:p>
    <w:p w:rsidR="0032648E" w:rsidRDefault="0032648E" w:rsidP="0050487A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تخذلنى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معصيتك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تضربنى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زحزحنى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سخطك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بمنك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واياديك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رغبة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الراغبين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تورية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201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>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9A63E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200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گنجايش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رجاءبن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الضحاك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>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احضار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9A63E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تفويض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ببخشى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تفويض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نمائى</w:t>
      </w:r>
    </w:p>
    <w:p w:rsidR="0032648E" w:rsidRDefault="0032648E" w:rsidP="0050487A">
      <w:pPr>
        <w:pStyle w:val="libNormal"/>
      </w:pPr>
      <w:r>
        <w:rPr>
          <w:rFonts w:hint="cs"/>
          <w:rtl/>
          <w:lang w:bidi="fa-IR"/>
        </w:rPr>
        <w:t>م</w:t>
      </w:r>
      <w:r w:rsidR="0050487A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برضاى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50487A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ولايتعهدى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گفتگوى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مجبورا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شرايطى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>.</w:t>
      </w:r>
    </w:p>
    <w:p w:rsidR="0032648E" w:rsidRDefault="0032648E" w:rsidP="009A63ED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پهلوى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جوائز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برخاستند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9A63E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جائزه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منابر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دنانير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بحضرت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(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ابيطالب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ستة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الغمام</w:t>
      </w:r>
      <w:r>
        <w:rPr>
          <w:rtl/>
          <w:lang w:bidi="fa-IR"/>
        </w:rPr>
        <w:t xml:space="preserve"> ))</w:t>
      </w:r>
    </w:p>
    <w:p w:rsidR="0032648E" w:rsidRDefault="0032648E" w:rsidP="0050487A">
      <w:pPr>
        <w:pStyle w:val="libNormal"/>
      </w:pPr>
      <w:r>
        <w:rPr>
          <w:rFonts w:hint="cs"/>
          <w:rtl/>
          <w:lang w:bidi="fa-IR"/>
        </w:rPr>
        <w:t>م</w:t>
      </w:r>
      <w:r w:rsidR="0050487A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بپوشند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نامزد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(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شاءن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915B7B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ايشانراصله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ابونواس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دورانى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>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9A63ED" w:rsidTr="009A63ED">
        <w:trPr>
          <w:trHeight w:val="350"/>
        </w:trPr>
        <w:tc>
          <w:tcPr>
            <w:tcW w:w="3344" w:type="dxa"/>
            <w:shd w:val="clear" w:color="auto" w:fill="auto"/>
          </w:tcPr>
          <w:p w:rsidR="009A63ED" w:rsidRDefault="009A63ED" w:rsidP="00915B7B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قيل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اوحدالناس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طرا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  <w:shd w:val="clear" w:color="auto" w:fill="auto"/>
          </w:tcPr>
          <w:p w:rsidR="009A63ED" w:rsidRDefault="009A63ED" w:rsidP="00915B7B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فنون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الكلام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النبيه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9A63ED" w:rsidTr="009A63ED">
        <w:tblPrEx>
          <w:tblLook w:val="04A0"/>
        </w:tblPrEx>
        <w:trPr>
          <w:trHeight w:val="350"/>
        </w:trPr>
        <w:tc>
          <w:tcPr>
            <w:tcW w:w="3344" w:type="dxa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لك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جوهر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الكلام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بديع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9A63ED" w:rsidRDefault="009A63ED" w:rsidP="00915B7B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يثمر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مجتنيه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9A63ED" w:rsidTr="009A63ED">
        <w:tblPrEx>
          <w:tblLook w:val="04A0"/>
        </w:tblPrEx>
        <w:trPr>
          <w:trHeight w:val="350"/>
        </w:trPr>
        <w:tc>
          <w:tcPr>
            <w:tcW w:w="3344" w:type="dxa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فعلى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ماتركت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مدح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ابن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موسى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9A63ED" w:rsidRDefault="009A63ED" w:rsidP="00915B7B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الخصال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التى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تجمعن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فيه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9A63ED" w:rsidTr="009A63ED">
        <w:tblPrEx>
          <w:tblLook w:val="04A0"/>
        </w:tblPrEx>
        <w:trPr>
          <w:trHeight w:val="350"/>
        </w:trPr>
        <w:tc>
          <w:tcPr>
            <w:tcW w:w="3344" w:type="dxa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lastRenderedPageBreak/>
              <w:t>قلت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استطيع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مدح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امام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9A63ED" w:rsidRDefault="009A63ED" w:rsidP="00915B7B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كان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جبريل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خادما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لاييه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9A63ED" w:rsidTr="009A63ED">
        <w:tblPrEx>
          <w:tblLook w:val="04A0"/>
        </w:tblPrEx>
        <w:trPr>
          <w:trHeight w:val="350"/>
        </w:trPr>
        <w:tc>
          <w:tcPr>
            <w:tcW w:w="3344" w:type="dxa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قصرت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السن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الفصاحة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فيه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9A63ED" w:rsidRDefault="009A63ED" w:rsidP="00915B7B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لهذا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القريض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يحتويه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</w:tbl>
    <w:p w:rsidR="0032648E" w:rsidRDefault="0032648E" w:rsidP="009A63ED">
      <w:pPr>
        <w:pStyle w:val="libNormal"/>
      </w:pPr>
      <w:r>
        <w:rPr>
          <w:rFonts w:hint="cs"/>
          <w:rtl/>
          <w:lang w:bidi="fa-IR"/>
        </w:rPr>
        <w:t>م</w:t>
      </w:r>
      <w:r w:rsidR="009A63ED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ابونواس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ارغام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منافقين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شكرانه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253 </w:t>
      </w:r>
      <w:r>
        <w:rPr>
          <w:rFonts w:hint="cs"/>
          <w:rtl/>
          <w:lang w:bidi="fa-IR"/>
        </w:rPr>
        <w:t>سرى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سقسطى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463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عبدالعزيز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ديلمى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سيدمرتضى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اناانزلناه</w:t>
      </w:r>
      <w:r>
        <w:rPr>
          <w:rtl/>
          <w:lang w:bidi="fa-IR"/>
        </w:rPr>
        <w:t xml:space="preserve"> )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هفواته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بتوفيقك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ياهادى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المضلين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))</w:t>
      </w:r>
    </w:p>
    <w:p w:rsidR="0032648E" w:rsidRDefault="0032648E" w:rsidP="00915B7B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224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915B7B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مهارتى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الايتام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افشاء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مجانبته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اللئام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ملجاء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الاملين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455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ميكائيل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سلجوق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اولسلاطين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سلجوقيه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طغرلبك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ارسلان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احضنى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الواسعة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لبراهينك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الساطعه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بناصيتى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الجامعة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بتحننك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المتشاقين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المتوكلين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الفائزين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المقربين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الطالبين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Normal"/>
      </w:pPr>
      <w:r>
        <w:rPr>
          <w:rFonts w:hint="cs"/>
          <w:rtl/>
          <w:lang w:bidi="fa-IR"/>
        </w:rPr>
        <w:lastRenderedPageBreak/>
        <w:t>زنهائيكه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زفاف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نخستين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زنى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زهرا</w:t>
      </w:r>
      <w:r w:rsidR="009A63E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 w:rsidR="009A63E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زمعة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قرشيه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بسخنان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مطايبه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ميساخت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حكومت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دحتر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پراكند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41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حاكم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خزيمه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تزويجش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عاتكه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جحش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عبدالمطلب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حارثه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تزويج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فلما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وطرا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زوجناكها</w:t>
      </w:r>
      <w:r>
        <w:rPr>
          <w:rtl/>
          <w:lang w:bidi="fa-IR"/>
        </w:rPr>
        <w:t>.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زفاف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 w:rsidRPr="00AC7CE9">
        <w:rPr>
          <w:rStyle w:val="libAieChar"/>
          <w:rtl/>
        </w:rPr>
        <w:t xml:space="preserve">(( </w:t>
      </w:r>
      <w:r w:rsidRPr="00AC7CE9">
        <w:rPr>
          <w:rStyle w:val="libAieChar"/>
          <w:rFonts w:hint="cs"/>
          <w:rtl/>
        </w:rPr>
        <w:t>فاذا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طعمتم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فانتشروا</w:t>
      </w:r>
      <w:r w:rsidRPr="00AC7CE9">
        <w:rPr>
          <w:rStyle w:val="libAieChar"/>
          <w:rtl/>
        </w:rPr>
        <w:t xml:space="preserve"> ))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اطولكن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اسرعكن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لحوقا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پيمودند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سوده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درازتر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نخستين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بصدقه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ابوسفيان</w:t>
      </w:r>
      <w:r>
        <w:rPr>
          <w:rtl/>
          <w:lang w:bidi="fa-IR"/>
        </w:rPr>
        <w:t xml:space="preserve"> ) </w:t>
      </w:r>
      <w:r w:rsidRPr="004109B9">
        <w:rPr>
          <w:rStyle w:val="libFootnotenumChar"/>
          <w:rtl/>
        </w:rPr>
        <w:t>(4)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عبيدالله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حجش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شوهرش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نصرانيت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خواستگارى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نجاشى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( </w:t>
      </w:r>
      <w:r>
        <w:rPr>
          <w:rFonts w:hint="cs"/>
          <w:rtl/>
          <w:lang w:bidi="fa-IR"/>
        </w:rPr>
        <w:t>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اخطب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بحضرت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كنانة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الربيع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كنانة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صفيه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رسول</w:t>
      </w:r>
      <w:r w:rsidR="00915B7B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 w:rsidR="00915B7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مهبا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زفاف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حارثة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النعمان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شتافتند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تماشا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حفصه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عرضكرد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اوئيم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نميگوئى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يازدهم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ميمونة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اصهارا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دامادها،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ميمونه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عموى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الهاد</w:t>
      </w:r>
      <w:r>
        <w:rPr>
          <w:rtl/>
          <w:lang w:bidi="fa-IR"/>
        </w:rPr>
        <w:t xml:space="preserve">) </w:t>
      </w:r>
      <w:r w:rsidRPr="004109B9">
        <w:rPr>
          <w:rStyle w:val="libFootnotenumChar"/>
          <w:rtl/>
        </w:rPr>
        <w:t>(5)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ميمونه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بتزويج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 w:rsidR="009A63E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 w:rsidR="009A63E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زفاف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زفاف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باتفاق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زفاف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خزيمه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9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60 </w:t>
      </w:r>
      <w:r>
        <w:rPr>
          <w:rFonts w:hint="cs"/>
          <w:rtl/>
          <w:lang w:bidi="fa-IR"/>
        </w:rPr>
        <w:t>رسولان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كاغذها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كاغذ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>.</w:t>
      </w:r>
    </w:p>
    <w:p w:rsidR="00D73BE9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16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463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ابويعلى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الجعفرى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متكلم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D73BE9" w:rsidP="0032648E">
      <w:pPr>
        <w:pStyle w:val="libNormal"/>
      </w:pPr>
      <w:r>
        <w:rPr>
          <w:rtl/>
          <w:lang w:bidi="fa-IR"/>
        </w:rPr>
        <w:br w:type="page"/>
      </w:r>
    </w:p>
    <w:p w:rsidR="0032648E" w:rsidRDefault="0032648E" w:rsidP="00D73BE9">
      <w:pPr>
        <w:pStyle w:val="libBold1"/>
      </w:pPr>
      <w:r>
        <w:rPr>
          <w:rFonts w:hint="cs"/>
          <w:rtl/>
          <w:lang w:bidi="fa-IR"/>
        </w:rPr>
        <w:t>پاورقى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1-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Normal"/>
      </w:pPr>
      <w:r>
        <w:rPr>
          <w:rtl/>
          <w:lang w:bidi="fa-IR"/>
        </w:rPr>
        <w:t xml:space="preserve">2-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اكتفا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موظف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مجموع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>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3-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علامت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علامت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هندسه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4- </w:t>
      </w: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ملاحظه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زوجه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9A63ED" w:rsidTr="009A63ED">
        <w:trPr>
          <w:trHeight w:val="350"/>
        </w:trPr>
        <w:tc>
          <w:tcPr>
            <w:tcW w:w="3344" w:type="dxa"/>
            <w:shd w:val="clear" w:color="auto" w:fill="auto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پسر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هند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است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  <w:shd w:val="clear" w:color="auto" w:fill="auto"/>
          </w:tcPr>
          <w:p w:rsidR="009A63ED" w:rsidRDefault="009A63ED" w:rsidP="00915B7B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دوستى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بكارى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نيست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9A63ED" w:rsidTr="009A63ED">
        <w:tblPrEx>
          <w:tblLook w:val="04A0"/>
        </w:tblPrEx>
        <w:trPr>
          <w:trHeight w:val="350"/>
        </w:trPr>
        <w:tc>
          <w:tcPr>
            <w:tcW w:w="3344" w:type="dxa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خطى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نوشت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بهر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نبى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9A63ED" w:rsidRDefault="009A63ED" w:rsidP="00915B7B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بخطش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نيز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افتخارى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نيست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9A63ED" w:rsidTr="009A63ED">
        <w:tblPrEx>
          <w:tblLook w:val="04A0"/>
        </w:tblPrEx>
        <w:trPr>
          <w:trHeight w:val="350"/>
        </w:trPr>
        <w:tc>
          <w:tcPr>
            <w:tcW w:w="3344" w:type="dxa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مقامى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مردانند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9A63ED" w:rsidRDefault="009A63ED" w:rsidP="00915B7B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بخط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اعتبارى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نيست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</w:tbl>
    <w:p w:rsidR="0032648E" w:rsidRDefault="009A63ED" w:rsidP="0032648E">
      <w:pPr>
        <w:pStyle w:val="libNormal"/>
      </w:pPr>
      <w:r>
        <w:rPr>
          <w:rtl/>
          <w:lang w:bidi="fa-IR"/>
        </w:rPr>
        <w:t xml:space="preserve"> </w:t>
      </w:r>
      <w:r w:rsidR="0032648E">
        <w:rPr>
          <w:rtl/>
          <w:lang w:bidi="fa-IR"/>
        </w:rPr>
        <w:t>(</w:t>
      </w:r>
      <w:r w:rsidR="0032648E">
        <w:rPr>
          <w:rFonts w:hint="cs"/>
          <w:rtl/>
          <w:lang w:bidi="fa-IR"/>
        </w:rPr>
        <w:t>منه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عفى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عنه</w:t>
      </w:r>
      <w:r w:rsidR="0032648E">
        <w:rPr>
          <w:rtl/>
          <w:lang w:bidi="fa-IR"/>
        </w:rPr>
        <w:t xml:space="preserve"> )</w:t>
      </w:r>
    </w:p>
    <w:p w:rsidR="00155F0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5- </w:t>
      </w:r>
      <w:r>
        <w:rPr>
          <w:rFonts w:hint="cs"/>
          <w:rtl/>
          <w:lang w:bidi="fa-IR"/>
        </w:rPr>
        <w:t>هادى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ميافروخت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بمضيف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</w:t>
      </w:r>
    </w:p>
    <w:p w:rsidR="0032648E" w:rsidRDefault="00D73BE9" w:rsidP="0050487A">
      <w:pPr>
        <w:pStyle w:val="libBold1"/>
      </w:pPr>
      <w:r>
        <w:rPr>
          <w:rtl/>
          <w:lang w:bidi="fa-IR"/>
        </w:rPr>
        <w:br w:type="page"/>
      </w:r>
      <w:r w:rsidR="0032648E">
        <w:rPr>
          <w:rFonts w:hint="cs"/>
          <w:rtl/>
          <w:lang w:bidi="fa-IR"/>
        </w:rPr>
        <w:lastRenderedPageBreak/>
        <w:t>شب</w:t>
      </w:r>
      <w:r w:rsidR="00FE2974">
        <w:rPr>
          <w:rtl/>
          <w:lang w:bidi="fa-IR"/>
        </w:rPr>
        <w:t>:</w:t>
      </w:r>
      <w:r w:rsidR="0032648E">
        <w:rPr>
          <w:rtl/>
          <w:lang w:bidi="fa-IR"/>
        </w:rPr>
        <w:t xml:space="preserve"> 11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كوثر</w:t>
      </w:r>
      <w:r>
        <w:rPr>
          <w:rtl/>
          <w:lang w:bidi="fa-IR"/>
        </w:rPr>
        <w:t>)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الفسوق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العصيان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النيران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بعونك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ياغوث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المستغيثين</w:t>
      </w:r>
      <w:r>
        <w:rPr>
          <w:rtl/>
          <w:lang w:bidi="fa-IR"/>
        </w:rPr>
        <w:t xml:space="preserve"> ))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اناانزلناه</w:t>
      </w:r>
      <w:r>
        <w:rPr>
          <w:rtl/>
          <w:lang w:bidi="fa-IR"/>
        </w:rPr>
        <w:t xml:space="preserve"> ).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بالستر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العفاف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القنوع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الكفاف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الانصاف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بعصمتك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ياعصمة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الخائفين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50487A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 w:rsidR="009A63E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اميرالمؤمنين</w:t>
      </w:r>
      <w:r>
        <w:rPr>
          <w:rtl/>
          <w:lang w:bidi="fa-IR"/>
        </w:rPr>
        <w:t xml:space="preserve"> 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597</w:t>
      </w:r>
      <w:r>
        <w:rPr>
          <w:rFonts w:hint="cs"/>
          <w:rtl/>
          <w:lang w:bidi="fa-IR"/>
        </w:rPr>
        <w:t>،</w:t>
      </w:r>
      <w:r w:rsidR="009A63E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عبدالرحمن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حنبلى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 w:rsidR="009A63E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ابوالمظفر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قزعلى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تذكره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654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دمشق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تاءليفات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راءس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اذكياء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ناصر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كيست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،</w:t>
      </w:r>
      <w:r w:rsidR="009B4CA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جرئت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تصريح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بعقيده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باجمال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افضلهم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 w:rsidR="009B4CA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آنكسى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تاءكيد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فطانت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تفقدونى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صراط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خصائص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 w:rsidR="009A63E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الامدع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كذاب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50487A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غسل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).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الاقذار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كائنات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للتقى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بعونك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المساكين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9B4CAF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95(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آكله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جحيم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عساكر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گرسنگى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ميكشند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بناحيه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 w:rsidR="009A63E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اخسؤ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لاتكلمون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Normal"/>
      </w:pP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قنبر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عبدالرحمن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تازيانه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كتفهايش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بگفت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الطويل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حواريين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سجاد</w:t>
      </w:r>
      <w:r>
        <w:rPr>
          <w:rtl/>
          <w:lang w:bidi="fa-IR"/>
        </w:rPr>
        <w:t>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>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مخاطبات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خونريزى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گرفتاريهاى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تعبير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اباوذحة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418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شجاع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تصنيفات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النظير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نعمانى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غيبت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زلزلت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 </w:t>
      </w:r>
      <w:r>
        <w:rPr>
          <w:rFonts w:hint="cs"/>
          <w:rtl/>
          <w:lang w:bidi="fa-IR"/>
        </w:rPr>
        <w:t>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لاتواخذنى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بالعثرات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الهفوات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لاتجعلنى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للبلايا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بعزتك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عزالمرسيلن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))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67 (</w:t>
      </w:r>
      <w:r>
        <w:rPr>
          <w:rFonts w:hint="cs"/>
          <w:rtl/>
          <w:lang w:bidi="fa-IR"/>
        </w:rPr>
        <w:t>مختار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 w:rsidRPr="004109B9">
        <w:rPr>
          <w:rStyle w:val="libFootnotenumChar"/>
          <w:rtl/>
        </w:rPr>
        <w:t>(6)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دارالاماره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جندب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نعمان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جوئيم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بذل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مصعب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نوشت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سمرة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نعمان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13 </w:t>
      </w:r>
      <w:r>
        <w:rPr>
          <w:rFonts w:hint="cs"/>
          <w:rtl/>
          <w:lang w:bidi="fa-IR"/>
        </w:rPr>
        <w:t>جمادى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lastRenderedPageBreak/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متبركه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50487A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1- </w:t>
      </w:r>
      <w:r>
        <w:rPr>
          <w:rFonts w:hint="cs"/>
          <w:rtl/>
          <w:lang w:bidi="fa-IR"/>
        </w:rPr>
        <w:t>غسل</w:t>
      </w:r>
    </w:p>
    <w:p w:rsidR="0050487A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 w:rsidR="0050487A">
        <w:rPr>
          <w:rtl/>
          <w:lang w:bidi="fa-IR"/>
        </w:rPr>
        <w:t xml:space="preserve"> )</w:t>
      </w:r>
    </w:p>
    <w:p w:rsidR="0050487A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توحيد</w:t>
      </w:r>
      <w:r w:rsidR="0050487A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).</w:t>
      </w:r>
    </w:p>
    <w:p w:rsidR="0050487A" w:rsidRDefault="0032648E" w:rsidP="0050487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5 -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</w:p>
    <w:p w:rsidR="0032648E" w:rsidRDefault="0032648E" w:rsidP="0050487A">
      <w:pPr>
        <w:pStyle w:val="libNormal"/>
      </w:pPr>
      <w:r>
        <w:rPr>
          <w:rtl/>
          <w:lang w:bidi="fa-IR"/>
        </w:rPr>
        <w:t xml:space="preserve">6 -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الخاشعين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المخبتين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الخائفين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50487A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مجتبى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بتراشد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عقيقه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سوراخ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تولد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تقى</w:t>
      </w:r>
      <w:r>
        <w:rPr>
          <w:rtl/>
          <w:lang w:bidi="fa-IR"/>
        </w:rPr>
        <w:t xml:space="preserve"> 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شريفيى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تزويج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خزيمه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 w:rsidR="009B4CA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مساكين</w:t>
      </w:r>
      <w:r w:rsidR="00FE2974">
        <w:rPr>
          <w:rtl/>
          <w:lang w:bidi="fa-IR"/>
        </w:rPr>
        <w:t>.</w:t>
      </w:r>
    </w:p>
    <w:p w:rsidR="0032648E" w:rsidRDefault="0032648E" w:rsidP="009B4CAF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9B4CA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كاغذ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بنويسد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مجتمع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383 </w:t>
      </w:r>
      <w:r>
        <w:rPr>
          <w:rFonts w:hint="cs"/>
          <w:rtl/>
          <w:lang w:bidi="fa-IR"/>
        </w:rPr>
        <w:t>فاضل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متبحر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خوارزمى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نيشابور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ميطلبد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دواوين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عضدالدوله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رفيعى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بگفت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9A63ED" w:rsidTr="009A63ED">
        <w:trPr>
          <w:trHeight w:val="350"/>
        </w:trPr>
        <w:tc>
          <w:tcPr>
            <w:tcW w:w="3344" w:type="dxa"/>
            <w:shd w:val="clear" w:color="auto" w:fill="auto"/>
          </w:tcPr>
          <w:p w:rsidR="009A63ED" w:rsidRDefault="009A63ED" w:rsidP="00915B7B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اقول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لربك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خراسان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قابل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  <w:shd w:val="clear" w:color="auto" w:fill="auto"/>
          </w:tcPr>
          <w:p w:rsidR="009A63ED" w:rsidRDefault="009A63ED" w:rsidP="00915B7B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امامات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خوارزميكم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قيل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نعم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9A63ED" w:rsidTr="009A63ED">
        <w:tblPrEx>
          <w:tblLook w:val="04A0"/>
        </w:tblPrEx>
        <w:trPr>
          <w:trHeight w:val="350"/>
        </w:trPr>
        <w:tc>
          <w:tcPr>
            <w:tcW w:w="3344" w:type="dxa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فقلت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اكتبوا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بالجص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فوق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قبره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9A63ED" w:rsidRDefault="009A63ED" w:rsidP="00915B7B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الا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لعن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الرحمن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كفر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النعم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مورخين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رسائلى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نيشابور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حاجى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ابوالفضل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اواخر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شفاء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الصدور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ايراد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اليهكم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التكاثر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مرافقة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الاشرار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برحمتك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بالوهتيك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9B4CA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58 </w:t>
      </w:r>
      <w:r>
        <w:rPr>
          <w:rFonts w:hint="cs"/>
          <w:rtl/>
          <w:lang w:bidi="fa-IR"/>
        </w:rPr>
        <w:t>عائشه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 w:rsidRPr="004109B9">
        <w:rPr>
          <w:rStyle w:val="libFootnotenumChar"/>
          <w:rtl/>
        </w:rPr>
        <w:t>(7)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ابوهريرة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9B4CA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شرعيه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عائشه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ازرى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8"/>
        <w:gridCol w:w="268"/>
        <w:gridCol w:w="3316"/>
      </w:tblGrid>
      <w:tr w:rsidR="009A63ED" w:rsidTr="00915B7B">
        <w:trPr>
          <w:trHeight w:val="350"/>
        </w:trPr>
        <w:tc>
          <w:tcPr>
            <w:tcW w:w="3920" w:type="dxa"/>
            <w:shd w:val="clear" w:color="auto" w:fill="auto"/>
          </w:tcPr>
          <w:p w:rsidR="009A63ED" w:rsidRDefault="009A63ED" w:rsidP="00915B7B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حفظت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اربعين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حديث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79" w:type="dxa"/>
            <w:shd w:val="clear" w:color="auto" w:fill="auto"/>
          </w:tcPr>
          <w:p w:rsidR="009A63ED" w:rsidRDefault="009A63ED" w:rsidP="00915B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A63ED" w:rsidRDefault="009A63ED" w:rsidP="00915B7B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الذكر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آية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تلناها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ابوهريرة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منافرت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احاديث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ابوهريرة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تكذيب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سيوطى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الاصابة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استدركته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عائشه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الصحابة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نگاشتم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لايحتاج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التفسير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السئوال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الصامتين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الطاهرين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50487A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عبته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شيبه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بشمشير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بدركات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جحيم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شتافتند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ابوجهل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مسعود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فحص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ابوجهل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اخزاك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ابوجهل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گوسفند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باكيست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ابوجهل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كلماتى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عداوتم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اعضاى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افزود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حقيرتر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شمشيرش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تيغ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ابوجهل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 w:rsidR="009A63E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زهرى</w:t>
      </w:r>
      <w:r>
        <w:rPr>
          <w:rtl/>
          <w:lang w:bidi="fa-IR"/>
        </w:rPr>
        <w:t xml:space="preserve"> ) (</w:t>
      </w:r>
      <w:r>
        <w:rPr>
          <w:rFonts w:hint="cs"/>
          <w:rtl/>
          <w:lang w:bidi="fa-IR"/>
        </w:rPr>
        <w:t>بضم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للزهرى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الجانب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تفصيل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710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شيرازى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24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ميكنم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كوثر</w:t>
      </w:r>
      <w:r>
        <w:rPr>
          <w:rtl/>
          <w:lang w:bidi="fa-IR"/>
        </w:rPr>
        <w:t>).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بضيآء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اعضائى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اتباع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العارفين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19</w:t>
      </w:r>
    </w:p>
    <w:p w:rsidR="0032648E" w:rsidRDefault="0032648E" w:rsidP="0050487A">
      <w:pPr>
        <w:pStyle w:val="libNormal"/>
      </w:pPr>
      <w:r>
        <w:rPr>
          <w:rFonts w:hint="cs"/>
          <w:rtl/>
          <w:lang w:bidi="fa-IR"/>
        </w:rPr>
        <w:lastRenderedPageBreak/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بخدمت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بهرشبى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مقارن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(8)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هفتمرتبه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بكتابك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عتقائك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مصحف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ارسلته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احداعرف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معصومين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آنوقت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Normal"/>
      </w:pPr>
      <w:r>
        <w:rPr>
          <w:rtl/>
          <w:lang w:bidi="fa-IR"/>
        </w:rPr>
        <w:lastRenderedPageBreak/>
        <w:t xml:space="preserve">5 -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هديه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6 - </w:t>
      </w:r>
      <w:r>
        <w:rPr>
          <w:rFonts w:hint="cs"/>
          <w:rtl/>
          <w:lang w:bidi="fa-IR"/>
        </w:rPr>
        <w:t>احياء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7 -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8 -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جوشن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Normal"/>
      </w:pPr>
      <w:r>
        <w:rPr>
          <w:rtl/>
          <w:lang w:bidi="fa-IR"/>
        </w:rPr>
        <w:t xml:space="preserve">9-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العابدين</w:t>
      </w:r>
      <w:r>
        <w:rPr>
          <w:rtl/>
          <w:lang w:bidi="fa-IR"/>
        </w:rPr>
        <w:t xml:space="preserve"> 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امسيت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زلزلت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بااينهمه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زلزلت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خواندن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19</w:t>
      </w:r>
    </w:p>
    <w:p w:rsidR="0032648E" w:rsidRDefault="0032648E" w:rsidP="0050487A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حظى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حيازء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تحرمنى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هاديا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المبين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40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مذاكره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نهروان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بگريستند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يكشب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بكشند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ملجم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قطام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اخضر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قطام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ابيطالب</w:t>
      </w:r>
      <w:r>
        <w:rPr>
          <w:rtl/>
          <w:lang w:bidi="fa-IR"/>
        </w:rPr>
        <w:t xml:space="preserve"> </w:t>
      </w:r>
      <w:r w:rsidR="009B4CA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مجالد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خارجى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انتظار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قطام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اعتكاف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بعزيمت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قطام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همينكه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(</w:t>
      </w:r>
      <w:r w:rsidR="009B4CA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نازنيش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Normal"/>
      </w:pPr>
      <w:r>
        <w:rPr>
          <w:rFonts w:hint="cs"/>
          <w:rtl/>
          <w:lang w:bidi="fa-IR"/>
        </w:rPr>
        <w:t>شمشير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شبيب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ملجم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خضاب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خضاب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اميرالمؤمنين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انتظار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بيوفائى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(9)</w:t>
      </w:r>
    </w:p>
    <w:p w:rsidR="0032648E" w:rsidRDefault="0032648E" w:rsidP="0050487A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واقدى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40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سفاح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كنيه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ابوالاملاك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عداوتى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بشنوم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تغيير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تغيير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تغيير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نميدهم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648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21 </w:t>
      </w:r>
      <w:r>
        <w:rPr>
          <w:rFonts w:hint="cs"/>
          <w:rtl/>
          <w:lang w:bidi="fa-IR"/>
        </w:rPr>
        <w:t>محرم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بنمايم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دعايش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النيران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لتلاوة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السكينة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8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آهنگ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اوثان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رسولخدا</w:t>
      </w:r>
      <w:r w:rsidR="009B4CA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 w:rsidRPr="00AC7CE9">
        <w:rPr>
          <w:rStyle w:val="libAieChar"/>
          <w:rtl/>
        </w:rPr>
        <w:t xml:space="preserve">(( </w:t>
      </w:r>
      <w:r w:rsidRPr="00AC7CE9">
        <w:rPr>
          <w:rStyle w:val="libAieChar"/>
          <w:rFonts w:hint="cs"/>
          <w:rtl/>
        </w:rPr>
        <w:t>قل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جاء</w:t>
      </w:r>
      <w:r w:rsidRPr="00AC7CE9">
        <w:rPr>
          <w:rStyle w:val="libAieChar"/>
          <w:rtl/>
        </w:rPr>
        <w:t xml:space="preserve"> </w:t>
      </w:r>
      <w:r w:rsidRPr="00AC7CE9">
        <w:rPr>
          <w:rStyle w:val="libAieChar"/>
          <w:rFonts w:hint="cs"/>
          <w:rtl/>
        </w:rPr>
        <w:t>الحق</w:t>
      </w:r>
      <w:r w:rsidRPr="00AC7CE9">
        <w:rPr>
          <w:rStyle w:val="libAieChar"/>
          <w:rtl/>
        </w:rPr>
        <w:t xml:space="preserve"> ))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نگونساز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عضادتين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تهليلات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درترس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ميبريد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ميبريم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بقصه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عفو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رسولخدا</w:t>
      </w:r>
      <w:r w:rsidR="009B4CA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برخواست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تثريب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الرحمين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معفو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الالبئس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جيران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كذبتم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طردتم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اخرجتم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اذيتم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مارضيتم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جئتمون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تقاتلونى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اذهبوا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الطقاء</w:t>
      </w:r>
      <w:r>
        <w:rPr>
          <w:rtl/>
          <w:lang w:bidi="fa-IR"/>
        </w:rPr>
        <w:t>.))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بلال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عكرمه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خالدبن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ابوسفيان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مباركه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ميزاب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انداخت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542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ابوالسعادات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الشجرى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بغدادى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626 (</w:t>
      </w:r>
      <w:r>
        <w:rPr>
          <w:rFonts w:hint="cs"/>
          <w:rtl/>
          <w:lang w:bidi="fa-IR"/>
        </w:rPr>
        <w:t>ياقوت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ثلاثه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الاطلاع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مملوك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موصل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خراسان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21</w:t>
      </w:r>
    </w:p>
    <w:p w:rsidR="0032648E" w:rsidRDefault="0032648E" w:rsidP="0050487A">
      <w:pPr>
        <w:pStyle w:val="libNormal"/>
      </w:pPr>
      <w:r>
        <w:rPr>
          <w:rFonts w:hint="cs"/>
          <w:rtl/>
          <w:lang w:bidi="fa-IR"/>
        </w:rPr>
        <w:t>فضيلتش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سرگفتن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جوشن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50487A">
      <w:pPr>
        <w:pStyle w:val="libNormal"/>
      </w:pPr>
      <w:r>
        <w:rPr>
          <w:rFonts w:hint="cs"/>
          <w:rtl/>
          <w:lang w:bidi="fa-IR"/>
        </w:rPr>
        <w:lastRenderedPageBreak/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مرازم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اينست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النهار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مصباح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اعتكاف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اعتكاف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اعتكاف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5865B2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 w:rsidR="009B4CAF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يوشع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5865B2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).</w:t>
      </w:r>
    </w:p>
    <w:p w:rsidR="0032648E" w:rsidRDefault="0032648E" w:rsidP="005865B2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احزان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>(</w:t>
      </w:r>
      <w:r w:rsidR="005865B2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اشباع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>(</w:t>
      </w:r>
      <w:r w:rsidR="005865B2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حمادبن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سئوال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حصيرى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چسبانيده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طلوع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القلوب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الابصار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للشيطان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الطالبين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5865B2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خضر،</w:t>
      </w:r>
      <w:r>
        <w:rPr>
          <w:rtl/>
          <w:lang w:bidi="fa-IR"/>
        </w:rPr>
        <w:t xml:space="preserve"> </w:t>
      </w:r>
      <w:r w:rsidR="005865B2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هديه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فضلك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لموجبات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ببركته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بحبوحة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المضطرين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273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قزوينى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1286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الفقهاء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العراقين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مرحوم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حاجى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50487A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بتعميرات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خيرالجزاء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مستفاد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جهنمى</w:t>
      </w:r>
      <w:r>
        <w:rPr>
          <w:rtl/>
          <w:lang w:bidi="fa-IR"/>
        </w:rPr>
        <w:t xml:space="preserve"> ) </w:t>
      </w:r>
      <w:r w:rsidRPr="004109B9">
        <w:rPr>
          <w:rStyle w:val="libFootnotenumChar"/>
          <w:rtl/>
        </w:rPr>
        <w:t>(10)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ميگردد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50487A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عنكبوت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روم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دخان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حافظا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تسكنه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تمتعه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طويلا</w:t>
      </w:r>
      <w:r>
        <w:rPr>
          <w:rtl/>
          <w:lang w:bidi="fa-IR"/>
        </w:rPr>
        <w:t>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5 -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امددلى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7 -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8 -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32648E" w:rsidRDefault="0032648E" w:rsidP="005865B2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5865B2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تاءكيد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5865B2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بصبح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خصوصا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الاخلاق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انتهى</w:t>
      </w:r>
      <w:r w:rsidR="00FE2974">
        <w:rPr>
          <w:rtl/>
          <w:lang w:bidi="fa-IR"/>
        </w:rPr>
        <w:t>.</w:t>
      </w:r>
    </w:p>
    <w:p w:rsidR="0032648E" w:rsidRDefault="0032648E" w:rsidP="005865B2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مضايقه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خاطرم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سزاوار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مستخفين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شاءنه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بهدايت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گمراهى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تاءييد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گمراهان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بشفاعت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) </w:t>
      </w:r>
      <w:r w:rsidR="009B4CAF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يعلمون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 w:rsidR="005865B2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ميتابد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وفاجر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اغسلنى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الذنوب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القلوب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المذنبين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230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يرضيك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اعوذبك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ممايؤ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ذيك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التوفيق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التوفيق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اطيعك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اعصيك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السائلين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65 </w:t>
      </w:r>
      <w:r>
        <w:rPr>
          <w:rFonts w:hint="cs"/>
          <w:rtl/>
          <w:lang w:bidi="fa-IR"/>
        </w:rPr>
        <w:t>متغلب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الوظيه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الوظيه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آنوقت</w:t>
      </w:r>
      <w:r>
        <w:rPr>
          <w:rtl/>
          <w:lang w:bidi="fa-IR"/>
        </w:rPr>
        <w:t xml:space="preserve"> 63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نحسش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الوزغ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الوزغ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المعلون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سنخيت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اكتفا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زرقاء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عموى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بوزارت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كاغذى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عايشه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طلحه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حسنين</w:t>
      </w:r>
      <w:r>
        <w:rPr>
          <w:rtl/>
          <w:lang w:bidi="fa-IR"/>
        </w:rPr>
        <w:t xml:space="preserve"> ) </w:t>
      </w:r>
      <w:r w:rsidR="00F018D3" w:rsidRPr="007A6686">
        <w:rPr>
          <w:rStyle w:val="libAlaemChar"/>
          <w:rFonts w:hint="cs"/>
          <w:rtl/>
          <w:lang w:bidi="fa-IR"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شفاعت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).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يهودى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يهود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بليسد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الاكبش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ستلقى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احمر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بخصوص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).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حكومت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مبالغه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</w:t>
      </w:r>
      <w:r>
        <w:rPr>
          <w:rtl/>
          <w:lang w:bidi="fa-IR"/>
        </w:rPr>
        <w:t xml:space="preserve"> (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لعنتة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354 (</w:t>
      </w:r>
      <w:r>
        <w:rPr>
          <w:rFonts w:hint="cs"/>
          <w:rtl/>
          <w:lang w:bidi="fa-IR"/>
        </w:rPr>
        <w:t>ابولطيب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شاعر،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قطاعان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باديه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سماوه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8"/>
        <w:gridCol w:w="268"/>
        <w:gridCol w:w="3316"/>
      </w:tblGrid>
      <w:tr w:rsidR="00401BD2" w:rsidTr="00D73BE9">
        <w:trPr>
          <w:trHeight w:val="350"/>
        </w:trPr>
        <w:tc>
          <w:tcPr>
            <w:tcW w:w="3920" w:type="dxa"/>
            <w:shd w:val="clear" w:color="auto" w:fill="auto"/>
          </w:tcPr>
          <w:p w:rsidR="00401BD2" w:rsidRDefault="00401BD2" w:rsidP="00D73BE9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ابا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حسن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حبك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مدخلى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79" w:type="dxa"/>
            <w:shd w:val="clear" w:color="auto" w:fill="auto"/>
          </w:tcPr>
          <w:p w:rsidR="00401BD2" w:rsidRDefault="00401BD2" w:rsidP="00D73BE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01BD2" w:rsidRDefault="00401BD2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جهنم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الفوز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جحيمها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401BD2" w:rsidTr="00D73BE9">
        <w:trPr>
          <w:trHeight w:val="350"/>
        </w:trPr>
        <w:tc>
          <w:tcPr>
            <w:tcW w:w="3920" w:type="dxa"/>
          </w:tcPr>
          <w:p w:rsidR="00401BD2" w:rsidRDefault="00401BD2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كيف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يخاف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النار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موقنا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79" w:type="dxa"/>
          </w:tcPr>
          <w:p w:rsidR="00401BD2" w:rsidRDefault="00401BD2" w:rsidP="00D73BE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01BD2" w:rsidRDefault="00401BD2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بان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امير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المؤ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قسيمها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سيوطى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710 (</w:t>
      </w:r>
      <w:r>
        <w:rPr>
          <w:rFonts w:hint="cs"/>
          <w:rtl/>
          <w:lang w:bidi="fa-IR"/>
        </w:rPr>
        <w:t>قطب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شيرازى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تبريز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بيضاوى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قطب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شاگرد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كاتبى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طوسى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قزوين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بمنزل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كاتبى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كاتبى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قطب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ملازمت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استفاده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بحديكه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قطب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مطابياتى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مشگورا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ذنبى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بعفوك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مغفورا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بجودك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المبتهلين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518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ميدانى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(11)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نيشابورى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الامثال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زمخشرى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لطيفه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544 (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693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القضاة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دمشقى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تتميم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عنكبوت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والصافات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قمولى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تكميل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سيداجل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1137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افاغنه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اعجوبه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مبدء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صغر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مصنفات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كشف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اللثام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لمعه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تفسير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تلخيص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غيرها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تحصيل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معقولها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التصنيف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اثنتى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عشرة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D73BE9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مزارش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D73BE9" w:rsidP="0032648E">
      <w:pPr>
        <w:pStyle w:val="libNormal"/>
      </w:pPr>
      <w:r>
        <w:rPr>
          <w:rtl/>
          <w:lang w:bidi="fa-IR"/>
        </w:rPr>
        <w:br w:type="page"/>
      </w:r>
    </w:p>
    <w:p w:rsidR="0032648E" w:rsidRDefault="0032648E" w:rsidP="00D73BE9">
      <w:pPr>
        <w:pStyle w:val="libBold1"/>
      </w:pPr>
      <w:r>
        <w:rPr>
          <w:rFonts w:hint="cs"/>
          <w:rtl/>
          <w:lang w:bidi="fa-IR"/>
        </w:rPr>
        <w:t>پاورقى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6-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العابدين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دلجوئى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ايتام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عبيدالله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سوگوارى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خضاب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مطبخ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بعلاوه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مختار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اعانتها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خوشا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محزون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اطهار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).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7-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ستانى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آهك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بنشيند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8- ((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الوسائل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يفطر</w:t>
      </w:r>
      <w:r>
        <w:rPr>
          <w:rtl/>
          <w:lang w:bidi="fa-IR"/>
        </w:rPr>
        <w:t xml:space="preserve">.))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9-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بمعويه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مغنيه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عينى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روشن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نگويم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تازيانه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كفواعنى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معوية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فلاقرت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الشامتينا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قتلتم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مركب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المطايا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عمودى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10- </w:t>
      </w:r>
      <w:r>
        <w:rPr>
          <w:rFonts w:hint="cs"/>
          <w:rtl/>
          <w:lang w:bidi="fa-IR"/>
        </w:rPr>
        <w:t>سيدره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جهنمى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9B4CAF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گوسفند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 w:rsidR="009B4CAF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گوسفند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11- </w:t>
      </w:r>
      <w:r>
        <w:rPr>
          <w:rFonts w:hint="cs"/>
          <w:rtl/>
          <w:lang w:bidi="fa-IR"/>
        </w:rPr>
        <w:t>ميدان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نيشابور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5"/>
        <w:gridCol w:w="268"/>
        <w:gridCol w:w="3319"/>
      </w:tblGrid>
      <w:tr w:rsidR="00401BD2" w:rsidTr="00401BD2">
        <w:trPr>
          <w:trHeight w:val="350"/>
        </w:trPr>
        <w:tc>
          <w:tcPr>
            <w:tcW w:w="3335" w:type="dxa"/>
          </w:tcPr>
          <w:p w:rsidR="00401BD2" w:rsidRDefault="00401BD2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تنفس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صبح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الشيب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ليل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عارضى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68" w:type="dxa"/>
          </w:tcPr>
          <w:p w:rsidR="00401BD2" w:rsidRDefault="00401BD2" w:rsidP="00D73BE9">
            <w:pPr>
              <w:pStyle w:val="libPoem"/>
              <w:rPr>
                <w:rtl/>
              </w:rPr>
            </w:pPr>
          </w:p>
        </w:tc>
        <w:tc>
          <w:tcPr>
            <w:tcW w:w="3319" w:type="dxa"/>
          </w:tcPr>
          <w:p w:rsidR="00401BD2" w:rsidRDefault="00401BD2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فقلت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عساه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يكفى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بعذارى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401BD2" w:rsidTr="00401BD2">
        <w:tblPrEx>
          <w:tblLook w:val="04A0"/>
        </w:tblPrEx>
        <w:trPr>
          <w:trHeight w:val="350"/>
        </w:trPr>
        <w:tc>
          <w:tcPr>
            <w:tcW w:w="3335" w:type="dxa"/>
          </w:tcPr>
          <w:p w:rsidR="00401BD2" w:rsidRDefault="00401BD2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فلما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فشى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عاتبته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فاجابنى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68" w:type="dxa"/>
          </w:tcPr>
          <w:p w:rsidR="00401BD2" w:rsidRDefault="00401BD2" w:rsidP="00D73BE9">
            <w:pPr>
              <w:pStyle w:val="libPoem"/>
              <w:rPr>
                <w:rtl/>
              </w:rPr>
            </w:pPr>
          </w:p>
        </w:tc>
        <w:tc>
          <w:tcPr>
            <w:tcW w:w="3319" w:type="dxa"/>
          </w:tcPr>
          <w:p w:rsidR="00401BD2" w:rsidRDefault="00401BD2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اياهل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صبحا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بغير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نهار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</w:tbl>
    <w:p w:rsidR="00D73BE9" w:rsidRDefault="00D73BE9" w:rsidP="0032648E">
      <w:pPr>
        <w:pStyle w:val="libNormal"/>
        <w:rPr>
          <w:rtl/>
          <w:lang w:bidi="fa-IR"/>
        </w:rPr>
      </w:pPr>
    </w:p>
    <w:p w:rsidR="0032648E" w:rsidRDefault="00D73BE9" w:rsidP="0050487A">
      <w:pPr>
        <w:pStyle w:val="libBold1"/>
      </w:pPr>
      <w:r>
        <w:rPr>
          <w:rtl/>
          <w:lang w:bidi="fa-IR"/>
        </w:rPr>
        <w:br w:type="page"/>
      </w:r>
      <w:r w:rsidR="0032648E">
        <w:rPr>
          <w:rFonts w:hint="cs"/>
          <w:rtl/>
          <w:lang w:bidi="fa-IR"/>
        </w:rPr>
        <w:lastRenderedPageBreak/>
        <w:t>شب</w:t>
      </w:r>
      <w:r w:rsidR="00FE2974">
        <w:rPr>
          <w:rtl/>
          <w:lang w:bidi="fa-IR"/>
        </w:rPr>
        <w:t>:</w:t>
      </w:r>
      <w:r w:rsidR="0032648E">
        <w:rPr>
          <w:rtl/>
          <w:lang w:bidi="fa-IR"/>
        </w:rPr>
        <w:t xml:space="preserve"> 26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).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لاوليانك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مستنا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متمسكا،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النبيين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1125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خوانسارى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رائقه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حاشيه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تحقيق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اتقان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مرحوم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العابدين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التجافى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دارالغرور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الانابة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الاستعداد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الفوت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E20BA0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اميرالمؤمنين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يوشع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عروج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ماءخوذ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معاذيرى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الوزر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بعباده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الصالحين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يعلم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1111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الربانى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الاصفهانى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المشتهر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بالمجلسى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المطلق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بالمجلسى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 w:rsidR="00FE2974">
        <w:rPr>
          <w:rtl/>
          <w:lang w:bidi="fa-IR"/>
        </w:rPr>
        <w:t>.</w:t>
      </w:r>
    </w:p>
    <w:p w:rsidR="0032648E" w:rsidRDefault="0032648E" w:rsidP="00E20BA0">
      <w:pPr>
        <w:pStyle w:val="libNormal"/>
      </w:pP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</w:t>
      </w:r>
      <w:r w:rsidR="00E20BA0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ليفات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الفيض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القدسى</w:t>
      </w:r>
      <w:r>
        <w:rPr>
          <w:rtl/>
          <w:lang w:bidi="fa-IR"/>
        </w:rPr>
        <w:t xml:space="preserve"> ).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ولادتش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الانوار</w:t>
      </w:r>
      <w:r>
        <w:rPr>
          <w:rtl/>
          <w:lang w:bidi="fa-IR"/>
        </w:rPr>
        <w:t xml:space="preserve">).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بمناسبت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متضمن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ارتكاب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ملجاء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استجابت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صلحا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مدفونند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) 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كوثر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lastRenderedPageBreak/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حظى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النوافل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باحضار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الاحلام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المسائل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الوسائل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يشغله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الملحين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فراموش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نشود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غشنى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ارزقنى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التوفيق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العصمة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غياهب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التهمة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بعباده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المذنبين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50487A" w:rsidRDefault="0032648E" w:rsidP="0050487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</w:p>
    <w:p w:rsidR="0050487A" w:rsidRDefault="0032648E" w:rsidP="0050487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</w:p>
    <w:p w:rsidR="0050487A" w:rsidRDefault="0032648E" w:rsidP="0050487A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50487A">
        <w:rPr>
          <w:rFonts w:hint="cs"/>
          <w:rtl/>
          <w:lang w:bidi="fa-IR"/>
        </w:rPr>
        <w:t>-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انعام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كهف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مفارقت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محزونيم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يطلع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بيامرزد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صدوق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)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صيامنا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مرحوما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محروما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انتها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مسارالشيعه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بابركتى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E20BA0">
      <w:pPr>
        <w:pStyle w:val="libNormal"/>
      </w:pPr>
      <w:r>
        <w:rPr>
          <w:rFonts w:hint="cs"/>
          <w:rtl/>
          <w:lang w:bidi="fa-IR"/>
        </w:rPr>
        <w:lastRenderedPageBreak/>
        <w:t>مؤلف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احتياطا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)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ماترضاه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يرضاه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محكمة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بالاصول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الطاهرين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الراحمين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غالبا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سزاوار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42 </w:t>
      </w:r>
      <w:r>
        <w:rPr>
          <w:rFonts w:hint="cs"/>
          <w:rtl/>
          <w:lang w:bidi="fa-IR"/>
        </w:rPr>
        <w:t>صحيفه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اعنتنى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كتابك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بالقران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بالقران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ماابقيتنى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الابك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E20BA0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622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المستضئى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اربعه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570 </w:t>
      </w:r>
      <w:r>
        <w:rPr>
          <w:rFonts w:hint="cs"/>
          <w:rtl/>
          <w:lang w:bidi="fa-IR"/>
        </w:rPr>
        <w:t>قبه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بقعه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) (</w:t>
      </w:r>
      <w:r w:rsidR="00E20BA0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606 </w:t>
      </w: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سامره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سرداب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شباكى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1330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امتياز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نفايس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نگهدارى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انواع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كتيبه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مينگارم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الاالمودة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يقترف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مولاناا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المفترض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الشريفة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بالنجح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بالتائيد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المخلده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لايكبو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لرايته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الممجدة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يخبوز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فيطيعه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عواصيها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تخشع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نواصيها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المولوى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يرجوالحيوة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المخلدة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الدعاء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لدولته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الموبدة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استجباب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الشريفة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وستماة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الهلالية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طاهره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716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الجاتيو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الجاتيو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متصلب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 w:rsidR="00FE2974">
        <w:rPr>
          <w:rtl/>
          <w:lang w:bidi="fa-IR"/>
        </w:rPr>
        <w:t>.</w:t>
      </w:r>
    </w:p>
    <w:p w:rsidR="0032648E" w:rsidRDefault="00F018D3" w:rsidP="0032648E">
      <w:pPr>
        <w:pStyle w:val="libNormal"/>
      </w:pPr>
      <w:r>
        <w:rPr>
          <w:rtl/>
          <w:lang w:bidi="fa-IR"/>
        </w:rPr>
        <w:br w:type="page"/>
      </w:r>
    </w:p>
    <w:p w:rsidR="0032648E" w:rsidRDefault="0032648E" w:rsidP="0050487A">
      <w:pPr>
        <w:pStyle w:val="Heading2"/>
      </w:pPr>
      <w:bookmarkStart w:id="8" w:name="_Toc460920949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شوال</w:t>
      </w:r>
      <w:bookmarkEnd w:id="8"/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وظايف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آفتاب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احياء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ميدهند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ماهداينا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اولينا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ذاالمن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مصطفى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اغفرلى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مبين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اتوب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انشاءالله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5 -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هديه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6 -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(( </w:t>
      </w:r>
      <w:r>
        <w:rPr>
          <w:rFonts w:hint="cs"/>
          <w:rtl/>
          <w:lang w:bidi="fa-IR"/>
        </w:rPr>
        <w:t>يادائم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البراية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بالعطية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المواهب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السنية</w:t>
      </w:r>
      <w:r>
        <w:rPr>
          <w:rtl/>
          <w:lang w:bidi="fa-IR"/>
        </w:rPr>
        <w:t xml:space="preserve">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اغفرلنا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العشية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7 -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اتبو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ذاالمن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والطول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مصطفى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بطلبد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بطلبد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ريگهاى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بيامرزد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هدية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ايراد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چهارده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جوائز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1 -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ميخواندى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فطره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ششصدو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صيرفى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بفقراء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تفصيل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فقهيه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تصديقا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بكتابك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9B4CAF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لذنوبى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الدنس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5 - </w:t>
      </w:r>
      <w:r>
        <w:rPr>
          <w:rFonts w:hint="cs"/>
          <w:rtl/>
          <w:lang w:bidi="fa-IR"/>
        </w:rPr>
        <w:t>پوشيدن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صحرا</w:t>
      </w:r>
      <w:r w:rsidR="00072ADB">
        <w:rPr>
          <w:rFonts w:hint="cs"/>
          <w:rtl/>
          <w:lang w:bidi="fa-IR"/>
        </w:rPr>
        <w:t xml:space="preserve"> </w:t>
      </w:r>
      <w:r w:rsidRPr="004109B9">
        <w:rPr>
          <w:rStyle w:val="libFootnotenumChar"/>
          <w:rtl/>
        </w:rPr>
        <w:t>(12)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6 -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7 -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 w:rsidRPr="004109B9">
        <w:rPr>
          <w:rStyle w:val="libFootnotenumChar"/>
          <w:rtl/>
        </w:rPr>
        <w:t>(13)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وجهى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بنمازعيد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8 -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قنوت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(14)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برخيزد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والشمس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قنوت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بفرستد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46 </w:t>
      </w:r>
      <w:r>
        <w:rPr>
          <w:rFonts w:hint="cs"/>
          <w:rtl/>
          <w:lang w:bidi="fa-IR"/>
        </w:rPr>
        <w:t>صحيفه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بوريا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9-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10 -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سزاوار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مضطرب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اشقيا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عاقبتها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محزون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مغموم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مسئلت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برنگرداند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مجتبى</w:t>
      </w:r>
      <w:r>
        <w:rPr>
          <w:rtl/>
          <w:lang w:bidi="fa-IR"/>
        </w:rPr>
        <w:t xml:space="preserve"> )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اختصاص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سزاوار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امورشان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هكذا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بصنعت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واوحى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الاية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احتضار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بعيادت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ميگفتى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هوشمند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خردمندى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سوزنم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Normal"/>
      </w:pPr>
      <w:r>
        <w:rPr>
          <w:rFonts w:hint="cs"/>
          <w:rtl/>
          <w:lang w:bidi="fa-IR"/>
        </w:rPr>
        <w:t>ودر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سوراخ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الحكمة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ضالتك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الشرك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لهذا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ميكنم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قال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حطوم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ظلوم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لاتبقى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تذز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التدامة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الحرمان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نتوانستم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نابغه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كنيزكى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جذعان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ابولهب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ابوسفيان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آبستن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حكومت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نابغه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گذاشتند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ابوسفيان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ابوسفيان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lastRenderedPageBreak/>
        <w:t>بخيل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نفقه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عبدالمطلب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F018D3" w:rsidTr="00F018D3">
        <w:trPr>
          <w:trHeight w:val="350"/>
        </w:trPr>
        <w:tc>
          <w:tcPr>
            <w:tcW w:w="3344" w:type="dxa"/>
            <w:shd w:val="clear" w:color="auto" w:fill="auto"/>
          </w:tcPr>
          <w:p w:rsidR="00F018D3" w:rsidRDefault="00F018D3" w:rsidP="00D73BE9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ابوك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ابوسفيان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لاشك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قد</w:t>
            </w:r>
            <w:r>
              <w:rPr>
                <w:rtl/>
                <w:lang w:bidi="fa-IR"/>
              </w:rPr>
              <w:t>0</w:t>
            </w:r>
            <w:r>
              <w:rPr>
                <w:rFonts w:hint="cs"/>
                <w:rtl/>
                <w:lang w:bidi="fa-IR"/>
              </w:rPr>
              <w:t>بدت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  <w:shd w:val="clear" w:color="auto" w:fill="auto"/>
          </w:tcPr>
          <w:p w:rsidR="00F018D3" w:rsidRDefault="00F018D3" w:rsidP="00D73BE9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F018D3" w:rsidRDefault="00F018D3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لنافيك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بينات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الدلائل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F018D3" w:rsidTr="00F018D3">
        <w:tblPrEx>
          <w:tblLook w:val="04A0"/>
        </w:tblPrEx>
        <w:trPr>
          <w:trHeight w:val="350"/>
        </w:trPr>
        <w:tc>
          <w:tcPr>
            <w:tcW w:w="3344" w:type="dxa"/>
          </w:tcPr>
          <w:p w:rsidR="00F018D3" w:rsidRDefault="00F018D3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ففاخر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فخرت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تكن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F018D3" w:rsidRDefault="00F018D3" w:rsidP="00D73BE9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F018D3" w:rsidRDefault="00F018D3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تفاخر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بالعاص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الهجين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وائل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نژاد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مرتضى</w:t>
      </w:r>
      <w:r>
        <w:rPr>
          <w:rtl/>
          <w:lang w:bidi="fa-IR"/>
        </w:rPr>
        <w:t xml:space="preserve"> </w:t>
      </w:r>
      <w:r w:rsidR="00F018D3" w:rsidRPr="007A6686">
        <w:rPr>
          <w:rStyle w:val="libAlaemChar"/>
          <w:rFonts w:hint="cs"/>
          <w:rtl/>
          <w:lang w:bidi="fa-IR"/>
        </w:rPr>
        <w:t>عليهما‌السلام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مخنث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</w:p>
    <w:p w:rsidR="0032648E" w:rsidRDefault="0032648E" w:rsidP="0050487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ارتداد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مبارزات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مصاحف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50487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F018D3" w:rsidTr="00F018D3">
        <w:trPr>
          <w:trHeight w:val="350"/>
        </w:trPr>
        <w:tc>
          <w:tcPr>
            <w:tcW w:w="3344" w:type="dxa"/>
          </w:tcPr>
          <w:p w:rsidR="00F018D3" w:rsidRDefault="00F018D3" w:rsidP="00D73BE9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بآل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محمد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عرف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الصواب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F018D3" w:rsidRDefault="00F018D3" w:rsidP="00D73BE9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F018D3" w:rsidRDefault="00F018D3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ابياتهم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نزل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الكتاب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F018D3" w:rsidTr="00F018D3">
        <w:trPr>
          <w:trHeight w:val="350"/>
        </w:trPr>
        <w:tc>
          <w:tcPr>
            <w:tcW w:w="3344" w:type="dxa"/>
          </w:tcPr>
          <w:p w:rsidR="00F018D3" w:rsidRDefault="00F018D3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حجج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البرايا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F018D3" w:rsidRDefault="00F018D3" w:rsidP="00D73BE9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F018D3" w:rsidRDefault="00F018D3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بهم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بجدهم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يستراب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F018D3" w:rsidTr="00F018D3">
        <w:trPr>
          <w:trHeight w:val="350"/>
        </w:trPr>
        <w:tc>
          <w:tcPr>
            <w:tcW w:w="3344" w:type="dxa"/>
          </w:tcPr>
          <w:p w:rsidR="00F018D3" w:rsidRDefault="00F018D3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ولا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سيما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ابو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حسن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F018D3" w:rsidRDefault="00F018D3" w:rsidP="00D73BE9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F018D3" w:rsidRDefault="00F018D3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الحرب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مرتبة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تهاب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F018D3" w:rsidTr="00F018D3">
        <w:trPr>
          <w:trHeight w:val="350"/>
        </w:trPr>
        <w:tc>
          <w:tcPr>
            <w:tcW w:w="3344" w:type="dxa"/>
          </w:tcPr>
          <w:p w:rsidR="00F018D3" w:rsidRDefault="00F018D3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طعام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سيوفه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مهج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عادى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F018D3" w:rsidRDefault="00F018D3" w:rsidP="00D73BE9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F018D3" w:rsidRDefault="00F018D3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فيض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الرقاب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لهاشراب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F018D3" w:rsidTr="00F018D3">
        <w:trPr>
          <w:trHeight w:val="350"/>
        </w:trPr>
        <w:tc>
          <w:tcPr>
            <w:tcW w:w="3344" w:type="dxa"/>
          </w:tcPr>
          <w:p w:rsidR="00F018D3" w:rsidRDefault="00F018D3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ضربته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كبيعته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بخم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F018D3" w:rsidRDefault="00F018D3" w:rsidP="00D73BE9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F018D3" w:rsidRDefault="00F018D3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معاقدوها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القوم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الرقاب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F018D3" w:rsidTr="00F018D3">
        <w:trPr>
          <w:trHeight w:val="350"/>
        </w:trPr>
        <w:tc>
          <w:tcPr>
            <w:tcW w:w="3344" w:type="dxa"/>
          </w:tcPr>
          <w:p w:rsidR="00F018D3" w:rsidRDefault="00F018D3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الذهب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المصفا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F018D3" w:rsidRDefault="00F018D3" w:rsidP="00D73BE9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F018D3" w:rsidRDefault="00F018D3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باقى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الناس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كلهم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تراب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F018D3" w:rsidTr="00F018D3">
        <w:trPr>
          <w:trHeight w:val="350"/>
        </w:trPr>
        <w:tc>
          <w:tcPr>
            <w:tcW w:w="3344" w:type="dxa"/>
          </w:tcPr>
          <w:p w:rsidR="00F018D3" w:rsidRDefault="00F018D3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هو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البكاء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المحراب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ليلا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F018D3" w:rsidRDefault="00F018D3" w:rsidP="00D73BE9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F018D3" w:rsidRDefault="00F018D3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هوالضحاك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اشتدالضراب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F018D3" w:rsidTr="00F018D3">
        <w:trPr>
          <w:trHeight w:val="350"/>
        </w:trPr>
        <w:tc>
          <w:tcPr>
            <w:tcW w:w="3344" w:type="dxa"/>
          </w:tcPr>
          <w:p w:rsidR="00F018D3" w:rsidRDefault="00F018D3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هو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النباء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العظيم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ملك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نوح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F018D3" w:rsidRDefault="00F018D3" w:rsidP="00D73BE9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F018D3" w:rsidRDefault="00F018D3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القطع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الخطاب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F018D3" w:rsidTr="00D73BE9">
        <w:trPr>
          <w:trHeight w:val="350"/>
        </w:trPr>
        <w:tc>
          <w:tcPr>
            <w:tcW w:w="3344" w:type="dxa"/>
          </w:tcPr>
          <w:p w:rsidR="00F018D3" w:rsidRDefault="00F018D3" w:rsidP="00D73BE9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مناقب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شهد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العدو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بفضلها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F018D3" w:rsidRDefault="00F018D3" w:rsidP="00D73BE9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F018D3" w:rsidRDefault="00F018D3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والفضل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ماشهدت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الاعداء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صفين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شجاعت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بحكم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درازاى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بخريد</w:t>
      </w:r>
      <w:r>
        <w:rPr>
          <w:rtl/>
          <w:lang w:bidi="fa-IR"/>
        </w:rPr>
        <w:t>.</w:t>
      </w:r>
    </w:p>
    <w:p w:rsidR="0032648E" w:rsidRDefault="0032648E" w:rsidP="00E20BA0">
      <w:pPr>
        <w:pStyle w:val="libNormal"/>
      </w:pPr>
      <w:r>
        <w:rPr>
          <w:rFonts w:hint="cs"/>
          <w:rtl/>
          <w:lang w:bidi="fa-IR"/>
        </w:rPr>
        <w:t>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256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للبخارى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حكاية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اجتماع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لديه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الاحاديث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المغلوبة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الصحيح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اغتلت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الصحيح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 w:rsidR="0050487A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تيميه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احتياط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حاصل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(15)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بخارى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احتياط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ارواحنافداه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احتياط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بتصريح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بخارى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بتعميم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393 (</w:t>
      </w:r>
      <w:r>
        <w:rPr>
          <w:rFonts w:hint="cs"/>
          <w:rtl/>
          <w:lang w:bidi="fa-IR"/>
        </w:rPr>
        <w:t>طائع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569 (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المبارك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بغدادى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606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هرآة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اشعرى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مازندرانى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فخررازى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(16)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الخطيب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محصول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محاكمات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 w:rsidR="00FE2974">
        <w:rPr>
          <w:rtl/>
          <w:lang w:bidi="fa-IR"/>
        </w:rPr>
        <w:t>.</w:t>
      </w:r>
    </w:p>
    <w:p w:rsidR="0032648E" w:rsidRDefault="0032648E" w:rsidP="00072ADB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ذهبى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تشكيكاتى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مكتوم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مخاطبة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النجوم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</w:t>
      </w:r>
      <w:r w:rsidR="00072ADB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ليف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605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فراس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طاوس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الخواطر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مجموعه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ورام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استجاب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روايات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استجاب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بحكم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امثالها</w:t>
      </w:r>
      <w:r>
        <w:rPr>
          <w:rtl/>
          <w:lang w:bidi="fa-IR"/>
        </w:rPr>
        <w:t xml:space="preserve">)) </w:t>
      </w:r>
      <w:r>
        <w:rPr>
          <w:rFonts w:hint="cs"/>
          <w:rtl/>
          <w:lang w:bidi="fa-IR"/>
        </w:rPr>
        <w:t>بمنزله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صامها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الدهر</w:t>
      </w:r>
      <w:r>
        <w:rPr>
          <w:rtl/>
          <w:lang w:bidi="fa-IR"/>
        </w:rPr>
        <w:t>))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247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خبيث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تنقيص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منتصر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فرزندش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ناسزا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رنگش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7"/>
        <w:gridCol w:w="268"/>
        <w:gridCol w:w="3327"/>
      </w:tblGrid>
      <w:tr w:rsidR="00E20BA0" w:rsidTr="00D73BE9">
        <w:trPr>
          <w:trHeight w:val="350"/>
        </w:trPr>
        <w:tc>
          <w:tcPr>
            <w:tcW w:w="3920" w:type="dxa"/>
            <w:shd w:val="clear" w:color="auto" w:fill="auto"/>
          </w:tcPr>
          <w:p w:rsidR="00E20BA0" w:rsidRDefault="00E20BA0" w:rsidP="00D73BE9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غضب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الفتى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لابن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عمه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79" w:type="dxa"/>
            <w:shd w:val="clear" w:color="auto" w:fill="auto"/>
          </w:tcPr>
          <w:p w:rsidR="00E20BA0" w:rsidRDefault="00E20BA0" w:rsidP="00D73BE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20BA0" w:rsidRDefault="00E20BA0" w:rsidP="00E20BA0">
            <w:pPr>
              <w:pStyle w:val="libPoem"/>
            </w:pPr>
            <w:r>
              <w:rPr>
                <w:rFonts w:hint="cs"/>
                <w:rtl/>
                <w:lang w:bidi="fa-IR"/>
              </w:rPr>
              <w:t>رأس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الفتى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حرامه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</w:tbl>
    <w:p w:rsidR="0032648E" w:rsidRDefault="0032648E" w:rsidP="00E20BA0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منتصر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خاص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اكفرهم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يقتله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ابوالفرج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عقوبت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لباسهاى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علويات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پيراهن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هرگاه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پيراهن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گذارنيدند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كارهاى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</w:t>
      </w:r>
      <w:r w:rsidR="00FE2974">
        <w:rPr>
          <w:rtl/>
          <w:lang w:bidi="fa-IR"/>
        </w:rPr>
        <w:t>.</w:t>
      </w:r>
    </w:p>
    <w:p w:rsidR="0032648E" w:rsidRDefault="0032648E" w:rsidP="00072ADB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(</w:t>
      </w:r>
      <w:r w:rsidR="00072AD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اضطراب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(</w:t>
      </w:r>
      <w:r w:rsidR="00072AD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عرضكرد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ينصبون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لايدرس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اثره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الشهداء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علامتى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مطموس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كوشش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نمايند،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ظهورش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تعميرات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كوشيدند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مجاورت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كانى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بالقصور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حنين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انتهى</w:t>
      </w:r>
      <w:r w:rsidR="00FE2974">
        <w:rPr>
          <w:rtl/>
          <w:lang w:bidi="fa-IR"/>
        </w:rPr>
        <w:t>.</w:t>
      </w:r>
    </w:p>
    <w:p w:rsidR="0032648E" w:rsidRDefault="0032648E" w:rsidP="00072ADB">
      <w:pPr>
        <w:pStyle w:val="libNormal"/>
      </w:pPr>
      <w:r>
        <w:rPr>
          <w:rFonts w:hint="cs"/>
          <w:rtl/>
          <w:lang w:bidi="fa-IR"/>
        </w:rPr>
        <w:t>بدآنكه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حنين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طائف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طلقا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لن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نغلب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قلة</w:t>
      </w:r>
      <w:r>
        <w:rPr>
          <w:rtl/>
          <w:lang w:bidi="fa-IR"/>
        </w:rPr>
        <w:t xml:space="preserve"> )) -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زخم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كفار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ناگاه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ابوسفيان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عبدالمطلب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براستر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روباروى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ميفرمود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04"/>
        <w:gridCol w:w="268"/>
        <w:gridCol w:w="3350"/>
      </w:tblGrid>
      <w:tr w:rsidR="00072ADB" w:rsidTr="00D73BE9">
        <w:trPr>
          <w:trHeight w:val="350"/>
        </w:trPr>
        <w:tc>
          <w:tcPr>
            <w:tcW w:w="3920" w:type="dxa"/>
            <w:shd w:val="clear" w:color="auto" w:fill="auto"/>
          </w:tcPr>
          <w:p w:rsidR="00072ADB" w:rsidRDefault="00072ADB" w:rsidP="00D73BE9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انا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النبى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لاكذب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79" w:type="dxa"/>
            <w:shd w:val="clear" w:color="auto" w:fill="auto"/>
          </w:tcPr>
          <w:p w:rsidR="00072ADB" w:rsidRDefault="00072ADB" w:rsidP="00D73BE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72ADB" w:rsidRDefault="00072ADB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انا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عبدالمطلب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</w:tbl>
    <w:p w:rsidR="0032648E" w:rsidRDefault="0032648E" w:rsidP="00072ADB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ابوسفيان</w:t>
      </w:r>
      <w:r w:rsidR="00FE2974">
        <w:rPr>
          <w:rtl/>
          <w:lang w:bidi="fa-IR"/>
        </w:rPr>
        <w:t>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نميگذاشتند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شجاعت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ستيز،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ماءمور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يكفرسخ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ميرفت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يامعشر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المهاجرين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الشجره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البقرة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تفرون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نازلشده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 w:rsidRPr="0050487A">
        <w:rPr>
          <w:rStyle w:val="libAieChar"/>
          <w:rtl/>
        </w:rPr>
        <w:t xml:space="preserve">(( </w:t>
      </w:r>
      <w:r w:rsidRPr="0050487A">
        <w:rPr>
          <w:rStyle w:val="libAieChar"/>
          <w:rFonts w:hint="cs"/>
          <w:rtl/>
        </w:rPr>
        <w:t>قال</w:t>
      </w:r>
      <w:r w:rsidRPr="0050487A">
        <w:rPr>
          <w:rStyle w:val="libAieChar"/>
          <w:rtl/>
        </w:rPr>
        <w:t xml:space="preserve"> </w:t>
      </w:r>
      <w:r w:rsidRPr="0050487A">
        <w:rPr>
          <w:rStyle w:val="libAieChar"/>
          <w:rFonts w:hint="cs"/>
          <w:rtl/>
        </w:rPr>
        <w:t>تعالى</w:t>
      </w:r>
      <w:r w:rsidRPr="0050487A">
        <w:rPr>
          <w:rStyle w:val="libAieChar"/>
          <w:rtl/>
        </w:rPr>
        <w:t xml:space="preserve"> </w:t>
      </w:r>
      <w:r w:rsidRPr="0050487A">
        <w:rPr>
          <w:rStyle w:val="libAieChar"/>
          <w:rFonts w:hint="cs"/>
          <w:rtl/>
        </w:rPr>
        <w:t>فلما</w:t>
      </w:r>
      <w:r w:rsidRPr="0050487A">
        <w:rPr>
          <w:rStyle w:val="libAieChar"/>
          <w:rtl/>
        </w:rPr>
        <w:t xml:space="preserve"> </w:t>
      </w:r>
      <w:r w:rsidRPr="0050487A">
        <w:rPr>
          <w:rStyle w:val="libAieChar"/>
          <w:rFonts w:hint="cs"/>
          <w:rtl/>
        </w:rPr>
        <w:t>كتب</w:t>
      </w:r>
      <w:r w:rsidRPr="0050487A">
        <w:rPr>
          <w:rStyle w:val="libAieChar"/>
          <w:rtl/>
        </w:rPr>
        <w:t xml:space="preserve"> </w:t>
      </w:r>
      <w:r w:rsidRPr="0050487A">
        <w:rPr>
          <w:rStyle w:val="libAieChar"/>
          <w:rFonts w:hint="cs"/>
          <w:rtl/>
        </w:rPr>
        <w:t>عليهم</w:t>
      </w:r>
      <w:r w:rsidRPr="0050487A">
        <w:rPr>
          <w:rStyle w:val="libAieChar"/>
          <w:rtl/>
        </w:rPr>
        <w:t xml:space="preserve"> </w:t>
      </w:r>
      <w:r w:rsidRPr="0050487A">
        <w:rPr>
          <w:rStyle w:val="libAieChar"/>
          <w:rFonts w:hint="cs"/>
          <w:rtl/>
        </w:rPr>
        <w:t>القتال</w:t>
      </w:r>
      <w:r w:rsidRPr="0050487A">
        <w:rPr>
          <w:rStyle w:val="libAieChar"/>
          <w:rtl/>
        </w:rPr>
        <w:t xml:space="preserve"> </w:t>
      </w:r>
      <w:r w:rsidRPr="0050487A">
        <w:rPr>
          <w:rStyle w:val="libAieChar"/>
          <w:rFonts w:hint="cs"/>
          <w:rtl/>
        </w:rPr>
        <w:t>تولوا</w:t>
      </w:r>
      <w:r w:rsidRPr="0050487A">
        <w:rPr>
          <w:rStyle w:val="libAieChar"/>
          <w:rtl/>
        </w:rPr>
        <w:t xml:space="preserve"> </w:t>
      </w:r>
      <w:r w:rsidRPr="0050487A">
        <w:rPr>
          <w:rStyle w:val="libAieChar"/>
          <w:rFonts w:hint="cs"/>
          <w:rtl/>
        </w:rPr>
        <w:t>الا</w:t>
      </w:r>
      <w:r w:rsidRPr="0050487A">
        <w:rPr>
          <w:rStyle w:val="libAieChar"/>
          <w:rtl/>
        </w:rPr>
        <w:t xml:space="preserve"> </w:t>
      </w:r>
      <w:r w:rsidRPr="0050487A">
        <w:rPr>
          <w:rStyle w:val="libAieChar"/>
          <w:rFonts w:hint="cs"/>
          <w:rtl/>
        </w:rPr>
        <w:t>قليلا</w:t>
      </w:r>
      <w:r w:rsidRPr="0050487A">
        <w:rPr>
          <w:rStyle w:val="libAieChar"/>
          <w:rtl/>
        </w:rPr>
        <w:t xml:space="preserve"> </w:t>
      </w:r>
      <w:r w:rsidRPr="0050487A">
        <w:rPr>
          <w:rStyle w:val="libAieChar"/>
          <w:rFonts w:hint="cs"/>
          <w:rtl/>
        </w:rPr>
        <w:t>منهم</w:t>
      </w:r>
      <w:r w:rsidRPr="0050487A">
        <w:rPr>
          <w:rStyle w:val="libAieChar"/>
          <w:rtl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 w:rsidR="0050487A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الوطيس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سنگريزه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الوجوه</w:t>
      </w:r>
      <w:r w:rsidR="00FE2974">
        <w:rPr>
          <w:rtl/>
          <w:lang w:bidi="fa-IR"/>
        </w:rPr>
        <w:t>.</w:t>
      </w:r>
    </w:p>
    <w:p w:rsidR="0032648E" w:rsidRDefault="0032648E" w:rsidP="00072ADB">
      <w:pPr>
        <w:pStyle w:val="libNormal"/>
      </w:pPr>
      <w:r>
        <w:rPr>
          <w:rFonts w:hint="cs"/>
          <w:rtl/>
          <w:lang w:bidi="fa-IR"/>
        </w:rPr>
        <w:t>هيچكس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ابوجرول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ابطال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بضربتى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مشركين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072AD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ابوجرول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سنجيده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خردلى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يكسره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لقد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عجبتكم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الايات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072ADB" w:rsidTr="00072ADB">
        <w:trPr>
          <w:trHeight w:val="350"/>
        </w:trPr>
        <w:tc>
          <w:tcPr>
            <w:tcW w:w="3344" w:type="dxa"/>
            <w:shd w:val="clear" w:color="auto" w:fill="auto"/>
          </w:tcPr>
          <w:p w:rsidR="00072ADB" w:rsidRDefault="00072ADB" w:rsidP="00072ADB">
            <w:pPr>
              <w:pStyle w:val="libPoem"/>
            </w:pPr>
            <w:r>
              <w:rPr>
                <w:rtl/>
                <w:lang w:bidi="fa-IR"/>
              </w:rPr>
              <w:t>(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اعجب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انسانا</w:t>
            </w:r>
            <w:r w:rsidRPr="004109B9">
              <w:rPr>
                <w:rStyle w:val="libFootnotenumChar"/>
                <w:rtl/>
              </w:rPr>
              <w:t>(17)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القوم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كثرة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  <w:shd w:val="clear" w:color="auto" w:fill="auto"/>
          </w:tcPr>
          <w:p w:rsidR="00072ADB" w:rsidRDefault="00072ADB" w:rsidP="00D73BE9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072ADB" w:rsidRDefault="00072ADB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فلم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تغن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شياثم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هرول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مدبرا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072ADB" w:rsidTr="00072ADB">
        <w:tblPrEx>
          <w:tblLook w:val="04A0"/>
        </w:tblPrEx>
        <w:trPr>
          <w:trHeight w:val="350"/>
        </w:trPr>
        <w:tc>
          <w:tcPr>
            <w:tcW w:w="3344" w:type="dxa"/>
          </w:tcPr>
          <w:p w:rsidR="00072ADB" w:rsidRDefault="00072ADB" w:rsidP="00072ADB">
            <w:pPr>
              <w:pStyle w:val="libPoem"/>
            </w:pPr>
            <w:r>
              <w:rPr>
                <w:rFonts w:hint="cs"/>
                <w:rtl/>
                <w:lang w:bidi="fa-IR"/>
              </w:rPr>
              <w:t>وضاقت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عليه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الارض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بعد رجعها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072ADB" w:rsidRDefault="00072ADB" w:rsidP="00D73BE9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072ADB" w:rsidRDefault="00072ADB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للنص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حكم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يدافع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بالمرا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072ADB" w:rsidTr="00072ADB">
        <w:tblPrEx>
          <w:tblLook w:val="04A0"/>
        </w:tblPrEx>
        <w:trPr>
          <w:trHeight w:val="350"/>
        </w:trPr>
        <w:tc>
          <w:tcPr>
            <w:tcW w:w="3344" w:type="dxa"/>
          </w:tcPr>
          <w:p w:rsidR="00072ADB" w:rsidRDefault="00072ADB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ليس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بنكر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حنين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فراره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072ADB" w:rsidRDefault="00072ADB" w:rsidP="00D73BE9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072ADB" w:rsidRDefault="00072ADB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احد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فرخوفا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خيبرا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  <w:tr w:rsidR="00072ADB" w:rsidTr="00072ADB">
        <w:tblPrEx>
          <w:tblLook w:val="04A0"/>
        </w:tblPrEx>
        <w:trPr>
          <w:trHeight w:val="350"/>
        </w:trPr>
        <w:tc>
          <w:tcPr>
            <w:tcW w:w="3344" w:type="dxa"/>
          </w:tcPr>
          <w:p w:rsidR="00072ADB" w:rsidRDefault="00072ADB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رويدك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المجد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حلو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لطاعم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072ADB" w:rsidRDefault="00072ADB" w:rsidP="00D73BE9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072ADB" w:rsidRDefault="00072ADB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غريب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مارسته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ذقت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ممقرا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</w:tbl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آهنگ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ابومسعود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مدائن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جمعيت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بخدمتش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شتافتند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استماع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كاغذى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252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1080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متكلم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رفيع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رفيعا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نائينى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اعاظم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حيدريه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8</w:t>
      </w:r>
    </w:p>
    <w:p w:rsidR="0032648E" w:rsidRDefault="0032648E" w:rsidP="00072ADB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372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عضدالدولة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ديلمى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خسرو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بااخلاص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 w:rsidR="00072ADB">
        <w:rPr>
          <w:rFonts w:hint="cs"/>
          <w:rtl/>
          <w:lang w:bidi="fa-IR"/>
        </w:rPr>
        <w:t>منین</w:t>
      </w:r>
      <w:r>
        <w:rPr>
          <w:rtl/>
          <w:lang w:bidi="fa-IR"/>
        </w:rPr>
        <w:t xml:space="preserve"> (</w:t>
      </w:r>
      <w:r w:rsidR="00072AD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صمصام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عضدالدولة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072AD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نوشتند</w:t>
      </w:r>
      <w:r>
        <w:rPr>
          <w:rtl/>
          <w:lang w:bidi="fa-IR"/>
        </w:rPr>
        <w:t>:</w:t>
      </w:r>
    </w:p>
    <w:p w:rsidR="0032648E" w:rsidRDefault="0032648E" w:rsidP="00072ADB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عضدالدولة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شجاع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مجاورة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المعصوم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الطاهرة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استيلاء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عضدالدوله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ملوك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شهنشاه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برمنابر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بيمارستان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عضدى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عضدالدوله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نقلش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(18)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>9</w:t>
      </w:r>
    </w:p>
    <w:p w:rsidR="0032648E" w:rsidRDefault="0032648E" w:rsidP="00072ADB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110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سيرين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</w:t>
      </w:r>
      <w:r w:rsidR="00072ADB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ويل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تعبيرات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متمول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بحديكه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مابين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سيرين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منافرت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درغره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دارالسلام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ناسزا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بشنوم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328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همانست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الهلال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تهذيب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وقائعى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بالاخره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703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غازان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بتشيع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خدابنده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غازان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آوجى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ترويج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بظهور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سعديه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1232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ملاعلى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متكلم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المعارف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</w:t>
      </w:r>
      <w:r w:rsidR="007A668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نوشته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12</w:t>
      </w:r>
    </w:p>
    <w:p w:rsidR="0032648E" w:rsidRDefault="0032648E" w:rsidP="007A6686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1030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الحارثى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نازنينش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رضويه</w:t>
      </w:r>
      <w:r>
        <w:rPr>
          <w:rtl/>
          <w:lang w:bidi="fa-IR"/>
        </w:rPr>
        <w:t xml:space="preserve"> (</w:t>
      </w:r>
      <w:r w:rsidR="007A6686" w:rsidRPr="00A0080E">
        <w:rPr>
          <w:rStyle w:val="libAlaemChar"/>
          <w:rFonts w:hint="cs"/>
          <w:rtl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اعتقاد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نذورات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چراغ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شاءنش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عليخان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سلافة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مجددين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حاديعشر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افاضل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نسب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همدانى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بخاطب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حارهمدان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يرنى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7A6686" w:rsidTr="00D73BE9">
        <w:trPr>
          <w:trHeight w:val="350"/>
        </w:trPr>
        <w:tc>
          <w:tcPr>
            <w:tcW w:w="3344" w:type="dxa"/>
          </w:tcPr>
          <w:p w:rsidR="007A6686" w:rsidRDefault="007A6686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بى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سرو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پا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گشت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شرع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7A6686" w:rsidRDefault="007A6686" w:rsidP="00D73BE9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A6686" w:rsidRDefault="007A6686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افسر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فضل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اوفتاد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</w:tbl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صحيح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194.</w:t>
      </w:r>
    </w:p>
    <w:p w:rsidR="0032648E" w:rsidRDefault="0032648E" w:rsidP="00D73BE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911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D73BE9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 w:rsidRPr="004109B9">
        <w:rPr>
          <w:rStyle w:val="libFootnotenumChar"/>
          <w:rtl/>
        </w:rPr>
        <w:t>(19)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</w:t>
      </w:r>
      <w:r w:rsidR="00D73BE9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ليفاتش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غالبا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لمعه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قسطنطنية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D73BE9" w:rsidTr="00D73BE9">
        <w:trPr>
          <w:trHeight w:val="350"/>
        </w:trPr>
        <w:tc>
          <w:tcPr>
            <w:tcW w:w="3344" w:type="dxa"/>
          </w:tcPr>
          <w:p w:rsidR="00D73BE9" w:rsidRDefault="00D73BE9" w:rsidP="00D73BE9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تاريخ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وفات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ذلك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الاواه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  <w:tc>
          <w:tcPr>
            <w:tcW w:w="257" w:type="dxa"/>
          </w:tcPr>
          <w:p w:rsidR="00D73BE9" w:rsidRDefault="00D73BE9" w:rsidP="00D73BE9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D73BE9" w:rsidRDefault="00D73BE9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الجنة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مستقره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والله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  <w:lang w:bidi="fa-IR"/>
              </w:rPr>
              <w:br/>
            </w:r>
            <w:r w:rsidRPr="007A6686">
              <w:rPr>
                <w:rStyle w:val="libPoemTiniChar0"/>
                <w:rtl/>
                <w:lang w:bidi="fa-IR"/>
              </w:rPr>
              <w:t> </w:t>
            </w:r>
          </w:p>
        </w:tc>
      </w:tr>
    </w:tbl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84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دمشق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ملازمت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المسجد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بينك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D73BE9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بتفصيلى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دميرى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حيوة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الحيوان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.(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المسيب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تعبير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اكبش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ابوالاكبش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الاربعة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lastRenderedPageBreak/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15</w:t>
      </w:r>
    </w:p>
    <w:p w:rsidR="0032648E" w:rsidRDefault="0032648E" w:rsidP="00D73BE9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ابوسفيان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مشركين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طلحة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طلحة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الكتيبه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كفار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غنائم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قميئه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>(</w:t>
      </w:r>
      <w:r w:rsidR="00D73BE9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 w:rsidR="00D73BE9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فرار</w:t>
      </w:r>
      <w:r w:rsidRPr="004109B9">
        <w:rPr>
          <w:rStyle w:val="libFootnotenumChar"/>
          <w:rtl/>
        </w:rPr>
        <w:t>(20)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.</w:t>
      </w:r>
    </w:p>
    <w:p w:rsidR="0032648E" w:rsidRDefault="0032648E" w:rsidP="00D73BE9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 w:rsidR="00D73BE9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 w:rsidR="00D73BE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D73BE9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مدهوش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D73BE9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مواسات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لاسيف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ذوالفقار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(21)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ثابت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ابودجانه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حنيف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مرجون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لامرالله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يعذبهم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D73BE9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وحشى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 w:rsidR="00D73BE9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ميزيست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 w:rsidR="00D73BE9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نيفتد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بجنگ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مسيلمه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مسيلمه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وحشى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هيمگفت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هند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بيفكند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آكلة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الاكباد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ببالين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اعضاى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الزبعرى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>.</w:t>
      </w:r>
    </w:p>
    <w:p w:rsidR="0032648E" w:rsidRDefault="0032648E" w:rsidP="00D73BE9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سوگوارى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 w:rsidR="00D73BE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D73BE9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. ((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لابواكى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انصار،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بگريند،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بالجمله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جحش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ماءلوف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محزون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لذائذ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 w:rsidR="00FE2974">
        <w:rPr>
          <w:rtl/>
          <w:lang w:bidi="fa-IR"/>
        </w:rPr>
        <w:t>.</w:t>
      </w:r>
    </w:p>
    <w:p w:rsidR="0032648E" w:rsidRDefault="0032648E" w:rsidP="00D73BE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شمس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مقتضاى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 w:rsidR="00D73BE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D73BE9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بحله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سيفيه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تفصيل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معجزات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مذهبه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بهردو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2"/>
        <w:gridCol w:w="268"/>
        <w:gridCol w:w="3312"/>
      </w:tblGrid>
      <w:tr w:rsidR="00D73BE9" w:rsidTr="00D73BE9">
        <w:trPr>
          <w:trHeight w:val="350"/>
        </w:trPr>
        <w:tc>
          <w:tcPr>
            <w:tcW w:w="3920" w:type="dxa"/>
            <w:shd w:val="clear" w:color="auto" w:fill="auto"/>
          </w:tcPr>
          <w:p w:rsidR="00D73BE9" w:rsidRDefault="00D73BE9" w:rsidP="00D73BE9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ردت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عليه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الشمس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73BE9" w:rsidRDefault="00D73BE9" w:rsidP="00D73BE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73BE9" w:rsidRDefault="00D73BE9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الصلوة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وقد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للمغرب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275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سبحستانى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1248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فاضل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هداية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فصول</w:t>
      </w:r>
      <w:r>
        <w:rPr>
          <w:rtl/>
          <w:lang w:bidi="fa-IR"/>
        </w:rPr>
        <w:t xml:space="preserve"> ).</w:t>
      </w:r>
    </w:p>
    <w:p w:rsidR="0050487A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اصلشان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ايوانكى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جوانى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بعتبات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تحصيل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آشيخ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آسيد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كاظمى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 </w:t>
      </w:r>
      <w:r>
        <w:rPr>
          <w:rFonts w:hint="cs"/>
          <w:rtl/>
          <w:lang w:bidi="fa-IR"/>
        </w:rPr>
        <w:t>آسيد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رضوان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ميشدند</w:t>
      </w:r>
      <w:r>
        <w:rPr>
          <w:rtl/>
          <w:lang w:bidi="fa-IR"/>
        </w:rPr>
        <w:t>.</w:t>
      </w:r>
    </w:p>
    <w:p w:rsidR="0032648E" w:rsidRDefault="0050487A" w:rsidP="0032648E">
      <w:pPr>
        <w:pStyle w:val="libNormal"/>
      </w:pPr>
      <w:r>
        <w:rPr>
          <w:rtl/>
          <w:lang w:bidi="fa-IR"/>
        </w:rPr>
        <w:br w:type="page"/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پاورقى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12- </w:t>
      </w:r>
      <w:r>
        <w:rPr>
          <w:rFonts w:hint="cs"/>
          <w:rtl/>
          <w:lang w:bidi="fa-IR"/>
        </w:rPr>
        <w:t>مرحوم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والددرمفاتيح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ميفرمايد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مفاتيح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المولف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13- </w:t>
      </w:r>
      <w:r>
        <w:rPr>
          <w:rFonts w:hint="cs"/>
          <w:rtl/>
          <w:lang w:bidi="fa-IR"/>
        </w:rPr>
        <w:t>مرحوم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والددرمفاتيح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ميفرمايد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مفاتيح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14- </w:t>
      </w:r>
      <w:r>
        <w:rPr>
          <w:rFonts w:hint="cs"/>
          <w:rtl/>
          <w:lang w:bidi="fa-IR"/>
        </w:rPr>
        <w:t>قنوت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الكبرياء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الجبروت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العفو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التقوى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المغفرة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لمحمد</w:t>
      </w:r>
      <w:r>
        <w:rPr>
          <w:rtl/>
          <w:lang w:bidi="fa-IR"/>
        </w:rPr>
        <w:t xml:space="preserve"> </w:t>
      </w:r>
      <w:r w:rsidR="009B4CAF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ذخرا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تدخلنى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تخرجنى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الصالحون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اعوذبك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استعاذ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المخلصون</w:t>
      </w:r>
      <w:r>
        <w:rPr>
          <w:rtl/>
          <w:lang w:bidi="fa-IR"/>
        </w:rPr>
        <w:t xml:space="preserve"> ))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قنوت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واضح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15- </w:t>
      </w:r>
      <w:r>
        <w:rPr>
          <w:rFonts w:hint="cs"/>
          <w:rtl/>
          <w:lang w:bidi="fa-IR"/>
        </w:rPr>
        <w:t>ويناسب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D73BE9" w:rsidTr="00D73BE9">
        <w:trPr>
          <w:trHeight w:val="350"/>
        </w:trPr>
        <w:tc>
          <w:tcPr>
            <w:tcW w:w="3344" w:type="dxa"/>
            <w:shd w:val="clear" w:color="auto" w:fill="auto"/>
          </w:tcPr>
          <w:p w:rsidR="00D73BE9" w:rsidRDefault="00D73BE9" w:rsidP="00D73BE9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خفيت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الغبى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فعاذر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D73BE9" w:rsidRDefault="00D73BE9" w:rsidP="00D73BE9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D73BE9" w:rsidRDefault="00D73BE9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لاترانى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مقلة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عمياه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3BE9" w:rsidTr="00D73BE9">
        <w:tblPrEx>
          <w:tblLook w:val="04A0"/>
        </w:tblPrEx>
        <w:trPr>
          <w:trHeight w:val="350"/>
        </w:trPr>
        <w:tc>
          <w:tcPr>
            <w:tcW w:w="3344" w:type="dxa"/>
          </w:tcPr>
          <w:p w:rsidR="00D73BE9" w:rsidRDefault="00D73BE9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شب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پرده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گروصل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آفتاب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نخواهد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D73BE9" w:rsidRDefault="00D73BE9" w:rsidP="00D73BE9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D73BE9" w:rsidRDefault="00D73BE9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رونق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بازار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آفتاب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نكاهد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16-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خوارزمشاهيه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ثروت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رباعى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D73BE9" w:rsidTr="00D73BE9">
        <w:trPr>
          <w:trHeight w:val="350"/>
        </w:trPr>
        <w:tc>
          <w:tcPr>
            <w:tcW w:w="3344" w:type="dxa"/>
          </w:tcPr>
          <w:p w:rsidR="00D73BE9" w:rsidRDefault="00D73BE9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درويشى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جوى وروى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درشاه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D73BE9" w:rsidRDefault="00D73BE9" w:rsidP="00D73BE9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D73BE9" w:rsidRDefault="00D73BE9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وز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دامن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فقر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دست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كوتاه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3BE9" w:rsidTr="00D73BE9">
        <w:trPr>
          <w:trHeight w:val="350"/>
        </w:trPr>
        <w:tc>
          <w:tcPr>
            <w:tcW w:w="3344" w:type="dxa"/>
          </w:tcPr>
          <w:p w:rsidR="00D73BE9" w:rsidRDefault="00D73BE9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اندر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دهن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مجوى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D73BE9" w:rsidRDefault="00D73BE9" w:rsidP="00D73BE9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D73BE9" w:rsidRDefault="00D73BE9" w:rsidP="00D73BE9">
            <w:pPr>
              <w:pStyle w:val="libPoem"/>
            </w:pPr>
            <w:r>
              <w:rPr>
                <w:rFonts w:hint="cs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چاه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بزى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طلب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جاه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17- </w:t>
      </w:r>
      <w:r>
        <w:rPr>
          <w:rFonts w:hint="cs"/>
          <w:rtl/>
          <w:lang w:bidi="fa-IR"/>
        </w:rPr>
        <w:t>المردابه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ابوبكر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18-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عضدالدوله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معزالدوله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دمشق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كاغذ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غرك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فاخش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تهدا</w:t>
      </w:r>
      <w:r>
        <w:rPr>
          <w:rtl/>
          <w:lang w:bidi="fa-IR"/>
        </w:rPr>
        <w:t>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كاغذ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عضدالدوله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19-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بقية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الكشف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تعدالثناء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لقدشاهدت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لعياله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يشتغل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بالتدريس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نهاره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20-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9462F7" w:rsidTr="00396655">
        <w:trPr>
          <w:trHeight w:val="350"/>
        </w:trPr>
        <w:tc>
          <w:tcPr>
            <w:tcW w:w="3344" w:type="dxa"/>
          </w:tcPr>
          <w:p w:rsidR="009462F7" w:rsidRDefault="009462F7" w:rsidP="0039665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وليس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بنكر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حنين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فراره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462F7" w:rsidRDefault="009462F7" w:rsidP="003966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احد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قدفر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خوفا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خيبرا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رويدك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حلولطاعم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غريب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مارسته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ممقرا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تحملت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مناكبه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الكنهورا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الركام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المتكاثف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الكنهور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استعمار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اللفظين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للاثقال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يتحملها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العليا</w:t>
      </w:r>
      <w:r>
        <w:rPr>
          <w:rtl/>
          <w:lang w:bidi="fa-IR"/>
        </w:rPr>
        <w:t xml:space="preserve"> -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9462F7" w:rsidTr="009462F7">
        <w:trPr>
          <w:trHeight w:val="350"/>
        </w:trPr>
        <w:tc>
          <w:tcPr>
            <w:tcW w:w="3344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تنح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العلياء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يسحب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ذيولها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462F7" w:rsidRDefault="009462F7" w:rsidP="003966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همام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تردى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تازرا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62F7" w:rsidTr="009462F7">
        <w:trPr>
          <w:trHeight w:val="350"/>
        </w:trPr>
        <w:tc>
          <w:tcPr>
            <w:tcW w:w="3344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فتى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يعرق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فيه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يتم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مرة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462F7" w:rsidRDefault="009462F7" w:rsidP="003966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لاعبد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اللات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الخبيثة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اعصرا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62F7" w:rsidTr="009462F7">
        <w:trPr>
          <w:trHeight w:val="350"/>
        </w:trPr>
        <w:tc>
          <w:tcPr>
            <w:tcW w:w="3344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لاكان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معز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لاغداة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برأة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462F7" w:rsidRDefault="009462F7" w:rsidP="003966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صلوة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فيها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موخرا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62F7" w:rsidTr="009462F7">
        <w:trPr>
          <w:trHeight w:val="350"/>
        </w:trPr>
        <w:tc>
          <w:tcPr>
            <w:tcW w:w="3344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لاكان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بعث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زيد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مومرا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462F7" w:rsidRDefault="009462F7" w:rsidP="003966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عليه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فاضحى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لابن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زيدمومرا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62F7" w:rsidTr="009462F7">
        <w:trPr>
          <w:trHeight w:val="350"/>
        </w:trPr>
        <w:tc>
          <w:tcPr>
            <w:tcW w:w="3344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لاكان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يوم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الغار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يهفو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خبانه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462F7" w:rsidRDefault="009462F7" w:rsidP="003966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حذارا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ولايوم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العريش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تسترا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9462F7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 w:rsidR="009462F7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بنشيند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روساى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 w:rsidR="009462F7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9462F7" w:rsidTr="00396655">
        <w:trPr>
          <w:trHeight w:val="350"/>
        </w:trPr>
        <w:tc>
          <w:tcPr>
            <w:tcW w:w="3344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امام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بالقرص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اثر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فاقتضى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462F7" w:rsidRDefault="009462F7" w:rsidP="003966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القرص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ردالقرص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ابيض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9462F7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9462F7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بمسكين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شاعر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بالقرص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والطوى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بلاجنبيه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...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9462F7" w:rsidTr="00396655">
        <w:trPr>
          <w:trHeight w:val="350"/>
        </w:trPr>
        <w:tc>
          <w:tcPr>
            <w:tcW w:w="3344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عاف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الطعام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سغوب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462F7" w:rsidRDefault="009462F7" w:rsidP="003966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فاعادالقرص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المنيرعليه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القرص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9462F7">
      <w:pPr>
        <w:pStyle w:val="libPoemCenter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المقرص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كسوب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21- </w:t>
      </w:r>
      <w:r>
        <w:rPr>
          <w:rFonts w:hint="cs"/>
          <w:rtl/>
          <w:lang w:bidi="fa-IR"/>
        </w:rPr>
        <w:t>لمولى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الازرى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9462F7" w:rsidTr="009462F7">
        <w:trPr>
          <w:trHeight w:val="350"/>
        </w:trPr>
        <w:tc>
          <w:tcPr>
            <w:tcW w:w="3344" w:type="dxa"/>
          </w:tcPr>
          <w:p w:rsidR="009462F7" w:rsidRDefault="009462F7" w:rsidP="0039665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ذاك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يوم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جبريل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انشد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462F7" w:rsidRDefault="009462F7" w:rsidP="003966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مدحا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ذوالعلى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انساها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62F7" w:rsidTr="009462F7">
        <w:trPr>
          <w:trHeight w:val="350"/>
        </w:trPr>
        <w:tc>
          <w:tcPr>
            <w:tcW w:w="3344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lastRenderedPageBreak/>
              <w:t>لافتى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الوجود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الاعلى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462F7" w:rsidRDefault="009462F7" w:rsidP="003966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ذاك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شخص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بمثله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62F7" w:rsidTr="009462F7">
        <w:trPr>
          <w:trHeight w:val="350"/>
        </w:trPr>
        <w:tc>
          <w:tcPr>
            <w:tcW w:w="3344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ماحوى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الخافقان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462F7" w:rsidRDefault="009462F7" w:rsidP="003966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قصبات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السبق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التى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حواها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0487A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)</w:t>
      </w:r>
    </w:p>
    <w:p w:rsidR="0032648E" w:rsidRDefault="0050487A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2648E" w:rsidRDefault="0032648E" w:rsidP="0050487A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خندق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احزاب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ميگويند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استمداد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جهودان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النضير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>.</w:t>
      </w:r>
    </w:p>
    <w:p w:rsidR="0032648E" w:rsidRDefault="0032648E" w:rsidP="009462F7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سلمان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مشركين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ميانداختند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هبيرة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وهب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عكرمة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ابيجهل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يليل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ميناميدند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ميدانستد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شجاعت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عذراصحاب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شجاعت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تذكره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منافقين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بآسودگى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بريم</w:t>
      </w:r>
      <w:r w:rsidR="00FE2974">
        <w:rPr>
          <w:rtl/>
          <w:lang w:bidi="fa-IR"/>
        </w:rPr>
        <w:t>.</w:t>
      </w:r>
    </w:p>
    <w:p w:rsidR="0032648E" w:rsidRDefault="0032648E" w:rsidP="009462F7">
      <w:pPr>
        <w:pStyle w:val="libNormal"/>
      </w:pP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 w:rsidR="009462F7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ميطلبد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يزدان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مرتضى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مبارزت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خاموش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چپ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بجولان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9462F7" w:rsidTr="00396655">
        <w:trPr>
          <w:trHeight w:val="350"/>
        </w:trPr>
        <w:tc>
          <w:tcPr>
            <w:tcW w:w="3344" w:type="dxa"/>
          </w:tcPr>
          <w:p w:rsidR="009462F7" w:rsidRDefault="009462F7" w:rsidP="0039665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لقد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بححت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النداء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462F7" w:rsidRDefault="009462F7" w:rsidP="003966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بجمعكم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مبارز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يعنى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مبارزت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لختى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اجازت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همچنان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خاموش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رخصت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محاريت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مرحوم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فتحعلى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الشعرا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9462F7" w:rsidTr="009462F7">
        <w:trPr>
          <w:trHeight w:val="350"/>
        </w:trPr>
        <w:tc>
          <w:tcPr>
            <w:tcW w:w="3344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پيمبر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سرودش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عمرو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است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462F7" w:rsidRDefault="009462F7" w:rsidP="003966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دست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آخته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آستين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62F7" w:rsidTr="009462F7">
        <w:trPr>
          <w:trHeight w:val="350"/>
        </w:trPr>
        <w:tc>
          <w:tcPr>
            <w:tcW w:w="3344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گفت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ايشاه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اينك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462F7" w:rsidRDefault="009462F7" w:rsidP="003966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462F7" w:rsidRDefault="009462F7" w:rsidP="009462F7">
            <w:pPr>
              <w:pStyle w:val="libPoem"/>
            </w:pPr>
            <w:r>
              <w:rPr>
                <w:rFonts w:hint="cs"/>
                <w:rtl/>
                <w:lang w:bidi="fa-IR"/>
              </w:rPr>
              <w:t>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بيشه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است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درجوشتم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آهنگ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تنگ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9462F7" w:rsidTr="00396655">
        <w:trPr>
          <w:trHeight w:val="350"/>
        </w:trPr>
        <w:tc>
          <w:tcPr>
            <w:tcW w:w="3344" w:type="dxa"/>
          </w:tcPr>
          <w:p w:rsidR="009462F7" w:rsidRDefault="009462F7" w:rsidP="0039665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تعجلن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فقد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اتاك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462F7" w:rsidRDefault="009462F7" w:rsidP="003966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مجيب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صوتك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غير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عاجز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9462F7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 w:rsidR="009462F7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برزالايمان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9462F7">
      <w:pPr>
        <w:pStyle w:val="libNormal"/>
      </w:pPr>
      <w:r>
        <w:rPr>
          <w:rFonts w:hint="cs"/>
          <w:rtl/>
          <w:lang w:bidi="fa-IR"/>
        </w:rPr>
        <w:lastRenderedPageBreak/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9462F7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امرسوم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(</w:t>
      </w:r>
      <w:r w:rsidR="009462F7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ترسناك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بسلامت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بازشو،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نرسيده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هنوزت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بويدهمى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نميدانم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 w:rsidR="00FE2974">
        <w:rPr>
          <w:rtl/>
          <w:lang w:bidi="fa-IR"/>
        </w:rPr>
        <w:t>.</w:t>
      </w:r>
    </w:p>
    <w:p w:rsidR="0032648E" w:rsidRDefault="0032648E" w:rsidP="009462F7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(</w:t>
      </w:r>
      <w:r w:rsidR="009462F7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پياده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بكوشيدند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نميديدند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الامر،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فرصتى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شمشير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سپر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جراحتى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رسانيد</w:t>
      </w:r>
      <w:r>
        <w:rPr>
          <w:rtl/>
          <w:lang w:bidi="fa-IR"/>
        </w:rPr>
        <w:t>.</w:t>
      </w:r>
    </w:p>
    <w:p w:rsidR="0032648E" w:rsidRDefault="0032648E" w:rsidP="009462F7">
      <w:pPr>
        <w:pStyle w:val="libNormal"/>
      </w:pP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9462F7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زخم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شتافت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9462F7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غلبه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جسته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>(</w:t>
      </w:r>
      <w:r w:rsidR="009462F7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مبارزت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عكرمة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هيبرة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گنجايش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  <w:r w:rsidRPr="004109B9">
        <w:rPr>
          <w:rStyle w:val="libFootnotenumChar"/>
          <w:rtl/>
        </w:rPr>
        <w:t>(22)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257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بسوازنيد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رياشى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لغوى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.</w:t>
      </w:r>
    </w:p>
    <w:p w:rsidR="0032648E" w:rsidRDefault="0032648E" w:rsidP="003A06DC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18</w:t>
      </w:r>
    </w:p>
    <w:p w:rsidR="0032648E" w:rsidRDefault="0032648E" w:rsidP="009462F7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367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ديلمى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طائع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عضدالدولة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غيبية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ديالمه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عضدالدولة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والمترف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الاجدم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يقتله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دجلة</w:t>
      </w:r>
      <w:r>
        <w:rPr>
          <w:rtl/>
          <w:lang w:bidi="fa-IR"/>
        </w:rPr>
        <w:t xml:space="preserve"> ))</w:t>
      </w:r>
    </w:p>
    <w:p w:rsidR="0032648E" w:rsidRDefault="0032648E" w:rsidP="009462F7">
      <w:pPr>
        <w:pStyle w:val="libNormal"/>
      </w:pPr>
      <w:r>
        <w:rPr>
          <w:rFonts w:hint="cs"/>
          <w:rtl/>
          <w:lang w:bidi="fa-IR"/>
        </w:rPr>
        <w:t>تعبير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بمترف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الاجدم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معزالدولة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مقطوع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</w:t>
      </w:r>
      <w:r w:rsidR="009462F7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عضدالدولة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دجله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باستيلاء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ديالمه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 w:rsidR="00FE2974">
        <w:rPr>
          <w:rtl/>
          <w:lang w:bidi="fa-IR"/>
        </w:rPr>
        <w:t>.</w:t>
      </w:r>
    </w:p>
    <w:p w:rsidR="0032648E" w:rsidRDefault="0032648E" w:rsidP="009462F7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578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598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الاجله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فقهاء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متبحر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سرائر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تعبير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اتصالش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 w:rsidRPr="004109B9">
        <w:rPr>
          <w:rStyle w:val="libFootnotenumChar"/>
          <w:rtl/>
        </w:rPr>
        <w:t>(23)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خاتمه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مستدرك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.</w:t>
      </w:r>
    </w:p>
    <w:p w:rsidR="0032648E" w:rsidRDefault="0032648E" w:rsidP="003A06DC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265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جيش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مسعودى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الذهب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گزيده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صفاريه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406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اسفرايئنى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ميشده</w:t>
      </w:r>
      <w:r w:rsidR="00FE2974">
        <w:rPr>
          <w:rtl/>
          <w:lang w:bidi="fa-IR"/>
        </w:rPr>
        <w:t>.</w:t>
      </w:r>
    </w:p>
    <w:p w:rsidR="0032648E" w:rsidRDefault="0032648E" w:rsidP="003A06DC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817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متبحر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شيرازى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قاموس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مجاورت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قاموس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نميرفتم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 w:rsidR="00FE2974">
        <w:rPr>
          <w:rtl/>
          <w:lang w:bidi="fa-IR"/>
        </w:rPr>
        <w:t>.</w:t>
      </w:r>
    </w:p>
    <w:p w:rsidR="0032648E" w:rsidRDefault="0032648E" w:rsidP="003A06DC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1151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آبادى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تاءليفات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فاضله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 w:rsidR="00FE2974">
        <w:rPr>
          <w:rtl/>
          <w:lang w:bidi="fa-IR"/>
        </w:rPr>
        <w:t>.</w:t>
      </w:r>
    </w:p>
    <w:p w:rsidR="0032648E" w:rsidRDefault="0032648E" w:rsidP="003A06DC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1112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معتمد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ششترى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تاءليفات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تلمذ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ملاصدرا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نورالثقلين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خوانسارى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آميرزا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رفيعا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نائينى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تلمذ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اتصال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اصطلاحى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احقاد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افاضل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نخبه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فيضيه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كاظمى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مصنفات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فارسيه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بعربى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1151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سبط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ره</w:t>
      </w:r>
      <w:r w:rsidR="00FE2974">
        <w:rPr>
          <w:rtl/>
          <w:lang w:bidi="fa-IR"/>
        </w:rPr>
        <w:t>.</w:t>
      </w:r>
    </w:p>
    <w:p w:rsidR="0032648E" w:rsidRDefault="0032648E" w:rsidP="003A06DC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25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681</w:t>
      </w:r>
      <w:r w:rsidR="009462F7">
        <w:rPr>
          <w:rFonts w:hint="cs"/>
          <w:rtl/>
          <w:lang w:bidi="fa-IR"/>
        </w:rPr>
        <w:t xml:space="preserve"> </w:t>
      </w:r>
      <w:r w:rsidRPr="004109B9">
        <w:rPr>
          <w:rStyle w:val="libFootnotenumChar"/>
          <w:rtl/>
        </w:rPr>
        <w:t>(24)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متبحراديب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لغوى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الاعلام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الاسماء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والاعلام</w:t>
      </w:r>
      <w:r>
        <w:rPr>
          <w:rtl/>
          <w:lang w:bidi="fa-IR"/>
        </w:rPr>
        <w:t xml:space="preserve"> ).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لطيفى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روضات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نابينا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9462F7" w:rsidTr="009462F7">
        <w:trPr>
          <w:trHeight w:val="350"/>
        </w:trPr>
        <w:tc>
          <w:tcPr>
            <w:tcW w:w="3344" w:type="dxa"/>
          </w:tcPr>
          <w:p w:rsidR="009462F7" w:rsidRDefault="009462F7" w:rsidP="0039665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الضمير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ويسمع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462F7" w:rsidRDefault="009462F7" w:rsidP="003966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462F7" w:rsidRDefault="009462F7" w:rsidP="009462F7">
            <w:pPr>
              <w:pStyle w:val="libPoem"/>
            </w:pPr>
            <w:r>
              <w:rPr>
                <w:rFonts w:hint="cs"/>
                <w:rtl/>
                <w:lang w:bidi="fa-IR"/>
              </w:rPr>
              <w:t>انت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المعد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لكل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يتوة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62F7" w:rsidTr="009462F7">
        <w:trPr>
          <w:trHeight w:val="350"/>
        </w:trPr>
        <w:tc>
          <w:tcPr>
            <w:tcW w:w="3344" w:type="dxa"/>
          </w:tcPr>
          <w:p w:rsidR="009462F7" w:rsidRDefault="009462F7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يرجى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للشدايد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462F7" w:rsidRDefault="009462F7" w:rsidP="003966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462F7" w:rsidRDefault="009462F7" w:rsidP="009462F7">
            <w:pPr>
              <w:pStyle w:val="libPoem"/>
            </w:pPr>
            <w:r>
              <w:rPr>
                <w:rFonts w:hint="cs"/>
                <w:rtl/>
                <w:lang w:bidi="fa-IR"/>
              </w:rPr>
              <w:t>يامن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اليه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المشتكى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والمفزع</w:t>
            </w:r>
            <w:r w:rsidRPr="004109B9">
              <w:rPr>
                <w:rStyle w:val="libFootnotenumChar"/>
                <w:rtl/>
              </w:rPr>
              <w:t>(25)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310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مجتهدين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تاءليفات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الولاية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ضخيم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دلائل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الامامه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044861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646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اسنكدريه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عزالدين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صلاحى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</w:t>
      </w:r>
      <w:r w:rsidR="00044861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ليفات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رائقه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مختصر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اصول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خواجه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معونت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بعلاوه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استيلاء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وورود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655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ستماءة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المنذرين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فدعونا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فاخذناه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فلاسلطن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كالباعث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بظلقه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الجاذع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مارن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والسلام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A06DC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حدود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300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شرفياب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بهرحال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طائفه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تصانيف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الدرجات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تلميذ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منتخب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منتخب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الدرجاتى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بحار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تاءليفات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اشياخ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صدوق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320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مقتدر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مقتول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هيجدهم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غيبية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(26)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كانى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تفحص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ياخذه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بكظمه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الضلال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1100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گلستانه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A06DC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29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320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مقتدر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تعذيب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شكنجه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آويزان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معذب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322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نابينائى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واندراس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قضيه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اعتبارى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دينا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اعاذنالله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الزمان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A06DC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تقديم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المحسنيين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نحسات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نحسات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عواصف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مبدء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بردالعجوز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بردالعجوز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اعلم</w:t>
      </w:r>
      <w:r>
        <w:rPr>
          <w:rtl/>
          <w:lang w:bidi="fa-IR"/>
        </w:rPr>
        <w:t xml:space="preserve"> )</w:t>
      </w:r>
    </w:p>
    <w:p w:rsidR="00044861" w:rsidRDefault="00044861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2648E" w:rsidRDefault="0032648E" w:rsidP="00044861">
      <w:pPr>
        <w:pStyle w:val="Heading2"/>
      </w:pPr>
      <w:bookmarkStart w:id="9" w:name="_Toc460920950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القعده</w:t>
      </w:r>
      <w:bookmarkEnd w:id="9"/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العقده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الحجة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044861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روايتى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القعده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مجملش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معوذتين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يكمرتبه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 w:rsidRPr="004109B9">
        <w:rPr>
          <w:rStyle w:val="libFootnotenumChar"/>
          <w:rtl/>
        </w:rPr>
        <w:t>(27)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لاحول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32648E" w:rsidRDefault="0032648E" w:rsidP="002E4711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عزيز،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اغفرلى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المؤمنات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الذنوب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2E4711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126</w:t>
      </w:r>
      <w:r w:rsidR="00A32633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والد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سفاح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175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177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نخعى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قضاوت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هادى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مسعودى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اشتغال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بقضاوت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 xml:space="preserve">)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 w:rsidR="00FE2974">
        <w:rPr>
          <w:rtl/>
          <w:lang w:bidi="fa-IR"/>
        </w:rPr>
        <w:t>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آموزى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يكدفعه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بخورى</w:t>
      </w:r>
      <w:r w:rsidR="00FE2974">
        <w:rPr>
          <w:rtl/>
          <w:lang w:bidi="fa-IR"/>
        </w:rPr>
        <w:t>.</w:t>
      </w:r>
    </w:p>
    <w:p w:rsidR="0032648E" w:rsidRDefault="0032648E" w:rsidP="00AB301C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</w:t>
      </w:r>
      <w:r w:rsidR="00AB301C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طباخ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معقود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رستگار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(28)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 w:rsidR="00FE2974">
        <w:rPr>
          <w:rtl/>
          <w:lang w:bidi="fa-IR"/>
        </w:rPr>
        <w:t>.</w:t>
      </w:r>
    </w:p>
    <w:p w:rsidR="0032648E" w:rsidRDefault="0032648E" w:rsidP="002E4711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323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شلمغانى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الغراقر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وكالت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)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توقيع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شلمغانى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نائب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>.</w:t>
      </w:r>
    </w:p>
    <w:p w:rsidR="0032648E" w:rsidRDefault="0032648E" w:rsidP="002E4711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4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681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خواجه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خواجه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هلاكوخان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وزارت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حكومت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حشمت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7"/>
        <w:gridCol w:w="268"/>
        <w:gridCol w:w="3297"/>
      </w:tblGrid>
      <w:tr w:rsidR="00396655" w:rsidTr="00396655">
        <w:trPr>
          <w:trHeight w:val="350"/>
        </w:trPr>
        <w:tc>
          <w:tcPr>
            <w:tcW w:w="3920" w:type="dxa"/>
            <w:shd w:val="clear" w:color="auto" w:fill="auto"/>
          </w:tcPr>
          <w:p w:rsidR="00396655" w:rsidRDefault="00396655" w:rsidP="0039665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الناس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كالقريض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96655" w:rsidRDefault="00396655" w:rsidP="0039665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96655" w:rsidRDefault="00396655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بيت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القصيده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صاحب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الديوان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ابوالمعالى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شافعيه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ابوالمعالى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همگى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خواجه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بحكم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آقاباخان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رآيت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حكومت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برافراخت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مستعصم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ويران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نجف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بحرانى</w:t>
      </w:r>
      <w:r>
        <w:rPr>
          <w:rtl/>
          <w:lang w:bidi="fa-IR"/>
        </w:rPr>
        <w:t xml:space="preserve"> )</w:t>
      </w:r>
      <w:r w:rsidR="00396655">
        <w:rPr>
          <w:rFonts w:hint="cs"/>
          <w:rtl/>
          <w:lang w:bidi="fa-IR"/>
        </w:rPr>
        <w:t xml:space="preserve"> </w:t>
      </w:r>
      <w:r w:rsidRPr="004109B9">
        <w:rPr>
          <w:rStyle w:val="libFootnotenumChar"/>
          <w:rtl/>
        </w:rPr>
        <w:t>(29)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البلاغه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فاضل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طبرسى</w:t>
      </w:r>
      <w:r>
        <w:rPr>
          <w:rtl/>
          <w:lang w:bidi="fa-IR"/>
        </w:rPr>
        <w:t xml:space="preserve"> )</w:t>
      </w:r>
      <w:r w:rsidR="00396655">
        <w:rPr>
          <w:rFonts w:hint="cs"/>
          <w:rtl/>
          <w:lang w:bidi="fa-IR"/>
        </w:rPr>
        <w:t xml:space="preserve"> </w:t>
      </w:r>
      <w:r w:rsidRPr="004109B9">
        <w:rPr>
          <w:rStyle w:val="libFootnotenumChar"/>
          <w:rtl/>
        </w:rPr>
        <w:t>(30)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برادرزاده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بهاء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سلسله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مجالس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).</w:t>
      </w:r>
    </w:p>
    <w:p w:rsidR="0032648E" w:rsidRDefault="0032648E" w:rsidP="002E4711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بمفاد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 w:rsidRPr="00396655">
        <w:rPr>
          <w:rStyle w:val="libAieChar"/>
          <w:rtl/>
        </w:rPr>
        <w:t xml:space="preserve">(( </w:t>
      </w:r>
      <w:r w:rsidRPr="00396655">
        <w:rPr>
          <w:rStyle w:val="libAieChar"/>
          <w:rFonts w:hint="cs"/>
          <w:rtl/>
        </w:rPr>
        <w:t>و</w:t>
      </w:r>
      <w:r w:rsidRPr="00396655">
        <w:rPr>
          <w:rStyle w:val="libAieChar"/>
          <w:rtl/>
        </w:rPr>
        <w:t xml:space="preserve"> </w:t>
      </w:r>
      <w:r w:rsidRPr="00396655">
        <w:rPr>
          <w:rStyle w:val="libAieChar"/>
          <w:rFonts w:hint="cs"/>
          <w:rtl/>
        </w:rPr>
        <w:t>اذيرفع</w:t>
      </w:r>
      <w:r w:rsidRPr="00396655">
        <w:rPr>
          <w:rStyle w:val="libAieChar"/>
          <w:rtl/>
        </w:rPr>
        <w:t xml:space="preserve"> </w:t>
      </w:r>
      <w:r w:rsidRPr="00396655">
        <w:rPr>
          <w:rStyle w:val="libAieChar"/>
          <w:rFonts w:hint="cs"/>
          <w:rtl/>
        </w:rPr>
        <w:t>ابراهيم</w:t>
      </w:r>
      <w:r w:rsidRPr="00396655">
        <w:rPr>
          <w:rStyle w:val="libAieChar"/>
          <w:rtl/>
        </w:rPr>
        <w:t xml:space="preserve"> </w:t>
      </w:r>
      <w:r w:rsidRPr="00396655">
        <w:rPr>
          <w:rStyle w:val="libAieChar"/>
          <w:rFonts w:hint="cs"/>
          <w:rtl/>
        </w:rPr>
        <w:t>القواعد</w:t>
      </w:r>
      <w:r w:rsidRPr="00396655">
        <w:rPr>
          <w:rStyle w:val="libAieChar"/>
          <w:rtl/>
        </w:rPr>
        <w:t xml:space="preserve"> </w:t>
      </w:r>
      <w:r w:rsidRPr="00396655">
        <w:rPr>
          <w:rStyle w:val="libAieChar"/>
          <w:rFonts w:hint="cs"/>
          <w:rtl/>
        </w:rPr>
        <w:t>من</w:t>
      </w:r>
      <w:r w:rsidRPr="00396655">
        <w:rPr>
          <w:rStyle w:val="libAieChar"/>
          <w:rtl/>
        </w:rPr>
        <w:t xml:space="preserve"> </w:t>
      </w:r>
      <w:r w:rsidRPr="00396655">
        <w:rPr>
          <w:rStyle w:val="libAieChar"/>
          <w:rFonts w:hint="cs"/>
          <w:rtl/>
        </w:rPr>
        <w:t>البيت</w:t>
      </w:r>
      <w:r w:rsidRPr="00396655">
        <w:rPr>
          <w:rStyle w:val="libAieChar"/>
          <w:rtl/>
        </w:rPr>
        <w:t xml:space="preserve"> </w:t>
      </w:r>
      <w:r w:rsidRPr="00396655">
        <w:rPr>
          <w:rStyle w:val="libAieChar"/>
          <w:rFonts w:hint="cs"/>
          <w:rtl/>
        </w:rPr>
        <w:t>و</w:t>
      </w:r>
      <w:r w:rsidRPr="00396655">
        <w:rPr>
          <w:rStyle w:val="libAieChar"/>
          <w:rtl/>
        </w:rPr>
        <w:t xml:space="preserve"> </w:t>
      </w:r>
      <w:r w:rsidRPr="00396655">
        <w:rPr>
          <w:rStyle w:val="libAieChar"/>
          <w:rFonts w:hint="cs"/>
          <w:rtl/>
        </w:rPr>
        <w:t>اسمعيل</w:t>
      </w:r>
      <w:r w:rsidRPr="00396655">
        <w:rPr>
          <w:rStyle w:val="libAieChar"/>
          <w:rtl/>
        </w:rPr>
        <w:t xml:space="preserve"> ))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القعده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حجرالاسود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اسعاف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هبوط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العتيق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غرق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محفوظ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انمحا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سرخ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قربانى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هبوط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ماءمور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بساختن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پرداخت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حجرالاسود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ابوقبيس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وديعتى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حجرالاسود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استوار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تفويض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664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عاليمقام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طاوس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طاوس</w:t>
      </w:r>
      <w:r>
        <w:rPr>
          <w:rtl/>
          <w:lang w:bidi="fa-IR"/>
        </w:rPr>
        <w:t xml:space="preserve"> ). </w:t>
      </w:r>
      <w:r>
        <w:rPr>
          <w:rFonts w:hint="cs"/>
          <w:rtl/>
          <w:lang w:bidi="fa-IR"/>
        </w:rPr>
        <w:t>نسب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مجتبى</w:t>
      </w:r>
      <w:r>
        <w:rPr>
          <w:rtl/>
          <w:lang w:bidi="fa-IR"/>
        </w:rPr>
        <w:t xml:space="preserve"> )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lastRenderedPageBreak/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فرحة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بعظمت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كشف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المهجة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مستجاب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الدعوه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الكرامات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الباهرة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فصيحا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بليغا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دعاءا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لشانه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7"/>
        <w:gridCol w:w="269"/>
        <w:gridCol w:w="3296"/>
      </w:tblGrid>
      <w:tr w:rsidR="00396655" w:rsidTr="00396655">
        <w:trPr>
          <w:trHeight w:val="350"/>
        </w:trPr>
        <w:tc>
          <w:tcPr>
            <w:tcW w:w="3920" w:type="dxa"/>
            <w:shd w:val="clear" w:color="auto" w:fill="auto"/>
          </w:tcPr>
          <w:p w:rsidR="00396655" w:rsidRDefault="00396655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او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نميماند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گرچه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96655" w:rsidRDefault="00396655" w:rsidP="0039665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96655" w:rsidRDefault="00396655" w:rsidP="00396655">
            <w:pPr>
              <w:pStyle w:val="libPoem"/>
            </w:pP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همه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مسيم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احمد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كيميا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760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حنبلى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اللبيب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2E4711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385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حافظ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>.</w:t>
      </w:r>
    </w:p>
    <w:p w:rsidR="0032648E" w:rsidRDefault="0032648E" w:rsidP="002E4711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1030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معظمه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خديجه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الفقهاء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ابوالفقيهين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مجاور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استرآبادى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تلمذ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تهذيب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استبصار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رائقه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سيدالشهداء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الآمل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.</w:t>
      </w:r>
    </w:p>
    <w:p w:rsidR="0032648E" w:rsidRDefault="0032648E" w:rsidP="002E4711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11</w:t>
      </w:r>
    </w:p>
    <w:p w:rsidR="0032648E" w:rsidRDefault="0032648E" w:rsidP="00396655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148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اختلافست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تكتم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نجمه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>(</w:t>
      </w:r>
      <w:r w:rsidR="0039665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طاهره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بهيچوجه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تمجيد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خائف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سعادتمند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نفهميدم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(</w:t>
      </w:r>
      <w:r w:rsidR="0039665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گوارا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نجمه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>.</w:t>
      </w:r>
    </w:p>
    <w:p w:rsidR="0032648E" w:rsidRDefault="0032648E" w:rsidP="00396655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سعادتمند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چپش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سئوال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فرمايشات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ايكاش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صدوق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نديدم</w:t>
      </w:r>
      <w:r>
        <w:rPr>
          <w:rtl/>
          <w:lang w:bidi="fa-IR"/>
        </w:rPr>
        <w:t xml:space="preserve"> </w:t>
      </w:r>
      <w:r w:rsidR="00636843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فحش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قهقهه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سرسفره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اخوررا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كثيرالمعروف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336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مغترفند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تاءليف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عسقلانى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خطيب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.</w:t>
      </w:r>
    </w:p>
    <w:p w:rsidR="0032648E" w:rsidRDefault="0032648E" w:rsidP="002E4711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12</w:t>
      </w:r>
    </w:p>
    <w:p w:rsidR="0032648E" w:rsidRDefault="0032648E" w:rsidP="00740CEA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776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دمشق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بويهى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بسلاطين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كركى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ببابويه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مصنفات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محاكمات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شمسيه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حاشيه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قواعد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تلامذه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قواعد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قواعد،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قطب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اجازه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تصريح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تلمذ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روضات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بليغى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خاتمه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مستدرك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انتصار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اعتراضات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. (( </w:t>
      </w:r>
      <w:r>
        <w:rPr>
          <w:rFonts w:hint="cs"/>
          <w:rtl/>
          <w:lang w:bidi="fa-IR"/>
        </w:rPr>
        <w:t>غفرالله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 w:rsidR="00740CEA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2E4711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13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295 (</w:t>
      </w:r>
      <w:r>
        <w:rPr>
          <w:rFonts w:hint="cs"/>
          <w:rtl/>
          <w:lang w:bidi="fa-IR"/>
        </w:rPr>
        <w:t>مكتفى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معتضد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عباسى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بناحيه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شماسيه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ضياع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مزارع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مردمان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بنفرين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گشودند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دولتش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هنوز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سعدى</w:t>
      </w:r>
      <w:r>
        <w:rPr>
          <w:rtl/>
          <w:lang w:bidi="fa-IR"/>
        </w:rPr>
        <w:t xml:space="preserve"> ):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740CEA" w:rsidTr="00740CEA">
        <w:trPr>
          <w:trHeight w:val="350"/>
        </w:trPr>
        <w:tc>
          <w:tcPr>
            <w:tcW w:w="3344" w:type="dxa"/>
            <w:shd w:val="clear" w:color="auto" w:fill="auto"/>
          </w:tcPr>
          <w:p w:rsidR="00740CEA" w:rsidRDefault="00740CEA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lastRenderedPageBreak/>
              <w:t>بسى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نيايد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نبياد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740CEA" w:rsidRDefault="00740CEA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740CEA" w:rsidRDefault="00740CEA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كند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آنكه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بنهاد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بنياد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CEA" w:rsidTr="00740CEA">
        <w:tblPrEx>
          <w:tblLook w:val="04A0"/>
        </w:tblPrEx>
        <w:trPr>
          <w:trHeight w:val="350"/>
        </w:trPr>
        <w:tc>
          <w:tcPr>
            <w:tcW w:w="3344" w:type="dxa"/>
          </w:tcPr>
          <w:p w:rsidR="00740CEA" w:rsidRDefault="00740CEA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خرابى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مرد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شمشير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40CEA" w:rsidRDefault="00740CEA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40CEA" w:rsidRDefault="00740CEA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چندانكه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پيره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CEA" w:rsidTr="00740CEA">
        <w:tblPrEx>
          <w:tblLook w:val="04A0"/>
        </w:tblPrEx>
        <w:trPr>
          <w:trHeight w:val="350"/>
        </w:trPr>
        <w:tc>
          <w:tcPr>
            <w:tcW w:w="3344" w:type="dxa"/>
          </w:tcPr>
          <w:p w:rsidR="00740CEA" w:rsidRDefault="00740CEA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چراغى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بيوه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فروخت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40CEA" w:rsidRDefault="00740CEA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40CEA" w:rsidRDefault="00740CEA" w:rsidP="002E4711">
            <w:pPr>
              <w:pStyle w:val="libPoem"/>
            </w:pPr>
            <w:r>
              <w:rPr>
                <w:rFonts w:hint="cs"/>
                <w:rtl/>
                <w:lang w:bidi="fa-IR"/>
              </w:rPr>
              <w:t>بسى</w:t>
            </w:r>
            <w:r w:rsidR="002E4711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ديده</w:t>
            </w:r>
            <w:r w:rsidR="002E4711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باشى</w:t>
            </w:r>
            <w:r w:rsidR="002E4711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كه</w:t>
            </w:r>
            <w:r w:rsidR="002E4711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شهرى بسوخت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غزنوى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شيرمردان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1028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معظمه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الاجل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الاسترآبادى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والساكن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المجاور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الاحكام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وثاقت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خوشروئى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بوئيدم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خرابات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انساب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محيط</w:t>
      </w:r>
      <w:r>
        <w:rPr>
          <w:rtl/>
          <w:lang w:bidi="fa-IR"/>
        </w:rPr>
        <w:t>.</w:t>
      </w:r>
    </w:p>
    <w:p w:rsidR="0032648E" w:rsidRDefault="0032648E" w:rsidP="002E4711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حلاج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24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 w:rsidR="00FE2974">
        <w:rPr>
          <w:rtl/>
          <w:lang w:bidi="fa-IR"/>
        </w:rPr>
        <w:t>.</w:t>
      </w:r>
    </w:p>
    <w:p w:rsidR="0032648E" w:rsidRDefault="0032648E" w:rsidP="002E4711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سائح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العينى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مغتنم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سئوال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132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رسانيدند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گسترانيدند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اضطراب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253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326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الكفاة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وفاتش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24 </w:t>
      </w:r>
      <w:r>
        <w:rPr>
          <w:rFonts w:hint="cs"/>
          <w:rtl/>
          <w:lang w:bidi="fa-IR"/>
        </w:rPr>
        <w:t>صفر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454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بقضاعى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شهاب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ضياءالدين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الراوندى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آشوب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ضوء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كادالحسد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قضيه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 w:rsidRPr="004109B9">
        <w:rPr>
          <w:rStyle w:val="libFootnotenumChar"/>
          <w:rtl/>
        </w:rPr>
        <w:t>(31)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529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فدائيه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خيمه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مسترشد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خواصش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سنجر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مسترشد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شجاع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معتضد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الشهم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(32)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مسعود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باصفهان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فدائيه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</w:t>
      </w:r>
      <w:r w:rsidR="00FE2974"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17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سفاح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هبيره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هبيره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شيبانى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شجاعت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ابودلف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خواص</w:t>
      </w:r>
      <w:r>
        <w:rPr>
          <w:rtl/>
          <w:lang w:bidi="fa-IR"/>
        </w:rPr>
        <w:t xml:space="preserve"> ‍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هبيره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رنگش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تغيير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پاسبانان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چسبيد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نيستم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اشتباه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شناسم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فائده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>!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جائزه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تماشا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بخشيدم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سخيتر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بعطاهاى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معن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شرمنده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بالثام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كيستى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بشناسم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لثام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جستجوى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151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بست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حفصه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قصائدى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740CEA" w:rsidTr="00C07EC5">
        <w:trPr>
          <w:trHeight w:val="350"/>
        </w:trPr>
        <w:tc>
          <w:tcPr>
            <w:tcW w:w="3344" w:type="dxa"/>
          </w:tcPr>
          <w:p w:rsidR="00740CEA" w:rsidRDefault="00740CEA" w:rsidP="00740CEA">
            <w:pPr>
              <w:pStyle w:val="libPoem"/>
            </w:pPr>
            <w:r>
              <w:rPr>
                <w:rtl/>
                <w:lang w:bidi="fa-IR"/>
              </w:rPr>
              <w:t>((</w:t>
            </w:r>
            <w:r>
              <w:rPr>
                <w:rFonts w:hint="cs"/>
                <w:rtl/>
                <w:lang w:bidi="fa-IR"/>
              </w:rPr>
              <w:t>تجنب</w:t>
            </w:r>
            <w:r w:rsidRPr="004109B9">
              <w:rPr>
                <w:rStyle w:val="libFootnotenumChar"/>
                <w:rtl/>
              </w:rPr>
              <w:t>(33)</w:t>
            </w:r>
            <w:r>
              <w:rPr>
                <w:rFonts w:hint="cs"/>
                <w:rtl/>
                <w:lang w:bidi="fa-IR"/>
              </w:rPr>
              <w:t>لافى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القول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حتى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40CEA" w:rsidRDefault="00740CEA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40CEA" w:rsidRDefault="00740CEA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حرام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عليه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قول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يسال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270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خونريزى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381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جوهر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معزاسماعيلى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احترام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مصريان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باستقبال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رخصت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قاهره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جوهر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نپوشند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بپوشانيد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طاهره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1178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عبدالنبى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اخبارى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منافرت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203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مبتلا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بمعاشرت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ياسر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lastRenderedPageBreak/>
        <w:t>خادم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بارالها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روايات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اكتفا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صدوق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ناخنهاى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ناخنهاى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ناخنهاى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</w:t>
      </w:r>
      <w:r>
        <w:rPr>
          <w:rtl/>
          <w:lang w:bidi="fa-IR"/>
        </w:rPr>
        <w:t>.</w:t>
      </w:r>
    </w:p>
    <w:p w:rsidR="0032648E" w:rsidRDefault="0032648E" w:rsidP="00740CEA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بوستانى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فشار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رطوبتى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موافقت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.</w:t>
      </w:r>
    </w:p>
    <w:p w:rsidR="0032648E" w:rsidRDefault="0032648E" w:rsidP="00740CEA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</w:t>
      </w:r>
      <w:r w:rsidR="00740CEA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قاشقى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بقضاى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شتافت</w:t>
      </w:r>
      <w:r w:rsidR="00FE2974">
        <w:rPr>
          <w:rtl/>
          <w:lang w:bidi="fa-IR"/>
        </w:rPr>
        <w:t>.</w:t>
      </w:r>
    </w:p>
    <w:p w:rsidR="0032648E" w:rsidRDefault="0032648E" w:rsidP="00740CEA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احشاء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</w:t>
      </w:r>
      <w:r w:rsidR="00740CEA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دفعش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دگرگون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 w:rsidRPr="00740CEA">
        <w:rPr>
          <w:rStyle w:val="libAieChar"/>
          <w:rtl/>
        </w:rPr>
        <w:t xml:space="preserve">(( </w:t>
      </w:r>
      <w:r w:rsidRPr="00740CEA">
        <w:rPr>
          <w:rStyle w:val="libAieChar"/>
          <w:rFonts w:hint="cs"/>
          <w:rtl/>
        </w:rPr>
        <w:t>قل</w:t>
      </w:r>
      <w:r w:rsidRPr="00740CEA">
        <w:rPr>
          <w:rStyle w:val="libAieChar"/>
          <w:rtl/>
        </w:rPr>
        <w:t xml:space="preserve"> </w:t>
      </w:r>
      <w:r w:rsidRPr="00740CEA">
        <w:rPr>
          <w:rStyle w:val="libAieChar"/>
          <w:rFonts w:hint="cs"/>
          <w:rtl/>
        </w:rPr>
        <w:t>لو</w:t>
      </w:r>
      <w:r w:rsidRPr="00740CEA">
        <w:rPr>
          <w:rStyle w:val="libAieChar"/>
          <w:rtl/>
        </w:rPr>
        <w:t xml:space="preserve"> </w:t>
      </w:r>
      <w:r w:rsidRPr="00740CEA">
        <w:rPr>
          <w:rStyle w:val="libAieChar"/>
          <w:rFonts w:hint="cs"/>
          <w:rtl/>
        </w:rPr>
        <w:t>كنتم</w:t>
      </w:r>
      <w:r w:rsidRPr="00740CEA">
        <w:rPr>
          <w:rStyle w:val="libAieChar"/>
          <w:rtl/>
        </w:rPr>
        <w:t xml:space="preserve"> </w:t>
      </w:r>
      <w:r w:rsidRPr="00740CEA">
        <w:rPr>
          <w:rStyle w:val="libAieChar"/>
          <w:rFonts w:hint="cs"/>
          <w:rtl/>
        </w:rPr>
        <w:t>فى</w:t>
      </w:r>
      <w:r w:rsidRPr="00740CEA">
        <w:rPr>
          <w:rStyle w:val="libAieChar"/>
          <w:rtl/>
        </w:rPr>
        <w:t xml:space="preserve"> </w:t>
      </w:r>
      <w:r w:rsidRPr="00740CEA">
        <w:rPr>
          <w:rStyle w:val="libAieChar"/>
          <w:rFonts w:hint="cs"/>
          <w:rtl/>
        </w:rPr>
        <w:t>بيوتكم</w:t>
      </w:r>
      <w:r w:rsidRPr="00740CEA">
        <w:rPr>
          <w:rStyle w:val="libAieChar"/>
          <w:rtl/>
        </w:rPr>
        <w:t xml:space="preserve"> </w:t>
      </w:r>
      <w:r w:rsidRPr="00740CEA">
        <w:rPr>
          <w:rStyle w:val="libAieChar"/>
          <w:rFonts w:hint="cs"/>
          <w:rtl/>
        </w:rPr>
        <w:t>لبرز</w:t>
      </w:r>
      <w:r w:rsidRPr="00740CEA">
        <w:rPr>
          <w:rStyle w:val="libAieChar"/>
          <w:rtl/>
        </w:rPr>
        <w:t xml:space="preserve"> </w:t>
      </w:r>
      <w:r w:rsidRPr="00740CEA">
        <w:rPr>
          <w:rStyle w:val="libAieChar"/>
          <w:rFonts w:hint="cs"/>
          <w:rtl/>
        </w:rPr>
        <w:t>الذين</w:t>
      </w:r>
      <w:r w:rsidRPr="00740CEA">
        <w:rPr>
          <w:rStyle w:val="libAieChar"/>
          <w:rtl/>
        </w:rPr>
        <w:t xml:space="preserve"> </w:t>
      </w:r>
      <w:r w:rsidRPr="00740CEA">
        <w:rPr>
          <w:rStyle w:val="libAieChar"/>
          <w:rFonts w:hint="cs"/>
          <w:rtl/>
        </w:rPr>
        <w:t>كتب</w:t>
      </w:r>
      <w:r w:rsidRPr="00740CEA">
        <w:rPr>
          <w:rStyle w:val="libAieChar"/>
          <w:rtl/>
        </w:rPr>
        <w:t xml:space="preserve"> </w:t>
      </w:r>
      <w:r w:rsidRPr="00740CEA">
        <w:rPr>
          <w:rStyle w:val="libAieChar"/>
          <w:rFonts w:hint="cs"/>
          <w:rtl/>
        </w:rPr>
        <w:t>عليهم</w:t>
      </w:r>
      <w:r w:rsidRPr="00740CEA">
        <w:rPr>
          <w:rStyle w:val="libAieChar"/>
          <w:rtl/>
        </w:rPr>
        <w:t xml:space="preserve"> </w:t>
      </w:r>
      <w:r w:rsidRPr="00740CEA">
        <w:rPr>
          <w:rStyle w:val="libAieChar"/>
          <w:rFonts w:hint="cs"/>
          <w:rtl/>
        </w:rPr>
        <w:t>القتل</w:t>
      </w:r>
      <w:r w:rsidRPr="00740CEA">
        <w:rPr>
          <w:rStyle w:val="libAieChar"/>
          <w:rtl/>
        </w:rPr>
        <w:t xml:space="preserve"> </w:t>
      </w:r>
      <w:r w:rsidRPr="00740CEA">
        <w:rPr>
          <w:rStyle w:val="libAieChar"/>
          <w:rFonts w:hint="cs"/>
          <w:rtl/>
        </w:rPr>
        <w:t>الى</w:t>
      </w:r>
      <w:r w:rsidRPr="00740CEA">
        <w:rPr>
          <w:rStyle w:val="libAieChar"/>
          <w:rtl/>
        </w:rPr>
        <w:t xml:space="preserve"> </w:t>
      </w:r>
      <w:r w:rsidRPr="00740CEA">
        <w:rPr>
          <w:rStyle w:val="libAieChar"/>
          <w:rFonts w:hint="cs"/>
          <w:rtl/>
        </w:rPr>
        <w:t>مضاجعهم</w:t>
      </w:r>
      <w:r w:rsidRPr="00740CEA">
        <w:rPr>
          <w:rStyle w:val="libAieChar"/>
          <w:rtl/>
        </w:rPr>
        <w:t xml:space="preserve"> </w:t>
      </w:r>
      <w:r w:rsidRPr="00740CEA">
        <w:rPr>
          <w:rStyle w:val="libAieChar"/>
          <w:rFonts w:hint="cs"/>
          <w:rtl/>
        </w:rPr>
        <w:t>و</w:t>
      </w:r>
      <w:r w:rsidRPr="00740CEA">
        <w:rPr>
          <w:rStyle w:val="libAieChar"/>
          <w:rtl/>
        </w:rPr>
        <w:t xml:space="preserve"> </w:t>
      </w:r>
      <w:r w:rsidRPr="00740CEA">
        <w:rPr>
          <w:rStyle w:val="libAieChar"/>
          <w:rFonts w:hint="cs"/>
          <w:rtl/>
        </w:rPr>
        <w:t>كان</w:t>
      </w:r>
      <w:r w:rsidRPr="00740CEA">
        <w:rPr>
          <w:rStyle w:val="libAieChar"/>
          <w:rtl/>
        </w:rPr>
        <w:t xml:space="preserve"> </w:t>
      </w:r>
      <w:r w:rsidRPr="00740CEA">
        <w:rPr>
          <w:rStyle w:val="libAieChar"/>
          <w:rFonts w:hint="cs"/>
          <w:rtl/>
        </w:rPr>
        <w:t>امر</w:t>
      </w:r>
      <w:r w:rsidRPr="00740CEA">
        <w:rPr>
          <w:rStyle w:val="libAieChar"/>
          <w:rtl/>
        </w:rPr>
        <w:t xml:space="preserve"> </w:t>
      </w:r>
      <w:r w:rsidRPr="00740CEA">
        <w:rPr>
          <w:rStyle w:val="libAieChar"/>
          <w:rFonts w:hint="cs"/>
          <w:rtl/>
        </w:rPr>
        <w:t>الله</w:t>
      </w:r>
      <w:r w:rsidRPr="00740CEA">
        <w:rPr>
          <w:rStyle w:val="libAieChar"/>
          <w:rtl/>
        </w:rPr>
        <w:t xml:space="preserve"> </w:t>
      </w:r>
      <w:r w:rsidRPr="00740CEA">
        <w:rPr>
          <w:rStyle w:val="libAieChar"/>
          <w:rFonts w:hint="cs"/>
          <w:rtl/>
        </w:rPr>
        <w:t>قدرا</w:t>
      </w:r>
      <w:r w:rsidRPr="00740CEA">
        <w:rPr>
          <w:rStyle w:val="libAieChar"/>
          <w:rtl/>
        </w:rPr>
        <w:t xml:space="preserve"> </w:t>
      </w:r>
      <w:r w:rsidRPr="00740CEA">
        <w:rPr>
          <w:rStyle w:val="libAieChar"/>
          <w:rFonts w:hint="cs"/>
          <w:rtl/>
        </w:rPr>
        <w:t>مقدورا</w:t>
      </w:r>
      <w:r w:rsidRPr="00740CEA">
        <w:rPr>
          <w:rStyle w:val="libAieChar"/>
          <w:rtl/>
        </w:rPr>
        <w:t>))</w:t>
      </w:r>
      <w:r w:rsidR="00740CEA">
        <w:rPr>
          <w:rFonts w:hint="cs"/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قحطبه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رشيد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پسرش</w:t>
      </w:r>
      <w:r>
        <w:rPr>
          <w:rtl/>
          <w:lang w:bidi="fa-IR"/>
        </w:rPr>
        <w:t xml:space="preserve"> ‍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جواد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دانستند</w:t>
      </w:r>
      <w:r>
        <w:rPr>
          <w:rtl/>
          <w:lang w:bidi="fa-IR"/>
        </w:rPr>
        <w:t>.</w:t>
      </w:r>
    </w:p>
    <w:p w:rsidR="0032648E" w:rsidRDefault="0032648E" w:rsidP="00740CE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</w:t>
      </w:r>
      <w:r w:rsidR="00740CEA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 w:rsidR="00FE2974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740CEA" w:rsidTr="00740CEA">
        <w:trPr>
          <w:trHeight w:val="350"/>
        </w:trPr>
        <w:tc>
          <w:tcPr>
            <w:tcW w:w="3344" w:type="dxa"/>
          </w:tcPr>
          <w:p w:rsidR="00740CEA" w:rsidRDefault="00740CEA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سره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قبرا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بروئيته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40CEA" w:rsidRDefault="00740CEA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40CEA" w:rsidRDefault="00740CEA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يفرج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زاره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كربه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CEA" w:rsidTr="00740CEA">
        <w:trPr>
          <w:trHeight w:val="350"/>
        </w:trPr>
        <w:tc>
          <w:tcPr>
            <w:tcW w:w="3344" w:type="dxa"/>
          </w:tcPr>
          <w:p w:rsidR="00740CEA" w:rsidRDefault="00740CEA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فليات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القبر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اسكنه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40CEA" w:rsidRDefault="00740CEA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40CEA" w:rsidRDefault="00740CEA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سلاله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رسول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منتجبه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256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موفقيات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تصنيفات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>.</w:t>
      </w:r>
    </w:p>
    <w:p w:rsidR="0032648E" w:rsidRDefault="0032648E" w:rsidP="00740CEA">
      <w:pPr>
        <w:pStyle w:val="libNormal"/>
      </w:pP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كوبيده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مصعب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همانست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رشيد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بصيغه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منخسف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  <w:r w:rsidRPr="004109B9">
        <w:rPr>
          <w:rStyle w:val="libFootnotenumChar"/>
          <w:rtl/>
        </w:rPr>
        <w:t>(34)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403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باقلانى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ناصر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مناضره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24 -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309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حلاج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بفتوى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حامد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وزير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مقتدر</w:t>
      </w:r>
      <w:r>
        <w:rPr>
          <w:rtl/>
          <w:lang w:bidi="fa-IR"/>
        </w:rPr>
        <w:t>). (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فتوى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مقتدر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برسانيدند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مقتدر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بريختن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تازيانه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تازيانه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</w:t>
      </w:r>
      <w:r>
        <w:rPr>
          <w:rtl/>
          <w:lang w:bidi="fa-IR"/>
        </w:rPr>
        <w:t>.</w:t>
      </w:r>
    </w:p>
    <w:p w:rsidR="00740CEA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شنبه</w:t>
      </w:r>
      <w:r>
        <w:rPr>
          <w:rtl/>
          <w:lang w:bidi="fa-IR"/>
        </w:rPr>
        <w:t xml:space="preserve"> 23 </w:t>
      </w:r>
      <w:r>
        <w:rPr>
          <w:rFonts w:hint="cs"/>
          <w:rtl/>
          <w:lang w:bidi="fa-IR"/>
        </w:rPr>
        <w:t>ذيقعده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تازيانه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بسوزانيد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خاكسترش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دجله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دجله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خاكستر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ابوسهل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بختى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740CEA" w:rsidP="0032648E">
      <w:pPr>
        <w:pStyle w:val="libNormal"/>
      </w:pPr>
      <w:r>
        <w:rPr>
          <w:rtl/>
          <w:lang w:bidi="fa-IR"/>
        </w:rPr>
        <w:br w:type="page"/>
      </w:r>
    </w:p>
    <w:p w:rsidR="0032648E" w:rsidRDefault="0032648E" w:rsidP="00C8765E">
      <w:pPr>
        <w:pStyle w:val="libBold1"/>
        <w:rPr>
          <w:rtl/>
          <w:lang w:bidi="fa-IR"/>
        </w:rPr>
      </w:pPr>
      <w:r>
        <w:rPr>
          <w:rFonts w:hint="cs"/>
          <w:rtl/>
          <w:lang w:bidi="fa-IR"/>
        </w:rPr>
        <w:t>پاورقى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 w:rsidR="00FE2974">
        <w:rPr>
          <w:rtl/>
          <w:lang w:bidi="fa-IR"/>
        </w:rPr>
        <w:t>:</w:t>
      </w:r>
    </w:p>
    <w:p w:rsidR="00740CEA" w:rsidRDefault="00740CEA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22-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740CEA" w:rsidTr="00740CEA">
        <w:trPr>
          <w:trHeight w:val="350"/>
        </w:trPr>
        <w:tc>
          <w:tcPr>
            <w:tcW w:w="3344" w:type="dxa"/>
          </w:tcPr>
          <w:p w:rsidR="00740CEA" w:rsidRDefault="00740CEA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يالها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ضربة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حوت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مكرمات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40CEA" w:rsidRDefault="00740CEA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40CEA" w:rsidRDefault="00740CEA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لم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يزن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ثقل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اجرها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ثقلاها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CEA" w:rsidTr="00740CEA">
        <w:trPr>
          <w:trHeight w:val="350"/>
        </w:trPr>
        <w:tc>
          <w:tcPr>
            <w:tcW w:w="3344" w:type="dxa"/>
          </w:tcPr>
          <w:p w:rsidR="00740CEA" w:rsidRDefault="00740CEA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هذه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علاه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احدى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المعالى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40CEA" w:rsidRDefault="00740CEA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40CEA" w:rsidRDefault="00740CEA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هذه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فقس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سواها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23-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1254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24- </w:t>
      </w:r>
      <w:r>
        <w:rPr>
          <w:rFonts w:hint="cs"/>
          <w:rtl/>
          <w:lang w:bidi="fa-IR"/>
        </w:rPr>
        <w:t>مرحوم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البهيه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دانشمندان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متتبع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25-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740CEA" w:rsidTr="00740CEA">
        <w:trPr>
          <w:trHeight w:val="350"/>
        </w:trPr>
        <w:tc>
          <w:tcPr>
            <w:tcW w:w="3344" w:type="dxa"/>
          </w:tcPr>
          <w:p w:rsidR="00740CEA" w:rsidRDefault="00740CEA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مالى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سوى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قرعى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لبابك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حلية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40CEA" w:rsidRDefault="00740CEA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40CEA" w:rsidRDefault="00740CEA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فلئن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رددت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فاى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اقرع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CEA" w:rsidTr="00740CEA">
        <w:trPr>
          <w:trHeight w:val="350"/>
        </w:trPr>
        <w:tc>
          <w:tcPr>
            <w:tcW w:w="3344" w:type="dxa"/>
          </w:tcPr>
          <w:p w:rsidR="00740CEA" w:rsidRDefault="00740CEA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الذى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ادعوه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اهتف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اسمه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40CEA" w:rsidRDefault="00740CEA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40CEA" w:rsidRDefault="00740CEA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فضلك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فقيرك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يمتع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CEA" w:rsidTr="00740CEA">
        <w:trPr>
          <w:trHeight w:val="350"/>
        </w:trPr>
        <w:tc>
          <w:tcPr>
            <w:tcW w:w="3344" w:type="dxa"/>
          </w:tcPr>
          <w:p w:rsidR="00740CEA" w:rsidRDefault="00740CEA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اشا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لمجدك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تقنط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عاصيا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40CEA" w:rsidRDefault="00740CEA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40CEA" w:rsidRDefault="00740CEA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الفضل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اجزل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المواهب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اوسع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tl/>
          <w:lang w:bidi="fa-IR"/>
        </w:rPr>
        <w:t xml:space="preserve">26-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27-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) 28- 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معوية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لدميم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الدميم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لمعويه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الكلاب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صغرت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فاستصغرت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فغضب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ايشتمنى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صخر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لسانى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فلاتبسط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هند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لسانك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الامانى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الابيات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</w:t>
      </w:r>
    </w:p>
    <w:p w:rsidR="0032648E" w:rsidRDefault="0032648E" w:rsidP="00740CEA">
      <w:pPr>
        <w:pStyle w:val="libNormal"/>
      </w:pPr>
      <w:r>
        <w:rPr>
          <w:rtl/>
          <w:lang w:bidi="fa-IR"/>
        </w:rPr>
        <w:t xml:space="preserve">29-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بحرانى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فيلسوف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الاستغاثه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المحدثه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استغاثه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</w:t>
      </w:r>
      <w:r w:rsidR="00740CEA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ليف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هلتا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البحرين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اعتراض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حيثما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الاميثم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البحرانى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)))</w:t>
      </w:r>
    </w:p>
    <w:p w:rsidR="0032648E" w:rsidRDefault="0032648E" w:rsidP="00740CEA">
      <w:pPr>
        <w:pStyle w:val="libNormal"/>
      </w:pPr>
      <w:r>
        <w:rPr>
          <w:rtl/>
          <w:lang w:bidi="fa-IR"/>
        </w:rPr>
        <w:t xml:space="preserve">30-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عمادالدين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مازندران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تاءليف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مناقب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الطاهرين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السقيفه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معائب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(</w:t>
      </w:r>
      <w:r w:rsidR="00740CE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31- </w:t>
      </w:r>
      <w:r>
        <w:rPr>
          <w:rFonts w:hint="cs"/>
          <w:rtl/>
          <w:lang w:bidi="fa-IR"/>
        </w:rPr>
        <w:t>ملخص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همسايه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همسايه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نتوانست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اندامش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قوت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آقا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همسايه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مدبر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مبلغ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همسايه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بگريخت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تفحص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همسايه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همسايه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المولف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32- </w:t>
      </w:r>
      <w:r>
        <w:rPr>
          <w:rFonts w:hint="cs"/>
          <w:rtl/>
          <w:lang w:bidi="fa-IR"/>
        </w:rPr>
        <w:t>الشهم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الفواد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لنافذالحكم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منجد</w:t>
      </w:r>
      <w:r>
        <w:rPr>
          <w:rtl/>
          <w:lang w:bidi="fa-IR"/>
        </w:rPr>
        <w:t>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33- ((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المضمون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قدتكرر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الشعراء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الفرزدق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المعروفه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الفريقين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 ))</w:t>
      </w:r>
    </w:p>
    <w:p w:rsidR="00C8765E" w:rsidRDefault="0032648E" w:rsidP="00740CE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34- </w:t>
      </w: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عليخان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بآباء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(</w:t>
      </w:r>
      <w:r w:rsidR="00740CE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): ((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ماعاداتا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لاواتا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فيلجرب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بتجربه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ملاحظه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اجتناب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)</w:t>
      </w:r>
    </w:p>
    <w:p w:rsidR="0032648E" w:rsidRDefault="00C8765E" w:rsidP="00740CEA">
      <w:pPr>
        <w:pStyle w:val="libNormal"/>
      </w:pPr>
      <w:r>
        <w:rPr>
          <w:rtl/>
          <w:lang w:bidi="fa-IR"/>
        </w:rPr>
        <w:br w:type="page"/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دحوالارض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)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القعده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قائم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دحوالارض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اجتماع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1. </w:t>
      </w:r>
      <w:r>
        <w:rPr>
          <w:rFonts w:hint="cs"/>
          <w:rtl/>
          <w:lang w:bidi="fa-IR"/>
        </w:rPr>
        <w:t>نمازى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والشمس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((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العثرات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الدعوات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سامع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الاصوات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تجاوز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سيئاتى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الاكرام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2.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الكعبه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داماد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دحوالارض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)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واكد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مسنونه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740CEA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23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9B4CAF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(</w:t>
      </w:r>
      <w:r w:rsidR="00740CE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شجره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ذوالحليفه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نفاس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چكنم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دستورالعمل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145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باخمرى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تتمة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الخلفاء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387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زولاق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360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طبرانى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صحابه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طبرانى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حفاظ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شيوخ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بطبريه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بخلاف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طبرى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lastRenderedPageBreak/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طبرستان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بمسافت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30</w:t>
      </w:r>
    </w:p>
    <w:p w:rsidR="0032648E" w:rsidRDefault="0032648E" w:rsidP="00740CEA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220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بزهر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معتصم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تقريبا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الفرج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(35)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</w:t>
      </w:r>
      <w:r w:rsidR="00740CEA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بثلثين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كاظمين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.</w:t>
      </w:r>
    </w:p>
    <w:p w:rsidR="0032648E" w:rsidRDefault="00740CEA" w:rsidP="00740CEA">
      <w:pPr>
        <w:pStyle w:val="libNormal"/>
      </w:pPr>
      <w:r>
        <w:rPr>
          <w:rtl/>
        </w:rPr>
        <w:br w:type="page"/>
      </w:r>
    </w:p>
    <w:p w:rsidR="0032648E" w:rsidRDefault="0032648E" w:rsidP="00C8765E">
      <w:pPr>
        <w:pStyle w:val="Heading2"/>
      </w:pPr>
      <w:bookmarkStart w:id="10" w:name="_Toc460920951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bookmarkEnd w:id="10"/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صلحاى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مرويست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1-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2-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واعدنا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(36)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3-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فضلتها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هديه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حواريين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تهليلات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- ((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الدهور</w:t>
      </w:r>
      <w:r>
        <w:rPr>
          <w:rtl/>
          <w:lang w:bidi="fa-IR"/>
        </w:rPr>
        <w:t xml:space="preserve"> )) </w:t>
      </w:r>
      <w:r w:rsidRPr="004109B9">
        <w:rPr>
          <w:rStyle w:val="libFootnotenumChar"/>
          <w:rtl/>
        </w:rPr>
        <w:t>(37)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آورند</w:t>
      </w:r>
      <w:r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1-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32648E" w:rsidRDefault="0032648E" w:rsidP="00740CEA">
      <w:pPr>
        <w:pStyle w:val="libNormal"/>
      </w:pPr>
      <w:r>
        <w:rPr>
          <w:rtl/>
          <w:lang w:bidi="fa-IR"/>
        </w:rPr>
        <w:t xml:space="preserve">2-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(</w:t>
      </w:r>
      <w:r w:rsidR="00740CE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 (</w:t>
      </w:r>
      <w:r w:rsidR="00740CE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3- </w:t>
      </w:r>
      <w:r>
        <w:rPr>
          <w:rFonts w:hint="cs"/>
          <w:rtl/>
          <w:lang w:bidi="fa-IR"/>
        </w:rPr>
        <w:t>نمازى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اناانزلناه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4-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ظالمى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حسبى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سئوالى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بحالى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>.</w:t>
      </w:r>
    </w:p>
    <w:p w:rsidR="0032648E" w:rsidRDefault="0032648E" w:rsidP="00C8765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خليل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تزويج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C8765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).</w:t>
      </w:r>
    </w:p>
    <w:p w:rsidR="0032648E" w:rsidRDefault="0032648E" w:rsidP="00C8765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(38)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تبليغ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740CE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بمنزله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عريان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معائب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C8765E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ذون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نگيرد،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برگردد</w:t>
      </w:r>
      <w:r>
        <w:rPr>
          <w:rtl/>
          <w:lang w:bidi="fa-IR"/>
        </w:rPr>
        <w:t>.</w:t>
      </w:r>
    </w:p>
    <w:p w:rsidR="0032648E" w:rsidRDefault="0032648E" w:rsidP="00740CEA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غضبارا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740CE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جابربن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معزول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معزول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نساختم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معزول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مرتضى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مجتمع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آكنده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فرمايشات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تبليغ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اقتصاد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ميفرمود</w:t>
      </w:r>
      <w:r>
        <w:rPr>
          <w:rtl/>
          <w:lang w:bidi="fa-IR"/>
        </w:rPr>
        <w:t>.</w:t>
      </w:r>
    </w:p>
    <w:p w:rsidR="0032648E" w:rsidRDefault="0032648E" w:rsidP="00740CEA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(</w:t>
      </w:r>
      <w:r w:rsidR="00740CE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صحابه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نميدانيم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دلتنگى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ابوذر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تحقيق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فرستادند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ابوذر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مفارقت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C8765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ابوذر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(</w:t>
      </w:r>
      <w:r w:rsidR="00C8765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باستقبال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C8765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آهسته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بدهم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مفارقت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740CEA">
      <w:pPr>
        <w:pStyle w:val="libNormal"/>
      </w:pP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740CE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خواهش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ابوذر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تعجيل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740CE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معانقه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(</w:t>
      </w:r>
      <w:r w:rsidR="00740CE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بقربانت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740CE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126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دمشق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عبدالعزيز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lastRenderedPageBreak/>
        <w:t>سلوك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ناقص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ناقص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الناقص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والاشبح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بعمرعبدالعزيز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504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الكياهراسى</w:t>
      </w:r>
      <w:r>
        <w:rPr>
          <w:rtl/>
          <w:lang w:bidi="fa-IR"/>
        </w:rPr>
        <w:t xml:space="preserve"> ) (</w:t>
      </w:r>
      <w:r>
        <w:rPr>
          <w:rFonts w:hint="cs"/>
          <w:rtl/>
          <w:lang w:bidi="fa-IR"/>
        </w:rPr>
        <w:t>الكيا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كبيرالقدر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فقهاء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غزالى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تجويز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غزالى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586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اديب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متكلم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عبدالحميدبن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المداينى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المعتزلى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البلاغة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خزانه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بمنزلة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عبدالعزيز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الخلفاء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الاموية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القصائد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الائمة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الاسترابادى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المدارك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4</w:t>
      </w:r>
    </w:p>
    <w:p w:rsidR="0032648E" w:rsidRDefault="0032648E" w:rsidP="00740CEA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(</w:t>
      </w:r>
      <w:r w:rsidR="00740CE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غلبه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ساحران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</w:t>
      </w:r>
      <w:r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220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جواد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6</w:t>
      </w:r>
    </w:p>
    <w:p w:rsidR="0032648E" w:rsidRDefault="0032648E" w:rsidP="00740CEA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(</w:t>
      </w:r>
      <w:r w:rsidR="00740CE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740CE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158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دوانيقى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حجون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شباهت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تقليد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ممسك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الاكسرى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مثلث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26 </w:t>
      </w:r>
      <w:r>
        <w:rPr>
          <w:rFonts w:hint="cs"/>
          <w:rtl/>
          <w:lang w:bidi="fa-IR"/>
        </w:rPr>
        <w:t>محرم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انشاء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 w:rsidR="00FE2974"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7</w:t>
      </w:r>
    </w:p>
    <w:p w:rsidR="0032648E" w:rsidRDefault="0032648E" w:rsidP="00740CEA">
      <w:pPr>
        <w:pStyle w:val="libNormal"/>
      </w:pP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(</w:t>
      </w:r>
      <w:r w:rsidR="00740CE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برساحران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740CEA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114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كلينى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(</w:t>
      </w:r>
      <w:r w:rsidR="00740CE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صعبى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خائف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خبردادند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صحت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جمعى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 w:rsidR="00FE2974">
        <w:rPr>
          <w:rtl/>
          <w:lang w:bidi="fa-IR"/>
        </w:rPr>
        <w:t>.</w:t>
      </w:r>
    </w:p>
    <w:p w:rsidR="0032648E" w:rsidRDefault="0032648E" w:rsidP="00740CEA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احتياج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مينمائى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گرامى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نشنيدى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(</w:t>
      </w:r>
      <w:r w:rsidR="00740CE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انتظار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ميكشيم</w:t>
      </w:r>
      <w:r w:rsidR="00FE2974">
        <w:rPr>
          <w:rtl/>
          <w:lang w:bidi="fa-IR"/>
        </w:rPr>
        <w:t>.</w:t>
      </w:r>
    </w:p>
    <w:p w:rsidR="0032648E" w:rsidRDefault="0032648E" w:rsidP="00740CEA">
      <w:pPr>
        <w:pStyle w:val="libNormal"/>
      </w:pP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تغزيه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(</w:t>
      </w:r>
      <w:r w:rsidR="00740CE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مرويستكه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بالجمله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اختلاف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سپس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اقوام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مضبوطه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86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صدوچهارده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صدوهفده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لفظ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سقط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179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بديوانخانه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كاتبان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خوانندگى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انواع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فواحش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106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طاوس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فقهاء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گفتگوى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روضات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شمرده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463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خطيب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عبدالبر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استيعاب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بمردند</w:t>
      </w:r>
      <w:r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ترويه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تمتع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بسمت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بيتوته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باندك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بازار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قصرالاماره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تنگ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اتباع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كوفيانرا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تخويف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معاونت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ايشانرا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كوفيان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پراكنده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>.</w:t>
      </w:r>
    </w:p>
    <w:p w:rsidR="0032648E" w:rsidRDefault="0032648E" w:rsidP="00740CEA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متحيرانه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طوعه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بانتظار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ايستاده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طوعه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آشاميد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طوعه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ظرف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نياشاميدى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دوباره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برخيز،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غربيم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ممكنست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طوعه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طوعه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 w:rsidRPr="004109B9">
        <w:rPr>
          <w:rStyle w:val="libFootnotenumChar"/>
          <w:rtl/>
        </w:rPr>
        <w:t>(39)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بتفصيلى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گنجايش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>.</w:t>
      </w:r>
    </w:p>
    <w:p w:rsidR="0032648E" w:rsidRDefault="0032648E" w:rsidP="00740CEA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ببهانه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ماءمور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 w:rsidR="00740CE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ببرند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رسانند</w:t>
      </w:r>
      <w:r>
        <w:rPr>
          <w:rtl/>
          <w:lang w:bidi="fa-IR"/>
        </w:rPr>
        <w:t>.</w:t>
      </w:r>
    </w:p>
    <w:p w:rsidR="0032648E" w:rsidRDefault="0032648E" w:rsidP="00740CEA">
      <w:pPr>
        <w:pStyle w:val="libNormal"/>
      </w:pP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 w:rsidR="00740CEA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هلمو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حنفيه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مكالماتش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متبركه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مستجاب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1.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2.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3.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4.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روزيستكه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گسترانيده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پوشانيدن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عيبهايشان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1. </w:t>
      </w:r>
      <w:r>
        <w:rPr>
          <w:rFonts w:hint="cs"/>
          <w:rtl/>
          <w:lang w:bidi="fa-IR"/>
        </w:rPr>
        <w:t>غسل</w:t>
      </w:r>
    </w:p>
    <w:p w:rsidR="0032648E" w:rsidRDefault="0032648E" w:rsidP="00C8765E">
      <w:pPr>
        <w:pStyle w:val="libNormal"/>
      </w:pPr>
      <w:r>
        <w:rPr>
          <w:rtl/>
          <w:lang w:bidi="fa-IR"/>
        </w:rPr>
        <w:t xml:space="preserve">2.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توفيق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3.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حجد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4.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47 </w:t>
      </w:r>
      <w:r>
        <w:rPr>
          <w:rFonts w:hint="cs"/>
          <w:rtl/>
          <w:lang w:bidi="fa-IR"/>
        </w:rPr>
        <w:t>صحيفه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5.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6.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7.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كاظم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توفيق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ادعيه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امتيازى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زادالمعاد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جندب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فراموش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اشتباه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نگرداند،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مغفرتك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تنقصك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فاعطنى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ينقصك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اغفرلى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تضرك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ايضا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تحرمنى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ماعندى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ترحمنى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بتعبى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تحرمنى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المصاب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تورية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نازلشده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عروه</w:t>
      </w:r>
      <w:r>
        <w:rPr>
          <w:rtl/>
          <w:lang w:bidi="fa-IR"/>
        </w:rPr>
        <w:t xml:space="preserve"> )</w:t>
      </w:r>
      <w:r w:rsidRPr="004109B9">
        <w:rPr>
          <w:rStyle w:val="libFootnotenumChar"/>
          <w:rtl/>
        </w:rPr>
        <w:t>(40)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عليهما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ماءمور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ببندند،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538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خوارزم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معتزلى</w:t>
      </w:r>
      <w:r>
        <w:rPr>
          <w:rtl/>
          <w:lang w:bidi="fa-IR"/>
        </w:rPr>
        <w:t xml:space="preserve"> ).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زمخشرى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زمخشر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جارالله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مجاورت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خوارزم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مصنفات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كشاف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فائق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البلاغة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الابرار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انموزج</w:t>
      </w:r>
      <w:r>
        <w:rPr>
          <w:rtl/>
          <w:lang w:bidi="fa-IR"/>
        </w:rPr>
        <w:t xml:space="preserve"> )</w:t>
      </w:r>
      <w:r w:rsidRPr="004109B9">
        <w:rPr>
          <w:rStyle w:val="libFootnotenumChar"/>
          <w:rtl/>
        </w:rPr>
        <w:t>(41)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كشاف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بنويسند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740CEA" w:rsidTr="00740CEA">
        <w:trPr>
          <w:trHeight w:val="350"/>
        </w:trPr>
        <w:tc>
          <w:tcPr>
            <w:tcW w:w="3344" w:type="dxa"/>
            <w:shd w:val="clear" w:color="auto" w:fill="auto"/>
          </w:tcPr>
          <w:p w:rsidR="00740CEA" w:rsidRDefault="00740CEA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مدالبعوض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جناحها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740CEA" w:rsidRDefault="00740CEA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740CEA" w:rsidRDefault="00740CEA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ظلمه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الليل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البهيم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CEA" w:rsidTr="00740CEA">
        <w:tblPrEx>
          <w:tblLook w:val="04A0"/>
        </w:tblPrEx>
        <w:trPr>
          <w:trHeight w:val="350"/>
        </w:trPr>
        <w:tc>
          <w:tcPr>
            <w:tcW w:w="3344" w:type="dxa"/>
          </w:tcPr>
          <w:p w:rsidR="00740CEA" w:rsidRDefault="00740CEA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مناط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عروقها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نحرها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40CEA" w:rsidRDefault="00740CEA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40CEA" w:rsidRDefault="00740CEA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والمخ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تلك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العظام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النحل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CEA" w:rsidTr="00740CEA">
        <w:tblPrEx>
          <w:tblLook w:val="04A0"/>
        </w:tblPrEx>
        <w:trPr>
          <w:trHeight w:val="350"/>
        </w:trPr>
        <w:tc>
          <w:tcPr>
            <w:tcW w:w="3344" w:type="dxa"/>
          </w:tcPr>
          <w:p w:rsidR="00740CEA" w:rsidRDefault="00740CEA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اغفر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لعبد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تاب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فرطاته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40CEA" w:rsidRDefault="00740CEA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40CEA" w:rsidRDefault="00740CEA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الزمان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الاول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689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الشرايع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نزهه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الناظر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حكايتى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(42)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هلاكوخان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1246 -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باهره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قزوينى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بحرالعلوم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متبركه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هديه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740CEA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548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سبزوار،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قتلگاه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افاغنه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باشاره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افغان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</w:t>
      </w:r>
      <w:r w:rsidR="00740CEA">
        <w:rPr>
          <w:rFonts w:hint="cs"/>
          <w:rtl/>
          <w:lang w:bidi="fa-IR"/>
        </w:rPr>
        <w:t>ا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الاخلاق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مشكوة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الانوار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سلسله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الطبرسى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اتحاد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المعاصى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اتصافها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بالصغيره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بالنسبه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نسب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الكاشانى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المفسر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السكته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النباش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بمختصرى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1.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2.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3.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48 </w:t>
      </w:r>
      <w:r>
        <w:rPr>
          <w:rFonts w:hint="cs"/>
          <w:rtl/>
          <w:lang w:bidi="fa-IR"/>
        </w:rPr>
        <w:t>صحيفه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46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4.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ندبه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5. </w:t>
      </w:r>
      <w:r>
        <w:rPr>
          <w:rFonts w:hint="cs"/>
          <w:rtl/>
          <w:lang w:bidi="fa-IR"/>
        </w:rPr>
        <w:t>قربانى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6.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مارزقنا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ماابلانا</w:t>
      </w:r>
      <w:r>
        <w:rPr>
          <w:rtl/>
          <w:lang w:bidi="fa-IR"/>
        </w:rPr>
        <w:t>.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تكبيرات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328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انبارى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محفوظات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صندوق</w:t>
      </w:r>
      <w:r w:rsidR="00FE2974"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(43)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207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واقدى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صادقين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واقدى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واقدى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136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سفاح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راءفت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>).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باعجاز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 w:rsidR="008865D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معظمه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317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قرامطه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كردگى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ابوطاهر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قرمطى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حجرالاسود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هجر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مطيع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339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عبيدالله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اسمعيلى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مملكت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افريقيه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برگردانيدند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برگردانيدن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لاغر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استبعادى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حجرالاسود،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البحرين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لغت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قرمط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310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قرامطه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حجرالاسود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قرامطه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شمشير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بگفت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4"/>
        <w:gridCol w:w="268"/>
        <w:gridCol w:w="3300"/>
      </w:tblGrid>
      <w:tr w:rsidR="008865DE" w:rsidTr="00C07EC5">
        <w:trPr>
          <w:trHeight w:val="350"/>
        </w:trPr>
        <w:tc>
          <w:tcPr>
            <w:tcW w:w="3920" w:type="dxa"/>
            <w:shd w:val="clear" w:color="auto" w:fill="auto"/>
          </w:tcPr>
          <w:p w:rsidR="008865DE" w:rsidRDefault="008865DE" w:rsidP="008865DE">
            <w:pPr>
              <w:pStyle w:val="libPoem"/>
            </w:pPr>
            <w:r>
              <w:rPr>
                <w:rtl/>
                <w:lang w:bidi="fa-IR"/>
              </w:rPr>
              <w:t>((</w:t>
            </w:r>
            <w:r>
              <w:rPr>
                <w:rFonts w:hint="cs"/>
                <w:rtl/>
                <w:lang w:bidi="fa-IR"/>
              </w:rPr>
              <w:t>ترى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المحبين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صرعى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ديارهم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865DE" w:rsidRDefault="008865DE" w:rsidP="00C07EC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865DE" w:rsidRDefault="008865D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كفيته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الكهف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يدرون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لبثوا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299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356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المروانى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شيعى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اغانى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الطالببتيين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اغانى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حمدانى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بخصوص</w:t>
      </w:r>
      <w:r>
        <w:rPr>
          <w:rtl/>
          <w:lang w:bidi="fa-IR"/>
        </w:rPr>
        <w:t xml:space="preserve"> ‍ (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عضد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نميكردند</w:t>
      </w:r>
      <w:r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اطراف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هيجدهم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رسانيدند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212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هادى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صريا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C8765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242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ربذه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</w:t>
      </w:r>
      <w:r w:rsidR="00C8765E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</w:t>
      </w:r>
      <w:r w:rsidR="008865DE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شكايتها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8865D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</w:t>
      </w:r>
      <w:r w:rsidR="008865DE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كيست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60"/>
        <w:gridCol w:w="268"/>
        <w:gridCol w:w="3294"/>
      </w:tblGrid>
      <w:tr w:rsidR="008865DE" w:rsidTr="00C07EC5">
        <w:trPr>
          <w:trHeight w:val="350"/>
        </w:trPr>
        <w:tc>
          <w:tcPr>
            <w:tcW w:w="3920" w:type="dxa"/>
            <w:shd w:val="clear" w:color="auto" w:fill="auto"/>
          </w:tcPr>
          <w:p w:rsidR="008865DE" w:rsidRDefault="008865DE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قاض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الحدفى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الزناء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865DE" w:rsidRDefault="008865DE" w:rsidP="00C07EC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865DE" w:rsidRDefault="008865D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يرى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يلوط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باس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9"/>
        <w:gridCol w:w="268"/>
        <w:gridCol w:w="3305"/>
      </w:tblGrid>
      <w:tr w:rsidR="008865DE" w:rsidTr="00C07EC5">
        <w:trPr>
          <w:trHeight w:val="350"/>
        </w:trPr>
        <w:tc>
          <w:tcPr>
            <w:tcW w:w="3920" w:type="dxa"/>
            <w:shd w:val="clear" w:color="auto" w:fill="auto"/>
          </w:tcPr>
          <w:p w:rsidR="008865DE" w:rsidRDefault="008865DE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احسب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الجور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ينقضى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865DE" w:rsidRDefault="008865DE" w:rsidP="00C07EC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865DE" w:rsidRDefault="008865D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الامه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عباس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8865DE">
      <w:pPr>
        <w:pStyle w:val="libNormal"/>
      </w:pPr>
      <w:r>
        <w:rPr>
          <w:rFonts w:hint="cs"/>
          <w:rtl/>
          <w:lang w:bidi="fa-IR"/>
        </w:rPr>
        <w:lastRenderedPageBreak/>
        <w:t>م</w:t>
      </w:r>
      <w:r w:rsidR="008865DE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خجلت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303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488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اندلسى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حميدى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الصحيحة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شمنى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سيوطى</w:t>
      </w:r>
      <w:r w:rsidR="00FE2974"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18</w:t>
      </w:r>
    </w:p>
    <w:p w:rsidR="0032648E" w:rsidRDefault="0032648E" w:rsidP="008865DE">
      <w:pPr>
        <w:pStyle w:val="libNormal"/>
      </w:pP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بكيفيتى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مخلص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بتاءكيد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تبليغ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نرسانيدى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تبليغ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 w:rsidR="00FE2974">
        <w:rPr>
          <w:rtl/>
          <w:lang w:bidi="fa-IR"/>
        </w:rPr>
        <w:t>.</w:t>
      </w:r>
    </w:p>
    <w:p w:rsidR="0032648E" w:rsidRDefault="0032648E" w:rsidP="008865DE">
      <w:pPr>
        <w:pStyle w:val="libNormal"/>
      </w:pP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متعدده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منتظر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تبليغ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</w:t>
      </w:r>
      <w:r w:rsidR="008865DE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كيد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غدير،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جلوتر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بنحويكه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>.</w:t>
      </w:r>
    </w:p>
    <w:p w:rsidR="0032648E" w:rsidRDefault="0032648E" w:rsidP="008865DE">
      <w:pPr>
        <w:pStyle w:val="libNormal"/>
      </w:pP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اشواك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خاشاك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كجاوه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احجار،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بليغه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اميرالمؤمنين</w:t>
      </w:r>
      <w:r>
        <w:rPr>
          <w:rtl/>
          <w:lang w:bidi="fa-IR"/>
        </w:rPr>
        <w:t xml:space="preserve"> (</w:t>
      </w:r>
      <w:r w:rsidR="008865D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اقدسش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نمايان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خذله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بتمسك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اكملت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كلمه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لازلت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بلسانك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18"/>
        <w:gridCol w:w="268"/>
        <w:gridCol w:w="3336"/>
      </w:tblGrid>
      <w:tr w:rsidR="008865DE" w:rsidTr="00C07EC5">
        <w:trPr>
          <w:trHeight w:val="350"/>
        </w:trPr>
        <w:tc>
          <w:tcPr>
            <w:tcW w:w="3920" w:type="dxa"/>
            <w:shd w:val="clear" w:color="auto" w:fill="auto"/>
          </w:tcPr>
          <w:p w:rsidR="008865DE" w:rsidRDefault="008865DE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فقال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فاننى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865DE" w:rsidRDefault="008865DE" w:rsidP="00C07EC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865DE" w:rsidRDefault="008865D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رضيتك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بعدى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اماما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هاديا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بحصول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مولائيت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بخ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هنيالك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دارقطنى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عاصمى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تهنيت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متواتره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الفريقين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ابوالمعانى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منقولستكه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صحافى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مولاه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الامة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رضوان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الانوار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فيض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يتعلق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الغدير</w:t>
      </w:r>
      <w:r>
        <w:rPr>
          <w:rtl/>
          <w:lang w:bidi="fa-IR"/>
        </w:rPr>
        <w:t>.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بالجمله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1.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2.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8865DE">
      <w:pPr>
        <w:pStyle w:val="libNormal"/>
      </w:pPr>
      <w:r>
        <w:rPr>
          <w:rtl/>
          <w:lang w:bidi="fa-IR"/>
        </w:rPr>
        <w:t xml:space="preserve">3.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8865D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سزاوار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4.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تعويذى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 w:rsidR="009B4CAF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5.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6.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</w:t>
      </w:r>
      <w:r w:rsidR="008865DE">
        <w:rPr>
          <w:rFonts w:hint="cs"/>
          <w:rtl/>
          <w:lang w:bidi="fa-IR"/>
        </w:rPr>
        <w:t xml:space="preserve"> </w:t>
      </w:r>
      <w:r w:rsidRPr="004109B9">
        <w:rPr>
          <w:rStyle w:val="libFootnotenumChar"/>
          <w:rtl/>
        </w:rPr>
        <w:t>(44)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مناديا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7.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ندبه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8.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مبسوطه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9.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الحمدلله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المتمسكين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بولايه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الائمه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(( </w:t>
      </w:r>
      <w:r>
        <w:rPr>
          <w:rFonts w:hint="cs"/>
          <w:rtl/>
          <w:lang w:bidi="fa-IR"/>
        </w:rPr>
        <w:t>الحمدلله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ميثاقه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اثقنا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القوام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يجعلنا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الجاحدين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المكذبين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8865D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تقصيرات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توسعه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مصافحه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8865DE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(</w:t>
      </w:r>
      <w:r w:rsidR="008865D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ساحران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(</w:t>
      </w:r>
      <w:r w:rsidR="008865D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(</w:t>
      </w:r>
      <w:r w:rsidR="008865D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يوشع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(</w:t>
      </w:r>
      <w:r w:rsidR="008865D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(</w:t>
      </w:r>
      <w:r w:rsidR="008865D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استخلاف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برخيا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اشهاد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>(</w:t>
      </w:r>
      <w:r w:rsidR="008865D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آويزان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خواستند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بقبرستان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بگورستان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كوكب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جهودان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بگورستان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اتصال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 w:rsidR="00FE2974">
        <w:rPr>
          <w:rtl/>
          <w:lang w:bidi="fa-IR"/>
        </w:rPr>
        <w:t>.</w:t>
      </w:r>
    </w:p>
    <w:p w:rsidR="0032648E" w:rsidRDefault="0032648E" w:rsidP="008865D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672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المحققين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الموحدين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الناجيه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الخواجه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اصلش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بلوك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جهرود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وشاره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طوس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كاظميه</w:t>
      </w:r>
      <w:r>
        <w:rPr>
          <w:rtl/>
          <w:lang w:bidi="fa-IR"/>
        </w:rPr>
        <w:t xml:space="preserve"> (</w:t>
      </w:r>
      <w:r w:rsidR="008865D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ناصر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رصافه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غرائب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</w:p>
    <w:p w:rsidR="0032648E" w:rsidRDefault="0032648E" w:rsidP="008865DE">
      <w:pPr>
        <w:pStyle w:val="libNormal"/>
      </w:pP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خجالت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)</w:t>
      </w:r>
      <w:r w:rsidR="008865D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8865D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فاضل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اشكورى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القلوب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مقدارى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گنجايش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</w:p>
    <w:p w:rsidR="0032648E" w:rsidRDefault="0032648E" w:rsidP="008865D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كركى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المقاصد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نفحات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اللاهوت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شاءنش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وفاتش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شيعة</w:t>
      </w:r>
      <w:r>
        <w:rPr>
          <w:rtl/>
          <w:lang w:bidi="fa-IR"/>
        </w:rPr>
        <w:t xml:space="preserve"> 940.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1144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المولى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عبدالفتاح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تنكابنى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مازندرانى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تلميذ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ذخيره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اصول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تاءليفاتى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روضات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حكايت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</w:p>
    <w:p w:rsidR="0032648E" w:rsidRDefault="008865DE" w:rsidP="00C8765E">
      <w:pPr>
        <w:pStyle w:val="libBold1"/>
      </w:pPr>
      <w:r>
        <w:rPr>
          <w:rtl/>
          <w:lang w:bidi="fa-IR"/>
        </w:rPr>
        <w:br w:type="page"/>
      </w:r>
      <w:r w:rsidR="0032648E">
        <w:rPr>
          <w:rFonts w:hint="cs"/>
          <w:rtl/>
          <w:lang w:bidi="fa-IR"/>
        </w:rPr>
        <w:lastRenderedPageBreak/>
        <w:t>پاورقى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ها</w:t>
      </w:r>
      <w:r w:rsidR="00FE2974">
        <w:rPr>
          <w:rtl/>
          <w:lang w:bidi="fa-IR"/>
        </w:rPr>
        <w:t>:</w:t>
      </w:r>
    </w:p>
    <w:p w:rsidR="008865DE" w:rsidRDefault="0032648E" w:rsidP="00C8765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35-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معاشرت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>(</w:t>
      </w:r>
      <w:r w:rsidR="00C8765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ولايتعهد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تعجيل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-.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 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36-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8865DE">
      <w:pPr>
        <w:pStyle w:val="libNormal"/>
      </w:pPr>
      <w:r w:rsidRPr="008865DE">
        <w:rPr>
          <w:rStyle w:val="libAieChar"/>
          <w:rtl/>
        </w:rPr>
        <w:t xml:space="preserve">(( </w:t>
      </w:r>
      <w:r w:rsidRPr="008865DE">
        <w:rPr>
          <w:rStyle w:val="libAieChar"/>
          <w:rFonts w:hint="cs"/>
          <w:rtl/>
        </w:rPr>
        <w:t>وواعدنا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موسى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ثقلين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ليلة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و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اتممتاها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بعشرفتم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ميقات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ربه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اربعين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ليلة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و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قال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موسى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لاخيه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هرون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اخلفنى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فى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قومى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و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اصلح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و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لا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تتبع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سبيل</w:t>
      </w:r>
      <w:r w:rsidRPr="008865DE">
        <w:rPr>
          <w:rStyle w:val="libAieChar"/>
          <w:rtl/>
        </w:rPr>
        <w:t xml:space="preserve"> </w:t>
      </w:r>
      <w:r w:rsidRPr="008865DE">
        <w:rPr>
          <w:rStyle w:val="libAieChar"/>
          <w:rFonts w:hint="cs"/>
          <w:rtl/>
        </w:rPr>
        <w:t>المفسدين</w:t>
      </w:r>
      <w:r w:rsidRPr="008865DE">
        <w:rPr>
          <w:rStyle w:val="libAieChar"/>
          <w:rtl/>
        </w:rPr>
        <w:t xml:space="preserve"> ))</w:t>
      </w:r>
      <w:r w:rsidR="008865DE">
        <w:rPr>
          <w:rFonts w:hint="cs"/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37- </w:t>
      </w:r>
      <w:r>
        <w:rPr>
          <w:rFonts w:hint="cs"/>
          <w:rtl/>
          <w:lang w:bidi="fa-IR"/>
        </w:rPr>
        <w:t>تهليلات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لااله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البحور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ممايجمعون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اذاعسس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الرياح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الصخور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الصور</w:t>
      </w:r>
      <w:r>
        <w:rPr>
          <w:rtl/>
          <w:lang w:bidi="fa-IR"/>
        </w:rPr>
        <w:t xml:space="preserve"> ))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38-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32648E" w:rsidRDefault="0032648E" w:rsidP="00C8765E">
      <w:pPr>
        <w:pStyle w:val="libNormal"/>
      </w:pPr>
      <w:r>
        <w:rPr>
          <w:rtl/>
          <w:lang w:bidi="fa-IR"/>
        </w:rPr>
        <w:t xml:space="preserve">39-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بتعجيل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بپوشيد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نصيب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ملاعيپنان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 40- (</w:t>
      </w:r>
      <w:r>
        <w:rPr>
          <w:rFonts w:hint="cs"/>
          <w:rtl/>
          <w:lang w:bidi="fa-IR"/>
        </w:rPr>
        <w:t>هانى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عروه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C8765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حثها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41-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مصنفات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زمخشرى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نصايح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نصايح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صغار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موعظه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نصايح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18"/>
        <w:gridCol w:w="268"/>
        <w:gridCol w:w="3336"/>
      </w:tblGrid>
      <w:tr w:rsidR="008865DE" w:rsidTr="008865DE">
        <w:trPr>
          <w:trHeight w:val="350"/>
        </w:trPr>
        <w:tc>
          <w:tcPr>
            <w:tcW w:w="3318" w:type="dxa"/>
            <w:shd w:val="clear" w:color="auto" w:fill="auto"/>
          </w:tcPr>
          <w:p w:rsidR="008865DE" w:rsidRDefault="008865DE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اطلب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اباالقاسم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الخمول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ودع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8865DE" w:rsidRDefault="008865DE" w:rsidP="00C07EC5">
            <w:pPr>
              <w:pStyle w:val="libPoem"/>
              <w:rPr>
                <w:rtl/>
              </w:rPr>
            </w:pPr>
          </w:p>
        </w:tc>
        <w:tc>
          <w:tcPr>
            <w:tcW w:w="3336" w:type="dxa"/>
            <w:shd w:val="clear" w:color="auto" w:fill="auto"/>
          </w:tcPr>
          <w:p w:rsidR="008865DE" w:rsidRDefault="008865D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غيرك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يطلب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اساميا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65DE" w:rsidTr="008865DE">
        <w:tblPrEx>
          <w:tblLook w:val="04A0"/>
        </w:tblPrEx>
        <w:trPr>
          <w:trHeight w:val="350"/>
        </w:trPr>
        <w:tc>
          <w:tcPr>
            <w:tcW w:w="3318" w:type="dxa"/>
          </w:tcPr>
          <w:p w:rsidR="008865DE" w:rsidRDefault="008865D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شبه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ببعض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الاموات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نفسك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865DE" w:rsidRDefault="008865DE" w:rsidP="00C07EC5">
            <w:pPr>
              <w:pStyle w:val="libPoem"/>
              <w:rPr>
                <w:rtl/>
              </w:rPr>
            </w:pPr>
          </w:p>
        </w:tc>
        <w:tc>
          <w:tcPr>
            <w:tcW w:w="3336" w:type="dxa"/>
          </w:tcPr>
          <w:p w:rsidR="008865DE" w:rsidRDefault="008865D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تبرزه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عاقلا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فطنا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65DE" w:rsidTr="008865DE">
        <w:tblPrEx>
          <w:tblLook w:val="04A0"/>
        </w:tblPrEx>
        <w:trPr>
          <w:trHeight w:val="350"/>
        </w:trPr>
        <w:tc>
          <w:tcPr>
            <w:tcW w:w="3318" w:type="dxa"/>
          </w:tcPr>
          <w:p w:rsidR="008865DE" w:rsidRDefault="008865D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ادفنه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البيت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قبل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ميتته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865DE" w:rsidRDefault="008865DE" w:rsidP="00C07EC5">
            <w:pPr>
              <w:pStyle w:val="libPoem"/>
              <w:rPr>
                <w:rtl/>
              </w:rPr>
            </w:pPr>
          </w:p>
        </w:tc>
        <w:tc>
          <w:tcPr>
            <w:tcW w:w="3336" w:type="dxa"/>
          </w:tcPr>
          <w:p w:rsidR="008865DE" w:rsidRDefault="008865D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اجعل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خموله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كفنا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65DE" w:rsidTr="008865DE">
        <w:tblPrEx>
          <w:tblLook w:val="04A0"/>
        </w:tblPrEx>
        <w:trPr>
          <w:trHeight w:val="350"/>
        </w:trPr>
        <w:tc>
          <w:tcPr>
            <w:tcW w:w="3318" w:type="dxa"/>
          </w:tcPr>
          <w:p w:rsidR="008865DE" w:rsidRDefault="008865D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علك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تطفى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موقده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865DE" w:rsidRDefault="008865DE" w:rsidP="00C07EC5">
            <w:pPr>
              <w:pStyle w:val="libPoem"/>
              <w:rPr>
                <w:rtl/>
              </w:rPr>
            </w:pPr>
          </w:p>
        </w:tc>
        <w:tc>
          <w:tcPr>
            <w:tcW w:w="3336" w:type="dxa"/>
          </w:tcPr>
          <w:p w:rsidR="008865DE" w:rsidRDefault="008865D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اذانت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الجهل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تخلع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الرسنا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865DE" w:rsidRDefault="0032648E" w:rsidP="008865DE">
      <w:pPr>
        <w:pStyle w:val="libNormal"/>
        <w:rPr>
          <w:rtl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مضرمنصور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18"/>
        <w:gridCol w:w="268"/>
        <w:gridCol w:w="3336"/>
      </w:tblGrid>
      <w:tr w:rsidR="008865DE" w:rsidTr="008865DE">
        <w:trPr>
          <w:trHeight w:val="350"/>
        </w:trPr>
        <w:tc>
          <w:tcPr>
            <w:tcW w:w="3318" w:type="dxa"/>
          </w:tcPr>
          <w:p w:rsidR="008865DE" w:rsidRDefault="008865DE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قائله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ماهذه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الدرر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865DE" w:rsidRDefault="008865DE" w:rsidP="00C07EC5">
            <w:pPr>
              <w:pStyle w:val="libPoem"/>
              <w:rPr>
                <w:rtl/>
              </w:rPr>
            </w:pPr>
          </w:p>
        </w:tc>
        <w:tc>
          <w:tcPr>
            <w:tcW w:w="3336" w:type="dxa"/>
          </w:tcPr>
          <w:p w:rsidR="008865DE" w:rsidRDefault="008865DE" w:rsidP="008865DE">
            <w:pPr>
              <w:pStyle w:val="libPoem"/>
            </w:pPr>
            <w:r>
              <w:rPr>
                <w:rFonts w:hint="cs"/>
                <w:rtl/>
                <w:lang w:bidi="fa-IR"/>
              </w:rPr>
              <w:t>تساقط 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عينيك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سمطين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سمطين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65DE" w:rsidTr="008865DE">
        <w:trPr>
          <w:trHeight w:val="350"/>
        </w:trPr>
        <w:tc>
          <w:tcPr>
            <w:tcW w:w="3318" w:type="dxa"/>
          </w:tcPr>
          <w:p w:rsidR="008865DE" w:rsidRDefault="008865D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فقلت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الذى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قدحشى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865DE" w:rsidRDefault="008865DE" w:rsidP="00C07EC5">
            <w:pPr>
              <w:pStyle w:val="libPoem"/>
              <w:rPr>
                <w:rtl/>
              </w:rPr>
            </w:pPr>
          </w:p>
        </w:tc>
        <w:tc>
          <w:tcPr>
            <w:tcW w:w="3336" w:type="dxa"/>
          </w:tcPr>
          <w:p w:rsidR="008865DE" w:rsidRDefault="008865D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ابو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مضر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اذنى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تساقط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عينى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زمخشرى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18"/>
        <w:gridCol w:w="268"/>
        <w:gridCol w:w="3336"/>
      </w:tblGrid>
      <w:tr w:rsidR="008865DE" w:rsidTr="008865DE">
        <w:trPr>
          <w:trHeight w:val="350"/>
        </w:trPr>
        <w:tc>
          <w:tcPr>
            <w:tcW w:w="3318" w:type="dxa"/>
          </w:tcPr>
          <w:p w:rsidR="008865DE" w:rsidRDefault="008865DE" w:rsidP="008865DE">
            <w:pPr>
              <w:pStyle w:val="libPoem"/>
            </w:pPr>
            <w:r>
              <w:rPr>
                <w:rtl/>
                <w:lang w:bidi="fa-IR"/>
              </w:rPr>
              <w:t>(</w:t>
            </w:r>
            <w:r>
              <w:rPr>
                <w:rFonts w:hint="cs"/>
                <w:rtl/>
                <w:lang w:bidi="fa-IR"/>
              </w:rPr>
              <w:t>جميع قرى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الدنياسوى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القريه التى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865DE" w:rsidRDefault="008865DE" w:rsidP="00C07EC5">
            <w:pPr>
              <w:pStyle w:val="libPoem"/>
              <w:rPr>
                <w:rtl/>
              </w:rPr>
            </w:pPr>
          </w:p>
        </w:tc>
        <w:tc>
          <w:tcPr>
            <w:tcW w:w="3336" w:type="dxa"/>
          </w:tcPr>
          <w:p w:rsidR="008865DE" w:rsidRDefault="008865D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تبواءها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دارا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فداء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زمخشر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65DE" w:rsidTr="008865DE">
        <w:trPr>
          <w:trHeight w:val="350"/>
        </w:trPr>
        <w:tc>
          <w:tcPr>
            <w:tcW w:w="3318" w:type="dxa"/>
          </w:tcPr>
          <w:p w:rsidR="008865DE" w:rsidRDefault="008865D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واحر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تزهى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زمخشر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بامرى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865DE" w:rsidRDefault="008865DE" w:rsidP="00C07EC5">
            <w:pPr>
              <w:pStyle w:val="libPoem"/>
              <w:rPr>
                <w:rtl/>
              </w:rPr>
            </w:pPr>
          </w:p>
        </w:tc>
        <w:tc>
          <w:tcPr>
            <w:tcW w:w="3336" w:type="dxa"/>
          </w:tcPr>
          <w:p w:rsidR="008865DE" w:rsidRDefault="008865DE" w:rsidP="008865DE">
            <w:pPr>
              <w:pStyle w:val="libPoem"/>
            </w:pPr>
            <w:r>
              <w:rPr>
                <w:rFonts w:hint="cs"/>
                <w:rtl/>
                <w:lang w:bidi="fa-IR"/>
              </w:rPr>
              <w:t>اذا عدفى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اسدالشرى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زمخ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الشرى)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42-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هلاكوخان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نصيرالدين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هلاكو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بعراق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فقهاء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lastRenderedPageBreak/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همگى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بپدرم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سديدالدين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مفيدالدين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اصول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مكدر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بعمش</w:t>
      </w:r>
      <w:r>
        <w:rPr>
          <w:rtl/>
          <w:lang w:bidi="fa-IR"/>
        </w:rPr>
        <w:t xml:space="preserve"> ‍ (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اشعارى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مسئله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خجالت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</w:t>
      </w:r>
    </w:p>
    <w:p w:rsidR="00C8765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43-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153 </w:t>
      </w:r>
      <w:r>
        <w:rPr>
          <w:rFonts w:hint="cs"/>
          <w:rtl/>
          <w:lang w:bidi="fa-IR"/>
        </w:rPr>
        <w:t>ولكن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32648E" w:rsidRDefault="00C8765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فيض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زهرا</w:t>
      </w:r>
      <w:r>
        <w:rPr>
          <w:rtl/>
          <w:lang w:bidi="fa-IR"/>
        </w:rPr>
        <w:t xml:space="preserve"> </w:t>
      </w:r>
      <w:r w:rsidR="008865DE" w:rsidRPr="008865DE">
        <w:rPr>
          <w:rStyle w:val="libAlaemChar"/>
          <w:rFonts w:hint="cs"/>
          <w:rtl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مباهله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654 (</w:t>
      </w:r>
      <w:r>
        <w:rPr>
          <w:rFonts w:hint="cs"/>
          <w:rtl/>
          <w:lang w:bidi="fa-IR"/>
        </w:rPr>
        <w:t>ابوالمظفر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فزاغلى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واعظ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تذكره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مرآت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دمشق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  <w:r w:rsidRPr="004109B9">
        <w:rPr>
          <w:rStyle w:val="libFootnotenumChar"/>
          <w:rtl/>
        </w:rPr>
        <w:t>(45)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233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عياشى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محدثين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نسخه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تعليقه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تلاميذ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تلخيص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24</w:t>
      </w:r>
    </w:p>
    <w:p w:rsidR="0032648E" w:rsidRDefault="0032648E" w:rsidP="008865DE">
      <w:pPr>
        <w:pStyle w:val="libNormal"/>
      </w:pPr>
      <w:r>
        <w:rPr>
          <w:rFonts w:hint="cs"/>
          <w:rtl/>
          <w:lang w:bidi="fa-IR"/>
        </w:rPr>
        <w:t>بنابر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مباهله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بانصارى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نجران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مباهله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8865D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عبا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پروردگارا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تطهير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شاءن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مباهله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مباهله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مصالحه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ركوع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 w:rsidRPr="004109B9">
        <w:rPr>
          <w:rStyle w:val="libFootnotenumChar"/>
          <w:rtl/>
        </w:rPr>
        <w:t>(46)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بالجمله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1. </w:t>
      </w:r>
      <w:r>
        <w:rPr>
          <w:rFonts w:hint="cs"/>
          <w:rtl/>
          <w:lang w:bidi="fa-IR"/>
        </w:rPr>
        <w:t>غسل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2. </w:t>
      </w:r>
      <w:r>
        <w:rPr>
          <w:rFonts w:hint="cs"/>
          <w:rtl/>
          <w:lang w:bidi="fa-IR"/>
        </w:rPr>
        <w:t>روزه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3.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4.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مباهله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5.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شرايط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الحمدلله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،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فقرآء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232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واثق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معتصم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واثق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غفلت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واثق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نفهميد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511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ارسلان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سلجوقى</w:t>
      </w:r>
      <w:r>
        <w:rPr>
          <w:rtl/>
          <w:lang w:bidi="fa-IR"/>
        </w:rPr>
        <w:t xml:space="preserve"> ).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روزيستكه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خالص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>.</w:t>
      </w:r>
    </w:p>
    <w:p w:rsidR="0032648E" w:rsidRDefault="0032648E" w:rsidP="00C8765E">
      <w:pPr>
        <w:pStyle w:val="libNormal"/>
      </w:pP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</w:t>
      </w:r>
      <w:r w:rsidR="00C8765E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ايتام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مباهله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مباهله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لولو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زخم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مغيره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مغيره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ضريبه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لولو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مغيره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شكايت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تخفيف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ضريبه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درودگرم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آهنگرم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نيكوتر،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بسازد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لولو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آسيائى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برفت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آكنده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لولو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تصميم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بايستاد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چپ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زخمها،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زخمى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>.</w:t>
      </w:r>
    </w:p>
    <w:p w:rsidR="0032648E" w:rsidRDefault="0032648E" w:rsidP="008865D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لولو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قفاى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بتاختند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لولو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خنجرى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ذوشجون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8865DE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خوذ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شجاع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نواقض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الروافض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قضيه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زخمى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طبيب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(47)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تغيير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زخم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زخم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تصديق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بگريست</w:t>
      </w:r>
      <w:r w:rsidR="00FE2974">
        <w:rPr>
          <w:rtl/>
          <w:lang w:bidi="fa-IR"/>
        </w:rPr>
        <w:t>.</w:t>
      </w:r>
    </w:p>
    <w:p w:rsidR="0032648E" w:rsidRDefault="0032648E" w:rsidP="008865DE">
      <w:pPr>
        <w:pStyle w:val="libNormal"/>
      </w:pPr>
      <w:r>
        <w:rPr>
          <w:rFonts w:hint="cs"/>
          <w:rtl/>
          <w:lang w:bidi="fa-IR"/>
        </w:rPr>
        <w:lastRenderedPageBreak/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8865D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طلحه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انتخاب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عائشه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بازدار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عائشه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عائشه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وصاياى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شقشقيه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للشورى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132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مروانيه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فلان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الحروب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عبدالحميد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كاتب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عبدالحميد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مهارتى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ختمت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العميد</w:t>
      </w:r>
      <w:r w:rsidRPr="004109B9">
        <w:rPr>
          <w:rStyle w:val="libFootnotenumChar"/>
          <w:rtl/>
        </w:rPr>
        <w:t>(48)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ففعل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فجاد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C8765E" w:rsidRDefault="0032648E" w:rsidP="008865D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212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هادى</w:t>
      </w:r>
      <w:r>
        <w:rPr>
          <w:rtl/>
          <w:lang w:bidi="fa-IR"/>
        </w:rPr>
        <w:t xml:space="preserve"> (</w:t>
      </w:r>
      <w:r w:rsidR="008865D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</w:p>
    <w:p w:rsidR="0032648E" w:rsidRDefault="0032648E" w:rsidP="00C8765E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اتفاق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شنائع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اطلاع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حنظله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غسيل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مقاومت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مدائنى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زهرى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مسرف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بحكم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ملوكهم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آئينى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آئين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نميدانستند،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اعراض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بحديكه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شوهر،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ناميدند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بعبوديت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285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مبرد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لغوى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334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شبلى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شبلى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جنيد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حلاج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مصاحبت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D62620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صهيب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كتف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محاذى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252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مسعودى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امثال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مسعودى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امثال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مورخين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معتمدين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عقيدت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D62620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ماعملت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نهتينى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اجترائى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فاغفرلى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ماعملت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يقربنى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206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معيشت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مسافرت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بخراسان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نضر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مربد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مفارقت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مفارقت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بخراسان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مقيم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المراءة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لدينها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عوز</w:t>
      </w:r>
      <w:r>
        <w:rPr>
          <w:rtl/>
          <w:lang w:bidi="fa-IR"/>
        </w:rPr>
        <w:t>.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نضر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بكسر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بفتح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هيثم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بالكسر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شيئا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اضاعونى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اضاعوا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كريهه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ثغر</w:t>
      </w:r>
      <w:r>
        <w:rPr>
          <w:rtl/>
          <w:lang w:bidi="fa-IR"/>
        </w:rPr>
        <w:t>.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حريرى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الغواص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مفصلا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338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النحاس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606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يكى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الكشف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الكشاف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الاصول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ترمذى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سجستانى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التواريخ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اسدالغابه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الصحابه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630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ضياءالدين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637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8865DE" w:rsidP="0032648E">
      <w:pPr>
        <w:pStyle w:val="libNormal"/>
      </w:pPr>
      <w:r>
        <w:rPr>
          <w:rtl/>
        </w:rPr>
        <w:br w:type="page"/>
      </w:r>
    </w:p>
    <w:p w:rsidR="0032648E" w:rsidRDefault="0032648E" w:rsidP="00D62620">
      <w:pPr>
        <w:pStyle w:val="Heading2"/>
      </w:pPr>
      <w:bookmarkStart w:id="11" w:name="_Toc460920952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</w:t>
      </w:r>
      <w:bookmarkEnd w:id="11"/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الشهداء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محزون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موحشه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محزون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>.</w:t>
      </w:r>
    </w:p>
    <w:p w:rsidR="0032648E" w:rsidRDefault="0032648E" w:rsidP="008865D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رضويه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(</w:t>
      </w:r>
      <w:r w:rsidR="008865D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روزيستكه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D62620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1.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).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2.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انعام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يس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3.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يازده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مداومت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محفوظ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مبسوطى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D62620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1. </w:t>
      </w:r>
      <w:r>
        <w:rPr>
          <w:rFonts w:hint="cs"/>
          <w:rtl/>
          <w:lang w:bidi="fa-IR"/>
        </w:rPr>
        <w:t>روزه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شبيب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دائى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شبيب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روزيستكه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زكريا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مستجاب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مستجاب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زكريا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مستجاب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2.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 w:rsidR="008865D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مصباح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امساك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پيغمبر،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مبعوث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خياطت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آموخت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هرمان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مخروط،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ضلعى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ضلعى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ارتفاع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مايهدمها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بنيتها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البنيان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بفرمايش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ذات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الرقاع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مورخين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ابوذر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متجاوز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نجد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ذات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الرقاع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كفار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بكوهها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نتوانستند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بتازند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اسيران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شوهرش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قفاى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نخست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تيرى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انداخت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نشكست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مهاجرى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بيافت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زخم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نخستين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ماءمور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بدهم</w:t>
      </w:r>
      <w:r w:rsidR="00FE2974">
        <w:rPr>
          <w:rtl/>
          <w:lang w:bidi="fa-IR"/>
        </w:rPr>
        <w:t>.</w:t>
      </w:r>
      <w:r w:rsidRPr="004109B9">
        <w:rPr>
          <w:rStyle w:val="libFootnotenumChar"/>
          <w:rtl/>
        </w:rPr>
        <w:t>(49)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مكالماتى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گنجايش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ذات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الرقاع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اراضى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بلنديهاى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مرقع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پاهايشان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اسكندريه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(50)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عنوه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مفتوح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اسكندريه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فتوحات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اسكندريه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راحله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آهنگ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فسطاط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فسطاط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فسطاط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برافراشته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آهنگ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اسكندريه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فسطاط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كبوترى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كبوتر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بزنيم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فسطاط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اسكندريه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فسطاط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فسطاط،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فسطاط</w:t>
      </w:r>
      <w:r>
        <w:rPr>
          <w:rtl/>
          <w:lang w:bidi="fa-IR"/>
        </w:rPr>
        <w:t>).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جامع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بچه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كافر،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كبوتران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اطفال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شكسته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)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اضرمت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النيران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مضاربنا</w:t>
      </w:r>
      <w:r>
        <w:rPr>
          <w:rtl/>
          <w:lang w:bidi="fa-IR"/>
        </w:rPr>
        <w:t>. ))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شاعر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2"/>
        <w:gridCol w:w="268"/>
        <w:gridCol w:w="3302"/>
      </w:tblGrid>
      <w:tr w:rsidR="008865DE" w:rsidTr="00C07EC5">
        <w:trPr>
          <w:trHeight w:val="350"/>
        </w:trPr>
        <w:tc>
          <w:tcPr>
            <w:tcW w:w="3920" w:type="dxa"/>
            <w:shd w:val="clear" w:color="auto" w:fill="auto"/>
          </w:tcPr>
          <w:p w:rsidR="008865DE" w:rsidRDefault="008865D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آتش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بآشيانه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مرغى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نمى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865DE" w:rsidRDefault="008865DE" w:rsidP="00C07EC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865DE" w:rsidRDefault="008865D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گيرم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خيمه</w:t>
            </w:r>
            <w:r>
              <w:rPr>
                <w:rtl/>
                <w:lang w:bidi="fa-IR"/>
              </w:rPr>
              <w:t xml:space="preserve">، </w:t>
            </w:r>
            <w:r>
              <w:rPr>
                <w:rFonts w:hint="cs"/>
                <w:rtl/>
                <w:lang w:bidi="fa-IR"/>
              </w:rPr>
              <w:t>خيمه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عبا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81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حنفيه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بقيع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طائف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كيسانيه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باعتقاد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كوهستانى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الحمدالله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بخدمت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آوردند،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علامت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دامنهاى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آهنين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شجاعت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جمل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صفين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>.</w:t>
      </w:r>
    </w:p>
    <w:p w:rsidR="0032648E" w:rsidRDefault="0032648E" w:rsidP="008865D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 w:rsidR="008865D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8865D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محامده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محمدها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كيانند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حذيفه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ابيطالب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حذيفه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دائى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اتباع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8865D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161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سفيان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) (</w:t>
      </w:r>
      <w:r w:rsidR="008865D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</w:t>
      </w:r>
      <w:r w:rsidR="008865DE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والنصيحه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المسلمين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 (</w:t>
      </w:r>
      <w:r w:rsidR="008865D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632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شهاب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سهروردى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2"/>
        <w:gridCol w:w="268"/>
        <w:gridCol w:w="3302"/>
      </w:tblGrid>
      <w:tr w:rsidR="008865DE" w:rsidTr="008865DE">
        <w:trPr>
          <w:trHeight w:val="350"/>
        </w:trPr>
        <w:tc>
          <w:tcPr>
            <w:tcW w:w="3352" w:type="dxa"/>
            <w:shd w:val="clear" w:color="auto" w:fill="auto"/>
          </w:tcPr>
          <w:p w:rsidR="008865DE" w:rsidRDefault="008865D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بطرف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بستانش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گفته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سعدى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8865DE" w:rsidRDefault="008865DE" w:rsidP="00C07EC5">
            <w:pPr>
              <w:pStyle w:val="libPoem"/>
              <w:rPr>
                <w:rtl/>
              </w:rPr>
            </w:pPr>
          </w:p>
        </w:tc>
        <w:tc>
          <w:tcPr>
            <w:tcW w:w="3302" w:type="dxa"/>
            <w:shd w:val="clear" w:color="auto" w:fill="auto"/>
          </w:tcPr>
          <w:p w:rsidR="008865DE" w:rsidRDefault="008865D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دو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پندم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داد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شيخ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سهرودى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65DE" w:rsidTr="008865DE">
        <w:tblPrEx>
          <w:tblLook w:val="04A0"/>
        </w:tblPrEx>
        <w:trPr>
          <w:trHeight w:val="350"/>
        </w:trPr>
        <w:tc>
          <w:tcPr>
            <w:tcW w:w="3352" w:type="dxa"/>
          </w:tcPr>
          <w:p w:rsidR="008865DE" w:rsidRDefault="008865D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يكى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عيب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مردم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ديده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مگشا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865DE" w:rsidRDefault="008865DE" w:rsidP="00C07EC5">
            <w:pPr>
              <w:pStyle w:val="libPoem"/>
              <w:rPr>
                <w:rtl/>
              </w:rPr>
            </w:pPr>
          </w:p>
        </w:tc>
        <w:tc>
          <w:tcPr>
            <w:tcW w:w="3302" w:type="dxa"/>
          </w:tcPr>
          <w:p w:rsidR="008865DE" w:rsidRDefault="008865D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پرهيز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خودپسندى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واقدى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1101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احفاد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مصنفات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رشيقه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وفقه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غيرها</w:t>
      </w:r>
      <w:r>
        <w:rPr>
          <w:rtl/>
          <w:lang w:bidi="fa-IR"/>
        </w:rPr>
        <w:t>.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مينامندش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اعوذبك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البلاء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باينها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605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تنبيه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الخواطر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احفاد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جدامى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طاووس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يقتدى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>.</w:t>
      </w:r>
    </w:p>
    <w:p w:rsidR="0032648E" w:rsidRDefault="0032648E" w:rsidP="009A40C7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 w:rsidR="009A40C7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تفصيلى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252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4</w:t>
      </w:r>
    </w:p>
    <w:p w:rsidR="0032648E" w:rsidRDefault="0032648E" w:rsidP="009A40C7">
      <w:pPr>
        <w:pStyle w:val="libNormal"/>
      </w:pP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ذيحجه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</w:t>
      </w:r>
      <w:r w:rsidR="009A40C7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عاقبت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لباس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مورخين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بسراى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بيگانگان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مسدود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ابوسفيان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ابوسفيان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حشرى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مسامحتى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بالجمله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مسدود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نتوانست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ساخته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نگيريد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احتياج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عادل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(51)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افزون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برحسب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اصغا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روضه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الاحباب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نتوانست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نطقا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ولكم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اسرائيل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فرعون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>.</w:t>
      </w:r>
    </w:p>
    <w:p w:rsidR="0032648E" w:rsidRPr="004539AD" w:rsidRDefault="0032648E" w:rsidP="004539AD">
      <w:pPr>
        <w:pStyle w:val="libBold1"/>
      </w:pPr>
      <w:r w:rsidRPr="004539AD">
        <w:rPr>
          <w:rFonts w:hint="cs"/>
          <w:rtl/>
        </w:rPr>
        <w:t>روز</w:t>
      </w:r>
      <w:r w:rsidR="00FE2974" w:rsidRPr="004539AD">
        <w:rPr>
          <w:rtl/>
        </w:rPr>
        <w:t>:</w:t>
      </w:r>
      <w:r w:rsidRPr="004539AD">
        <w:rPr>
          <w:rtl/>
        </w:rPr>
        <w:t xml:space="preserve"> 6</w:t>
      </w:r>
    </w:p>
    <w:p w:rsidR="0032648E" w:rsidRDefault="0032648E" w:rsidP="009A40C7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406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لطيف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ذوالحسبين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مرتضى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25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بعظمت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شاءن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مرتضى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وزير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بهاء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عضد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ديلمى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مرتضى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نتوانست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تشييع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كاظم</w:t>
      </w:r>
      <w:r>
        <w:rPr>
          <w:rtl/>
          <w:lang w:bidi="fa-IR"/>
        </w:rPr>
        <w:t xml:space="preserve"> (</w:t>
      </w:r>
      <w:r w:rsidR="009A40C7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مرتضى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تصنيفات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رائقه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مجازات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مجازات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مجهوعات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نهج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البلاغه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تدوين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روزيستكه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>.</w:t>
      </w:r>
    </w:p>
    <w:p w:rsidR="0032648E" w:rsidRDefault="0032648E" w:rsidP="009A40C7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 w:rsidR="009A40C7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686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بدرالدين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اندلسى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ناظم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 w:rsidR="00FE2974">
        <w:rPr>
          <w:rtl/>
          <w:lang w:bidi="fa-IR"/>
        </w:rPr>
        <w:t>.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9</w:t>
      </w:r>
    </w:p>
    <w:p w:rsidR="0032648E" w:rsidRDefault="0032648E" w:rsidP="009A40C7">
      <w:pPr>
        <w:pStyle w:val="libNormal"/>
      </w:pPr>
      <w:r>
        <w:rPr>
          <w:rFonts w:hint="cs"/>
          <w:rtl/>
          <w:lang w:bidi="fa-IR"/>
        </w:rPr>
        <w:lastRenderedPageBreak/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تاسوعا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روزيستكه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الجوشن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 w:rsidR="009A40C7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اركبى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ابشرى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جنود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نامسعود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بعسكر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خيمه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بزانو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هياهوى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نميشنويد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زانو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ايخواهر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طپانچه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واويلا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ايخواهر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تحقيق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4539AD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كلينى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تاسوعا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اجتماع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مرجانه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خوشحال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 w:rsidR="004539AD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فداى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غريب</w:t>
      </w:r>
      <w:r w:rsidR="00FE2974">
        <w:rPr>
          <w:rtl/>
          <w:lang w:bidi="fa-IR"/>
        </w:rPr>
        <w:t>.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حاصلش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رامطيه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نگذارد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>.</w:t>
      </w:r>
    </w:p>
    <w:p w:rsidR="0032648E" w:rsidRDefault="0032648E" w:rsidP="009A40C7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(</w:t>
      </w:r>
      <w:r w:rsidR="009A40C7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پرستارى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ابوذر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گلويم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ننمودم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نتوانست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بيخودانه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ايكاش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برداختى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فريادرس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بازماندگانى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ايخواهر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بگشت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بخفتى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ويلتاه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9A40C7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 w:rsidR="009A40C7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بپاشيد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بكلماتى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نخراشى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سجاد</w:t>
      </w:r>
      <w:r>
        <w:rPr>
          <w:rtl/>
          <w:lang w:bidi="fa-IR"/>
        </w:rPr>
        <w:t>)(</w:t>
      </w:r>
      <w:r w:rsidR="009A40C7" w:rsidRPr="009A40C7">
        <w:rPr>
          <w:rStyle w:val="libAlaemChar"/>
          <w:rFonts w:hint="cs"/>
          <w:rtl/>
          <w:lang w:bidi="fa-IR"/>
        </w:rPr>
        <w:t xml:space="preserve"> </w:t>
      </w:r>
      <w:r w:rsidR="009A40C7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محترم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9A40C7">
      <w:pPr>
        <w:pStyle w:val="libNormal"/>
      </w:pP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خداپرستان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زحمتها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تحصيل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شستن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تضرعات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خيرالبشر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سعادتمندان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</w:t>
      </w:r>
      <w:r w:rsidR="009A40C7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دارند</w:t>
      </w:r>
      <w:r>
        <w:rPr>
          <w:rtl/>
          <w:lang w:bidi="fa-IR"/>
        </w:rPr>
        <w:t>.</w:t>
      </w:r>
    </w:p>
    <w:p w:rsidR="0032648E" w:rsidRDefault="0032648E" w:rsidP="009A40C7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</w:t>
      </w:r>
      <w:r w:rsidR="004539A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9A40C7" w:rsidRPr="009A40C7">
        <w:rPr>
          <w:rStyle w:val="libAlaemChar"/>
          <w:rFonts w:hint="cs"/>
          <w:rtl/>
          <w:lang w:bidi="fa-IR"/>
        </w:rPr>
        <w:t xml:space="preserve"> </w:t>
      </w:r>
      <w:r w:rsidR="009A40C7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ميتواند</w:t>
      </w:r>
      <w:r>
        <w:rPr>
          <w:rtl/>
          <w:lang w:bidi="fa-IR"/>
        </w:rPr>
        <w:t>.</w:t>
      </w:r>
    </w:p>
    <w:p w:rsidR="0032648E" w:rsidRDefault="0032648E" w:rsidP="009A40C7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توفيق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 w:rsidR="009A40C7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بيتوته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محشور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ملطخ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الشهداء</w:t>
      </w:r>
      <w:r>
        <w:rPr>
          <w:rtl/>
          <w:lang w:bidi="fa-IR"/>
        </w:rPr>
        <w:t>(</w:t>
      </w:r>
      <w:r w:rsidR="009A40C7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ملطخا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>.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عبدالعزيز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361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سبكتكين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10</w:t>
      </w:r>
    </w:p>
    <w:p w:rsidR="0032648E" w:rsidRDefault="0032648E" w:rsidP="009A40C7">
      <w:pPr>
        <w:pStyle w:val="libNormal"/>
      </w:pPr>
      <w:r>
        <w:rPr>
          <w:rFonts w:hint="cs"/>
          <w:rtl/>
          <w:lang w:bidi="fa-IR"/>
        </w:rPr>
        <w:lastRenderedPageBreak/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 w:rsidR="009A40C7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آنطرف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 w:rsidRPr="004109B9">
        <w:rPr>
          <w:rStyle w:val="libFootnotenumChar"/>
          <w:rtl/>
        </w:rPr>
        <w:t>(52)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صلوة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متواتر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الحال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 w:rsidR="00FE2974">
        <w:rPr>
          <w:rtl/>
          <w:lang w:bidi="fa-IR"/>
        </w:rPr>
        <w:t>؟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ايد؟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تيرى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همينكه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ثمامه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بياورم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مهلت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زهير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بالجمله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بجوانان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حالشان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جگرها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ميگيرد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ماءيوسانه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معروفه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القوم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العطش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اجهدنى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همينكه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اجرئهم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العفاء</w:t>
      </w:r>
      <w:r>
        <w:rPr>
          <w:rtl/>
          <w:lang w:bidi="fa-IR"/>
        </w:rPr>
        <w:t>.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ملاحظه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بالاتر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بيحيا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آنطفل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بگلوى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آنطفل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ظالمى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lastRenderedPageBreak/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خبيثه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شمشير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آويزان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عماه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حرمله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ملاحظه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داغهاى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كمرشكن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مبارزت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شجاعتى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ناودان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ميريخت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ميماليد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زخم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زخمهاى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ناتوانى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ناسزا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وهب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پهلوى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واخاه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اسيداه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بيتاه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كاش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>!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نگفت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انتظار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نميكنيد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حصين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تيرى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غنوى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رزعة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ضربتى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شاءنه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چپش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گلوى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محترمش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داغديده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بيازردند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زنها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زنها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فرياد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زنها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لباسهاى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گنجايش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المشتكى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المستعان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ذخيره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تعزيت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اشتغال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عزيزترين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اشتغال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تعزيت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اجورنا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اجوركم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بمصابنا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الطالبين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بثاره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9A40C7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)</w:t>
      </w:r>
      <w:r w:rsidR="004539A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9A40C7" w:rsidRPr="009A40C7">
        <w:rPr>
          <w:rStyle w:val="libAlaemChar"/>
          <w:rFonts w:hint="cs"/>
          <w:rtl/>
          <w:lang w:bidi="fa-IR"/>
        </w:rPr>
        <w:t xml:space="preserve"> </w:t>
      </w:r>
      <w:r w:rsidR="009A40C7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مرويستكه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اخلاص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بخواند،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ظاهرا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امساك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آشاميدن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بغذائيكه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ماست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(53)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امثال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غذاهاى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لذيذه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بپوشند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بگشايند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بهيئت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مصباح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ميريزد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گفتم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غافلى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روزيست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شماتت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بيكساعت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تعزيه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سزاوار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اطفال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آفريده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مجتبى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الشهداء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تعزيت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مصائب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محزون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گريان</w:t>
      </w:r>
      <w:r w:rsidR="00FE2974">
        <w:rPr>
          <w:rtl/>
          <w:lang w:bidi="fa-IR"/>
        </w:rPr>
        <w:t>.</w:t>
      </w:r>
    </w:p>
    <w:p w:rsidR="0032648E" w:rsidRDefault="0032648E" w:rsidP="004539AD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226 (</w:t>
      </w:r>
      <w:r>
        <w:rPr>
          <w:rFonts w:hint="cs"/>
          <w:rtl/>
          <w:lang w:bidi="fa-IR"/>
        </w:rPr>
        <w:t>بشر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استماع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اشتغال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>)</w:t>
      </w:r>
      <w:r w:rsidR="004539A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4539AD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بشر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آقاى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بشرائط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عبوديت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بشر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حافى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اعتقاد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352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معزالدوله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ديلمى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دكاكين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بازارها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ببنديد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طباخين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بازارها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656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هلاكو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0D4172" w:rsidP="000D4172">
      <w:pPr>
        <w:pStyle w:val="libBold1"/>
      </w:pPr>
      <w:r>
        <w:rPr>
          <w:rtl/>
          <w:lang w:bidi="fa-IR"/>
        </w:rPr>
        <w:br w:type="page"/>
      </w:r>
      <w:r w:rsidR="0032648E">
        <w:rPr>
          <w:rFonts w:hint="cs"/>
          <w:rtl/>
          <w:lang w:bidi="fa-IR"/>
        </w:rPr>
        <w:lastRenderedPageBreak/>
        <w:t>پاورقى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ها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44-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انزلناه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45-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بسال</w:t>
      </w:r>
      <w:r>
        <w:rPr>
          <w:rtl/>
          <w:lang w:bidi="fa-IR"/>
        </w:rPr>
        <w:t xml:space="preserve"> 1359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مرحوم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23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مرحوم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معظمش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رضوان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</w:t>
      </w:r>
      <w:r>
        <w:rPr>
          <w:rtl/>
          <w:lang w:bidi="fa-IR"/>
        </w:rPr>
        <w:t xml:space="preserve"> )</w:t>
      </w:r>
    </w:p>
    <w:p w:rsidR="000D4172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>46-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0D4172" w:rsidTr="000D4172">
        <w:trPr>
          <w:trHeight w:val="350"/>
        </w:trPr>
        <w:tc>
          <w:tcPr>
            <w:tcW w:w="3344" w:type="dxa"/>
            <w:shd w:val="clear" w:color="auto" w:fill="auto"/>
          </w:tcPr>
          <w:p w:rsidR="000D4172" w:rsidRDefault="000D4172" w:rsidP="000D4172">
            <w:pPr>
              <w:pStyle w:val="libPoem"/>
            </w:pPr>
            <w:r>
              <w:rPr>
                <w:rtl/>
                <w:lang w:bidi="fa-IR"/>
              </w:rPr>
              <w:t>((</w:t>
            </w:r>
            <w:r>
              <w:rPr>
                <w:rFonts w:hint="cs"/>
                <w:rtl/>
                <w:lang w:bidi="fa-IR"/>
              </w:rPr>
              <w:t>ابا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حسن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نفديك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نفسى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مهجتى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0D4172" w:rsidRDefault="000D417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0D4172" w:rsidRDefault="000D417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بطى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ء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الهدى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مسارع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4172" w:rsidTr="000D4172">
        <w:tblPrEx>
          <w:tblLook w:val="04A0"/>
        </w:tblPrEx>
        <w:trPr>
          <w:trHeight w:val="350"/>
        </w:trPr>
        <w:tc>
          <w:tcPr>
            <w:tcW w:w="3344" w:type="dxa"/>
          </w:tcPr>
          <w:p w:rsidR="000D4172" w:rsidRDefault="000D417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فانت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الذى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اعطيت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اذكنت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راكعا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0D4172" w:rsidRDefault="000D417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0D4172" w:rsidRDefault="000D417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فدتك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نفوس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القوم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راكع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4172" w:rsidTr="000D4172">
        <w:tblPrEx>
          <w:tblLook w:val="04A0"/>
        </w:tblPrEx>
        <w:trPr>
          <w:trHeight w:val="350"/>
        </w:trPr>
        <w:tc>
          <w:tcPr>
            <w:tcW w:w="3344" w:type="dxa"/>
          </w:tcPr>
          <w:p w:rsidR="000D4172" w:rsidRDefault="000D417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فانزل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فيك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ولايه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0D4172" w:rsidRDefault="000D417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0D4172" w:rsidRDefault="000D417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بينها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محكمات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الشرايع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0D4172" w:rsidP="0032648E">
      <w:pPr>
        <w:pStyle w:val="libNormal"/>
      </w:pPr>
      <w:r>
        <w:rPr>
          <w:rtl/>
          <w:lang w:bidi="fa-IR"/>
        </w:rPr>
        <w:t xml:space="preserve"> </w:t>
      </w:r>
      <w:r w:rsidR="0032648E">
        <w:rPr>
          <w:rtl/>
          <w:lang w:bidi="fa-IR"/>
        </w:rPr>
        <w:t>(</w:t>
      </w:r>
      <w:r w:rsidR="0032648E">
        <w:rPr>
          <w:rFonts w:hint="cs"/>
          <w:rtl/>
          <w:lang w:bidi="fa-IR"/>
        </w:rPr>
        <w:t>منه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ره</w:t>
      </w:r>
      <w:r w:rsidR="0032648E"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47- 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اثير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ودعى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فسقاه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فسقاه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32648E" w:rsidRDefault="0032648E" w:rsidP="000D4172">
      <w:pPr>
        <w:pStyle w:val="libNormal"/>
      </w:pPr>
      <w:r>
        <w:rPr>
          <w:rtl/>
          <w:lang w:bidi="fa-IR"/>
        </w:rPr>
        <w:t xml:space="preserve">48-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19 </w:t>
      </w:r>
      <w:r>
        <w:rPr>
          <w:rFonts w:hint="cs"/>
          <w:rtl/>
          <w:lang w:bidi="fa-IR"/>
        </w:rPr>
        <w:t>محرم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عبدالحميد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0D4172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(</w:t>
      </w:r>
      <w:r w:rsidR="000D4172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قرمط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بصباحه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</w:t>
      </w:r>
      <w:r>
        <w:rPr>
          <w:rtl/>
          <w:lang w:bidi="fa-IR"/>
        </w:rPr>
        <w:t>. ))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</w:t>
      </w:r>
    </w:p>
    <w:p w:rsidR="0032648E" w:rsidRDefault="0032648E" w:rsidP="000D4172">
      <w:pPr>
        <w:pStyle w:val="libNormal"/>
      </w:pPr>
      <w:r>
        <w:rPr>
          <w:rtl/>
          <w:lang w:bidi="fa-IR"/>
        </w:rPr>
        <w:lastRenderedPageBreak/>
        <w:t xml:space="preserve">49-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الاخطار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رفيقش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ياسر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كهف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50-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اسكندريه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مفتوح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خزائن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ملوكيه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اسكندريه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خزانه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بسوزانند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حمامها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51- </w:t>
      </w:r>
      <w:r>
        <w:rPr>
          <w:rFonts w:hint="cs"/>
          <w:rtl/>
          <w:lang w:bidi="fa-IR"/>
        </w:rPr>
        <w:t>والحق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معيط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حكومت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برگردانيد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اموال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خمس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افريقيه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ابوذر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شاءن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اضلاعش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سوزانيد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عاقبت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 w:rsidRPr="000D4172">
        <w:rPr>
          <w:rStyle w:val="libAieChar"/>
          <w:rtl/>
        </w:rPr>
        <w:t xml:space="preserve">(( </w:t>
      </w:r>
      <w:r w:rsidRPr="000D4172">
        <w:rPr>
          <w:rStyle w:val="libAieChar"/>
          <w:rFonts w:hint="cs"/>
          <w:rtl/>
        </w:rPr>
        <w:t>و</w:t>
      </w:r>
      <w:r w:rsidRPr="000D4172">
        <w:rPr>
          <w:rStyle w:val="libAieChar"/>
          <w:rtl/>
        </w:rPr>
        <w:t xml:space="preserve"> </w:t>
      </w:r>
      <w:r w:rsidRPr="000D4172">
        <w:rPr>
          <w:rStyle w:val="libAieChar"/>
          <w:rFonts w:hint="cs"/>
          <w:rtl/>
        </w:rPr>
        <w:t>من</w:t>
      </w:r>
      <w:r w:rsidRPr="000D4172">
        <w:rPr>
          <w:rStyle w:val="libAieChar"/>
          <w:rtl/>
        </w:rPr>
        <w:t xml:space="preserve"> </w:t>
      </w:r>
      <w:r w:rsidRPr="000D4172">
        <w:rPr>
          <w:rStyle w:val="libAieChar"/>
          <w:rFonts w:hint="cs"/>
          <w:rtl/>
        </w:rPr>
        <w:t>لم</w:t>
      </w:r>
      <w:r w:rsidRPr="000D4172">
        <w:rPr>
          <w:rStyle w:val="libAieChar"/>
          <w:rtl/>
        </w:rPr>
        <w:t xml:space="preserve"> </w:t>
      </w:r>
      <w:r w:rsidRPr="000D4172">
        <w:rPr>
          <w:rStyle w:val="libAieChar"/>
          <w:rFonts w:hint="cs"/>
          <w:rtl/>
        </w:rPr>
        <w:t>يحكم</w:t>
      </w:r>
      <w:r w:rsidRPr="000D4172">
        <w:rPr>
          <w:rStyle w:val="libAieChar"/>
          <w:rtl/>
        </w:rPr>
        <w:t xml:space="preserve"> </w:t>
      </w:r>
      <w:r w:rsidRPr="000D4172">
        <w:rPr>
          <w:rStyle w:val="libAieChar"/>
          <w:rFonts w:hint="cs"/>
          <w:rtl/>
        </w:rPr>
        <w:t>بما</w:t>
      </w:r>
      <w:r w:rsidRPr="000D4172">
        <w:rPr>
          <w:rStyle w:val="libAieChar"/>
          <w:rtl/>
        </w:rPr>
        <w:t xml:space="preserve"> </w:t>
      </w:r>
      <w:r w:rsidRPr="000D4172">
        <w:rPr>
          <w:rStyle w:val="libAieChar"/>
          <w:rFonts w:hint="cs"/>
          <w:rtl/>
        </w:rPr>
        <w:t>انزل</w:t>
      </w:r>
      <w:r w:rsidRPr="000D4172">
        <w:rPr>
          <w:rStyle w:val="libAieChar"/>
          <w:rtl/>
        </w:rPr>
        <w:t xml:space="preserve"> </w:t>
      </w:r>
      <w:r w:rsidRPr="000D4172">
        <w:rPr>
          <w:rStyle w:val="libAieChar"/>
          <w:rFonts w:hint="cs"/>
          <w:rtl/>
        </w:rPr>
        <w:t>الله</w:t>
      </w:r>
      <w:r w:rsidRPr="000D4172">
        <w:rPr>
          <w:rStyle w:val="libAieChar"/>
          <w:rtl/>
        </w:rPr>
        <w:t xml:space="preserve"> ))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عايشه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قميص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پيراهن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تغيير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اقتلوا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نعثلا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نعثلا</w:t>
      </w:r>
      <w:r>
        <w:rPr>
          <w:rtl/>
          <w:lang w:bidi="fa-IR"/>
        </w:rPr>
        <w:t>. ))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52-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بحرالعلوم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0D4172" w:rsidTr="000D4172">
        <w:trPr>
          <w:trHeight w:val="350"/>
        </w:trPr>
        <w:tc>
          <w:tcPr>
            <w:tcW w:w="3344" w:type="dxa"/>
          </w:tcPr>
          <w:p w:rsidR="000D4172" w:rsidRDefault="000D4172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كم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فيهم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خطيبا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منذرا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0D4172" w:rsidRDefault="000D417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0D4172" w:rsidRDefault="000D417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اغنت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الايات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النذر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4172" w:rsidTr="000D4172">
        <w:trPr>
          <w:trHeight w:val="350"/>
        </w:trPr>
        <w:tc>
          <w:tcPr>
            <w:tcW w:w="3344" w:type="dxa"/>
          </w:tcPr>
          <w:p w:rsidR="000D4172" w:rsidRDefault="000D417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قال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انسبوتى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فجدى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احمد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وسلوا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0D4172" w:rsidRDefault="000D417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0D4172" w:rsidRDefault="000D417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يكذبكم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الخبر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4172" w:rsidTr="000D4172">
        <w:trPr>
          <w:trHeight w:val="350"/>
        </w:trPr>
        <w:tc>
          <w:tcPr>
            <w:tcW w:w="3344" w:type="dxa"/>
          </w:tcPr>
          <w:p w:rsidR="000D4172" w:rsidRDefault="000D417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دعوتمونى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لنصرى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نصر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0D4172" w:rsidRDefault="000D417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0D4172" w:rsidRDefault="000D417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خطت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الاقلام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الزبر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4172" w:rsidTr="000D4172">
        <w:trPr>
          <w:trHeight w:val="350"/>
        </w:trPr>
        <w:tc>
          <w:tcPr>
            <w:tcW w:w="3344" w:type="dxa"/>
          </w:tcPr>
          <w:p w:rsidR="000D4172" w:rsidRDefault="000D417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حلا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تمونا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الماء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المباح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0D4172" w:rsidRDefault="000D417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0D4172" w:rsidRDefault="000D417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اضحت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تناهله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الاوعار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والغمر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4172" w:rsidTr="000D4172">
        <w:trPr>
          <w:trHeight w:val="350"/>
        </w:trPr>
        <w:tc>
          <w:tcPr>
            <w:tcW w:w="3344" w:type="dxa"/>
          </w:tcPr>
          <w:p w:rsidR="000D4172" w:rsidRDefault="000D417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هل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مغيث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يغيث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ظماء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0D4172" w:rsidRDefault="000D417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0D4172" w:rsidRDefault="000D417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بشربة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نمير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خطر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4172" w:rsidTr="000D4172">
        <w:trPr>
          <w:trHeight w:val="350"/>
        </w:trPr>
        <w:tc>
          <w:tcPr>
            <w:tcW w:w="3344" w:type="dxa"/>
          </w:tcPr>
          <w:p w:rsidR="000D4172" w:rsidRDefault="000D417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هل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راحم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يرحم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الطفل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الرضيع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وقد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0D4172" w:rsidRDefault="000D417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0D4172" w:rsidRDefault="000D417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جف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الرضاع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للطفل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مصطبر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4172" w:rsidTr="000D4172">
        <w:trPr>
          <w:trHeight w:val="350"/>
        </w:trPr>
        <w:tc>
          <w:tcPr>
            <w:tcW w:w="3344" w:type="dxa"/>
          </w:tcPr>
          <w:p w:rsidR="000D4172" w:rsidRDefault="000D417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هل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نصير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محام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اواخى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حسب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0D4172" w:rsidRDefault="000D417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0D4172" w:rsidRDefault="000D417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يرعى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النبى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حاموا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نصروا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53-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4539AD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32648E" w:rsidRDefault="004539AD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عاشوراء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بپرداخت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خولى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سپرد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روانه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پخش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خولى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بتعجيل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آنطرف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وطاء،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اسيران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بقتلگاه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بصيحه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</w:t>
      </w:r>
      <w:r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7057F8" w:rsidTr="007057F8">
        <w:trPr>
          <w:trHeight w:val="350"/>
        </w:trPr>
        <w:tc>
          <w:tcPr>
            <w:tcW w:w="3344" w:type="dxa"/>
          </w:tcPr>
          <w:p w:rsidR="007057F8" w:rsidRDefault="007057F8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مقتل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رسيدند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اسيران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057F8" w:rsidRDefault="007057F8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057F8" w:rsidRDefault="007057F8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بهم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پيوست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نيسان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حزيران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57F8" w:rsidTr="007057F8">
        <w:trPr>
          <w:trHeight w:val="350"/>
        </w:trPr>
        <w:tc>
          <w:tcPr>
            <w:tcW w:w="3344" w:type="dxa"/>
          </w:tcPr>
          <w:p w:rsidR="007057F8" w:rsidRDefault="007057F8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يكى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مويه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كنان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گشتى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بفرزند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057F8" w:rsidRDefault="007057F8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057F8" w:rsidRDefault="007057F8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يكى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موكنان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سوك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فرزند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57F8" w:rsidTr="007057F8">
        <w:trPr>
          <w:trHeight w:val="350"/>
        </w:trPr>
        <w:tc>
          <w:tcPr>
            <w:tcW w:w="3344" w:type="dxa"/>
          </w:tcPr>
          <w:p w:rsidR="007057F8" w:rsidRDefault="007057F8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يكى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خون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بصورت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غازه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ميكرد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057F8" w:rsidRDefault="007057F8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057F8" w:rsidRDefault="007057F8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يكى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داغ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تازه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57F8" w:rsidTr="007057F8">
        <w:trPr>
          <w:trHeight w:val="350"/>
        </w:trPr>
        <w:tc>
          <w:tcPr>
            <w:tcW w:w="3344" w:type="dxa"/>
          </w:tcPr>
          <w:p w:rsidR="007057F8" w:rsidRDefault="007057F8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بسوك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گلرخان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سرو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قامت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057F8" w:rsidRDefault="007057F8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057F8" w:rsidRDefault="007057F8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بپا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كردند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غوغاى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قيامت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57F8" w:rsidTr="007057F8">
        <w:trPr>
          <w:trHeight w:val="350"/>
        </w:trPr>
        <w:tc>
          <w:tcPr>
            <w:tcW w:w="3344" w:type="dxa"/>
          </w:tcPr>
          <w:p w:rsidR="007057F8" w:rsidRDefault="007057F8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نظر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افكند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چون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دخت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پيمبر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057F8" w:rsidRDefault="007057F8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057F8" w:rsidRDefault="007057F8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بنور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ديده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ساقى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كوثر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57F8" w:rsidTr="007057F8">
        <w:trPr>
          <w:trHeight w:val="350"/>
        </w:trPr>
        <w:tc>
          <w:tcPr>
            <w:tcW w:w="3344" w:type="dxa"/>
          </w:tcPr>
          <w:p w:rsidR="007057F8" w:rsidRDefault="007057F8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بنا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گه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نعره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اخى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057F8" w:rsidRDefault="007057F8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057F8" w:rsidRDefault="007057F8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بجان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خلد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نار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دوزخى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الزياره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زائده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محترم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آغشته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عمه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كبرى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اضطراب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عموها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عموزادگان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عشيرت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آغشته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پردازد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نميدانند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عمه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مصائب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بتحقيق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اعضاى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متفرقه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جسدهاى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طپيده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مطموس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ظهورش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259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ترمذى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: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95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735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الاقطاب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اردبيلى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صفوة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بزاز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نوشته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الكاظم</w:t>
      </w:r>
      <w:r>
        <w:rPr>
          <w:rtl/>
          <w:lang w:bidi="fa-IR"/>
        </w:rPr>
        <w:t xml:space="preserve"> )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منسوبند</w:t>
      </w:r>
      <w:r>
        <w:rPr>
          <w:rtl/>
          <w:lang w:bidi="fa-IR"/>
        </w:rPr>
        <w:t>.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داماد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مرحوم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.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24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589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طاوس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اوزبك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طهماسب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عساكر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مخذول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طغيان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>.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تحويل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>.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شيخنا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الاجل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بهاءالدين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العاملى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953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بعلبك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(54)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419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الحرمين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25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سجاد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 w:rsidR="00FE2974">
        <w:rPr>
          <w:rtl/>
          <w:lang w:bidi="fa-IR"/>
        </w:rPr>
        <w:t>.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366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عضد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ديلمى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كاتب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فلسفه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جاحظ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بدئت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الكتابة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ختمت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العميد</w:t>
      </w:r>
      <w:r>
        <w:rPr>
          <w:rtl/>
          <w:lang w:bidi="fa-IR"/>
        </w:rPr>
        <w:t>. ))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كاتب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اتباع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بملاحظه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مصاحبت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استاد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كالاستاد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العباد</w:t>
      </w:r>
      <w:r>
        <w:rPr>
          <w:rtl/>
          <w:lang w:bidi="fa-IR"/>
        </w:rPr>
        <w:t>. ))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زهرا</w:t>
      </w:r>
      <w:r>
        <w:rPr>
          <w:rtl/>
          <w:lang w:bidi="fa-IR"/>
        </w:rPr>
        <w:t xml:space="preserve"> </w:t>
      </w:r>
      <w:r w:rsidR="008865DE" w:rsidRPr="008865DE">
        <w:rPr>
          <w:rStyle w:val="libAlaemChar"/>
          <w:rFonts w:hint="cs"/>
          <w:rtl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شهبا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ميكائيل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اسرافيل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ميكائيل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عقيل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قفاى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تيغ</w:t>
      </w:r>
      <w:r>
        <w:rPr>
          <w:rtl/>
          <w:lang w:bidi="fa-IR"/>
        </w:rPr>
        <w:t xml:space="preserve"> ‌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رجزها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7057F8" w:rsidTr="007057F8">
        <w:trPr>
          <w:trHeight w:val="350"/>
        </w:trPr>
        <w:tc>
          <w:tcPr>
            <w:tcW w:w="3344" w:type="dxa"/>
          </w:tcPr>
          <w:p w:rsidR="007057F8" w:rsidRDefault="007057F8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سرن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بعون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جاراتى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057F8" w:rsidRDefault="007057F8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057F8" w:rsidRDefault="007057F8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واشكرنه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حالات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57F8" w:rsidTr="007057F8">
        <w:trPr>
          <w:trHeight w:val="350"/>
        </w:trPr>
        <w:tc>
          <w:tcPr>
            <w:tcW w:w="3344" w:type="dxa"/>
          </w:tcPr>
          <w:p w:rsidR="007057F8" w:rsidRDefault="007057F8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سرن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نساء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الورى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057F8" w:rsidRDefault="007057F8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057F8" w:rsidRDefault="007057F8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تفدى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بعمات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خالات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عايشه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7057F8" w:rsidTr="00C07EC5">
        <w:trPr>
          <w:trHeight w:val="350"/>
        </w:trPr>
        <w:tc>
          <w:tcPr>
            <w:tcW w:w="3344" w:type="dxa"/>
          </w:tcPr>
          <w:p w:rsidR="007057F8" w:rsidRDefault="007057F8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نسوة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استترون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بالمعاجر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057F8" w:rsidRDefault="007057F8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057F8" w:rsidRDefault="007057F8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اذكرن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يحسن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المحاضر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حفصه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7057F8" w:rsidTr="007057F8">
        <w:trPr>
          <w:trHeight w:val="350"/>
        </w:trPr>
        <w:tc>
          <w:tcPr>
            <w:tcW w:w="3344" w:type="dxa"/>
          </w:tcPr>
          <w:p w:rsidR="007057F8" w:rsidRDefault="007057F8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فاطمه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نساء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البشر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057F8" w:rsidRDefault="007057F8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057F8" w:rsidRDefault="007057F8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وجه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كوجه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القمر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57F8" w:rsidTr="007057F8">
        <w:trPr>
          <w:trHeight w:val="350"/>
        </w:trPr>
        <w:tc>
          <w:tcPr>
            <w:tcW w:w="3344" w:type="dxa"/>
          </w:tcPr>
          <w:p w:rsidR="007057F8" w:rsidRDefault="007057F8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lastRenderedPageBreak/>
              <w:t>زوجك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فتى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فاضلا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7057F8" w:rsidRDefault="007057F8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7057F8" w:rsidRDefault="007057F8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اعنى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الحضر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زنهاى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رجزها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مضمضه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كتف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پاشيد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مرحبا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ببحرين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يلتقيان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يقترنان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عضاده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نسلكما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حاربكما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استودعكما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استخلفه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عليكما</w:t>
      </w:r>
      <w:r>
        <w:rPr>
          <w:rtl/>
          <w:lang w:bidi="fa-IR"/>
        </w:rPr>
        <w:t>.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زفاف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محتاج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اسرارش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بصباوت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زفاف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گفتم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عروسى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لهذا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كشف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اسماء،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شوهرش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حبشه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726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تصانيف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اتقان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تقسيم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مغترف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بعظمت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معترفند</w:t>
      </w:r>
      <w:r>
        <w:rPr>
          <w:rtl/>
          <w:lang w:bidi="fa-IR"/>
        </w:rPr>
        <w:t>.</w:t>
      </w:r>
      <w:r w:rsidRPr="004109B9">
        <w:rPr>
          <w:rStyle w:val="libFootnotenumChar"/>
          <w:rtl/>
        </w:rPr>
        <w:t>(55)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حكايت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مباحثه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مذاهب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خدابنده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اتباع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ببركات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تلمذ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كاتبى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قزوينى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شمسيه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دائيش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المختصر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قميصا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تسعه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قاصر</w:t>
      </w:r>
      <w:r>
        <w:rPr>
          <w:rtl/>
          <w:lang w:bidi="fa-IR"/>
        </w:rPr>
        <w:t xml:space="preserve"> ))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21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430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بضم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الاولياء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محدثين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حفاظ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اصطلاح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محدثين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حافظ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شيرازى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ظاهرا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حافظيت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9"/>
        <w:gridCol w:w="268"/>
        <w:gridCol w:w="3305"/>
      </w:tblGrid>
      <w:tr w:rsidR="00F939AB" w:rsidTr="00C07EC5">
        <w:trPr>
          <w:trHeight w:val="350"/>
        </w:trPr>
        <w:tc>
          <w:tcPr>
            <w:tcW w:w="3920" w:type="dxa"/>
            <w:shd w:val="clear" w:color="auto" w:fill="auto"/>
          </w:tcPr>
          <w:p w:rsidR="00F939AB" w:rsidRDefault="00F939AB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نديدم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خوشتر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شعر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حافظ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939AB" w:rsidRDefault="00F939AB" w:rsidP="00C07EC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939AB" w:rsidRDefault="00F939AB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بقرآنى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سينه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دوشنبه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460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رئيس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الاعاجم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ضريحه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المنزله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بالرجال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الادب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لكمالات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مربيهم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تلامذته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مجتهدين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ثلثماءه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الخاصه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الخلفاء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هاجرالى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تجددت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احرقت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يجلس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للكلام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تاءليفات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التفسير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التهذيب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الاستبصار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المشهورين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الحضره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792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تفتازانى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سمرقند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سرخس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مصنفات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شمسيه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مقاصد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تصريف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حاشيه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كشاف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مطول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1140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افغانى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اموالش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(( (</w:t>
      </w:r>
      <w:r>
        <w:rPr>
          <w:rFonts w:hint="cs"/>
          <w:rtl/>
          <w:lang w:bidi="fa-IR"/>
        </w:rPr>
        <w:t>لازالت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مهبطا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للفيوضات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الربانية</w:t>
      </w:r>
      <w:r>
        <w:rPr>
          <w:rtl/>
          <w:lang w:bidi="fa-IR"/>
        </w:rPr>
        <w:t xml:space="preserve"> ) ))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سپردند</w:t>
      </w:r>
      <w:r>
        <w:rPr>
          <w:rtl/>
          <w:lang w:bidi="fa-IR"/>
        </w:rPr>
        <w:t>.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169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ماسبذان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بكوفت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هادى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العابدين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بلباس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سقائى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شناختند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العابدينم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همشاءن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بملاحظه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افلاس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ماداميكه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نتوانست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بشناساند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نفهميد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ترحمى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كودكان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نرساند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اطفال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منازعت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بكودكان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چسبانيد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بكفالت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438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ثعلبى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25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198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</w:t>
      </w:r>
      <w:r w:rsidR="00F939AB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</w:t>
      </w:r>
      <w:r w:rsidR="00F939AB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بخراسان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فرستادند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م</w:t>
      </w:r>
      <w:r w:rsidR="00F939AB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جائزه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بستانند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شقاوت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>(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تفويض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عاقلى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مقصود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؟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شناخت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هيهات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4539AD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الفقهاء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فقهاء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مدهوش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فتحنا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الحمدلله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اورثنا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نتبوء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نشآء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العاملين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چسبانيد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زنهار،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راوندى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رحيم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المسيب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ببقيع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مجتبى</w:t>
      </w:r>
      <w:r>
        <w:rPr>
          <w:rtl/>
          <w:lang w:bidi="fa-IR"/>
        </w:rPr>
        <w:t xml:space="preserve"> )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مباكرش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انبانهاى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ايتام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زانوى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تازيانه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lastRenderedPageBreak/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>(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تشريف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ساكت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ناقه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اضطراب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بالجمله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استيلاء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ملاحظه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معاشرت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اتخاذ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مشقتهاى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</w:t>
      </w:r>
      <w:r w:rsidR="00F939AB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پوستين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لباسهاى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پشمينه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بپوشد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موظفه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فراق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354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تنوخى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.</w:t>
      </w:r>
    </w:p>
    <w:p w:rsidR="0032648E" w:rsidRDefault="0032648E" w:rsidP="00121958">
      <w:pPr>
        <w:pStyle w:val="libBold1"/>
      </w:pPr>
      <w:r>
        <w:rPr>
          <w:rFonts w:hint="cs"/>
          <w:rtl/>
          <w:lang w:bidi="fa-IR"/>
        </w:rPr>
        <w:lastRenderedPageBreak/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146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المثلث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زندان</w:t>
      </w:r>
      <w:r w:rsidR="00FE2974"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مجتبى</w:t>
      </w:r>
      <w:r>
        <w:rPr>
          <w:rtl/>
          <w:lang w:bidi="fa-IR"/>
        </w:rPr>
        <w:t xml:space="preserve"> )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داماد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سيدالشهداء</w:t>
      </w:r>
      <w:r>
        <w:rPr>
          <w:rtl/>
          <w:lang w:bidi="fa-IR"/>
        </w:rPr>
        <w:t>)</w:t>
      </w:r>
      <w:r w:rsidR="00F939A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زهرا</w:t>
      </w:r>
      <w:r>
        <w:rPr>
          <w:rtl/>
          <w:lang w:bidi="fa-IR"/>
        </w:rPr>
        <w:t>)</w:t>
      </w:r>
      <w:r w:rsidR="00F939A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مثلث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كلثوم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ميناميدند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اسخاى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1 -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زكيه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2 -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قتيل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3 - (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الجون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4 - (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حضور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رشيد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5 - (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6 - (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حضور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رشيد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مسموم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طباطبا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نگاشتم</w:t>
      </w:r>
      <w:r w:rsidR="00FE2974">
        <w:rPr>
          <w:rtl/>
          <w:lang w:bidi="fa-IR"/>
        </w:rPr>
        <w:t>.</w:t>
      </w:r>
    </w:p>
    <w:p w:rsidR="0032648E" w:rsidRDefault="0032648E" w:rsidP="00121958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مثلث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بلاواسطه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العابد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lastRenderedPageBreak/>
        <w:t>شهيد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عموهايش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اسحق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140 </w:t>
      </w:r>
      <w:r>
        <w:rPr>
          <w:rFonts w:hint="cs"/>
          <w:rtl/>
          <w:lang w:bidi="fa-IR"/>
        </w:rPr>
        <w:t>بگرفتند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144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ربذه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ديباج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واغلال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ربذه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اياشن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شرايط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ربذه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ديباج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تازيانه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زنگيان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پوشانيدند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گرسنه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باغل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زنجير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نگاهش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تازيانه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ديباج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ابوجعفر</w:t>
      </w:r>
      <w:r>
        <w:rPr>
          <w:rtl/>
          <w:lang w:bidi="fa-IR"/>
        </w:rPr>
        <w:t xml:space="preserve">)!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اسيران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سردابى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بحديكه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مسعودى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قنطره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332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بتدريج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رائحه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ميگذشت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كريهه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رائحه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كريهه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پاهايشان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بتدريج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ميآوردند</w:t>
      </w:r>
      <w:r>
        <w:rPr>
          <w:rtl/>
          <w:lang w:bidi="fa-IR"/>
        </w:rPr>
        <w:t>.</w:t>
      </w:r>
    </w:p>
    <w:p w:rsidR="0032648E" w:rsidRDefault="0032648E" w:rsidP="00121958">
      <w:pPr>
        <w:pStyle w:val="libNormal"/>
      </w:pPr>
      <w:r>
        <w:rPr>
          <w:rFonts w:hint="cs"/>
          <w:rtl/>
          <w:lang w:bidi="fa-IR"/>
        </w:rPr>
        <w:t>هرگاه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زنجير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ميكشيدند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غاليه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مثلث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نموديم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العابد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ممتاز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بنوالحسن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نميدانستند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موظف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ميفهميد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عمويش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نميرسيم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بچيزيكه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بلايا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خلاصى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دانستد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1021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تسترى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ساكن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مدرسه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جهان</w:t>
      </w:r>
      <w:r>
        <w:rPr>
          <w:rtl/>
          <w:lang w:bidi="fa-IR"/>
        </w:rPr>
        <w:t xml:space="preserve"> ).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تشييع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)(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</w:t>
      </w:r>
      <w:r w:rsidR="00121958">
        <w:rPr>
          <w:rFonts w:hint="cs"/>
          <w:rtl/>
          <w:lang w:bidi="fa-IR"/>
        </w:rPr>
        <w:t xml:space="preserve">ه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شاگرد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اردبيلى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</w:t>
      </w:r>
      <w:r w:rsidR="00F939AB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ليفات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قواعد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مرتكب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مباحات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بچهارده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استادم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ابوالبركات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واعظ،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حرفهاى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مولانا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ابوالبركات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رئيس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مريض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تسترى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خراسانى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طهماسب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997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زبكيه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ماوراء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مباحثه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 w:rsidR="00FE2974">
        <w:rPr>
          <w:rtl/>
          <w:lang w:bidi="fa-IR"/>
        </w:rPr>
        <w:t>.</w:t>
      </w:r>
    </w:p>
    <w:p w:rsidR="0032648E" w:rsidRDefault="0032648E" w:rsidP="0012195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كردگى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حصين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انشاءالله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 w:rsidR="00FE2974">
        <w:rPr>
          <w:rtl/>
          <w:lang w:bidi="fa-IR"/>
        </w:rPr>
        <w:t>.</w:t>
      </w:r>
    </w:p>
    <w:p w:rsidR="0032648E" w:rsidRDefault="0032648E" w:rsidP="0012195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656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هلاكو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مستعصم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هلاكو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دجله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دمرى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مستعصم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ذهبى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F939AB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دوشنبه</w:t>
      </w:r>
      <w:r>
        <w:rPr>
          <w:rtl/>
          <w:lang w:bidi="fa-IR"/>
        </w:rPr>
        <w:t xml:space="preserve"> 28 </w:t>
      </w:r>
      <w:r>
        <w:rPr>
          <w:rFonts w:hint="cs"/>
          <w:rtl/>
          <w:lang w:bidi="fa-IR"/>
        </w:rPr>
        <w:t>محرم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بمفيديه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نبويه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(56)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معجزات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محمديه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بيتوته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نگاهدارى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برسيم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بسلامتى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رسانيدند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محذور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متجددات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بدعاء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مبرور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 w:rsidR="00FE2974">
        <w:rPr>
          <w:rtl/>
          <w:lang w:bidi="fa-IR"/>
        </w:rPr>
        <w:t>.</w:t>
      </w:r>
    </w:p>
    <w:p w:rsidR="0032648E" w:rsidRDefault="00F939AB" w:rsidP="0032648E">
      <w:pPr>
        <w:pStyle w:val="libNormal"/>
      </w:pPr>
      <w:r>
        <w:rPr>
          <w:rtl/>
          <w:lang w:bidi="fa-IR"/>
        </w:rPr>
        <w:br w:type="page"/>
      </w:r>
    </w:p>
    <w:p w:rsidR="0032648E" w:rsidRDefault="0032648E" w:rsidP="00F939AB">
      <w:pPr>
        <w:pStyle w:val="libBold1"/>
      </w:pPr>
      <w:r>
        <w:rPr>
          <w:rFonts w:hint="cs"/>
          <w:rtl/>
          <w:lang w:bidi="fa-IR"/>
        </w:rPr>
        <w:t>پاورقى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54-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ابطال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ترويج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مرغان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پخته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استيصال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كوچكتر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گسسته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رامدار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معجزات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اعتقاد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بديهيات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مرغان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گلهاى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يكدفعه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بيايستند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بيافكنند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سوراخ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مقعدشان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مركب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سوراخ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واضح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روشن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روشن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محتاج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دليل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121958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مبدء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مراجعه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بشعر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مخزوم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الرقباء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نفيل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نيافزوده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بتواتر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مسيلمه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ساخته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 w:rsidR="00121958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تكذيب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>(</w:t>
      </w:r>
      <w:r w:rsidR="00F939A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 w:rsidR="00F939A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مبعوث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بعثت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كودكى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حصافتى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تكذيب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55- 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البحرين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خسماءه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مصنفاته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روضة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العارفين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التجريد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مصنف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</w:t>
      </w:r>
    </w:p>
    <w:p w:rsidR="00121958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56-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 w:rsidR="00FE2974">
        <w:rPr>
          <w:rtl/>
          <w:lang w:bidi="fa-IR"/>
        </w:rPr>
        <w:t>.</w:t>
      </w:r>
    </w:p>
    <w:p w:rsidR="0032648E" w:rsidRDefault="00121958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2648E" w:rsidRDefault="0032648E" w:rsidP="0012195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189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برمكى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رشيد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رشيد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رشيد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هفده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مملكت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لايزول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حكايات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بخششهاى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برمكى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بدبختى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اكتفا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مغرور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قربانى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شناسى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عباده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برمكى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عباده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اعاجيب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خدمتكاران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ميگذرد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آرزوى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گوسفند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عباده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برفت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بيوفائى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>.</w:t>
      </w:r>
    </w:p>
    <w:p w:rsidR="0032648E" w:rsidRDefault="00F939AB" w:rsidP="0032648E">
      <w:pPr>
        <w:pStyle w:val="libNormal"/>
      </w:pPr>
      <w:r>
        <w:rPr>
          <w:rtl/>
        </w:rPr>
        <w:br w:type="page"/>
      </w:r>
    </w:p>
    <w:p w:rsidR="0032648E" w:rsidRDefault="0032648E" w:rsidP="00121958">
      <w:pPr>
        <w:pStyle w:val="Heading2"/>
      </w:pPr>
      <w:bookmarkStart w:id="12" w:name="_Toc460920953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صفر</w:t>
      </w:r>
      <w:bookmarkEnd w:id="12"/>
    </w:p>
    <w:p w:rsidR="0032648E" w:rsidRDefault="0032648E" w:rsidP="00121958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 w:rsidR="00121958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بقتال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صفر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ادعيه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استعاذات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محفوظ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فيض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خلاصة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الاذكار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فاكفنى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يالااله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الظالمين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فاستجباله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نجبيناه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ننجى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D125CB" w:rsidRPr="00D125CB">
        <w:rPr>
          <w:rStyle w:val="libAlaemChar"/>
          <w:rFonts w:hint="cs"/>
          <w:rtl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الطاهرين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.</w:t>
      </w:r>
    </w:p>
    <w:p w:rsidR="0032648E" w:rsidRDefault="0032648E" w:rsidP="0012195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t>شروع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بجنگ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صفين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مسعودى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اتباع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</w:t>
      </w:r>
      <w:r>
        <w:rPr>
          <w:rtl/>
          <w:lang w:bidi="fa-IR"/>
        </w:rPr>
        <w:t xml:space="preserve"> )(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(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ياسر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مرقال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خزيمة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پسران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حذيقة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حارث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نخعى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ذوالكلاع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عبيدالله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حوشب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ظليم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الهرير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مغلوبه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ميكوفتند</w:t>
      </w:r>
      <w:r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پانصد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ابطال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مواقيت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ملاحظه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ميشوند</w:t>
      </w:r>
      <w:r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مكيدت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بپانصد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</w:t>
      </w:r>
      <w:r w:rsidR="00F939A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مكيدت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موادعه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ياعلى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ميگويد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نافرمانى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برويد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مخوريد</w:t>
      </w:r>
      <w:r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معيط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النابغة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بدبختان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نصحيت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نپذيرفتند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بالاخره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اشعث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ميكشيم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پيغام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بورزد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هزيمت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>: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بسپاريم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بازشوى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</w:t>
      </w:r>
      <w:r w:rsidR="0012195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ببينى</w:t>
      </w:r>
      <w:r w:rsidR="00FE2974"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</w:t>
      </w:r>
      <w:r w:rsidR="00F939A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فاصبحت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مامورا</w:t>
      </w:r>
      <w:r>
        <w:rPr>
          <w:rtl/>
          <w:lang w:bidi="fa-IR"/>
        </w:rPr>
        <w:t>))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F939AB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نميكند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اشعث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ميثاق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ميگيريم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اشعث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اينمطلب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انتخاب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انتخاب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اشعث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</w:t>
      </w:r>
      <w:r w:rsidR="0012195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نافرمانى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الحال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نافرمانى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ننمائيد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ابوموسى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اشعث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نميخواهيم</w:t>
      </w:r>
      <w:r w:rsidR="00FE2974"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موثق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مفارقت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خذلان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اشعث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ابوموسى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لاعلاجى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بكنيد</w:t>
      </w:r>
      <w:r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lastRenderedPageBreak/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ابوموسى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دومة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الجندل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حكمين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ابوموسى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وخلع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</w:t>
      </w:r>
      <w:r w:rsidR="00F939A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گنجايش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فيض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سيدالشهداء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131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شجاعت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موصوف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بسيارير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اعتقاد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سيدالشهداء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>(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شاءن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121958">
      <w:pPr>
        <w:pStyle w:val="libNormal"/>
      </w:pPr>
      <w:r>
        <w:rPr>
          <w:rFonts w:hint="cs"/>
          <w:rtl/>
          <w:lang w:bidi="fa-IR"/>
        </w:rPr>
        <w:t>روايات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بشهادت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 w:rsidR="00121958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حارثه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ميباشى</w:t>
      </w:r>
      <w:r w:rsidR="00FE2974"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lastRenderedPageBreak/>
        <w:t>اخبار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)</w:t>
      </w:r>
      <w:r w:rsidR="00F939A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مصائب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ثمالى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فرحة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مسطور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)</w:t>
      </w:r>
      <w:r w:rsidR="00F939A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حمزة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حمران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مصائب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صدوق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بنحويكه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مسعودى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الذهب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>)(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مشورت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اعتماد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مبياشند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زخم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).</w:t>
      </w:r>
    </w:p>
    <w:p w:rsidR="0032648E" w:rsidRDefault="0032648E" w:rsidP="00F939AB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>)</w:t>
      </w:r>
      <w:r w:rsidR="00F939A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ميترسم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آغاز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خروج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رصافه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اراضى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قنسرين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بنشيند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نگشودند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احديكبر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يصغردون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بخيال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الامهات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لايقعدن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بالرجال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الغايات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)(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اسحق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مبعوث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بنبوت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ميزنى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 w:rsidR="00F018D3" w:rsidRPr="007A6686">
        <w:rPr>
          <w:rStyle w:val="libAlaemChar"/>
          <w:rFonts w:hint="cs"/>
          <w:rtl/>
          <w:lang w:bidi="fa-IR"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9"/>
        <w:gridCol w:w="268"/>
        <w:gridCol w:w="3305"/>
      </w:tblGrid>
      <w:tr w:rsidR="00F939AB" w:rsidTr="00C07EC5">
        <w:trPr>
          <w:trHeight w:val="350"/>
        </w:trPr>
        <w:tc>
          <w:tcPr>
            <w:tcW w:w="3920" w:type="dxa"/>
            <w:shd w:val="clear" w:color="auto" w:fill="auto"/>
          </w:tcPr>
          <w:p w:rsidR="00F939AB" w:rsidRDefault="00F939AB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شرده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الخوف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وازرى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939AB" w:rsidRDefault="00F939AB" w:rsidP="00C07EC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939AB" w:rsidRDefault="00F939AB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كذاك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يكره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الجلاد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برفت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خروج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زمانيكه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بناى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زخم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پيشانيش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همينكه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وادع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مكتوب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آويخت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9"/>
        <w:gridCol w:w="268"/>
        <w:gridCol w:w="3325"/>
      </w:tblGrid>
      <w:tr w:rsidR="00F939AB" w:rsidTr="00C07EC5">
        <w:trPr>
          <w:trHeight w:val="350"/>
        </w:trPr>
        <w:tc>
          <w:tcPr>
            <w:tcW w:w="3920" w:type="dxa"/>
            <w:shd w:val="clear" w:color="auto" w:fill="auto"/>
          </w:tcPr>
          <w:p w:rsidR="00F939AB" w:rsidRDefault="00F939AB" w:rsidP="00F939AB">
            <w:pPr>
              <w:pStyle w:val="libPoem"/>
            </w:pPr>
            <w:r>
              <w:rPr>
                <w:rFonts w:hint="cs"/>
                <w:rtl/>
                <w:lang w:bidi="fa-IR"/>
              </w:rPr>
              <w:t>صبلنا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لكم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زيدا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جذع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نخلة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939AB" w:rsidRDefault="00F939AB" w:rsidP="00C07EC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939AB" w:rsidRDefault="00F939AB" w:rsidP="00F939AB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ارمهديا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الجذع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يصلب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جثه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بسوزاند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خاكسترش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ابوالفرج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آويخته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خروج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وليد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):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فاذااتاك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فاحرقه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وانسفه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والسلام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مكتوب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حراش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حوشب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سوزانيد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خاكسترش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آويخته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سوزانيدند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كنيد؟</w:t>
      </w:r>
    </w:p>
    <w:p w:rsidR="0032648E" w:rsidRDefault="0032648E" w:rsidP="0012195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فتحناه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بفرستد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اسثغفار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بخواهد</w:t>
      </w:r>
      <w:r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>)(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ولده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مجتبى</w:t>
      </w:r>
      <w:r>
        <w:rPr>
          <w:rtl/>
          <w:lang w:bidi="fa-IR"/>
        </w:rPr>
        <w:t xml:space="preserve"> )</w:t>
      </w:r>
      <w:r w:rsidR="0012195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كلينى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ابوالصباح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>)(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32648E" w:rsidRDefault="0032648E" w:rsidP="00121958">
      <w:pPr>
        <w:pStyle w:val="libNormal"/>
      </w:pP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آئى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مصطفى</w:t>
      </w:r>
      <w:r>
        <w:rPr>
          <w:rtl/>
          <w:lang w:bidi="fa-IR"/>
        </w:rPr>
        <w:t xml:space="preserve"> (</w:t>
      </w:r>
      <w:r w:rsidR="00121958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رخصت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العابدين</w:t>
      </w:r>
      <w:r>
        <w:rPr>
          <w:rtl/>
          <w:lang w:bidi="fa-IR"/>
        </w:rPr>
        <w:t xml:space="preserve"> )</w:t>
      </w:r>
      <w:r w:rsidR="0012195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)(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>)(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زنى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باقرالعلم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بگنجد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وروساء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فقهاء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اقتباس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احقرواصغر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عتيبه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دبستانى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اوصياء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انبياء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 w:rsidR="00FE2974"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مشكلى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>)</w:t>
      </w:r>
      <w:r w:rsidR="00F939A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سئوال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شانزده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 w:rsidR="00FE2974">
        <w:rPr>
          <w:rtl/>
          <w:lang w:bidi="fa-IR"/>
        </w:rPr>
        <w:t>.</w:t>
      </w:r>
    </w:p>
    <w:p w:rsidR="0032648E" w:rsidRDefault="0032648E" w:rsidP="00121958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)(</w:t>
      </w:r>
      <w:r w:rsidR="00121958" w:rsidRPr="00121958">
        <w:rPr>
          <w:rStyle w:val="libAlaemChar"/>
          <w:rFonts w:hint="cs"/>
          <w:rtl/>
          <w:lang w:bidi="fa-IR"/>
        </w:rPr>
        <w:t xml:space="preserve"> </w:t>
      </w:r>
      <w:r w:rsidR="00121958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)! </w:t>
      </w:r>
      <w:r>
        <w:rPr>
          <w:rFonts w:hint="cs"/>
          <w:rtl/>
          <w:lang w:bidi="fa-IR"/>
        </w:rPr>
        <w:t>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نامند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يبقر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ميشكافد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شكافتنى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</w:t>
      </w:r>
      <w:r w:rsidR="00FE2974">
        <w:rPr>
          <w:rtl/>
          <w:lang w:bidi="fa-IR"/>
        </w:rPr>
        <w:t>.</w:t>
      </w:r>
    </w:p>
    <w:p w:rsidR="0032648E" w:rsidRDefault="0032648E" w:rsidP="00121958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)</w:t>
      </w:r>
      <w:r w:rsidR="00F939A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نابينا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گفتم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بوسيد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بوسيد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lastRenderedPageBreak/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گفتم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)!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رسانيد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>)!</w:t>
      </w:r>
      <w:r>
        <w:rPr>
          <w:rFonts w:hint="cs"/>
          <w:rtl/>
          <w:lang w:bidi="fa-IR"/>
        </w:rPr>
        <w:t>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يهب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ثياب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مقاتله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). </w:t>
      </w: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انشاءالله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333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مستكفى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405 (</w:t>
      </w:r>
      <w:r>
        <w:rPr>
          <w:rFonts w:hint="cs"/>
          <w:rtl/>
          <w:lang w:bidi="fa-IR"/>
        </w:rPr>
        <w:t>محمدبن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نيشابورى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الصحيحين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323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تفطويه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تلميذ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احفاد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مهلب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مجتبى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lastRenderedPageBreak/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(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مصالحه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آرزو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ملازمت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شرايط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مصالحه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ملاحظه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حشمت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بآنجناب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تصميم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جعده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زوجه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جعده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بطمع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كاذبه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مسموم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تجهيز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تفسيل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نازنينش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بخدمتش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ميرسيدند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مذل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امثال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خورده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احتجاج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بخدمت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گردانيدى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گذاشتى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ميافتم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برگفتار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اعتمادى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آنحضرت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زهرى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معالجه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تحصيل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موعظه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اسودبن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الاسود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ابوالاسود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انالله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راجعون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ودائع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برياحين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(57)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المحدثين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آشوب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فلوعا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المصطفى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اكبادكم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نحوركم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سيوفهم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دمائكم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هامته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بالسهام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بالعرآء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القناة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قدرضت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اعضائة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مسموم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امعائه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F939A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)</w:t>
      </w:r>
      <w:r w:rsidR="00BC346E">
        <w:rPr>
          <w:lang w:bidi="fa-IR"/>
        </w:rPr>
        <w:t xml:space="preserve"> </w:t>
      </w:r>
      <w:r>
        <w:rPr>
          <w:rtl/>
          <w:lang w:bidi="fa-IR"/>
        </w:rPr>
        <w:t>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)(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F939AB" w:rsidTr="00F939AB">
        <w:trPr>
          <w:trHeight w:val="350"/>
        </w:trPr>
        <w:tc>
          <w:tcPr>
            <w:tcW w:w="3344" w:type="dxa"/>
            <w:shd w:val="clear" w:color="auto" w:fill="auto"/>
          </w:tcPr>
          <w:p w:rsidR="00F939AB" w:rsidRDefault="00F939AB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ء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ادهن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راسى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اطيب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محاسنى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F939AB" w:rsidRDefault="00F939AB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F939AB" w:rsidRDefault="00F939AB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وراسك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معفور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سليب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9AB" w:rsidTr="00F939AB">
        <w:tblPrEx>
          <w:tblLook w:val="04A0"/>
        </w:tblPrEx>
        <w:trPr>
          <w:trHeight w:val="350"/>
        </w:trPr>
        <w:tc>
          <w:tcPr>
            <w:tcW w:w="3344" w:type="dxa"/>
          </w:tcPr>
          <w:p w:rsidR="00F939AB" w:rsidRDefault="00F939AB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بكائى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طويل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الدموع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غيرة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F939AB" w:rsidRDefault="00F939AB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F939AB" w:rsidRDefault="00F939AB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بعيد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المزار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قريب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128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F018D3" w:rsidRPr="007A6686">
        <w:rPr>
          <w:rStyle w:val="libAlaemChar"/>
          <w:rFonts w:hint="cs"/>
          <w:rtl/>
          <w:lang w:bidi="fa-IR"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حميده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حميدة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محمودة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 xml:space="preserve"> )</w:t>
      </w:r>
    </w:p>
    <w:p w:rsidR="0032648E" w:rsidRDefault="0032648E" w:rsidP="00F939AB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مصفاة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)(</w:t>
      </w:r>
      <w:r w:rsidR="00F939AB" w:rsidRPr="00F939AB">
        <w:rPr>
          <w:rStyle w:val="libAlaemChar"/>
          <w:rFonts w:hint="cs"/>
          <w:rtl/>
          <w:lang w:bidi="fa-IR"/>
        </w:rPr>
        <w:t xml:space="preserve"> </w:t>
      </w:r>
      <w:r w:rsidR="00F939A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حميدة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مصفاة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الادناس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كسبيكة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تحرسها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ابوبصير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رسيديم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اثناى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حميده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حميده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آستينهاى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حميده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حميده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اطلاعم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ابوبصير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دادترا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حميده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دستهاى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رسالت</w:t>
      </w:r>
      <w:r>
        <w:rPr>
          <w:rtl/>
          <w:lang w:bidi="fa-IR"/>
        </w:rPr>
        <w:t xml:space="preserve"> - </w:t>
      </w:r>
      <w:r w:rsidR="00F939AB" w:rsidRPr="00F939AB">
        <w:rPr>
          <w:rStyle w:val="libAlaemChar"/>
          <w:rFonts w:hint="cs"/>
          <w:rtl/>
        </w:rPr>
        <w:t>صلى‌الله‌عليه‌وآله‌وسلم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واوصياء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مرويستكه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>.</w:t>
      </w:r>
    </w:p>
    <w:p w:rsidR="0032648E" w:rsidRDefault="0032648E" w:rsidP="006D5D33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سراج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گهواره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طويلى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برخاستم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گهواره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)</w:t>
      </w:r>
      <w:r w:rsidR="00BC346E">
        <w:rPr>
          <w:lang w:bidi="fa-IR"/>
        </w:rPr>
        <w:t xml:space="preserve"> </w:t>
      </w:r>
      <w:r>
        <w:rPr>
          <w:rtl/>
          <w:lang w:bidi="fa-IR"/>
        </w:rPr>
        <w:t>(</w:t>
      </w:r>
      <w:r w:rsidR="006D5D33" w:rsidRPr="006D5D33">
        <w:rPr>
          <w:rStyle w:val="libAlaemChar"/>
          <w:rFonts w:hint="cs"/>
          <w:rtl/>
          <w:lang w:bidi="fa-IR"/>
        </w:rPr>
        <w:t xml:space="preserve"> </w:t>
      </w:r>
      <w:r w:rsidR="006D5D33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فصيح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تغيير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)</w:t>
      </w:r>
      <w:r w:rsidR="00BC346E">
        <w:rPr>
          <w:lang w:bidi="fa-IR"/>
        </w:rPr>
        <w:t xml:space="preserve"> </w:t>
      </w:r>
      <w:r>
        <w:rPr>
          <w:rtl/>
          <w:lang w:bidi="fa-IR"/>
        </w:rPr>
        <w:t>(</w:t>
      </w:r>
      <w:r w:rsidR="006D5D33" w:rsidRPr="006D5D33">
        <w:rPr>
          <w:rStyle w:val="libAlaemChar"/>
          <w:rFonts w:hint="cs"/>
          <w:rtl/>
          <w:lang w:bidi="fa-IR"/>
        </w:rPr>
        <w:t xml:space="preserve"> </w:t>
      </w:r>
      <w:r w:rsidR="006D5D33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اطاعت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نيكبخت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حميرا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گذاشته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تغيير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8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233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وزير،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غضبناك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معزول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كاتبى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شاعرى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ميخكوب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بهيزم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زيتون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بسختتر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معذب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غضبناك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معذب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بهلاكت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كاغذ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8"/>
        <w:gridCol w:w="268"/>
        <w:gridCol w:w="3306"/>
      </w:tblGrid>
      <w:tr w:rsidR="006D5D33" w:rsidTr="006D5D33">
        <w:trPr>
          <w:trHeight w:val="350"/>
        </w:trPr>
        <w:tc>
          <w:tcPr>
            <w:tcW w:w="3348" w:type="dxa"/>
            <w:shd w:val="clear" w:color="auto" w:fill="auto"/>
          </w:tcPr>
          <w:p w:rsidR="006D5D33" w:rsidRDefault="006D5D33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هى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السبيل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يوم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6D5D33" w:rsidRDefault="006D5D33" w:rsidP="00C07EC5">
            <w:pPr>
              <w:pStyle w:val="libPoem"/>
              <w:rPr>
                <w:rtl/>
              </w:rPr>
            </w:pPr>
          </w:p>
        </w:tc>
        <w:tc>
          <w:tcPr>
            <w:tcW w:w="3306" w:type="dxa"/>
            <w:shd w:val="clear" w:color="auto" w:fill="auto"/>
          </w:tcPr>
          <w:p w:rsidR="006D5D33" w:rsidRDefault="006D5D33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كانه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تريك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نوم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5D33" w:rsidTr="006D5D33">
        <w:tblPrEx>
          <w:tblLook w:val="04A0"/>
        </w:tblPrEx>
        <w:trPr>
          <w:trHeight w:val="350"/>
        </w:trPr>
        <w:tc>
          <w:tcPr>
            <w:tcW w:w="3348" w:type="dxa"/>
          </w:tcPr>
          <w:p w:rsidR="006D5D33" w:rsidRDefault="006D5D33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تجزعن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رويدا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6D5D33" w:rsidRDefault="006D5D33" w:rsidP="00C07EC5">
            <w:pPr>
              <w:pStyle w:val="libPoem"/>
              <w:rPr>
                <w:rtl/>
              </w:rPr>
            </w:pPr>
          </w:p>
        </w:tc>
        <w:tc>
          <w:tcPr>
            <w:tcW w:w="3306" w:type="dxa"/>
          </w:tcPr>
          <w:p w:rsidR="006D5D33" w:rsidRDefault="006D5D33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دنيا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تنقل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قوم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قوم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فرصتى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مكتوب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يافتند</w:t>
      </w:r>
      <w:r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مسعودى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تذكره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.</w:t>
      </w:r>
    </w:p>
    <w:p w:rsidR="0032648E" w:rsidRDefault="0032648E" w:rsidP="006D48CB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)(</w:t>
      </w:r>
      <w:r w:rsidR="006D48CB" w:rsidRPr="006D48CB">
        <w:rPr>
          <w:rStyle w:val="libAlaemChar"/>
          <w:rFonts w:hint="cs"/>
          <w:rtl/>
          <w:lang w:bidi="fa-IR"/>
        </w:rPr>
        <w:t xml:space="preserve"> </w:t>
      </w:r>
      <w:r w:rsidR="006D48C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بمبارزت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ياسر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دادمرد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مردانگى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يقاتلون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المبطلون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لوهزمو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يبلغوا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بناسعفات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هجرلكنا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الباطل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شيبان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كاسه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سراى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مقاتله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ابوالعاويه</w:t>
      </w:r>
      <w:r>
        <w:rPr>
          <w:rtl/>
          <w:lang w:bidi="fa-IR"/>
        </w:rPr>
        <w:t xml:space="preserve"> ) (</w:t>
      </w:r>
      <w:r>
        <w:rPr>
          <w:rFonts w:hint="cs"/>
          <w:rtl/>
          <w:lang w:bidi="fa-IR"/>
        </w:rPr>
        <w:t>الهاويه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عاملى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ابوحراءسكسكى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نودوسه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3062A4">
      <w:pPr>
        <w:pStyle w:val="libNormal"/>
      </w:pP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</w:t>
      </w:r>
      <w:r w:rsidR="00BC346E">
        <w:rPr>
          <w:lang w:bidi="fa-IR"/>
        </w:rPr>
        <w:t xml:space="preserve"> </w:t>
      </w:r>
      <w:r>
        <w:rPr>
          <w:rtl/>
          <w:lang w:bidi="fa-IR"/>
        </w:rPr>
        <w:t>(</w:t>
      </w:r>
      <w:r w:rsidR="003062A4" w:rsidRPr="003062A4">
        <w:rPr>
          <w:rStyle w:val="libAlaemChar"/>
          <w:rFonts w:hint="cs"/>
          <w:rtl/>
          <w:lang w:bidi="fa-IR"/>
        </w:rPr>
        <w:t xml:space="preserve"> </w:t>
      </w:r>
      <w:r w:rsidR="003062A4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 w:rsidR="00FE2974">
        <w:rPr>
          <w:rtl/>
          <w:lang w:bidi="fa-IR"/>
        </w:rPr>
        <w:t>.</w:t>
      </w:r>
    </w:p>
    <w:p w:rsidR="003062A4" w:rsidRDefault="0032648E" w:rsidP="00BC346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مجالس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عمارياسر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شربت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نوشيد،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</w:t>
      </w:r>
      <w:r w:rsidR="00BC346E">
        <w:rPr>
          <w:lang w:bidi="fa-IR"/>
        </w:rPr>
        <w:t xml:space="preserve"> </w:t>
      </w:r>
      <w:r>
        <w:rPr>
          <w:rtl/>
          <w:lang w:bidi="fa-IR"/>
        </w:rPr>
        <w:t>(</w:t>
      </w:r>
      <w:r w:rsidR="00BC346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زانوى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8"/>
        <w:gridCol w:w="268"/>
        <w:gridCol w:w="3306"/>
      </w:tblGrid>
      <w:tr w:rsidR="003062A4" w:rsidTr="003062A4">
        <w:trPr>
          <w:trHeight w:val="350"/>
        </w:trPr>
        <w:tc>
          <w:tcPr>
            <w:tcW w:w="3348" w:type="dxa"/>
          </w:tcPr>
          <w:p w:rsidR="003062A4" w:rsidRDefault="003062A4" w:rsidP="003062A4">
            <w:pPr>
              <w:pStyle w:val="libPoem"/>
            </w:pPr>
            <w:r>
              <w:rPr>
                <w:rtl/>
                <w:lang w:bidi="fa-IR"/>
              </w:rPr>
              <w:t>((</w:t>
            </w:r>
            <w:r>
              <w:rPr>
                <w:rFonts w:hint="cs"/>
                <w:rtl/>
                <w:lang w:bidi="fa-IR"/>
              </w:rPr>
              <w:t>الا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ايها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الموت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الذى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لست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تاركى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062A4" w:rsidRDefault="003062A4" w:rsidP="00C07EC5">
            <w:pPr>
              <w:pStyle w:val="libPoem"/>
              <w:rPr>
                <w:rtl/>
              </w:rPr>
            </w:pPr>
          </w:p>
        </w:tc>
        <w:tc>
          <w:tcPr>
            <w:tcW w:w="3306" w:type="dxa"/>
          </w:tcPr>
          <w:p w:rsidR="003062A4" w:rsidRDefault="003062A4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ارحنى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فقد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افنيت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خليلى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62A4" w:rsidTr="003062A4">
        <w:trPr>
          <w:trHeight w:val="350"/>
        </w:trPr>
        <w:tc>
          <w:tcPr>
            <w:tcW w:w="3348" w:type="dxa"/>
          </w:tcPr>
          <w:p w:rsidR="003062A4" w:rsidRDefault="003062A4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اراك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بصيرا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بالذين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احبهم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062A4" w:rsidRDefault="003062A4" w:rsidP="00C07EC5">
            <w:pPr>
              <w:pStyle w:val="libPoem"/>
              <w:rPr>
                <w:rtl/>
              </w:rPr>
            </w:pPr>
          </w:p>
        </w:tc>
        <w:tc>
          <w:tcPr>
            <w:tcW w:w="3306" w:type="dxa"/>
          </w:tcPr>
          <w:p w:rsidR="003062A4" w:rsidRDefault="003062A4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كانك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تنحو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نحوهم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بدليل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877C69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بكلمه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ياسر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دلتنگ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سئوال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 w:rsidR="00877C69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يكبار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استحقاق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يدورمع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>))</w:t>
      </w:r>
    </w:p>
    <w:p w:rsidR="0032648E" w:rsidRDefault="0032648E" w:rsidP="00F86C61">
      <w:pPr>
        <w:pStyle w:val="libNormal"/>
      </w:pP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رباينده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معذب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ضوانه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F86C61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ب</w:t>
      </w:r>
      <w:r w:rsidR="00FE2974">
        <w:rPr>
          <w:rtl/>
          <w:lang w:bidi="fa-IR"/>
        </w:rPr>
        <w:t>.</w:t>
      </w:r>
    </w:p>
    <w:p w:rsidR="0032648E" w:rsidRDefault="0032648E" w:rsidP="00BC346E">
      <w:pPr>
        <w:pStyle w:val="libNormal"/>
      </w:pPr>
      <w:r>
        <w:rPr>
          <w:rFonts w:hint="cs"/>
          <w:rtl/>
          <w:lang w:bidi="fa-IR"/>
        </w:rPr>
        <w:lastRenderedPageBreak/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نورالله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مرقده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نهروان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38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خوارج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نهروان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ذوالئديه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حنبل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BC346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10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99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اراضى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قنسرين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مسعودى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غذاى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رطل</w:t>
      </w:r>
      <w:r>
        <w:rPr>
          <w:rtl/>
          <w:lang w:bidi="fa-IR"/>
        </w:rPr>
        <w:t xml:space="preserve"> )</w:t>
      </w:r>
      <w:r w:rsidRPr="004109B9">
        <w:rPr>
          <w:rStyle w:val="libFootnotenumChar"/>
          <w:rtl/>
        </w:rPr>
        <w:t>(58)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نيشابور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صبحگاهى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داهيه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اعجوبه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عبدالعزيز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ابوحازم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اعرج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موعظتى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حازم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آبادانى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مسافرى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آقايش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اجتناب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كيست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كيست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بفروشد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موعظه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جاهائيكه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جاهائيكه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ابوحازم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حرفها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ننمايند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بخودم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1263: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حاجى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استرآبادى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بنجف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656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هلاكو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اطفال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محفوظ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خواطرما،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اصدقاء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>11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421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سبكتكين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غزنوى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غزنه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هند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سومنات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موقوفات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بشكست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سامانيه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خلكان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سبكتكين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حنفى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بطريقه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فقها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التماس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ابوحنيفه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قفال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فقهاء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ووضو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شرايط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ابوحنيفه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دباغى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منعك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بفارسى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بفارسى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ركوعى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ابوحنيفه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تجويز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طائفه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قفال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ابوحنيفه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نصرانيت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تحقيق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ابوحنيفه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قفال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محمود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ابوحنيفه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اعراض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102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ولشكر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بلوغ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جرجان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استرآباد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بناهاى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مهلب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مهلب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ظالم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 w:rsidR="00FE2974">
        <w:rPr>
          <w:rtl/>
          <w:lang w:bidi="fa-IR"/>
        </w:rPr>
        <w:t>،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وقدم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لوشهدتك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ماقاتلك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ازدى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303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سنن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نساى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نساء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حكى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دمشق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وصنف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الخصائص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لاصنفت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الشيخين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دمشق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المنحرف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فصنفت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الخصائص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يهديهم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فدفعوا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حضنيه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واخرجوه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مازالوا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اخرجوه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دمشق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الرملة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>.))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127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27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ذيحجه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 w:rsidR="00FE2974"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411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مشايخهم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عبيدالله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الغضائرى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غضائرى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تضعيف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غضائرى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مطلق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روضات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23 </w:t>
      </w:r>
      <w:r>
        <w:rPr>
          <w:rFonts w:hint="cs"/>
          <w:rtl/>
          <w:lang w:bidi="fa-IR"/>
        </w:rPr>
        <w:t>ذيقعده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 w:rsidR="00FE2974"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19</w:t>
      </w:r>
    </w:p>
    <w:p w:rsidR="0032648E" w:rsidRDefault="0032648E" w:rsidP="00F86C61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توضيح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المقاصد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 w:rsidR="00F86C61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بيستم</w:t>
      </w:r>
      <w:r w:rsidR="00FE2974">
        <w:rPr>
          <w:rtl/>
          <w:lang w:bidi="fa-IR"/>
        </w:rPr>
        <w:t>.</w:t>
      </w:r>
    </w:p>
    <w:p w:rsidR="0032648E" w:rsidRDefault="0032648E" w:rsidP="00F86C61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طاوس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ناقص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)</w:t>
      </w:r>
      <w:r w:rsidR="00BC346E">
        <w:rPr>
          <w:lang w:bidi="fa-IR"/>
        </w:rPr>
        <w:t xml:space="preserve"> </w:t>
      </w:r>
      <w:r>
        <w:rPr>
          <w:rtl/>
          <w:lang w:bidi="fa-IR"/>
        </w:rPr>
        <w:t>(</w:t>
      </w:r>
      <w:r w:rsidR="00F86C61" w:rsidRPr="00F86C61">
        <w:rPr>
          <w:rStyle w:val="libAlaemChar"/>
          <w:rFonts w:hint="cs"/>
          <w:rtl/>
          <w:lang w:bidi="fa-IR"/>
        </w:rPr>
        <w:t xml:space="preserve"> </w:t>
      </w:r>
      <w:r w:rsidR="00F86C61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باتفاق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20</w:t>
      </w:r>
    </w:p>
    <w:p w:rsidR="0032648E" w:rsidRDefault="0032648E" w:rsidP="0037554F">
      <w:pPr>
        <w:pStyle w:val="libNormal"/>
      </w:pP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 w:rsidR="0037554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جابربن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 w:rsidR="0037554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علامت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گذاردن</w:t>
      </w:r>
      <w:r w:rsidR="00FE2974">
        <w:rPr>
          <w:rtl/>
          <w:lang w:bidi="fa-IR"/>
        </w:rPr>
        <w:t>.</w:t>
      </w:r>
    </w:p>
    <w:tbl>
      <w:tblPr>
        <w:tblStyle w:val="TableGrid"/>
        <w:bidiVisual/>
        <w:tblW w:w="4800" w:type="pct"/>
        <w:tblInd w:w="384" w:type="dxa"/>
        <w:tblLook w:val="01E0"/>
      </w:tblPr>
      <w:tblGrid>
        <w:gridCol w:w="3519"/>
        <w:gridCol w:w="270"/>
        <w:gridCol w:w="3495"/>
      </w:tblGrid>
      <w:tr w:rsidR="00BC346E" w:rsidTr="00BC346E">
        <w:trPr>
          <w:trHeight w:val="350"/>
        </w:trPr>
        <w:tc>
          <w:tcPr>
            <w:tcW w:w="3344" w:type="dxa"/>
            <w:shd w:val="clear" w:color="auto" w:fill="auto"/>
          </w:tcPr>
          <w:p w:rsidR="00BC346E" w:rsidRDefault="00BC346E" w:rsidP="00BC346E">
            <w:pPr>
              <w:pStyle w:val="libPoem"/>
            </w:pPr>
            <w:r>
              <w:rPr>
                <w:rFonts w:hint="cs"/>
                <w:rtl/>
                <w:lang w:bidi="fa-IR"/>
              </w:rPr>
              <w:t>زيارت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اربعين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نمودن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BC346E" w:rsidRDefault="00BC346E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BC346E" w:rsidRDefault="00BC346E" w:rsidP="00BC346E">
            <w:pPr>
              <w:pStyle w:val="libPoem"/>
            </w:pPr>
            <w:r>
              <w:rPr>
                <w:rFonts w:hint="cs"/>
                <w:rtl/>
                <w:lang w:bidi="fa-IR"/>
              </w:rPr>
              <w:t>انگشتر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دست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راست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نمودن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346E" w:rsidTr="00BC346E">
        <w:tblPrEx>
          <w:tblLook w:val="04A0"/>
        </w:tblPrEx>
        <w:trPr>
          <w:trHeight w:val="350"/>
        </w:trPr>
        <w:tc>
          <w:tcPr>
            <w:tcW w:w="3344" w:type="dxa"/>
          </w:tcPr>
          <w:p w:rsidR="00BC346E" w:rsidRDefault="00BC346E" w:rsidP="00BC346E">
            <w:pPr>
              <w:pStyle w:val="libPoem"/>
            </w:pPr>
            <w:r>
              <w:rPr>
                <w:rFonts w:hint="cs"/>
                <w:rtl/>
                <w:lang w:bidi="fa-IR"/>
              </w:rPr>
              <w:t>جبين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رادرسجده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بر</w:t>
            </w:r>
            <w:r>
              <w:rPr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خاك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گذاشتن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BC346E" w:rsidRDefault="00BC346E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BC346E" w:rsidRDefault="00BC346E" w:rsidP="00BC346E">
            <w:pPr>
              <w:pStyle w:val="libPoem"/>
            </w:pPr>
            <w:r>
              <w:rPr>
                <w:rFonts w:hint="cs"/>
                <w:rtl/>
                <w:lang w:bidi="fa-IR"/>
              </w:rPr>
              <w:t>بسم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الرحمن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الرحيم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رابلند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گفتن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تهذيب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بدانكه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لهوف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كربلاببر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سيدالشهدا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رسيدند،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جابربن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تعزيه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عزادارى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استبعاد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گنجايش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مرجان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>.</w:t>
      </w:r>
    </w:p>
    <w:p w:rsidR="0037554F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352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310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مهلبى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</w:p>
    <w:p w:rsidR="0032648E" w:rsidRDefault="0037554F" w:rsidP="0032648E">
      <w:pPr>
        <w:pStyle w:val="libNormal"/>
      </w:pPr>
      <w:r>
        <w:rPr>
          <w:rtl/>
          <w:lang w:bidi="fa-IR"/>
        </w:rPr>
        <w:br w:type="page"/>
      </w:r>
    </w:p>
    <w:p w:rsidR="0032648E" w:rsidRDefault="0032648E" w:rsidP="0037554F">
      <w:pPr>
        <w:pStyle w:val="libBold1"/>
      </w:pPr>
      <w:r>
        <w:rPr>
          <w:rFonts w:hint="cs"/>
          <w:rtl/>
          <w:lang w:bidi="fa-IR"/>
        </w:rPr>
        <w:t>پاورقى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57-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تفصيلى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مجتبى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ملخصش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مشاطكى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باهدايا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مسموم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آنملعونه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دزهار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كردومداواى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جوشنانيده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بساختند،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الودبميان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آنملعونه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دادالاخر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باعضاى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صوفيان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ببوسند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بودسيدن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باعضاى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صوفيان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ببوسند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بوسيدن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دمشق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افساند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تقلكرده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>.</w:t>
      </w:r>
    </w:p>
    <w:p w:rsidR="00877C69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58- </w:t>
      </w:r>
      <w:r>
        <w:rPr>
          <w:rFonts w:hint="cs"/>
          <w:rtl/>
          <w:lang w:bidi="fa-IR"/>
        </w:rPr>
        <w:t>رطل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صيرفى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ششصدوچهارده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يكصاع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ازيكمن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تبريز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ششصدوچهل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877C69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24</w:t>
      </w:r>
    </w:p>
    <w:p w:rsidR="0032648E" w:rsidRDefault="0032648E" w:rsidP="00877C69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385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الكفاة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طالقانى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مصاحبتش</w:t>
      </w:r>
      <w:r w:rsidR="00877C69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استادابن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ديالمه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وزارت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ابوسعيد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رستمى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6"/>
        <w:gridCol w:w="268"/>
        <w:gridCol w:w="3318"/>
      </w:tblGrid>
      <w:tr w:rsidR="0037554F" w:rsidTr="0037554F">
        <w:trPr>
          <w:trHeight w:val="350"/>
        </w:trPr>
        <w:tc>
          <w:tcPr>
            <w:tcW w:w="3336" w:type="dxa"/>
            <w:shd w:val="clear" w:color="auto" w:fill="auto"/>
          </w:tcPr>
          <w:p w:rsidR="0037554F" w:rsidRDefault="0037554F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ورث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الوزارة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كابرعن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كابر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37554F" w:rsidRDefault="0037554F" w:rsidP="00C07EC5">
            <w:pPr>
              <w:pStyle w:val="libPoem"/>
              <w:rPr>
                <w:rtl/>
              </w:rPr>
            </w:pPr>
          </w:p>
        </w:tc>
        <w:tc>
          <w:tcPr>
            <w:tcW w:w="3318" w:type="dxa"/>
            <w:shd w:val="clear" w:color="auto" w:fill="auto"/>
          </w:tcPr>
          <w:p w:rsidR="0037554F" w:rsidRDefault="0037554F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موصولة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الاسناد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بالاسناد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554F" w:rsidTr="0037554F">
        <w:tblPrEx>
          <w:tblLook w:val="04A0"/>
        </w:tblPrEx>
        <w:trPr>
          <w:trHeight w:val="350"/>
        </w:trPr>
        <w:tc>
          <w:tcPr>
            <w:tcW w:w="3336" w:type="dxa"/>
          </w:tcPr>
          <w:p w:rsidR="0037554F" w:rsidRDefault="0037554F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يروى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العباس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عباد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وزا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7554F" w:rsidRDefault="0037554F" w:rsidP="00C07EC5">
            <w:pPr>
              <w:pStyle w:val="libPoem"/>
              <w:rPr>
                <w:rtl/>
              </w:rPr>
            </w:pPr>
          </w:p>
        </w:tc>
        <w:tc>
          <w:tcPr>
            <w:tcW w:w="3318" w:type="dxa"/>
          </w:tcPr>
          <w:p w:rsidR="0037554F" w:rsidRDefault="0037554F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رته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اسمعيل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عباد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877C69">
      <w:pPr>
        <w:pStyle w:val="libNormal"/>
      </w:pP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تاءليف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فاضل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صدوق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>)(</w:t>
      </w:r>
      <w:r w:rsidR="00877C69" w:rsidRPr="00877C69">
        <w:rPr>
          <w:rStyle w:val="libAlaemChar"/>
          <w:rFonts w:hint="cs"/>
          <w:rtl/>
          <w:lang w:bidi="fa-IR"/>
        </w:rPr>
        <w:t xml:space="preserve"> </w:t>
      </w:r>
      <w:r w:rsidR="00877C69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محيط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اللنعة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تصنيفات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روضات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طوقچى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(59)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كرباسى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مداومتى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نميگذرد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ميگردد،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المفاخر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الكتابة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الثعالبى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بالعجزعن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توصيفه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عبدالقاهر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اربعماءة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التشيع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البيت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اصبهان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ينسبون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التشيع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الزعفرانى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36"/>
        <w:gridCol w:w="268"/>
        <w:gridCol w:w="3318"/>
      </w:tblGrid>
      <w:tr w:rsidR="0037554F" w:rsidTr="0037554F">
        <w:trPr>
          <w:trHeight w:val="350"/>
        </w:trPr>
        <w:tc>
          <w:tcPr>
            <w:tcW w:w="3336" w:type="dxa"/>
          </w:tcPr>
          <w:p w:rsidR="0037554F" w:rsidRDefault="0037554F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عطاياه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تهدى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الغنى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7554F" w:rsidRDefault="0037554F" w:rsidP="00C07EC5">
            <w:pPr>
              <w:pStyle w:val="libPoem"/>
              <w:rPr>
                <w:rtl/>
              </w:rPr>
            </w:pPr>
          </w:p>
        </w:tc>
        <w:tc>
          <w:tcPr>
            <w:tcW w:w="3318" w:type="dxa"/>
          </w:tcPr>
          <w:p w:rsidR="0037554F" w:rsidRDefault="0037554F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راحتى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ناى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اودنى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554F" w:rsidTr="0037554F">
        <w:trPr>
          <w:trHeight w:val="350"/>
        </w:trPr>
        <w:tc>
          <w:tcPr>
            <w:tcW w:w="3336" w:type="dxa"/>
          </w:tcPr>
          <w:p w:rsidR="0037554F" w:rsidRDefault="0037554F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كسوت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المقيمين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الزائرين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7554F" w:rsidRDefault="0037554F" w:rsidP="00C07EC5">
            <w:pPr>
              <w:pStyle w:val="libPoem"/>
              <w:rPr>
                <w:rtl/>
              </w:rPr>
            </w:pPr>
          </w:p>
        </w:tc>
        <w:tc>
          <w:tcPr>
            <w:tcW w:w="3318" w:type="dxa"/>
          </w:tcPr>
          <w:p w:rsidR="0037554F" w:rsidRDefault="0037554F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كسالم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تخل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مثلها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ممكنا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554F" w:rsidTr="0037554F">
        <w:trPr>
          <w:trHeight w:val="350"/>
        </w:trPr>
        <w:tc>
          <w:tcPr>
            <w:tcW w:w="3336" w:type="dxa"/>
          </w:tcPr>
          <w:p w:rsidR="0037554F" w:rsidRDefault="0037554F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حاشيه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الدار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يمشون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7554F" w:rsidRDefault="0037554F" w:rsidP="00C07EC5">
            <w:pPr>
              <w:pStyle w:val="libPoem"/>
              <w:rPr>
                <w:rtl/>
              </w:rPr>
            </w:pPr>
          </w:p>
        </w:tc>
        <w:tc>
          <w:tcPr>
            <w:tcW w:w="3318" w:type="dxa"/>
          </w:tcPr>
          <w:p w:rsidR="0037554F" w:rsidRDefault="0037554F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صنوف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الخز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الشيبانى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مركوبا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منديل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لباسا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عطيناكه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اجتمع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الشعراء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يجتمع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بغرر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المدائح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يفصح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يلثغ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عمدالكاتب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يئرفى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ليشرب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الواردو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بعبارة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حيوته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لينتفع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الزائح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لازال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ميمونا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356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ملوكا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بسيادتهم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قلادتهم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اديبا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شاعرا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معزالدولة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ديلمى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اخشيدى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ممدوح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متنبى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288: (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فلسفه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مهذب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اقليدس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بنابر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الانبياء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بالاتفاق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.</w:t>
      </w:r>
    </w:p>
    <w:p w:rsidR="0032648E" w:rsidRDefault="0032648E" w:rsidP="00877C69">
      <w:pPr>
        <w:pStyle w:val="libNormal"/>
      </w:pP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(</w:t>
      </w:r>
      <w:r w:rsidR="005E1D32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هنوط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5E1D32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تغسيل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تكفين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877C69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بتنهايى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جراح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5E1D32">
      <w:pPr>
        <w:pStyle w:val="libNormal"/>
      </w:pPr>
      <w:r>
        <w:rPr>
          <w:rFonts w:hint="cs"/>
          <w:rtl/>
          <w:lang w:bidi="fa-IR"/>
        </w:rPr>
        <w:lastRenderedPageBreak/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بپرداخت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</w:t>
      </w:r>
      <w:r w:rsidR="00877C6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5E1D32" w:rsidRPr="005E1D32">
        <w:rPr>
          <w:rStyle w:val="libAlaemChar"/>
          <w:rFonts w:hint="cs"/>
          <w:rtl/>
          <w:lang w:bidi="fa-IR"/>
        </w:rPr>
        <w:t xml:space="preserve"> </w:t>
      </w:r>
      <w:r w:rsidR="005E1D32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(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(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طائفه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طائفه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>.</w:t>
      </w:r>
    </w:p>
    <w:p w:rsidR="0032648E" w:rsidRDefault="0032648E" w:rsidP="005E1D32">
      <w:pPr>
        <w:pStyle w:val="libNormal"/>
      </w:pPr>
      <w:r>
        <w:rPr>
          <w:rFonts w:hint="cs"/>
          <w:rtl/>
          <w:lang w:bidi="fa-IR"/>
        </w:rPr>
        <w:t>سپس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(</w:t>
      </w:r>
      <w:r w:rsidR="005E1D32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لحدچيد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مشاجره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5E1D32">
      <w:pPr>
        <w:pStyle w:val="libNormal"/>
      </w:pP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(</w:t>
      </w:r>
      <w:r w:rsidR="005E1D32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تغريت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رسولخداى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مصداق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الافلاك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غمناكيم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بزاريد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5E1D32" w:rsidTr="005E1D32">
        <w:trPr>
          <w:trHeight w:val="350"/>
        </w:trPr>
        <w:tc>
          <w:tcPr>
            <w:tcW w:w="3344" w:type="dxa"/>
            <w:shd w:val="clear" w:color="auto" w:fill="auto"/>
          </w:tcPr>
          <w:p w:rsidR="005E1D32" w:rsidRDefault="005E1D32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ماذا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تربة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5E1D32" w:rsidRDefault="005E1D3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5E1D32" w:rsidRDefault="005E1D3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لايشم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الزمان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غواليا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1D32" w:rsidTr="005E1D32">
        <w:tblPrEx>
          <w:tblLook w:val="04A0"/>
        </w:tblPrEx>
        <w:trPr>
          <w:trHeight w:val="350"/>
        </w:trPr>
        <w:tc>
          <w:tcPr>
            <w:tcW w:w="3344" w:type="dxa"/>
          </w:tcPr>
          <w:p w:rsidR="005E1D32" w:rsidRDefault="005E1D3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صبلت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مصائب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لوانها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E1D32" w:rsidRDefault="005E1D3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E1D32" w:rsidRDefault="005E1D3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صبت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الايام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صرن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لياليا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E1D32" w:rsidRDefault="0032648E" w:rsidP="00877C69">
      <w:pPr>
        <w:pStyle w:val="libNormal"/>
        <w:rPr>
          <w:rtl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)(</w:t>
      </w:r>
      <w:r w:rsidR="00877C69" w:rsidRPr="00877C69">
        <w:rPr>
          <w:rStyle w:val="libAlaemChar"/>
          <w:rFonts w:hint="cs"/>
          <w:rtl/>
          <w:lang w:bidi="fa-IR"/>
        </w:rPr>
        <w:t xml:space="preserve"> </w:t>
      </w:r>
      <w:r w:rsidR="00877C69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5E1D32" w:rsidTr="00C07EC5">
        <w:trPr>
          <w:trHeight w:val="350"/>
        </w:trPr>
        <w:tc>
          <w:tcPr>
            <w:tcW w:w="3344" w:type="dxa"/>
          </w:tcPr>
          <w:p w:rsidR="005E1D32" w:rsidRDefault="005E1D32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نفسى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زفراتها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محبوسة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E1D32" w:rsidRDefault="005E1D3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E1D32" w:rsidRDefault="005E1D3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ياليتها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خرجت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الزفرات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1D32" w:rsidTr="00C07EC5">
        <w:trPr>
          <w:trHeight w:val="350"/>
        </w:trPr>
        <w:tc>
          <w:tcPr>
            <w:tcW w:w="3344" w:type="dxa"/>
          </w:tcPr>
          <w:p w:rsidR="005E1D32" w:rsidRDefault="005E1D3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lastRenderedPageBreak/>
              <w:t>لاخير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بعدك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الحيوة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E1D32" w:rsidRDefault="005E1D3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E1D32" w:rsidRDefault="005E1D3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ابكى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مخافة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تطول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حياتى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5E1D32" w:rsidTr="005E1D32">
        <w:trPr>
          <w:trHeight w:val="350"/>
        </w:trPr>
        <w:tc>
          <w:tcPr>
            <w:tcW w:w="3344" w:type="dxa"/>
          </w:tcPr>
          <w:p w:rsidR="005E1D32" w:rsidRDefault="005E1D32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اذااشتد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شوقى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زرت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قبرك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باكيا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E1D32" w:rsidRDefault="005E1D3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E1D32" w:rsidRDefault="005E1D3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انوح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اشكولا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اراك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مجاوبى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1D32" w:rsidTr="005E1D32">
        <w:trPr>
          <w:trHeight w:val="350"/>
        </w:trPr>
        <w:tc>
          <w:tcPr>
            <w:tcW w:w="3344" w:type="dxa"/>
          </w:tcPr>
          <w:p w:rsidR="005E1D32" w:rsidRDefault="005E1D3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فياساكن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الصراء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علمتنى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البكاء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E1D32" w:rsidRDefault="005E1D3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E1D32" w:rsidRDefault="005E1D3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ذكرك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انسانى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جميع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المصائب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1D32" w:rsidTr="005E1D32">
        <w:trPr>
          <w:trHeight w:val="350"/>
        </w:trPr>
        <w:tc>
          <w:tcPr>
            <w:tcW w:w="3344" w:type="dxa"/>
          </w:tcPr>
          <w:p w:rsidR="005E1D32" w:rsidRDefault="005E1D3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التراب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مغيبا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E1D32" w:rsidRDefault="005E1D3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E1D32" w:rsidRDefault="005E1D32" w:rsidP="005E1D32">
            <w:pPr>
              <w:pStyle w:val="libPoem"/>
            </w:pPr>
            <w:r>
              <w:rPr>
                <w:rFonts w:hint="cs"/>
                <w:rtl/>
                <w:lang w:bidi="fa-IR"/>
              </w:rPr>
              <w:t>فما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قلب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الحزين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بغائب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نيفكند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شنودند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عزآء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دركا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لمافات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ذائقة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مجتبى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احزان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157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اوزاعى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392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موصلى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لمع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203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ذيقعده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 w:rsidR="00FE2974">
        <w:rPr>
          <w:rtl/>
          <w:lang w:bidi="fa-IR"/>
        </w:rPr>
        <w:t>.</w:t>
      </w:r>
    </w:p>
    <w:p w:rsidR="0032648E" w:rsidRDefault="0032648E" w:rsidP="005B77DF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848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اسپند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مجالس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840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فهدحلى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بمناظره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مناظره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(</w:t>
      </w:r>
      <w:r w:rsidR="005B77D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نمودند،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اسپند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ميرزا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ترويج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</w:t>
      </w:r>
    </w:p>
    <w:p w:rsidR="0032648E" w:rsidRDefault="0032648E" w:rsidP="005B77DF">
      <w:pPr>
        <w:pStyle w:val="libNormal"/>
      </w:pP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غرائب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اسپند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ميرزا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درالسلام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بناهاى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دوانيقى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(</w:t>
      </w:r>
      <w:r w:rsidR="005B77D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مسعودى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</w:t>
      </w:r>
      <w:r w:rsidR="00FE2974">
        <w:rPr>
          <w:rtl/>
          <w:lang w:bidi="fa-IR"/>
        </w:rPr>
        <w:t>.</w:t>
      </w:r>
    </w:p>
    <w:p w:rsidR="0032648E" w:rsidRDefault="005B77DF" w:rsidP="0032648E">
      <w:pPr>
        <w:pStyle w:val="libNormal"/>
      </w:pPr>
      <w:r>
        <w:rPr>
          <w:rtl/>
        </w:rPr>
        <w:br w:type="page"/>
      </w:r>
    </w:p>
    <w:p w:rsidR="0032648E" w:rsidRDefault="0032648E" w:rsidP="00877C69">
      <w:pPr>
        <w:pStyle w:val="Heading2"/>
      </w:pPr>
      <w:bookmarkStart w:id="13" w:name="_Toc460920954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</w:t>
      </w:r>
      <w:bookmarkEnd w:id="13"/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</w:t>
      </w:r>
    </w:p>
    <w:p w:rsidR="0032648E" w:rsidRDefault="0032648E" w:rsidP="005B77DF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معظمه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ثور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پنهان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(</w:t>
      </w:r>
      <w:r w:rsidR="005B77D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قبايل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مواسات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مباهات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كريمه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 w:rsidRPr="005B77DF">
        <w:rPr>
          <w:rStyle w:val="libAieChar"/>
          <w:rtl/>
        </w:rPr>
        <w:t xml:space="preserve">(( </w:t>
      </w:r>
      <w:r w:rsidRPr="005B77DF">
        <w:rPr>
          <w:rStyle w:val="libAieChar"/>
          <w:rFonts w:hint="cs"/>
          <w:rtl/>
        </w:rPr>
        <w:t>و</w:t>
      </w:r>
      <w:r w:rsidRPr="005B77DF">
        <w:rPr>
          <w:rStyle w:val="libAieChar"/>
          <w:rtl/>
        </w:rPr>
        <w:t xml:space="preserve"> </w:t>
      </w:r>
      <w:r w:rsidRPr="005B77DF">
        <w:rPr>
          <w:rStyle w:val="libAieChar"/>
          <w:rFonts w:hint="cs"/>
          <w:rtl/>
        </w:rPr>
        <w:t>من</w:t>
      </w:r>
      <w:r w:rsidRPr="005B77DF">
        <w:rPr>
          <w:rStyle w:val="libAieChar"/>
          <w:rtl/>
        </w:rPr>
        <w:t xml:space="preserve"> </w:t>
      </w:r>
      <w:r w:rsidRPr="005B77DF">
        <w:rPr>
          <w:rStyle w:val="libAieChar"/>
          <w:rFonts w:hint="cs"/>
          <w:rtl/>
        </w:rPr>
        <w:t>الناس</w:t>
      </w:r>
      <w:r w:rsidRPr="005B77DF">
        <w:rPr>
          <w:rStyle w:val="libAieChar"/>
          <w:rtl/>
        </w:rPr>
        <w:t xml:space="preserve"> </w:t>
      </w:r>
      <w:r w:rsidRPr="005B77DF">
        <w:rPr>
          <w:rStyle w:val="libAieChar"/>
          <w:rFonts w:hint="cs"/>
          <w:rtl/>
        </w:rPr>
        <w:t>من</w:t>
      </w:r>
      <w:r w:rsidRPr="005B77DF">
        <w:rPr>
          <w:rStyle w:val="libAieChar"/>
          <w:rtl/>
        </w:rPr>
        <w:t xml:space="preserve"> </w:t>
      </w:r>
      <w:r w:rsidRPr="005B77DF">
        <w:rPr>
          <w:rStyle w:val="libAieChar"/>
          <w:rFonts w:hint="cs"/>
          <w:rtl/>
        </w:rPr>
        <w:t>يشرى</w:t>
      </w:r>
      <w:r w:rsidRPr="005B77DF">
        <w:rPr>
          <w:rStyle w:val="libAieChar"/>
          <w:rtl/>
        </w:rPr>
        <w:t xml:space="preserve"> </w:t>
      </w:r>
      <w:r w:rsidRPr="005B77DF">
        <w:rPr>
          <w:rStyle w:val="libAieChar"/>
          <w:rFonts w:hint="cs"/>
          <w:rtl/>
        </w:rPr>
        <w:t>نفسه</w:t>
      </w:r>
      <w:r w:rsidRPr="005B77DF">
        <w:rPr>
          <w:rStyle w:val="libAieChar"/>
          <w:rtl/>
        </w:rPr>
        <w:t xml:space="preserve"> </w:t>
      </w:r>
      <w:r w:rsidRPr="005B77DF">
        <w:rPr>
          <w:rStyle w:val="libAieChar"/>
          <w:rFonts w:hint="cs"/>
          <w:rtl/>
        </w:rPr>
        <w:t>ابتغاء</w:t>
      </w:r>
      <w:r w:rsidRPr="005B77DF">
        <w:rPr>
          <w:rStyle w:val="libAieChar"/>
          <w:rtl/>
        </w:rPr>
        <w:t xml:space="preserve"> </w:t>
      </w:r>
      <w:r w:rsidRPr="005B77DF">
        <w:rPr>
          <w:rStyle w:val="libAieChar"/>
          <w:rFonts w:hint="cs"/>
          <w:rtl/>
        </w:rPr>
        <w:t>مرضات</w:t>
      </w:r>
      <w:r w:rsidRPr="005B77DF">
        <w:rPr>
          <w:rStyle w:val="libAieChar"/>
          <w:rtl/>
        </w:rPr>
        <w:t xml:space="preserve"> </w:t>
      </w:r>
      <w:r w:rsidRPr="005B77DF">
        <w:rPr>
          <w:rStyle w:val="libAieChar"/>
          <w:rFonts w:hint="cs"/>
          <w:rtl/>
        </w:rPr>
        <w:t>الله</w:t>
      </w:r>
      <w:r w:rsidRPr="005B77DF">
        <w:rPr>
          <w:rStyle w:val="libAieChar"/>
          <w:rtl/>
        </w:rPr>
        <w:t xml:space="preserve"> ))</w:t>
      </w:r>
      <w:r w:rsidR="005B77DF">
        <w:rPr>
          <w:rFonts w:hint="cs"/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5B77DF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كافران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(</w:t>
      </w:r>
      <w:r w:rsidR="005B77D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877C69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 (</w:t>
      </w:r>
      <w:r w:rsidR="00877C69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258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موفق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مفلح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آنواقعه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مفلح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موفق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267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موفق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بجنگ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بكشت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قهر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چهارده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طفل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ميرسانيد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مقتويلن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نوعند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مقلل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الغيوب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مقلل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فرقه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سيصد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سگها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گرسنگى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ميگريد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هنوز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>.</w:t>
      </w:r>
    </w:p>
    <w:p w:rsidR="0032648E" w:rsidRDefault="0032648E" w:rsidP="00BC346E">
      <w:pPr>
        <w:pStyle w:val="libNormal"/>
      </w:pP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(</w:t>
      </w:r>
      <w:r w:rsidR="00BC346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گرسنگى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گرفتاريهاى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نهج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البلاغه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(( </w:t>
      </w:r>
      <w:r>
        <w:rPr>
          <w:rFonts w:hint="cs"/>
          <w:rtl/>
          <w:lang w:bidi="fa-IR"/>
        </w:rPr>
        <w:t>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سيبتلى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الاحمر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الاغبر</w:t>
      </w:r>
      <w:r>
        <w:rPr>
          <w:rtl/>
          <w:lang w:bidi="fa-IR"/>
        </w:rPr>
        <w:t>.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562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شافعى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تذئيل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تميم</w:t>
      </w:r>
      <w:r w:rsidR="00FE2974"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</w:t>
      </w:r>
    </w:p>
    <w:p w:rsidR="0032648E" w:rsidRDefault="0032648E" w:rsidP="004675C1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1260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اصفهان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رضوان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4675C1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 w:rsidR="00FE2974"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احراق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آهنگ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28 </w:t>
      </w:r>
      <w:r>
        <w:rPr>
          <w:rFonts w:hint="cs"/>
          <w:rtl/>
          <w:lang w:bidi="fa-IR"/>
        </w:rPr>
        <w:t>ذيحجه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دفع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آهنگ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ملازمت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بقديد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دوزخ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شتافت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(60)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حصين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مختار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بردند</w:t>
      </w:r>
      <w:r>
        <w:rPr>
          <w:rtl/>
          <w:lang w:bidi="fa-IR"/>
        </w:rPr>
        <w:t>.</w:t>
      </w:r>
    </w:p>
    <w:p w:rsidR="0032648E" w:rsidRDefault="0032648E" w:rsidP="00BC346E">
      <w:pPr>
        <w:pStyle w:val="libNormal"/>
      </w:pPr>
      <w:r>
        <w:rPr>
          <w:rFonts w:hint="cs"/>
          <w:rtl/>
          <w:lang w:bidi="fa-IR"/>
        </w:rPr>
        <w:lastRenderedPageBreak/>
        <w:t>لشكر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كوههاى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اجتماع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منجنيق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ميافكندند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ميساختند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معظمه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ديوارهاى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شاخهاى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گوسفندى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(</w:t>
      </w:r>
      <w:r w:rsidR="00BC346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آويخته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ابوحره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4675C1" w:rsidTr="00C07EC5">
        <w:trPr>
          <w:trHeight w:val="350"/>
        </w:trPr>
        <w:tc>
          <w:tcPr>
            <w:tcW w:w="3344" w:type="dxa"/>
          </w:tcPr>
          <w:p w:rsidR="004675C1" w:rsidRDefault="004675C1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ابن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نمير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بئس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ماتولى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4675C1" w:rsidRDefault="004675C1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4675C1" w:rsidRDefault="004675C1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قد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احرق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المقام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والمصلى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بالجمله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قهار،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مهاربه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پانگذالشت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449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ابوالعلاء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شاعر،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اعجوبه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دهر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نابينا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4675C1" w:rsidTr="004675C1">
        <w:trPr>
          <w:trHeight w:val="350"/>
        </w:trPr>
        <w:tc>
          <w:tcPr>
            <w:tcW w:w="3344" w:type="dxa"/>
          </w:tcPr>
          <w:p w:rsidR="004675C1" w:rsidRDefault="004675C1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ابوالعلاء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سليمانا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4675C1" w:rsidRDefault="004675C1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4675C1" w:rsidRDefault="004675C1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العمى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اولاك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احسانا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75C1" w:rsidTr="004675C1">
        <w:trPr>
          <w:trHeight w:val="350"/>
        </w:trPr>
        <w:tc>
          <w:tcPr>
            <w:tcW w:w="3344" w:type="dxa"/>
          </w:tcPr>
          <w:p w:rsidR="004675C1" w:rsidRDefault="004675C1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لوابصرت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عيناك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الورى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4675C1" w:rsidRDefault="004675C1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4675C1" w:rsidRDefault="004675C1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لم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يرانسانك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انسانا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مرميا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بالزندقة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الالحاد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لاياكل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مناظرته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المرتضى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مشهورة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برجله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هذالكلب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ابوالعلاء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للكلب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المرتضى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قدجرى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فتنقصه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المرتضى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معايبه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للمتنبى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الاقوله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القلوب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لكفاه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فغضب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المرتضى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باخراجه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اتدرون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للمتنبى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ناقص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الشهادة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العربية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المآء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كواكل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اعمى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والمعرى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النعمان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ثور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مكثش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4</w:t>
      </w:r>
    </w:p>
    <w:p w:rsidR="0032648E" w:rsidRDefault="0032648E" w:rsidP="00BC346E">
      <w:pPr>
        <w:pStyle w:val="libNormal"/>
      </w:pPr>
      <w:r>
        <w:rPr>
          <w:rFonts w:hint="cs"/>
          <w:rtl/>
          <w:lang w:bidi="fa-IR"/>
        </w:rPr>
        <w:t>بقولى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 (</w:t>
      </w:r>
      <w:r w:rsidR="00BC346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1186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ربانى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>)</w:t>
      </w:r>
      <w:r w:rsidR="00BC346E">
        <w:rPr>
          <w:lang w:bidi="fa-IR"/>
        </w:rPr>
        <w:t xml:space="preserve"> </w:t>
      </w:r>
      <w:r w:rsidRPr="004109B9">
        <w:rPr>
          <w:rStyle w:val="libFootnotenumChar"/>
          <w:rtl/>
        </w:rPr>
        <w:t>(61)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عصفور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بحارنى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الحدائق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الناظره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العترة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الطاهرت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النجفيه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البحرين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كشكول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تقييد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النفحات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الملكوتيه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الصوفيه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بهبهانى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اكمل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رياض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رضوان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 w:rsidR="00FE2974"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117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سكينه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</w:t>
      </w:r>
      <w:r w:rsidRPr="004109B9">
        <w:rPr>
          <w:rStyle w:val="libFootnotenumChar"/>
          <w:rtl/>
        </w:rPr>
        <w:t>(62)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ابوالفرج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سكينه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زكيه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پيرامون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سكينه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سوزانيد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4675C1" w:rsidTr="004675C1">
        <w:trPr>
          <w:trHeight w:val="350"/>
        </w:trPr>
        <w:tc>
          <w:tcPr>
            <w:tcW w:w="3344" w:type="dxa"/>
          </w:tcPr>
          <w:p w:rsidR="004675C1" w:rsidRDefault="004675C1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لعمرك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لاحب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دارا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4675C1" w:rsidRDefault="004675C1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4675C1" w:rsidRDefault="004675C1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تكون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سكينة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الرباب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75C1" w:rsidTr="004675C1">
        <w:trPr>
          <w:trHeight w:val="350"/>
        </w:trPr>
        <w:tc>
          <w:tcPr>
            <w:tcW w:w="3344" w:type="dxa"/>
          </w:tcPr>
          <w:p w:rsidR="004675C1" w:rsidRDefault="004675C1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احبهما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ابذل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4675C1" w:rsidRDefault="004675C1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4675C1" w:rsidRDefault="004675C1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ليس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لعاتب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عتاب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BC346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والده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رباب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امرءالقيس</w:t>
      </w:r>
      <w:r>
        <w:rPr>
          <w:rtl/>
          <w:lang w:bidi="fa-IR"/>
        </w:rPr>
        <w:t xml:space="preserve"> )</w:t>
      </w:r>
      <w:r w:rsidR="00BC346E">
        <w:rPr>
          <w:lang w:bidi="fa-IR"/>
        </w:rPr>
        <w:t xml:space="preserve"> </w:t>
      </w:r>
      <w:r w:rsidRPr="004109B9">
        <w:rPr>
          <w:rStyle w:val="libFootnotenumChar"/>
          <w:rtl/>
        </w:rPr>
        <w:t>(63)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بزخم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رباب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مواصلت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مواصلت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 w:rsidR="00BC346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شوهرى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شوهرش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4675C1" w:rsidTr="004675C1">
        <w:trPr>
          <w:trHeight w:val="350"/>
        </w:trPr>
        <w:tc>
          <w:tcPr>
            <w:tcW w:w="3344" w:type="dxa"/>
          </w:tcPr>
          <w:p w:rsidR="004675C1" w:rsidRDefault="004675C1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واحسينا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نسبت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حسينا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4675C1" w:rsidRDefault="004675C1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4675C1" w:rsidRDefault="004675C1" w:rsidP="004675C1">
            <w:pPr>
              <w:pStyle w:val="libPoem"/>
            </w:pPr>
            <w:r>
              <w:rPr>
                <w:rFonts w:hint="cs"/>
                <w:rtl/>
                <w:lang w:bidi="fa-IR"/>
              </w:rPr>
              <w:t>قصدته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اسنة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عدآء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75C1" w:rsidTr="004675C1">
        <w:trPr>
          <w:trHeight w:val="350"/>
        </w:trPr>
        <w:tc>
          <w:tcPr>
            <w:tcW w:w="3344" w:type="dxa"/>
          </w:tcPr>
          <w:p w:rsidR="004675C1" w:rsidRDefault="004675C1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غادروه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بكربلا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صريعا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4675C1" w:rsidRDefault="004675C1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4675C1" w:rsidRDefault="004675C1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لاسقى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جانبى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كربلاء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لايزال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سوگوارى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گذرانيد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آفتاب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 w:rsidR="00FE2974">
        <w:rPr>
          <w:rtl/>
          <w:lang w:bidi="fa-IR"/>
        </w:rPr>
        <w:t>.</w:t>
      </w:r>
    </w:p>
    <w:p w:rsidR="0032648E" w:rsidRDefault="0032648E" w:rsidP="00BC346E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 w:rsidR="00BC346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اقامت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 w:rsidR="00FE2974"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342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تنوخى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انطاكى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باصول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معتزله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نجوم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اهواز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مهلبى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منادمه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ريحانة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الندماء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‌</w:t>
      </w:r>
      <w:r>
        <w:rPr>
          <w:rFonts w:hint="cs"/>
          <w:rtl/>
          <w:lang w:bidi="fa-IR"/>
        </w:rPr>
        <w:t>الظرفاء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تنوخى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مفاخر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260: </w:t>
      </w:r>
      <w:r>
        <w:rPr>
          <w:rFonts w:hint="cs"/>
          <w:rtl/>
          <w:lang w:bidi="fa-IR"/>
        </w:rPr>
        <w:t>بنابر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هادى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گرفتاريها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صعوبت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زمام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تفتيش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اخافه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ارشاد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BC346E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صدوق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خاقان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ناصبى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(</w:t>
      </w:r>
      <w:r w:rsidR="00BC346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الرضا</w:t>
      </w:r>
      <w:r>
        <w:rPr>
          <w:rtl/>
          <w:lang w:bidi="fa-IR"/>
        </w:rPr>
        <w:t>(</w:t>
      </w:r>
      <w:r w:rsidR="00BC346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رنجور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بسرعت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نحرير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خادم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بامداد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اطباء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القضاة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 w:rsidRPr="004109B9">
        <w:rPr>
          <w:rStyle w:val="libFootnotenumChar"/>
          <w:rtl/>
        </w:rPr>
        <w:t>(64)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260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سامره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منتشر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تفحص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سعادتمند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جمعى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تفحص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مهر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بيابند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تفحص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نحرير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خادم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بازارها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اتباع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تجهيز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آنروز،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سامره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ابوعيسى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ابوعيسى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نرسانيده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اطباء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ميدهند،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ايستاد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پهلوى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تفحص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تجسس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چندانكه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تفحص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تفحص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</w:t>
      </w:r>
      <w:r>
        <w:rPr>
          <w:rtl/>
          <w:lang w:bidi="fa-IR"/>
        </w:rPr>
        <w:t>.</w:t>
      </w:r>
    </w:p>
    <w:p w:rsidR="0032648E" w:rsidRDefault="0032648E" w:rsidP="00BC346E">
      <w:pPr>
        <w:pStyle w:val="libNormal"/>
      </w:pPr>
      <w:r>
        <w:rPr>
          <w:rFonts w:hint="cs"/>
          <w:rtl/>
          <w:lang w:bidi="fa-IR"/>
        </w:rPr>
        <w:lastRenderedPageBreak/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ابوالاديان</w:t>
      </w:r>
      <w:r>
        <w:rPr>
          <w:rtl/>
          <w:lang w:bidi="fa-IR"/>
        </w:rPr>
        <w:t xml:space="preserve"> ):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(</w:t>
      </w:r>
      <w:r w:rsidR="00BC346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) (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طفلى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گندمگون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خدمتكاران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صيقل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الشوارب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بناگاه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وزير،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الزنج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>.</w:t>
      </w:r>
    </w:p>
    <w:p w:rsidR="0032648E" w:rsidRDefault="0032648E" w:rsidP="00BC346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(</w:t>
      </w:r>
      <w:r w:rsidR="00BC346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صيقل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عقيد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الامر</w:t>
      </w:r>
      <w:r>
        <w:rPr>
          <w:rtl/>
          <w:lang w:bidi="fa-IR"/>
        </w:rPr>
        <w:t>(</w:t>
      </w:r>
      <w:r w:rsidR="00BC346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>).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عقيد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آنوقت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مصطكى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جوشانيده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بياشامد،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بياوريد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آورديم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گسترد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مصطكلى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جوشانيده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بياشامد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ميلرزيد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داندنهاى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بياشاميد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صيقل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قدح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984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عبدالصمد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شيخنا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عبدالصمد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بحرين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هجر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BC346E" w:rsidTr="00BC346E">
        <w:trPr>
          <w:trHeight w:val="350"/>
        </w:trPr>
        <w:tc>
          <w:tcPr>
            <w:tcW w:w="3344" w:type="dxa"/>
            <w:shd w:val="clear" w:color="auto" w:fill="auto"/>
          </w:tcPr>
          <w:p w:rsidR="00BC346E" w:rsidRDefault="00BC346E" w:rsidP="00C07EC5">
            <w:pPr>
              <w:pStyle w:val="libPoem"/>
            </w:pPr>
            <w:r>
              <w:rPr>
                <w:rtl/>
                <w:lang w:bidi="fa-IR"/>
              </w:rPr>
              <w:t>((</w:t>
            </w:r>
            <w:r>
              <w:rPr>
                <w:rFonts w:hint="cs"/>
                <w:rtl/>
                <w:lang w:bidi="fa-IR"/>
              </w:rPr>
              <w:t>قف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لطلول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سلها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سلماها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BC346E" w:rsidRDefault="00BC346E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BC346E" w:rsidRDefault="00BC346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ورو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جرع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الاجفان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جرعاها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346E" w:rsidTr="00BC346E">
        <w:tblPrEx>
          <w:tblLook w:val="04A0"/>
        </w:tblPrEx>
        <w:trPr>
          <w:trHeight w:val="350"/>
        </w:trPr>
        <w:tc>
          <w:tcPr>
            <w:tcW w:w="3344" w:type="dxa"/>
          </w:tcPr>
          <w:p w:rsidR="00BC346E" w:rsidRDefault="00BC346E" w:rsidP="00BC346E">
            <w:pPr>
              <w:pStyle w:val="libPoem"/>
            </w:pPr>
            <w:r>
              <w:rPr>
                <w:rFonts w:hint="cs"/>
                <w:rtl/>
                <w:lang w:bidi="fa-IR"/>
              </w:rPr>
              <w:t>ياجيرة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هجروا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استوطنسوا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هجرا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BC346E" w:rsidRDefault="00BC346E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BC346E" w:rsidRDefault="00BC346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واها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لقلب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المفتى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بعدكم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346E" w:rsidTr="00BC346E">
        <w:tblPrEx>
          <w:tblLook w:val="04A0"/>
        </w:tblPrEx>
        <w:trPr>
          <w:trHeight w:val="350"/>
        </w:trPr>
        <w:tc>
          <w:tcPr>
            <w:tcW w:w="3344" w:type="dxa"/>
          </w:tcPr>
          <w:p w:rsidR="00BC346E" w:rsidRDefault="00BC346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رعيا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لليلات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وصل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بالحمى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سلفت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BC346E" w:rsidRDefault="00BC346E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BC346E" w:rsidRDefault="00BC346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سقيالا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يامنا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بالخيف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سقياها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346E" w:rsidTr="00BC346E">
        <w:tblPrEx>
          <w:tblLook w:val="04A0"/>
        </w:tblPrEx>
        <w:trPr>
          <w:trHeight w:val="350"/>
        </w:trPr>
        <w:tc>
          <w:tcPr>
            <w:tcW w:w="3344" w:type="dxa"/>
          </w:tcPr>
          <w:p w:rsidR="00BC346E" w:rsidRDefault="00BC346E" w:rsidP="00BC346E">
            <w:pPr>
              <w:pStyle w:val="libPoem"/>
            </w:pPr>
            <w:r>
              <w:rPr>
                <w:rFonts w:hint="cs"/>
                <w:rtl/>
                <w:lang w:bidi="fa-IR"/>
              </w:rPr>
              <w:t>لفقدكم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شق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حبيب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الصبروانصدعت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BC346E" w:rsidRDefault="00BC346E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BC346E" w:rsidRDefault="00BC346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اركانه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بكم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ماكان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اقواها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346E" w:rsidTr="00BC346E">
        <w:tblPrEx>
          <w:tblLook w:val="04A0"/>
        </w:tblPrEx>
        <w:trPr>
          <w:trHeight w:val="350"/>
        </w:trPr>
        <w:tc>
          <w:tcPr>
            <w:tcW w:w="3344" w:type="dxa"/>
          </w:tcPr>
          <w:p w:rsidR="00BC346E" w:rsidRDefault="00BC346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ياثا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بالمصلى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BC346E" w:rsidRDefault="00BC346E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BC346E" w:rsidRDefault="00BC346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كسيت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حلل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الرضوان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اصفاها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346E" w:rsidTr="00BC346E">
        <w:tblPrEx>
          <w:tblLook w:val="04A0"/>
        </w:tblPrEx>
        <w:trPr>
          <w:trHeight w:val="350"/>
        </w:trPr>
        <w:tc>
          <w:tcPr>
            <w:tcW w:w="3344" w:type="dxa"/>
          </w:tcPr>
          <w:p w:rsidR="00BC346E" w:rsidRDefault="00BC346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اقمت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بحر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بالبحرين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فاجتمعت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BC346E" w:rsidRDefault="00BC346E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BC346E" w:rsidRDefault="00BC346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ثلثة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امثالا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اشباها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346E" w:rsidTr="00BC346E">
        <w:tblPrEx>
          <w:tblLook w:val="04A0"/>
        </w:tblPrEx>
        <w:trPr>
          <w:trHeight w:val="350"/>
        </w:trPr>
        <w:tc>
          <w:tcPr>
            <w:tcW w:w="3344" w:type="dxa"/>
          </w:tcPr>
          <w:p w:rsidR="00BC346E" w:rsidRDefault="00BC346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حويت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درر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العلياء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ماحويا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BC346E" w:rsidRDefault="00BC346E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BC346E" w:rsidRDefault="00BC346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لكن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درك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اعلاها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اغلاها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الشاءن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مسارالشيعه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بقر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-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32648E" w:rsidRDefault="0032648E" w:rsidP="00BC346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مسارالشيعه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توسعه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زادالمعاد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 (</w:t>
      </w:r>
      <w:r w:rsidR="00BC346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الزمان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-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خويلد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شكرانه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</w:t>
      </w:r>
      <w:r w:rsidR="00FE2974">
        <w:rPr>
          <w:rtl/>
          <w:lang w:bidi="fa-IR"/>
        </w:rPr>
        <w:t>.</w:t>
      </w:r>
    </w:p>
    <w:p w:rsidR="0032648E" w:rsidRDefault="0032648E" w:rsidP="00877C69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 w:rsidR="00877C69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عبدالمطلب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>.</w:t>
      </w:r>
    </w:p>
    <w:p w:rsidR="0032648E" w:rsidRDefault="0032648E" w:rsidP="00877C69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329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استسقاء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رصافه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ظلوم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فدك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 w:rsidR="008865DE" w:rsidRPr="008865DE">
        <w:rPr>
          <w:rStyle w:val="libAlaemChar"/>
          <w:rFonts w:hint="cs"/>
          <w:rtl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(9)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دفعه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فدك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غصب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نهج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الاوائل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كسيكه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فدك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(</w:t>
      </w:r>
      <w:r w:rsidR="00877C69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عبدالعزيز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عبدالعزيز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فدك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سفاح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ابوهلال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مغضوب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واثق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برگردانيد،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 w:rsidRPr="004109B9">
        <w:rPr>
          <w:rStyle w:val="libFootnotenumChar"/>
          <w:rtl/>
        </w:rPr>
        <w:t>(65)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منتصر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معتضد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مغضوب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برگردانيد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مهتدى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منتصر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غصب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دفعه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فدك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غصب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465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ارسلان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ميكائيل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سلجوق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طغرلبك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ابوحنيفه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مشهدى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مدرسه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ارسلان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لفظ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بمعنى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شجاع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اسد</w:t>
      </w:r>
      <w:r>
        <w:rPr>
          <w:rtl/>
          <w:lang w:bidi="fa-IR"/>
        </w:rPr>
        <w:t>).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153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الاخبار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769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القضاة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عبدالرحمن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ابيطالب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شافعى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نجوى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شارح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الفيه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سيوطى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حاشيه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lastRenderedPageBreak/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كلينى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مسعودى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قزوينى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-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جحد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).</w:t>
      </w:r>
    </w:p>
    <w:p w:rsidR="0032648E" w:rsidRDefault="0032648E" w:rsidP="0032648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BC346E" w:rsidTr="00C07EC5">
        <w:trPr>
          <w:trHeight w:val="350"/>
        </w:trPr>
        <w:tc>
          <w:tcPr>
            <w:tcW w:w="3344" w:type="dxa"/>
          </w:tcPr>
          <w:p w:rsidR="00BC346E" w:rsidRDefault="00BC346E" w:rsidP="00BC346E">
            <w:pPr>
              <w:pStyle w:val="libPoem"/>
            </w:pPr>
            <w:r>
              <w:rPr>
                <w:rtl/>
                <w:lang w:bidi="fa-IR"/>
              </w:rPr>
              <w:t>((</w:t>
            </w:r>
            <w:r>
              <w:rPr>
                <w:rFonts w:hint="cs"/>
                <w:rtl/>
                <w:lang w:bidi="fa-IR"/>
              </w:rPr>
              <w:t>طلع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البدر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علينا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ثنيات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الوداع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BC346E" w:rsidRDefault="00BC346E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BC346E" w:rsidRDefault="00BC346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وجب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الشكر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علينا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مادعالله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BC346E">
      <w:pPr>
        <w:pStyle w:val="libPoemCenter"/>
      </w:pPr>
      <w:r>
        <w:rPr>
          <w:rFonts w:hint="cs"/>
          <w:rtl/>
          <w:lang w:bidi="fa-IR"/>
        </w:rPr>
        <w:t>ايها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المبعوث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المطاع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227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معتصم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سامره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ثمانى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چيزهائيكه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ميرسد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241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حنبل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تشييع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ايمردم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بضد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BC346E" w:rsidTr="00C07EC5">
        <w:trPr>
          <w:trHeight w:val="350"/>
        </w:trPr>
        <w:tc>
          <w:tcPr>
            <w:tcW w:w="3344" w:type="dxa"/>
          </w:tcPr>
          <w:p w:rsidR="00BC346E" w:rsidRDefault="00BC346E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اظلمت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الدنيا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لفقد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BC346E" w:rsidRDefault="00BC346E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BC346E" w:rsidRDefault="00BC346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اظلمت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الدنيا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لفقد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ابن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حنبل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BC346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ابوحنيفه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204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نسبش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الثديه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رئيس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بشهرت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انحراف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مردان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البغض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يتوارثان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قدجمعت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انتخبتها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سبعماة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اختلفتم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فارجعوا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تجدوا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بحجة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تجويز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بعكس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غزالى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358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ناصر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والى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موصل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موصل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مفارقت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1161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بالدلائل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نافع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بهبهانى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1231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ماجدش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والعجب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اصوليا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القوانين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عغعع</w:t>
      </w:r>
      <w:r w:rsidR="00FE2974">
        <w:rPr>
          <w:rtl/>
          <w:lang w:bidi="fa-IR"/>
        </w:rPr>
        <w:t>.</w:t>
      </w:r>
    </w:p>
    <w:p w:rsidR="0032648E" w:rsidRDefault="0032648E" w:rsidP="00BC346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1300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الفقهاء،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تصنيفات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رائفه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قزوينى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حلاوى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نورالله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مرقده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مهاجرت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انفاس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قدسيه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نميدانستند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نجف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صلحاء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اتقياء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ترجمته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مراقبة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مواظبة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النوافل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اتقرائة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ذهابا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الجحفة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توفى</w:t>
      </w:r>
      <w:r>
        <w:rPr>
          <w:rtl/>
          <w:lang w:bidi="fa-IR"/>
        </w:rPr>
        <w:t xml:space="preserve"> 12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1300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الوصول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سماوه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تقريبا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الاحتضار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الطمانينة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الاقبال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حينئذكرامة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باهرة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المخالف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13</w:t>
      </w:r>
    </w:p>
    <w:p w:rsidR="0032648E" w:rsidRDefault="0032648E" w:rsidP="00BC346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132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سفاح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لباس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اخبارالدول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مبايعت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سفاح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سفاح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سوزانيدند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مستعصم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منقرض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دولتشان</w:t>
      </w:r>
      <w:r w:rsidR="00FE2974"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18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170: (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الرشيد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14</w:t>
      </w:r>
    </w:p>
    <w:p w:rsidR="0032648E" w:rsidRDefault="0032648E" w:rsidP="0032648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بدركات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جحيم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حوارين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BC346E" w:rsidTr="00C07EC5">
        <w:trPr>
          <w:trHeight w:val="350"/>
        </w:trPr>
        <w:tc>
          <w:tcPr>
            <w:tcW w:w="3344" w:type="dxa"/>
          </w:tcPr>
          <w:p w:rsidR="00BC346E" w:rsidRDefault="00BC346E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ايها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القبر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بحوارينا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BC346E" w:rsidRDefault="00BC346E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BC346E" w:rsidRDefault="00BC346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ضمنت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شرالناس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اجمعينا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اخبارالدول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الجنب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(66)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حوران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دمشق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كفرآميز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ابوالفرج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اعتقاد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حنبل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تجويز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الردعلى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المتعصب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>).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احقر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معظمه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مسعودى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فرعون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lang w:bidi="fa-IR"/>
        </w:rPr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ابوالعلاء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BC346E" w:rsidTr="00BC346E">
        <w:trPr>
          <w:trHeight w:val="350"/>
        </w:trPr>
        <w:tc>
          <w:tcPr>
            <w:tcW w:w="3344" w:type="dxa"/>
          </w:tcPr>
          <w:p w:rsidR="00BC346E" w:rsidRDefault="00BC346E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الايام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تفعل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BC346E" w:rsidRDefault="00BC346E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BC346E" w:rsidRDefault="00BC346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العجائب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مستزيد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346E" w:rsidTr="00BC346E">
        <w:trPr>
          <w:trHeight w:val="350"/>
        </w:trPr>
        <w:tc>
          <w:tcPr>
            <w:tcW w:w="3344" w:type="dxa"/>
          </w:tcPr>
          <w:p w:rsidR="00BC346E" w:rsidRDefault="00BC346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lastRenderedPageBreak/>
              <w:t>اليس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قريشكم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قتلت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حسينا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BC346E" w:rsidRDefault="00BC346E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BC346E" w:rsidRDefault="00BC346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خلافتكم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يزيد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بالجمله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سزاوار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552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سنجربن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ارسلان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سلجوقى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 w:rsidRPr="004109B9">
        <w:rPr>
          <w:rStyle w:val="libFootnotenumChar"/>
          <w:rtl/>
        </w:rPr>
        <w:t>(67)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خراسان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ماوراءالنهر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معزالدين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خزانه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خزانه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اكاسره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استبداد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سلجوقيه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خراسان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خوارزمشاه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مستولى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877C69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148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اعمش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اعمش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تبجيل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مقارن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ذهرى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حجاز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مرويستكه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اعمش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شبرمه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ابوحنيفه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بعيادت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ابوحنيفه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بپرهيز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ابيطالب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نعمان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اناقسيم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</w:t>
      </w:r>
      <w:r>
        <w:rPr>
          <w:rtl/>
          <w:lang w:bidi="fa-IR"/>
        </w:rPr>
        <w:t>). (</w:t>
      </w:r>
      <w:r>
        <w:rPr>
          <w:rFonts w:hint="cs"/>
          <w:rtl/>
          <w:lang w:bidi="fa-IR"/>
        </w:rPr>
        <w:t>اعمش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يهودى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اقعدونى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سندونى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بنشانيد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خذيه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ابوالمتوكل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ناجى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بنشينيم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 w:rsidRPr="00BC346E">
        <w:rPr>
          <w:rStyle w:val="libAieChar"/>
          <w:rtl/>
        </w:rPr>
        <w:t xml:space="preserve">(( </w:t>
      </w:r>
      <w:r w:rsidRPr="00BC346E">
        <w:rPr>
          <w:rStyle w:val="libAieChar"/>
          <w:rFonts w:hint="cs"/>
          <w:rtl/>
        </w:rPr>
        <w:t>القيا</w:t>
      </w:r>
      <w:r w:rsidRPr="00BC346E">
        <w:rPr>
          <w:rStyle w:val="libAieChar"/>
          <w:rtl/>
        </w:rPr>
        <w:t xml:space="preserve"> </w:t>
      </w:r>
      <w:r w:rsidRPr="00BC346E">
        <w:rPr>
          <w:rStyle w:val="libAieChar"/>
          <w:rFonts w:hint="cs"/>
          <w:rtl/>
        </w:rPr>
        <w:t>فى</w:t>
      </w:r>
      <w:r w:rsidRPr="00BC346E">
        <w:rPr>
          <w:rStyle w:val="libAieChar"/>
          <w:rtl/>
        </w:rPr>
        <w:t xml:space="preserve"> </w:t>
      </w:r>
      <w:r w:rsidRPr="00BC346E">
        <w:rPr>
          <w:rStyle w:val="libAieChar"/>
          <w:rFonts w:hint="cs"/>
          <w:rtl/>
        </w:rPr>
        <w:t>جهنم</w:t>
      </w:r>
      <w:r w:rsidRPr="00BC346E">
        <w:rPr>
          <w:rStyle w:val="libAieChar"/>
          <w:rtl/>
        </w:rPr>
        <w:t xml:space="preserve"> </w:t>
      </w:r>
      <w:r w:rsidRPr="00BC346E">
        <w:rPr>
          <w:rStyle w:val="libAieChar"/>
          <w:rFonts w:hint="cs"/>
          <w:rtl/>
        </w:rPr>
        <w:t>كل</w:t>
      </w:r>
      <w:r w:rsidRPr="00BC346E">
        <w:rPr>
          <w:rStyle w:val="libAieChar"/>
          <w:rtl/>
        </w:rPr>
        <w:t xml:space="preserve"> </w:t>
      </w:r>
      <w:r w:rsidRPr="00BC346E">
        <w:rPr>
          <w:rStyle w:val="libAieChar"/>
          <w:rFonts w:hint="cs"/>
          <w:rtl/>
        </w:rPr>
        <w:t>كفار</w:t>
      </w:r>
      <w:r w:rsidRPr="00BC346E">
        <w:rPr>
          <w:rStyle w:val="libAieChar"/>
          <w:rtl/>
        </w:rPr>
        <w:t xml:space="preserve"> </w:t>
      </w:r>
      <w:r w:rsidRPr="00BC346E">
        <w:rPr>
          <w:rStyle w:val="libAieChar"/>
          <w:rFonts w:hint="cs"/>
          <w:rtl/>
        </w:rPr>
        <w:t>عنيد</w:t>
      </w:r>
      <w:r w:rsidRPr="00BC346E">
        <w:rPr>
          <w:rStyle w:val="libAieChar"/>
          <w:rtl/>
        </w:rPr>
        <w:t>))</w:t>
      </w:r>
      <w:r w:rsidR="00BC346E">
        <w:rPr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حنيفه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برخيزيد،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برويم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لاجئيات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 w:rsidR="00F939AB" w:rsidRPr="00F939AB">
        <w:rPr>
          <w:rStyle w:val="libAlaemChar"/>
          <w:rFonts w:hint="cs"/>
          <w:rtl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عمشت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(68)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الشيطان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حنيفة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عوضك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بعدان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صحتهما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عوضنى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نعثلا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دماوند</w:t>
      </w:r>
      <w:r>
        <w:rPr>
          <w:rtl/>
          <w:lang w:bidi="fa-IR"/>
        </w:rPr>
        <w:t>.))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174: (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لهيعة</w:t>
      </w:r>
      <w:r>
        <w:rPr>
          <w:rtl/>
          <w:lang w:bidi="fa-IR"/>
        </w:rPr>
        <w:t xml:space="preserve"> ) (</w:t>
      </w:r>
      <w:r>
        <w:rPr>
          <w:rFonts w:hint="cs"/>
          <w:rtl/>
          <w:lang w:bidi="fa-IR"/>
        </w:rPr>
        <w:t>كربيعة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323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عبيدالله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پادشاهى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اسماعيليه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عبيديه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))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القيروان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باالرداء</w:t>
      </w:r>
      <w:r>
        <w:rPr>
          <w:rtl/>
          <w:lang w:bidi="fa-IR"/>
        </w:rPr>
        <w:t>))</w:t>
      </w:r>
    </w:p>
    <w:p w:rsidR="00BC346E" w:rsidRDefault="0032648E" w:rsidP="00BC346E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قيروان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همانجاست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عبيدالله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مهديه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البداء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اسمعيل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(</w:t>
      </w:r>
      <w:r w:rsidR="00BC346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وجهش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(69)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عبيدالله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خواجه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نگاشته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  <w:r w:rsidR="00FE2974">
        <w:rPr>
          <w:rtl/>
          <w:lang w:bidi="fa-IR"/>
        </w:rPr>
        <w:t>.</w:t>
      </w:r>
    </w:p>
    <w:p w:rsidR="0032648E" w:rsidRDefault="00BC346E" w:rsidP="0032648E">
      <w:pPr>
        <w:pStyle w:val="libNormal"/>
      </w:pPr>
      <w:r>
        <w:rPr>
          <w:rtl/>
          <w:lang w:bidi="fa-IR"/>
        </w:rPr>
        <w:br w:type="page"/>
      </w:r>
    </w:p>
    <w:p w:rsidR="0032648E" w:rsidRDefault="0032648E" w:rsidP="00BC346E">
      <w:pPr>
        <w:pStyle w:val="libBold1"/>
      </w:pPr>
      <w:r>
        <w:rPr>
          <w:rFonts w:hint="cs"/>
          <w:rtl/>
          <w:lang w:bidi="fa-IR"/>
        </w:rPr>
        <w:t>پاورقى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59-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فريددهره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اشاراتالاصول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فارسيه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الدماجدش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حوض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كرباس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60-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ثنبه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هرشى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ارطاة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لعائن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61- ((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النظير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تخلفة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المكارم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السليقه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متانة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الطريقه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رعاية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الاخلاص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التحلى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بالصفات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التخلى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الرذائل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الحدائق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كاشف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الغطاء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62-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الانوار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حمراوى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صباغ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خواستگارى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بمادرم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زهرا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شبيه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سكينه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حورالعين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فغلب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الاستغراق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سكينه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رابهمه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ذوالجلال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مستغرق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مستوعب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32648E" w:rsidRDefault="0032648E" w:rsidP="00BC346E">
      <w:pPr>
        <w:pStyle w:val="libNormal"/>
      </w:pPr>
      <w:r>
        <w:rPr>
          <w:rtl/>
          <w:lang w:bidi="fa-IR"/>
        </w:rPr>
        <w:t xml:space="preserve">63-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امراءالقيس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امراءالقيس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ابوالفرج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اغانى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عيسويان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محيات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رباب</w:t>
      </w:r>
      <w:r>
        <w:rPr>
          <w:rtl/>
          <w:lang w:bidi="fa-IR"/>
        </w:rPr>
        <w:t xml:space="preserve"> ). </w:t>
      </w:r>
      <w:r>
        <w:rPr>
          <w:rFonts w:hint="cs"/>
          <w:rtl/>
          <w:lang w:bidi="fa-IR"/>
        </w:rPr>
        <w:t>محيات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BC346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(</w:t>
      </w:r>
      <w:r w:rsidR="00BC346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 w:rsidR="00BC346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تزويج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ممتاز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64-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65-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واثق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بازيار،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خرماها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ميفرستادند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ميفرستادند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مفلوج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66-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صدوق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ناگهانى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بيتوته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تغيير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مسعودى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الذهب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استخوان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خاكستر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بمستراح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lang w:bidi="fa-IR"/>
        </w:rPr>
      </w:pPr>
      <w:r>
        <w:rPr>
          <w:rtl/>
          <w:lang w:bidi="fa-IR"/>
        </w:rPr>
        <w:t xml:space="preserve">67-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BC346E" w:rsidTr="00BC346E">
        <w:trPr>
          <w:trHeight w:val="350"/>
        </w:trPr>
        <w:tc>
          <w:tcPr>
            <w:tcW w:w="3344" w:type="dxa"/>
          </w:tcPr>
          <w:p w:rsidR="00BC346E" w:rsidRDefault="00BC346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جهان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دار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سنجر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باغ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BC346E" w:rsidRDefault="00BC346E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BC346E" w:rsidRDefault="00BC346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سافراز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بودى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بكردار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346E" w:rsidTr="00BC346E">
        <w:trPr>
          <w:trHeight w:val="350"/>
        </w:trPr>
        <w:tc>
          <w:tcPr>
            <w:tcW w:w="3344" w:type="dxa"/>
          </w:tcPr>
          <w:p w:rsidR="00BC346E" w:rsidRDefault="00BC346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مرو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ميبود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آنجا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بمرد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BC346E" w:rsidRDefault="00BC346E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BC346E" w:rsidRDefault="00BC346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بجو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تاريخ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شاه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68- </w:t>
      </w:r>
      <w:r>
        <w:rPr>
          <w:rFonts w:hint="cs"/>
          <w:rtl/>
          <w:lang w:bidi="fa-IR"/>
        </w:rPr>
        <w:t>العمش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بالتحريك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الاوقات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AB2455" w:rsidRDefault="0032648E" w:rsidP="00BC346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69- ((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</w:t>
      </w:r>
      <w:r>
        <w:rPr>
          <w:rtl/>
          <w:lang w:bidi="fa-IR"/>
        </w:rPr>
        <w:t xml:space="preserve"> (</w:t>
      </w:r>
      <w:r w:rsidR="00BC346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الصدوق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(</w:t>
      </w:r>
      <w:r w:rsidR="00BC346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مسيحى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يكشف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فقبلت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جبهته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ذقنه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فغطى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اكشفوا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فقبلت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جبهته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ذقنه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فغطوه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اكشفوا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فبلت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جبهته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ذقنه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عوذته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عوذته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(</w:t>
      </w:r>
      <w:r w:rsidR="00BC346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بالقران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32648E" w:rsidRDefault="00AB2455" w:rsidP="00BC346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 w:rsidR="00FE2974">
        <w:rPr>
          <w:rtl/>
          <w:lang w:bidi="fa-IR"/>
        </w:rPr>
        <w:t>.</w:t>
      </w:r>
    </w:p>
    <w:p w:rsidR="0032648E" w:rsidRDefault="0032648E" w:rsidP="009354A5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1071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ساكن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خراسان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كرمانشاهان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صدرالدين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اعرجى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</w:t>
      </w:r>
      <w:r w:rsidR="009354A5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ليف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الانبياء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متواتره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معظمه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بآسمانها،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سدرة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المنتهى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عجايب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تاءويل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تتبع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9354A5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فعن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</w:t>
      </w:r>
      <w:r>
        <w:rPr>
          <w:rtl/>
          <w:lang w:bidi="fa-IR"/>
        </w:rPr>
        <w:t xml:space="preserve"> (</w:t>
      </w:r>
      <w:r w:rsidR="009354A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المعراج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المسائلة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الشفاعة</w:t>
      </w:r>
      <w:r>
        <w:rPr>
          <w:rtl/>
          <w:lang w:bidi="fa-IR"/>
        </w:rPr>
        <w:t xml:space="preserve"> ))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lastRenderedPageBreak/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اماميه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الانبياء،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معظمه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انوشيروان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الفيل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حبشه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معظمه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حجاره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معذب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>.</w:t>
      </w:r>
    </w:p>
    <w:p w:rsidR="0032648E" w:rsidRDefault="0032648E" w:rsidP="00AB2455">
      <w:pPr>
        <w:pStyle w:val="libNormal"/>
      </w:pP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صبيحه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بلرزيد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ساقط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ساوه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وادى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سماوه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آتشكده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فارس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خاموش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خاموش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هرسلطانى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سرنگون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نتوانست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كاهنى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همزادش</w:t>
      </w:r>
      <w:r>
        <w:rPr>
          <w:rtl/>
          <w:lang w:bidi="fa-IR"/>
        </w:rPr>
        <w:t xml:space="preserve"> ‍ -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جدائى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ابالسه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ابالسه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حادثه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(</w:t>
      </w:r>
      <w:r w:rsidR="009354A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نيافتيم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استعلام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جولانى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حرا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lastRenderedPageBreak/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سئوالى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حادثه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جاء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الباطل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زهوقا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روشن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كلوخ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بخنديد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عالميان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بالجمله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غسل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بنويسد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ممتاز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اشهدان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9354A5">
      <w:pPr>
        <w:pStyle w:val="libNormal"/>
      </w:pPr>
      <w:r>
        <w:rPr>
          <w:rtl/>
          <w:lang w:bidi="fa-IR"/>
        </w:rPr>
        <w:lastRenderedPageBreak/>
        <w:t xml:space="preserve">4 -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9354A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(</w:t>
      </w:r>
      <w:r w:rsidR="009354A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تعليم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زادالمعاد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اناانزلناه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بنشيند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يموت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9354A5">
      <w:pPr>
        <w:pStyle w:val="libNormal"/>
      </w:pPr>
      <w:r>
        <w:rPr>
          <w:rtl/>
          <w:lang w:bidi="fa-IR"/>
        </w:rPr>
        <w:t xml:space="preserve">6 -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شرحى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لزوم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(</w:t>
      </w:r>
      <w:r w:rsidR="009354A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83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فهو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>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العابدين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كيست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ميشكافد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شكافتى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آسمانها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نمامند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راستگوئيد</w:t>
      </w:r>
      <w:r>
        <w:rPr>
          <w:rtl/>
          <w:lang w:bidi="fa-IR"/>
        </w:rPr>
        <w:t>.</w:t>
      </w:r>
    </w:p>
    <w:p w:rsidR="0032648E" w:rsidRDefault="0032648E" w:rsidP="009354A5">
      <w:pPr>
        <w:pStyle w:val="libNormal"/>
      </w:pPr>
      <w:r>
        <w:rPr>
          <w:rFonts w:hint="cs"/>
          <w:rtl/>
          <w:lang w:bidi="fa-IR"/>
        </w:rPr>
        <w:lastRenderedPageBreak/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ناميد،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بدروغ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افتراء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العابدين</w:t>
      </w:r>
      <w:r>
        <w:rPr>
          <w:rtl/>
          <w:lang w:bidi="fa-IR"/>
        </w:rPr>
        <w:t xml:space="preserve"> (</w:t>
      </w:r>
      <w:r w:rsidR="009354A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گويا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برانگيخته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تفتيش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تفحص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الزمان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.</w:t>
      </w:r>
    </w:p>
    <w:p w:rsidR="0032648E" w:rsidRDefault="0032648E" w:rsidP="009354A5">
      <w:pPr>
        <w:pStyle w:val="libNormal"/>
      </w:pPr>
      <w:r>
        <w:rPr>
          <w:rFonts w:hint="cs"/>
          <w:rtl/>
          <w:lang w:bidi="fa-IR"/>
        </w:rPr>
        <w:t>والده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(</w:t>
      </w:r>
      <w:r w:rsidR="009354A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پرهيزكاران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فقهاء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العابدين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سبط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يزدجرد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پادشاه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(</w:t>
      </w:r>
      <w:r w:rsidR="009354A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پسرخاله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377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عضد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الديلمى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اناغلام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التكلمة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كذاقصة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عضد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سئوال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ميدانى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1009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الجيعى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العاملى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الاحكام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اردبيلى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تلمذ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رجال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ماعاعدوالله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..))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النضير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گنجايش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638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العارفين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المغربى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الاندلسى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المكلى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العربى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سلسلة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العرفاء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المكاشفة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مماثلاللشيخ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الجيلانى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بصالحية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دمشق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فتوحات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المكية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لعلمائنا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استخراجه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تفحص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الاندراس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انشدفى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القائم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9354A5" w:rsidTr="009354A5">
        <w:trPr>
          <w:trHeight w:val="350"/>
        </w:trPr>
        <w:tc>
          <w:tcPr>
            <w:tcW w:w="3344" w:type="dxa"/>
          </w:tcPr>
          <w:p w:rsidR="009354A5" w:rsidRDefault="009354A5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دارالزمان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حروف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354A5" w:rsidRDefault="009354A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354A5" w:rsidRDefault="009354A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بسم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فالمهدى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54A5" w:rsidTr="009354A5">
        <w:trPr>
          <w:trHeight w:val="350"/>
        </w:trPr>
        <w:tc>
          <w:tcPr>
            <w:tcW w:w="3344" w:type="dxa"/>
          </w:tcPr>
          <w:p w:rsidR="009354A5" w:rsidRDefault="009354A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اذدار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الحروف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عقيب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صوم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354A5" w:rsidRDefault="009354A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354A5" w:rsidRDefault="009354A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فاقروالفاطمى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السلاما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336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الفتوحات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المهدى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يواطى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القشبندى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ينابيع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المودة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318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الراءى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حنيفة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اضرابه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نقله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438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نحرير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ذوالمجدين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F018D3" w:rsidRPr="007A6686">
        <w:rPr>
          <w:rStyle w:val="libAlaemChar"/>
          <w:rFonts w:hint="cs"/>
          <w:rtl/>
          <w:lang w:bidi="fa-IR"/>
        </w:rPr>
        <w:t>عليهما‌السلام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مرتضى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الهدى</w:t>
      </w:r>
      <w:r>
        <w:rPr>
          <w:rtl/>
          <w:lang w:bidi="fa-IR"/>
        </w:rPr>
        <w:t xml:space="preserve"> ).</w:t>
      </w:r>
    </w:p>
    <w:p w:rsidR="0032648E" w:rsidRDefault="0032648E" w:rsidP="009354A5">
      <w:pPr>
        <w:pStyle w:val="libNormal"/>
      </w:pPr>
      <w:r>
        <w:rPr>
          <w:rFonts w:hint="cs"/>
          <w:rtl/>
          <w:lang w:bidi="fa-IR"/>
        </w:rPr>
        <w:t>آنجناب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مجتهد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الاطلاق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استفاده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</w:t>
      </w:r>
      <w:r w:rsidR="009354A5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ليف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غررودرر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توصيف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بعربيت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نسابه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الكاظم</w:t>
      </w:r>
      <w:r>
        <w:rPr>
          <w:rtl/>
          <w:lang w:bidi="fa-IR"/>
        </w:rPr>
        <w:t xml:space="preserve"> (</w:t>
      </w:r>
      <w:r w:rsidR="009354A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</w:t>
      </w:r>
      <w:r w:rsidR="009354A5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9354A5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رابعه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شمرده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المفيد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جاءت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والحسين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ياشيخى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جاءت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المرتضى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مشهورة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يتجاوز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املاكه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ثمانين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ثمانين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ثمانية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اشهر</w:t>
      </w:r>
      <w:r>
        <w:rPr>
          <w:rtl/>
          <w:lang w:bidi="fa-IR"/>
        </w:rPr>
        <w:t>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التنوخى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حصرنا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فوجدناها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ثمانين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مصنفاته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محفوظاته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مقرواته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بالثمانينى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مصداق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الصادق</w:t>
      </w:r>
      <w:r>
        <w:rPr>
          <w:rtl/>
          <w:lang w:bidi="fa-IR"/>
        </w:rPr>
        <w:t xml:space="preserve"> -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يجمعهما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الصورة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يجرى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تلامذته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شهراثنى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ثمانية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دنابير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كاغذ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الفقهاء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ثقابة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النقباء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الدهما</w:t>
      </w:r>
      <w:r>
        <w:rPr>
          <w:rtl/>
          <w:lang w:bidi="fa-IR"/>
        </w:rPr>
        <w:t>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تلمذ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الغفير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الديلمى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الدوريستى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المفيد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الاجلة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اذاجرى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يلتفت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القضاة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المدرسين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المرتضى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الكاظمين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المرتضى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المجاب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وهوجده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الكاظم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الطباطبائى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المطهر</w:t>
      </w:r>
      <w:r>
        <w:rPr>
          <w:rtl/>
          <w:lang w:bidi="fa-IR"/>
        </w:rPr>
        <w:t>))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مصالحه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بنحويكه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27</w:t>
      </w:r>
    </w:p>
    <w:p w:rsidR="0032648E" w:rsidRDefault="0032648E" w:rsidP="009354A5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271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بوران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زوجه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تزوج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</w:t>
      </w:r>
      <w:r w:rsidR="009354A5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مخارجى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407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ابوغالب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واسطى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وزير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بهاءالدولة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عضد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ديلمى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اهواز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وزيرى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بعظمت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نيامده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باذل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الصدقات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بفقراء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السعاية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قبيحة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صحيحة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اجريتها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مهتوك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خفادة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شيبك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لقا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مقالك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يردع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امثالك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فاكتم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العيب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الغيب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450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ماوردى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تصانيف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9354A5" w:rsidP="0032648E">
      <w:pPr>
        <w:pStyle w:val="libNormal"/>
      </w:pPr>
      <w:r>
        <w:rPr>
          <w:rtl/>
        </w:rPr>
        <w:br w:type="page"/>
      </w:r>
    </w:p>
    <w:p w:rsidR="0032648E" w:rsidRDefault="0032648E" w:rsidP="00AB2455">
      <w:pPr>
        <w:pStyle w:val="Heading2"/>
      </w:pPr>
      <w:bookmarkStart w:id="14" w:name="_Toc460920955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bookmarkEnd w:id="14"/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‌))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2: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296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خادم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بامر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مقتدر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عباسى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مقتدر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درادبيت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تصنيفات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مبرد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ثعلب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تملذ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مفاخرت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تنوخى</w:t>
      </w:r>
      <w:r>
        <w:rPr>
          <w:rtl/>
          <w:lang w:bidi="fa-IR"/>
        </w:rPr>
        <w:t xml:space="preserve"> ).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232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فيض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248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منتصر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مسعودى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منتصر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بهيچوجه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فدك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اوقاف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ابواطالب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علويات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اموالى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125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رصافه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قنسرين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غليظ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موصوف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خزينه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احتياط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تجهيز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اخبارالدول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وليد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منافرت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وليد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بعنوان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احتياط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سياسى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معاوية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سفيان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دوانيقى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تقليد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نگذشت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816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شيراز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الجرجانى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الاسترآبادى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فاضل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عضد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تعليقات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شمسيه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معاصر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سعدالدين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تفتازانى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تمليذ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استشهاذ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بتصريح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تلميذ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نوربخش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تنصيص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شيعى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نواقص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الروافض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نورالله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مرقده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مصائب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النواصب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مخدوم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الاحكام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مصداق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الميت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مصداق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الحى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بالجلمه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بابا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9354A5" w:rsidTr="009354A5">
        <w:trPr>
          <w:trHeight w:val="350"/>
        </w:trPr>
        <w:tc>
          <w:tcPr>
            <w:tcW w:w="3344" w:type="dxa"/>
          </w:tcPr>
          <w:p w:rsidR="009354A5" w:rsidRDefault="009354A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مرا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سيد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شريف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بحرز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354A5" w:rsidRDefault="009354A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354A5" w:rsidRDefault="009354A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رحمت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برروان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پاك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54A5" w:rsidTr="009354A5">
        <w:trPr>
          <w:trHeight w:val="350"/>
        </w:trPr>
        <w:tc>
          <w:tcPr>
            <w:tcW w:w="3344" w:type="dxa"/>
          </w:tcPr>
          <w:p w:rsidR="009354A5" w:rsidRDefault="009354A5" w:rsidP="009354A5">
            <w:pPr>
              <w:pStyle w:val="libPoem"/>
            </w:pPr>
            <w:r>
              <w:rPr>
                <w:rFonts w:hint="cs"/>
                <w:rtl/>
                <w:lang w:bidi="fa-IR"/>
              </w:rPr>
              <w:t>وصيت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كردو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گفت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ارزانكه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خواهى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354A5" w:rsidRDefault="009354A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354A5" w:rsidRDefault="009354A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باشد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قيامت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54A5" w:rsidTr="009354A5">
        <w:trPr>
          <w:trHeight w:val="350"/>
        </w:trPr>
        <w:tc>
          <w:tcPr>
            <w:tcW w:w="3344" w:type="dxa"/>
          </w:tcPr>
          <w:p w:rsidR="009354A5" w:rsidRDefault="009354A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چنان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مستغرق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احوال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خود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354A5" w:rsidRDefault="009354A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354A5" w:rsidRDefault="009354A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كسى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نايد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ترا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232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357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ابوفراس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ناصرالدوله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بنوحمدون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ربيعه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موصل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ابوفراس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شجاعت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عذوبت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ممتاز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صنعت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ابوفراس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متنبى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شاعر،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بدء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بملك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امرءالقيس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ابافراس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اطهار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شافيه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شرالعباد،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ابوفراس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مطلعش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9354A5" w:rsidTr="00C07EC5">
        <w:trPr>
          <w:trHeight w:val="350"/>
        </w:trPr>
        <w:tc>
          <w:tcPr>
            <w:tcW w:w="3344" w:type="dxa"/>
          </w:tcPr>
          <w:p w:rsidR="009354A5" w:rsidRDefault="009354A5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الحق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معتضم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الدين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مخترم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354A5" w:rsidRDefault="009354A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354A5" w:rsidRDefault="009354A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رسول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مغتتم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566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مستنجد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32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موصوف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مفسدين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مفسدى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بشفاعت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مستنجد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مستنجد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اسطرلاب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9354A5" w:rsidTr="009354A5">
        <w:trPr>
          <w:trHeight w:val="350"/>
        </w:trPr>
        <w:tc>
          <w:tcPr>
            <w:tcW w:w="3344" w:type="dxa"/>
          </w:tcPr>
          <w:p w:rsidR="009354A5" w:rsidRDefault="009354A5" w:rsidP="00C07EC5">
            <w:pPr>
              <w:pStyle w:val="libPoem"/>
            </w:pPr>
            <w:r>
              <w:rPr>
                <w:rtl/>
                <w:lang w:bidi="fa-IR"/>
              </w:rPr>
              <w:lastRenderedPageBreak/>
              <w:t xml:space="preserve">(( </w:t>
            </w:r>
            <w:r>
              <w:rPr>
                <w:rFonts w:hint="cs"/>
                <w:rtl/>
                <w:lang w:bidi="fa-IR"/>
              </w:rPr>
              <w:t>عيرتنى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بالشيب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وهو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وقار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354A5" w:rsidRDefault="009354A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354A5" w:rsidRDefault="009354A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ليتها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عيرت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54A5" w:rsidTr="009354A5">
        <w:trPr>
          <w:trHeight w:val="350"/>
        </w:trPr>
        <w:tc>
          <w:tcPr>
            <w:tcW w:w="3344" w:type="dxa"/>
          </w:tcPr>
          <w:p w:rsidR="009354A5" w:rsidRDefault="009354A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يكن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شاب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الذاوائب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354A5" w:rsidRDefault="009354A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354A5" w:rsidRDefault="009354A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فالليالى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تزينها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الاقمار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خلكان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مستنجد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لفظ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نوشت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تعبيرش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خمسماءة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تعبيرش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555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مقتضى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لامرالله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>.</w:t>
      </w:r>
    </w:p>
    <w:p w:rsidR="0032648E" w:rsidRDefault="0032648E" w:rsidP="009354A5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616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ابوالبقاء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عكبرى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ابوالبقاء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نابينا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نابينائى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</w:t>
      </w:r>
      <w:r w:rsidR="009354A5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ليف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التبيان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القرآن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تركيب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ابوالبقاء</w:t>
      </w:r>
      <w:r>
        <w:rPr>
          <w:rtl/>
          <w:lang w:bidi="fa-IR"/>
        </w:rPr>
        <w:t>).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663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هلاكوخان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چنگيز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28 </w:t>
      </w:r>
      <w:r>
        <w:rPr>
          <w:rFonts w:hint="cs"/>
          <w:rtl/>
          <w:lang w:bidi="fa-IR"/>
        </w:rPr>
        <w:t>محرم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232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سوسن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بالجمله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291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وزير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مكتفى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الهيبة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خونريز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9354A5" w:rsidTr="009354A5">
        <w:trPr>
          <w:trHeight w:val="350"/>
        </w:trPr>
        <w:tc>
          <w:tcPr>
            <w:tcW w:w="3344" w:type="dxa"/>
          </w:tcPr>
          <w:p w:rsidR="009354A5" w:rsidRDefault="009354A5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شربنا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عشيته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الوزير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354A5" w:rsidRDefault="009354A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354A5" w:rsidRDefault="009354A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سرور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نشرب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ثالثه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54A5" w:rsidTr="009354A5">
        <w:trPr>
          <w:trHeight w:val="350"/>
        </w:trPr>
        <w:tc>
          <w:tcPr>
            <w:tcW w:w="3344" w:type="dxa"/>
          </w:tcPr>
          <w:p w:rsidR="009354A5" w:rsidRDefault="009354A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قدس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تلك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العظام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354A5" w:rsidRDefault="009354A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354A5" w:rsidRDefault="009354A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بارك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وارثه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احقير،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سعدى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513FA2" w:rsidTr="00513FA2">
        <w:trPr>
          <w:trHeight w:val="350"/>
        </w:trPr>
        <w:tc>
          <w:tcPr>
            <w:tcW w:w="3344" w:type="dxa"/>
          </w:tcPr>
          <w:p w:rsidR="00513FA2" w:rsidRDefault="00513FA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منه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دولت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پنج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روز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FA2" w:rsidRDefault="00513FA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FA2" w:rsidRDefault="00513FA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بدود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خلق</w:t>
            </w:r>
            <w:r>
              <w:rPr>
                <w:rtl/>
                <w:lang w:bidi="fa-IR"/>
              </w:rPr>
              <w:t xml:space="preserve">، </w:t>
            </w:r>
            <w:r>
              <w:rPr>
                <w:rFonts w:hint="cs"/>
                <w:rtl/>
                <w:lang w:bidi="fa-IR"/>
              </w:rPr>
              <w:t>خود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مسوز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3FA2" w:rsidTr="00513FA2">
        <w:trPr>
          <w:trHeight w:val="350"/>
        </w:trPr>
        <w:tc>
          <w:tcPr>
            <w:tcW w:w="3344" w:type="dxa"/>
          </w:tcPr>
          <w:p w:rsidR="00513FA2" w:rsidRDefault="00513FA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چنان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ذكرت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بتحسين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FA2" w:rsidRDefault="00513FA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FA2" w:rsidRDefault="00513FA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مردى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گورت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نفرين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3FA2" w:rsidTr="00513FA2">
        <w:trPr>
          <w:trHeight w:val="350"/>
        </w:trPr>
        <w:tc>
          <w:tcPr>
            <w:tcW w:w="3344" w:type="dxa"/>
          </w:tcPr>
          <w:p w:rsidR="00513FA2" w:rsidRDefault="00513FA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نبايد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برسم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بد،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آيين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نهاد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FA2" w:rsidRDefault="00513FA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FA2" w:rsidRDefault="00513FA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گويند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لعنت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كاين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نهاد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385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شاعر،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احفاد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ابيجعفر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12</w:t>
      </w:r>
    </w:p>
    <w:p w:rsidR="0032648E" w:rsidRDefault="0032648E" w:rsidP="00AB2455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نميگذاشتند،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 w:rsidR="00AB2455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بيفزود</w:t>
      </w:r>
      <w:r>
        <w:rPr>
          <w:rtl/>
          <w:lang w:bidi="fa-IR"/>
        </w:rPr>
        <w:t>.</w:t>
      </w:r>
    </w:p>
    <w:p w:rsidR="0032648E" w:rsidRDefault="0032648E" w:rsidP="00513FA2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فالصلوة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الفريضه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الاالمغرب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 w:rsidR="009B4CAF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ركعات</w:t>
      </w:r>
      <w:r>
        <w:rPr>
          <w:rtl/>
          <w:lang w:bidi="fa-IR"/>
        </w:rPr>
        <w:t xml:space="preserve"> </w:t>
      </w:r>
      <w:r w:rsidR="00513FA2">
        <w:rPr>
          <w:rFonts w:hint="cs"/>
          <w:rtl/>
          <w:lang w:bidi="fa-IR"/>
        </w:rPr>
        <w:t>))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13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218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عبدللملك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312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مقتدر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كثرة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مرادش</w:t>
      </w:r>
      <w:r>
        <w:rPr>
          <w:rtl/>
          <w:lang w:bidi="fa-IR"/>
        </w:rPr>
        <w:t xml:space="preserve"> ‍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نتوانست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حيوة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الحيوان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لفظ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مطلعش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513FA2" w:rsidTr="00C07EC5">
        <w:trPr>
          <w:trHeight w:val="350"/>
        </w:trPr>
        <w:tc>
          <w:tcPr>
            <w:tcW w:w="3344" w:type="dxa"/>
          </w:tcPr>
          <w:p w:rsidR="00513FA2" w:rsidRDefault="00513FA2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ياهر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فارقتنا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تعد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FA2" w:rsidRDefault="00513FA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FA2" w:rsidRDefault="00513FA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بمنزلة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الولد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بوالعباس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اضبط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خنزايه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465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قشيرى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تلميذ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داماد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دقاق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نيشابور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قشيرى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قشيريه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طوايف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كزبير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ابوقبيله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العرب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17</w:t>
      </w:r>
    </w:p>
    <w:p w:rsidR="0032648E" w:rsidRDefault="0032648E" w:rsidP="00AB2455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356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معزوالدوله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عموى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عضدالدوله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ديلمى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معزالدوله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كرمان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زخمها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چپش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معزالدوله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اميرالاامراء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ترويج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ديوارهاى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(</w:t>
      </w:r>
      <w:r w:rsidR="00AB2455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اقتداء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498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ارسلان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سلجوقى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سنجر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بروجرد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بركياروق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354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28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23</w:t>
      </w:r>
    </w:p>
    <w:p w:rsidR="0032648E" w:rsidRDefault="0032648E" w:rsidP="00AB2455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289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معتضد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طلحة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متوكل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16 </w:t>
      </w:r>
      <w:r>
        <w:rPr>
          <w:rFonts w:hint="cs"/>
          <w:rtl/>
          <w:lang w:bidi="fa-IR"/>
        </w:rPr>
        <w:t>عباسى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معتضد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سفاح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خونريز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مهربان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AB245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مشو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معتضد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معترض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اولادهاى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AB245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آ،جا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وسادس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اقضاهم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للذقم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اوصلهم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للرحم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478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الحرمين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غزالى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نيشابور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خلكان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بازارها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بچهارصد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الحرمين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مادرش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ميگريست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همسايه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سرازير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آسانتر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مناظره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الحرمين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Normal"/>
      </w:pP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خيلاثردارد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حكمتيه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(</w:t>
      </w:r>
      <w:r w:rsidR="00AB2455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الرضاع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الطباع</w:t>
      </w:r>
      <w:r>
        <w:rPr>
          <w:rtl/>
          <w:lang w:bidi="fa-IR"/>
        </w:rPr>
        <w:t xml:space="preserve"> ).</w:t>
      </w:r>
    </w:p>
    <w:p w:rsidR="0032648E" w:rsidRDefault="0032648E" w:rsidP="00AB2455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بلاغت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خيره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كنيز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زوجه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(</w:t>
      </w:r>
      <w:r w:rsidR="00AB2455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خيره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ميگريست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ميساخت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پستانش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حكمت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پستان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القعده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463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استيعب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البغدادى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واحدة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513FA2" w:rsidP="0032648E">
      <w:pPr>
        <w:pStyle w:val="libNormal"/>
      </w:pPr>
      <w:r>
        <w:rPr>
          <w:rtl/>
        </w:rPr>
        <w:br w:type="page"/>
      </w:r>
    </w:p>
    <w:p w:rsidR="0032648E" w:rsidRDefault="0032648E" w:rsidP="00AB2455">
      <w:pPr>
        <w:pStyle w:val="Heading2"/>
      </w:pPr>
      <w:bookmarkStart w:id="15" w:name="_Toc460920956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</w:t>
      </w:r>
      <w:bookmarkEnd w:id="15"/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 w:rsidRPr="00AB2455">
        <w:rPr>
          <w:rFonts w:hint="cs"/>
          <w:rtl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8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423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كاتب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تغيير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تهذيب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تنقيح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البواب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بويه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879: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كافيجى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ملاجلال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سيوطى</w:t>
      </w:r>
      <w:r>
        <w:rPr>
          <w:rtl/>
          <w:lang w:bidi="fa-IR"/>
        </w:rPr>
        <w:t xml:space="preserve"> 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تصنيفات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السيوطى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لازمته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جئته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الاوسمعت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التحقيقات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العجائب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322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28 </w:t>
      </w:r>
      <w:r>
        <w:rPr>
          <w:rFonts w:hint="cs"/>
          <w:rtl/>
          <w:lang w:bidi="fa-IR"/>
        </w:rPr>
        <w:t>شوال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9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416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تهامى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صغيرم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513FA2" w:rsidTr="00C07EC5">
        <w:trPr>
          <w:trHeight w:val="350"/>
        </w:trPr>
        <w:tc>
          <w:tcPr>
            <w:tcW w:w="3344" w:type="dxa"/>
          </w:tcPr>
          <w:p w:rsidR="00513FA2" w:rsidRDefault="00513FA2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جاورت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اعدائى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جاور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FA2" w:rsidRDefault="00513FA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FA2" w:rsidRDefault="00513FA2" w:rsidP="00513FA2">
            <w:pPr>
              <w:pStyle w:val="libPoem"/>
            </w:pPr>
            <w:r>
              <w:rPr>
                <w:rFonts w:hint="cs"/>
                <w:rtl/>
                <w:lang w:bidi="fa-IR"/>
              </w:rPr>
              <w:t>شتان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جواره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جوارى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آنمرثيه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بسيدالشهداء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دهند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513FA2" w:rsidTr="00C07EC5">
        <w:trPr>
          <w:trHeight w:val="350"/>
        </w:trPr>
        <w:tc>
          <w:tcPr>
            <w:tcW w:w="3344" w:type="dxa"/>
          </w:tcPr>
          <w:p w:rsidR="00513FA2" w:rsidRDefault="00513FA2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كوكبا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اقصر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عمره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FA2" w:rsidRDefault="00513FA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FA2" w:rsidRDefault="00513FA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كذالك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عمر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كواكب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الاسحار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19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786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شيخنا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الشريعة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الفقهاء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ببلدة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دمشق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برقوق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بفتوى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المالكى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الشافعى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القلعة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الدمشقية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مصنفاته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كالذكرى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الدروس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القواعد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الالفيه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النفليه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الفوائذ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متداولة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التحقيق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التنقيح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اللمعة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الدمشقيه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صنفها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يحضره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المختصر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المجاميع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الثلثة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الجبعى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جدشيخنا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اليهايى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اقاويل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المخالفين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اواناثا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513FA2" w:rsidTr="00513FA2">
        <w:trPr>
          <w:trHeight w:val="350"/>
        </w:trPr>
        <w:tc>
          <w:tcPr>
            <w:tcW w:w="3344" w:type="dxa"/>
          </w:tcPr>
          <w:p w:rsidR="00513FA2" w:rsidRDefault="00513FA2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عظمن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مصيبة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عبدك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المسكين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FA2" w:rsidRDefault="00513FA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FA2" w:rsidRDefault="00513FA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نومه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مهر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حورالعين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3FA2" w:rsidTr="00513FA2">
        <w:trPr>
          <w:trHeight w:val="350"/>
        </w:trPr>
        <w:tc>
          <w:tcPr>
            <w:tcW w:w="3344" w:type="dxa"/>
          </w:tcPr>
          <w:p w:rsidR="00513FA2" w:rsidRDefault="00513FA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الاولياء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تمتعوابك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الدجى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FA2" w:rsidRDefault="00513FA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FA2" w:rsidRDefault="00513FA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بتهجد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تخشع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3FA2" w:rsidTr="00513FA2">
        <w:trPr>
          <w:trHeight w:val="350"/>
        </w:trPr>
        <w:tc>
          <w:tcPr>
            <w:tcW w:w="3344" w:type="dxa"/>
          </w:tcPr>
          <w:p w:rsidR="00513FA2" w:rsidRDefault="00513FA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فطرد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قرع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بابك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FA2" w:rsidRDefault="00513FA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FA2" w:rsidRDefault="00513FA2" w:rsidP="00513FA2">
            <w:pPr>
              <w:pStyle w:val="libPoem"/>
            </w:pPr>
            <w:r>
              <w:rPr>
                <w:rFonts w:hint="cs"/>
                <w:rtl/>
                <w:lang w:bidi="fa-IR"/>
              </w:rPr>
              <w:t>اترى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لعظم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جرائمى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سبقونى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3FA2" w:rsidTr="00513FA2">
        <w:trPr>
          <w:trHeight w:val="350"/>
        </w:trPr>
        <w:tc>
          <w:tcPr>
            <w:tcW w:w="3344" w:type="dxa"/>
          </w:tcPr>
          <w:p w:rsidR="00513FA2" w:rsidRDefault="00513FA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اوجدتهم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يذنبوا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فرحمتهم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FA2" w:rsidRDefault="00513FA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FA2" w:rsidRDefault="00513FA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اذنبوا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فعفوت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عنهم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دونى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3FA2" w:rsidTr="00513FA2">
        <w:trPr>
          <w:trHeight w:val="350"/>
        </w:trPr>
        <w:tc>
          <w:tcPr>
            <w:tcW w:w="3344" w:type="dxa"/>
          </w:tcPr>
          <w:p w:rsidR="00513FA2" w:rsidRDefault="00513FA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يكن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للعفو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عندك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موضع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FA2" w:rsidRDefault="00513FA2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FA2" w:rsidRDefault="00513FA2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للمذنبين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فاين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حسن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ظنونى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11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شيرويه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كسرى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برسولان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كسرى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199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ابوالسرايا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طباطبا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بتفصيليكه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282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ابوالعيناء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باهشتاد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ابوالعيناء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نابينا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چسبانيده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حفوظ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عذب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458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بيهقى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شافعى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بيهق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نيشابور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بمسافت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پنجهزار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طلحه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بعنوان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حميرآء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عايشه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حنيف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عامل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شتافت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طلحه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حميرآء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يمن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بدويست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حميرآء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حواءب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رسيدند،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سگهاى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حواءب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حميرآء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حمله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سائق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حواءب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حميرآء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استرجاع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تحذير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برگردانيد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طلحه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حواءب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رفتند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الجاحظ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521B7D" w:rsidTr="00521B7D">
        <w:trPr>
          <w:trHeight w:val="350"/>
        </w:trPr>
        <w:tc>
          <w:tcPr>
            <w:tcW w:w="3344" w:type="dxa"/>
          </w:tcPr>
          <w:p w:rsidR="00521B7D" w:rsidRDefault="00521B7D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جات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الااشقين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هودج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21B7D" w:rsidRDefault="00521B7D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ترجى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البصرة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اجنادها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1B7D" w:rsidTr="00521B7D">
        <w:trPr>
          <w:trHeight w:val="350"/>
        </w:trPr>
        <w:tc>
          <w:tcPr>
            <w:tcW w:w="3344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كانها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فعلها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هرة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21B7D" w:rsidRDefault="00521B7D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تريد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تاكل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اولادها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حنيف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خزان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موكلين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سادات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عبدالقيس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بكشتند</w:t>
      </w:r>
      <w:r>
        <w:rPr>
          <w:rtl/>
          <w:lang w:bidi="fa-IR"/>
        </w:rPr>
        <w:t>.</w:t>
      </w:r>
    </w:p>
    <w:p w:rsidR="0032648E" w:rsidRDefault="0032648E" w:rsidP="00521B7D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خروج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صلحه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بگذشت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521B7D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لشگر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521B7D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ربذه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كاغذى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كافه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ابوموسى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قرطة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ابوموسى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حكومت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الحائك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(70)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ابوموسى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521B7D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ذيقار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 w:rsidR="00521B7D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عمارياسر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باجنود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خزيمة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الشهادتين</w:t>
      </w:r>
      <w:r>
        <w:rPr>
          <w:rtl/>
          <w:lang w:bidi="fa-IR"/>
        </w:rPr>
        <w:t xml:space="preserve"> ) (</w:t>
      </w:r>
      <w:r>
        <w:rPr>
          <w:rFonts w:hint="cs"/>
          <w:rtl/>
          <w:lang w:bidi="fa-IR"/>
        </w:rPr>
        <w:t>ابوقتاده</w:t>
      </w:r>
      <w:r>
        <w:rPr>
          <w:rtl/>
          <w:lang w:bidi="fa-IR"/>
        </w:rPr>
        <w:t xml:space="preserve"> 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ياسر</w:t>
      </w:r>
      <w:r>
        <w:rPr>
          <w:rtl/>
          <w:lang w:bidi="fa-IR"/>
        </w:rPr>
        <w:t>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عباده</w:t>
      </w:r>
      <w:r>
        <w:rPr>
          <w:rtl/>
          <w:lang w:bidi="fa-IR"/>
        </w:rPr>
        <w:t xml:space="preserve"> 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قثم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پسران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حسنين</w:t>
      </w:r>
      <w:r>
        <w:rPr>
          <w:rtl/>
          <w:lang w:bidi="fa-IR"/>
        </w:rPr>
        <w:t xml:space="preserve"> (</w:t>
      </w:r>
      <w:r w:rsidR="00521B7D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حنفيه</w:t>
      </w:r>
      <w:r>
        <w:rPr>
          <w:rtl/>
          <w:lang w:bidi="fa-IR"/>
        </w:rPr>
        <w:t xml:space="preserve"> )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عقيل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>.</w:t>
      </w:r>
    </w:p>
    <w:p w:rsidR="0032648E" w:rsidRDefault="0032648E" w:rsidP="00521B7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521B7D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مجاشعى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باقرآنى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بگفت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521B7D" w:rsidTr="00521B7D">
        <w:trPr>
          <w:trHeight w:val="350"/>
        </w:trPr>
        <w:tc>
          <w:tcPr>
            <w:tcW w:w="3344" w:type="dxa"/>
          </w:tcPr>
          <w:p w:rsidR="00521B7D" w:rsidRDefault="00521B7D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يارب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مسلما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اتاهم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21B7D" w:rsidRDefault="00521B7D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بمصحف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ارسله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مولاهم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1B7D" w:rsidTr="00521B7D">
        <w:trPr>
          <w:trHeight w:val="350"/>
        </w:trPr>
        <w:tc>
          <w:tcPr>
            <w:tcW w:w="3344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بخضبوا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دمه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ظباهم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21B7D" w:rsidRDefault="00521B7D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امه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قائمة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تراهم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بقتال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بكارنبرد،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ناگاه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بديل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ورقاء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خزاعى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ياسر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موعظتى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گمراهى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انتظار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ميبريد،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مقاتلك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مقصدى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ندارند</w:t>
      </w:r>
      <w:r>
        <w:rPr>
          <w:rtl/>
          <w:lang w:bidi="fa-IR"/>
        </w:rPr>
        <w:t>.</w:t>
      </w:r>
    </w:p>
    <w:p w:rsidR="0032648E" w:rsidRDefault="0032648E" w:rsidP="00521B7D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شاكى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حميرآء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وحشتناك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خواهرم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حميراء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آنوقت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مطمئن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521B7D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شدى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مداخله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گفتى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فراموش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نميشدم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بمصاف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>)!</w:t>
      </w:r>
      <w:r>
        <w:rPr>
          <w:rFonts w:hint="cs"/>
          <w:rtl/>
          <w:lang w:bidi="fa-IR"/>
        </w:rPr>
        <w:t>برگشت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فراموش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فانها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تحملها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انجاد</w:t>
      </w:r>
      <w:r>
        <w:rPr>
          <w:rtl/>
          <w:lang w:bidi="fa-IR"/>
        </w:rPr>
        <w:t xml:space="preserve">.))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نگرفته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بميسره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تاخت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شخص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؟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السباع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آنوادى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احنف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باطايفه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اعتزال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جسته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جرموز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للكنه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النار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جرموز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بگفت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521B7D" w:rsidTr="00521B7D">
        <w:trPr>
          <w:trHeight w:val="350"/>
        </w:trPr>
        <w:tc>
          <w:tcPr>
            <w:tcW w:w="3344" w:type="dxa"/>
          </w:tcPr>
          <w:p w:rsidR="00521B7D" w:rsidRDefault="00521B7D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اتيت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براس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الزبير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21B7D" w:rsidRDefault="00521B7D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ارجوبه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الزلفة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1B7D" w:rsidTr="00521B7D">
        <w:trPr>
          <w:trHeight w:val="350"/>
        </w:trPr>
        <w:tc>
          <w:tcPr>
            <w:tcW w:w="3344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فبشر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بالنار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قبل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21B7D" w:rsidRDefault="00521B7D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بئس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البشارة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ذى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التحفة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1B7D" w:rsidTr="00521B7D">
        <w:trPr>
          <w:trHeight w:val="350"/>
        </w:trPr>
        <w:tc>
          <w:tcPr>
            <w:tcW w:w="3344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لسيان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قتل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الزبير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21B7D" w:rsidRDefault="00521B7D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ضرطة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بذى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الجمفة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السباع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طلحه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براكحلش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بافرزندش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بصريان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انداختند،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توانى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جنة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حمله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فضربه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ادركك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امك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خاكستر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ميراندند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طايفه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بنوضبه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حميرآء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بنوضبه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ميخواندند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521B7D" w:rsidTr="00C07EC5">
        <w:trPr>
          <w:trHeight w:val="350"/>
        </w:trPr>
        <w:tc>
          <w:tcPr>
            <w:tcW w:w="3344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نحن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بنوضبة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اصحاب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الجمل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21B7D" w:rsidRDefault="00521B7D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تنازع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الموت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الموت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521B7D">
      <w:pPr>
        <w:pStyle w:val="libPoemCenter"/>
      </w:pPr>
      <w:r>
        <w:rPr>
          <w:rFonts w:hint="cs"/>
          <w:rtl/>
          <w:lang w:bidi="fa-IR"/>
        </w:rPr>
        <w:t>والموت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العسل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بنوضبه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اعضاى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هزيمت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521B7D">
      <w:pPr>
        <w:pStyle w:val="libNormal"/>
      </w:pP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(</w:t>
      </w:r>
      <w:r w:rsidR="00521B7D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بيامد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بهودج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حميرآء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حميرآء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بنشينى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نشوى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>.</w:t>
      </w:r>
    </w:p>
    <w:p w:rsidR="0032648E" w:rsidRDefault="0032648E" w:rsidP="00521B7D">
      <w:pPr>
        <w:pStyle w:val="libNormal"/>
      </w:pPr>
      <w:r>
        <w:rPr>
          <w:rFonts w:hint="cs"/>
          <w:rtl/>
          <w:lang w:bidi="fa-IR"/>
        </w:rPr>
        <w:lastRenderedPageBreak/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خواهر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هودج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(</w:t>
      </w:r>
      <w:r w:rsidR="00521B7D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طلحه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حريبة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زيدن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صوحان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خطيب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صعصعه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صعصعه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ابدال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رحمك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خفيف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المعونة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يعنى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معونة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المراة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اتباع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البهيمة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رغافا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فانهز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اخلاقكم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دقاق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شقاق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زعاق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حسنين</w:t>
      </w:r>
      <w:r>
        <w:rPr>
          <w:rtl/>
          <w:lang w:bidi="fa-IR"/>
        </w:rPr>
        <w:t xml:space="preserve"> </w:t>
      </w:r>
      <w:r w:rsidR="00F018D3" w:rsidRPr="007A6686">
        <w:rPr>
          <w:rStyle w:val="libAlaemChar"/>
          <w:rFonts w:hint="cs"/>
          <w:rtl/>
          <w:lang w:bidi="fa-IR"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حميرآء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عايشه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 xml:space="preserve">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عايشه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 w:rsidR="00FE2974">
        <w:rPr>
          <w:rtl/>
          <w:lang w:bidi="fa-IR"/>
        </w:rPr>
        <w:t>.</w:t>
      </w:r>
    </w:p>
    <w:p w:rsidR="00521B7D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ميگرفتيم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.</w:t>
      </w:r>
    </w:p>
    <w:p w:rsidR="0032648E" w:rsidRDefault="00521B7D" w:rsidP="0032648E">
      <w:pPr>
        <w:pStyle w:val="libNormal"/>
      </w:pPr>
      <w:r>
        <w:rPr>
          <w:rtl/>
          <w:lang w:bidi="fa-IR"/>
        </w:rPr>
        <w:br w:type="page"/>
      </w:r>
    </w:p>
    <w:p w:rsidR="0032648E" w:rsidRDefault="0032648E" w:rsidP="00521B7D">
      <w:pPr>
        <w:pStyle w:val="libBold1"/>
      </w:pPr>
      <w:r>
        <w:rPr>
          <w:rFonts w:hint="cs"/>
          <w:rtl/>
          <w:lang w:bidi="fa-IR"/>
        </w:rPr>
        <w:t>پاورقى</w:t>
      </w:r>
      <w:r w:rsidR="00FE2974">
        <w:rPr>
          <w:rtl/>
          <w:lang w:bidi="fa-IR"/>
        </w:rPr>
        <w:t>:</w:t>
      </w:r>
    </w:p>
    <w:p w:rsidR="00AB2455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70-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يمن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خلدبن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مااقول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الاحائك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دابغ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سائس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امرائة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اغرقتهم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ملعون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البلاغه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حائك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حائك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يمن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ملاحظه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همشهرى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اشعث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اشعث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انتخاب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بوموسى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الحائك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).</w:t>
      </w:r>
    </w:p>
    <w:p w:rsidR="0032648E" w:rsidRDefault="00AB2455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334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عمادالدوله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مستولى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16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384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راى</w:t>
      </w:r>
      <w:r>
        <w:rPr>
          <w:rtl/>
          <w:lang w:bidi="fa-IR"/>
        </w:rPr>
        <w:t xml:space="preserve"> )</w:t>
      </w:r>
      <w:r w:rsidRPr="004109B9">
        <w:rPr>
          <w:rStyle w:val="libFootnotenumChar"/>
          <w:rtl/>
        </w:rPr>
        <w:t>(71)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567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الناجية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خواجه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نصيرالدين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وفاتش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غدير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گذشت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13</w:t>
      </w:r>
    </w:p>
    <w:p w:rsidR="0032648E" w:rsidRDefault="0032648E" w:rsidP="00521B7D">
      <w:pPr>
        <w:pStyle w:val="libNormal"/>
      </w:pP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فاطميه</w:t>
      </w:r>
      <w:r>
        <w:rPr>
          <w:rtl/>
          <w:lang w:bidi="fa-IR"/>
        </w:rPr>
        <w:t xml:space="preserve"> (</w:t>
      </w:r>
      <w:r w:rsidR="00521B7D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معصب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بدفع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مختار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ماءمور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14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جيوش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72 </w:t>
      </w:r>
      <w:r>
        <w:rPr>
          <w:rFonts w:hint="cs"/>
          <w:rtl/>
          <w:lang w:bidi="fa-IR"/>
        </w:rPr>
        <w:t>عساكر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بدفع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اراضى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مسكن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بكسر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دجيل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بكمنزلى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حصين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جدا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ثابت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هيزم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بسوازنيد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باهلى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جيش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معصب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زخم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مصعب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جراحات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ظبيان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ضرتبى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عبدالمك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معصب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معصب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جائليق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مصعب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خطيب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اعضاء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اراضى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مسكن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سامره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مصعب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دارالاماره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معصب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انبساط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لرزه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بسلامت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قضيه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521B7D" w:rsidTr="00521B7D">
        <w:trPr>
          <w:trHeight w:val="350"/>
        </w:trPr>
        <w:tc>
          <w:tcPr>
            <w:tcW w:w="3344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يك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سره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مردى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عرب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هوشمند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21B7D" w:rsidRDefault="00521B7D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گفت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بعبدالملك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روى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پند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1B7D" w:rsidTr="00521B7D">
        <w:trPr>
          <w:trHeight w:val="350"/>
        </w:trPr>
        <w:tc>
          <w:tcPr>
            <w:tcW w:w="3344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روى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همين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مسند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تكيه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گاه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21B7D" w:rsidRDefault="00521B7D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زير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قبه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بارگاه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1B7D" w:rsidTr="00521B7D">
        <w:trPr>
          <w:trHeight w:val="350"/>
        </w:trPr>
        <w:tc>
          <w:tcPr>
            <w:tcW w:w="3344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بودم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ديدم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ابن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21B7D" w:rsidRDefault="00521B7D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آه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ديدم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چشم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1B7D" w:rsidTr="00521B7D">
        <w:trPr>
          <w:trHeight w:val="350"/>
        </w:trPr>
        <w:tc>
          <w:tcPr>
            <w:tcW w:w="3344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تازه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چون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سپر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آسمان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21B7D" w:rsidRDefault="00521B7D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طلعت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خورشيد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رويش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1B7D" w:rsidTr="00521B7D">
        <w:trPr>
          <w:trHeight w:val="350"/>
        </w:trPr>
        <w:tc>
          <w:tcPr>
            <w:tcW w:w="3344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بعد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زچندى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خيره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21B7D" w:rsidRDefault="00521B7D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مختار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بروى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سپر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1B7D" w:rsidTr="00521B7D">
        <w:trPr>
          <w:trHeight w:val="350"/>
        </w:trPr>
        <w:tc>
          <w:tcPr>
            <w:tcW w:w="3344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lastRenderedPageBreak/>
              <w:t>بعد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مصعب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سردار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21B7D" w:rsidRDefault="00521B7D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دست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كش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مختار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1B7D" w:rsidTr="00521B7D">
        <w:trPr>
          <w:trHeight w:val="350"/>
        </w:trPr>
        <w:tc>
          <w:tcPr>
            <w:tcW w:w="3344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معصب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بتقاضاى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21B7D" w:rsidRDefault="00521B7D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21B7D" w:rsidRDefault="00521B7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تا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كند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روزگار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بلرزه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دارالاماره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14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كلينى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 w:rsidR="00F25633" w:rsidRPr="00F25633">
        <w:rPr>
          <w:rStyle w:val="libAlaemChar"/>
          <w:rFonts w:hint="cs"/>
          <w:rtl/>
        </w:rPr>
        <w:t>عليها‌السلام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28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 w:rsidR="00F25633" w:rsidRPr="00F25633">
        <w:rPr>
          <w:rStyle w:val="libAlaemChar"/>
          <w:rFonts w:hint="cs"/>
          <w:rtl/>
        </w:rPr>
        <w:t>عليها‌السلام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13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14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15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خصوصا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14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احقر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آنمخدره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انشاءالله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306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F018D3" w:rsidRPr="007A6686">
        <w:rPr>
          <w:rStyle w:val="libAlaemChar"/>
          <w:rFonts w:hint="cs"/>
          <w:rtl/>
          <w:lang w:bidi="fa-IR"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.</w:t>
      </w:r>
    </w:p>
    <w:p w:rsidR="0032648E" w:rsidRDefault="0032648E" w:rsidP="00F25633">
      <w:pPr>
        <w:pStyle w:val="libNormal"/>
      </w:pPr>
      <w:r>
        <w:rPr>
          <w:rFonts w:hint="cs"/>
          <w:rtl/>
          <w:lang w:bidi="fa-IR"/>
        </w:rPr>
        <w:t>والده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( </w:t>
      </w:r>
      <w:r>
        <w:rPr>
          <w:rFonts w:hint="cs"/>
          <w:rtl/>
          <w:lang w:bidi="fa-IR"/>
        </w:rPr>
        <w:t>شهربانو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يزدجرد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پادشاه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الساجدين</w:t>
      </w:r>
      <w:r>
        <w:rPr>
          <w:rtl/>
          <w:lang w:bidi="fa-IR"/>
        </w:rPr>
        <w:t xml:space="preserve"> (</w:t>
      </w:r>
      <w:r w:rsidR="00F25633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الخيرتين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بواسطه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مرويستكه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فخيرته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فارس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ابوالاسود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F25633" w:rsidTr="00C07EC5">
        <w:trPr>
          <w:trHeight w:val="350"/>
        </w:trPr>
        <w:tc>
          <w:tcPr>
            <w:tcW w:w="3344" w:type="dxa"/>
          </w:tcPr>
          <w:p w:rsidR="00F25633" w:rsidRDefault="00F25633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غلاما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كسرى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F25633" w:rsidRDefault="00F25633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F25633" w:rsidRDefault="00F25633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لاكرم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نيطت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عليه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التمايم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بصائر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يزدجرد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تماشاى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روشنى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روشن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هرمز</w:t>
      </w:r>
      <w:r>
        <w:rPr>
          <w:rtl/>
          <w:lang w:bidi="fa-IR"/>
        </w:rPr>
        <w:t>.</w:t>
      </w:r>
    </w:p>
    <w:p w:rsidR="0032648E" w:rsidRDefault="0032648E" w:rsidP="00F25633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خشمناك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عوض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قسمت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حساب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سعادتمند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 w:rsidR="00F25633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نهاد،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(</w:t>
      </w:r>
      <w:r w:rsidR="00F25633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شهربانويه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 w:rsidR="00F25633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افكند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32648E" w:rsidRDefault="0032648E" w:rsidP="00F25633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احتمال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تصحيف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يزدجرد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قادسيه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نهاوند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يزدجرد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(</w:t>
      </w:r>
      <w:r w:rsidR="00F25633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تزويج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شهربانو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38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خديج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ابوالاعور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روانه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منشاة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هزيمت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مختفى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معاوية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خديج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عمروعاص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بسوختند</w:t>
      </w:r>
      <w:r>
        <w:rPr>
          <w:rtl/>
          <w:lang w:bidi="fa-IR"/>
        </w:rPr>
        <w:t>.</w:t>
      </w:r>
    </w:p>
    <w:p w:rsidR="0032648E" w:rsidRDefault="0032648E" w:rsidP="00F25633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باميرالمومنين</w:t>
      </w:r>
      <w:r>
        <w:rPr>
          <w:rtl/>
          <w:lang w:bidi="fa-IR"/>
        </w:rPr>
        <w:t xml:space="preserve"> (</w:t>
      </w:r>
      <w:r w:rsidR="00F25633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محزون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محزون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اعضاء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مهجور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ميخوانند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حكومت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نخعى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دهقان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عريش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مسموم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نگيرم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عريش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دهقان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محبوبتر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عسل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دهقان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مسموم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هديه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اوصاف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 w:rsidR="00FE2974">
        <w:rPr>
          <w:rtl/>
          <w:lang w:bidi="fa-IR"/>
        </w:rPr>
        <w:t>.</w:t>
      </w:r>
      <w:r w:rsidRPr="004109B9">
        <w:rPr>
          <w:rStyle w:val="libFootnotenumChar"/>
          <w:rtl/>
        </w:rPr>
        <w:t>(72)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96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اخبارالدول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عبدالعزيز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وليد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ميكوبد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بگردنش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وليد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647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شاگرد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طاوس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258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واعظ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معاصر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نيشابور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338 (</w:t>
      </w:r>
      <w:r>
        <w:rPr>
          <w:rFonts w:hint="cs"/>
          <w:rtl/>
          <w:lang w:bidi="fa-IR"/>
        </w:rPr>
        <w:t>عمادالدولة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ديلمى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شايتسه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ديالمه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ديلم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ابوشجاع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خسروبن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عمادالدوله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معزالدوله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عمادالدوله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اهواز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سلاطين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پانزده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322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عمادالدوله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مردوايج</w:t>
      </w:r>
      <w:r>
        <w:rPr>
          <w:rtl/>
          <w:lang w:bidi="fa-IR"/>
        </w:rPr>
        <w:t xml:space="preserve"> )</w:t>
      </w:r>
      <w:r w:rsidRPr="004109B9">
        <w:rPr>
          <w:rStyle w:val="libFootnotenumChar"/>
          <w:rtl/>
        </w:rPr>
        <w:t>(73)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F25633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عمادالدوله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رعيت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سلوكى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ذخيره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كازورن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ركن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كازورن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شيراز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اوقات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مرداويج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عمادالدوله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عمادالدوله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قوت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شنبه</w:t>
      </w:r>
      <w:r>
        <w:rPr>
          <w:rtl/>
          <w:lang w:bidi="fa-IR"/>
        </w:rPr>
        <w:t xml:space="preserve"> 11 </w:t>
      </w:r>
      <w:r>
        <w:rPr>
          <w:rFonts w:hint="cs"/>
          <w:rtl/>
          <w:lang w:bidi="fa-IR"/>
        </w:rPr>
        <w:t>جمادى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اولالى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334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الخلافه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نهيى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موصل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معزالدوله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اصفهان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شيراز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اقامت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بدولت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ديالمه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بنوالصياد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يملكوا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الزوراء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يخلعوا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الخلفاء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ماءته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قليلا</w:t>
      </w:r>
      <w:r>
        <w:rPr>
          <w:rtl/>
          <w:lang w:bidi="fa-IR"/>
        </w:rPr>
        <w:t>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غرائبى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عمادالدوله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شيراز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اقامت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وظيفه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عمادالدوله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عمادالدوله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سقوط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نردبان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بشكافند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تفحص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سقف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صندوقهاى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عمادالدوله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خياطى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خياطى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خياطى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شيراز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خياط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آنمالهائيكه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عمادالدوله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عمادالدوله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صندوق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نميدانم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عمادالدوله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تعجب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صندوقهاى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رختهاى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عمادالدوله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لطائق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غيبى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خزائن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دفائن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ليث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عمروليث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پادشان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فارس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خراسان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فزون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بختيهاى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معزالدوله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عضدالدوله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فناخسروشاه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فولادستون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عمادالدوله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ابوسيعد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خسروشاه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عمادالدوله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محارباتى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خسروشاه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سلجوق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ميكائيل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سلجوق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طغرل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ارسلان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انقراض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بخوارزمشاهيه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انقراض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تتار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تتار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بمرد</w:t>
      </w:r>
      <w:r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291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ثعلب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بثاء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مثلثه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مطالعه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بمنزلش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328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قرطبى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اندلسى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عقدالفريد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بفرمايش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سپهر</w:t>
      </w:r>
      <w:r>
        <w:rPr>
          <w:rtl/>
          <w:lang w:bidi="fa-IR"/>
        </w:rPr>
        <w:t>) (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صوحان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طلحه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786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الاجل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گذشت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796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فاضل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شاهرخ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كورگان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853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682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المحققين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25 </w:t>
      </w:r>
      <w:r>
        <w:rPr>
          <w:rFonts w:hint="cs"/>
          <w:rtl/>
          <w:lang w:bidi="fa-IR"/>
        </w:rPr>
        <w:t>جمادى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610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ناصر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معتزلى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مطرزى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خوارزم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حريرى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538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خوارزم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زمخشرى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خوارزم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زمخشرى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>.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578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رفاعى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طايفه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رفاعيه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باومنسوبند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ولاتباعه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عجيبه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النزول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التنانير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غيرها</w:t>
      </w:r>
      <w:r>
        <w:rPr>
          <w:rtl/>
          <w:lang w:bidi="fa-IR"/>
        </w:rPr>
        <w:t>))</w:t>
      </w:r>
    </w:p>
    <w:p w:rsidR="0032648E" w:rsidRDefault="0032648E" w:rsidP="00AB2455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14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فرزندش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برفراز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تذكره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 w:rsidRPr="004109B9">
        <w:rPr>
          <w:rStyle w:val="libFootnotenumChar"/>
          <w:rtl/>
        </w:rPr>
        <w:t>(74)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بيفكن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اباليلى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ليلى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مستضعفين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نچشيدم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‍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ايفرزند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كاش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نميشندم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نيامدى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نميديدم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ايمادر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وزرووبال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بحلاوت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فائز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26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938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العاملى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جزينى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) - </w:t>
      </w:r>
      <w:r>
        <w:rPr>
          <w:rFonts w:hint="cs"/>
          <w:rtl/>
          <w:lang w:bidi="fa-IR"/>
        </w:rPr>
        <w:t>رضوان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>
        <w:rPr>
          <w:rtl/>
          <w:lang w:bidi="fa-IR"/>
        </w:rPr>
        <w:t xml:space="preserve"> -</w:t>
      </w:r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المستغفرى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سمرقندى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خطيب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بحار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خواجه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نصيرالدين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آداب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المتعلمين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متعلمين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بارجاع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F25633" w:rsidP="0032648E">
      <w:pPr>
        <w:pStyle w:val="libNormal"/>
      </w:pPr>
      <w:r>
        <w:rPr>
          <w:rtl/>
        </w:rPr>
        <w:br w:type="page"/>
      </w:r>
    </w:p>
    <w:p w:rsidR="0032648E" w:rsidRDefault="0032648E" w:rsidP="00FE5A07">
      <w:pPr>
        <w:pStyle w:val="Heading2"/>
      </w:pPr>
      <w:bookmarkStart w:id="16" w:name="_Toc460920957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</w:t>
      </w:r>
      <w:bookmarkEnd w:id="16"/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القائم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‌))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اناانزلناه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تكاثر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جحد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فلق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منات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ياحى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ياقيوم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ذالجلال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الاكرام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يارحيم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الراحمين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بخواهد،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293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طوس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سناباد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الرشيد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). </w:t>
      </w:r>
      <w:r>
        <w:rPr>
          <w:rFonts w:hint="cs"/>
          <w:rtl/>
          <w:lang w:bidi="fa-IR"/>
        </w:rPr>
        <w:t>قبرش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رضوانه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عليه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دعبل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700" w:type="pct"/>
        <w:tblInd w:w="384" w:type="dxa"/>
        <w:tblLook w:val="01E0"/>
      </w:tblPr>
      <w:tblGrid>
        <w:gridCol w:w="3445"/>
        <w:gridCol w:w="265"/>
        <w:gridCol w:w="3422"/>
      </w:tblGrid>
      <w:tr w:rsidR="009E2A3E" w:rsidTr="009E2A3E">
        <w:trPr>
          <w:trHeight w:val="350"/>
        </w:trPr>
        <w:tc>
          <w:tcPr>
            <w:tcW w:w="3344" w:type="dxa"/>
            <w:shd w:val="clear" w:color="auto" w:fill="auto"/>
          </w:tcPr>
          <w:p w:rsidR="009E2A3E" w:rsidRDefault="009E2A3E" w:rsidP="009E2A3E">
            <w:pPr>
              <w:pStyle w:val="libPoem"/>
            </w:pPr>
            <w:r>
              <w:rPr>
                <w:rtl/>
                <w:lang w:bidi="fa-IR"/>
              </w:rPr>
              <w:t>((</w:t>
            </w:r>
            <w:r>
              <w:rPr>
                <w:rFonts w:hint="cs"/>
                <w:rtl/>
                <w:lang w:bidi="fa-IR"/>
              </w:rPr>
              <w:t>قبرن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طوس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الناس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9E2A3E" w:rsidRDefault="009E2A3E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9E2A3E" w:rsidRDefault="009E2A3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2A3E" w:rsidTr="009E2A3E">
        <w:tblPrEx>
          <w:tblLook w:val="04A0"/>
        </w:tblPrEx>
        <w:trPr>
          <w:trHeight w:val="350"/>
        </w:trPr>
        <w:tc>
          <w:tcPr>
            <w:tcW w:w="3344" w:type="dxa"/>
          </w:tcPr>
          <w:p w:rsidR="009E2A3E" w:rsidRDefault="009E2A3E" w:rsidP="009E2A3E">
            <w:pPr>
              <w:pStyle w:val="libPoem"/>
            </w:pPr>
            <w:r>
              <w:rPr>
                <w:rFonts w:hint="cs"/>
                <w:rtl/>
                <w:lang w:bidi="fa-IR"/>
              </w:rPr>
              <w:t>ماينفع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الرجس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قرب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الزكى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E2A3E" w:rsidRDefault="009E2A3E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E2A3E" w:rsidRDefault="009E2A3E" w:rsidP="009E2A3E">
            <w:pPr>
              <w:pStyle w:val="libPoem"/>
            </w:pPr>
            <w:r>
              <w:rPr>
                <w:rFonts w:hint="cs"/>
                <w:rtl/>
                <w:lang w:bidi="fa-IR"/>
              </w:rPr>
              <w:t>على الزكى بقرب الرجس من ضرر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2A3E" w:rsidTr="009E2A3E">
        <w:tblPrEx>
          <w:tblLook w:val="04A0"/>
        </w:tblPrEx>
        <w:trPr>
          <w:trHeight w:val="350"/>
        </w:trPr>
        <w:tc>
          <w:tcPr>
            <w:tcW w:w="3344" w:type="dxa"/>
          </w:tcPr>
          <w:p w:rsidR="009E2A3E" w:rsidRDefault="009E2A3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هيهات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امرى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رهن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كسبت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E2A3E" w:rsidRDefault="009E2A3E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9E2A3E" w:rsidRDefault="009E2A3E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يداه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فخذ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شئت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فذر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جاحظ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رشيد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چيزهائيكه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وزرايش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ابويوسف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شاعرش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حفصه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پسرعم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‍ (</w:t>
      </w:r>
      <w:r>
        <w:rPr>
          <w:rFonts w:hint="cs"/>
          <w:rtl/>
          <w:lang w:bidi="fa-IR"/>
        </w:rPr>
        <w:t>زبيده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موصلى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حاجبش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خصايص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امتيازى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طبرى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 w:rsidR="008865DE" w:rsidRPr="008865DE">
        <w:rPr>
          <w:rStyle w:val="libAlaemChar"/>
          <w:rFonts w:hint="cs"/>
          <w:rtl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تعزيت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آنمظلومه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غاصبان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زهراء،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احقر،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آنمظلومه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آنمظلومه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 w:rsidR="00FE2974">
        <w:rPr>
          <w:rtl/>
          <w:lang w:bidi="fa-IR"/>
        </w:rPr>
        <w:t>.</w:t>
      </w:r>
    </w:p>
    <w:p w:rsidR="0032648E" w:rsidRDefault="0032648E" w:rsidP="00FE5A07">
      <w:pPr>
        <w:pStyle w:val="libNormal"/>
      </w:pP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 w:rsidR="00FE2974">
        <w:rPr>
          <w:rtl/>
          <w:lang w:bidi="fa-IR"/>
        </w:rPr>
        <w:t>،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بحديكه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بكاؤن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آنمظلومه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سندهاى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9E2A3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انورش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رسالت</w:t>
      </w:r>
      <w:r>
        <w:rPr>
          <w:rtl/>
          <w:lang w:bidi="fa-IR"/>
        </w:rPr>
        <w:t xml:space="preserve"> (</w:t>
      </w:r>
      <w:r w:rsidR="00FE5A07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گردانيد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امانت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برگردانيدى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مقيمى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جراحتى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آورنده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ستنبك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بتظافر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هضمها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السئوال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استخبرها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معتلج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بصدرها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تجدالى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الحاكمين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يعنى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بمعاونت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FE5A07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 w:rsidR="00FE5A07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يارسول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ابتاه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>.</w:t>
      </w:r>
    </w:p>
    <w:p w:rsidR="0032648E" w:rsidRDefault="0032648E" w:rsidP="009E2A3E">
      <w:pPr>
        <w:pStyle w:val="libNormal"/>
      </w:pP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(</w:t>
      </w:r>
      <w:r w:rsidR="009E2A3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مفارقت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!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روضة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الواعظين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دروغگو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خائن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معاشرت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معاذالله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داناترى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نيكوكارتر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پرهيزكارتر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خداترسان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مفارقت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ميگويم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انالله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راجعون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چسبانيد،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مياورم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.-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نگذارى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نگذارى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اتباع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 w:rsidRPr="004109B9">
        <w:rPr>
          <w:rStyle w:val="libFootnotenumChar"/>
          <w:rtl/>
        </w:rPr>
        <w:t>(75)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كشف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بسازم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يكحصه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حنوط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ساعتى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صبركن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ساعتى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انتظار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مصطفى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اوادنى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ميبوسيد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)!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الارباب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انورش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ميبوسيد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مفارقت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ميبوسيد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مفارقت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برويد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باستقبال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مفارقت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700" w:type="pct"/>
        <w:tblInd w:w="384" w:type="dxa"/>
        <w:tblLook w:val="04A0"/>
      </w:tblPr>
      <w:tblGrid>
        <w:gridCol w:w="3445"/>
        <w:gridCol w:w="265"/>
        <w:gridCol w:w="3422"/>
      </w:tblGrid>
      <w:tr w:rsidR="00296E6B" w:rsidTr="00296E6B">
        <w:trPr>
          <w:trHeight w:val="350"/>
        </w:trPr>
        <w:tc>
          <w:tcPr>
            <w:tcW w:w="3445" w:type="dxa"/>
          </w:tcPr>
          <w:p w:rsidR="00296E6B" w:rsidRDefault="00296E6B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لكل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اجتماع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خليلين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فرقة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5" w:type="dxa"/>
          </w:tcPr>
          <w:p w:rsidR="00296E6B" w:rsidRDefault="00296E6B" w:rsidP="00C07EC5">
            <w:pPr>
              <w:pStyle w:val="libPoem"/>
              <w:rPr>
                <w:rtl/>
              </w:rPr>
            </w:pPr>
          </w:p>
        </w:tc>
        <w:tc>
          <w:tcPr>
            <w:tcW w:w="3422" w:type="dxa"/>
          </w:tcPr>
          <w:p w:rsidR="00296E6B" w:rsidRDefault="00296E6B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الذى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دون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الفراق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E6B" w:rsidTr="00296E6B">
        <w:trPr>
          <w:trHeight w:val="350"/>
        </w:trPr>
        <w:tc>
          <w:tcPr>
            <w:tcW w:w="3445" w:type="dxa"/>
          </w:tcPr>
          <w:p w:rsidR="00296E6B" w:rsidRDefault="00296E6B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افتقادى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واحدا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بعدواحد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5" w:type="dxa"/>
          </w:tcPr>
          <w:p w:rsidR="00296E6B" w:rsidRDefault="00296E6B" w:rsidP="00C07EC5">
            <w:pPr>
              <w:pStyle w:val="libPoem"/>
              <w:rPr>
                <w:rtl/>
              </w:rPr>
            </w:pPr>
          </w:p>
        </w:tc>
        <w:tc>
          <w:tcPr>
            <w:tcW w:w="3422" w:type="dxa"/>
          </w:tcPr>
          <w:p w:rsidR="00296E6B" w:rsidRDefault="00296E6B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دليل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لايدوم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خليل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FE5A07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منتشر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بلرزه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بتعزيه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296E6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حسنين</w:t>
      </w:r>
      <w:r>
        <w:rPr>
          <w:rtl/>
          <w:lang w:bidi="fa-IR"/>
        </w:rPr>
        <w:t xml:space="preserve"> (</w:t>
      </w:r>
      <w:r w:rsidR="00296E6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ميگريستند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ميگريستند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كلثوم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(</w:t>
      </w:r>
      <w:r w:rsidR="00FE5A07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انتظار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ميكشيدند،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متفرق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مقداد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عقيل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ابوذر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بريده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آنمظلومه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قبرآنمظلومه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نگذرانند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آنمظلومه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باغى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باغهاى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آشوب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 w:rsidR="00FE2974">
        <w:rPr>
          <w:rtl/>
          <w:lang w:bidi="fa-IR"/>
        </w:rPr>
        <w:t>،</w:t>
      </w:r>
      <w:r>
        <w:rPr>
          <w:rFonts w:hint="cs"/>
          <w:rtl/>
          <w:lang w:bidi="fa-IR"/>
        </w:rPr>
        <w:t>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211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ابوالعتاهيه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عاشق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عتبه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خيزران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تعشق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عتبه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هادى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رشيد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700" w:type="pct"/>
        <w:tblInd w:w="384" w:type="dxa"/>
        <w:tblLook w:val="04A0"/>
      </w:tblPr>
      <w:tblGrid>
        <w:gridCol w:w="3445"/>
        <w:gridCol w:w="265"/>
        <w:gridCol w:w="3422"/>
      </w:tblGrid>
      <w:tr w:rsidR="00296E6B" w:rsidTr="00296E6B">
        <w:trPr>
          <w:trHeight w:val="350"/>
        </w:trPr>
        <w:tc>
          <w:tcPr>
            <w:tcW w:w="3445" w:type="dxa"/>
          </w:tcPr>
          <w:p w:rsidR="00296E6B" w:rsidRDefault="00296E6B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اخاك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الصدق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معك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5" w:type="dxa"/>
          </w:tcPr>
          <w:p w:rsidR="00296E6B" w:rsidRDefault="00296E6B" w:rsidP="00C07EC5">
            <w:pPr>
              <w:pStyle w:val="libPoem"/>
              <w:rPr>
                <w:rtl/>
              </w:rPr>
            </w:pPr>
          </w:p>
        </w:tc>
        <w:tc>
          <w:tcPr>
            <w:tcW w:w="3422" w:type="dxa"/>
          </w:tcPr>
          <w:p w:rsidR="00296E6B" w:rsidRDefault="00296E6B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يضر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نفسه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لينفعك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E6B" w:rsidTr="00296E6B">
        <w:trPr>
          <w:trHeight w:val="350"/>
        </w:trPr>
        <w:tc>
          <w:tcPr>
            <w:tcW w:w="3445" w:type="dxa"/>
          </w:tcPr>
          <w:p w:rsidR="00296E6B" w:rsidRDefault="00296E6B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ريب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الزمان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صدعك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5" w:type="dxa"/>
          </w:tcPr>
          <w:p w:rsidR="00296E6B" w:rsidRDefault="00296E6B" w:rsidP="00C07EC5">
            <w:pPr>
              <w:pStyle w:val="libPoem"/>
              <w:rPr>
                <w:rtl/>
              </w:rPr>
            </w:pPr>
          </w:p>
        </w:tc>
        <w:tc>
          <w:tcPr>
            <w:tcW w:w="3422" w:type="dxa"/>
          </w:tcPr>
          <w:p w:rsidR="00296E6B" w:rsidRDefault="00296E6B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شتت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شمل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نفسه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يجمعك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ايضا</w:t>
      </w:r>
    </w:p>
    <w:tbl>
      <w:tblPr>
        <w:tblStyle w:val="TableGrid"/>
        <w:bidiVisual/>
        <w:tblW w:w="4700" w:type="pct"/>
        <w:tblInd w:w="384" w:type="dxa"/>
        <w:tblLook w:val="04A0"/>
      </w:tblPr>
      <w:tblGrid>
        <w:gridCol w:w="3445"/>
        <w:gridCol w:w="265"/>
        <w:gridCol w:w="3422"/>
      </w:tblGrid>
      <w:tr w:rsidR="00296E6B" w:rsidTr="00296E6B">
        <w:trPr>
          <w:trHeight w:val="350"/>
        </w:trPr>
        <w:tc>
          <w:tcPr>
            <w:tcW w:w="3445" w:type="dxa"/>
          </w:tcPr>
          <w:p w:rsidR="00296E6B" w:rsidRDefault="00296E6B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المراء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تأخير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مدته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5" w:type="dxa"/>
          </w:tcPr>
          <w:p w:rsidR="00296E6B" w:rsidRDefault="00296E6B" w:rsidP="00C07EC5">
            <w:pPr>
              <w:pStyle w:val="libPoem"/>
              <w:rPr>
                <w:rtl/>
              </w:rPr>
            </w:pPr>
          </w:p>
        </w:tc>
        <w:tc>
          <w:tcPr>
            <w:tcW w:w="3422" w:type="dxa"/>
          </w:tcPr>
          <w:p w:rsidR="00296E6B" w:rsidRDefault="00296E6B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كالثوب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يبلى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بعد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جدته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E6B" w:rsidTr="00296E6B">
        <w:trPr>
          <w:trHeight w:val="350"/>
        </w:trPr>
        <w:tc>
          <w:tcPr>
            <w:tcW w:w="3445" w:type="dxa"/>
          </w:tcPr>
          <w:p w:rsidR="00296E6B" w:rsidRDefault="00296E6B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عجبا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المنيته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يضيع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5" w:type="dxa"/>
          </w:tcPr>
          <w:p w:rsidR="00296E6B" w:rsidRDefault="00296E6B" w:rsidP="00C07EC5">
            <w:pPr>
              <w:pStyle w:val="libPoem"/>
              <w:rPr>
                <w:rtl/>
              </w:rPr>
            </w:pPr>
          </w:p>
        </w:tc>
        <w:tc>
          <w:tcPr>
            <w:tcW w:w="3422" w:type="dxa"/>
          </w:tcPr>
          <w:p w:rsidR="00296E6B" w:rsidRDefault="00296E6B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يحتاج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فيه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ليوم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رقدته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404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بعاءالدولة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عضدالدولة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ديلمى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428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ديلمى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مهيار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انوشيروان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 w:rsidR="00FE2974">
        <w:rPr>
          <w:rtl/>
          <w:lang w:bidi="fa-IR"/>
        </w:rPr>
        <w:t>.</w:t>
      </w:r>
    </w:p>
    <w:p w:rsidR="0032648E" w:rsidRDefault="0032648E" w:rsidP="00D4630D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661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قونو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المولى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مثنوى</w:t>
      </w:r>
      <w:r>
        <w:rPr>
          <w:rtl/>
          <w:lang w:bidi="fa-IR"/>
        </w:rPr>
        <w:t xml:space="preserve"> ).</w:t>
      </w:r>
      <w:r>
        <w:rPr>
          <w:rFonts w:hint="cs"/>
          <w:rtl/>
          <w:lang w:bidi="fa-IR"/>
        </w:rPr>
        <w:t>اصلش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بلخ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ببلاد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روم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قونو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توقف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رومى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صحبت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تبريزى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مثنوى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چلپى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قونوى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700" w:type="pct"/>
        <w:tblInd w:w="384" w:type="dxa"/>
        <w:tblLook w:val="04A0"/>
      </w:tblPr>
      <w:tblGrid>
        <w:gridCol w:w="3445"/>
        <w:gridCol w:w="265"/>
        <w:gridCol w:w="3422"/>
      </w:tblGrid>
      <w:tr w:rsidR="00296E6B" w:rsidTr="00296E6B">
        <w:trPr>
          <w:trHeight w:val="350"/>
        </w:trPr>
        <w:tc>
          <w:tcPr>
            <w:tcW w:w="3445" w:type="dxa"/>
          </w:tcPr>
          <w:p w:rsidR="00296E6B" w:rsidRDefault="00296E6B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نبودى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خلق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محجوب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كثيف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5" w:type="dxa"/>
          </w:tcPr>
          <w:p w:rsidR="00296E6B" w:rsidRDefault="00296E6B" w:rsidP="00C07EC5">
            <w:pPr>
              <w:pStyle w:val="libPoem"/>
              <w:rPr>
                <w:rtl/>
              </w:rPr>
            </w:pPr>
          </w:p>
        </w:tc>
        <w:tc>
          <w:tcPr>
            <w:tcW w:w="3422" w:type="dxa"/>
          </w:tcPr>
          <w:p w:rsidR="00296E6B" w:rsidRDefault="00296E6B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نبودى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حلقها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تنگ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وضعيف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E6B" w:rsidTr="00296E6B">
        <w:trPr>
          <w:trHeight w:val="350"/>
        </w:trPr>
        <w:tc>
          <w:tcPr>
            <w:tcW w:w="3445" w:type="dxa"/>
          </w:tcPr>
          <w:p w:rsidR="00296E6B" w:rsidRDefault="00296E6B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مديحت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داد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مردى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دادمى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5" w:type="dxa"/>
          </w:tcPr>
          <w:p w:rsidR="00296E6B" w:rsidRDefault="00296E6B" w:rsidP="00C07EC5">
            <w:pPr>
              <w:pStyle w:val="libPoem"/>
              <w:rPr>
                <w:rtl/>
              </w:rPr>
            </w:pPr>
          </w:p>
        </w:tc>
        <w:tc>
          <w:tcPr>
            <w:tcW w:w="3422" w:type="dxa"/>
          </w:tcPr>
          <w:p w:rsidR="00296E6B" w:rsidRDefault="00296E6B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غير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منطق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بگشادمى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296E6B" w:rsidP="00296E6B">
      <w:pPr>
        <w:pStyle w:val="libBold1"/>
      </w:pPr>
      <w:r>
        <w:rPr>
          <w:rtl/>
          <w:lang w:bidi="fa-IR"/>
        </w:rPr>
        <w:br w:type="page"/>
      </w:r>
      <w:r w:rsidR="0032648E">
        <w:rPr>
          <w:rFonts w:hint="cs"/>
          <w:rtl/>
          <w:lang w:bidi="fa-IR"/>
        </w:rPr>
        <w:lastRenderedPageBreak/>
        <w:t>پاورقى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ها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71- (</w:t>
      </w:r>
      <w:r>
        <w:rPr>
          <w:rFonts w:hint="cs"/>
          <w:rtl/>
          <w:lang w:bidi="fa-IR"/>
        </w:rPr>
        <w:t>سرمن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بلده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 </w:t>
      </w:r>
      <w:r w:rsidR="00F018D3" w:rsidRPr="007A6686">
        <w:rPr>
          <w:rStyle w:val="libAlaemChar"/>
          <w:rFonts w:hint="cs"/>
          <w:rtl/>
          <w:lang w:bidi="fa-IR"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قاموس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شروع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سامراء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مسرور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سرمن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ناميده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).</w:t>
      </w:r>
    </w:p>
    <w:p w:rsidR="0032648E" w:rsidRDefault="0032648E" w:rsidP="00D4630D">
      <w:pPr>
        <w:pStyle w:val="libNormal"/>
      </w:pPr>
      <w:r>
        <w:rPr>
          <w:rtl/>
          <w:lang w:bidi="fa-IR"/>
        </w:rPr>
        <w:t xml:space="preserve">72-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قلزم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نافع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غلام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مسموم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گنجيد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(</w:t>
      </w:r>
      <w:r w:rsidR="00D4630D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لقد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مالكاوما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صخرالكان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قدا</w:t>
      </w:r>
      <w:r>
        <w:rPr>
          <w:rtl/>
          <w:lang w:bidi="fa-IR"/>
        </w:rPr>
        <w:t>)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73- </w:t>
      </w:r>
      <w:r>
        <w:rPr>
          <w:rFonts w:hint="cs"/>
          <w:rtl/>
          <w:lang w:bidi="fa-IR"/>
        </w:rPr>
        <w:t>مرداويج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قابوس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طبرستان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استرآباد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ازداعى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قابوس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بفصاحت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بلاغت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قابوس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طاوس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74-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الداعى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بمناسبتى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نگاشتته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منازعه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لذت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منقص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متابعت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لذات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تضييع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).</w:t>
      </w:r>
    </w:p>
    <w:p w:rsidR="00FE5A07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75-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احتضار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تجهيز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بپوشان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احتياج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ميسپرم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 w:rsidR="00D4630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بنيكى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كلثوم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كلثوم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مخدره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FE5A07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واعظ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قوت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القلوب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13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مسعودى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يهود،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بخوردند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حارث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كورشد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نجورشد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احتضار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تفتيش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نميكردم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544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تصنيفاتى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صحيح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تفسير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غريب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ثلثه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شيخين</w:t>
      </w:r>
      <w:r w:rsidR="00FE2974">
        <w:rPr>
          <w:rtl/>
          <w:lang w:bidi="fa-IR"/>
        </w:rPr>
        <w:t>.</w:t>
      </w:r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1135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بهبهان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سماهيجى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صحيفه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نورى</w:t>
      </w:r>
      <w:r>
        <w:rPr>
          <w:rtl/>
          <w:lang w:bidi="fa-IR"/>
        </w:rPr>
        <w:t xml:space="preserve"> ) - </w:t>
      </w:r>
      <w:r>
        <w:rPr>
          <w:rFonts w:hint="cs"/>
          <w:rtl/>
          <w:lang w:bidi="fa-IR"/>
        </w:rPr>
        <w:t>نورالله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استدراك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 w:rsidR="00FE2974">
        <w:rPr>
          <w:rtl/>
          <w:lang w:bidi="fa-IR"/>
        </w:rPr>
        <w:t>.</w:t>
      </w:r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640: (</w:t>
      </w:r>
      <w:r>
        <w:rPr>
          <w:rFonts w:hint="cs"/>
          <w:rtl/>
          <w:lang w:bidi="fa-IR"/>
        </w:rPr>
        <w:t>مستنصر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 w:rsidRPr="004109B9">
        <w:rPr>
          <w:rStyle w:val="libFootnotenumChar"/>
          <w:rtl/>
        </w:rPr>
        <w:t>(76)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دجله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مدرسه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موقوفه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آنمدرسه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مورخين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ضابطه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مستنصر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مقتدرالله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المعتز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دميرى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ضابطه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منتقض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دميرى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مستنصر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امرى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مستنصر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مستعصم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منقرض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398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بديع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فاضل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هرات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بديع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مبدع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حريرى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نسج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البديعة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رسائله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الضيف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يسمح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ثراثه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يثقل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بالفارسيه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>))</w:t>
      </w:r>
    </w:p>
    <w:tbl>
      <w:tblPr>
        <w:tblStyle w:val="TableGrid"/>
        <w:bidiVisual/>
        <w:tblW w:w="4900" w:type="pct"/>
        <w:tblInd w:w="384" w:type="dxa"/>
        <w:tblLook w:val="04A0"/>
      </w:tblPr>
      <w:tblGrid>
        <w:gridCol w:w="3592"/>
        <w:gridCol w:w="276"/>
        <w:gridCol w:w="3567"/>
      </w:tblGrid>
      <w:tr w:rsidR="00D4630D" w:rsidTr="00FE5A07">
        <w:trPr>
          <w:trHeight w:val="350"/>
        </w:trPr>
        <w:tc>
          <w:tcPr>
            <w:tcW w:w="3445" w:type="dxa"/>
          </w:tcPr>
          <w:p w:rsidR="00D4630D" w:rsidRDefault="00D4630D" w:rsidP="00FE5A07">
            <w:pPr>
              <w:pStyle w:val="libPoem"/>
            </w:pPr>
            <w:r>
              <w:rPr>
                <w:rFonts w:hint="cs"/>
                <w:rtl/>
                <w:lang w:bidi="fa-IR"/>
              </w:rPr>
              <w:lastRenderedPageBreak/>
              <w:t>ميهمان</w:t>
            </w:r>
            <w:r w:rsidR="00FE5A07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گرچهعزيزاستولى</w:t>
            </w:r>
            <w:r w:rsidR="00FE5A07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همچه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نفس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5" w:type="dxa"/>
          </w:tcPr>
          <w:p w:rsidR="00D4630D" w:rsidRDefault="00D4630D" w:rsidP="00C07EC5">
            <w:pPr>
              <w:pStyle w:val="libPoem"/>
              <w:rPr>
                <w:rtl/>
              </w:rPr>
            </w:pPr>
          </w:p>
        </w:tc>
        <w:tc>
          <w:tcPr>
            <w:tcW w:w="3422" w:type="dxa"/>
          </w:tcPr>
          <w:p w:rsidR="00D4630D" w:rsidRDefault="00D4630D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خفه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ميسازد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آيد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بيرون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643: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دمشق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سخاوى</w:t>
      </w:r>
      <w:r>
        <w:rPr>
          <w:rtl/>
          <w:lang w:bidi="fa-IR"/>
        </w:rPr>
        <w:t xml:space="preserve"> )</w:t>
      </w:r>
      <w:r w:rsidRPr="004109B9">
        <w:rPr>
          <w:rStyle w:val="libFootnotenumChar"/>
          <w:rtl/>
        </w:rPr>
        <w:t>(77)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شاطبيه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14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505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شافعى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احياءالعلوم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950" w:type="pct"/>
        <w:tblInd w:w="384" w:type="dxa"/>
        <w:tblLook w:val="04A0"/>
      </w:tblPr>
      <w:tblGrid>
        <w:gridCol w:w="3628"/>
        <w:gridCol w:w="279"/>
        <w:gridCol w:w="3604"/>
      </w:tblGrid>
      <w:tr w:rsidR="00D4630D" w:rsidTr="00FE5A07">
        <w:trPr>
          <w:trHeight w:val="350"/>
        </w:trPr>
        <w:tc>
          <w:tcPr>
            <w:tcW w:w="3445" w:type="dxa"/>
          </w:tcPr>
          <w:p w:rsidR="00D4630D" w:rsidRDefault="00D4630D" w:rsidP="00FE5A07">
            <w:pPr>
              <w:pStyle w:val="libPoem"/>
            </w:pPr>
            <w:r>
              <w:rPr>
                <w:rFonts w:hint="cs"/>
                <w:rtl/>
                <w:lang w:bidi="fa-IR"/>
              </w:rPr>
              <w:t>نصيبحجةالاسلام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ازاين سراى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سپنج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5" w:type="dxa"/>
          </w:tcPr>
          <w:p w:rsidR="00D4630D" w:rsidRDefault="00D4630D" w:rsidP="00C07EC5">
            <w:pPr>
              <w:pStyle w:val="libPoem"/>
              <w:rPr>
                <w:rtl/>
              </w:rPr>
            </w:pPr>
          </w:p>
        </w:tc>
        <w:tc>
          <w:tcPr>
            <w:tcW w:w="3422" w:type="dxa"/>
          </w:tcPr>
          <w:p w:rsidR="00D4630D" w:rsidRDefault="00D4630D" w:rsidP="00FE5A07">
            <w:pPr>
              <w:pStyle w:val="libPoem"/>
            </w:pPr>
            <w:r>
              <w:rPr>
                <w:rFonts w:hint="cs"/>
                <w:rtl/>
                <w:lang w:bidi="fa-IR"/>
              </w:rPr>
              <w:t>حيات</w:t>
            </w:r>
            <w:r w:rsidR="00FE5A07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پنجه</w:t>
            </w:r>
            <w:r w:rsidR="00FE5A07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وچهاروفات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پانصدوپنج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غزالى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تعبير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تصانيفش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احياءالعلوم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اخلاقيه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الاحياء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كاشانى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مهذب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البيضاء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تهذيب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الاحياء</w:t>
      </w:r>
      <w:r>
        <w:rPr>
          <w:rtl/>
          <w:lang w:bidi="fa-IR"/>
        </w:rPr>
        <w:t>).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مولد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غزالى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طوس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450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الحرمين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نيشابور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تلمذ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نظام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سلجوقيه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بفقهاء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مدرسه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غزالى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تدريس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نظاميه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تفويض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484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ورزيد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دمشق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احياء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اسكندريه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طوس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اوقاتى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بآمدن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>). (</w:t>
      </w:r>
      <w:r>
        <w:rPr>
          <w:rFonts w:hint="cs"/>
          <w:rtl/>
          <w:lang w:bidi="fa-IR"/>
        </w:rPr>
        <w:t>غزالى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استعفا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مجالس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غزالى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تشديد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زاى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بتخفيف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غزاله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طوس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بنابر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برگردانيد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بمختصرى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صفيه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مازال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حواريين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(78)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مبشره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النطاقين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طفلى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مهاجرين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يهود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فرزندى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مبارزت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اقتلونى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اقتلوا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مالكا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معى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نروئيد،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سيعد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احنف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قيس</w:t>
      </w:r>
      <w:r>
        <w:rPr>
          <w:rtl/>
          <w:lang w:bidi="fa-IR"/>
        </w:rPr>
        <w:t xml:space="preserve"> ) -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بكثرة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الحلم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ميباشند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سادات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الطلس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اطلس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نيارودن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افسوس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ريشى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بخريم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ميداشتيم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سقيفه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اقتلوا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بكشيد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قيس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صهاك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جشبه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جنبش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بيهود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يكدندان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بكوبند</w:t>
      </w:r>
      <w:r>
        <w:rPr>
          <w:rtl/>
          <w:lang w:bidi="fa-IR"/>
        </w:rPr>
        <w:t>.</w:t>
      </w:r>
    </w:p>
    <w:p w:rsidR="0032648E" w:rsidRDefault="0032648E" w:rsidP="00D4630D">
      <w:pPr>
        <w:pStyle w:val="libNormal"/>
      </w:pPr>
      <w:r>
        <w:rPr>
          <w:rFonts w:hint="cs"/>
          <w:rtl/>
          <w:lang w:bidi="fa-IR"/>
        </w:rPr>
        <w:t>بالجمله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لئيم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(</w:t>
      </w:r>
      <w:r w:rsidR="00D4630D" w:rsidRPr="007A6686">
        <w:rPr>
          <w:rStyle w:val="libAlaemChar"/>
          <w:rFonts w:hint="cs"/>
          <w:rtl/>
          <w:lang w:bidi="fa-IR"/>
        </w:rPr>
        <w:t>عليه‌السلام</w:t>
      </w:r>
      <w:r w:rsidR="00D4630D">
        <w:rPr>
          <w:rtl/>
          <w:lang w:bidi="fa-IR"/>
        </w:rPr>
        <w:t xml:space="preserve"> 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عائشه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بحديكه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هيچكس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مكباة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60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امتناع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شتافت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مقاتلت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بلامزاحم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بناء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شيوخ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اموالشان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افزود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دخول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عائذبيت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مسعودى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الذهب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حنفيه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بسوازند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مختار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بيامندند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بمسجدالحرام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اناعائذالله</w:t>
      </w:r>
      <w:r w:rsidR="00FE2974">
        <w:rPr>
          <w:rtl/>
          <w:lang w:bidi="fa-IR"/>
        </w:rPr>
        <w:t>.</w:t>
      </w:r>
      <w:r w:rsidRPr="004109B9">
        <w:rPr>
          <w:rStyle w:val="libFootnotenumChar"/>
          <w:rtl/>
        </w:rPr>
        <w:t>(79)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مسعودى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عروة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بترساند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ترسانيدند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سوازنيدن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امتناع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تخلف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مسعودى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حدائق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الاذهان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مصعب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بدفع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مختار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مصعب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مختار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بدفع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اراضى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مسكن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عساكر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حجاز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طائف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بماند،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حصين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نمير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منجنيق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ابوقبيس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ظفر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بضرب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ببريدند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باژگونه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نميآوردم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شفاعت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آويخته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راكب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مركوبش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</w:p>
    <w:p w:rsidR="0032648E" w:rsidRDefault="0032648E" w:rsidP="00D4630D">
      <w:pPr>
        <w:pStyle w:val="libNormal"/>
      </w:pP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D4630D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خب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حبالة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لاصطياد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مصلوب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مكتوب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عروة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18</w:t>
      </w:r>
    </w:p>
    <w:p w:rsidR="0032648E" w:rsidRDefault="0032648E" w:rsidP="00D4630D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1281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رئيس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المجتهدين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طائفه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تسترى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متوطن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نجف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تصانيف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مباحثه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D4630D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بالعربيه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الفساد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نطمته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الانصارى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الابرارى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لفوته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الفساد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النورى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نورالله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مرقده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بالفارسية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>)) (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) (1281).</w:t>
      </w:r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ابتداء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آمنه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-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سزاوار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310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زجاج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تلميذ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مبرد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ثعلب</w:t>
      </w:r>
      <w:r>
        <w:rPr>
          <w:rtl/>
          <w:lang w:bidi="fa-IR"/>
        </w:rPr>
        <w:t xml:space="preserve"> ).</w:t>
      </w:r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بعثت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 w:rsidR="00F25633" w:rsidRPr="00F25633">
        <w:rPr>
          <w:rStyle w:val="libAlaemChar"/>
          <w:rFonts w:hint="cs"/>
          <w:rtl/>
        </w:rPr>
        <w:t>عليها‌السلام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روزه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خيرات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زيارتى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زادالعماد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ابطح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ميرساند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باويگوكه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نيامدن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تقديرات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بدرستيكه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مباهات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رختخواب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ميباشم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مفارقت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ميگريست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ميرساند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ميكائيل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ميگشودم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بنشين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يكخوشه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يكخوشه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ميريخت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ميكايئل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اسرافيل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ظرفها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جائز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بمنزل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ميآويختم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ميخوابيدم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خاموش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ميكردم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ميكوبد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-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ديگريرا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كوبيدن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؟</w:t>
      </w:r>
    </w:p>
    <w:p w:rsidR="0032648E" w:rsidRDefault="0032648E" w:rsidP="00D4630D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افزاى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رختخواب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برختخواب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(</w:t>
      </w:r>
      <w:r w:rsidR="00D4630D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يافتم</w:t>
      </w:r>
      <w:r w:rsidR="00FE2974">
        <w:rPr>
          <w:rtl/>
          <w:lang w:bidi="fa-IR"/>
        </w:rPr>
        <w:t>.</w:t>
      </w:r>
    </w:p>
    <w:p w:rsidR="0032648E" w:rsidRDefault="0032648E" w:rsidP="00FE5A07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صدوق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روايتكرده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سؤال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مزاوجت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نميگذاشتند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جزع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ميگوئى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ميمنت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پيشوايان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انقضاى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خيلفه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احساس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يتيم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آئيم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نميشويم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بترسيد،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ظهيران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توئيم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ساره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زوجه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آسيه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مزاحم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كلثوم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خواهر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نمائيم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يكطرف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نشستند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بحديكه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روشن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روشن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حورالعين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ابريقى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ابريقهاى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كوثر،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سفيدتر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خوشبوتر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مقنعه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اشهدان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سيدالانبياء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الاوصياء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الاسباط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روشنى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اطفال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اطفال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آنمضلومه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(9)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حقتعالى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صديقه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معصومه</w:t>
      </w:r>
      <w:r w:rsidR="00FE2974">
        <w:rPr>
          <w:rtl/>
          <w:lang w:bidi="fa-IR"/>
        </w:rPr>
        <w:t>،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مباركه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معجزات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غيرها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طاهره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نقصى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زكيه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خيرات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راضيه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بقضاى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مرضيه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محدثه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زهراء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معنوى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سطرى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اكتفا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</w:p>
    <w:p w:rsidR="0032648E" w:rsidRDefault="0032648E" w:rsidP="00FE5A07">
      <w:pPr>
        <w:pStyle w:val="libNormal"/>
      </w:pP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 w:rsidR="00FE5A07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فاطمه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شادگرداند،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شادگردانيده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عزيزترين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عايشه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مرحبا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ميبوسيد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مينشاند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مرحبا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ميبوسيد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وسجود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ايمادر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يانبى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الجارثم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الدار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همسايه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حميرى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امثال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پختن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امثال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A269E1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ثعلبى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(</w:t>
      </w:r>
      <w:r w:rsidR="00A269E1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تلخيهاى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حلاوتهاى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ولسوف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يعطيك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فترضى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منقولستكه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 w:rsidR="00FE2974">
        <w:rPr>
          <w:rtl/>
          <w:lang w:bidi="fa-IR"/>
        </w:rPr>
        <w:t>،</w:t>
      </w:r>
      <w:r>
        <w:rPr>
          <w:rFonts w:hint="cs"/>
          <w:rtl/>
          <w:lang w:bidi="fa-IR"/>
        </w:rPr>
        <w:t>آنقدر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چسبانيد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ذرية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؟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نتوانستند،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367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مسئله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مضحك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سئوال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يهودى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بنصرانية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فولدت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لداجسمه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للبشر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للبقر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اشربوا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النصرانية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يسحباعلى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(( </w:t>
      </w:r>
      <w:r>
        <w:rPr>
          <w:rFonts w:hint="cs"/>
          <w:rtl/>
          <w:lang w:bidi="fa-IR"/>
        </w:rPr>
        <w:t>يامن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دائبا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معظلة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سخيفة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الابيات</w:t>
      </w:r>
      <w:r>
        <w:rPr>
          <w:rtl/>
          <w:lang w:bidi="fa-IR"/>
        </w:rPr>
        <w:t xml:space="preserve"> ))</w:t>
      </w:r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قحافه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6136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هبوط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قبل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بنويسد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معدلت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انحراف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طلحه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بترس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غليظى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نجاند؟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نشانيدند،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طلحه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خطاب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؟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آشكارش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ماهمگان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فاضلتر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نائب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بپرداز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موعظه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بحاضرين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ايمردمان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كاشتم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استكبار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استنكارى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</w:t>
      </w:r>
      <w:r w:rsidR="00FE2974">
        <w:rPr>
          <w:rtl/>
          <w:lang w:bidi="fa-IR"/>
        </w:rPr>
        <w:t>،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نتابيم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مردمان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ميگذرد،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حنوط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سپاريد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حنوط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بمضجع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طلحه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جسدش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حكومت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ابوقحافه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نودوهفت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نودونه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هند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lastRenderedPageBreak/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676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الفقهاء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شيخنا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شاءنش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بگنجد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فما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لمثله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التوصيف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تزكيته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جارح</w:t>
      </w:r>
      <w:r w:rsidR="00FE2974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3"/>
        <w:gridCol w:w="268"/>
        <w:gridCol w:w="3321"/>
      </w:tblGrid>
      <w:tr w:rsidR="00A269E1" w:rsidTr="00C07EC5">
        <w:trPr>
          <w:trHeight w:val="350"/>
        </w:trPr>
        <w:tc>
          <w:tcPr>
            <w:tcW w:w="3920" w:type="dxa"/>
            <w:shd w:val="clear" w:color="auto" w:fill="auto"/>
          </w:tcPr>
          <w:p w:rsidR="00A269E1" w:rsidRDefault="00A269E1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تجاوز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المدح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حتى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269E1" w:rsidRDefault="00A269E1" w:rsidP="00C07EC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269E1" w:rsidRDefault="00A269E1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ياحسن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يتنى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عليه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يعياب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زبدة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المحققين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</w:t>
      </w:r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771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المحققين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المدققين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العلامه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ايضاح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القواعد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يعظمه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تصنيفاته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الاجتهاد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العاشرة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الشريف</w:t>
      </w:r>
      <w:r>
        <w:rPr>
          <w:rtl/>
          <w:lang w:bidi="fa-IR"/>
        </w:rPr>
        <w:t xml:space="preserve"> ))</w:t>
      </w:r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1320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استادناالاكمل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الفقهاء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المحدثين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غواص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اندرست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الاثار،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تصانيف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رائقه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گنجايش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وسائل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مزار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مصنفاتش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فوائد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غالبا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مرغوبى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ايوانهاى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رحمته</w:t>
      </w:r>
      <w:r w:rsidR="00FE2974">
        <w:rPr>
          <w:rtl/>
          <w:lang w:bidi="fa-IR"/>
        </w:rPr>
        <w:t>.</w:t>
      </w:r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باتفاق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كلينى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مسعودى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تقريبا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بمنصب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توقف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معتصم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واثق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منتصر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>.</w:t>
      </w:r>
    </w:p>
    <w:p w:rsidR="0032648E" w:rsidRDefault="0032648E" w:rsidP="00A269E1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غريب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 (</w:t>
      </w:r>
      <w:r w:rsidR="00A269E1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جمعى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اعتزاض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احكام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مسعودى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الذهب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ماذالقينا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الاثنين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حديثا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سامراء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>.</w:t>
      </w:r>
    </w:p>
    <w:p w:rsidR="0032648E" w:rsidRDefault="0032648E" w:rsidP="00A269E1">
      <w:pPr>
        <w:pStyle w:val="libNormal"/>
      </w:pP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اذيتهائى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پليد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علويين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(</w:t>
      </w:r>
      <w:r w:rsidR="00A269E1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بگنجد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بمختصرى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اشارتى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.</w:t>
      </w:r>
    </w:p>
    <w:p w:rsidR="0032648E" w:rsidRDefault="0032648E" w:rsidP="00A269E1">
      <w:pPr>
        <w:pStyle w:val="libNormal"/>
      </w:pP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المسعودى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نقى</w:t>
      </w:r>
      <w:r>
        <w:rPr>
          <w:rtl/>
          <w:lang w:bidi="fa-IR"/>
        </w:rPr>
        <w:t xml:space="preserve"> (</w:t>
      </w:r>
      <w:r w:rsidR="00A269E1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سعايت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كاغذهاى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32648E" w:rsidRDefault="0032648E" w:rsidP="00A269E1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تفتيش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A269E1">
      <w:pPr>
        <w:pStyle w:val="libNormal"/>
      </w:pP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 w:rsidR="00A269E1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خوذ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نيافتيم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معصوم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حاليكه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پهلوى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معفو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معفو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الرواية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للشعر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بيوفائى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5"/>
        <w:gridCol w:w="268"/>
        <w:gridCol w:w="3299"/>
      </w:tblGrid>
      <w:tr w:rsidR="00A269E1" w:rsidTr="00C07EC5">
        <w:trPr>
          <w:trHeight w:val="350"/>
        </w:trPr>
        <w:tc>
          <w:tcPr>
            <w:tcW w:w="3920" w:type="dxa"/>
            <w:shd w:val="clear" w:color="auto" w:fill="auto"/>
          </w:tcPr>
          <w:p w:rsidR="00A269E1" w:rsidRDefault="00A269E1" w:rsidP="00A269E1">
            <w:pPr>
              <w:pStyle w:val="libPoem"/>
            </w:pPr>
            <w:r>
              <w:rPr>
                <w:rtl/>
                <w:lang w:bidi="fa-IR"/>
              </w:rPr>
              <w:t>((</w:t>
            </w:r>
            <w:r>
              <w:rPr>
                <w:rFonts w:hint="cs"/>
                <w:rtl/>
                <w:lang w:bidi="fa-IR"/>
              </w:rPr>
              <w:t>باتوا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قلل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جبال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تحرسهم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269E1" w:rsidRDefault="00A269E1" w:rsidP="00C07EC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269E1" w:rsidRDefault="00A269E1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غلب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الرجال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اغناهم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القلل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باندازه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391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هاج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پائين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بنويسند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ذراعيه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بالوصيد</w:t>
      </w:r>
      <w:r>
        <w:rPr>
          <w:rtl/>
          <w:lang w:bidi="fa-IR"/>
        </w:rPr>
        <w:t xml:space="preserve">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النجف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گنجايش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متبحر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دارالسلام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يتعلق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بالرؤ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الجزاء</w:t>
      </w:r>
      <w:r>
        <w:rPr>
          <w:rtl/>
          <w:lang w:bidi="fa-IR"/>
        </w:rPr>
        <w:t>.</w:t>
      </w:r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590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شاطبى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موسومه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حرزاليمانى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لنهانى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شاطبى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شاطبه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اندلس</w:t>
      </w:r>
      <w:r>
        <w:rPr>
          <w:rtl/>
          <w:lang w:bidi="fa-IR"/>
        </w:rPr>
        <w:t xml:space="preserve"> )</w:t>
      </w:r>
      <w:r w:rsidR="00FE2974">
        <w:rPr>
          <w:rtl/>
          <w:lang w:bidi="fa-IR"/>
        </w:rPr>
        <w:t>.</w:t>
      </w:r>
    </w:p>
    <w:p w:rsidR="0032648E" w:rsidRDefault="0032648E" w:rsidP="00FE5A07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126: (</w:t>
      </w:r>
      <w:r>
        <w:rPr>
          <w:rFonts w:hint="cs"/>
          <w:rtl/>
          <w:lang w:bidi="fa-IR"/>
        </w:rPr>
        <w:t>وليدبن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وليد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پليد،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بدكيش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بفسق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فجور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ملتزم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بظواهر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انواع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فسق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فجور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اشتغال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طرب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ميآشاميد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پديدار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دوليد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آويخت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حيوة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الحويان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يكروز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وليد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استفتحوا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عنيد</w:t>
      </w:r>
      <w:r>
        <w:rPr>
          <w:rtl/>
          <w:lang w:bidi="fa-IR"/>
        </w:rPr>
        <w:t xml:space="preserve">))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5"/>
        <w:gridCol w:w="268"/>
        <w:gridCol w:w="3299"/>
      </w:tblGrid>
      <w:tr w:rsidR="00A269E1" w:rsidTr="00A269E1">
        <w:trPr>
          <w:trHeight w:val="350"/>
        </w:trPr>
        <w:tc>
          <w:tcPr>
            <w:tcW w:w="3355" w:type="dxa"/>
            <w:shd w:val="clear" w:color="auto" w:fill="auto"/>
          </w:tcPr>
          <w:p w:rsidR="00A269E1" w:rsidRDefault="00A269E1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تهددنى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بجبار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A269E1" w:rsidRDefault="00A269E1" w:rsidP="00C07EC5">
            <w:pPr>
              <w:pStyle w:val="libPoem"/>
              <w:rPr>
                <w:rtl/>
              </w:rPr>
            </w:pPr>
          </w:p>
        </w:tc>
        <w:tc>
          <w:tcPr>
            <w:tcW w:w="3299" w:type="dxa"/>
            <w:shd w:val="clear" w:color="auto" w:fill="auto"/>
          </w:tcPr>
          <w:p w:rsidR="00A269E1" w:rsidRDefault="00A269E1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اناذاك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جبار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69E1" w:rsidTr="00A269E1">
        <w:tblPrEx>
          <w:tblLook w:val="04A0"/>
        </w:tblPrEx>
        <w:trPr>
          <w:trHeight w:val="350"/>
        </w:trPr>
        <w:tc>
          <w:tcPr>
            <w:tcW w:w="3355" w:type="dxa"/>
          </w:tcPr>
          <w:p w:rsidR="00A269E1" w:rsidRDefault="00A269E1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اذما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جئت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ربك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يوم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269E1" w:rsidRDefault="00A269E1" w:rsidP="00C07EC5">
            <w:pPr>
              <w:pStyle w:val="libPoem"/>
              <w:rPr>
                <w:rtl/>
              </w:rPr>
            </w:pPr>
          </w:p>
        </w:tc>
        <w:tc>
          <w:tcPr>
            <w:tcW w:w="3299" w:type="dxa"/>
          </w:tcPr>
          <w:p w:rsidR="00A269E1" w:rsidRDefault="00A269E1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فقل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يارب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مزقنى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الوليد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حكايت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تعشق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نصرانيه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عائشه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منكوحه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فاسق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زنديق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خميس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ليكونن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لقومه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عياض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وليد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متواتر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منصوصند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قرمانى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وليد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مبتلا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السجاد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جوزجان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بنحويكه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 w:rsidR="00FE2974">
        <w:rPr>
          <w:rtl/>
          <w:lang w:bidi="fa-IR"/>
        </w:rPr>
        <w:t>.</w:t>
      </w:r>
    </w:p>
    <w:p w:rsidR="0032648E" w:rsidRDefault="0032648E" w:rsidP="00EE14F2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30</w:t>
      </w:r>
    </w:p>
    <w:p w:rsidR="0032648E" w:rsidRDefault="0032648E" w:rsidP="00A269E1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198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سفيان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عينيه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سفيان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(</w:t>
      </w:r>
      <w:r w:rsidR="00A269E1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برانگيخت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501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صدقه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شجاع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خائفان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اخلاص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سلسله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498: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بلدار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سيفيه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اصبغ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نباته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مرويستكه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مسافرت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صفين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بابل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ميبريد،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؟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سيفيه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گويند،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 w:rsidR="00FE2974">
        <w:rPr>
          <w:rtl/>
          <w:lang w:bidi="fa-IR"/>
        </w:rPr>
        <w:t>:</w:t>
      </w:r>
    </w:p>
    <w:p w:rsidR="00EE14F2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EE14F2" w:rsidP="0032648E">
      <w:pPr>
        <w:pStyle w:val="libNormal"/>
      </w:pPr>
      <w:r>
        <w:rPr>
          <w:rtl/>
          <w:lang w:bidi="fa-IR"/>
        </w:rPr>
        <w:br w:type="page"/>
      </w:r>
    </w:p>
    <w:p w:rsidR="0032648E" w:rsidRDefault="0032648E" w:rsidP="00A269E1">
      <w:pPr>
        <w:pStyle w:val="libBold1"/>
      </w:pPr>
      <w:r>
        <w:rPr>
          <w:rFonts w:hint="cs"/>
          <w:rtl/>
          <w:lang w:bidi="fa-IR"/>
        </w:rPr>
        <w:t>پاورقى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76-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علامت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السفاح</w:t>
      </w:r>
      <w:r>
        <w:rPr>
          <w:rtl/>
          <w:lang w:bidi="fa-IR"/>
        </w:rPr>
        <w:t xml:space="preserve"> 2 - </w:t>
      </w:r>
      <w:r>
        <w:rPr>
          <w:rFonts w:hint="cs"/>
          <w:rtl/>
          <w:lang w:bidi="fa-IR"/>
        </w:rPr>
        <w:t>ابوجعفر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3 - 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4 - </w:t>
      </w:r>
      <w:r>
        <w:rPr>
          <w:rFonts w:hint="cs"/>
          <w:rtl/>
          <w:lang w:bidi="fa-IR"/>
        </w:rPr>
        <w:t>هادى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5 -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مهدى</w:t>
      </w:r>
      <w:r>
        <w:rPr>
          <w:rtl/>
          <w:lang w:bidi="fa-IR"/>
        </w:rPr>
        <w:t xml:space="preserve"> 6 -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) 7 - 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8 - </w:t>
      </w:r>
      <w:r>
        <w:rPr>
          <w:rFonts w:hint="cs"/>
          <w:rtl/>
          <w:lang w:bidi="fa-IR"/>
        </w:rPr>
        <w:t>معتصم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هاورن</w:t>
      </w:r>
      <w:r>
        <w:rPr>
          <w:rtl/>
          <w:lang w:bidi="fa-IR"/>
        </w:rPr>
        <w:t xml:space="preserve"> 9- </w:t>
      </w:r>
      <w:r>
        <w:rPr>
          <w:rFonts w:hint="cs"/>
          <w:rtl/>
          <w:lang w:bidi="fa-IR"/>
        </w:rPr>
        <w:t>واثق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معتثم</w:t>
      </w:r>
      <w:r>
        <w:rPr>
          <w:rtl/>
          <w:lang w:bidi="fa-IR"/>
        </w:rPr>
        <w:t xml:space="preserve"> 10 - 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معتصم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) 11 - </w:t>
      </w:r>
      <w:r>
        <w:rPr>
          <w:rFonts w:hint="cs"/>
          <w:rtl/>
          <w:lang w:bidi="fa-IR"/>
        </w:rPr>
        <w:t>مستنصر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12 - </w:t>
      </w:r>
      <w:r>
        <w:rPr>
          <w:rFonts w:hint="cs"/>
          <w:rtl/>
          <w:lang w:bidi="fa-IR"/>
        </w:rPr>
        <w:t>مستعين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معتصم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13 - </w:t>
      </w:r>
      <w:r>
        <w:rPr>
          <w:rFonts w:hint="cs"/>
          <w:rtl/>
          <w:lang w:bidi="fa-IR"/>
        </w:rPr>
        <w:t>معتز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) 14 - </w:t>
      </w:r>
      <w:r>
        <w:rPr>
          <w:rFonts w:hint="cs"/>
          <w:rtl/>
          <w:lang w:bidi="fa-IR"/>
        </w:rPr>
        <w:t>مهتدى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الواثق</w:t>
      </w:r>
      <w:r>
        <w:rPr>
          <w:rtl/>
          <w:lang w:bidi="fa-IR"/>
        </w:rPr>
        <w:t xml:space="preserve"> 15 - </w:t>
      </w:r>
      <w:r>
        <w:rPr>
          <w:rFonts w:hint="cs"/>
          <w:rtl/>
          <w:lang w:bidi="fa-IR"/>
        </w:rPr>
        <w:t>معتمد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المتوكل</w:t>
      </w:r>
      <w:r>
        <w:rPr>
          <w:rtl/>
          <w:lang w:bidi="fa-IR"/>
        </w:rPr>
        <w:t xml:space="preserve"> 16 - </w:t>
      </w:r>
      <w:r>
        <w:rPr>
          <w:rFonts w:hint="cs"/>
          <w:rtl/>
          <w:lang w:bidi="fa-IR"/>
        </w:rPr>
        <w:t>معتضد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طلحة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) 17 - </w:t>
      </w:r>
      <w:r>
        <w:rPr>
          <w:rFonts w:hint="cs"/>
          <w:rtl/>
          <w:lang w:bidi="fa-IR"/>
        </w:rPr>
        <w:t>مكنفى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المعتمد</w:t>
      </w:r>
      <w:r>
        <w:rPr>
          <w:rtl/>
          <w:lang w:bidi="fa-IR"/>
        </w:rPr>
        <w:t xml:space="preserve"> 18 - </w:t>
      </w:r>
      <w:r>
        <w:rPr>
          <w:rFonts w:hint="cs"/>
          <w:rtl/>
          <w:lang w:bidi="fa-IR"/>
        </w:rPr>
        <w:t>مقتدر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المعتضدر</w:t>
      </w:r>
      <w:r>
        <w:rPr>
          <w:rtl/>
          <w:lang w:bidi="fa-IR"/>
        </w:rPr>
        <w:t xml:space="preserve"> 19 - </w:t>
      </w:r>
      <w:r>
        <w:rPr>
          <w:rFonts w:hint="cs"/>
          <w:rtl/>
          <w:lang w:bidi="fa-IR"/>
        </w:rPr>
        <w:t>قاهر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المعتضد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20 - </w:t>
      </w:r>
      <w:r>
        <w:rPr>
          <w:rFonts w:hint="cs"/>
          <w:rtl/>
          <w:lang w:bidi="fa-IR"/>
        </w:rPr>
        <w:t>راضى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المقتدر</w:t>
      </w:r>
      <w:r>
        <w:rPr>
          <w:rtl/>
          <w:lang w:bidi="fa-IR"/>
        </w:rPr>
        <w:t xml:space="preserve"> 21 - </w:t>
      </w:r>
      <w:r>
        <w:rPr>
          <w:rFonts w:hint="cs"/>
          <w:rtl/>
          <w:lang w:bidi="fa-IR"/>
        </w:rPr>
        <w:t>متقى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المقتدر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22 - </w:t>
      </w:r>
      <w:r>
        <w:rPr>
          <w:rFonts w:hint="cs"/>
          <w:rtl/>
          <w:lang w:bidi="fa-IR"/>
        </w:rPr>
        <w:t>مستكفى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مكتفى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23 - </w:t>
      </w:r>
      <w:r>
        <w:rPr>
          <w:rFonts w:hint="cs"/>
          <w:rtl/>
          <w:lang w:bidi="fa-IR"/>
        </w:rPr>
        <w:t>مطيع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المقتدر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24 - </w:t>
      </w:r>
      <w:r>
        <w:rPr>
          <w:rFonts w:hint="cs"/>
          <w:rtl/>
          <w:lang w:bidi="fa-IR"/>
        </w:rPr>
        <w:t>طايع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مطيع</w:t>
      </w:r>
      <w:r>
        <w:rPr>
          <w:rtl/>
          <w:lang w:bidi="fa-IR"/>
        </w:rPr>
        <w:t xml:space="preserve"> 25 -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مقتدر</w:t>
      </w:r>
      <w:r>
        <w:rPr>
          <w:rtl/>
          <w:lang w:bidi="fa-IR"/>
        </w:rPr>
        <w:t xml:space="preserve"> 26- </w:t>
      </w:r>
      <w:r>
        <w:rPr>
          <w:rFonts w:hint="cs"/>
          <w:rtl/>
          <w:lang w:bidi="fa-IR"/>
        </w:rPr>
        <w:t>قائم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القادر</w:t>
      </w:r>
      <w:r>
        <w:rPr>
          <w:rtl/>
          <w:lang w:bidi="fa-IR"/>
        </w:rPr>
        <w:t xml:space="preserve"> 27 - </w:t>
      </w:r>
      <w:r>
        <w:rPr>
          <w:rFonts w:hint="cs"/>
          <w:rtl/>
          <w:lang w:bidi="fa-IR"/>
        </w:rPr>
        <w:t>مقتدى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قائم</w:t>
      </w:r>
      <w:r>
        <w:rPr>
          <w:rtl/>
          <w:lang w:bidi="fa-IR"/>
        </w:rPr>
        <w:t xml:space="preserve"> 28 - </w:t>
      </w:r>
      <w:r>
        <w:rPr>
          <w:rFonts w:hint="cs"/>
          <w:rtl/>
          <w:lang w:bidi="fa-IR"/>
        </w:rPr>
        <w:t>مستظهر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المقتدى</w:t>
      </w:r>
      <w:r>
        <w:rPr>
          <w:rtl/>
          <w:lang w:bidi="fa-IR"/>
        </w:rPr>
        <w:t xml:space="preserve"> 29 - </w:t>
      </w:r>
      <w:r>
        <w:rPr>
          <w:rFonts w:hint="cs"/>
          <w:rtl/>
          <w:lang w:bidi="fa-IR"/>
        </w:rPr>
        <w:t>مستر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مستظهر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) 30 - </w:t>
      </w:r>
      <w:r>
        <w:rPr>
          <w:rFonts w:hint="cs"/>
          <w:rtl/>
          <w:lang w:bidi="fa-IR"/>
        </w:rPr>
        <w:t>راشد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) 31 - </w:t>
      </w:r>
      <w:r>
        <w:rPr>
          <w:rFonts w:hint="cs"/>
          <w:rtl/>
          <w:lang w:bidi="fa-IR"/>
        </w:rPr>
        <w:t>مقتضى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مستظهر</w:t>
      </w:r>
      <w:r>
        <w:rPr>
          <w:rtl/>
          <w:lang w:bidi="fa-IR"/>
        </w:rPr>
        <w:t xml:space="preserve"> 32 - </w:t>
      </w:r>
      <w:r>
        <w:rPr>
          <w:rFonts w:hint="cs"/>
          <w:rtl/>
          <w:lang w:bidi="fa-IR"/>
        </w:rPr>
        <w:t>مستنجدبالله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مقتضى</w:t>
      </w:r>
      <w:r>
        <w:rPr>
          <w:rtl/>
          <w:lang w:bidi="fa-IR"/>
        </w:rPr>
        <w:t xml:space="preserve"> 33 - </w:t>
      </w:r>
      <w:r>
        <w:rPr>
          <w:rFonts w:hint="cs"/>
          <w:rtl/>
          <w:lang w:bidi="fa-IR"/>
        </w:rPr>
        <w:t>مستضئى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مستنجد</w:t>
      </w:r>
      <w:r>
        <w:rPr>
          <w:rtl/>
          <w:lang w:bidi="fa-IR"/>
        </w:rPr>
        <w:t xml:space="preserve"> 34 - </w:t>
      </w:r>
      <w:r>
        <w:rPr>
          <w:rFonts w:hint="cs"/>
          <w:rtl/>
          <w:lang w:bidi="fa-IR"/>
        </w:rPr>
        <w:t>ناصر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المستضئى</w:t>
      </w:r>
      <w:r>
        <w:rPr>
          <w:rtl/>
          <w:lang w:bidi="fa-IR"/>
        </w:rPr>
        <w:t xml:space="preserve"> 35- </w:t>
      </w:r>
      <w:r>
        <w:rPr>
          <w:rFonts w:hint="cs"/>
          <w:rtl/>
          <w:lang w:bidi="fa-IR"/>
        </w:rPr>
        <w:t>الظاهر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الناصر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) 36 - </w:t>
      </w:r>
      <w:r>
        <w:rPr>
          <w:rFonts w:hint="cs"/>
          <w:rtl/>
          <w:lang w:bidi="fa-IR"/>
        </w:rPr>
        <w:t>مستنصر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37 - </w:t>
      </w:r>
      <w:r>
        <w:rPr>
          <w:rFonts w:hint="cs"/>
          <w:rtl/>
          <w:lang w:bidi="fa-IR"/>
        </w:rPr>
        <w:t>مستعصم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مستنصر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77- (</w:t>
      </w:r>
      <w:r>
        <w:rPr>
          <w:rFonts w:hint="cs"/>
          <w:rtl/>
          <w:lang w:bidi="fa-IR"/>
        </w:rPr>
        <w:t>سخاوى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سخا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>).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32648E" w:rsidRDefault="0032648E" w:rsidP="00A269E1">
      <w:pPr>
        <w:pStyle w:val="libNormal"/>
      </w:pPr>
      <w:r>
        <w:rPr>
          <w:rtl/>
          <w:lang w:bidi="fa-IR"/>
        </w:rPr>
        <w:t xml:space="preserve">78-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: 1 - 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2 -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3 -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4 -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(</w:t>
      </w:r>
      <w:r w:rsidR="00A269E1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5 -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6 -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ابيطالب</w:t>
      </w:r>
      <w:r>
        <w:rPr>
          <w:rtl/>
          <w:lang w:bidi="fa-IR"/>
        </w:rPr>
        <w:t xml:space="preserve"> 7 - </w:t>
      </w:r>
      <w:r>
        <w:rPr>
          <w:rFonts w:hint="cs"/>
          <w:rtl/>
          <w:lang w:bidi="fa-IR"/>
        </w:rPr>
        <w:t>ابوعبيده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جراح</w:t>
      </w:r>
      <w:r>
        <w:rPr>
          <w:rtl/>
          <w:lang w:bidi="fa-IR"/>
        </w:rPr>
        <w:t xml:space="preserve"> 8 -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مظعون</w:t>
      </w:r>
      <w:r>
        <w:rPr>
          <w:rtl/>
          <w:lang w:bidi="fa-IR"/>
        </w:rPr>
        <w:t xml:space="preserve"> 9 - </w:t>
      </w:r>
      <w:r>
        <w:rPr>
          <w:rFonts w:hint="cs"/>
          <w:rtl/>
          <w:lang w:bidi="fa-IR"/>
        </w:rPr>
        <w:t>عبدالرحمن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عوف</w:t>
      </w:r>
      <w:r>
        <w:rPr>
          <w:rtl/>
          <w:lang w:bidi="fa-IR"/>
        </w:rPr>
        <w:t xml:space="preserve"> 10 - </w:t>
      </w:r>
      <w:r>
        <w:rPr>
          <w:rFonts w:hint="cs"/>
          <w:rtl/>
          <w:lang w:bidi="fa-IR"/>
        </w:rPr>
        <w:t>سعدبن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وقاص</w:t>
      </w:r>
      <w:r>
        <w:rPr>
          <w:rtl/>
          <w:lang w:bidi="fa-IR"/>
        </w:rPr>
        <w:t xml:space="preserve"> 11 - </w:t>
      </w:r>
      <w:r>
        <w:rPr>
          <w:rFonts w:hint="cs"/>
          <w:rtl/>
          <w:lang w:bidi="fa-IR"/>
        </w:rPr>
        <w:t>طلحه</w:t>
      </w:r>
      <w:r>
        <w:rPr>
          <w:rtl/>
          <w:lang w:bidi="fa-IR"/>
        </w:rPr>
        <w:t xml:space="preserve"> 12 - </w:t>
      </w:r>
      <w:r>
        <w:rPr>
          <w:rFonts w:hint="cs"/>
          <w:rtl/>
          <w:lang w:bidi="fa-IR"/>
        </w:rPr>
        <w:t>زبير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حواريين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طلحه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عبدالرحمن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</w:t>
      </w:r>
    </w:p>
    <w:p w:rsidR="00A269E1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79-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المعتزلى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النهج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المسعودى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الحنفيه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يحرقهم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حطبا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الجدلى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المختار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الهاشميين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الكعبة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المسعودى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ليحرقهم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الاتنتشر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يختلف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يدخلوا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تاخروا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ليحرق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</w:t>
      </w:r>
      <w:r>
        <w:rPr>
          <w:rtl/>
          <w:lang w:bidi="fa-IR"/>
        </w:rPr>
        <w:t xml:space="preserve"> )</w:t>
      </w:r>
    </w:p>
    <w:p w:rsidR="0032648E" w:rsidRDefault="00A269E1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2648E" w:rsidRDefault="0032648E" w:rsidP="00EE14F2">
      <w:pPr>
        <w:pStyle w:val="Heading2"/>
      </w:pPr>
      <w:bookmarkStart w:id="17" w:name="_Toc460920958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يازدهم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bookmarkEnd w:id="17"/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CD56CC">
      <w:pPr>
        <w:pStyle w:val="libBold1"/>
      </w:pP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 w:rsidR="00EE14F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جاهليت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محترم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اصب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ميگويند،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اينماه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خصوصيتى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يامن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السائلين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‌))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هرروز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خاب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الوافدون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غيرك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الشاكرين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صعصعه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ياذلمنن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السبغة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‌))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بمعانى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مايدعوك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‌))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ششم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نائب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بالمولودين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‌))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الحمدلله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اوليائه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‌))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يامن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ارجوه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</w:t>
      </w:r>
      <w:r>
        <w:rPr>
          <w:rtl/>
          <w:lang w:bidi="fa-IR"/>
        </w:rPr>
        <w:t>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نهم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)) </w:t>
      </w:r>
      <w:r>
        <w:rPr>
          <w:rFonts w:hint="cs"/>
          <w:rtl/>
          <w:lang w:bidi="fa-IR"/>
        </w:rPr>
        <w:t>استغفر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بصدقه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مغفرت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يازدهم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استغفر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اغفرلى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دوازدهم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))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سيزدهم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هفتمرتبه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پنجمرتبه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استغفر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واسئله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التوبة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چهاردهم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ينبغى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العزو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پانزدهم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ايهاالكافرون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شانزدهم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هفدهم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ايهاالكافرون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هيجدهم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استغفرالله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ذالجلال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الاكرام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الذنوب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الاثام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نيامرزم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نوزدهم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پنجشبنه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بنويسد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بيستم</w:t>
      </w:r>
      <w:r>
        <w:rPr>
          <w:rtl/>
          <w:lang w:bidi="fa-IR"/>
        </w:rPr>
        <w:t xml:space="preserve"> -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حاشيه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مصباح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فاتحه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تسبيحات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لاحول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الرغائب</w:t>
      </w:r>
      <w:r>
        <w:rPr>
          <w:rtl/>
          <w:lang w:bidi="fa-IR"/>
        </w:rPr>
        <w:t xml:space="preserve"> )</w:t>
      </w:r>
      <w:r w:rsidRPr="004109B9">
        <w:rPr>
          <w:rStyle w:val="libFootnotenumChar"/>
          <w:rtl/>
        </w:rPr>
        <w:t>(80)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ميگذارى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اناانزلناه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ميخوانى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فارغشدى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ميگوئى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آله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ميگوئى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تجاوز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عماتعلم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الاعظم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ميگوئى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سبوح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الملائكة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الروح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ميطلبى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انشاءالله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 w:rsidR="00FE2974">
        <w:rPr>
          <w:rtl/>
          <w:lang w:bidi="fa-IR"/>
        </w:rPr>
        <w:t>.</w:t>
      </w:r>
    </w:p>
    <w:p w:rsidR="006C4A9A" w:rsidRDefault="0032648E" w:rsidP="006F494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>(</w:t>
      </w:r>
      <w:r w:rsidR="006F4948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مندوب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اختصاصى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چناچنه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منقولستكه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فليحسن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العفومن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عندك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6C4A9A" w:rsidP="0032648E">
      <w:pPr>
        <w:pStyle w:val="libNormal"/>
      </w:pPr>
      <w:r>
        <w:rPr>
          <w:rtl/>
          <w:lang w:bidi="fa-IR"/>
        </w:rPr>
        <w:br w:type="page"/>
      </w:r>
    </w:p>
    <w:p w:rsidR="0032648E" w:rsidRDefault="0032648E" w:rsidP="00CD56CC">
      <w:pPr>
        <w:pStyle w:val="libBold1"/>
      </w:pP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EE14F2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غسل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والسلامة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عزوجل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احياء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5 -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محفوظ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خاطف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6 -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جواد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مليك</w:t>
      </w:r>
      <w:r w:rsidR="00FE2974">
        <w:rPr>
          <w:rtl/>
          <w:lang w:bidi="fa-IR"/>
        </w:rPr>
        <w:t>،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‌))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7 -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موسوى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اطعمتك</w:t>
      </w:r>
      <w:r w:rsidR="00FE2974">
        <w:rPr>
          <w:rtl/>
          <w:lang w:bidi="fa-IR"/>
        </w:rPr>
        <w:t>،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‌))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8 -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الحمدالله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ينفذخزائنه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‌))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هادى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ميخوانده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النور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متابعت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مينمايم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جحد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F018D3" w:rsidRPr="007A6686">
        <w:rPr>
          <w:rStyle w:val="libAlaemChar"/>
          <w:rFonts w:hint="cs"/>
          <w:rtl/>
          <w:lang w:bidi="fa-IR"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مرويستكه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غسل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منقولستكه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بيامرزد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هدية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الزائرين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ياالله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‌))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5 - </w:t>
      </w:r>
      <w:r>
        <w:rPr>
          <w:rFonts w:hint="cs"/>
          <w:rtl/>
          <w:lang w:bidi="fa-IR"/>
        </w:rPr>
        <w:t>شروع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بدينطريق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ايهاالكافرون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لااله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لامانع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معطى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الجد</w:t>
      </w:r>
      <w:r>
        <w:rPr>
          <w:rtl/>
          <w:lang w:bidi="fa-IR"/>
        </w:rPr>
        <w:t>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بنحويكه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بكيفيتى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داماد</w:t>
      </w:r>
      <w:r>
        <w:rPr>
          <w:rtl/>
          <w:lang w:bidi="fa-IR"/>
        </w:rPr>
        <w:t xml:space="preserve">) - </w:t>
      </w:r>
      <w:r>
        <w:rPr>
          <w:rFonts w:hint="cs"/>
          <w:rtl/>
          <w:lang w:bidi="fa-IR"/>
        </w:rPr>
        <w:t>عطرالله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مرقده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دحوالارض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25 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العقده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واكد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منسونه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موكد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محثوث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57: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آنجانبرا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110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صوفيه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اعتقاد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منحرف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طاهرين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الفتى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(81)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سامرى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محزون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وغمنده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حماره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مكالمه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مراجعت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مبغض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منافرت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بطوريكه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جالس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بفاصله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فرزدق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جرير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شاعر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فرزدق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جرير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البقاء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بصاحبه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الاوتبعه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صاحبه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جرير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 w:rsidR="00FE2974">
        <w:rPr>
          <w:rtl/>
          <w:lang w:bidi="fa-IR"/>
        </w:rPr>
        <w:t>.</w:t>
      </w:r>
      <w:r w:rsidRPr="004109B9">
        <w:rPr>
          <w:rStyle w:val="libFootnotenumChar"/>
          <w:rtl/>
        </w:rPr>
        <w:t>(82)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ابوعبيده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تصنيفات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211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راءى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ابوعبيده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ستونها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ابونواس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ابوعبيده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C07EC5" w:rsidTr="00C07EC5">
        <w:trPr>
          <w:trHeight w:val="350"/>
        </w:trPr>
        <w:tc>
          <w:tcPr>
            <w:tcW w:w="3344" w:type="dxa"/>
            <w:shd w:val="clear" w:color="auto" w:fill="auto"/>
          </w:tcPr>
          <w:p w:rsidR="00C07EC5" w:rsidRDefault="00C07EC5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صلى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لوط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شيعته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ابا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عبيدة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امينا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C5" w:rsidTr="00C07EC5">
        <w:tblPrEx>
          <w:tblLook w:val="04A0"/>
        </w:tblPrEx>
        <w:trPr>
          <w:trHeight w:val="350"/>
        </w:trPr>
        <w:tc>
          <w:tcPr>
            <w:tcW w:w="3344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فانت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بلاشك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بقيتهم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منذا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حتلمت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وقدجاوزت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سبعينا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ابوعبيده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ابونواس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ابوعبيده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lastRenderedPageBreak/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جحد</w:t>
      </w:r>
      <w:r>
        <w:rPr>
          <w:rtl/>
          <w:lang w:bidi="fa-IR"/>
        </w:rPr>
        <w:t>).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212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214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عياش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هادى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C07EC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ذيحجه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27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بالمولودين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حوالى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صريا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كنيتش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تعيين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الثالث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ثالث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مشهورترين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موتمن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اعراض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سامره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عسكر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نگينش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خلقه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العهود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اخلاق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المعبود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368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سيرافى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شيرافى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طفوليت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تملذ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سيرافى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نصر</w:t>
      </w:r>
      <w:r>
        <w:rPr>
          <w:rtl/>
          <w:lang w:bidi="fa-IR"/>
        </w:rPr>
        <w:t>).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254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عياش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27 </w:t>
      </w:r>
      <w:r>
        <w:rPr>
          <w:rFonts w:hint="cs"/>
          <w:rtl/>
          <w:lang w:bidi="fa-IR"/>
        </w:rPr>
        <w:t>جمادى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نگاشتم</w:t>
      </w:r>
      <w:r w:rsidR="00FE2974"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فلق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ناس</w:t>
      </w:r>
      <w:r>
        <w:rPr>
          <w:rtl/>
          <w:lang w:bidi="fa-IR"/>
        </w:rPr>
        <w:t xml:space="preserve"> ).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).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5</w:t>
      </w:r>
    </w:p>
    <w:p w:rsidR="0032648E" w:rsidRDefault="0032648E" w:rsidP="00C07EC5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244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السكيت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مؤدب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السكيت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قفايش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السكيت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سكوت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هفتمرتبه</w:t>
      </w:r>
      <w:r w:rsidR="00FE2974"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كلينى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25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C07EC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516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حريرى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الغواص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بمقامات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حريرى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اطلاع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عناياتى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شروحى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زمخشرى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C07EC5" w:rsidTr="00C07EC5">
        <w:trPr>
          <w:trHeight w:val="350"/>
        </w:trPr>
        <w:tc>
          <w:tcPr>
            <w:tcW w:w="3344" w:type="dxa"/>
            <w:shd w:val="clear" w:color="auto" w:fill="auto"/>
          </w:tcPr>
          <w:p w:rsidR="00C07EC5" w:rsidRDefault="00C07EC5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اقسم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آياته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ومشعر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الخيف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ميقانه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C5" w:rsidTr="00C07EC5">
        <w:tblPrEx>
          <w:tblLook w:val="04A0"/>
        </w:tblPrEx>
        <w:trPr>
          <w:trHeight w:val="350"/>
        </w:trPr>
        <w:tc>
          <w:tcPr>
            <w:tcW w:w="3344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الحريرى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تكتب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بالتبر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مقاماته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عميدالدوله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شيعى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مسترشد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نوشته</w:t>
      </w:r>
      <w:r w:rsidR="00FE2974"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معوذتين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</w:t>
      </w:r>
      <w:r w:rsidR="00FE2974"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چهارقل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 w:rsidR="00FE2974"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218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1033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المتبحر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العاملى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ثلثه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جامع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1191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خونسارى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بحرالعلوم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ميرزاى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 w:rsidR="00FE2974"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الهيكم</w:t>
      </w:r>
      <w:r>
        <w:rPr>
          <w:rtl/>
          <w:lang w:bidi="fa-IR"/>
        </w:rPr>
        <w:t xml:space="preserve"> ).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930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براريكه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طهماسب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صفوى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ترويج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طهماسب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معاصر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دارالسطنة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قزوين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5 - </w:t>
      </w:r>
      <w:r>
        <w:rPr>
          <w:rFonts w:hint="cs"/>
          <w:rtl/>
          <w:lang w:bidi="fa-IR"/>
        </w:rPr>
        <w:t>فرزندش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6 - </w:t>
      </w:r>
      <w:r>
        <w:rPr>
          <w:rFonts w:hint="cs"/>
          <w:rtl/>
          <w:lang w:bidi="fa-IR"/>
        </w:rPr>
        <w:t>حفيد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7 - </w:t>
      </w:r>
      <w:r>
        <w:rPr>
          <w:rFonts w:hint="cs"/>
          <w:rtl/>
          <w:lang w:bidi="fa-IR"/>
        </w:rPr>
        <w:t>پسرش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صاحبقران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8 - </w:t>
      </w:r>
      <w:r>
        <w:rPr>
          <w:rFonts w:hint="cs"/>
          <w:rtl/>
          <w:lang w:bidi="fa-IR"/>
        </w:rPr>
        <w:t>فرزندش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9 - </w:t>
      </w:r>
      <w:r>
        <w:rPr>
          <w:rFonts w:hint="cs"/>
          <w:rtl/>
          <w:lang w:bidi="fa-IR"/>
        </w:rPr>
        <w:t>فرزندش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بفتنه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افاغنه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اردبيلى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بحمزه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الكاظم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).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195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عياش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قبطيه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بايى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النوبية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الطبية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الموتور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الغيبة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اوهلك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وادسلك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چنانستكه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آشوب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حكميه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خاتون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حكيمه</w:t>
      </w:r>
      <w:r>
        <w:rPr>
          <w:rtl/>
          <w:lang w:bidi="fa-IR"/>
        </w:rPr>
        <w:t xml:space="preserve"> )! </w:t>
      </w:r>
      <w:r>
        <w:rPr>
          <w:rFonts w:hint="cs"/>
          <w:rtl/>
          <w:lang w:bidi="fa-IR"/>
        </w:rPr>
        <w:t>امشب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خيزران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شوى</w:t>
      </w:r>
      <w:r w:rsidR="00FE2974">
        <w:rPr>
          <w:rtl/>
          <w:lang w:bidi="fa-IR"/>
        </w:rPr>
        <w:t>.</w:t>
      </w:r>
    </w:p>
    <w:p w:rsidR="0032648E" w:rsidRDefault="0032648E" w:rsidP="00C07EC5">
      <w:pPr>
        <w:pStyle w:val="libNormal"/>
      </w:pP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خيزران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چراغى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افروخت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نشانيديم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چراغ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خاموش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بخاموشى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مغموم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>(</w:t>
      </w:r>
      <w:r w:rsidR="00C07EC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بحجره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بوديم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گوشواره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گهواره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گهواره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مشو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چپ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اشهدان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غريبه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شتافتم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عرضكردم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عجائب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 w:rsidR="00FE2974">
        <w:rPr>
          <w:rtl/>
          <w:lang w:bidi="fa-IR"/>
        </w:rPr>
        <w:t>.</w:t>
      </w:r>
    </w:p>
    <w:p w:rsidR="0032648E" w:rsidRDefault="0032648E" w:rsidP="00C07EC5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كلثم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بتوكرامت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ميشكافت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آفريده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گهواره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جواد</w:t>
      </w:r>
      <w:r>
        <w:rPr>
          <w:rtl/>
          <w:lang w:bidi="fa-IR"/>
        </w:rPr>
        <w:t>(</w:t>
      </w:r>
      <w:r w:rsidR="00C07EC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انتهى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وسيد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ذيحجه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يمحوالله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يشاء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يثبت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271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انبارى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10 </w:t>
      </w:r>
      <w:r>
        <w:rPr>
          <w:rFonts w:hint="cs"/>
          <w:rtl/>
          <w:lang w:bidi="fa-IR"/>
        </w:rPr>
        <w:t>ذيحجه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 w:rsidR="00FE2974"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 ).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عبدالمطلب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عموى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-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بقيع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13</w:t>
      </w:r>
    </w:p>
    <w:p w:rsidR="0032648E" w:rsidRDefault="0032648E" w:rsidP="00C07EC5">
      <w:pPr>
        <w:pStyle w:val="libNormal"/>
      </w:pPr>
      <w:r>
        <w:rPr>
          <w:rFonts w:hint="cs"/>
          <w:rtl/>
          <w:lang w:bidi="fa-IR"/>
        </w:rPr>
        <w:lastRenderedPageBreak/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العاديات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تكاثر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بخوانند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(</w:t>
      </w:r>
      <w:r w:rsidR="00C07EC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شرك</w:t>
      </w:r>
      <w:r w:rsidR="00FE2974"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البيض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معظمه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عبدالمطلب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قعنب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گروهى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عبدالعزى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ناگاه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زائيده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آنمخدره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پرودگارا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فرزندى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قعنب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بگشائيم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اينواقعه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ايگروه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آسيه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مزاحم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سزاوار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فرعون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جنبانيد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برگزيده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محترم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C07EC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رواياتست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C07EC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ابطح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C07EC5" w:rsidTr="00C07EC5">
        <w:trPr>
          <w:trHeight w:val="350"/>
        </w:trPr>
        <w:tc>
          <w:tcPr>
            <w:tcW w:w="3344" w:type="dxa"/>
            <w:shd w:val="clear" w:color="auto" w:fill="auto"/>
          </w:tcPr>
          <w:p w:rsidR="00C07EC5" w:rsidRDefault="00C07EC5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يارب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ياذا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الغسق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الدجى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والقمر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المبتلج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المضئى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C5" w:rsidTr="00C07EC5">
        <w:tblPrEx>
          <w:tblLook w:val="04A0"/>
        </w:tblPrEx>
        <w:trPr>
          <w:trHeight w:val="350"/>
        </w:trPr>
        <w:tc>
          <w:tcPr>
            <w:tcW w:w="3344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لنامن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حكمك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المقضى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ماذاترى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اسم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الصبى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روشنى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آفريده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چسبانيد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C07EC5" w:rsidTr="00C07EC5">
        <w:trPr>
          <w:trHeight w:val="350"/>
        </w:trPr>
        <w:tc>
          <w:tcPr>
            <w:tcW w:w="3344" w:type="dxa"/>
            <w:shd w:val="clear" w:color="auto" w:fill="auto"/>
          </w:tcPr>
          <w:p w:rsidR="00C07EC5" w:rsidRDefault="00C07EC5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خصصتما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بالولد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الزكى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والطاهر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المنتخب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الرضى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C5" w:rsidTr="00C07EC5">
        <w:tblPrEx>
          <w:tblLook w:val="04A0"/>
        </w:tblPrEx>
        <w:trPr>
          <w:trHeight w:val="350"/>
        </w:trPr>
        <w:tc>
          <w:tcPr>
            <w:tcW w:w="3344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فاسمه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شامخ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اشق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العلى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پسنديده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برزگوار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آنحضرترا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آويخت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آويخته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C07EC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خصايص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بقاع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C07EC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التحية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 w:rsidR="00FE2974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C07EC5" w:rsidTr="00C07EC5">
        <w:trPr>
          <w:trHeight w:val="350"/>
        </w:trPr>
        <w:tc>
          <w:tcPr>
            <w:tcW w:w="3344" w:type="dxa"/>
          </w:tcPr>
          <w:p w:rsidR="00C07EC5" w:rsidRDefault="00C07EC5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هذه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علاه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احدى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المعالى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هذه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فقس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سواها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C5" w:rsidTr="00C07EC5">
        <w:trPr>
          <w:trHeight w:val="350"/>
        </w:trPr>
        <w:tc>
          <w:tcPr>
            <w:tcW w:w="3344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سنائى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بقوت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ايمان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مدح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حيدر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بگو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پس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عثمان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C5" w:rsidTr="00C07EC5">
        <w:trPr>
          <w:trHeight w:val="350"/>
        </w:trPr>
        <w:tc>
          <w:tcPr>
            <w:tcW w:w="3344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مديحش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مدائح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مطلق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زهق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الباطل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است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جاء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الحق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C5" w:rsidTr="00C07EC5">
        <w:trPr>
          <w:trHeight w:val="350"/>
        </w:trPr>
        <w:tc>
          <w:tcPr>
            <w:tcW w:w="3344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پس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پرده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آنچه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بود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اسدالله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وجود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C5" w:rsidTr="00C07EC5">
        <w:trPr>
          <w:trHeight w:val="350"/>
        </w:trPr>
        <w:tc>
          <w:tcPr>
            <w:tcW w:w="3344" w:type="dxa"/>
          </w:tcPr>
          <w:p w:rsidR="00C07EC5" w:rsidRDefault="00C07EC5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مالف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خرق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القوابل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مثله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ابن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امنته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النبى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محمد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ياابا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ميخواستيم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بخاطر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بنويسم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خاموش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مدائحش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گشتند</w:t>
      </w:r>
      <w:r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C07EC5" w:rsidTr="00C07EC5">
        <w:trPr>
          <w:trHeight w:val="350"/>
        </w:trPr>
        <w:tc>
          <w:tcPr>
            <w:tcW w:w="3344" w:type="dxa"/>
          </w:tcPr>
          <w:p w:rsidR="00C07EC5" w:rsidRDefault="00C07EC5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شهد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الانام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بفضله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حتى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والفضل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ماشهدت به الاعدأ</w:t>
            </w:r>
            <w:r>
              <w:rPr>
                <w:rtl/>
                <w:lang w:bidi="fa-IR"/>
              </w:rPr>
              <w:t>))</w:t>
            </w:r>
            <w:r w:rsidRPr="004109B9">
              <w:rPr>
                <w:rStyle w:val="libFootnotenumChar"/>
                <w:rtl/>
              </w:rPr>
              <w:t>(83)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آشوب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اعرابيه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آنكسيكه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جبابره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گماشتند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خاموش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روشنى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غائب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بروايات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مستفيضه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شعبى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مدائح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عفونت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وامى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نسنجد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نگنجد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تعدوا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تحصوها</w:t>
      </w:r>
      <w:r>
        <w:rPr>
          <w:rtl/>
          <w:lang w:bidi="fa-IR"/>
        </w:rPr>
        <w:t xml:space="preserve">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الحقيقه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احصاء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سرانگشت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بشمارى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C07EC5" w:rsidTr="00C07EC5">
        <w:trPr>
          <w:trHeight w:val="350"/>
        </w:trPr>
        <w:tc>
          <w:tcPr>
            <w:tcW w:w="3344" w:type="dxa"/>
          </w:tcPr>
          <w:p w:rsidR="00C07EC5" w:rsidRDefault="00C07EC5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تعاليت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مدح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فابلغ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خاطب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بمدحك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الناس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اقصر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قاصر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C5" w:rsidTr="00C07EC5">
        <w:trPr>
          <w:trHeight w:val="350"/>
        </w:trPr>
        <w:tc>
          <w:tcPr>
            <w:tcW w:w="3344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طاف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قوم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المشاعر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والصفا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فقبرك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ركنى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طائف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مشاعرى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C5" w:rsidTr="00C07EC5">
        <w:trPr>
          <w:trHeight w:val="350"/>
        </w:trPr>
        <w:tc>
          <w:tcPr>
            <w:tcW w:w="3344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ذخر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الاقوام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نسك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عبادة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فحبك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اوفى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عدتى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ذخائرى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بمورى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دقيق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نيارزم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نويسم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ماقيل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C07EC5" w:rsidTr="00C07EC5">
        <w:trPr>
          <w:trHeight w:val="350"/>
        </w:trPr>
        <w:tc>
          <w:tcPr>
            <w:tcW w:w="3344" w:type="dxa"/>
          </w:tcPr>
          <w:p w:rsidR="00C07EC5" w:rsidRDefault="00C07EC5" w:rsidP="00C07EC5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قيل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مدحة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ذكرها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يخمد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نارا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مؤ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صده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C5" w:rsidTr="00C07EC5">
        <w:trPr>
          <w:trHeight w:val="350"/>
        </w:trPr>
        <w:tc>
          <w:tcPr>
            <w:tcW w:w="3344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قلت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لااقدم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مدح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امرء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حارذوا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للب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C5" w:rsidTr="00C07EC5">
        <w:trPr>
          <w:trHeight w:val="350"/>
        </w:trPr>
        <w:tc>
          <w:tcPr>
            <w:tcW w:w="3344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والنبى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المصطفى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ليلة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المعراج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صعده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C5" w:rsidTr="00C07EC5">
        <w:trPr>
          <w:trHeight w:val="350"/>
        </w:trPr>
        <w:tc>
          <w:tcPr>
            <w:tcW w:w="3344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وضع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كتفى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فاحسن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القلب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برده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C5" w:rsidTr="00C07EC5">
        <w:trPr>
          <w:trHeight w:val="350"/>
        </w:trPr>
        <w:tc>
          <w:tcPr>
            <w:tcW w:w="3344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واضع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اقدامه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محل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وضع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يده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378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سامانى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389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سامانيان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</w:t>
      </w:r>
      <w:r>
        <w:rPr>
          <w:rtl/>
          <w:lang w:bidi="fa-IR"/>
        </w:rPr>
        <w:t>))</w:t>
      </w:r>
      <w:r w:rsidR="00FE2974"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غسل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احياء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بنحويكه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5 -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6 -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فلق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شيئا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وليا</w:t>
      </w:r>
      <w:r>
        <w:rPr>
          <w:rtl/>
          <w:lang w:bidi="fa-IR"/>
        </w:rPr>
        <w:t xml:space="preserve">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ميخواهد،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بدينطريق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معوذتين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لااشرك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شيئا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شاءالله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هفدهم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).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غسل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بكيفيتى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صمدا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يتخذ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لدا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5 -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ظالمان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فلق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27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تحويل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معظمه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تحويل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المقدس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سيزده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المقدس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المقدس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المقدس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نمازگذارد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يهوديان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سرزنش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مائى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مغموم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قدترى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الاية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تحويل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المقدس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كعبه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القبلتين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ناميدند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سفيان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دمشق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استقلال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ابوسفيان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صخربن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ويرا،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قهرا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واضحتر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الحقيقه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شجره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ملعونه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ابوقحافه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حمزه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مكيد،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آكلة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الاكباد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فرزندانش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آلايشى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هدايت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يرتجى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مراقبة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الازكياء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النسائى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850" w:type="pct"/>
        <w:tblInd w:w="384" w:type="dxa"/>
        <w:tblLook w:val="04A0"/>
      </w:tblPr>
      <w:tblGrid>
        <w:gridCol w:w="3555"/>
        <w:gridCol w:w="273"/>
        <w:gridCol w:w="3531"/>
      </w:tblGrid>
      <w:tr w:rsidR="00C07EC5" w:rsidTr="00C07EC5">
        <w:trPr>
          <w:trHeight w:val="350"/>
        </w:trPr>
        <w:tc>
          <w:tcPr>
            <w:tcW w:w="3555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داستان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پسر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هند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نشنيدى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3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53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كه ازووسه كس اوبهپيغمبرچه رسيد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C5" w:rsidTr="00C07EC5">
        <w:trPr>
          <w:trHeight w:val="350"/>
        </w:trPr>
        <w:tc>
          <w:tcPr>
            <w:tcW w:w="3555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واضع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اقدامه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3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53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محل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وضع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يده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C5" w:rsidTr="00C07EC5">
        <w:trPr>
          <w:trHeight w:val="350"/>
        </w:trPr>
        <w:tc>
          <w:tcPr>
            <w:tcW w:w="3555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پدر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دندان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پيمبر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بشكست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3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53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مادر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پيمبر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بمكيد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C5" w:rsidTr="00C07EC5">
        <w:trPr>
          <w:trHeight w:val="350"/>
        </w:trPr>
        <w:tc>
          <w:tcPr>
            <w:tcW w:w="3555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او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بناحق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حق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داماد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پيمبر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بستاد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3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53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پسر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فرزند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پيمبر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ببريد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C5" w:rsidTr="00C07EC5">
        <w:trPr>
          <w:trHeight w:val="350"/>
        </w:trPr>
        <w:tc>
          <w:tcPr>
            <w:tcW w:w="3555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lastRenderedPageBreak/>
              <w:t>برچنين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قوم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تولعنت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نكنى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شرمت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3" w:type="dxa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531" w:type="dxa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لعن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يزيدا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يزيد</w:t>
            </w:r>
            <w:r>
              <w:rPr>
                <w:rtl/>
                <w:lang w:bidi="fa-IR"/>
              </w:rPr>
              <w:t>.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سلسله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مستفيضه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رايتم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افقتلوه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الطليق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الطليق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C07EC5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هند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حكايت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خلكان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ترجمه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نسائى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رفضايل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دارى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 w:rsidR="00C07EC5">
        <w:rPr>
          <w:rFonts w:hint="cs"/>
          <w:rtl/>
          <w:lang w:bidi="fa-IR"/>
        </w:rPr>
        <w:t>((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بطنك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معتضد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فهرستى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گنجايش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بحار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الانوار</w:t>
      </w:r>
      <w:r>
        <w:rPr>
          <w:rtl/>
          <w:lang w:bidi="fa-IR"/>
        </w:rPr>
        <w:t>).</w:t>
      </w:r>
    </w:p>
    <w:p w:rsidR="0032648E" w:rsidRDefault="0032648E" w:rsidP="00C07EC5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148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(</w:t>
      </w:r>
      <w:r w:rsidR="00C07EC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كشف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صدوق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وديگران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آولدى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خورانيدند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باتفاق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رفيع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مسعودى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الذهب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148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(( </w:t>
      </w:r>
      <w:r>
        <w:rPr>
          <w:rFonts w:hint="cs"/>
          <w:rtl/>
          <w:lang w:bidi="fa-IR"/>
        </w:rPr>
        <w:t>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مبيدالامم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الرمم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C07EC5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(</w:t>
      </w:r>
      <w:r w:rsidR="00C07EC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شديده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بكسيكه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اعتناء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بشاءن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ننمايد،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بدهيد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سامله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</w:t>
      </w:r>
      <w:r w:rsidR="00C07EC5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والذين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ماامرالله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يخشون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يخافون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الحساب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سالمه</w:t>
      </w:r>
      <w:r>
        <w:rPr>
          <w:rtl/>
          <w:lang w:bidi="fa-IR"/>
        </w:rPr>
        <w:t xml:space="preserve"> )!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نميشنود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كلينى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راكفن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پيراهنى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ميپوشيد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برديمنى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بچهارصد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ارزيد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ايضا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برافروزند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276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قتيبه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لغوى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فجاءه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تصنيف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دينور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جبل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كرمانشاهان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.</w:t>
      </w:r>
    </w:p>
    <w:p w:rsidR="0032648E" w:rsidRDefault="00C07EC5" w:rsidP="00C07EC5">
      <w:pPr>
        <w:pStyle w:val="libBold1"/>
      </w:pPr>
      <w:r>
        <w:rPr>
          <w:rtl/>
          <w:lang w:bidi="fa-IR"/>
        </w:rPr>
        <w:br w:type="page"/>
      </w:r>
      <w:r w:rsidR="0032648E">
        <w:rPr>
          <w:rFonts w:hint="cs"/>
          <w:rtl/>
          <w:lang w:bidi="fa-IR"/>
        </w:rPr>
        <w:lastRenderedPageBreak/>
        <w:t>پاورقى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ها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80-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الرغائب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شبعان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المباركه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81- </w:t>
      </w:r>
      <w:r>
        <w:rPr>
          <w:rFonts w:hint="cs"/>
          <w:rtl/>
          <w:lang w:bidi="fa-IR"/>
        </w:rPr>
        <w:t>لفتى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طفوليت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82-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مژده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انوشيروان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 w:rsidR="00FE2974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9"/>
        <w:gridCol w:w="268"/>
        <w:gridCol w:w="3305"/>
      </w:tblGrid>
      <w:tr w:rsidR="00C07EC5" w:rsidTr="00C07EC5">
        <w:trPr>
          <w:trHeight w:val="350"/>
        </w:trPr>
        <w:tc>
          <w:tcPr>
            <w:tcW w:w="3920" w:type="dxa"/>
            <w:shd w:val="clear" w:color="auto" w:fill="auto"/>
          </w:tcPr>
          <w:p w:rsidR="00C07EC5" w:rsidRDefault="00C07EC5" w:rsidP="000900E8">
            <w:pPr>
              <w:pStyle w:val="libPoem"/>
            </w:pPr>
            <w:r>
              <w:rPr>
                <w:rFonts w:hint="cs"/>
                <w:rtl/>
                <w:lang w:bidi="fa-IR"/>
              </w:rPr>
              <w:t>اگربمرد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عدوجاى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شادمانى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07EC5" w:rsidRDefault="00C07EC5" w:rsidP="00C07EC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07EC5" w:rsidRDefault="00C07EC5" w:rsidP="00C07EC5">
            <w:pPr>
              <w:pStyle w:val="libPoem"/>
            </w:pPr>
            <w:r>
              <w:rPr>
                <w:rFonts w:hint="cs"/>
                <w:rtl/>
                <w:lang w:bidi="fa-IR"/>
              </w:rPr>
              <w:t>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زندگانى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نيز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جاودانى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نيست</w:t>
            </w:r>
            <w:r>
              <w:rPr>
                <w:rtl/>
                <w:lang w:bidi="fa-IR"/>
              </w:rPr>
              <w:t xml:space="preserve">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0900E8">
      <w:pPr>
        <w:pStyle w:val="libNormal"/>
      </w:pPr>
      <w:r>
        <w:rPr>
          <w:rtl/>
          <w:lang w:bidi="fa-IR"/>
        </w:rPr>
        <w:t xml:space="preserve">83-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0900E8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راشدين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0900E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احترام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(</w:t>
      </w:r>
      <w:r w:rsidR="000900E8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ميزنيم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خدايتعالى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فاخلع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بالواد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طوى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معنيش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بدرستيكه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نهادى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9"/>
        <w:gridCol w:w="268"/>
        <w:gridCol w:w="3305"/>
      </w:tblGrid>
      <w:tr w:rsidR="000900E8" w:rsidTr="000900E8">
        <w:trPr>
          <w:trHeight w:val="350"/>
        </w:trPr>
        <w:tc>
          <w:tcPr>
            <w:tcW w:w="3349" w:type="dxa"/>
            <w:shd w:val="clear" w:color="auto" w:fill="auto"/>
          </w:tcPr>
          <w:p w:rsidR="000900E8" w:rsidRDefault="000900E8" w:rsidP="005C141F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تزاحم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يتجان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الموك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ببابه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0900E8" w:rsidRDefault="000900E8" w:rsidP="005C141F">
            <w:pPr>
              <w:pStyle w:val="libPoem"/>
              <w:rPr>
                <w:rtl/>
              </w:rPr>
            </w:pPr>
          </w:p>
        </w:tc>
        <w:tc>
          <w:tcPr>
            <w:tcW w:w="3305" w:type="dxa"/>
            <w:shd w:val="clear" w:color="auto" w:fill="auto"/>
          </w:tcPr>
          <w:p w:rsidR="000900E8" w:rsidRDefault="000900E8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ويكثر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عندالاستلام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اذدحامها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00E8" w:rsidTr="000900E8">
        <w:tblPrEx>
          <w:tblLook w:val="04A0"/>
        </w:tblPrEx>
        <w:trPr>
          <w:trHeight w:val="350"/>
        </w:trPr>
        <w:tc>
          <w:tcPr>
            <w:tcW w:w="3349" w:type="dxa"/>
          </w:tcPr>
          <w:p w:rsidR="000900E8" w:rsidRDefault="000900E8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اذاماراته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بعيد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ترجلت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0900E8" w:rsidRDefault="000900E8" w:rsidP="005C141F">
            <w:pPr>
              <w:pStyle w:val="libPoem"/>
              <w:rPr>
                <w:rtl/>
              </w:rPr>
            </w:pPr>
          </w:p>
        </w:tc>
        <w:tc>
          <w:tcPr>
            <w:tcW w:w="3305" w:type="dxa"/>
          </w:tcPr>
          <w:p w:rsidR="000900E8" w:rsidRDefault="000900E8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 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تفعل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ترجل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 xml:space="preserve">هامها 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تخميس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طباطبائى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بحرالعلوم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9"/>
        <w:gridCol w:w="268"/>
        <w:gridCol w:w="3305"/>
      </w:tblGrid>
      <w:tr w:rsidR="000900E8" w:rsidTr="000900E8">
        <w:trPr>
          <w:trHeight w:val="350"/>
        </w:trPr>
        <w:tc>
          <w:tcPr>
            <w:tcW w:w="3349" w:type="dxa"/>
            <w:shd w:val="clear" w:color="auto" w:fill="auto"/>
          </w:tcPr>
          <w:p w:rsidR="000900E8" w:rsidRDefault="000900E8" w:rsidP="000900E8">
            <w:pPr>
              <w:pStyle w:val="libPoem"/>
            </w:pPr>
            <w:r>
              <w:rPr>
                <w:rtl/>
                <w:lang w:bidi="fa-IR"/>
              </w:rPr>
              <w:t>((</w:t>
            </w:r>
            <w:r>
              <w:rPr>
                <w:rFonts w:hint="cs"/>
                <w:rtl/>
                <w:lang w:bidi="fa-IR"/>
              </w:rPr>
              <w:t>تطوف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ملوكالارض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حول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جنابه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0900E8" w:rsidRDefault="000900E8" w:rsidP="005C141F">
            <w:pPr>
              <w:pStyle w:val="libPoem"/>
              <w:rPr>
                <w:rtl/>
              </w:rPr>
            </w:pPr>
          </w:p>
        </w:tc>
        <w:tc>
          <w:tcPr>
            <w:tcW w:w="3305" w:type="dxa"/>
            <w:shd w:val="clear" w:color="auto" w:fill="auto"/>
          </w:tcPr>
          <w:p w:rsidR="000900E8" w:rsidRDefault="000900E8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تسعى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لكى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تخطى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بلثم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ترابه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00E8" w:rsidTr="000900E8">
        <w:tblPrEx>
          <w:tblLook w:val="04A0"/>
        </w:tblPrEx>
        <w:trPr>
          <w:trHeight w:val="350"/>
        </w:trPr>
        <w:tc>
          <w:tcPr>
            <w:tcW w:w="3349" w:type="dxa"/>
          </w:tcPr>
          <w:p w:rsidR="000900E8" w:rsidRDefault="000900E8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فكا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كبيت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بيت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0900E8" w:rsidRDefault="000900E8" w:rsidP="005C141F">
            <w:pPr>
              <w:pStyle w:val="libPoem"/>
              <w:rPr>
                <w:rtl/>
              </w:rPr>
            </w:pPr>
          </w:p>
        </w:tc>
        <w:tc>
          <w:tcPr>
            <w:tcW w:w="3305" w:type="dxa"/>
          </w:tcPr>
          <w:p w:rsidR="000900E8" w:rsidRDefault="000900E8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تزاحم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يتجان</w:t>
            </w:r>
            <w:r>
              <w:rPr>
                <w:rtl/>
                <w:lang w:bidi="fa-IR"/>
              </w:rPr>
              <w:t xml:space="preserve">، </w:t>
            </w:r>
            <w:r>
              <w:rPr>
                <w:rFonts w:hint="cs"/>
                <w:rtl/>
                <w:lang w:bidi="fa-IR"/>
              </w:rPr>
              <w:t>الخ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00E8" w:rsidTr="000900E8">
        <w:tblPrEx>
          <w:tblLook w:val="04A0"/>
        </w:tblPrEx>
        <w:trPr>
          <w:trHeight w:val="350"/>
        </w:trPr>
        <w:tc>
          <w:tcPr>
            <w:tcW w:w="3349" w:type="dxa"/>
          </w:tcPr>
          <w:p w:rsidR="000900E8" w:rsidRDefault="000900E8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اتاه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ملوك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الارض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طوعا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املت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0900E8" w:rsidRDefault="000900E8" w:rsidP="005C141F">
            <w:pPr>
              <w:pStyle w:val="libPoem"/>
              <w:rPr>
                <w:rtl/>
              </w:rPr>
            </w:pPr>
          </w:p>
        </w:tc>
        <w:tc>
          <w:tcPr>
            <w:tcW w:w="3305" w:type="dxa"/>
          </w:tcPr>
          <w:p w:rsidR="000900E8" w:rsidRDefault="000900E8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مليكا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سحاب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الفضل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عهللت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00E8" w:rsidTr="000900E8">
        <w:tblPrEx>
          <w:tblLook w:val="04A0"/>
        </w:tblPrEx>
        <w:trPr>
          <w:trHeight w:val="350"/>
        </w:trPr>
        <w:tc>
          <w:tcPr>
            <w:tcW w:w="3349" w:type="dxa"/>
          </w:tcPr>
          <w:p w:rsidR="000900E8" w:rsidRDefault="000900E8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مهمادنت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زادت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خضوعا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0900E8" w:rsidRDefault="000900E8" w:rsidP="005C141F">
            <w:pPr>
              <w:pStyle w:val="libPoem"/>
              <w:rPr>
                <w:rtl/>
              </w:rPr>
            </w:pPr>
          </w:p>
        </w:tc>
        <w:tc>
          <w:tcPr>
            <w:tcW w:w="3305" w:type="dxa"/>
          </w:tcPr>
          <w:p w:rsidR="000900E8" w:rsidRDefault="000900E8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اذا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ماراته</w:t>
            </w:r>
            <w:r>
              <w:rPr>
                <w:rtl/>
                <w:lang w:bidi="fa-IR"/>
              </w:rPr>
              <w:t xml:space="preserve">، </w:t>
            </w:r>
            <w:r>
              <w:rPr>
                <w:rFonts w:hint="cs"/>
                <w:rtl/>
                <w:lang w:bidi="fa-IR"/>
              </w:rPr>
              <w:t>الخ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الشاءن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تخميس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9"/>
        <w:gridCol w:w="268"/>
        <w:gridCol w:w="3305"/>
      </w:tblGrid>
      <w:tr w:rsidR="000900E8" w:rsidTr="000900E8">
        <w:trPr>
          <w:trHeight w:val="350"/>
        </w:trPr>
        <w:tc>
          <w:tcPr>
            <w:tcW w:w="3349" w:type="dxa"/>
          </w:tcPr>
          <w:p w:rsidR="000900E8" w:rsidRDefault="000900E8" w:rsidP="005C141F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وزر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مرقدالشمس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كقبابه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0900E8" w:rsidRDefault="000900E8" w:rsidP="005C141F">
            <w:pPr>
              <w:pStyle w:val="libPoem"/>
              <w:rPr>
                <w:rtl/>
              </w:rPr>
            </w:pPr>
          </w:p>
        </w:tc>
        <w:tc>
          <w:tcPr>
            <w:tcW w:w="3305" w:type="dxa"/>
          </w:tcPr>
          <w:p w:rsidR="000900E8" w:rsidRDefault="000900E8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وجبهة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دارالملك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دون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عتابه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00E8" w:rsidTr="000900E8">
        <w:trPr>
          <w:trHeight w:val="350"/>
        </w:trPr>
        <w:tc>
          <w:tcPr>
            <w:tcW w:w="3349" w:type="dxa"/>
          </w:tcPr>
          <w:p w:rsidR="000900E8" w:rsidRDefault="000900E8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الم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تره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عظم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وسع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رحابه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0900E8" w:rsidRDefault="000900E8" w:rsidP="005C141F">
            <w:pPr>
              <w:pStyle w:val="libPoem"/>
              <w:rPr>
                <w:rtl/>
              </w:rPr>
            </w:pPr>
          </w:p>
        </w:tc>
        <w:tc>
          <w:tcPr>
            <w:tcW w:w="3305" w:type="dxa"/>
          </w:tcPr>
          <w:p w:rsidR="000900E8" w:rsidRDefault="000900E8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تزاحم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يتجان</w:t>
            </w:r>
            <w:r>
              <w:rPr>
                <w:rtl/>
                <w:lang w:bidi="fa-IR"/>
              </w:rPr>
              <w:t xml:space="preserve">، </w:t>
            </w:r>
            <w:r>
              <w:rPr>
                <w:rFonts w:hint="cs"/>
                <w:rtl/>
                <w:lang w:bidi="fa-IR"/>
              </w:rPr>
              <w:t>الخ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00E8" w:rsidTr="000900E8">
        <w:trPr>
          <w:trHeight w:val="350"/>
        </w:trPr>
        <w:tc>
          <w:tcPr>
            <w:tcW w:w="3349" w:type="dxa"/>
          </w:tcPr>
          <w:p w:rsidR="000900E8" w:rsidRDefault="000900E8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بباطنه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ايات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وحى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تنزلت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0900E8" w:rsidRDefault="000900E8" w:rsidP="005C141F">
            <w:pPr>
              <w:pStyle w:val="libPoem"/>
              <w:rPr>
                <w:rtl/>
              </w:rPr>
            </w:pPr>
          </w:p>
        </w:tc>
        <w:tc>
          <w:tcPr>
            <w:tcW w:w="3305" w:type="dxa"/>
          </w:tcPr>
          <w:p w:rsidR="000900E8" w:rsidRDefault="000900E8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ورسل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املاك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توسلت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00E8" w:rsidTr="000900E8">
        <w:trPr>
          <w:trHeight w:val="350"/>
        </w:trPr>
        <w:tc>
          <w:tcPr>
            <w:tcW w:w="3349" w:type="dxa"/>
          </w:tcPr>
          <w:p w:rsidR="000900E8" w:rsidRDefault="000900E8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لذاك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سلاطين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لديه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تذللت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0900E8" w:rsidRDefault="000900E8" w:rsidP="005C141F">
            <w:pPr>
              <w:pStyle w:val="libPoem"/>
              <w:rPr>
                <w:rtl/>
              </w:rPr>
            </w:pPr>
          </w:p>
        </w:tc>
        <w:tc>
          <w:tcPr>
            <w:tcW w:w="3305" w:type="dxa"/>
          </w:tcPr>
          <w:p w:rsidR="000900E8" w:rsidRDefault="000900E8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اذا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ماراته</w:t>
            </w:r>
            <w:r>
              <w:rPr>
                <w:rtl/>
                <w:lang w:bidi="fa-IR"/>
              </w:rPr>
              <w:t xml:space="preserve">، </w:t>
            </w:r>
            <w:r>
              <w:rPr>
                <w:rFonts w:hint="cs"/>
                <w:rtl/>
                <w:lang w:bidi="fa-IR"/>
              </w:rPr>
              <w:t>الخ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F4948" w:rsidRDefault="006F4948" w:rsidP="0032648E">
      <w:pPr>
        <w:pStyle w:val="libNormal"/>
        <w:rPr>
          <w:rtl/>
          <w:lang w:bidi="fa-IR"/>
        </w:rPr>
      </w:pPr>
    </w:p>
    <w:p w:rsidR="0032648E" w:rsidRDefault="006F4948" w:rsidP="006F4948">
      <w:pPr>
        <w:pStyle w:val="libBold1"/>
      </w:pPr>
      <w:r>
        <w:rPr>
          <w:rtl/>
          <w:lang w:bidi="fa-IR"/>
        </w:rPr>
        <w:br w:type="page"/>
      </w:r>
      <w:r w:rsidR="0032648E">
        <w:rPr>
          <w:rFonts w:hint="cs"/>
          <w:rtl/>
          <w:lang w:bidi="fa-IR"/>
        </w:rPr>
        <w:lastRenderedPageBreak/>
        <w:t>روز</w:t>
      </w:r>
      <w:r w:rsidR="00FE2974">
        <w:rPr>
          <w:rtl/>
          <w:lang w:bidi="fa-IR"/>
        </w:rPr>
        <w:t>:</w:t>
      </w:r>
      <w:r w:rsidR="0032648E">
        <w:rPr>
          <w:rtl/>
          <w:lang w:bidi="fa-IR"/>
        </w:rPr>
        <w:t xml:space="preserve"> 16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مهتدى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14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عبدالعزيز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نتمة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المنتهى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17</w:t>
      </w:r>
    </w:p>
    <w:p w:rsidR="0032648E" w:rsidRDefault="0032648E" w:rsidP="006F4948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سيزدهم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218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</w:t>
      </w:r>
      <w:r w:rsidR="006F4948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طوس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معتصم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روم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فتوحات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بديدون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برومى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رقه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</w:t>
      </w:r>
    </w:p>
    <w:p w:rsidR="0032648E" w:rsidRDefault="0032648E" w:rsidP="006F4948">
      <w:pPr>
        <w:pStyle w:val="libNormal"/>
      </w:pP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نقره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ترقوه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پاشيد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لرزه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</w:t>
      </w:r>
      <w:r w:rsidR="006F4948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نهاد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</w:t>
      </w:r>
      <w:r w:rsidR="006F4948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لرزه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لحاف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افروختند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زمستانى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ميلرزيد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6F4948">
      <w:pPr>
        <w:pStyle w:val="libNormal"/>
      </w:pP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معتصم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</w:t>
      </w:r>
      <w:r w:rsidR="006F4948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) (</w:t>
      </w:r>
      <w:r>
        <w:rPr>
          <w:rFonts w:hint="cs"/>
          <w:rtl/>
          <w:lang w:bidi="fa-IR"/>
        </w:rPr>
        <w:t>بختيشوع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ماسويه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طبيب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معالجه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</w:t>
      </w:r>
      <w:r w:rsidR="006F4948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ندانيم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</w:t>
      </w:r>
      <w:r w:rsidR="006F4948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روغن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روغن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بيكجائى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يكدفعه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ملاحظه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لايزول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ملكه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رشيد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سلطانيه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6F4948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</w:t>
      </w:r>
      <w:r w:rsidR="006F4948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بخوابگاه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برگردانيد،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1121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ماحوزى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بحرانى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معراج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فلق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18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خديجه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قبطيه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ابونصرفراهى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9"/>
        <w:gridCol w:w="268"/>
        <w:gridCol w:w="3305"/>
      </w:tblGrid>
      <w:tr w:rsidR="00054550" w:rsidTr="00054550">
        <w:trPr>
          <w:trHeight w:val="350"/>
        </w:trPr>
        <w:tc>
          <w:tcPr>
            <w:tcW w:w="3349" w:type="dxa"/>
          </w:tcPr>
          <w:p w:rsidR="00054550" w:rsidRDefault="00054550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فرزند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نبى</w:t>
            </w:r>
            <w:r>
              <w:rPr>
                <w:rtl/>
                <w:lang w:bidi="fa-IR"/>
              </w:rPr>
              <w:t xml:space="preserve">، </w:t>
            </w:r>
            <w:r>
              <w:rPr>
                <w:rFonts w:hint="cs"/>
                <w:rtl/>
                <w:lang w:bidi="fa-IR"/>
              </w:rPr>
              <w:t>قاسم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ابراهيم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054550" w:rsidRDefault="00054550" w:rsidP="005C141F">
            <w:pPr>
              <w:pStyle w:val="libPoem"/>
              <w:rPr>
                <w:rtl/>
              </w:rPr>
            </w:pPr>
          </w:p>
        </w:tc>
        <w:tc>
          <w:tcPr>
            <w:tcW w:w="3305" w:type="dxa"/>
          </w:tcPr>
          <w:p w:rsidR="00054550" w:rsidRDefault="00054550" w:rsidP="00054550">
            <w:pPr>
              <w:pStyle w:val="libPoem"/>
            </w:pPr>
            <w:r>
              <w:rPr>
                <w:rFonts w:hint="cs"/>
                <w:rtl/>
                <w:lang w:bidi="fa-IR"/>
              </w:rPr>
              <w:t>پس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طيبوطاهر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تعظيم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4550" w:rsidTr="00054550">
        <w:trPr>
          <w:trHeight w:val="350"/>
        </w:trPr>
        <w:tc>
          <w:tcPr>
            <w:tcW w:w="3349" w:type="dxa"/>
          </w:tcPr>
          <w:p w:rsidR="00054550" w:rsidRDefault="00054550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lastRenderedPageBreak/>
              <w:t>لذاك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سلاطين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لديه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تذللت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054550" w:rsidRDefault="00054550" w:rsidP="005C141F">
            <w:pPr>
              <w:pStyle w:val="libPoem"/>
              <w:rPr>
                <w:rtl/>
              </w:rPr>
            </w:pPr>
          </w:p>
        </w:tc>
        <w:tc>
          <w:tcPr>
            <w:tcW w:w="3305" w:type="dxa"/>
          </w:tcPr>
          <w:p w:rsidR="00054550" w:rsidRDefault="00054550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اذا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ماراته</w:t>
            </w:r>
            <w:r>
              <w:rPr>
                <w:rtl/>
                <w:lang w:bidi="fa-IR"/>
              </w:rPr>
              <w:t xml:space="preserve">، </w:t>
            </w:r>
            <w:r>
              <w:rPr>
                <w:rFonts w:hint="cs"/>
                <w:rtl/>
                <w:lang w:bidi="fa-IR"/>
              </w:rPr>
              <w:t>الخ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4550" w:rsidTr="00054550">
        <w:trPr>
          <w:trHeight w:val="350"/>
        </w:trPr>
        <w:tc>
          <w:tcPr>
            <w:tcW w:w="3349" w:type="dxa"/>
          </w:tcPr>
          <w:p w:rsidR="00054550" w:rsidRDefault="00054550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با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فاطمه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رقيه</w:t>
            </w:r>
            <w:r>
              <w:rPr>
                <w:rtl/>
                <w:lang w:bidi="fa-IR"/>
              </w:rPr>
              <w:t xml:space="preserve">، </w:t>
            </w:r>
            <w:r>
              <w:rPr>
                <w:rFonts w:hint="cs"/>
                <w:rtl/>
                <w:lang w:bidi="fa-IR"/>
              </w:rPr>
              <w:t>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054550" w:rsidRDefault="00054550" w:rsidP="005C141F">
            <w:pPr>
              <w:pStyle w:val="libPoem"/>
              <w:rPr>
                <w:rtl/>
              </w:rPr>
            </w:pPr>
          </w:p>
        </w:tc>
        <w:tc>
          <w:tcPr>
            <w:tcW w:w="3305" w:type="dxa"/>
          </w:tcPr>
          <w:p w:rsidR="00054550" w:rsidRDefault="00054550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زينب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شمرارترا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تعليم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طيب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يكسال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بظهور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زانوهاى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نشانيده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ميبوسيد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اوزائل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ايمحمد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پروردگارت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ميرساند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مادرش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ماريه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محزون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بمنزله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محزون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ايجبرئيل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ميچسبانيد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لبهاى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ميمكيد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آنكسيكه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.</w:t>
      </w:r>
    </w:p>
    <w:p w:rsidR="0032648E" w:rsidRDefault="0032648E" w:rsidP="006F4948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(</w:t>
      </w:r>
      <w:r w:rsidR="006F4948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اندوهناكيم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رخنه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رخنه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مظعون</w:t>
      </w:r>
      <w:r>
        <w:rPr>
          <w:rtl/>
          <w:lang w:bidi="fa-IR"/>
        </w:rPr>
        <w:t xml:space="preserve"> ).</w:t>
      </w:r>
    </w:p>
    <w:p w:rsidR="0032648E" w:rsidRDefault="0032648E" w:rsidP="006F4948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279: (</w:t>
      </w:r>
      <w:r>
        <w:rPr>
          <w:rFonts w:hint="cs"/>
          <w:rtl/>
          <w:lang w:bidi="fa-IR"/>
        </w:rPr>
        <w:t>معتمد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15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معتضدبالله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حوادث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6F4948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العناء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مقهوريت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مغلوبيت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9"/>
        <w:gridCol w:w="268"/>
        <w:gridCol w:w="3305"/>
      </w:tblGrid>
      <w:tr w:rsidR="00054550" w:rsidTr="00054550">
        <w:trPr>
          <w:trHeight w:val="350"/>
        </w:trPr>
        <w:tc>
          <w:tcPr>
            <w:tcW w:w="3349" w:type="dxa"/>
          </w:tcPr>
          <w:p w:rsidR="00054550" w:rsidRDefault="00054550" w:rsidP="005C141F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اليس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العجائب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مثلى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054550" w:rsidRDefault="00054550" w:rsidP="005C141F">
            <w:pPr>
              <w:pStyle w:val="libPoem"/>
              <w:rPr>
                <w:rtl/>
              </w:rPr>
            </w:pPr>
          </w:p>
        </w:tc>
        <w:tc>
          <w:tcPr>
            <w:tcW w:w="3305" w:type="dxa"/>
          </w:tcPr>
          <w:p w:rsidR="00054550" w:rsidRDefault="00054550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يرى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ماقل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ممتنعا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4550" w:rsidTr="00054550">
        <w:trPr>
          <w:trHeight w:val="350"/>
        </w:trPr>
        <w:tc>
          <w:tcPr>
            <w:tcW w:w="3349" w:type="dxa"/>
          </w:tcPr>
          <w:p w:rsidR="00054550" w:rsidRDefault="00054550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توخذ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باسمه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الدنيا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جميعا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054550" w:rsidRDefault="00054550" w:rsidP="005C141F">
            <w:pPr>
              <w:pStyle w:val="libPoem"/>
              <w:rPr>
                <w:rtl/>
              </w:rPr>
            </w:pPr>
          </w:p>
        </w:tc>
        <w:tc>
          <w:tcPr>
            <w:tcW w:w="3305" w:type="dxa"/>
          </w:tcPr>
          <w:p w:rsidR="00054550" w:rsidRDefault="00054550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ذلك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شئى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يديه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تفحص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تفتيش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كنيزان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محاربه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زنج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مبتلا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بطايفه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صفاريه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فرصتى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بشرحى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مسطور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معتضد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مملكت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اوصافى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سفاح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مملكت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23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lastRenderedPageBreak/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).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930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مضجمعه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25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892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906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بعربى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مذهبنا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بفارسى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شمشيرائمه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سلاطين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ترويج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محقق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كركى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ترويج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906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مطابقست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مذهب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ناحق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ميگوئى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مذهبنا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>).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501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صدقة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سلجوقى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مذكورشد</w:t>
      </w:r>
      <w:r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lastRenderedPageBreak/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كوثر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 w:rsidR="00FE2974"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عياش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571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الحافظ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المعروف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عساكر،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دمشق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 w:rsidR="00FE2974"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جهد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</w:t>
      </w:r>
      <w:r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22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شكرالهى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والضحى</w:t>
      </w:r>
      <w:r>
        <w:rPr>
          <w:rtl/>
          <w:lang w:bidi="fa-IR"/>
        </w:rPr>
        <w:t xml:space="preserve"> ).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جراح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تاريكيهاى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ساباط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مدائن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مغولى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(84)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خنجرى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مسموم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بشكافت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مواليان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ملعون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مدائن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مدائن</w:t>
      </w:r>
      <w:r>
        <w:rPr>
          <w:rtl/>
          <w:lang w:bidi="fa-IR"/>
        </w:rPr>
        <w:t xml:space="preserve"> ) (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مسعود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عموى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مختار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بردند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جراحى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باصلاح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اخلاص</w:t>
      </w:r>
      <w:r>
        <w:rPr>
          <w:rtl/>
          <w:lang w:bidi="fa-IR"/>
        </w:rPr>
        <w:t xml:space="preserve"> ).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24</w:t>
      </w:r>
    </w:p>
    <w:p w:rsidR="0032648E" w:rsidRDefault="0032648E" w:rsidP="006F4948">
      <w:pPr>
        <w:pStyle w:val="libNormal"/>
      </w:pP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يهودى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ابيطالب</w:t>
      </w:r>
      <w:r>
        <w:rPr>
          <w:rtl/>
          <w:lang w:bidi="fa-IR"/>
        </w:rPr>
        <w:t xml:space="preserve"> (</w:t>
      </w:r>
      <w:r w:rsidR="006F4948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واقعشد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خيبريان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مبارزت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شبانگاه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راءيت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هزيمت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مقصود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بازشتافت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AD7E7F" w:rsidTr="00AD7E7F">
        <w:trPr>
          <w:trHeight w:val="350"/>
        </w:trPr>
        <w:tc>
          <w:tcPr>
            <w:tcW w:w="3344" w:type="dxa"/>
            <w:shd w:val="clear" w:color="auto" w:fill="auto"/>
          </w:tcPr>
          <w:p w:rsidR="00AD7E7F" w:rsidRDefault="00AD7E7F" w:rsidP="005C141F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الاانس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اللذين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تقدما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AD7E7F" w:rsidRDefault="00AD7E7F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فرهما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الفر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7E7F" w:rsidTr="00AD7E7F">
        <w:tblPrEx>
          <w:tblLook w:val="04A0"/>
        </w:tblPrEx>
        <w:trPr>
          <w:trHeight w:val="350"/>
        </w:trPr>
        <w:tc>
          <w:tcPr>
            <w:tcW w:w="3344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وللراية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العظمى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ذهبابها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AD7E7F" w:rsidRDefault="00AD7E7F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ملابسل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ذل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فوقها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جلابيب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7E7F" w:rsidTr="00AD7E7F">
        <w:tblPrEx>
          <w:tblLook w:val="04A0"/>
        </w:tblPrEx>
        <w:trPr>
          <w:trHeight w:val="350"/>
        </w:trPr>
        <w:tc>
          <w:tcPr>
            <w:tcW w:w="3344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عذر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تكما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الحمام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لمبغض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AD7E7F" w:rsidRDefault="00AD7E7F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بقاء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النفس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النفس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محبوب</w:t>
            </w:r>
            <w:r>
              <w:rPr>
                <w:rtl/>
                <w:lang w:bidi="fa-IR"/>
              </w:rPr>
              <w:t xml:space="preserve"> )).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AD7E7F" w:rsidTr="00AD7E7F">
        <w:trPr>
          <w:trHeight w:val="350"/>
        </w:trPr>
        <w:tc>
          <w:tcPr>
            <w:tcW w:w="3344" w:type="dxa"/>
          </w:tcPr>
          <w:p w:rsidR="00AD7E7F" w:rsidRDefault="00AD7E7F" w:rsidP="005C141F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يكن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فيهما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شجاتة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AD7E7F" w:rsidRDefault="00AD7E7F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فلماذا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الدين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بذلاها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7E7F" w:rsidTr="00AD7E7F">
        <w:trPr>
          <w:trHeight w:val="350"/>
        </w:trPr>
        <w:tc>
          <w:tcPr>
            <w:tcW w:w="3344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ذخراها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لمنكر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نكير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AD7E7F" w:rsidRDefault="00AD7E7F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الخبار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مالك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ذخراها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شباهنگاه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ستيزنده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ناگريزنده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آرزومند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الاكوع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بچشمهاى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بچكاند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ذوالفقارش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واركبه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بغلته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ميكائيل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بريسار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عزرائيل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اسرافيل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تعجيل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 w:rsidR="00FE2974">
        <w:rPr>
          <w:rtl/>
          <w:lang w:bidi="fa-IR"/>
        </w:rPr>
        <w:t>.</w:t>
      </w:r>
    </w:p>
    <w:p w:rsidR="0032648E" w:rsidRDefault="00AD7E7F" w:rsidP="0032648E">
      <w:pPr>
        <w:pStyle w:val="libNormal"/>
      </w:pPr>
      <w:r>
        <w:rPr>
          <w:rFonts w:hint="cs"/>
          <w:rtl/>
          <w:lang w:bidi="fa-IR"/>
        </w:rPr>
        <w:t xml:space="preserve">(( </w:t>
      </w:r>
      <w:r w:rsidR="0032648E">
        <w:rPr>
          <w:rFonts w:hint="cs"/>
          <w:rtl/>
          <w:lang w:bidi="fa-IR"/>
        </w:rPr>
        <w:t>فوالله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يهدى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الله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بك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رجلا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واحدا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خير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لك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من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ان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يكون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لك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حمرالنعم</w:t>
      </w:r>
      <w:r w:rsidR="0032648E"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برتلى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بنشاند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شجاعت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يهودى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AD7E7F" w:rsidTr="005C141F">
        <w:trPr>
          <w:trHeight w:val="350"/>
        </w:trPr>
        <w:tc>
          <w:tcPr>
            <w:tcW w:w="3344" w:type="dxa"/>
          </w:tcPr>
          <w:p w:rsidR="00AD7E7F" w:rsidRDefault="00AD7E7F" w:rsidP="005C141F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انا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ابن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عبدالمطلب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AD7E7F" w:rsidRDefault="00AD7E7F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AD7E7F" w:rsidRDefault="00AD7E7F" w:rsidP="00AD7E7F">
            <w:pPr>
              <w:pStyle w:val="libPoem"/>
            </w:pPr>
            <w:r>
              <w:rPr>
                <w:rFonts w:hint="cs"/>
                <w:rtl/>
                <w:lang w:bidi="fa-IR"/>
              </w:rPr>
              <w:t>متهذب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ذوسطوه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ذو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حسب</w:t>
            </w:r>
            <w:r>
              <w:rPr>
                <w:rtl/>
                <w:lang w:bidi="fa-IR"/>
              </w:rPr>
              <w:t xml:space="preserve"> )).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يهودى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غلبتم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جهود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مرحب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آغاز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مبارزت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بساخت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مرحب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جهودان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شجاعت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عمامه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سوراخ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ميزان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اژدهاى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AD7E7F" w:rsidTr="005C141F">
        <w:trPr>
          <w:trHeight w:val="350"/>
        </w:trPr>
        <w:tc>
          <w:tcPr>
            <w:tcW w:w="3344" w:type="dxa"/>
          </w:tcPr>
          <w:p w:rsidR="00AD7E7F" w:rsidRDefault="00AD7E7F" w:rsidP="005C141F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قد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علمت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خيبر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مرحب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AD7E7F" w:rsidRDefault="00AD7E7F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ساكى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السلاح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بطل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مجرب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ترازو،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AD7E7F" w:rsidTr="005C141F">
        <w:trPr>
          <w:trHeight w:val="350"/>
        </w:trPr>
        <w:tc>
          <w:tcPr>
            <w:tcW w:w="3344" w:type="dxa"/>
          </w:tcPr>
          <w:p w:rsidR="00AD7E7F" w:rsidRDefault="00AD7E7F" w:rsidP="005C141F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انا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الذى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سمتنى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امى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حيدره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AD7E7F" w:rsidRDefault="00AD7E7F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ضرغام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احام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وليث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قورة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مرحب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حيدره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مرحب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ميگريزى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تورزم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جهودان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سيدقوم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مرحب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ذوالفقار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آهنين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دستارها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حلقش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انداخت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مرحب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مسلمانان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جهودان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صناديد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قابوس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الحقيق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عنتر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ياسر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 </w:t>
      </w:r>
      <w:r>
        <w:rPr>
          <w:rFonts w:hint="cs"/>
          <w:rtl/>
          <w:lang w:bidi="fa-IR"/>
        </w:rPr>
        <w:t>ضجيج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صناديد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شجعان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ابطال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يهود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رجز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رجزها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بگذارنيد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تيغ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جهودان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جهودان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هزيمت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قفاى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گرمكاه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جلادتى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جهودى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بحصار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گريخت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غضبان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جهودان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بقلعه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گريختند،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جهودان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بچالاكى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قموص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دروازه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بيتوانى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آهنين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هشتصدمن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بميزان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ميرفت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جنبشى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لرزشى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صفيه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اخطب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جراحتى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آهنين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بيكجنبش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برفراز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سربرده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لختى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جهودان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بيغوله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گريختند،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قنطره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پهناور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تاگرانرا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ميچسبانيده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برفراز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ميچسبانيد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ميگشتند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بدينگونه</w:t>
      </w:r>
      <w:r w:rsidR="00FE2974">
        <w:rPr>
          <w:rtl/>
          <w:lang w:bidi="fa-IR"/>
        </w:rPr>
        <w:t>،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گذرايند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گرسنه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ذراع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احتجاج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حسان</w:t>
      </w:r>
      <w:r>
        <w:rPr>
          <w:rtl/>
          <w:lang w:bidi="fa-IR"/>
        </w:rPr>
        <w:t xml:space="preserve"> </w:t>
      </w:r>
      <w:r w:rsidRPr="004109B9">
        <w:rPr>
          <w:rStyle w:val="libFootnotenumChar"/>
          <w:rtl/>
        </w:rPr>
        <w:t>(85)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AD7E7F" w:rsidTr="00AD7E7F">
        <w:trPr>
          <w:trHeight w:val="350"/>
        </w:trPr>
        <w:tc>
          <w:tcPr>
            <w:tcW w:w="3344" w:type="dxa"/>
          </w:tcPr>
          <w:p w:rsidR="00AD7E7F" w:rsidRDefault="00AD7E7F" w:rsidP="005C141F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امر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حمل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ارماح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بخيبر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AD7E7F" w:rsidRDefault="00AD7E7F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AD7E7F" w:rsidRDefault="00AD7E7F" w:rsidP="00AD7E7F">
            <w:pPr>
              <w:pStyle w:val="libPoem"/>
            </w:pPr>
            <w:r>
              <w:rPr>
                <w:rFonts w:hint="cs"/>
                <w:rtl/>
                <w:lang w:bidi="fa-IR"/>
              </w:rPr>
              <w:t>يوم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اليهود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بقدرة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لمؤ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7E7F" w:rsidTr="00AD7E7F">
        <w:trPr>
          <w:trHeight w:val="350"/>
        </w:trPr>
        <w:tc>
          <w:tcPr>
            <w:tcW w:w="3344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حمل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الرماح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رماح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قموصها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AD7E7F" w:rsidRDefault="00AD7E7F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المسلمون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اهل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خيبر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7E7F" w:rsidTr="00AD7E7F">
        <w:trPr>
          <w:trHeight w:val="350"/>
        </w:trPr>
        <w:tc>
          <w:tcPr>
            <w:tcW w:w="3344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فرمى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ولقد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تكلف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AD7E7F" w:rsidRDefault="00AD7E7F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سبعون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شخصا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كلهم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متشدد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7E7F" w:rsidTr="00AD7E7F">
        <w:trPr>
          <w:trHeight w:val="350"/>
        </w:trPr>
        <w:tc>
          <w:tcPr>
            <w:tcW w:w="3344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ردود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بعد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تكلف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مشقة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AD7E7F" w:rsidRDefault="00AD7E7F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مقال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بعضهم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لبعض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اددوا</w:t>
            </w:r>
            <w:r>
              <w:rPr>
                <w:rtl/>
                <w:lang w:bidi="fa-IR"/>
              </w:rPr>
              <w:t xml:space="preserve">)) </w:t>
            </w:r>
            <w:r w:rsidRPr="004109B9">
              <w:rPr>
                <w:rStyle w:val="libFootnotenumChar"/>
                <w:rtl/>
              </w:rPr>
              <w:t>(86)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101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عبدالعزيزبن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سمعان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رعيت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عاصم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الخطاب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صغير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عمرثانى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اشج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محاسن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ميزدند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فرزدق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كثير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AD7E7F" w:rsidTr="005C141F">
        <w:trPr>
          <w:trHeight w:val="350"/>
        </w:trPr>
        <w:tc>
          <w:tcPr>
            <w:tcW w:w="3344" w:type="dxa"/>
          </w:tcPr>
          <w:p w:rsidR="00AD7E7F" w:rsidRDefault="00AD7E7F" w:rsidP="005C141F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يابن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عبدالعزيز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بكت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AD7E7F" w:rsidRDefault="00AD7E7F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فتى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امية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لبكيتك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 w:rsidR="00FE2974">
        <w:rPr>
          <w:rtl/>
          <w:lang w:bidi="fa-IR"/>
        </w:rPr>
        <w:t>.</w:t>
      </w:r>
    </w:p>
    <w:p w:rsidR="0032648E" w:rsidRDefault="0032648E" w:rsidP="006F4948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183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186: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179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ميگذاشت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اثناى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ناسزاى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رامقيد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ذيحجه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بنحويكه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ذيحجه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AD7E7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 w:rsidR="00AD7E7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تضرع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نميديد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اينخانه</w:t>
      </w:r>
      <w:r w:rsidR="00FE2974">
        <w:rPr>
          <w:rtl/>
          <w:lang w:bidi="fa-IR"/>
        </w:rPr>
        <w:t>؟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رهبانان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نميآيد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اقدام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برمكى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محبوس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گردانيد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معذورم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رنجور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رزو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مبالغه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مجتمع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بدبختان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تكليف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رقه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مكرم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مسرور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خادم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شاهك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عقابين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تازيانه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تسليم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برمكى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رسيد،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سندى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معصوم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مسموم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سندى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زهرى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فرمود،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شاهك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فقهاء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جراحتى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تسويل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تقصيرى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گذاشتند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ملاحظه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بنويسد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صدوق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سندى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بمقابر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الرافضة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الشرطة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فنادوا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يرى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عموى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قصرى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غوغاى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خبيثان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انداخت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برهنه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طيب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>.</w:t>
      </w:r>
      <w:r w:rsidRPr="004109B9">
        <w:rPr>
          <w:rStyle w:val="libFootnotenumChar"/>
          <w:rtl/>
        </w:rPr>
        <w:t>(87)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بمقابر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حنوط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ترتيب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پوشانيدند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شاهك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خوشنودم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نگذاشتى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اقدم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نوبختى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فرق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باقيدهائيكه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>.</w:t>
      </w:r>
    </w:p>
    <w:p w:rsidR="0032648E" w:rsidRDefault="0032648E" w:rsidP="00B6222F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منقولست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27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25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</w:t>
      </w:r>
      <w:r w:rsidR="00B6222F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ويل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بعثت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27 </w:t>
      </w:r>
      <w:r>
        <w:rPr>
          <w:rFonts w:hint="cs"/>
          <w:rtl/>
          <w:lang w:bidi="fa-IR"/>
        </w:rPr>
        <w:t>ميباشد،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261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قشيرى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نيشابورى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صحيح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نواقض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الروافض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القشيرى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البخارى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رفيقى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مصحف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المحدثين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هيهنا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الاصلاع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فليراجع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الانوار</w:t>
      </w:r>
      <w:r>
        <w:rPr>
          <w:rtl/>
          <w:lang w:bidi="fa-IR"/>
        </w:rPr>
        <w:t>.)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479: (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سنجر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892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عياش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بطحاء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شاءن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اكثر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مرثيه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AD7E7F" w:rsidTr="00AD7E7F">
        <w:trPr>
          <w:trHeight w:val="350"/>
        </w:trPr>
        <w:tc>
          <w:tcPr>
            <w:tcW w:w="3344" w:type="dxa"/>
          </w:tcPr>
          <w:p w:rsidR="00AD7E7F" w:rsidRDefault="00AD7E7F" w:rsidP="005C141F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اباطالب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عصمة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المستجير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AD7E7F" w:rsidRDefault="00AD7E7F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غيث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المحول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نرو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الظلم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7E7F" w:rsidTr="00AD7E7F">
        <w:trPr>
          <w:trHeight w:val="350"/>
        </w:trPr>
        <w:tc>
          <w:tcPr>
            <w:tcW w:w="3344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لقد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فقدك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اهل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الحفاظ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AD7E7F" w:rsidRDefault="00AD7E7F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لقد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للمصطفى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عم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681: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دمشق</w:t>
      </w:r>
      <w:r>
        <w:rPr>
          <w:rtl/>
          <w:lang w:bidi="fa-IR"/>
        </w:rPr>
        <w:t xml:space="preserve"> )(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خلكان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اشعرى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معورف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متعصبين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احفاد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برمكى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تسميه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بخلكان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مفاخره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بمفاخر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:(( </w:t>
      </w:r>
      <w:r>
        <w:rPr>
          <w:rFonts w:hint="cs"/>
          <w:rtl/>
          <w:lang w:bidi="fa-IR"/>
        </w:rPr>
        <w:t>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هكذا</w:t>
      </w:r>
      <w:r>
        <w:rPr>
          <w:rtl/>
          <w:lang w:bidi="fa-IR"/>
        </w:rPr>
        <w:t xml:space="preserve">))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بگوى</w:t>
      </w:r>
      <w:r w:rsidR="00FE2974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AD7E7F" w:rsidTr="00AD7E7F">
        <w:trPr>
          <w:trHeight w:val="350"/>
        </w:trPr>
        <w:tc>
          <w:tcPr>
            <w:tcW w:w="3344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چون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بخود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سپه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شكن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AD7E7F" w:rsidRDefault="00AD7E7F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فرزند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خصال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خويشتن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7E7F" w:rsidTr="00AD7E7F">
        <w:trPr>
          <w:trHeight w:val="350"/>
        </w:trPr>
        <w:tc>
          <w:tcPr>
            <w:tcW w:w="3344" w:type="dxa"/>
          </w:tcPr>
          <w:p w:rsidR="00AD7E7F" w:rsidRDefault="00AD7E7F" w:rsidP="005C141F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الفتى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يقول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اناذا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AD7E7F" w:rsidRDefault="00AD7E7F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AD7E7F" w:rsidRDefault="00AD7E7F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ليس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الفتى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يقول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ابى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ميتابد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غسل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3 -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بالتجل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الاعظم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،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معوذتين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</w:t>
      </w:r>
      <w:r>
        <w:rPr>
          <w:rtl/>
          <w:lang w:bidi="fa-IR"/>
        </w:rPr>
        <w:t xml:space="preserve"> ).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بطلبد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5 -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بطريقى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28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29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60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28(</w:t>
      </w:r>
      <w:r>
        <w:rPr>
          <w:rFonts w:hint="cs"/>
          <w:rtl/>
          <w:lang w:bidi="fa-IR"/>
        </w:rPr>
        <w:t>وليد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حاكم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B6222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يكشنبه</w:t>
      </w:r>
      <w:r>
        <w:rPr>
          <w:rtl/>
          <w:lang w:bidi="fa-IR"/>
        </w:rPr>
        <w:t xml:space="preserve"> 29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ووداع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شريفه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فخرج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خائف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يترقب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عظميمه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مبعوث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1 - </w:t>
      </w:r>
      <w:r>
        <w:rPr>
          <w:rFonts w:hint="cs"/>
          <w:rtl/>
          <w:lang w:bidi="fa-IR"/>
        </w:rPr>
        <w:t>غسل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-2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امتياز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هدية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الزائرين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نگاشتيم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5 -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معوذتين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شئيبا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بالاستقلال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6 -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:((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بالعفو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التجاوز،</w:t>
      </w:r>
      <w:r>
        <w:rPr>
          <w:rtl/>
          <w:lang w:bidi="fa-IR"/>
        </w:rPr>
        <w:t xml:space="preserve">))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27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مذخور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ادعيه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7 -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(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بالتجلى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الاعظم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255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معتزبالله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2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مخالفان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معظمه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خروج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مخدرات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عزميت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آگهى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شتافتند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بنوحه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سوخته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بگذاريم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كلثوم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منان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58753D" w:rsidTr="005C141F">
        <w:trPr>
          <w:trHeight w:val="350"/>
        </w:trPr>
        <w:tc>
          <w:tcPr>
            <w:tcW w:w="3344" w:type="dxa"/>
          </w:tcPr>
          <w:p w:rsidR="0058753D" w:rsidRDefault="0058753D" w:rsidP="005C141F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قتيل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الطف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هاشم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8753D" w:rsidRDefault="0058753D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8753D" w:rsidRDefault="0058753D" w:rsidP="0058753D">
            <w:pPr>
              <w:pStyle w:val="libPoem"/>
            </w:pPr>
            <w:r>
              <w:rPr>
                <w:rFonts w:hint="cs"/>
                <w:rtl/>
                <w:lang w:bidi="fa-IR"/>
              </w:rPr>
              <w:t>اذل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رقابا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قريش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فذلت</w:t>
            </w:r>
            <w:r>
              <w:rPr>
                <w:rtl/>
                <w:lang w:bidi="fa-IR"/>
              </w:rPr>
              <w:t>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الخ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راوندى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زوجه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دلنبد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لامحاله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آنانرا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باعجاز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نمودار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محل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مضجع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بگريست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متفرق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پراكنده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اطفال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مذبوح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زنجير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استغاثه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نيابند،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واينك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خلاك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تربتى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607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ارسلانشاه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اتابك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موصل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مردسه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شافعيه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موصل</w:t>
      </w:r>
      <w:r>
        <w:rPr>
          <w:rtl/>
          <w:lang w:bidi="fa-IR"/>
        </w:rPr>
        <w:t xml:space="preserve"> ).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غسل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مرويستكه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بيامرزد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سلمان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الطاهرين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بطلبد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204(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ادريس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مصر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150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ابوحنيفه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منتهى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منسوب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بجدش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سائب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وللشافعى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58753D" w:rsidTr="0058753D">
        <w:trPr>
          <w:trHeight w:val="350"/>
        </w:trPr>
        <w:tc>
          <w:tcPr>
            <w:tcW w:w="3344" w:type="dxa"/>
          </w:tcPr>
          <w:p w:rsidR="0058753D" w:rsidRDefault="0058753D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لوان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المرتضى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ابدى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محله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8753D" w:rsidRDefault="0058753D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8753D" w:rsidRDefault="0058753D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لظار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الخلق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طرا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سجدالله</w:t>
            </w:r>
            <w:r>
              <w:rPr>
                <w:rtl/>
                <w:lang w:bidi="fa-IR"/>
              </w:rPr>
              <w:t>.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753D" w:rsidTr="0058753D">
        <w:trPr>
          <w:trHeight w:val="350"/>
        </w:trPr>
        <w:tc>
          <w:tcPr>
            <w:tcW w:w="3344" w:type="dxa"/>
          </w:tcPr>
          <w:p w:rsidR="0058753D" w:rsidRDefault="0058753D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الشافعى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ليس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يدرى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8753D" w:rsidRDefault="0058753D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8753D" w:rsidRDefault="0058753D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عل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ربه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ربه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>.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ايضا</w:t>
      </w:r>
      <w:r>
        <w:rPr>
          <w:rtl/>
          <w:lang w:bidi="fa-IR"/>
        </w:rPr>
        <w:t>)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58753D" w:rsidTr="0058753D">
        <w:trPr>
          <w:trHeight w:val="350"/>
        </w:trPr>
        <w:tc>
          <w:tcPr>
            <w:tcW w:w="3344" w:type="dxa"/>
          </w:tcPr>
          <w:p w:rsidR="0058753D" w:rsidRDefault="0058753D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ياراكبا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بالحمصب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8753D" w:rsidRDefault="0058753D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8753D" w:rsidRDefault="0058753D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اهتف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بساكن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خيفها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الناهض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753D" w:rsidTr="0058753D">
        <w:trPr>
          <w:trHeight w:val="350"/>
        </w:trPr>
        <w:tc>
          <w:tcPr>
            <w:tcW w:w="3344" w:type="dxa"/>
          </w:tcPr>
          <w:p w:rsidR="0058753D" w:rsidRDefault="0058753D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سحرا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فاض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الحجيج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8753D" w:rsidRDefault="0058753D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8753D" w:rsidRDefault="0058753D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فيضا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كلمتطم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الفرات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الفائض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753D" w:rsidTr="0058753D">
        <w:trPr>
          <w:trHeight w:val="350"/>
        </w:trPr>
        <w:tc>
          <w:tcPr>
            <w:tcW w:w="3344" w:type="dxa"/>
          </w:tcPr>
          <w:p w:rsidR="0058753D" w:rsidRDefault="0058753D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قف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ثم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اشهد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بمحمد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8753D" w:rsidRDefault="0058753D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8753D" w:rsidRDefault="0058753D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وصيه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بنيه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لست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بباغض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753D" w:rsidTr="0058753D">
        <w:trPr>
          <w:trHeight w:val="350"/>
        </w:trPr>
        <w:tc>
          <w:tcPr>
            <w:tcW w:w="3344" w:type="dxa"/>
          </w:tcPr>
          <w:p w:rsidR="0058753D" w:rsidRDefault="0058753D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رفضاحب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آل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8753D" w:rsidRDefault="0058753D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8753D" w:rsidRDefault="0058753D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فليشهد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الثقلان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رافضى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ايضا</w:t>
      </w:r>
      <w:r>
        <w:rPr>
          <w:rtl/>
          <w:lang w:bidi="fa-IR"/>
        </w:rPr>
        <w:t>)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58753D" w:rsidTr="0058753D">
        <w:trPr>
          <w:trHeight w:val="350"/>
        </w:trPr>
        <w:tc>
          <w:tcPr>
            <w:tcW w:w="3344" w:type="dxa"/>
          </w:tcPr>
          <w:p w:rsidR="0058753D" w:rsidRDefault="0058753D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اهلبيت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رسول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حبكم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8753D" w:rsidRDefault="0058753D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8753D" w:rsidRDefault="0058753D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فرض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القران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انزله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753D" w:rsidTr="0058753D">
        <w:trPr>
          <w:trHeight w:val="350"/>
        </w:trPr>
        <w:tc>
          <w:tcPr>
            <w:tcW w:w="3344" w:type="dxa"/>
          </w:tcPr>
          <w:p w:rsidR="0058753D" w:rsidRDefault="0058753D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كفاكم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عظيم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القدر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8753D" w:rsidRDefault="0058753D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8753D" w:rsidRDefault="0058753D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لايصلى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عليكم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صلوة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يناسب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58753D" w:rsidP="0032648E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32648E" w:rsidRDefault="0032648E" w:rsidP="00B6222F">
      <w:pPr>
        <w:pStyle w:val="Heading2"/>
      </w:pPr>
      <w:bookmarkStart w:id="18" w:name="_Toc460920959"/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وقايع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bookmarkEnd w:id="18"/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CD56CC">
      <w:pPr>
        <w:pStyle w:val="libBold1"/>
      </w:pP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-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روزيهايى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بهشتهارا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مرتكب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بالجمله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مشتركه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:(( </w:t>
      </w:r>
      <w:r>
        <w:rPr>
          <w:rFonts w:hint="cs"/>
          <w:rtl/>
          <w:lang w:bidi="fa-IR"/>
        </w:rPr>
        <w:t>استغفرالله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التوبه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استغفرالله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روايات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القيوم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مستفاد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شجرة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النبوه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))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مناجات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وائمه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5 - </w:t>
      </w:r>
      <w:r>
        <w:rPr>
          <w:rFonts w:hint="cs"/>
          <w:rtl/>
          <w:lang w:bidi="fa-IR"/>
        </w:rPr>
        <w:t>تصدق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مجموع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:((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مخلصين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المشركون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7 -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8 -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نمازگذارد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بيامرز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مستجاب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گردان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9-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10 -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تابقيه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غفرت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فاغفرلنا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فصل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وليالى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هفتمرتبه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فراموش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بسوى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.</w:t>
      </w:r>
    </w:p>
    <w:p w:rsidR="0032648E" w:rsidRDefault="0032648E" w:rsidP="00B6222F">
      <w:pPr>
        <w:pStyle w:val="libNormal"/>
      </w:pP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B6222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انشاءالله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B6222F" w:rsidRDefault="0032648E" w:rsidP="00B6222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فراغ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>)</w:t>
      </w:r>
    </w:p>
    <w:p w:rsidR="0032648E" w:rsidRDefault="0032648E" w:rsidP="00B6222F">
      <w:pPr>
        <w:pStyle w:val="libNormal"/>
      </w:pP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داوزده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پنجمرتبه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القيمة</w:t>
      </w:r>
      <w:r>
        <w:rPr>
          <w:rtl/>
          <w:lang w:bidi="fa-IR"/>
        </w:rPr>
        <w:t xml:space="preserve"> )) </w:t>
      </w:r>
      <w:r w:rsidRPr="004109B9">
        <w:rPr>
          <w:rStyle w:val="libFootnotenumChar"/>
          <w:rtl/>
        </w:rPr>
        <w:t>(88)</w:t>
      </w:r>
    </w:p>
    <w:p w:rsidR="00B6222F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وروزهاى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بگيرد</w:t>
      </w:r>
      <w:r w:rsidR="00B6222F"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317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كعبى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بلخى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رئيس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طائفه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معتزله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264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الفقهاء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الاصوليين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المجتهدين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الزاخر،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مولانا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النجفى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باقر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جواهرالكلام</w:t>
      </w:r>
      <w:r>
        <w:rPr>
          <w:rtl/>
          <w:lang w:bidi="fa-IR"/>
        </w:rPr>
        <w:t xml:space="preserve"> ): ((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يصنف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والحرام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معوذتين</w:t>
      </w:r>
      <w:r>
        <w:rPr>
          <w:rtl/>
          <w:lang w:bidi="fa-IR"/>
        </w:rPr>
        <w:t xml:space="preserve"> ).</w:t>
      </w:r>
    </w:p>
    <w:p w:rsidR="0032648E" w:rsidRDefault="0032648E" w:rsidP="0058753D">
      <w:pPr>
        <w:pStyle w:val="libBold1"/>
      </w:pPr>
      <w:r>
        <w:rPr>
          <w:rFonts w:hint="cs"/>
          <w:rtl/>
          <w:lang w:bidi="fa-IR"/>
        </w:rPr>
        <w:t>پاورقى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84- </w:t>
      </w:r>
      <w:r>
        <w:rPr>
          <w:rFonts w:hint="cs"/>
          <w:rtl/>
          <w:lang w:bidi="fa-IR"/>
        </w:rPr>
        <w:t>مغول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تبغى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85- 1 -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خيبر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5139C5" w:rsidTr="005139C5">
        <w:trPr>
          <w:trHeight w:val="350"/>
        </w:trPr>
        <w:tc>
          <w:tcPr>
            <w:tcW w:w="3344" w:type="dxa"/>
            <w:shd w:val="clear" w:color="auto" w:fill="auto"/>
          </w:tcPr>
          <w:p w:rsidR="005139C5" w:rsidRDefault="005139C5" w:rsidP="005C141F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ارمدالعين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يتبغى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5139C5" w:rsidRDefault="005139C5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دوا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فلما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يحسن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المداويا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39C5" w:rsidTr="005139C5">
        <w:tblPrEx>
          <w:tblLook w:val="04A0"/>
        </w:tblPrEx>
        <w:trPr>
          <w:trHeight w:val="350"/>
        </w:trPr>
        <w:tc>
          <w:tcPr>
            <w:tcW w:w="3344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شفاه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رسول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بتقلة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9C5" w:rsidRDefault="005139C5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فبورك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مرقيا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بورك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راقيا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39C5" w:rsidTr="005139C5">
        <w:tblPrEx>
          <w:tblLook w:val="04A0"/>
        </w:tblPrEx>
        <w:trPr>
          <w:trHeight w:val="350"/>
        </w:trPr>
        <w:tc>
          <w:tcPr>
            <w:tcW w:w="3344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ساعطى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الراية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اليوم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صارما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9C5" w:rsidRDefault="005139C5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مكيا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محبا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للرسول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مواليا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39C5" w:rsidTr="005139C5">
        <w:tblPrEx>
          <w:tblLook w:val="04A0"/>
        </w:tblPrEx>
        <w:trPr>
          <w:trHeight w:val="350"/>
        </w:trPr>
        <w:tc>
          <w:tcPr>
            <w:tcW w:w="3344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يحب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الهى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والاله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يحبه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9C5" w:rsidRDefault="005139C5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يفتح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الحصون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وابيا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39C5" w:rsidTr="005139C5">
        <w:tblPrEx>
          <w:tblLook w:val="04A0"/>
        </w:tblPrEx>
        <w:trPr>
          <w:trHeight w:val="350"/>
        </w:trPr>
        <w:tc>
          <w:tcPr>
            <w:tcW w:w="3344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فاصفى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بهادون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البرية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9C5" w:rsidRDefault="005139C5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عليا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سماه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الوزير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المواخيا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5139C5" w:rsidP="0032648E">
      <w:pPr>
        <w:pStyle w:val="libNormal"/>
      </w:pPr>
      <w:r>
        <w:rPr>
          <w:rtl/>
          <w:lang w:bidi="fa-IR"/>
        </w:rPr>
        <w:t xml:space="preserve"> </w:t>
      </w:r>
      <w:r w:rsidR="0032648E">
        <w:rPr>
          <w:rtl/>
          <w:lang w:bidi="fa-IR"/>
        </w:rPr>
        <w:t>(</w:t>
      </w:r>
      <w:r w:rsidR="0032648E">
        <w:rPr>
          <w:rFonts w:hint="cs"/>
          <w:rtl/>
          <w:lang w:bidi="fa-IR"/>
        </w:rPr>
        <w:t>منه</w:t>
      </w:r>
      <w:r w:rsidR="0032648E">
        <w:rPr>
          <w:rtl/>
          <w:lang w:bidi="fa-IR"/>
        </w:rPr>
        <w:t xml:space="preserve"> )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86- 2 -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قصائد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5139C5" w:rsidTr="005139C5">
        <w:trPr>
          <w:trHeight w:val="350"/>
        </w:trPr>
        <w:tc>
          <w:tcPr>
            <w:tcW w:w="3344" w:type="dxa"/>
          </w:tcPr>
          <w:p w:rsidR="005139C5" w:rsidRDefault="005139C5" w:rsidP="005C141F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يامن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ردت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ذكاء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يفز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9C5" w:rsidRDefault="005139C5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بنظريها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قبل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يوشع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39C5" w:rsidTr="005139C5">
        <w:trPr>
          <w:trHeight w:val="350"/>
        </w:trPr>
        <w:tc>
          <w:tcPr>
            <w:tcW w:w="3344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ياهازم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الاحزاب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لايثنيه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9C5" w:rsidRDefault="005139C5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خوض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الحمام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مدجج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مدرع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39C5" w:rsidTr="005139C5">
        <w:trPr>
          <w:trHeight w:val="350"/>
        </w:trPr>
        <w:tc>
          <w:tcPr>
            <w:tcW w:w="3344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ياقلاع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الباب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التى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هزها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9C5" w:rsidRDefault="005139C5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عجزت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اكف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اربعون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اربع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39C5" w:rsidTr="005139C5">
        <w:trPr>
          <w:trHeight w:val="350"/>
        </w:trPr>
        <w:tc>
          <w:tcPr>
            <w:tcW w:w="3344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لولا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حدوثك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قلت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جاعل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9C5" w:rsidRDefault="005139C5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الارواح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الاشباح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المستنزع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39C5" w:rsidTr="005139C5">
        <w:trPr>
          <w:trHeight w:val="350"/>
        </w:trPr>
        <w:tc>
          <w:tcPr>
            <w:tcW w:w="3344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لولا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مماتك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قلت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باسط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9C5" w:rsidRDefault="005139C5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الارزاق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تقدرفى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المعطاء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توسع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39C5" w:rsidTr="005139C5">
        <w:trPr>
          <w:trHeight w:val="350"/>
        </w:trPr>
        <w:tc>
          <w:tcPr>
            <w:tcW w:w="3344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العالم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العلوى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تربة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9C5" w:rsidRDefault="005139C5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منها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لجثتك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الشريفة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مضجع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39C5" w:rsidTr="005139C5">
        <w:trPr>
          <w:trHeight w:val="350"/>
        </w:trPr>
        <w:tc>
          <w:tcPr>
            <w:tcW w:w="3344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الدهر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الاعبدك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القن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الذى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9C5" w:rsidRDefault="005139C5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بنفوذ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امرك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البرية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مولع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39C5" w:rsidTr="005139C5">
        <w:trPr>
          <w:trHeight w:val="350"/>
        </w:trPr>
        <w:tc>
          <w:tcPr>
            <w:tcW w:w="3344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والله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لولاحيدر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ماكانت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الدنيا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9C5" w:rsidRDefault="005139C5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جمع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البرية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مجمع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39C5" w:rsidTr="005139C5">
        <w:trPr>
          <w:trHeight w:val="350"/>
        </w:trPr>
        <w:tc>
          <w:tcPr>
            <w:tcW w:w="3344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واليه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يوم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المعاد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حسابنا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9C5" w:rsidRDefault="005139C5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الملاذ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لنا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غداو والمفزع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قصيدهايست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عفه</w:t>
      </w:r>
      <w:r>
        <w:rPr>
          <w:rtl/>
          <w:lang w:bidi="fa-IR"/>
        </w:rPr>
        <w:t xml:space="preserve"> )</w:t>
      </w:r>
    </w:p>
    <w:p w:rsidR="0032648E" w:rsidRDefault="0032648E" w:rsidP="005139C5">
      <w:pPr>
        <w:pStyle w:val="libNormal"/>
      </w:pPr>
      <w:r>
        <w:rPr>
          <w:rtl/>
          <w:lang w:bidi="fa-IR"/>
        </w:rPr>
        <w:t xml:space="preserve">87-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الزائر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>(</w:t>
      </w:r>
      <w:r w:rsidR="005139C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محتوس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مصائب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نقلكنم</w:t>
      </w:r>
      <w:r w:rsidR="00FE2974">
        <w:rPr>
          <w:rtl/>
          <w:lang w:bidi="fa-IR"/>
        </w:rPr>
        <w:t>:</w:t>
      </w:r>
      <w:r w:rsidR="005139C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الطاهرين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السكينة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الوقار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الاثار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بالسهرالى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بمواصلة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الاستغفار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السجدة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الطويلة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الدموع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الغزيرة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المناجات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الكثيرة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الضراعات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المتصلة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مقرالنهى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المضطهد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المعذب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السجون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المطاميرذى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المرضوض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الجنازة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المنادى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الاستخفاف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المصطفى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المرتضى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النساء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مغضوب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مغلوب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غليظ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غصص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لرضاك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اخلص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الخشوع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استشعرالخضوع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البدعة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يلحقه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اوامرك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نواهيك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لائم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زاكية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براياك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بلغه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لدنك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موالانه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مغفرة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رضوانا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ذوالفضل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العميم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التجاوز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برحمتك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ياارحم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الراحمين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)))</w:t>
      </w:r>
    </w:p>
    <w:p w:rsidR="00B6222F" w:rsidRDefault="0032648E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88- </w:t>
      </w:r>
      <w:r>
        <w:rPr>
          <w:rFonts w:hint="cs"/>
          <w:rtl/>
          <w:lang w:bidi="fa-IR"/>
        </w:rPr>
        <w:t>وروى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الركعتين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كذللك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ابليس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اعطاه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الصديقين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)</w:t>
      </w:r>
    </w:p>
    <w:p w:rsidR="0032648E" w:rsidRDefault="00B6222F" w:rsidP="0032648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 w:rsidRPr="00B6222F">
        <w:rPr>
          <w:rStyle w:val="libAieChar"/>
          <w:rtl/>
        </w:rPr>
        <w:t xml:space="preserve">(( </w:t>
      </w:r>
      <w:r w:rsidRPr="00B6222F">
        <w:rPr>
          <w:rStyle w:val="libAieChar"/>
          <w:rFonts w:hint="cs"/>
          <w:rtl/>
        </w:rPr>
        <w:t>يا</w:t>
      </w:r>
      <w:r w:rsidRPr="00B6222F">
        <w:rPr>
          <w:rStyle w:val="libAieChar"/>
          <w:rtl/>
        </w:rPr>
        <w:t xml:space="preserve"> </w:t>
      </w:r>
      <w:r w:rsidRPr="00B6222F">
        <w:rPr>
          <w:rStyle w:val="libAieChar"/>
          <w:rFonts w:hint="cs"/>
          <w:rtl/>
        </w:rPr>
        <w:t>ايها</w:t>
      </w:r>
      <w:r w:rsidRPr="00B6222F">
        <w:rPr>
          <w:rStyle w:val="libAieChar"/>
          <w:rtl/>
        </w:rPr>
        <w:t xml:space="preserve"> </w:t>
      </w:r>
      <w:r w:rsidRPr="00B6222F">
        <w:rPr>
          <w:rStyle w:val="libAieChar"/>
          <w:rFonts w:hint="cs"/>
          <w:rtl/>
        </w:rPr>
        <w:t>الذين</w:t>
      </w:r>
      <w:r w:rsidRPr="00B6222F">
        <w:rPr>
          <w:rStyle w:val="libAieChar"/>
          <w:rtl/>
        </w:rPr>
        <w:t xml:space="preserve"> </w:t>
      </w:r>
      <w:r w:rsidRPr="00B6222F">
        <w:rPr>
          <w:rStyle w:val="libAieChar"/>
          <w:rFonts w:hint="cs"/>
          <w:rtl/>
        </w:rPr>
        <w:t>آمنوا</w:t>
      </w:r>
      <w:r w:rsidRPr="00B6222F">
        <w:rPr>
          <w:rStyle w:val="libAieChar"/>
          <w:rtl/>
        </w:rPr>
        <w:t xml:space="preserve"> </w:t>
      </w:r>
      <w:r w:rsidRPr="00B6222F">
        <w:rPr>
          <w:rStyle w:val="libAieChar"/>
          <w:rFonts w:hint="cs"/>
          <w:rtl/>
        </w:rPr>
        <w:t>كتب</w:t>
      </w:r>
      <w:r w:rsidRPr="00B6222F">
        <w:rPr>
          <w:rStyle w:val="libAieChar"/>
          <w:rtl/>
        </w:rPr>
        <w:t xml:space="preserve"> </w:t>
      </w:r>
      <w:r w:rsidRPr="00B6222F">
        <w:rPr>
          <w:rStyle w:val="libAieChar"/>
          <w:rFonts w:hint="cs"/>
          <w:rtl/>
        </w:rPr>
        <w:t>عليكم</w:t>
      </w:r>
      <w:r w:rsidRPr="00B6222F">
        <w:rPr>
          <w:rStyle w:val="libAieChar"/>
          <w:rtl/>
        </w:rPr>
        <w:t xml:space="preserve"> </w:t>
      </w:r>
      <w:r w:rsidRPr="00B6222F">
        <w:rPr>
          <w:rStyle w:val="libAieChar"/>
          <w:rFonts w:hint="cs"/>
          <w:rtl/>
        </w:rPr>
        <w:t>الصيام</w:t>
      </w:r>
      <w:r w:rsidRPr="00B6222F">
        <w:rPr>
          <w:rStyle w:val="libAieChar"/>
          <w:rtl/>
        </w:rPr>
        <w:t xml:space="preserve"> 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>.</w:t>
      </w:r>
    </w:p>
    <w:p w:rsidR="0032648E" w:rsidRDefault="0032648E" w:rsidP="00B6222F">
      <w:pPr>
        <w:pStyle w:val="libNormal"/>
      </w:pPr>
      <w:r>
        <w:rPr>
          <w:rFonts w:hint="cs"/>
          <w:rtl/>
          <w:lang w:bidi="fa-IR"/>
        </w:rPr>
        <w:t>دراين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202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سرخس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هنگاميكه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</w:t>
      </w:r>
      <w:r w:rsidR="005139C5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>(</w:t>
      </w:r>
      <w:r w:rsidR="00B6222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عراق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سفر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ذوالرياستين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بجهت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ماءمون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255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متوكل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13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اتراك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اوياغى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كردگى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وصيف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شورديدند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تكيه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ميداشت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ميزدند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بيچاره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صالح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سردابى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مسدود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هلاك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معتز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ملعون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قاتل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هادى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396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خواجه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احفاد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فارسيه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حكيمه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481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بقعه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كاذر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قبرى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مدائن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منسوب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انصارى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جابر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شهداء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مدفون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الجموح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شوهر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سيلاب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نگريستند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بازداشتند،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جراحت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چشمه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ميگذشت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ابوسيعد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هيچ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).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تعزيت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فطرس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دردائيل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معصوم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مظلوم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بگردانيد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1 - </w:t>
      </w:r>
      <w:r>
        <w:rPr>
          <w:rFonts w:hint="cs"/>
          <w:rtl/>
          <w:lang w:bidi="fa-IR"/>
        </w:rPr>
        <w:t>روزه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هذااليوم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خواندن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امكان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سيدالشهداء،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احاطه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عاشوراء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بدرگاه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العابدين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تعليم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الحكيم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السائلين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الضمير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المكروبين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المغمومين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رازق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الطفل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لايحتاج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التفسير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وافعل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كذا</w:t>
      </w:r>
      <w:r>
        <w:rPr>
          <w:rtl/>
          <w:lang w:bidi="fa-IR"/>
        </w:rPr>
        <w:t>.))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المكان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B6222F">
      <w:pPr>
        <w:pStyle w:val="libNormal"/>
      </w:pPr>
      <w:r>
        <w:rPr>
          <w:rFonts w:hint="cs"/>
          <w:rtl/>
          <w:lang w:bidi="fa-IR"/>
        </w:rPr>
        <w:lastRenderedPageBreak/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الشهداء</w:t>
      </w:r>
      <w:r>
        <w:rPr>
          <w:rtl/>
          <w:lang w:bidi="fa-IR"/>
        </w:rPr>
        <w:t>(</w:t>
      </w:r>
      <w:r w:rsidR="00B6222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كوفيان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فهميدند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شتافته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كاغذهاى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متواتر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كوفه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طلبيند،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).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440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عارف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ابوسعيدبن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ابوالخير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683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جوينى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امامى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وزير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هلاكوخان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ذيقعده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الجمله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694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غازان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بسسب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عساكر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آتشكده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ويران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شكستند</w:t>
      </w:r>
      <w:r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 w:rsidR="00FE2974"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4: </w:t>
      </w:r>
      <w:r>
        <w:rPr>
          <w:rFonts w:hint="cs"/>
          <w:rtl/>
          <w:lang w:bidi="fa-IR"/>
        </w:rPr>
        <w:t>بنابر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العابدين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مجلس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احتياطا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راحرمت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خصوصا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435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ديلمى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متصلبين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 w:rsidR="00FE2974"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 w:rsidR="00FE2974"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6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573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الصيفى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حيص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5139C5" w:rsidTr="005C141F">
        <w:trPr>
          <w:trHeight w:val="350"/>
        </w:trPr>
        <w:tc>
          <w:tcPr>
            <w:tcW w:w="3344" w:type="dxa"/>
          </w:tcPr>
          <w:p w:rsidR="005139C5" w:rsidRDefault="005139C5" w:rsidP="005C141F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ملكنا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فكان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العفو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مناسجية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9C5" w:rsidRDefault="005139C5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فلما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ملكتم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بالدم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ابطح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.</w:t>
      </w:r>
      <w:r w:rsidRPr="004109B9">
        <w:rPr>
          <w:rStyle w:val="libFootnotenumChar"/>
          <w:rtl/>
        </w:rPr>
        <w:t>(89)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lastRenderedPageBreak/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انابشر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).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1137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افغانى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مردود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افاغنه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اصفهان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ريخته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اصفهان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حبس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مدرسه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افاغنه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اصفهان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بقحط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مرحوم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آخوند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ملاصالح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مازندانى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قحطى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اصفهان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نكردم</w:t>
      </w:r>
      <w:r w:rsidR="00FE2974"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نصر</w:t>
      </w:r>
      <w:r>
        <w:rPr>
          <w:rtl/>
          <w:lang w:bidi="fa-IR"/>
        </w:rPr>
        <w:t>).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سجاد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357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21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481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عبدالعزيز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براج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كامل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موجز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مهذب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شاگرد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مرتضى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طرابلس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بعلبك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دره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معلوم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حافى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مبحث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5139C5" w:rsidTr="005C141F">
        <w:trPr>
          <w:trHeight w:val="350"/>
        </w:trPr>
        <w:tc>
          <w:tcPr>
            <w:tcW w:w="3344" w:type="dxa"/>
          </w:tcPr>
          <w:p w:rsidR="005139C5" w:rsidRDefault="005139C5" w:rsidP="005C141F">
            <w:pPr>
              <w:pStyle w:val="libPoem"/>
            </w:pPr>
            <w:r>
              <w:rPr>
                <w:rtl/>
                <w:lang w:bidi="fa-IR"/>
              </w:rPr>
              <w:lastRenderedPageBreak/>
              <w:t xml:space="preserve">(( </w:t>
            </w:r>
            <w:r>
              <w:rPr>
                <w:rFonts w:hint="cs"/>
                <w:rtl/>
                <w:lang w:bidi="fa-IR"/>
              </w:rPr>
              <w:t>والخلع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للخداء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دون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الاحتقاء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9C5" w:rsidRDefault="005139C5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قضائه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الحافى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الحفاء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577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الانبارى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نحوى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انبار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فرسخى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طعام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.</w:t>
      </w:r>
    </w:p>
    <w:p w:rsidR="0032648E" w:rsidRDefault="0032648E" w:rsidP="005139C5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1039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معلمى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شاگرد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ميزاب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1040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موضع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الاسود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شاختند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ساخت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مرحوم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العابدين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كاشى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مجاور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تلميذ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ملامحمد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استرآبادى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مفرحة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</w:t>
      </w:r>
      <w:r w:rsidR="005139C5">
        <w:rPr>
          <w:rFonts w:hint="cs"/>
          <w:rtl/>
          <w:lang w:bidi="fa-IR"/>
        </w:rPr>
        <w:t>أ</w:t>
      </w:r>
      <w:r>
        <w:rPr>
          <w:rFonts w:hint="cs"/>
          <w:rtl/>
          <w:lang w:bidi="fa-IR"/>
        </w:rPr>
        <w:t>سيس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 w:rsidR="00FE2974"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كوثر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 w:rsidR="00FE2974"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754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عميد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خانواده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تهذيب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الاصول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عميدالروساء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حامد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سجاديه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حدثنا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جحد</w:t>
      </w:r>
      <w:r>
        <w:rPr>
          <w:rtl/>
          <w:lang w:bidi="fa-IR"/>
        </w:rPr>
        <w:t>).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776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عبدالرحمن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الصانع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قصيده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برده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1173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ملااسمعيل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مازندرانى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خاجوئى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مدارك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 w:rsidR="00FE2974"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الهيكم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التكاثر</w:t>
      </w:r>
      <w:r>
        <w:rPr>
          <w:rtl/>
          <w:lang w:bidi="fa-IR"/>
        </w:rPr>
        <w:t>).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يكمربته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والتين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سيزدهم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والعصر</w:t>
      </w:r>
      <w:r>
        <w:rPr>
          <w:rtl/>
          <w:lang w:bidi="fa-IR"/>
        </w:rPr>
        <w:t>).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البرات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الصك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المباركه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الرحمة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گويند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بندگاه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ميآمرزد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مقدس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سائلى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معصيتى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بطلبد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بيامرزم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ارواحنافداه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>.</w:t>
      </w:r>
    </w:p>
    <w:p w:rsidR="0032648E" w:rsidRDefault="0032648E" w:rsidP="00B6222F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احياء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العابدين</w:t>
      </w:r>
      <w:r>
        <w:rPr>
          <w:rtl/>
          <w:lang w:bidi="fa-IR"/>
        </w:rPr>
        <w:t xml:space="preserve"> (</w:t>
      </w:r>
      <w:r w:rsidR="00B6222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>.</w:t>
      </w:r>
    </w:p>
    <w:p w:rsidR="0032648E" w:rsidRDefault="0032648E" w:rsidP="00B6222F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 w:rsidR="00B6222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باعث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مصافحه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چپ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كلمات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كيفيت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مخصوصه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الحمدلله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هديه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ايراد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بيتوته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الحمدلله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5 -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بمنزله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ليلتا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مولودها،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‌))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خشيتك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‌))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7 -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8 -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9 -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10 -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الحمدالله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لااله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سبب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11 -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ايهاالكافرون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يامن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يلجاء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المهمات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‌))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12 -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كفعمى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المتعرضون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13 -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شفع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وتر،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دعاهائى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مصباح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اقبال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14 -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15 -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رضا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16 -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يارب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اغفرلنا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يارب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ارحمنا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يارب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علينا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الموتى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يميت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الاحياء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قدير</w:t>
      </w:r>
      <w:r>
        <w:rPr>
          <w:rtl/>
          <w:lang w:bidi="fa-IR"/>
        </w:rPr>
        <w:t>.))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خائف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مستجير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لاتبدل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جسمى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لاتجهد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لاتشمت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اعدائى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بعفوك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عقابك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برحمتك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برضاك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سخطك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اعوذبك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ثنانك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اثنيت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القائلون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فيك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5139C5">
      <w:pPr>
        <w:pStyle w:val="libNormal"/>
      </w:pP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بنطريق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مطابق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5139C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اخلاص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آتش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بخواند،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سوادى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خيالى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جنانى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اغفرلى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يغفره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لايغفر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غيرك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كرديم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255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زمان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الامر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صدوق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حكيمه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جواد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گفتم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</w:t>
      </w:r>
      <w:r w:rsidR="00FE2974">
        <w:rPr>
          <w:rtl/>
          <w:lang w:bidi="fa-IR"/>
        </w:rPr>
        <w:t>؟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نرجس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گفتم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حكيمه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نرجس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چگونه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ميفرمائى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عمه</w:t>
      </w:r>
      <w:r w:rsidR="00FE2974">
        <w:rPr>
          <w:rtl/>
          <w:lang w:bidi="fa-IR"/>
        </w:rPr>
        <w:t>!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گفتم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‍ (</w:t>
      </w:r>
      <w:r>
        <w:rPr>
          <w:rFonts w:hint="cs"/>
          <w:rtl/>
          <w:lang w:bidi="fa-IR"/>
        </w:rPr>
        <w:t>نرجس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شرمش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آمد،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برخواستم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نرجس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هنوز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حادثه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تعقيب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فزعناك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برخواستم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نرجس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برخواست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نرجس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تعجيل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ناگاه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نرجس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بحالت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فزع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ميكنى</w:t>
      </w:r>
      <w:r w:rsidR="00FE2974">
        <w:rPr>
          <w:rtl/>
          <w:lang w:bidi="fa-IR"/>
        </w:rPr>
        <w:t>؟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عمه</w:t>
      </w:r>
      <w:r w:rsidR="00FE2974">
        <w:rPr>
          <w:rtl/>
          <w:lang w:bidi="fa-IR"/>
        </w:rPr>
        <w:t>!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گفتم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نرجس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سستى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آنمولود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مسعود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برداشتم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پاكيزه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قدمهاى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اشهدان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وحده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اشهدان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))</w:t>
      </w:r>
    </w:p>
    <w:p w:rsidR="0032648E" w:rsidRDefault="0032648E" w:rsidP="00B6222F">
      <w:pPr>
        <w:pStyle w:val="libNormal"/>
      </w:pP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B6222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ساكت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بياور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برگردانيدم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عمه</w:t>
      </w:r>
      <w:r w:rsidR="00FE2974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حكيمه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نديدم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فدايت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سپرديم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سپرد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پسرم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آنمولود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بدهد،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تكلم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 w:rsidR="00FE2974">
        <w:rPr>
          <w:rtl/>
          <w:lang w:bidi="fa-IR"/>
        </w:rPr>
        <w:t>!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حجة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فرستاد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بزرگوارش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تلاوت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الرحيم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ماكانوايحذرون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>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237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اسحق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ابراهيم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راهويه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بخارى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ترمذى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فقه</w:t>
      </w:r>
      <w:r w:rsidR="00FE2974">
        <w:rPr>
          <w:rtl/>
          <w:lang w:bidi="fa-IR"/>
        </w:rPr>
        <w:t>.</w:t>
      </w:r>
    </w:p>
    <w:p w:rsidR="0032648E" w:rsidRDefault="0032648E" w:rsidP="005139C5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329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معظم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>(</w:t>
      </w:r>
      <w:r w:rsidR="005139C5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كلينى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بزرگوار،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تناثر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نجوم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محدثين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آنسال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ارتحال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اقدم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آنزمان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عالمتاب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انظار،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محجوب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منتظر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هستيم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توقيع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قمى</w:t>
      </w:r>
      <w:r>
        <w:rPr>
          <w:rtl/>
          <w:lang w:bidi="fa-IR"/>
        </w:rPr>
        <w:t xml:space="preserve"> ):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بالصبر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انتظار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النبى</w:t>
      </w:r>
      <w:r>
        <w:rPr>
          <w:rtl/>
          <w:lang w:bidi="fa-IR"/>
        </w:rPr>
        <w:t xml:space="preserve"> </w:t>
      </w:r>
      <w:r w:rsidR="009B4CAF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قال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انتظار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الفرج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تعجيل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دلها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476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قاضى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شارح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صحيح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پسر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681.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).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</w:t>
      </w:r>
      <w:r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).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321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اديب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جمهره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لغت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آشوب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بيكمرتبه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برميكرده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غريبى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اتفاقا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همانروز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ابوهاشم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جبائى</w:t>
      </w:r>
      <w:r>
        <w:rPr>
          <w:rtl/>
          <w:lang w:bidi="fa-IR"/>
        </w:rPr>
        <w:t xml:space="preserve"> )</w:t>
      </w:r>
      <w:r w:rsidRPr="004109B9">
        <w:rPr>
          <w:rStyle w:val="libFootnotenumChar"/>
          <w:rtl/>
        </w:rPr>
        <w:t>(90)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اللغة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نظير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يكروز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كسائى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شيبانى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فقيه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دفنا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الفيقه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العربية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بالرى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همچنانكه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كثيرعزه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عكرمه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مولى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گفتند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مات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الناس</w:t>
      </w:r>
      <w:r>
        <w:rPr>
          <w:rtl/>
          <w:lang w:bidi="fa-IR"/>
        </w:rPr>
        <w:t xml:space="preserve"> ))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ابوهاشم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پدرش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معتزله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كلاميه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ومذاهب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مذكور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19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).</w:t>
      </w:r>
    </w:p>
    <w:p w:rsidR="0032648E" w:rsidRPr="00CD56CC" w:rsidRDefault="0032648E" w:rsidP="00CD56CC">
      <w:pPr>
        <w:pStyle w:val="libBold1"/>
      </w:pPr>
      <w:r w:rsidRPr="00CD56CC">
        <w:rPr>
          <w:rFonts w:hint="cs"/>
          <w:rtl/>
        </w:rPr>
        <w:t>روز</w:t>
      </w:r>
      <w:r w:rsidR="00FE2974" w:rsidRPr="00CD56CC">
        <w:rPr>
          <w:rtl/>
        </w:rPr>
        <w:t>:</w:t>
      </w:r>
      <w:r w:rsidRPr="00CD56CC">
        <w:rPr>
          <w:rtl/>
        </w:rPr>
        <w:t xml:space="preserve"> 19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بهائى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گفته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غزوه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المصطلق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واقع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ناسخ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التواريخ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غزوه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نصر</w:t>
      </w:r>
      <w:r>
        <w:rPr>
          <w:rtl/>
          <w:lang w:bidi="fa-IR"/>
        </w:rPr>
        <w:t>).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معوذتين</w:t>
      </w:r>
      <w:r>
        <w:rPr>
          <w:rtl/>
          <w:lang w:bidi="fa-IR"/>
        </w:rPr>
        <w:t xml:space="preserve"> ).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21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506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سمعانى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شافعى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مورخ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نساب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تذئيل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جحد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).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22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588: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المحدثين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مازندرانى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مناقب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حلب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جوشن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همانجائيكه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السقط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شاعر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آشوب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شيوخ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معترفند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بكثرت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خشوع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تهجد،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ستوده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باطهارت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گاهيكه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مناقب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بضاعت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مناقب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ميفرمايد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للتصنيف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التاءليف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البضاعة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شاءن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الصناعة</w:t>
      </w:r>
      <w:r>
        <w:rPr>
          <w:rtl/>
          <w:lang w:bidi="fa-IR"/>
        </w:rPr>
        <w:t xml:space="preserve"> ))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زلزلت</w:t>
      </w:r>
      <w:r>
        <w:rPr>
          <w:rtl/>
          <w:lang w:bidi="fa-IR"/>
        </w:rPr>
        <w:t xml:space="preserve"> ).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23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304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اطروش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الاشرف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العابدين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آمل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جليل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جدامى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سيدين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زيديه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اعتقاد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تفسير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ميكنند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(( </w:t>
      </w:r>
      <w:r>
        <w:rPr>
          <w:rFonts w:hint="cs"/>
          <w:rtl/>
          <w:lang w:bidi="fa-IR"/>
        </w:rPr>
        <w:t>قال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هوشيخ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الطالبين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عالمهم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زاهدهم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واديبهم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شاعر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بالناصر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عظيمه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السامانيه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بطبرستان</w:t>
      </w:r>
      <w:r>
        <w:rPr>
          <w:rtl/>
          <w:lang w:bidi="fa-IR"/>
        </w:rPr>
        <w:t xml:space="preserve"> )) (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304)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334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مستكفى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22 </w:t>
      </w:r>
      <w:r>
        <w:rPr>
          <w:rFonts w:hint="cs"/>
          <w:rtl/>
          <w:lang w:bidi="fa-IR"/>
        </w:rPr>
        <w:t>عباسى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مطيع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بيعت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>. (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ديلمى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چشمان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مستكفى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قاهربالله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متقى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مستكفى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زندگانى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817: </w:t>
      </w:r>
      <w:r>
        <w:rPr>
          <w:rFonts w:hint="cs"/>
          <w:rtl/>
          <w:lang w:bidi="fa-IR"/>
        </w:rPr>
        <w:t>متولد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عبدالرحمن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ملقب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ملاجامى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نفحات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شرح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كافيه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5139C5" w:rsidTr="005139C5">
        <w:trPr>
          <w:trHeight w:val="350"/>
        </w:trPr>
        <w:tc>
          <w:tcPr>
            <w:tcW w:w="3344" w:type="dxa"/>
            <w:shd w:val="clear" w:color="auto" w:fill="auto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اى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مغبچه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دهر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بده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جام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5139C5" w:rsidRDefault="005139C5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كامد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نزاع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سنى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شيعه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39C5" w:rsidTr="005139C5">
        <w:tblPrEx>
          <w:tblLook w:val="04A0"/>
        </w:tblPrEx>
        <w:trPr>
          <w:trHeight w:val="350"/>
        </w:trPr>
        <w:tc>
          <w:tcPr>
            <w:tcW w:w="3344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گويند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جاميا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چه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مذهب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9C5" w:rsidRDefault="005139C5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9C5" w:rsidRDefault="005139C5" w:rsidP="005139C5">
            <w:pPr>
              <w:pStyle w:val="libPoem"/>
            </w:pPr>
            <w:r>
              <w:rPr>
                <w:rFonts w:hint="cs"/>
                <w:rtl/>
                <w:lang w:bidi="fa-IR"/>
              </w:rPr>
              <w:t>صدشكركه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سگسنى وخرشيعه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ميخواند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5139C5" w:rsidTr="005C141F">
        <w:trPr>
          <w:trHeight w:val="350"/>
        </w:trPr>
        <w:tc>
          <w:tcPr>
            <w:tcW w:w="3344" w:type="dxa"/>
          </w:tcPr>
          <w:p w:rsidR="005139C5" w:rsidRDefault="005139C5" w:rsidP="00B6222F">
            <w:pPr>
              <w:pStyle w:val="libPoem"/>
            </w:pPr>
            <w:r>
              <w:rPr>
                <w:rFonts w:hint="cs"/>
                <w:rtl/>
                <w:lang w:bidi="fa-IR"/>
              </w:rPr>
              <w:t>بسكه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درجان</w:t>
            </w:r>
            <w:r w:rsidR="00B6222F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فكاروچشم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بيدارم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توئى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9C5" w:rsidRDefault="005139C5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9C5" w:rsidRDefault="005139C5" w:rsidP="005139C5">
            <w:pPr>
              <w:pStyle w:val="libPoem"/>
            </w:pPr>
            <w:r>
              <w:rPr>
                <w:rFonts w:hint="cs"/>
                <w:rtl/>
                <w:lang w:bidi="fa-IR"/>
              </w:rPr>
              <w:t>هركه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پيداميشودازدورپندارم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توئى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شخصى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توئى</w:t>
      </w:r>
      <w:r w:rsidR="00FE2974"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24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نصر</w:t>
      </w:r>
      <w:r>
        <w:rPr>
          <w:rtl/>
          <w:lang w:bidi="fa-IR"/>
        </w:rPr>
        <w:t>).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الهيكم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التكاثر</w:t>
      </w:r>
      <w:r>
        <w:rPr>
          <w:rtl/>
          <w:lang w:bidi="fa-IR"/>
        </w:rPr>
        <w:t>).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25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105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عبدالملك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سبط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معاويه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عبدالعزيز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بتخت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رفتار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مشايخ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فريفته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سيرت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عمر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غلبه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جاريه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حبابه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حبابه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بمرد،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غمگين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منقص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عقلش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ناقص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حبابه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پيوسته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ميبوسيد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ميبوئيد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حبابه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متعفن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اذن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دفنش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بقولى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دوباره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پانزده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حبابه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137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مروزى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بامر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مقتول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همانستكه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‍ </w:t>
      </w:r>
      <w:r>
        <w:rPr>
          <w:rFonts w:hint="cs"/>
          <w:rtl/>
          <w:lang w:bidi="fa-IR"/>
        </w:rPr>
        <w:t>بسعى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كوشش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رسيدند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بصفت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حزم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بطش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سفاك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خونريز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مقتولين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جبرا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ششصد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26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</w:t>
      </w:r>
      <w:r>
        <w:rPr>
          <w:rtl/>
          <w:lang w:bidi="fa-IR"/>
        </w:rPr>
        <w:t xml:space="preserve"> ).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اعلى</w:t>
      </w:r>
      <w:r>
        <w:rPr>
          <w:rtl/>
          <w:lang w:bidi="fa-IR"/>
        </w:rPr>
        <w:t xml:space="preserve"> ).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27</w:t>
      </w:r>
    </w:p>
    <w:p w:rsidR="0032648E" w:rsidRDefault="0032648E" w:rsidP="0032648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352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مهلبى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وزير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معزالدوله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ديلمى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وفات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احفاد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مهلب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زادى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وزارت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برسد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وفاقه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زندگى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بحيديكه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گفته</w:t>
      </w:r>
      <w:r w:rsidR="00FE2974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5139C5" w:rsidTr="005C141F">
        <w:trPr>
          <w:trHeight w:val="350"/>
        </w:trPr>
        <w:tc>
          <w:tcPr>
            <w:tcW w:w="3344" w:type="dxa"/>
          </w:tcPr>
          <w:p w:rsidR="005139C5" w:rsidRDefault="005139C5" w:rsidP="005C141F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الا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موت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يباع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فاشتريه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139C5" w:rsidRDefault="005139C5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139C5" w:rsidRDefault="005139C5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فهذا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العيش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ملا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خيرفيه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28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معوذتين</w:t>
      </w:r>
      <w:r>
        <w:rPr>
          <w:rtl/>
          <w:lang w:bidi="fa-IR"/>
        </w:rPr>
        <w:t xml:space="preserve"> ).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روز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27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رضمان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بافطار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رسولخدا</w:t>
      </w:r>
      <w:r>
        <w:rPr>
          <w:rtl/>
          <w:lang w:bidi="fa-IR"/>
        </w:rPr>
        <w:t xml:space="preserve">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بلال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29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يكمرتبه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الهيكم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معوذتين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 w:rsidR="00FE2974">
        <w:rPr>
          <w:rtl/>
          <w:lang w:bidi="fa-IR"/>
        </w:rPr>
        <w:t>.</w:t>
      </w:r>
    </w:p>
    <w:p w:rsidR="0032648E" w:rsidRDefault="0032648E" w:rsidP="00B6222F">
      <w:pPr>
        <w:pStyle w:val="libBold1"/>
      </w:pPr>
      <w:r>
        <w:rPr>
          <w:rFonts w:hint="cs"/>
          <w:rtl/>
          <w:lang w:bidi="fa-IR"/>
        </w:rPr>
        <w:t>شب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30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نمازش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آنجناب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شعبان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رمضان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المبارك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خاتمه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مختصرى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بدانكه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امتياز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ليالى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رفعت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شرافت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مضاعف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عقاب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سيئات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استجابت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خطيئات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آفتاب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طالع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نگرديده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ششصد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جهنم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آزاد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مرويستكه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بميرد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فشار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آسمان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ميآيند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قلمهاى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صحيفه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نمينويسند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حيديثى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برادران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سوف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استغفرلكم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يعنى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تاءخير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سحر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مستجاب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ميآيد،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ميآورند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ووحشيان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صحرا،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ميكشند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پروردگارا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عذاب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فضايل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دراينجا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دوشنبه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كسيكه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معوذتين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مولاى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انقطع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الرجاء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الافيك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اسئلك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تقضى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حاجتى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مائده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5 -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بگذرد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6 - </w:t>
      </w:r>
      <w:r>
        <w:rPr>
          <w:rFonts w:hint="cs"/>
          <w:rtl/>
          <w:lang w:bidi="fa-IR"/>
        </w:rPr>
        <w:t>حجامت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دواخوردن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7 -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مهياى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ناخنها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گذاشتن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8 -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غسلش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9-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10 -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سيصد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11 -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حوائج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تعليم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اسماعيل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قيس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موصلى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بنحويكه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هديه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ايراد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12 -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استغفر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هوالحى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القيوم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توبة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خاضع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مستكين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يستطيع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لنفسه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ضراو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لاحيود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لامونا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نشورا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عترته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الطيبين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الطاهرين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الاخيار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الابرار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تسليما</w:t>
      </w:r>
      <w:r>
        <w:rPr>
          <w:rtl/>
          <w:lang w:bidi="fa-IR"/>
        </w:rPr>
        <w:t>. ))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اقلش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)) </w:t>
      </w:r>
      <w:r>
        <w:rPr>
          <w:rFonts w:hint="cs"/>
          <w:rtl/>
          <w:lang w:bidi="fa-IR"/>
        </w:rPr>
        <w:t>سبحان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فواى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اسرائيل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كهف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شهراء</w:t>
      </w:r>
      <w:r>
        <w:rPr>
          <w:rtl/>
          <w:lang w:bidi="fa-IR"/>
        </w:rPr>
        <w:t>) (</w:t>
      </w:r>
      <w:r>
        <w:rPr>
          <w:rFonts w:hint="cs"/>
          <w:rtl/>
          <w:lang w:bidi="fa-IR"/>
        </w:rPr>
        <w:t>نمل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قصص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يس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احقاف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واقعه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لقمان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سجده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طور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دخان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اقترب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فرصت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ندارد،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عشاء،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مغرب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عشاء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اعلى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5 -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زهرا</w:t>
      </w:r>
      <w:r>
        <w:rPr>
          <w:rtl/>
          <w:lang w:bidi="fa-IR"/>
        </w:rPr>
        <w:t xml:space="preserve"> </w:t>
      </w:r>
      <w:r w:rsidR="008865DE" w:rsidRPr="008865DE">
        <w:rPr>
          <w:rStyle w:val="libAlaemChar"/>
          <w:rFonts w:hint="cs"/>
          <w:rtl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برداران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آمرزش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6 -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خضر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بخواند،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هديه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7 - </w:t>
      </w:r>
      <w:r>
        <w:rPr>
          <w:rFonts w:hint="cs"/>
          <w:rtl/>
          <w:lang w:bidi="fa-IR"/>
        </w:rPr>
        <w:t>هفتمرتبه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خلقتنى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قبضتك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ناصيتى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امسيت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عهدك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وعدك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استطعت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اعوذ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برضاك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ماصنعت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بنعمتك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بذنبى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فاغفرلى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ذنوبى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يغفر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الذنوب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8 -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9-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تعباء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تهياء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عرفه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10 - (</w:t>
      </w:r>
      <w:r>
        <w:rPr>
          <w:rFonts w:hint="cs"/>
          <w:rtl/>
          <w:lang w:bidi="fa-IR"/>
        </w:rPr>
        <w:t>انار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تناول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چنانچه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خوابيدن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خوابيدن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بخورد،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نفس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سزاوا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هرگاه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دستمالى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ضبط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مقام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سوم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1 -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).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2 -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گناهان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ماقلت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نذرت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نذر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فمشيتك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مماشئت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اغفرلى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تجاوز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فصلواتى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فلعنتى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اقلا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3 -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فرجهم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دريابد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4 -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رحمن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فباى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تكذبان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الاءك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اكذب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5 -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استغفار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: (</w:t>
      </w:r>
      <w:r>
        <w:rPr>
          <w:rFonts w:hint="cs"/>
          <w:rtl/>
          <w:lang w:bidi="fa-IR"/>
        </w:rPr>
        <w:t>نساء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هود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كهف</w:t>
      </w:r>
      <w:r>
        <w:rPr>
          <w:rtl/>
          <w:lang w:bidi="fa-IR"/>
        </w:rPr>
        <w:t xml:space="preserve"> )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صافات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الرحمن</w:t>
      </w:r>
      <w:r>
        <w:rPr>
          <w:rtl/>
          <w:lang w:bidi="fa-IR"/>
        </w:rPr>
        <w:t xml:space="preserve"> ).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6 -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احقاف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7 -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جحد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افتاب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دعايش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مستجاب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8 - </w:t>
      </w:r>
      <w:r>
        <w:rPr>
          <w:rFonts w:hint="cs"/>
          <w:rtl/>
          <w:lang w:bidi="fa-IR"/>
        </w:rPr>
        <w:t>غسل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طلوع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فجر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نزديك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9- </w:t>
      </w:r>
      <w:r>
        <w:rPr>
          <w:rFonts w:hint="cs"/>
          <w:rtl/>
          <w:lang w:bidi="fa-IR"/>
        </w:rPr>
        <w:t>سر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خطمى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شويد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10- </w:t>
      </w:r>
      <w:r>
        <w:rPr>
          <w:rFonts w:hint="cs"/>
          <w:rtl/>
          <w:lang w:bidi="fa-IR"/>
        </w:rPr>
        <w:t>ناخن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شارب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بگيرد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بسم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 w:rsidR="00072ADB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ناخن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ابتداء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چپ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چپ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بانگشت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كوچك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همچنين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گرفتن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ناخنهاى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11 - </w:t>
      </w:r>
      <w:r>
        <w:rPr>
          <w:rFonts w:hint="cs"/>
          <w:rtl/>
          <w:lang w:bidi="fa-IR"/>
        </w:rPr>
        <w:t>بوى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بكاربرد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12 - </w:t>
      </w:r>
      <w:r>
        <w:rPr>
          <w:rFonts w:hint="cs"/>
          <w:rtl/>
          <w:lang w:bidi="fa-IR"/>
        </w:rPr>
        <w:t>تصدق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موافق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13 -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عيال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نيكوى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تازه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گوشت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بآمدن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14 - </w:t>
      </w:r>
      <w:r>
        <w:rPr>
          <w:rFonts w:hint="cs"/>
          <w:rtl/>
          <w:lang w:bidi="fa-IR"/>
        </w:rPr>
        <w:t>هنگاميكه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ناشتا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انار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بخورد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15 -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كارهاى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فارغ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بآموختن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مسائل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باغها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مزارع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مصاحبت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اراذل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بيعاران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خوانندگى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مسخره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عيبگوئى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قهقهه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باطل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امثال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مفاسدش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آنستكه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16 - </w:t>
      </w:r>
      <w:r>
        <w:rPr>
          <w:rFonts w:hint="cs"/>
          <w:rtl/>
          <w:lang w:bidi="fa-IR"/>
        </w:rPr>
        <w:t>هزار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17 -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ائمه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طاهرين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اجمعين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نمايد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18 - </w:t>
      </w:r>
      <w:r>
        <w:rPr>
          <w:rFonts w:hint="cs"/>
          <w:rtl/>
          <w:lang w:bidi="fa-IR"/>
        </w:rPr>
        <w:t>بزيارت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زيارت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19 -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كامله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</w:t>
      </w:r>
      <w:r>
        <w:rPr>
          <w:rtl/>
          <w:lang w:bidi="fa-IR"/>
        </w:rPr>
        <w:t>.</w:t>
      </w:r>
    </w:p>
    <w:p w:rsidR="0032648E" w:rsidRDefault="0032648E" w:rsidP="00B6222F">
      <w:pPr>
        <w:pStyle w:val="libNormal"/>
      </w:pPr>
      <w:r>
        <w:rPr>
          <w:rtl/>
          <w:lang w:bidi="fa-IR"/>
        </w:rPr>
        <w:t xml:space="preserve">20 -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B6222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>).</w:t>
      </w:r>
    </w:p>
    <w:p w:rsidR="0032648E" w:rsidRDefault="0032648E" w:rsidP="00B6222F">
      <w:pPr>
        <w:pStyle w:val="libNormal"/>
      </w:pPr>
      <w:r>
        <w:rPr>
          <w:rtl/>
          <w:lang w:bidi="fa-IR"/>
        </w:rPr>
        <w:t xml:space="preserve">21 -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(</w:t>
      </w:r>
      <w:r w:rsidR="00B6222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تسبيح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22 -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23 -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ندبه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اربعه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24 -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زوال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مروى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محمدبن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مسلم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lastRenderedPageBreak/>
        <w:t xml:space="preserve">25 -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منافقين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26 -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چهار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قل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آئة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لقد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جائكم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رسول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حشر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لوانزلنا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هذالقران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عمران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تخلف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الميعاد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كفايت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دشمنان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بشود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27 -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ظهر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ملائكتك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رسلك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بلاها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</w:t>
      </w:r>
      <w:r>
        <w:rPr>
          <w:rtl/>
          <w:lang w:bidi="fa-IR"/>
        </w:rPr>
        <w:t>.</w:t>
      </w:r>
    </w:p>
    <w:p w:rsidR="0032648E" w:rsidRDefault="0032648E" w:rsidP="00B6222F">
      <w:pPr>
        <w:pStyle w:val="libNormal"/>
      </w:pP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جامع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بزنطى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>
        <w:rPr>
          <w:rtl/>
          <w:lang w:bidi="fa-IR"/>
        </w:rPr>
        <w:t xml:space="preserve"> (</w:t>
      </w:r>
      <w:r w:rsidR="00B6222F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بفرستد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معادل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28 -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ركعت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فلق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دوم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حمد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توحيد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ناس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لاحول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قوة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الابالله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العلى</w:t>
      </w:r>
      <w:r>
        <w:rPr>
          <w:rtl/>
          <w:lang w:bidi="fa-IR"/>
        </w:rPr>
        <w:t xml:space="preserve"> - </w:t>
      </w:r>
      <w:r>
        <w:rPr>
          <w:rFonts w:hint="cs"/>
          <w:rtl/>
          <w:lang w:bidi="fa-IR"/>
        </w:rPr>
        <w:t>العظيم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دنيا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بهشت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ببيند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29 -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عطاشود</w:t>
      </w:r>
      <w:r>
        <w:rPr>
          <w:rtl/>
          <w:lang w:bidi="fa-IR"/>
        </w:rPr>
        <w:t>: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الاوصياء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المرضيين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9A63ED" w:rsidRPr="007A6686">
        <w:rPr>
          <w:rStyle w:val="libAlaemChar"/>
          <w:rFonts w:hint="cs"/>
          <w:rtl/>
          <w:lang w:bidi="fa-IR"/>
        </w:rPr>
        <w:t>عليهم‌السلام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ارواحهم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اجسادهم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رحمة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بركاته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افضل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30 -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بهترين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ميگوئى</w:t>
      </w:r>
      <w:r w:rsidR="00FE2974">
        <w:rPr>
          <w:rtl/>
          <w:lang w:bidi="fa-IR"/>
        </w:rPr>
        <w:t>:</w:t>
      </w:r>
      <w:r>
        <w:rPr>
          <w:rtl/>
          <w:lang w:bidi="fa-IR"/>
        </w:rPr>
        <w:t xml:space="preserve">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فرجهم</w:t>
      </w:r>
      <w:r>
        <w:rPr>
          <w:rtl/>
          <w:lang w:bidi="fa-IR"/>
        </w:rPr>
        <w:t xml:space="preserve"> ))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صلوات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كبير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اللهم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31 -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هفتاد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بگويد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استغفرالله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اتبوب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اليه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32 -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سوره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مرتبه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قدر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بعد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33 -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عصر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عشرات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بسندهاى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معتبره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فضيلت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خواندن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نيز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اختلاف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34 -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سمات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>35 - (</w:t>
      </w:r>
      <w:r>
        <w:rPr>
          <w:rFonts w:hint="cs"/>
          <w:rtl/>
          <w:lang w:bidi="fa-IR"/>
        </w:rPr>
        <w:t>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طوسى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استجابت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آخر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آفتاب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سزاوار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استجابت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آنوقتى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خورشيد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نصف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ديگرش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غروب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فاطمه</w:t>
      </w:r>
      <w:r>
        <w:rPr>
          <w:rtl/>
          <w:lang w:bidi="fa-IR"/>
        </w:rPr>
        <w:t xml:space="preserve"> </w:t>
      </w:r>
      <w:r w:rsidR="008865DE" w:rsidRPr="008865DE">
        <w:rPr>
          <w:rStyle w:val="libAlaemChar"/>
          <w:rFonts w:hint="cs"/>
          <w:rtl/>
        </w:rPr>
        <w:t>عليهما‌السلام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آنوقت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مستحب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آنساعت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tl/>
          <w:lang w:bidi="fa-IR"/>
        </w:rPr>
        <w:t xml:space="preserve">36 - </w:t>
      </w:r>
      <w:r>
        <w:rPr>
          <w:rFonts w:hint="cs"/>
          <w:rtl/>
          <w:lang w:bidi="fa-IR"/>
        </w:rPr>
        <w:t>آنكه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ساعت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استجابت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نبوى</w:t>
      </w:r>
      <w:r>
        <w:rPr>
          <w:rtl/>
          <w:lang w:bidi="fa-IR"/>
        </w:rPr>
        <w:t xml:space="preserve"> </w:t>
      </w:r>
      <w:r w:rsidR="009B4CAF" w:rsidRPr="007A6686">
        <w:rPr>
          <w:rStyle w:val="libAlaemChar"/>
          <w:rFonts w:hint="cs"/>
          <w:rtl/>
          <w:lang w:bidi="fa-IR"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: (( </w:t>
      </w:r>
      <w:r>
        <w:rPr>
          <w:rFonts w:hint="cs"/>
          <w:rtl/>
          <w:lang w:bidi="fa-IR"/>
        </w:rPr>
        <w:t>سبحانك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الاانت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السموات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الارض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ذالجلال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الاكرام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lastRenderedPageBreak/>
        <w:t>تمام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مجموعه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مباركه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صبح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پنجشنبه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صفر،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سنه</w:t>
      </w:r>
      <w:r>
        <w:rPr>
          <w:rtl/>
          <w:lang w:bidi="fa-IR"/>
        </w:rPr>
        <w:t xml:space="preserve"> 1331 </w:t>
      </w:r>
      <w:r>
        <w:rPr>
          <w:rFonts w:hint="cs"/>
          <w:rtl/>
          <w:lang w:bidi="fa-IR"/>
        </w:rPr>
        <w:t>هجرى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مسئى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محمدرضا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القمى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عفى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عنهما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التماس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دعاى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بسيار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ممات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(( </w:t>
      </w:r>
      <w:r>
        <w:rPr>
          <w:rFonts w:hint="cs"/>
          <w:rtl/>
          <w:lang w:bidi="fa-IR"/>
        </w:rPr>
        <w:t>وهل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الدعاءالالمثلى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اولاواخرا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 w:rsidR="00D125CB" w:rsidRPr="00D125CB">
        <w:rPr>
          <w:rStyle w:val="libAlaemChar"/>
          <w:rFonts w:hint="cs"/>
          <w:rtl/>
        </w:rPr>
        <w:t>صلى‌الله‌عليه‌وآله‌وسلم</w:t>
      </w:r>
      <w:r>
        <w:rPr>
          <w:rtl/>
          <w:lang w:bidi="fa-IR"/>
        </w:rPr>
        <w:t xml:space="preserve"> ))</w:t>
      </w:r>
      <w:r w:rsidR="00FE2974">
        <w:rPr>
          <w:rtl/>
          <w:lang w:bidi="fa-IR"/>
        </w:rPr>
        <w:t>.</w:t>
      </w:r>
    </w:p>
    <w:p w:rsidR="0032648E" w:rsidRDefault="0032648E" w:rsidP="0032648E">
      <w:pPr>
        <w:pStyle w:val="libNormal"/>
      </w:pPr>
      <w:r>
        <w:rPr>
          <w:rFonts w:hint="cs"/>
          <w:rtl/>
          <w:lang w:bidi="fa-IR"/>
        </w:rPr>
        <w:t>استنساخ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نسخه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نسخه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بخط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مرحوم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ميباشد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جناب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آقاى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ميرزا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محسن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انجام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هشتم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الثانى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ولادت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عسكرى</w:t>
      </w:r>
      <w:r>
        <w:rPr>
          <w:rtl/>
          <w:lang w:bidi="fa-IR"/>
        </w:rPr>
        <w:t xml:space="preserve"> </w:t>
      </w:r>
      <w:r w:rsidR="00A0080E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 ) </w:t>
      </w:r>
      <w:r>
        <w:rPr>
          <w:rFonts w:hint="cs"/>
          <w:rtl/>
          <w:lang w:bidi="fa-IR"/>
        </w:rPr>
        <w:t>بسال</w:t>
      </w:r>
      <w:r>
        <w:rPr>
          <w:rtl/>
          <w:lang w:bidi="fa-IR"/>
        </w:rPr>
        <w:t xml:space="preserve"> 1391 </w:t>
      </w:r>
      <w:r>
        <w:rPr>
          <w:rFonts w:hint="cs"/>
          <w:rtl/>
          <w:lang w:bidi="fa-IR"/>
        </w:rPr>
        <w:t>هجرى</w:t>
      </w:r>
      <w:r w:rsidR="00FE2974">
        <w:rPr>
          <w:rtl/>
          <w:lang w:bidi="fa-IR"/>
        </w:rPr>
        <w:t>.</w:t>
      </w:r>
    </w:p>
    <w:p w:rsidR="0032648E" w:rsidRDefault="0032648E" w:rsidP="00D125CB">
      <w:pPr>
        <w:pStyle w:val="libBold1"/>
      </w:pPr>
      <w:r>
        <w:rPr>
          <w:rFonts w:hint="cs"/>
          <w:rtl/>
          <w:lang w:bidi="fa-IR"/>
        </w:rPr>
        <w:t>پاورقى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</w:t>
      </w:r>
      <w:r w:rsidR="00FE2974">
        <w:rPr>
          <w:rtl/>
          <w:lang w:bidi="fa-IR"/>
        </w:rPr>
        <w:t>:</w:t>
      </w:r>
    </w:p>
    <w:p w:rsidR="0032648E" w:rsidRDefault="0032648E" w:rsidP="00D125CB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89- </w:t>
      </w:r>
      <w:r>
        <w:rPr>
          <w:rFonts w:hint="cs"/>
          <w:rtl/>
          <w:lang w:bidi="fa-IR"/>
        </w:rPr>
        <w:t>مرحوم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والدقدس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متن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داستان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الصيفى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قضيه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ميشويم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كثيرى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علماى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ثقات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ديدم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وقتيكه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ابوسفيان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ماءمن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داخل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ابوسفيان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نحو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ابوسفيان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عوض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تلافى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فرزندت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(</w:t>
      </w:r>
      <w:r w:rsidR="00D125C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كربلا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حضرت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الصيفى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نشيندى</w:t>
      </w:r>
      <w:r w:rsidR="00FE2974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نشنيدم</w:t>
      </w:r>
      <w:r w:rsidR="00FE2974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بشنو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مبادرت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الصيفى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معروف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بحيص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شنيد،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بگريست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اشعارى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اميرالمؤ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منين</w:t>
      </w:r>
      <w:r>
        <w:rPr>
          <w:rtl/>
          <w:lang w:bidi="fa-IR"/>
        </w:rPr>
        <w:t xml:space="preserve"> (</w:t>
      </w:r>
      <w:r w:rsidR="00D125CB" w:rsidRPr="007A6686">
        <w:rPr>
          <w:rStyle w:val="libAlaemChar"/>
          <w:rFonts w:hint="cs"/>
          <w:rtl/>
          <w:lang w:bidi="fa-IR"/>
        </w:rPr>
        <w:t>عليه‌السلام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فرموده</w:t>
      </w:r>
      <w:r w:rsidR="00FE2974">
        <w:rPr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آوردم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هنوز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احدى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ننوشته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پس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را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44"/>
        <w:gridCol w:w="257"/>
        <w:gridCol w:w="3321"/>
      </w:tblGrid>
      <w:tr w:rsidR="00D125CB" w:rsidTr="00D125CB">
        <w:trPr>
          <w:trHeight w:val="350"/>
        </w:trPr>
        <w:tc>
          <w:tcPr>
            <w:tcW w:w="3344" w:type="dxa"/>
          </w:tcPr>
          <w:p w:rsidR="00D125CB" w:rsidRDefault="00D125CB" w:rsidP="005C141F">
            <w:pPr>
              <w:pStyle w:val="libPoem"/>
            </w:pPr>
            <w:r>
              <w:rPr>
                <w:rtl/>
                <w:lang w:bidi="fa-IR"/>
              </w:rPr>
              <w:t xml:space="preserve">(( </w:t>
            </w:r>
            <w:r>
              <w:rPr>
                <w:rFonts w:hint="cs"/>
                <w:rtl/>
                <w:lang w:bidi="fa-IR"/>
              </w:rPr>
              <w:t>ملكنا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فكان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العفو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مناسجية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D125CB" w:rsidRDefault="00D125CB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D125CB" w:rsidRDefault="00D125CB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فلما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ملكتم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سال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بالدم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ابطح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25CB" w:rsidTr="00D125CB">
        <w:trPr>
          <w:trHeight w:val="350"/>
        </w:trPr>
        <w:tc>
          <w:tcPr>
            <w:tcW w:w="3344" w:type="dxa"/>
          </w:tcPr>
          <w:p w:rsidR="00D125CB" w:rsidRDefault="00D125CB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lastRenderedPageBreak/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حللتم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قتل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الاسرى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طال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D125CB" w:rsidRDefault="00D125CB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D125CB" w:rsidRDefault="00D125CB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غدونا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على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الاسرى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فنعفو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نصفح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25CB" w:rsidTr="00D125CB">
        <w:trPr>
          <w:trHeight w:val="350"/>
        </w:trPr>
        <w:tc>
          <w:tcPr>
            <w:tcW w:w="3344" w:type="dxa"/>
          </w:tcPr>
          <w:p w:rsidR="00D125CB" w:rsidRDefault="00D125CB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حسبكم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هذا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التفاوت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بيننا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D125CB" w:rsidRDefault="00D125CB" w:rsidP="005C141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D125CB" w:rsidRDefault="00D125CB" w:rsidP="005C141F">
            <w:pPr>
              <w:pStyle w:val="libPoem"/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كل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اناء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بالذى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فيه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يرشح</w:t>
            </w:r>
            <w:r>
              <w:rPr>
                <w:rtl/>
                <w:lang w:bidi="fa-IR"/>
              </w:rPr>
              <w:t xml:space="preserve"> ))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648E" w:rsidRDefault="00D125CB" w:rsidP="0032648E">
      <w:pPr>
        <w:pStyle w:val="libNormal"/>
      </w:pPr>
      <w:r>
        <w:rPr>
          <w:rtl/>
          <w:lang w:bidi="fa-IR"/>
        </w:rPr>
        <w:t xml:space="preserve"> </w:t>
      </w:r>
      <w:r w:rsidR="0032648E">
        <w:rPr>
          <w:rtl/>
          <w:lang w:bidi="fa-IR"/>
        </w:rPr>
        <w:t>(</w:t>
      </w:r>
      <w:r w:rsidR="0032648E">
        <w:rPr>
          <w:rFonts w:hint="cs"/>
          <w:rtl/>
          <w:lang w:bidi="fa-IR"/>
        </w:rPr>
        <w:t>محسن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بن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المؤ</w:t>
      </w:r>
      <w:r w:rsidR="0032648E">
        <w:rPr>
          <w:rtl/>
          <w:lang w:bidi="fa-IR"/>
        </w:rPr>
        <w:t xml:space="preserve"> </w:t>
      </w:r>
      <w:r w:rsidR="0032648E">
        <w:rPr>
          <w:rFonts w:hint="cs"/>
          <w:rtl/>
          <w:lang w:bidi="fa-IR"/>
        </w:rPr>
        <w:t>لف</w:t>
      </w:r>
      <w:r w:rsidR="0032648E">
        <w:rPr>
          <w:rtl/>
          <w:lang w:bidi="fa-IR"/>
        </w:rPr>
        <w:t xml:space="preserve"> )</w:t>
      </w:r>
    </w:p>
    <w:p w:rsidR="0032648E" w:rsidRPr="00CC482E" w:rsidRDefault="0032648E" w:rsidP="0032648E">
      <w:pPr>
        <w:pStyle w:val="libNormal"/>
      </w:pPr>
      <w:r>
        <w:rPr>
          <w:rtl/>
          <w:lang w:bidi="fa-IR"/>
        </w:rPr>
        <w:t>90- (</w:t>
      </w:r>
      <w:r>
        <w:rPr>
          <w:rFonts w:hint="cs"/>
          <w:rtl/>
          <w:lang w:bidi="fa-IR"/>
        </w:rPr>
        <w:t>جبا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بضم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تشديد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موحده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يكي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قراي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بصره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است</w:t>
      </w:r>
      <w:r>
        <w:rPr>
          <w:rtl/>
          <w:lang w:bidi="fa-IR"/>
        </w:rPr>
        <w:t>.</w:t>
      </w:r>
    </w:p>
    <w:sectPr w:rsidR="0032648E" w:rsidRPr="00CC482E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40C" w:rsidRDefault="006F640C">
      <w:r>
        <w:separator/>
      </w:r>
    </w:p>
  </w:endnote>
  <w:endnote w:type="continuationSeparator" w:id="0">
    <w:p w:rsidR="006F640C" w:rsidRDefault="006F64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F2" w:rsidRDefault="001B4844" w:rsidP="00A0080E">
    <w:pPr>
      <w:pStyle w:val="Footer"/>
    </w:pPr>
    <w:fldSimple w:instr=" PAGE   \* MERGEFORMAT ">
      <w:r w:rsidR="00AC7CE9">
        <w:rPr>
          <w:noProof/>
          <w:rtl/>
          <w:lang w:bidi="fa-IR"/>
        </w:rPr>
        <w:t>442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F2" w:rsidRDefault="001B4844">
    <w:pPr>
      <w:pStyle w:val="Footer"/>
    </w:pPr>
    <w:fldSimple w:instr=" PAGE   \* MERGEFORMAT ">
      <w:r w:rsidR="00AC7CE9">
        <w:rPr>
          <w:noProof/>
          <w:rtl/>
          <w:lang w:bidi="fa-IR"/>
        </w:rPr>
        <w:t>443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F2" w:rsidRDefault="001B4844" w:rsidP="00A0080E">
    <w:pPr>
      <w:pStyle w:val="Footer"/>
    </w:pPr>
    <w:fldSimple w:instr=" PAGE   \* MERGEFORMAT ">
      <w:r w:rsidR="00AC7CE9">
        <w:rPr>
          <w:noProof/>
          <w:rtl/>
          <w:lang w:bidi="fa-IR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40C" w:rsidRDefault="006F640C">
      <w:r>
        <w:separator/>
      </w:r>
    </w:p>
  </w:footnote>
  <w:footnote w:type="continuationSeparator" w:id="0">
    <w:p w:rsidR="006F640C" w:rsidRDefault="006F64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2974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44861"/>
    <w:rsid w:val="00054406"/>
    <w:rsid w:val="00054550"/>
    <w:rsid w:val="0006216A"/>
    <w:rsid w:val="00067F84"/>
    <w:rsid w:val="00071C97"/>
    <w:rsid w:val="00072ADB"/>
    <w:rsid w:val="000761F7"/>
    <w:rsid w:val="00076A3A"/>
    <w:rsid w:val="00085123"/>
    <w:rsid w:val="000900E8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4172"/>
    <w:rsid w:val="000D71B7"/>
    <w:rsid w:val="000E6824"/>
    <w:rsid w:val="000F6B97"/>
    <w:rsid w:val="0010049D"/>
    <w:rsid w:val="001038D5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1958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4844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96E6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711"/>
    <w:rsid w:val="002E4D3D"/>
    <w:rsid w:val="002E5CA1"/>
    <w:rsid w:val="002E6022"/>
    <w:rsid w:val="002E7A63"/>
    <w:rsid w:val="002F3626"/>
    <w:rsid w:val="00301EBF"/>
    <w:rsid w:val="00302B11"/>
    <w:rsid w:val="00302DD1"/>
    <w:rsid w:val="003062A4"/>
    <w:rsid w:val="00307056"/>
    <w:rsid w:val="00307C3A"/>
    <w:rsid w:val="00310D1D"/>
    <w:rsid w:val="00317E22"/>
    <w:rsid w:val="00322466"/>
    <w:rsid w:val="00324B78"/>
    <w:rsid w:val="00325A62"/>
    <w:rsid w:val="0032648E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7554F"/>
    <w:rsid w:val="003854C8"/>
    <w:rsid w:val="0038683D"/>
    <w:rsid w:val="003963F3"/>
    <w:rsid w:val="00396655"/>
    <w:rsid w:val="0039787F"/>
    <w:rsid w:val="00397DC2"/>
    <w:rsid w:val="003A06DC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1BD2"/>
    <w:rsid w:val="00402167"/>
    <w:rsid w:val="00402C65"/>
    <w:rsid w:val="004035D1"/>
    <w:rsid w:val="00404EB7"/>
    <w:rsid w:val="00407D56"/>
    <w:rsid w:val="004109B9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39AD"/>
    <w:rsid w:val="00455A59"/>
    <w:rsid w:val="0046634E"/>
    <w:rsid w:val="004675C1"/>
    <w:rsid w:val="00467E54"/>
    <w:rsid w:val="00470378"/>
    <w:rsid w:val="004722F9"/>
    <w:rsid w:val="00475E99"/>
    <w:rsid w:val="00481FD0"/>
    <w:rsid w:val="00482060"/>
    <w:rsid w:val="0048221F"/>
    <w:rsid w:val="00484DA8"/>
    <w:rsid w:val="004857ED"/>
    <w:rsid w:val="00487AE8"/>
    <w:rsid w:val="004902F4"/>
    <w:rsid w:val="004919C3"/>
    <w:rsid w:val="00492613"/>
    <w:rsid w:val="00494861"/>
    <w:rsid w:val="004953C3"/>
    <w:rsid w:val="00496252"/>
    <w:rsid w:val="00497042"/>
    <w:rsid w:val="004A0866"/>
    <w:rsid w:val="004A5E75"/>
    <w:rsid w:val="004B17F4"/>
    <w:rsid w:val="004B3F28"/>
    <w:rsid w:val="004B4812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487A"/>
    <w:rsid w:val="0050715C"/>
    <w:rsid w:val="005074DA"/>
    <w:rsid w:val="005077E7"/>
    <w:rsid w:val="005139C5"/>
    <w:rsid w:val="00513FA2"/>
    <w:rsid w:val="00515BC6"/>
    <w:rsid w:val="00521B7D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865B2"/>
    <w:rsid w:val="0058753D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7DF"/>
    <w:rsid w:val="005C0E2F"/>
    <w:rsid w:val="005C141F"/>
    <w:rsid w:val="005D2C72"/>
    <w:rsid w:val="005D316A"/>
    <w:rsid w:val="005E1D32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36843"/>
    <w:rsid w:val="00641A2D"/>
    <w:rsid w:val="00643F5E"/>
    <w:rsid w:val="00646D08"/>
    <w:rsid w:val="00651640"/>
    <w:rsid w:val="00651ADF"/>
    <w:rsid w:val="006536CD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A9A"/>
    <w:rsid w:val="006C4B43"/>
    <w:rsid w:val="006D36EC"/>
    <w:rsid w:val="006D48CB"/>
    <w:rsid w:val="006D5D33"/>
    <w:rsid w:val="006D6DC1"/>
    <w:rsid w:val="006D6F9A"/>
    <w:rsid w:val="006E2C8E"/>
    <w:rsid w:val="006E446F"/>
    <w:rsid w:val="006E6291"/>
    <w:rsid w:val="006F2E14"/>
    <w:rsid w:val="006F4948"/>
    <w:rsid w:val="006F640C"/>
    <w:rsid w:val="006F7CE8"/>
    <w:rsid w:val="00701353"/>
    <w:rsid w:val="0070524C"/>
    <w:rsid w:val="007057F8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CEA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A6686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E7C3D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77C69"/>
    <w:rsid w:val="00880BCE"/>
    <w:rsid w:val="008810AF"/>
    <w:rsid w:val="008830EF"/>
    <w:rsid w:val="008865DE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C3FBA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5B7B"/>
    <w:rsid w:val="0091682D"/>
    <w:rsid w:val="00922370"/>
    <w:rsid w:val="00923106"/>
    <w:rsid w:val="0092388A"/>
    <w:rsid w:val="00927601"/>
    <w:rsid w:val="00927D62"/>
    <w:rsid w:val="00932192"/>
    <w:rsid w:val="009354A5"/>
    <w:rsid w:val="0094272F"/>
    <w:rsid w:val="00942D5B"/>
    <w:rsid w:val="00943412"/>
    <w:rsid w:val="00943B2E"/>
    <w:rsid w:val="00945D11"/>
    <w:rsid w:val="009462F7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40C7"/>
    <w:rsid w:val="009A53CC"/>
    <w:rsid w:val="009A63ED"/>
    <w:rsid w:val="009A7001"/>
    <w:rsid w:val="009A7DA5"/>
    <w:rsid w:val="009B01D4"/>
    <w:rsid w:val="009B0C22"/>
    <w:rsid w:val="009B4CAF"/>
    <w:rsid w:val="009B5C7D"/>
    <w:rsid w:val="009B7253"/>
    <w:rsid w:val="009D3969"/>
    <w:rsid w:val="009D6CB0"/>
    <w:rsid w:val="009E03BE"/>
    <w:rsid w:val="009E07BB"/>
    <w:rsid w:val="009E2A3E"/>
    <w:rsid w:val="009E4824"/>
    <w:rsid w:val="009E67C9"/>
    <w:rsid w:val="009E6DE8"/>
    <w:rsid w:val="009E7AB9"/>
    <w:rsid w:val="009F2C77"/>
    <w:rsid w:val="009F4A72"/>
    <w:rsid w:val="009F5327"/>
    <w:rsid w:val="009F6DDF"/>
    <w:rsid w:val="00A0080E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9E1"/>
    <w:rsid w:val="00A26AD5"/>
    <w:rsid w:val="00A30F05"/>
    <w:rsid w:val="00A32633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2455"/>
    <w:rsid w:val="00AB301C"/>
    <w:rsid w:val="00AB49D8"/>
    <w:rsid w:val="00AB5AFC"/>
    <w:rsid w:val="00AB5B22"/>
    <w:rsid w:val="00AC214F"/>
    <w:rsid w:val="00AC28CD"/>
    <w:rsid w:val="00AC6146"/>
    <w:rsid w:val="00AC64A5"/>
    <w:rsid w:val="00AC7CE9"/>
    <w:rsid w:val="00AD0F7D"/>
    <w:rsid w:val="00AD2964"/>
    <w:rsid w:val="00AD365B"/>
    <w:rsid w:val="00AD7E7F"/>
    <w:rsid w:val="00AE0778"/>
    <w:rsid w:val="00AE1E35"/>
    <w:rsid w:val="00AE4D35"/>
    <w:rsid w:val="00AE5DAC"/>
    <w:rsid w:val="00AE6117"/>
    <w:rsid w:val="00AE64FD"/>
    <w:rsid w:val="00AF0A2F"/>
    <w:rsid w:val="00AF1015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2F67"/>
    <w:rsid w:val="00B47827"/>
    <w:rsid w:val="00B506FA"/>
    <w:rsid w:val="00B6222F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27F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346E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047BE"/>
    <w:rsid w:val="00C07EC5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8765E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82E"/>
    <w:rsid w:val="00CD1FC1"/>
    <w:rsid w:val="00CD56CC"/>
    <w:rsid w:val="00CD66FF"/>
    <w:rsid w:val="00CD72D4"/>
    <w:rsid w:val="00CE30CD"/>
    <w:rsid w:val="00CF0F03"/>
    <w:rsid w:val="00CF137D"/>
    <w:rsid w:val="00D0599C"/>
    <w:rsid w:val="00D10971"/>
    <w:rsid w:val="00D125CB"/>
    <w:rsid w:val="00D20EAE"/>
    <w:rsid w:val="00D212D5"/>
    <w:rsid w:val="00D24B24"/>
    <w:rsid w:val="00D24EB0"/>
    <w:rsid w:val="00D25987"/>
    <w:rsid w:val="00D27413"/>
    <w:rsid w:val="00D33A32"/>
    <w:rsid w:val="00D449F0"/>
    <w:rsid w:val="00D4630D"/>
    <w:rsid w:val="00D46C32"/>
    <w:rsid w:val="00D52EC6"/>
    <w:rsid w:val="00D539DC"/>
    <w:rsid w:val="00D53C02"/>
    <w:rsid w:val="00D54728"/>
    <w:rsid w:val="00D62620"/>
    <w:rsid w:val="00D66EE9"/>
    <w:rsid w:val="00D67101"/>
    <w:rsid w:val="00D70D85"/>
    <w:rsid w:val="00D718B1"/>
    <w:rsid w:val="00D72F4C"/>
    <w:rsid w:val="00D7331A"/>
    <w:rsid w:val="00D73BE9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C4E10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0BA0"/>
    <w:rsid w:val="00E21598"/>
    <w:rsid w:val="00E259BC"/>
    <w:rsid w:val="00E264A4"/>
    <w:rsid w:val="00E40FCC"/>
    <w:rsid w:val="00E43122"/>
    <w:rsid w:val="00E44003"/>
    <w:rsid w:val="00E442ED"/>
    <w:rsid w:val="00E456A5"/>
    <w:rsid w:val="00E50A5D"/>
    <w:rsid w:val="00E5512D"/>
    <w:rsid w:val="00E574E5"/>
    <w:rsid w:val="00E6232E"/>
    <w:rsid w:val="00E63C51"/>
    <w:rsid w:val="00E64702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14F2"/>
    <w:rsid w:val="00EE1837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18D3"/>
    <w:rsid w:val="00F02C57"/>
    <w:rsid w:val="00F039FD"/>
    <w:rsid w:val="00F070E5"/>
    <w:rsid w:val="00F07D33"/>
    <w:rsid w:val="00F1517E"/>
    <w:rsid w:val="00F16678"/>
    <w:rsid w:val="00F25633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86C61"/>
    <w:rsid w:val="00F939A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974"/>
    <w:rsid w:val="00FE2BD4"/>
    <w:rsid w:val="00FE5A07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E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CC482E"/>
    <w:rPr>
      <w:rFonts w:ascii="B Badr" w:eastAsia="B Badr" w:hAnsi="B Badr"/>
      <w:color w:val="C00000"/>
      <w:sz w:val="2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CC482E"/>
    <w:rPr>
      <w:sz w:val="28"/>
    </w:rPr>
  </w:style>
  <w:style w:type="paragraph" w:customStyle="1" w:styleId="libCenterBold1">
    <w:name w:val="libCenterBold1"/>
    <w:basedOn w:val="libNormal0"/>
    <w:next w:val="libNormal0"/>
    <w:autoRedefine/>
    <w:rsid w:val="00CC482E"/>
    <w:pPr>
      <w:spacing w:before="240" w:after="480"/>
      <w:jc w:val="center"/>
    </w:pPr>
    <w:rPr>
      <w:rFonts w:ascii="B Badr" w:eastAsia="B Badr" w:hAnsi="B Badr"/>
      <w:b/>
      <w:bCs/>
      <w:sz w:val="28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CC482E"/>
    <w:pPr>
      <w:spacing w:before="240" w:after="240"/>
      <w:jc w:val="center"/>
    </w:pPr>
    <w:rPr>
      <w:b/>
      <w:bCs/>
      <w:sz w:val="24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CC482E"/>
    <w:rPr>
      <w:b/>
      <w:bCs/>
      <w:sz w:val="2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CC482E"/>
    <w:pPr>
      <w:ind w:firstLine="0"/>
      <w:jc w:val="center"/>
    </w:pPr>
    <w:rPr>
      <w:sz w:val="28"/>
    </w:r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CC482E"/>
    <w:rPr>
      <w:sz w:val="24"/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bidi w:val="0"/>
      <w:spacing w:after="200" w:line="276" w:lineRule="auto"/>
      <w:ind w:left="960" w:firstLine="0"/>
      <w:jc w:val="left"/>
    </w:pPr>
    <w:rPr>
      <w:rFonts w:ascii="Calibri" w:eastAsia="Calibri" w:hAnsi="Calibri" w:cs="Arial"/>
      <w:color w:val="auto"/>
      <w:sz w:val="22"/>
      <w:szCs w:val="22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CC482E"/>
    <w:pPr>
      <w:ind w:firstLine="0"/>
    </w:pPr>
    <w:rPr>
      <w:sz w:val="24"/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CC482E"/>
    <w:pPr>
      <w:ind w:firstLine="0"/>
      <w:jc w:val="center"/>
    </w:pPr>
    <w:rPr>
      <w:sz w:val="24"/>
      <w:szCs w:val="28"/>
    </w:rPr>
  </w:style>
  <w:style w:type="paragraph" w:customStyle="1" w:styleId="libPoem">
    <w:name w:val="libPoem"/>
    <w:basedOn w:val="libNormal0"/>
    <w:next w:val="libNormal0"/>
    <w:link w:val="libPoemChar"/>
    <w:rsid w:val="00CC482E"/>
    <w:rPr>
      <w:sz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CC482E"/>
    <w:pPr>
      <w:jc w:val="right"/>
    </w:pPr>
    <w:rPr>
      <w:sz w:val="28"/>
    </w:r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pPr>
      <w:bidi w:val="0"/>
      <w:spacing w:after="200" w:line="276" w:lineRule="auto"/>
      <w:ind w:firstLine="0"/>
      <w:jc w:val="left"/>
    </w:pPr>
    <w:rPr>
      <w:rFonts w:ascii="Tahoma" w:eastAsia="Calibri" w:hAnsi="Tahoma" w:cs="Tahoma"/>
      <w:color w:val="auto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CC482E"/>
    <w:rPr>
      <w:b/>
      <w:bCs/>
      <w:sz w:val="24"/>
      <w:szCs w:val="28"/>
    </w:rPr>
  </w:style>
  <w:style w:type="character" w:customStyle="1" w:styleId="libBold1Char">
    <w:name w:val="libBold1 Char"/>
    <w:link w:val="libBold1"/>
    <w:rsid w:val="00CC482E"/>
    <w:rPr>
      <w:rFonts w:cs="B Badr"/>
      <w:b/>
      <w:bCs/>
      <w:color w:val="000000"/>
      <w:sz w:val="28"/>
      <w:szCs w:val="32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CC482E"/>
    <w:rPr>
      <w:rFonts w:ascii="B Badr" w:eastAsia="B Badr" w:hAnsi="B Badr" w:cs="B Badr"/>
      <w:color w:val="C00000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CC482E"/>
    <w:rPr>
      <w:rFonts w:cs="Rafed Alaem"/>
      <w:sz w:val="28"/>
    </w:rPr>
  </w:style>
  <w:style w:type="character" w:customStyle="1" w:styleId="libAlaemChar">
    <w:name w:val="libAlaem Char"/>
    <w:link w:val="libAlaem"/>
    <w:rsid w:val="00CC482E"/>
    <w:rPr>
      <w:rFonts w:cs="Rafed Alaem"/>
      <w:color w:val="000000"/>
      <w:sz w:val="28"/>
      <w:szCs w:val="32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CC482E"/>
    <w:rPr>
      <w:rFonts w:ascii="KFGQPC Uthman Taha Naskh" w:eastAsia="KFGQPC Uthman Taha Naskh" w:hAnsi="KFGQPC Uthman Taha Naskh" w:cs="KFGQPC Uthman Taha Naskh"/>
      <w:color w:val="663300"/>
      <w:sz w:val="28"/>
      <w:szCs w:val="30"/>
    </w:rPr>
  </w:style>
  <w:style w:type="character" w:customStyle="1" w:styleId="libHadeesChar">
    <w:name w:val="libHadees Char"/>
    <w:link w:val="libHadees"/>
    <w:rsid w:val="00CC482E"/>
    <w:rPr>
      <w:rFonts w:ascii="KFGQPC Uthman Taha Naskh" w:eastAsia="KFGQPC Uthman Taha Naskh" w:hAnsi="KFGQPC Uthman Taha Naskh" w:cs="KFGQPC Uthman Taha Naskh"/>
      <w:color w:val="663300"/>
      <w:sz w:val="28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CC482E"/>
    <w:rPr>
      <w:rFonts w:ascii="B Badr" w:eastAsia="B Badr" w:hAnsi="B Badr"/>
      <w:color w:val="663300"/>
      <w:sz w:val="24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CC482E"/>
    <w:rPr>
      <w:rFonts w:ascii="B Badr" w:eastAsia="B Badr" w:hAnsi="B Badr"/>
      <w:color w:val="663300"/>
      <w:sz w:val="24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CC482E"/>
    <w:pPr>
      <w:spacing w:after="240"/>
      <w:jc w:val="center"/>
    </w:pPr>
    <w:rPr>
      <w:rFonts w:ascii="B Badr" w:eastAsia="B Badr" w:hAnsi="B Badr"/>
      <w:color w:val="FF0000"/>
      <w:sz w:val="28"/>
    </w:rPr>
  </w:style>
  <w:style w:type="character" w:customStyle="1" w:styleId="libNoticeChar">
    <w:name w:val="libNotice Char"/>
    <w:basedOn w:val="libNormal0Char"/>
    <w:link w:val="libNotice"/>
    <w:rsid w:val="00CC482E"/>
    <w:rPr>
      <w:rFonts w:ascii="B Badr" w:eastAsia="B Badr" w:hAnsi="B Badr" w:cs="B Badr"/>
      <w:color w:val="FF0000"/>
      <w:sz w:val="28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CC482E"/>
    <w:rPr>
      <w:rFonts w:cs="B Badr"/>
      <w:color w:val="000000"/>
      <w:sz w:val="28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A0080E"/>
    <w:pPr>
      <w:tabs>
        <w:tab w:val="center" w:pos="4680"/>
        <w:tab w:val="right" w:pos="9360"/>
      </w:tabs>
      <w:bidi w:val="0"/>
      <w:ind w:firstLine="0"/>
      <w:jc w:val="left"/>
    </w:pPr>
    <w:rPr>
      <w:rFonts w:ascii="Calibri" w:eastAsia="Calibri" w:hAnsi="Calibri" w:cs="Arial"/>
      <w:color w:val="auto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A0080E"/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ahimi\Template\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EECAD-5B14-46C4-9871-729ED1D31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</Template>
  <TotalTime>2</TotalTime>
  <Pages>443</Pages>
  <Words>78517</Words>
  <Characters>447553</Characters>
  <Application>Microsoft Office Word</Application>
  <DocSecurity>0</DocSecurity>
  <Lines>3729</Lines>
  <Paragraphs>1050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525020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Rahimi2</dc:creator>
  <cp:lastModifiedBy>Rahimi2</cp:lastModifiedBy>
  <cp:revision>3</cp:revision>
  <cp:lastPrinted>2015-02-06T18:57:00Z</cp:lastPrinted>
  <dcterms:created xsi:type="dcterms:W3CDTF">2016-09-06T05:58:00Z</dcterms:created>
  <dcterms:modified xsi:type="dcterms:W3CDTF">2016-09-07T09:02:00Z</dcterms:modified>
</cp:coreProperties>
</file>