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A8A" w:rsidRDefault="00E85A8A" w:rsidP="00841B6E">
      <w:pPr>
        <w:pStyle w:val="libCenterBold1"/>
        <w:rPr>
          <w:rtl/>
          <w:lang w:bidi="fa-IR"/>
        </w:rPr>
      </w:pPr>
      <w:r>
        <w:rPr>
          <w:rtl/>
          <w:lang w:bidi="fa-IR"/>
        </w:rPr>
        <w:t>نام كتاب : ذكرهاى مستحبى</w:t>
      </w:r>
    </w:p>
    <w:p w:rsidR="00E85A8A" w:rsidRDefault="00E85A8A" w:rsidP="00841B6E">
      <w:pPr>
        <w:pStyle w:val="libCenterBold2"/>
        <w:rPr>
          <w:rFonts w:hint="cs"/>
          <w:rtl/>
          <w:lang w:bidi="fa-IR"/>
        </w:rPr>
      </w:pPr>
      <w:r>
        <w:rPr>
          <w:rtl/>
          <w:lang w:bidi="fa-IR"/>
        </w:rPr>
        <w:t xml:space="preserve">نام </w:t>
      </w:r>
      <w:r w:rsidR="00841B6E">
        <w:rPr>
          <w:rtl/>
          <w:lang w:bidi="fa-IR"/>
        </w:rPr>
        <w:t>مؤلف</w:t>
      </w:r>
      <w:r>
        <w:rPr>
          <w:rtl/>
          <w:lang w:bidi="fa-IR"/>
        </w:rPr>
        <w:t xml:space="preserve"> : عباس عزيزى</w:t>
      </w:r>
    </w:p>
    <w:p w:rsidR="0029212B" w:rsidRDefault="0029212B" w:rsidP="0029212B">
      <w:pPr>
        <w:pStyle w:val="libNormal0"/>
        <w:rPr>
          <w:rFonts w:hint="cs"/>
          <w:rtl/>
          <w:lang w:bidi="fa-IR"/>
        </w:rPr>
      </w:pPr>
    </w:p>
    <w:p w:rsidR="0029212B" w:rsidRDefault="0029212B" w:rsidP="0029212B">
      <w:pPr>
        <w:pStyle w:val="libNormal"/>
        <w:rPr>
          <w:rFonts w:hint="cs"/>
          <w:rtl/>
          <w:lang w:bidi="fa-IR"/>
        </w:rPr>
      </w:pPr>
    </w:p>
    <w:p w:rsidR="0029212B" w:rsidRDefault="0029212B" w:rsidP="0029212B">
      <w:pPr>
        <w:pStyle w:val="libNormal"/>
        <w:rPr>
          <w:rFonts w:hint="cs"/>
          <w:rtl/>
          <w:lang w:bidi="fa-IR"/>
        </w:rPr>
      </w:pPr>
    </w:p>
    <w:p w:rsidR="0029212B" w:rsidRPr="006E7FD2" w:rsidRDefault="0029212B" w:rsidP="0029212B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29212B" w:rsidRPr="0029212B" w:rsidRDefault="0029212B" w:rsidP="0029212B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</w:t>
      </w:r>
      <w:r>
        <w:rPr>
          <w:rFonts w:hint="cs"/>
          <w:rtl/>
        </w:rPr>
        <w:t>روی این کتاب انجام نگردیده است.</w:t>
      </w:r>
    </w:p>
    <w:p w:rsidR="00E85A8A" w:rsidRDefault="00841B6E" w:rsidP="00841B6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83512563"/>
      <w:bookmarkStart w:id="1" w:name="_Toc383512997"/>
      <w:r w:rsidR="00E85A8A">
        <w:rPr>
          <w:rtl/>
          <w:lang w:bidi="fa-IR"/>
        </w:rPr>
        <w:lastRenderedPageBreak/>
        <w:t>پيشگفتار</w:t>
      </w:r>
      <w:bookmarkEnd w:id="0"/>
      <w:bookmarkEnd w:id="1"/>
    </w:p>
    <w:p w:rsidR="00E85A8A" w:rsidRDefault="00E85A8A" w:rsidP="00FD2726">
      <w:pPr>
        <w:pStyle w:val="libAie"/>
        <w:rPr>
          <w:rtl/>
          <w:lang w:bidi="fa-IR"/>
        </w:rPr>
      </w:pPr>
      <w:r>
        <w:rPr>
          <w:rtl/>
          <w:lang w:bidi="fa-IR"/>
        </w:rPr>
        <w:t xml:space="preserve">واذكر ربك اذا نسيت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(به ياد آر پروردگار خويش 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گاه كه او را فراموش مى كنى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به گفته قرآن كريم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هنگامى كه انسان ياد خدا را فراموش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بعد از آن كه متوجه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پروردگار خويش را به خاطر بياورد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غير او را فراموش مى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خودت را در ذكرت (يادت) فراموش ‍ مى كنى و آن گاه يادت را در ياد خود فراموش مى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سپس در ياد كردن حق تو 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يادى را فراموش مى كنى (در اين هنگام پروردگارت را به ياد آر) ذكر يعنى رهايى از غفلت و نسيان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عمر انسان ارزش و بركت مى دهد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اگر ساعتى از عمر آدمى بدون ذكر خدا بگذرد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قيامت برايش حسرت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خداست كه دلها را آرام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قلبها را شفا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سينه ها را صيقل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جانها را جان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دردها را درمان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روانها را سلامت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عقلها را نورانيت مى بخشد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ياد كردن به زبان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ياد كردن به دل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نگاه داشتن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انديشه كردن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پيدا كردن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به معنى توحيد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ذكر سيره عملى انبيا و ائمه اطهار </w:t>
      </w:r>
      <w:r w:rsidR="00FD2726" w:rsidRPr="00FD272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اولياى خداست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انسان به وسيله ذكر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خود را در سه عالم (دنيا و برزخ و قيامت) بيمه مى كند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حديث قدسى است كه هر گاه بنده اى ملاقات با من را دوست بدارد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نيز ملاقات با او را دوست مى دارم و هر گاه پيش خود مرا ياد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پيش ‍ خود ياد كنم و هر گاه در ميان گروهى يادم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در ميان جمع بهتر از آن گروه يادش كنم و هر گاه بنده ام به اندازه يك وجب به من نزديك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اندازه يك ذراع به او نزديك شوم و هر گاه به قدر ذراعى به من تقرب جويد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اندازه باعى (باع واحد طول است از سر انگشت دست راست تا سر انگشت دست چپ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گاه كه دستها را افقى به طرفين باز كنند) به او نزديك مى شوم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براى ذكر گفتن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رعايت چند شرط لازم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با وضو 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دائم الذكر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پيوسته ذكر خدا را بگويد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حضور قلب داشته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مثلا زبان با قلب هماهنگ 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زمان و مكان و تعداد آن ميسر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5- در محيط گناه نباشد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6- در همه حال ياد او باشيم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 در حال راحتى و هم در حال سختى ها و مشكلات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بحبوحه جنگ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مقارن شهادت اصحاب و فرزندانش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همواره ياد خدا بود و در هر صحنه اى ذكر خدا مى گفت و نيرو مى گرفت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7- نيت بايد خالص 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8- دهان خود را طاهر كند؛ ذكرى كه از دهان آلوده بيرون آيد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اثر ندارد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9- اعتقاد و ايمان در اين ذكرها لازم است و اگر حاجت برطرف نشد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شايد علت و حكمتى داشته 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10- نفس ذكر گفتن ارزش 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چه حاجت شما برطرف نشود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اميدوارم اين مجموعه بتواند گره گشاى مشكلات همه عاشقان و بندگان و مظلومان و حاجتمندان و بيماران باشد و بنده حقير را نيز از دعاى خيرتان فراموش نكنيد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عباس عزيزى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فروردين 1378</w:t>
      </w:r>
    </w:p>
    <w:p w:rsidR="00E85A8A" w:rsidRDefault="00150476" w:rsidP="0015047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383512564"/>
      <w:bookmarkStart w:id="3" w:name="_Toc383512998"/>
      <w:r w:rsidR="00E85A8A">
        <w:rPr>
          <w:rtl/>
          <w:lang w:bidi="fa-IR"/>
        </w:rPr>
        <w:lastRenderedPageBreak/>
        <w:t>1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اهميت ذكر گفتن</w:t>
      </w:r>
      <w:bookmarkEnd w:id="2"/>
      <w:bookmarkEnd w:id="3"/>
    </w:p>
    <w:p w:rsidR="00E85A8A" w:rsidRDefault="00E85A8A" w:rsidP="001A2786">
      <w:pPr>
        <w:pStyle w:val="Heading2"/>
        <w:rPr>
          <w:rtl/>
          <w:lang w:bidi="fa-IR"/>
        </w:rPr>
      </w:pPr>
      <w:bookmarkStart w:id="4" w:name="_Toc383512565"/>
      <w:bookmarkStart w:id="5" w:name="_Toc383512999"/>
      <w:r>
        <w:rPr>
          <w:rtl/>
          <w:lang w:bidi="fa-IR"/>
        </w:rPr>
        <w:t>1</w:t>
      </w:r>
      <w:r w:rsidR="001A2786">
        <w:rPr>
          <w:rtl/>
          <w:lang w:bidi="fa-IR"/>
        </w:rPr>
        <w:t>. زياد به ياد خدا بودن</w:t>
      </w:r>
      <w:bookmarkEnd w:id="4"/>
      <w:bookmarkEnd w:id="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خدا آن قدر داراى اهميت است كه خداوند سبحان هم به مردان و هم زنان توصيه فرموده كه زياد ذكر بگوييد و غافل نشويد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 w:rsidRPr="00FD2726">
        <w:rPr>
          <w:rStyle w:val="libAieChar"/>
          <w:rtl/>
          <w:lang w:bidi="fa-IR"/>
        </w:rPr>
        <w:t>والذاكرين الله كثيرا و الذاكرات</w:t>
      </w:r>
      <w:r>
        <w:rPr>
          <w:rtl/>
          <w:lang w:bidi="fa-IR"/>
        </w:rPr>
        <w:t xml:space="preserve"> مردانى كه بسيار به ياد خداوند و زنانى كه بسيار ياد خدا مى كنند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جاى ديگر به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توصيه مى فرمايد: </w:t>
      </w:r>
      <w:r w:rsidRPr="00FD2726">
        <w:rPr>
          <w:rStyle w:val="libAieChar"/>
          <w:rtl/>
          <w:lang w:bidi="fa-IR"/>
        </w:rPr>
        <w:t>يا ايها الذين آمنوا اذكروا الله ذكرا كثيرا</w:t>
      </w:r>
      <w:r>
        <w:rPr>
          <w:rtl/>
          <w:lang w:bidi="fa-IR"/>
        </w:rPr>
        <w:t xml:space="preserve"> اى كسانى كه ايمان آورده ايد خدا را بسيار ياد كنيد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" w:name="_Toc383512566"/>
      <w:bookmarkStart w:id="7" w:name="_Toc383513000"/>
      <w:r>
        <w:rPr>
          <w:rtl/>
          <w:lang w:bidi="fa-IR"/>
        </w:rPr>
        <w:t>2</w:t>
      </w:r>
      <w:r w:rsidR="001A2786">
        <w:rPr>
          <w:rtl/>
          <w:lang w:bidi="fa-IR"/>
        </w:rPr>
        <w:t>. محبوب خداوند</w:t>
      </w:r>
      <w:bookmarkEnd w:id="6"/>
      <w:bookmarkEnd w:id="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مى فرمايد: هر كس ذكر خدا بسيار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دوست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" w:name="_Toc383512567"/>
      <w:bookmarkStart w:id="9" w:name="_Toc383513001"/>
      <w:r>
        <w:rPr>
          <w:rtl/>
          <w:lang w:bidi="fa-IR"/>
        </w:rPr>
        <w:t>3</w:t>
      </w:r>
      <w:r w:rsidR="001A2786">
        <w:rPr>
          <w:rtl/>
          <w:lang w:bidi="fa-IR"/>
        </w:rPr>
        <w:t>. نحوه به ياد خدا بودن</w:t>
      </w:r>
      <w:bookmarkEnd w:id="8"/>
      <w:bookmarkEnd w:id="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خداوند سبحان به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چنين مى فرمايد: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پروردگار را در دل خود از روى تضرع و خوف ياد كن : واذكر ربك فى نفسك تضرعا و خيفة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آهسته و آرام نام او را بر زبان بياور: و دون الجهر من القول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ذكر را همواره صبحگاهان و شامگاهان تكرار كن : بالغدو و الآصال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هرگز از غافلان و بى خبران ياد خدا مباش : و لا تكن من الغافلين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" w:name="_Toc383512568"/>
      <w:bookmarkStart w:id="11" w:name="_Toc383513002"/>
      <w:r>
        <w:rPr>
          <w:rtl/>
          <w:lang w:bidi="fa-IR"/>
        </w:rPr>
        <w:t>4</w:t>
      </w:r>
      <w:r w:rsidR="001A2786">
        <w:rPr>
          <w:rtl/>
          <w:lang w:bidi="fa-IR"/>
        </w:rPr>
        <w:t>. ياد خدا در همه حال</w:t>
      </w:r>
      <w:bookmarkEnd w:id="10"/>
      <w:bookmarkEnd w:id="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سبحان مى فرمايد: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اتمام نماز ياد خدا را فراموش نكنيد و در حال ايستادن و نشستن و زمانيكه بر پهلو خوابيده ايد به ياد خدا باشيد و از او كمك بجوييد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فاذكروا الله قياما و قعودا و على جنوبكم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" w:name="_Toc383512569"/>
      <w:bookmarkStart w:id="13" w:name="_Toc383513003"/>
      <w:r>
        <w:rPr>
          <w:rtl/>
          <w:lang w:bidi="fa-IR"/>
        </w:rPr>
        <w:t>5</w:t>
      </w:r>
      <w:r w:rsidR="001A2786">
        <w:rPr>
          <w:rtl/>
          <w:lang w:bidi="fa-IR"/>
        </w:rPr>
        <w:t>. به ياد خدا باشيد</w:t>
      </w:r>
      <w:bookmarkEnd w:id="12"/>
      <w:bookmarkEnd w:id="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سبحان مى فرمايد:</w:t>
      </w:r>
    </w:p>
    <w:p w:rsidR="00E85A8A" w:rsidRDefault="00E85A8A" w:rsidP="00E85A8A">
      <w:pPr>
        <w:pStyle w:val="libNormal"/>
        <w:rPr>
          <w:rtl/>
          <w:lang w:bidi="fa-IR"/>
        </w:rPr>
      </w:pPr>
      <w:r w:rsidRPr="0029212B">
        <w:rPr>
          <w:rStyle w:val="libAieChar"/>
          <w:rtl/>
        </w:rPr>
        <w:t>فاذكرونى اذكركم</w:t>
      </w:r>
      <w:r>
        <w:rPr>
          <w:rtl/>
          <w:lang w:bidi="fa-IR"/>
        </w:rPr>
        <w:t xml:space="preserve"> پس به ياد من باشيد تا به ياد شما باشم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4" w:name="_Toc383512570"/>
      <w:bookmarkStart w:id="15" w:name="_Toc383513004"/>
      <w:r>
        <w:rPr>
          <w:rtl/>
          <w:lang w:bidi="fa-IR"/>
        </w:rPr>
        <w:t>6</w:t>
      </w:r>
      <w:r w:rsidR="001A2786">
        <w:rPr>
          <w:rtl/>
          <w:lang w:bidi="fa-IR"/>
        </w:rPr>
        <w:t>. برترين ذكر</w:t>
      </w:r>
      <w:bookmarkEnd w:id="14"/>
      <w:bookmarkEnd w:id="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قرآن مجيد برترين اعمال را معرفى مى كند: </w:t>
      </w:r>
      <w:r w:rsidRPr="0029212B">
        <w:rPr>
          <w:rStyle w:val="libAieChar"/>
          <w:rtl/>
        </w:rPr>
        <w:t>لذكر الله اكبر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" w:name="_Toc383512571"/>
      <w:bookmarkStart w:id="17" w:name="_Toc383513005"/>
      <w:r>
        <w:rPr>
          <w:rtl/>
          <w:lang w:bidi="fa-IR"/>
        </w:rPr>
        <w:t>7</w:t>
      </w:r>
      <w:r w:rsidR="001A2786">
        <w:rPr>
          <w:rtl/>
          <w:lang w:bidi="fa-IR"/>
        </w:rPr>
        <w:t>. اسرار ياد خدا</w:t>
      </w:r>
      <w:bookmarkEnd w:id="16"/>
      <w:bookmarkEnd w:id="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حديثى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در تفسير جمله و لذكر الله اكبر فرمود: ذكر الله عند ما احلّ و حرّم ياد خدا كردن به هنگام انجام حلال و حرام (يعنى به ياد خدا بيفتد به سراغ حلال برود و از حرام چشم بپوشد)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" w:name="_Toc383512572"/>
      <w:bookmarkStart w:id="19" w:name="_Toc383513006"/>
      <w:r>
        <w:rPr>
          <w:rtl/>
          <w:lang w:bidi="fa-IR"/>
        </w:rPr>
        <w:t>8</w:t>
      </w:r>
      <w:r w:rsidR="001A2786">
        <w:rPr>
          <w:rtl/>
          <w:lang w:bidi="fa-IR"/>
        </w:rPr>
        <w:t>. داروى بيماريهاى روحى</w:t>
      </w:r>
      <w:bookmarkEnd w:id="18"/>
      <w:bookmarkEnd w:id="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دواء اعلال النفوس ياد خدا داروى بيماريهاى روح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" w:name="_Toc383512573"/>
      <w:bookmarkStart w:id="21" w:name="_Toc383513007"/>
      <w:r>
        <w:rPr>
          <w:rtl/>
          <w:lang w:bidi="fa-IR"/>
        </w:rPr>
        <w:t>9</w:t>
      </w:r>
      <w:r w:rsidR="001A2786">
        <w:rPr>
          <w:rtl/>
          <w:lang w:bidi="fa-IR"/>
        </w:rPr>
        <w:t>. ياد خدا هنگام غذا خوردن</w:t>
      </w:r>
      <w:bookmarkEnd w:id="20"/>
      <w:bookmarkEnd w:id="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پدرش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او كثير الذكر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وقت با او راه مى رفتم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ذكر خدا مى گفت و به هنگام غذا خوردن نيز به ذكر خدا مشغول بود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حتى وقتى كه با مردم سخن مى گفت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ذكر خدا غافل نمى 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" w:name="_Toc383512574"/>
      <w:bookmarkStart w:id="23" w:name="_Toc383513008"/>
      <w:r>
        <w:rPr>
          <w:rtl/>
          <w:lang w:bidi="fa-IR"/>
        </w:rPr>
        <w:lastRenderedPageBreak/>
        <w:t>10</w:t>
      </w:r>
      <w:r w:rsidR="001A2786">
        <w:rPr>
          <w:rtl/>
          <w:lang w:bidi="fa-IR"/>
        </w:rPr>
        <w:t>. پشتوانه ايمان</w:t>
      </w:r>
      <w:bookmarkEnd w:id="22"/>
      <w:bookmarkEnd w:id="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دعامة الايمان ذكر خدا پشتوانه ايمان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" w:name="_Toc383512575"/>
      <w:bookmarkStart w:id="25" w:name="_Toc383513009"/>
      <w:r>
        <w:rPr>
          <w:rtl/>
          <w:lang w:bidi="fa-IR"/>
        </w:rPr>
        <w:t>11</w:t>
      </w:r>
      <w:r w:rsidR="001A2786">
        <w:rPr>
          <w:rtl/>
          <w:lang w:bidi="fa-IR"/>
        </w:rPr>
        <w:t xml:space="preserve">. شيوه </w:t>
      </w:r>
      <w:r w:rsidR="00FD2726">
        <w:rPr>
          <w:rtl/>
          <w:lang w:bidi="fa-IR"/>
        </w:rPr>
        <w:t>مؤمن</w:t>
      </w:r>
      <w:bookmarkEnd w:id="24"/>
      <w:bookmarkEnd w:id="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شيمة كل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ياد خدا شيوه هر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" w:name="_Toc383512576"/>
      <w:bookmarkStart w:id="27" w:name="_Toc383513010"/>
      <w:r>
        <w:rPr>
          <w:rtl/>
          <w:lang w:bidi="fa-IR"/>
        </w:rPr>
        <w:t>12</w:t>
      </w:r>
      <w:r w:rsidR="001A2786">
        <w:rPr>
          <w:rtl/>
          <w:lang w:bidi="fa-IR"/>
        </w:rPr>
        <w:t>. ذاكر خدا</w:t>
      </w:r>
      <w:bookmarkEnd w:id="26"/>
      <w:bookmarkEnd w:id="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سامع ذكر الله ذاكر شنونده ذكر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ذاكر خداست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" w:name="_Toc383512577"/>
      <w:bookmarkStart w:id="29" w:name="_Toc383513011"/>
      <w:r>
        <w:rPr>
          <w:rtl/>
          <w:lang w:bidi="fa-IR"/>
        </w:rPr>
        <w:t>13</w:t>
      </w:r>
      <w:r w:rsidR="001A2786">
        <w:rPr>
          <w:rtl/>
          <w:lang w:bidi="fa-IR"/>
        </w:rPr>
        <w:t>. زبان مشغول ذكر خدا</w:t>
      </w:r>
      <w:bookmarkEnd w:id="28"/>
      <w:bookmarkEnd w:id="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خوشا به حال كسى كه مشغول ذكر خدا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از گفتار بيهوده خاموش بماند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" w:name="_Toc383512578"/>
      <w:bookmarkStart w:id="31" w:name="_Toc383513012"/>
      <w:r>
        <w:rPr>
          <w:rtl/>
          <w:lang w:bidi="fa-IR"/>
        </w:rPr>
        <w:t>14</w:t>
      </w:r>
      <w:r w:rsidR="001A2786">
        <w:rPr>
          <w:rtl/>
          <w:lang w:bidi="fa-IR"/>
        </w:rPr>
        <w:t>. سرگرم شدن به ذكر الهى</w:t>
      </w:r>
      <w:bookmarkEnd w:id="30"/>
      <w:bookmarkEnd w:id="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كه به راستى خداوند عز و جل مى فرمايد: هر كه به ذكر من سرگرم شود و از درخواست از من بازماند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عطايى بدهم بهتر از آنچه كه به كسى دهم كه از من درخواستى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" w:name="_Toc383512579"/>
      <w:bookmarkStart w:id="33" w:name="_Toc383513013"/>
      <w:r>
        <w:rPr>
          <w:rtl/>
          <w:lang w:bidi="fa-IR"/>
        </w:rPr>
        <w:t>15</w:t>
      </w:r>
      <w:r w:rsidR="001A2786">
        <w:rPr>
          <w:rtl/>
          <w:lang w:bidi="fa-IR"/>
        </w:rPr>
        <w:t>. كليد انس با خدا</w:t>
      </w:r>
      <w:bookmarkEnd w:id="32"/>
      <w:bookmarkEnd w:id="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الذكر مفتاح الانس ياد خدا كليد انس با خداست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4" w:name="_Toc383512580"/>
      <w:bookmarkStart w:id="35" w:name="_Toc383513014"/>
      <w:r>
        <w:rPr>
          <w:rtl/>
          <w:lang w:bidi="fa-IR"/>
        </w:rPr>
        <w:t>16</w:t>
      </w:r>
      <w:r w:rsidR="001A2786">
        <w:rPr>
          <w:rtl/>
          <w:lang w:bidi="fa-IR"/>
        </w:rPr>
        <w:t>. لذت با ياد خدا</w:t>
      </w:r>
      <w:bookmarkEnd w:id="34"/>
      <w:bookmarkEnd w:id="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الذكر لذة المحبين ياد خدا لذت دوستداران است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6" w:name="_Toc383512581"/>
      <w:bookmarkStart w:id="37" w:name="_Toc383513015"/>
      <w:r>
        <w:rPr>
          <w:rtl/>
          <w:lang w:bidi="fa-IR"/>
        </w:rPr>
        <w:t>17</w:t>
      </w:r>
      <w:r w:rsidR="001A2786">
        <w:rPr>
          <w:rtl/>
          <w:lang w:bidi="fa-IR"/>
        </w:rPr>
        <w:t>. صلاح قلب</w:t>
      </w:r>
      <w:bookmarkEnd w:id="36"/>
      <w:bookmarkEnd w:id="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اساس و صلاح قلب اشتغال آن به ذكر خداست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" w:name="_Toc383512582"/>
      <w:bookmarkStart w:id="39" w:name="_Toc383513016"/>
      <w:r>
        <w:rPr>
          <w:rtl/>
          <w:lang w:bidi="fa-IR"/>
        </w:rPr>
        <w:lastRenderedPageBreak/>
        <w:t>18</w:t>
      </w:r>
      <w:r w:rsidR="001A2786">
        <w:rPr>
          <w:rtl/>
          <w:lang w:bidi="fa-IR"/>
        </w:rPr>
        <w:t>. ياد خدا</w:t>
      </w:r>
      <w:bookmarkEnd w:id="38"/>
      <w:bookmarkEnd w:id="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من ذكر الله ذكره هر كه در ياد خدا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ياد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" w:name="_Toc383512583"/>
      <w:bookmarkStart w:id="41" w:name="_Toc383513017"/>
      <w:r>
        <w:rPr>
          <w:rtl/>
          <w:lang w:bidi="fa-IR"/>
        </w:rPr>
        <w:t>19</w:t>
      </w:r>
      <w:r w:rsidR="001A2786">
        <w:rPr>
          <w:rtl/>
          <w:lang w:bidi="fa-IR"/>
        </w:rPr>
        <w:t xml:space="preserve">. </w:t>
      </w:r>
      <w:r w:rsidR="00FD2726">
        <w:rPr>
          <w:rtl/>
          <w:lang w:bidi="fa-IR"/>
        </w:rPr>
        <w:t>مأنوس</w:t>
      </w:r>
      <w:r w:rsidR="001A2786">
        <w:rPr>
          <w:rtl/>
          <w:lang w:bidi="fa-IR"/>
        </w:rPr>
        <w:t xml:space="preserve"> با ذكر خدا</w:t>
      </w:r>
      <w:bookmarkEnd w:id="40"/>
      <w:bookmarkEnd w:id="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گاه ديدى كه خداوند سبحان تو را به ذكر خود </w:t>
      </w:r>
      <w:r w:rsidR="00FD2726">
        <w:rPr>
          <w:rtl/>
          <w:lang w:bidi="fa-IR"/>
        </w:rPr>
        <w:t>مأنوس</w:t>
      </w:r>
      <w:r>
        <w:rPr>
          <w:rtl/>
          <w:lang w:bidi="fa-IR"/>
        </w:rPr>
        <w:t xml:space="preserve"> ‍ نموده (بدان كه) تو را دوست مى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" w:name="_Toc383512584"/>
      <w:bookmarkStart w:id="43" w:name="_Toc383513018"/>
      <w:r>
        <w:rPr>
          <w:rtl/>
          <w:lang w:bidi="fa-IR"/>
        </w:rPr>
        <w:t>20</w:t>
      </w:r>
      <w:r w:rsidR="001A2786">
        <w:rPr>
          <w:rtl/>
          <w:lang w:bidi="fa-IR"/>
        </w:rPr>
        <w:t>. نور ايمان</w:t>
      </w:r>
      <w:bookmarkEnd w:id="42"/>
      <w:bookmarkEnd w:id="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نور الايمان ياد خدا نور ايمان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" w:name="_Toc383512585"/>
      <w:bookmarkStart w:id="45" w:name="_Toc383513019"/>
      <w:r>
        <w:rPr>
          <w:rtl/>
          <w:lang w:bidi="fa-IR"/>
        </w:rPr>
        <w:t>21</w:t>
      </w:r>
      <w:r w:rsidR="001A2786">
        <w:rPr>
          <w:rtl/>
          <w:lang w:bidi="fa-IR"/>
        </w:rPr>
        <w:t>. شيوه پارسايان</w:t>
      </w:r>
      <w:bookmarkEnd w:id="44"/>
      <w:bookmarkEnd w:id="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شيمة المتقين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ياد خدا بودن شيوه پرهيزكاران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" w:name="_Toc383512586"/>
      <w:bookmarkStart w:id="47" w:name="_Toc383513020"/>
      <w:r>
        <w:rPr>
          <w:rtl/>
          <w:lang w:bidi="fa-IR"/>
        </w:rPr>
        <w:t>22</w:t>
      </w:r>
      <w:r w:rsidR="001A2786">
        <w:rPr>
          <w:rtl/>
          <w:lang w:bidi="fa-IR"/>
        </w:rPr>
        <w:t>. غذاى جانها</w:t>
      </w:r>
      <w:bookmarkEnd w:id="46"/>
      <w:bookmarkEnd w:id="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قوت النفوس و مجالسة المحبوب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ياد خداوند غذاى جانها و همنشينى با محبوب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" w:name="_Toc383512587"/>
      <w:bookmarkStart w:id="49" w:name="_Toc383513021"/>
      <w:r>
        <w:rPr>
          <w:rtl/>
          <w:lang w:bidi="fa-IR"/>
        </w:rPr>
        <w:t>23</w:t>
      </w:r>
      <w:r w:rsidR="001A2786">
        <w:rPr>
          <w:rtl/>
          <w:lang w:bidi="fa-IR"/>
        </w:rPr>
        <w:t>. بهترين اهل مسجد</w:t>
      </w:r>
      <w:bookmarkEnd w:id="48"/>
      <w:bookmarkEnd w:id="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آيا به شما خبر ندهم از بهترين كارهاى شما كه درجه بلندترى است براى شما و در نزد خداوند شما بهتر شما را پاكدامن مى كند و از پول طلا و نقره براى شما بهتر است و خوب تر از آن است كه با دشمن خود برخورد كنيد و با آنها نبرد نماييد و از آنها بكشيد و كشته شويد؟ عرض كردند: يا رسول الله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چرا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آن بسيار ذكر كردن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سپس فرمود: مردى نزد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 و عرض كرد: بهترين اهل مسجد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آن كه بسيار ذكر خدا كرده خير دنيا و آخرت به او داده شده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در تفسير قول خداى تعالى ((منت مگذار كه كار بيشترى كردى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) </w:t>
      </w:r>
      <w:r w:rsidRPr="00A16C07">
        <w:rPr>
          <w:rStyle w:val="libFootnotenumChar"/>
          <w:rtl/>
          <w:lang w:bidi="fa-IR"/>
        </w:rPr>
        <w:t>(23)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فرمود: آنچه كار خوب براى خدا كردى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را بيش مشمار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" w:name="_Toc383512588"/>
      <w:bookmarkStart w:id="51" w:name="_Toc383513022"/>
      <w:r>
        <w:rPr>
          <w:rtl/>
          <w:lang w:bidi="fa-IR"/>
        </w:rPr>
        <w:t>24</w:t>
      </w:r>
      <w:r w:rsidR="001A2786">
        <w:rPr>
          <w:rtl/>
          <w:lang w:bidi="fa-IR"/>
        </w:rPr>
        <w:t>. ذكر خدا حدى ندارد</w:t>
      </w:r>
      <w:bookmarkEnd w:id="50"/>
      <w:bookmarkEnd w:id="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چيزى حدى دارد كه وقتى به آن رسد پايان مى پذيرد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ذكر خدا كه حدى كه با آن پايان گيرد ندارد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" w:name="_Toc383512589"/>
      <w:bookmarkStart w:id="53" w:name="_Toc383513023"/>
      <w:r>
        <w:rPr>
          <w:rtl/>
          <w:lang w:bidi="fa-IR"/>
        </w:rPr>
        <w:t>25</w:t>
      </w:r>
      <w:r w:rsidR="001A2786">
        <w:rPr>
          <w:rtl/>
          <w:lang w:bidi="fa-IR"/>
        </w:rPr>
        <w:t>. حدى براى ذكر گفتن نيست</w:t>
      </w:r>
      <w:bookmarkEnd w:id="52"/>
      <w:bookmarkEnd w:id="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خداوند نمازهاى فريضه را واجب كرده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كس آنها را اداء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 آن تاءمين شده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ماه مبارك رمضان را هر كس روزه بگيرد حدش انجام گرديده و حج را هر كس (يك بار) به جا آورد همان حد آن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ذكر الله كه خداوند به مقدار قليل آن راضى نشده و براى كثير آن نيز حدى قايل نگرديده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سپس به عنوان شاهد سخن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آيه </w:t>
      </w:r>
      <w:r w:rsidRPr="00455D95">
        <w:rPr>
          <w:rStyle w:val="libAieChar"/>
          <w:rtl/>
          <w:lang w:bidi="fa-IR"/>
        </w:rPr>
        <w:t>يا ايها الذين آمنوا اذكروا الله ذكرا كثيرا</w:t>
      </w:r>
      <w:r>
        <w:rPr>
          <w:rtl/>
          <w:lang w:bidi="fa-IR"/>
        </w:rPr>
        <w:t xml:space="preserve"> را تلاوت فرمود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" w:name="_Toc383512590"/>
      <w:bookmarkStart w:id="55" w:name="_Toc383513024"/>
      <w:r>
        <w:rPr>
          <w:rtl/>
          <w:lang w:bidi="fa-IR"/>
        </w:rPr>
        <w:t>26</w:t>
      </w:r>
      <w:r w:rsidR="001A2786">
        <w:rPr>
          <w:rtl/>
          <w:lang w:bidi="fa-IR"/>
        </w:rPr>
        <w:t>. نشانه شيعيان</w:t>
      </w:r>
      <w:bookmarkEnd w:id="54"/>
      <w:bookmarkEnd w:id="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شيعيان ما كسانى اند كه هر گاه تنها باشند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بسيار ذكر خدا كنند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" w:name="_Toc383512591"/>
      <w:bookmarkStart w:id="57" w:name="_Toc383513025"/>
      <w:r>
        <w:rPr>
          <w:rtl/>
          <w:lang w:bidi="fa-IR"/>
        </w:rPr>
        <w:t>27</w:t>
      </w:r>
      <w:r w:rsidR="001A2786">
        <w:rPr>
          <w:rtl/>
          <w:lang w:bidi="fa-IR"/>
        </w:rPr>
        <w:t>. ذكر در نهان</w:t>
      </w:r>
      <w:bookmarkEnd w:id="56"/>
      <w:bookmarkEnd w:id="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ابن فضال حديثى را به معصوم رسانيده است كه مى فرمايد: خداوند عزوجل به عيسى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اى عيسى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مرا در خاطر دار تا تو را در خاطر دارم و مرا در برابر همگنان بشرى (خودت) ياد كن تا تو را در جمعى بهتر از جمع آدميان </w:t>
      </w:r>
      <w:r>
        <w:rPr>
          <w:rtl/>
          <w:lang w:bidi="fa-IR"/>
        </w:rPr>
        <w:lastRenderedPageBreak/>
        <w:t>ياد كنم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اى عيسى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دلت را براى من نرم و با پذيرش دار و در تنهايى بسيار يادم كن و بدان كه شادى من در اين است كه براى من تواضع كنى و در آن زنده و برازنده باشى و فسرده و مرده نباشى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" w:name="_Toc383512592"/>
      <w:bookmarkStart w:id="59" w:name="_Toc383513026"/>
      <w:r>
        <w:rPr>
          <w:rtl/>
          <w:lang w:bidi="fa-IR"/>
        </w:rPr>
        <w:t>28</w:t>
      </w:r>
      <w:r w:rsidR="001A2786">
        <w:rPr>
          <w:rtl/>
          <w:lang w:bidi="fa-IR"/>
        </w:rPr>
        <w:t>. ياد خدا با حالات زارى</w:t>
      </w:r>
      <w:bookmarkEnd w:id="58"/>
      <w:bookmarkEnd w:id="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فرشته ننويسد جز آنچه را بشنود و خداى عزوجل فرموده است : ياد كن در پيش خود پروردگارت را به زارى و از روى ترس </w:t>
      </w:r>
      <w:r w:rsidRPr="00A16C07">
        <w:rPr>
          <w:rStyle w:val="libFootnotenumChar"/>
          <w:rtl/>
          <w:lang w:bidi="fa-IR"/>
        </w:rPr>
        <w:t>(29)</w:t>
      </w:r>
      <w:r>
        <w:rPr>
          <w:rtl/>
          <w:lang w:bidi="fa-IR"/>
        </w:rPr>
        <w:t xml:space="preserve"> و ثواب اين گونه ذكر را كه در پيش خود شخص باشد و نهانى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خداى عز و جل نداند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آن كه بسيار بزرگ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" w:name="_Toc383512593"/>
      <w:bookmarkStart w:id="61" w:name="_Toc383513027"/>
      <w:r>
        <w:rPr>
          <w:rtl/>
          <w:lang w:bidi="fa-IR"/>
        </w:rPr>
        <w:t>29</w:t>
      </w:r>
      <w:r w:rsidR="001A2786">
        <w:rPr>
          <w:rtl/>
          <w:lang w:bidi="fa-IR"/>
        </w:rPr>
        <w:t>. همنشين با خدا</w:t>
      </w:r>
      <w:bookmarkEnd w:id="60"/>
      <w:bookmarkEnd w:id="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ابوحمزه ثمالى از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كرده كه فرمود: در توراتى كه تحريف نشده است نوشته است كه : موسى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پروردگارش درخواستى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عرض كرد: پروردگارا! تو نزديكى به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با تو راز گويم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يا دورى تا به تو فرياد كنم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خداى عز و جل به او وحى كرد: اى موسى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من همنشين آن كسى هستم كه مرا ياد كند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پس موسى عرض كرد: كيست در پناه تو روزى كه جز پناهت پناهى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آن كسانى كه مرا ياد مى كنند و من هم آنها را ياد مى كنم و در راه من با هم دوستى مى كنند و من هم آنها را دوست مى دارم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آنانند كه چون خواهم به مردم روى زمين بلا و بدى برسانم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خاطر آنها از همه آنان دفاع مى كنم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" w:name="_Toc383512594"/>
      <w:bookmarkStart w:id="63" w:name="_Toc383513028"/>
      <w:r>
        <w:rPr>
          <w:rtl/>
          <w:lang w:bidi="fa-IR"/>
        </w:rPr>
        <w:t>30</w:t>
      </w:r>
      <w:r w:rsidR="001A2786">
        <w:rPr>
          <w:rtl/>
          <w:lang w:bidi="fa-IR"/>
        </w:rPr>
        <w:t>. ياد خدا</w:t>
      </w:r>
      <w:bookmarkEnd w:id="62"/>
      <w:bookmarkEnd w:id="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خداوند مى فرمايد: هر كه مرا در نهانى ياد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آشكار ياد كنم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" w:name="_Toc383512595"/>
      <w:bookmarkStart w:id="65" w:name="_Toc383513029"/>
      <w:r>
        <w:rPr>
          <w:rtl/>
          <w:lang w:bidi="fa-IR"/>
        </w:rPr>
        <w:lastRenderedPageBreak/>
        <w:t>31</w:t>
      </w:r>
      <w:r w:rsidR="001A2786">
        <w:rPr>
          <w:rtl/>
          <w:lang w:bidi="fa-IR"/>
        </w:rPr>
        <w:t>. زمره عاقلان</w:t>
      </w:r>
      <w:bookmarkEnd w:id="64"/>
      <w:bookmarkEnd w:id="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آن كه در زمره عاقلان در ياد خداى عز و جل است چون كسى است كه در زمره جنگجويان در راه خدا نبرد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" w:name="_Toc383512596"/>
      <w:bookmarkStart w:id="67" w:name="_Toc383513030"/>
      <w:r>
        <w:rPr>
          <w:rtl/>
          <w:lang w:bidi="fa-IR"/>
        </w:rPr>
        <w:t>32</w:t>
      </w:r>
      <w:r w:rsidR="001A2786">
        <w:rPr>
          <w:rtl/>
          <w:lang w:bidi="fa-IR"/>
        </w:rPr>
        <w:t>. همنشين خدا</w:t>
      </w:r>
      <w:bookmarkEnd w:id="66"/>
      <w:bookmarkEnd w:id="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 است كه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فرمايد:ذاكر الله سبحانه مجالسه آن كه ياد خدا مى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همنشين خداست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" w:name="_Toc383512597"/>
      <w:bookmarkStart w:id="69" w:name="_Toc383513031"/>
      <w:r>
        <w:rPr>
          <w:rtl/>
          <w:lang w:bidi="fa-IR"/>
        </w:rPr>
        <w:t>33</w:t>
      </w:r>
      <w:r w:rsidR="001A2786">
        <w:rPr>
          <w:rtl/>
          <w:lang w:bidi="fa-IR"/>
        </w:rPr>
        <w:t>. ياد خدا در شبانه روز</w:t>
      </w:r>
      <w:bookmarkEnd w:id="68"/>
      <w:bookmarkEnd w:id="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خداى عز و جل به موسى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مرا در شبانه روز بسيار ياد كن و هنگام ياد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خاشع باش و هنگام بلايى كه به تو دهم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صابر باش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درگاه ذكرم آسوده زى و مرا بپرست و چيزى را با من شريك مساز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سرانجام تو به سوى من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اى موسى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مرا ذخيره خويش ‍ ساز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گنج كردارهاى پاينده و شايسته خود را به من سپار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" w:name="_Toc383512598"/>
      <w:bookmarkStart w:id="71" w:name="_Toc383513032"/>
      <w:r>
        <w:rPr>
          <w:rtl/>
          <w:lang w:bidi="fa-IR"/>
        </w:rPr>
        <w:t>34</w:t>
      </w:r>
      <w:r w:rsidR="001A2786">
        <w:rPr>
          <w:rtl/>
          <w:lang w:bidi="fa-IR"/>
        </w:rPr>
        <w:t>. ياد خدا در پنهانى</w:t>
      </w:r>
      <w:bookmarkEnd w:id="70"/>
      <w:bookmarkEnd w:id="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 : هر كه خداى عز و جل را در نهان ياد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آينه خدا را بسيار ياد كرده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منافقان در عيان و پيش مسلمان خدا را ياد كنند و او را در نهان ياد نكنند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براى همين است كه خداى عز و جل در سوره نساء آيه 142 فرموده است : خودنمايى كنند در برابر مردم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ياد نكنند خدا را جز اندكى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" w:name="_Toc383512599"/>
      <w:bookmarkStart w:id="73" w:name="_Toc383513033"/>
      <w:r>
        <w:rPr>
          <w:rtl/>
          <w:lang w:bidi="fa-IR"/>
        </w:rPr>
        <w:t>35</w:t>
      </w:r>
      <w:r w:rsidR="001A2786">
        <w:rPr>
          <w:rtl/>
          <w:lang w:bidi="fa-IR"/>
        </w:rPr>
        <w:t>. خدا را فراموش كردن</w:t>
      </w:r>
      <w:bookmarkEnd w:id="72"/>
      <w:bookmarkEnd w:id="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كس كه خداوند را فرمان 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ياد خدا است و هر كس از او نافرمانى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را فراموش ‍ نموده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" w:name="_Toc383512600"/>
      <w:bookmarkStart w:id="75" w:name="_Toc383513034"/>
      <w:r>
        <w:rPr>
          <w:rtl/>
          <w:lang w:bidi="fa-IR"/>
        </w:rPr>
        <w:lastRenderedPageBreak/>
        <w:t>36</w:t>
      </w:r>
      <w:r w:rsidR="001A2786">
        <w:rPr>
          <w:rtl/>
          <w:lang w:bidi="fa-IR"/>
        </w:rPr>
        <w:t>. انواع ذكر</w:t>
      </w:r>
      <w:bookmarkEnd w:id="74"/>
      <w:bookmarkEnd w:id="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الف) ذكر زبانى : نام خداوند را بر زبان جارى سازد و مكرر تسبيح و تحميد و تكبير و تهليل لا اله الا الله بگويد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ب) ذكر قلبى : با تمام قلب متوجه او باشيم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حديث آمده است كه 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روى به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نمود و فرمود: سه كار است كه اين امت طاقت آن را ندارد: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مواسات با برادران دينى در مال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و حق مردم را از خويشتن دادن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و ياد خدا در هر حال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ولى ياد خدا(تنها) ذكر سبحان الله و الحمد لله و لا اله الا الله و الله اكبر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بلكه ياد خدا آن است كه هنگامى كه انسان در برابر حرامى قرار مى گيرد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خدا بترسد و آن را ترك گويد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(38)</w:t>
      </w:r>
    </w:p>
    <w:p w:rsidR="00E85A8A" w:rsidRDefault="00BA5798" w:rsidP="00BA579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383512601"/>
      <w:bookmarkStart w:id="77" w:name="_Toc383513035"/>
      <w:r w:rsidR="00E85A8A">
        <w:rPr>
          <w:rtl/>
          <w:lang w:bidi="fa-IR"/>
        </w:rPr>
        <w:lastRenderedPageBreak/>
        <w:t>2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آثار ذكر گفتن</w:t>
      </w:r>
      <w:bookmarkEnd w:id="76"/>
      <w:bookmarkEnd w:id="77"/>
    </w:p>
    <w:p w:rsidR="00E85A8A" w:rsidRDefault="00E85A8A" w:rsidP="001A2786">
      <w:pPr>
        <w:pStyle w:val="Heading2"/>
        <w:rPr>
          <w:rtl/>
          <w:lang w:bidi="fa-IR"/>
        </w:rPr>
      </w:pPr>
      <w:bookmarkStart w:id="78" w:name="_Toc383512602"/>
      <w:bookmarkStart w:id="79" w:name="_Toc383513036"/>
      <w:r>
        <w:rPr>
          <w:rtl/>
          <w:lang w:bidi="fa-IR"/>
        </w:rPr>
        <w:t>37</w:t>
      </w:r>
      <w:r w:rsidR="001A2786">
        <w:rPr>
          <w:rtl/>
          <w:lang w:bidi="fa-IR"/>
        </w:rPr>
        <w:t>. ذكر الهى سبب آرامش دل</w:t>
      </w:r>
      <w:bookmarkEnd w:id="78"/>
      <w:bookmarkEnd w:id="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قرآن با يك جمله كوتاه و پرمغز مطمئن ترين و نزديك ترين راه را نشان داده : الا بذكر الله تطمئن القوب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آگاه باش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 ياد خدا دلها آرامش ‍ مى يابد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" w:name="_Toc383512603"/>
      <w:bookmarkStart w:id="81" w:name="_Toc383513037"/>
      <w:r>
        <w:rPr>
          <w:rtl/>
          <w:lang w:bidi="fa-IR"/>
        </w:rPr>
        <w:t>38</w:t>
      </w:r>
      <w:r w:rsidR="001A2786">
        <w:rPr>
          <w:rtl/>
          <w:lang w:bidi="fa-IR"/>
        </w:rPr>
        <w:t>. زياد ياد خدا بودن</w:t>
      </w:r>
      <w:bookmarkEnd w:id="80"/>
      <w:bookmarkEnd w:id="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ياد خدا به انسان نيرو و آرامش و قوت و قدرت و پايمردى مى بخشد و انسان بايد زياد به ياد خداوند باشد: واذكروا الله كثيرا لعلكم تفلحون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" w:name="_Toc383512604"/>
      <w:bookmarkStart w:id="83" w:name="_Toc383513038"/>
      <w:r>
        <w:rPr>
          <w:rtl/>
          <w:lang w:bidi="fa-IR"/>
        </w:rPr>
        <w:t>39</w:t>
      </w:r>
      <w:r w:rsidR="001A2786">
        <w:rPr>
          <w:rtl/>
          <w:lang w:bidi="fa-IR"/>
        </w:rPr>
        <w:t>. ذكر خدا عامل رستگارى و نجات</w:t>
      </w:r>
      <w:bookmarkEnd w:id="82"/>
      <w:bookmarkEnd w:id="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 عامل فلاح و رستگارى و پيروزى و نجات را در سه چيز مى داند: (1) تزكيه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(2) ذكر نام خداوند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(3) نماز خواندن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قد افلح من تزكّى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ذكر اسم ربه فصلّى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4" w:name="_Toc383512605"/>
      <w:bookmarkStart w:id="85" w:name="_Toc383513039"/>
      <w:r>
        <w:rPr>
          <w:rtl/>
          <w:lang w:bidi="fa-IR"/>
        </w:rPr>
        <w:t>40</w:t>
      </w:r>
      <w:r w:rsidR="001A2786">
        <w:rPr>
          <w:rtl/>
          <w:lang w:bidi="fa-IR"/>
        </w:rPr>
        <w:t>. ياد خدا مايه بيدارى دلها</w:t>
      </w:r>
      <w:bookmarkEnd w:id="84"/>
      <w:bookmarkEnd w:id="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ياد خدا در همه حال و در هر روز و در صبحگاهان و شامگاهان مايه بيدارى دلها و كنار رفتن ابرهاى تاريك غفلت از دل آدمى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ياد خدا همچون باران بهارى است كه چون بر دل ببارد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گل هاى بيدارى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توجه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احساس ‍ مسؤ وليت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روشن بينى و هر گونه عمل مثبت و سازنده اى را مى روياند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6" w:name="_Toc383512606"/>
      <w:bookmarkStart w:id="87" w:name="_Toc383513040"/>
      <w:r>
        <w:rPr>
          <w:rtl/>
          <w:lang w:bidi="fa-IR"/>
        </w:rPr>
        <w:t>41</w:t>
      </w:r>
      <w:r w:rsidR="001A2786">
        <w:rPr>
          <w:rtl/>
          <w:lang w:bidi="fa-IR"/>
        </w:rPr>
        <w:t>. هنگام مردن ياد خداوند</w:t>
      </w:r>
      <w:bookmarkEnd w:id="86"/>
      <w:bookmarkEnd w:id="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معاذ بن جبل از كلام 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استفاده كرده و نقل مى كند كه از پيامبر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پرسيدم : كدام عمل از همه اعمال برتر است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فرمود: ان تموت و لسانك رطب من ذكر الله عز و جل ؛ اين كه به هنگام مردن زبان تو به ذكر خداوند عز و جل مشغول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8" w:name="_Toc383512607"/>
      <w:bookmarkStart w:id="89" w:name="_Toc383513041"/>
      <w:r>
        <w:rPr>
          <w:rtl/>
          <w:lang w:bidi="fa-IR"/>
        </w:rPr>
        <w:t>42</w:t>
      </w:r>
      <w:r w:rsidR="001A2786">
        <w:rPr>
          <w:rtl/>
          <w:lang w:bidi="fa-IR"/>
        </w:rPr>
        <w:t xml:space="preserve">. </w:t>
      </w:r>
      <w:r w:rsidR="00455D95">
        <w:rPr>
          <w:rtl/>
          <w:lang w:bidi="fa-IR"/>
        </w:rPr>
        <w:t>تأثیر</w:t>
      </w:r>
      <w:r w:rsidR="001A2786">
        <w:rPr>
          <w:rtl/>
          <w:lang w:bidi="fa-IR"/>
        </w:rPr>
        <w:t xml:space="preserve"> ذكر گفتن در بازار</w:t>
      </w:r>
      <w:bookmarkEnd w:id="88"/>
      <w:bookmarkEnd w:id="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در بازار و هنگام غفلت مردم و اشتغال آنها به آنچه در بازار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روى اخلاص خدا را ياد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براى او هزار حسنه مى نويسد و به گونه اى او را در روز قيامت مورد رحمت قرار دهد كه به قلب هيچ بشرى خطور نكرده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90" w:name="_Toc383512608"/>
      <w:bookmarkStart w:id="91" w:name="_Toc383513042"/>
      <w:r>
        <w:rPr>
          <w:rtl/>
          <w:lang w:bidi="fa-IR"/>
        </w:rPr>
        <w:t>43</w:t>
      </w:r>
      <w:r w:rsidR="001A2786">
        <w:rPr>
          <w:rtl/>
          <w:lang w:bidi="fa-IR"/>
        </w:rPr>
        <w:t>. روشنى سينه ها</w:t>
      </w:r>
      <w:bookmarkEnd w:id="90"/>
      <w:bookmarkEnd w:id="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حديثى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ذكر الله جلاء الصدور و طماءنينة القلوب ياد خداوند موجب روشنى سينه ها و آرامش دلها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92" w:name="_Toc383512609"/>
      <w:bookmarkStart w:id="93" w:name="_Toc383513043"/>
      <w:r>
        <w:rPr>
          <w:rtl/>
          <w:lang w:bidi="fa-IR"/>
        </w:rPr>
        <w:t>44</w:t>
      </w:r>
      <w:r w:rsidR="001A2786">
        <w:rPr>
          <w:rtl/>
          <w:lang w:bidi="fa-IR"/>
        </w:rPr>
        <w:t>. روشنى عقل و زنده شدن دل</w:t>
      </w:r>
      <w:bookmarkEnd w:id="92"/>
      <w:bookmarkEnd w:id="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حديثى مى فرمايد: هر كس خداى سبحان را ياد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دل او را زنده كرده و عقل و خردش را روشن گرداند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94" w:name="_Toc383512610"/>
      <w:bookmarkStart w:id="95" w:name="_Toc383513044"/>
      <w:r>
        <w:rPr>
          <w:rtl/>
          <w:lang w:bidi="fa-IR"/>
        </w:rPr>
        <w:t>45</w:t>
      </w:r>
      <w:r w:rsidR="001A2786">
        <w:rPr>
          <w:rtl/>
          <w:lang w:bidi="fa-IR"/>
        </w:rPr>
        <w:t>. موجب شرح صدر</w:t>
      </w:r>
      <w:bookmarkEnd w:id="94"/>
      <w:bookmarkEnd w:id="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الذكر يشرح الصدر ياد خداوند موجب شرح صدر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96" w:name="_Toc383512611"/>
      <w:bookmarkStart w:id="97" w:name="_Toc383513045"/>
      <w:r>
        <w:rPr>
          <w:rtl/>
          <w:lang w:bidi="fa-IR"/>
        </w:rPr>
        <w:t>46</w:t>
      </w:r>
      <w:r w:rsidR="001A2786">
        <w:rPr>
          <w:rtl/>
          <w:lang w:bidi="fa-IR"/>
        </w:rPr>
        <w:t>. ماءوا در بهشت</w:t>
      </w:r>
      <w:bookmarkEnd w:id="96"/>
      <w:bookmarkEnd w:id="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بسيار ذكر خداى عزوجل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در بهشت خود او را كاخ نشين سازد و زير درختان و گنبدهاى بهشتى به او ماءوا دهد يا در بهشتش او را در سايه رحمت خود گيرد و مشمول مهر مخصوص ‍ سازد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98" w:name="_Toc383512612"/>
      <w:bookmarkStart w:id="99" w:name="_Toc383513046"/>
      <w:r>
        <w:rPr>
          <w:rtl/>
          <w:lang w:bidi="fa-IR"/>
        </w:rPr>
        <w:lastRenderedPageBreak/>
        <w:t>47</w:t>
      </w:r>
      <w:r w:rsidR="001A2786">
        <w:rPr>
          <w:rtl/>
          <w:lang w:bidi="fa-IR"/>
        </w:rPr>
        <w:t>. روشنى سينه ها و عقل</w:t>
      </w:r>
      <w:bookmarkEnd w:id="98"/>
      <w:bookmarkEnd w:id="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ياد خدا نور عقول و زندگى بخش جانها و موجب روشنى سينه ها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0" w:name="_Toc383512613"/>
      <w:bookmarkStart w:id="101" w:name="_Toc383513047"/>
      <w:r>
        <w:rPr>
          <w:rtl/>
          <w:lang w:bidi="fa-IR"/>
        </w:rPr>
        <w:t>48</w:t>
      </w:r>
      <w:r w:rsidR="001A2786">
        <w:rPr>
          <w:rtl/>
          <w:lang w:bidi="fa-IR"/>
        </w:rPr>
        <w:t>. كار گشايى</w:t>
      </w:r>
      <w:bookmarkEnd w:id="100"/>
      <w:bookmarkEnd w:id="1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بهترين چيزى كه كارها به وسيله آن به سامان رسد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ذكر خداوند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2" w:name="_Toc383512614"/>
      <w:bookmarkStart w:id="103" w:name="_Toc383513048"/>
      <w:r>
        <w:rPr>
          <w:rtl/>
          <w:lang w:bidi="fa-IR"/>
        </w:rPr>
        <w:t>49</w:t>
      </w:r>
      <w:r w:rsidR="001A2786">
        <w:rPr>
          <w:rtl/>
          <w:lang w:bidi="fa-IR"/>
        </w:rPr>
        <w:t>. راندن شيطان</w:t>
      </w:r>
      <w:bookmarkEnd w:id="102"/>
      <w:bookmarkEnd w:id="1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مطردة شيطان ياد خدا بودن موجب راندن شيطان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4" w:name="_Toc383512615"/>
      <w:bookmarkStart w:id="105" w:name="_Toc383513049"/>
      <w:r>
        <w:rPr>
          <w:rtl/>
          <w:lang w:bidi="fa-IR"/>
        </w:rPr>
        <w:t>50</w:t>
      </w:r>
      <w:r w:rsidR="001A2786">
        <w:rPr>
          <w:rtl/>
          <w:lang w:bidi="fa-IR"/>
        </w:rPr>
        <w:t>. دورى از دوزخ</w:t>
      </w:r>
      <w:bookmarkEnd w:id="104"/>
      <w:bookmarkEnd w:id="1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فرموده است : هر كس فراوان ذكر خداوند عزوجل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خدايش دوست 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 ذكر خدا را بسيار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او دو برائت نوشته مى شود: برائتى از دوزخ و برائتى از نفاق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6" w:name="_Toc383512616"/>
      <w:bookmarkStart w:id="107" w:name="_Toc383513050"/>
      <w:r>
        <w:rPr>
          <w:rtl/>
          <w:lang w:bidi="fa-IR"/>
        </w:rPr>
        <w:t>51</w:t>
      </w:r>
      <w:r w:rsidR="001A2786">
        <w:rPr>
          <w:rtl/>
          <w:lang w:bidi="fa-IR"/>
        </w:rPr>
        <w:t>. نورانى شدن دل</w:t>
      </w:r>
      <w:bookmarkEnd w:id="106"/>
      <w:bookmarkEnd w:id="1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ثمره و نتيجه ذكر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نورانى شدن دلها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08" w:name="_Toc383512617"/>
      <w:bookmarkStart w:id="109" w:name="_Toc383513051"/>
      <w:r>
        <w:rPr>
          <w:rtl/>
          <w:lang w:bidi="fa-IR"/>
        </w:rPr>
        <w:t>52</w:t>
      </w:r>
      <w:r w:rsidR="001A2786">
        <w:rPr>
          <w:rtl/>
          <w:lang w:bidi="fa-IR"/>
        </w:rPr>
        <w:t>. شفاى دل</w:t>
      </w:r>
      <w:bookmarkEnd w:id="108"/>
      <w:bookmarkEnd w:id="1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ذكر خدا شفاى دلها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10" w:name="_Toc383512618"/>
      <w:bookmarkStart w:id="111" w:name="_Toc383513052"/>
      <w:r>
        <w:rPr>
          <w:rtl/>
          <w:lang w:bidi="fa-IR"/>
        </w:rPr>
        <w:t>53</w:t>
      </w:r>
      <w:r w:rsidR="001A2786">
        <w:rPr>
          <w:rtl/>
          <w:lang w:bidi="fa-IR"/>
        </w:rPr>
        <w:t>. نجات از ترس</w:t>
      </w:r>
      <w:bookmarkEnd w:id="110"/>
      <w:bookmarkEnd w:id="111"/>
      <w:r w:rsidR="001A2786">
        <w:rPr>
          <w:rtl/>
          <w:lang w:bidi="fa-IR"/>
        </w:rPr>
        <w:t xml:space="preserve">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 بصير گويد: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پرسيدم از مردن </w:t>
      </w:r>
      <w:r w:rsidR="00FD2726">
        <w:rPr>
          <w:rtl/>
          <w:lang w:bidi="fa-IR"/>
        </w:rPr>
        <w:t>مؤمن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به هر گونه مرگى بميرد: به وسيله غرق شدن بميرد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 آوار بماند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دچار درنده </w:t>
      </w:r>
      <w:r>
        <w:rPr>
          <w:rtl/>
          <w:lang w:bidi="fa-IR"/>
        </w:rPr>
        <w:lastRenderedPageBreak/>
        <w:t>هم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صاعقه هم بميرد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اين صاعقه به كسى كه در حال ذكر خداى عزوجل است نمى رسد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12" w:name="_Toc383512619"/>
      <w:bookmarkStart w:id="113" w:name="_Toc383513053"/>
      <w:r>
        <w:rPr>
          <w:rtl/>
          <w:lang w:bidi="fa-IR"/>
        </w:rPr>
        <w:t>54</w:t>
      </w:r>
      <w:r w:rsidR="001A2786">
        <w:rPr>
          <w:rtl/>
          <w:lang w:bidi="fa-IR"/>
        </w:rPr>
        <w:t>. خير دنيا و آخرت</w:t>
      </w:r>
      <w:bookmarkEnd w:id="112"/>
      <w:bookmarkEnd w:id="1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من اعطى لسانا ذاكرا فقد اعطى خير الدنيا و الاخرة آن كس كه خدا زبانى به او داده كه به ذكر پروردگار مشغول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خير دنيا و آخرت به او داده شده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14" w:name="_Toc383512620"/>
      <w:bookmarkStart w:id="115" w:name="_Toc383513054"/>
      <w:r>
        <w:rPr>
          <w:rtl/>
          <w:lang w:bidi="fa-IR"/>
        </w:rPr>
        <w:t>55</w:t>
      </w:r>
      <w:r w:rsidR="001A2786">
        <w:rPr>
          <w:rtl/>
          <w:lang w:bidi="fa-IR"/>
        </w:rPr>
        <w:t>. آثار ذكر در خانه</w:t>
      </w:r>
      <w:bookmarkEnd w:id="114"/>
      <w:bookmarkEnd w:id="1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در هر خانه قرآن خوانده شود و ذكر خداى عزوجل در آن گفته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بركتش فزون شود و فرشته ها در آن درآيند و شياطين از آن دورى گزينند و براى اهل آسمان بدرخشد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چنان كه ستاره هاى فروزان براى اهل زمين مى درخشند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هر خانه اى كه در آن قرآن نخوانند و ذكر خدا نگويند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بركتش كم مى شود و فرشته ها از آن دورى گزينند و شيطان در آن حاضر شوند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16" w:name="_Toc383512621"/>
      <w:bookmarkStart w:id="117" w:name="_Toc383513055"/>
      <w:r>
        <w:rPr>
          <w:rtl/>
          <w:lang w:bidi="fa-IR"/>
        </w:rPr>
        <w:t>56</w:t>
      </w:r>
      <w:r w:rsidR="001A2786">
        <w:rPr>
          <w:rtl/>
          <w:lang w:bidi="fa-IR"/>
        </w:rPr>
        <w:t>. نجات از عذاب الهى</w:t>
      </w:r>
      <w:bookmarkEnd w:id="116"/>
      <w:bookmarkEnd w:id="1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حديثى كه معاذ بن جبل نقل كرده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چنين آمده است : هيچ يك از اعمال آدمى براى نجات او از عذاب الهى برتر از ذكر الله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او پرسيدند: حتى جهاد در راه خدا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 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خداوند مى فرمايد: لذكر الله اكبر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18" w:name="_Toc383512622"/>
      <w:bookmarkStart w:id="119" w:name="_Toc383513056"/>
      <w:r>
        <w:rPr>
          <w:rtl/>
          <w:lang w:bidi="fa-IR"/>
        </w:rPr>
        <w:t>57</w:t>
      </w:r>
      <w:r w:rsidR="001A2786">
        <w:rPr>
          <w:rtl/>
          <w:lang w:bidi="fa-IR"/>
        </w:rPr>
        <w:t>. در بهشت برين</w:t>
      </w:r>
      <w:bookmarkEnd w:id="118"/>
      <w:bookmarkEnd w:id="1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من اكثر ذكر الله عزوجل اظله الله فى جنته هر كس بسيار ياد خدا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در سايه لطف خود در بهشت برين جاى خواهد داد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(59)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0" w:name="_Toc383512623"/>
      <w:bookmarkStart w:id="121" w:name="_Toc383513057"/>
      <w:r>
        <w:rPr>
          <w:rtl/>
          <w:lang w:bidi="fa-IR"/>
        </w:rPr>
        <w:lastRenderedPageBreak/>
        <w:t>58</w:t>
      </w:r>
      <w:r w:rsidR="001A2786">
        <w:rPr>
          <w:rtl/>
          <w:lang w:bidi="fa-IR"/>
        </w:rPr>
        <w:t>. نامه عمل نورانى</w:t>
      </w:r>
      <w:bookmarkEnd w:id="120"/>
      <w:bookmarkEnd w:id="1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هرگاه بنده بسيار آمرزش جويد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نامه عملش بالا رود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مى درخشد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2" w:name="_Toc383512624"/>
      <w:bookmarkStart w:id="123" w:name="_Toc383513058"/>
      <w:r>
        <w:rPr>
          <w:rtl/>
          <w:lang w:bidi="fa-IR"/>
        </w:rPr>
        <w:t>59</w:t>
      </w:r>
      <w:r w:rsidR="001A2786">
        <w:rPr>
          <w:rtl/>
          <w:lang w:bidi="fa-IR"/>
        </w:rPr>
        <w:t>. آثار ياد خدا در همه حال</w:t>
      </w:r>
      <w:bookmarkEnd w:id="122"/>
      <w:bookmarkEnd w:id="1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هنگامى كه نام خدا برده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يك دنيا عظمت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قدرت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علم و حكمت در قلب انسان متجلى مى گردد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روح انسان را به نيكى ها و پاكى ها سوق مى دهد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از بدى ها و زشتى ها پيراسته مى دارد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توجه به چنين معبود بزرگى موجب احساس حضور دائم در پيشگاه او است و با اين احساس فاصله انسان از گناه و آلودگى بسيار زياد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5- ياد او يادآورى مراقبت اوست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ياد حساب و جزاى اوست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ياد دادگاه عدل او و بهشت و دوزخ اوست و چنين يادى است كه جان را صفا و دل را نور و حيات مى بخشد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4" w:name="_Toc383512625"/>
      <w:bookmarkStart w:id="125" w:name="_Toc383513059"/>
      <w:r>
        <w:rPr>
          <w:rtl/>
          <w:lang w:bidi="fa-IR"/>
        </w:rPr>
        <w:t>60</w:t>
      </w:r>
      <w:r w:rsidR="001A2786">
        <w:rPr>
          <w:rtl/>
          <w:lang w:bidi="fa-IR"/>
        </w:rPr>
        <w:t>. محافظت از شر شيطان</w:t>
      </w:r>
      <w:bookmarkEnd w:id="124"/>
      <w:bookmarkEnd w:id="1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ذكر الله عصمة من الشيطان ذكر خدا نگهدارنده از شر شيطان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6" w:name="_Toc383512626"/>
      <w:bookmarkStart w:id="127" w:name="_Toc383513060"/>
      <w:r>
        <w:rPr>
          <w:rtl/>
          <w:lang w:bidi="fa-IR"/>
        </w:rPr>
        <w:t>61</w:t>
      </w:r>
      <w:r w:rsidR="001A2786">
        <w:rPr>
          <w:rtl/>
          <w:lang w:bidi="fa-IR"/>
        </w:rPr>
        <w:t>. زنده بودن دلها</w:t>
      </w:r>
      <w:bookmarkEnd w:id="126"/>
      <w:bookmarkEnd w:id="1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فى الذكر حياة القلوب ياد خدا سبب زندگى دلهاست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28" w:name="_Toc383512627"/>
      <w:bookmarkStart w:id="129" w:name="_Toc383513061"/>
      <w:r>
        <w:rPr>
          <w:rtl/>
          <w:lang w:bidi="fa-IR"/>
        </w:rPr>
        <w:t>62</w:t>
      </w:r>
      <w:r w:rsidR="001A2786">
        <w:rPr>
          <w:rtl/>
          <w:lang w:bidi="fa-IR"/>
        </w:rPr>
        <w:t>. آثار ترك ذكر الهى</w:t>
      </w:r>
      <w:bookmarkEnd w:id="128"/>
      <w:bookmarkEnd w:id="1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مجيد سزاى كسانى كه از ياد خدا روى مى گردانند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چنين ذكر مى كند: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تنگى معيشت در اين جهان فان له معيشة ضنكا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روز قيامت نابينا محشور مى شود: و نحشره يوم القيامة اعمى </w:t>
      </w:r>
      <w:r w:rsidRPr="00A16C07">
        <w:rPr>
          <w:rStyle w:val="libFootnotenumChar"/>
          <w:rtl/>
          <w:lang w:bidi="fa-IR"/>
        </w:rPr>
        <w:t>(64)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3- شيطان بر انسان مسلط مى گردد: نقيض له شيطانا فهو له قرين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(65)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خانه اى كه در آن تلاوت قرآن و ياد خدا نباشد: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بركتش كم خواهد بود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فرشتگان از آن هجرت مى كنند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و شياطين در آن حضور دائم دارند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30" w:name="_Toc383512628"/>
      <w:bookmarkStart w:id="131" w:name="_Toc383513062"/>
      <w:r>
        <w:rPr>
          <w:rtl/>
          <w:lang w:bidi="fa-IR"/>
        </w:rPr>
        <w:t>63</w:t>
      </w:r>
      <w:r w:rsidR="001A2786">
        <w:rPr>
          <w:rtl/>
          <w:lang w:bidi="fa-IR"/>
        </w:rPr>
        <w:t>. بصيرت در كارها</w:t>
      </w:r>
      <w:bookmarkEnd w:id="130"/>
      <w:bookmarkEnd w:id="1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من ذكر الله استبصر هر كس كه ياد خدا كند (در كارها) بصيرت پيدا مى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32" w:name="_Toc383512629"/>
      <w:bookmarkStart w:id="133" w:name="_Toc383513063"/>
      <w:r>
        <w:rPr>
          <w:rtl/>
          <w:lang w:bidi="fa-IR"/>
        </w:rPr>
        <w:t>64</w:t>
      </w:r>
      <w:r w:rsidR="001A2786">
        <w:rPr>
          <w:rtl/>
          <w:lang w:bidi="fa-IR"/>
        </w:rPr>
        <w:t>. محبوب پيش مردم</w:t>
      </w:r>
      <w:bookmarkEnd w:id="132"/>
      <w:bookmarkEnd w:id="1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به ذكر خدا مشغول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ياد و نام او را (در نزد مردم) نيكو و پاكيزه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34" w:name="_Toc383512630"/>
      <w:bookmarkStart w:id="135" w:name="_Toc383513064"/>
      <w:r>
        <w:rPr>
          <w:rtl/>
          <w:lang w:bidi="fa-IR"/>
        </w:rPr>
        <w:t>65</w:t>
      </w:r>
      <w:r w:rsidR="001A2786">
        <w:rPr>
          <w:rtl/>
          <w:lang w:bidi="fa-IR"/>
        </w:rPr>
        <w:t>. دائما ياد خدا بودن</w:t>
      </w:r>
      <w:bookmarkEnd w:id="134"/>
      <w:bookmarkEnd w:id="1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مداومة الذكر خلصان الاولياء دائما به ياد خداى بودن بهترين دوست اولياء خداست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(69)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36" w:name="_Toc383512631"/>
      <w:bookmarkStart w:id="137" w:name="_Toc383513065"/>
      <w:r>
        <w:rPr>
          <w:rtl/>
          <w:lang w:bidi="fa-IR"/>
        </w:rPr>
        <w:t>66</w:t>
      </w:r>
      <w:r w:rsidR="001A2786">
        <w:rPr>
          <w:rtl/>
          <w:lang w:bidi="fa-IR"/>
        </w:rPr>
        <w:t>. زيانكاران</w:t>
      </w:r>
      <w:bookmarkEnd w:id="136"/>
      <w:bookmarkEnd w:id="1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مجيد مى فرمايد: اى كسانى كه ايمان آورده ايد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اموال و فرزندانتان شما را از ياد خدا غافل نكنند و كسانى كه چنين كنند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زيان كارانند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38" w:name="_Toc383512632"/>
      <w:bookmarkStart w:id="139" w:name="_Toc383513066"/>
      <w:r>
        <w:rPr>
          <w:rtl/>
          <w:lang w:bidi="fa-IR"/>
        </w:rPr>
        <w:t>67</w:t>
      </w:r>
      <w:r w:rsidR="001A2786">
        <w:rPr>
          <w:rtl/>
          <w:lang w:bidi="fa-IR"/>
        </w:rPr>
        <w:t>. حسرت در قيامت</w:t>
      </w:r>
      <w:bookmarkEnd w:id="138"/>
      <w:bookmarkEnd w:id="1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هرگاه عده اى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 نيك و چه بد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مجلس جمع شوند و به غير ياد خدا بپردازند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روز قيامت افسوس و حسرت مى خورند</w:t>
      </w:r>
      <w:r w:rsidR="00560652">
        <w:rPr>
          <w:rtl/>
          <w:lang w:bidi="fa-IR"/>
        </w:rPr>
        <w:t xml:space="preserve">. 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0" w:name="_Toc383512633"/>
      <w:bookmarkStart w:id="141" w:name="_Toc383513067"/>
      <w:r w:rsidR="00E85A8A">
        <w:rPr>
          <w:rtl/>
          <w:lang w:bidi="fa-IR"/>
        </w:rPr>
        <w:lastRenderedPageBreak/>
        <w:t>3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بسم الله الرحمن الرحيم</w:t>
      </w:r>
      <w:bookmarkEnd w:id="140"/>
      <w:bookmarkEnd w:id="141"/>
    </w:p>
    <w:p w:rsidR="00E85A8A" w:rsidRDefault="00E85A8A" w:rsidP="001A2786">
      <w:pPr>
        <w:pStyle w:val="Heading2"/>
        <w:rPr>
          <w:rtl/>
          <w:lang w:bidi="fa-IR"/>
        </w:rPr>
      </w:pPr>
      <w:bookmarkStart w:id="142" w:name="_Toc383512634"/>
      <w:bookmarkStart w:id="143" w:name="_Toc383513068"/>
      <w:r>
        <w:rPr>
          <w:rtl/>
          <w:lang w:bidi="fa-IR"/>
        </w:rPr>
        <w:t>68</w:t>
      </w:r>
      <w:r w:rsidR="001A2786">
        <w:rPr>
          <w:rtl/>
          <w:lang w:bidi="fa-IR"/>
        </w:rPr>
        <w:t>. عوامل فلاح و رستگارى</w:t>
      </w:r>
      <w:bookmarkEnd w:id="142"/>
      <w:bookmarkEnd w:id="1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خداى سبحان عامل فلاح و رستگارى و پيروزى و نجات انسان را سه چيز مى شمرد: قد افلح من تزكى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ذكر اسم ربه فصلى مسلما رستگار مى شود كسى كه خود را تزكيه كند و نام پروردگارش را به ياد آورد و نماز بخواند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44" w:name="_Toc383512635"/>
      <w:bookmarkStart w:id="145" w:name="_Toc383513069"/>
      <w:r>
        <w:rPr>
          <w:rtl/>
          <w:lang w:bidi="fa-IR"/>
        </w:rPr>
        <w:t>69</w:t>
      </w:r>
      <w:r w:rsidR="001A2786">
        <w:rPr>
          <w:rtl/>
          <w:lang w:bidi="fa-IR"/>
        </w:rPr>
        <w:t>. نجات از شعله هاى نوزده گانه آتش</w:t>
      </w:r>
      <w:bookmarkEnd w:id="144"/>
      <w:bookmarkEnd w:id="1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مسعود گويد: هر كه خواهد از شعله هاى نوزده گانه آتش دوزخ نجات يابد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الرحمن الرحيم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بسم الله الرحمن الرحيم نوزده حرف است و خداوند تعالى هر حرفى را سپرى در برابر يكى از آن شعله ها قرار مى دهد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46" w:name="_Toc383512636"/>
      <w:bookmarkStart w:id="147" w:name="_Toc383513070"/>
      <w:r>
        <w:rPr>
          <w:rtl/>
          <w:lang w:bidi="fa-IR"/>
        </w:rPr>
        <w:t>70</w:t>
      </w:r>
      <w:r w:rsidR="001A2786">
        <w:rPr>
          <w:rtl/>
          <w:lang w:bidi="fa-IR"/>
        </w:rPr>
        <w:t>. آغاز هر كار با نام خدا</w:t>
      </w:r>
      <w:bookmarkEnd w:id="146"/>
      <w:bookmarkEnd w:id="1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امر خطيرى اگر با بسم الله الرحمن الرحيم آغاز نشود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امر ناقص و ناتمام خواهد ماند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48" w:name="_Toc383512637"/>
      <w:bookmarkStart w:id="149" w:name="_Toc383513071"/>
      <w:r>
        <w:rPr>
          <w:rtl/>
          <w:lang w:bidi="fa-IR"/>
        </w:rPr>
        <w:t>71</w:t>
      </w:r>
      <w:r w:rsidR="001A2786">
        <w:rPr>
          <w:rtl/>
          <w:lang w:bidi="fa-IR"/>
        </w:rPr>
        <w:t>. جواز بهشت</w:t>
      </w:r>
      <w:bookmarkEnd w:id="148"/>
      <w:bookmarkEnd w:id="1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هيچ كس به بهشت در نيايد مگر با پروانه و جواز بسم الله الرحمن الرحيم به اين گونه بسم الله الرحمن الرحيم اين نوشته اى است از سوى خداوند ويژه فلان پسر فلان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در بهشت به جايگاه بلندى وارد سازيد كه شاخه هاى ميوه آن آويخته و نزديك و در دسترس ‍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50" w:name="_Toc383512638"/>
      <w:bookmarkStart w:id="151" w:name="_Toc383513072"/>
      <w:r>
        <w:rPr>
          <w:rtl/>
          <w:lang w:bidi="fa-IR"/>
        </w:rPr>
        <w:t>72</w:t>
      </w:r>
      <w:r w:rsidR="001A2786">
        <w:rPr>
          <w:rtl/>
          <w:lang w:bidi="fa-IR"/>
        </w:rPr>
        <w:t>. اسم اعظم خداوند</w:t>
      </w:r>
      <w:bookmarkEnd w:id="150"/>
      <w:bookmarkEnd w:id="1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بسم الله الرحمن الرحيم به اسم اعظم (خداوند) از سياهى چشم به سفيدى آن نزديكتر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52" w:name="_Toc383512639"/>
      <w:bookmarkStart w:id="153" w:name="_Toc383513073"/>
      <w:r>
        <w:rPr>
          <w:rtl/>
          <w:lang w:bidi="fa-IR"/>
        </w:rPr>
        <w:lastRenderedPageBreak/>
        <w:t>73</w:t>
      </w:r>
      <w:r w:rsidR="001A2786">
        <w:rPr>
          <w:rtl/>
          <w:lang w:bidi="fa-IR"/>
        </w:rPr>
        <w:t>. معنى بسم</w:t>
      </w:r>
      <w:bookmarkEnd w:id="152"/>
      <w:bookmarkEnd w:id="1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بن حسن بن فضال به نقل از پدرش مى گويد: از حضرت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تفسير بسم الله الرحمن الرحيم را پرسيدم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فرمود: گوينده كه مى گويد: بسم معنايش اين است كه : سمه اى از سمه هاى خداى را كه همان عبادت است بر خود مى گذارم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 : عرض ‍ كردم : سمه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يعنى علامت و نشانه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54" w:name="_Toc383512640"/>
      <w:bookmarkStart w:id="155" w:name="_Toc383513074"/>
      <w:r>
        <w:rPr>
          <w:rtl/>
          <w:lang w:bidi="fa-IR"/>
        </w:rPr>
        <w:t>74</w:t>
      </w:r>
      <w:r w:rsidR="001A2786">
        <w:rPr>
          <w:rtl/>
          <w:lang w:bidi="fa-IR"/>
        </w:rPr>
        <w:t>. تفسير بسم الله</w:t>
      </w:r>
      <w:bookmarkEnd w:id="154"/>
      <w:bookmarkEnd w:id="1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امام حسن عسكرى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تفسير اين سخن خداى عزوجل بسم الله الرحمن الرحيم فرموده است : اوست خدايى كه تمام آفريدگان در مواقع نيازمندى ها و گرفتارى ها و شدايد به هنگام قطع اميد و گسستن اسباب از همه آنان كه پايين از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غير اويند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معبود خويش گرفته و به نيايش وى آهنگ مى كنند و مى گويند: بسم الله الرحمن الرحيم يعنى در تمام امور و كارهايم از خدايى كه عبادت و پرستش تنها شايسته و سزاوار اوست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كمك و يارى مى طلبم خدايى كه چون دست فريادرس خواهى به سويش گشوده گردد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فرياد رسد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ذات مقدسى كه چون (از سر صدق) خوانده شود اجابت فرمايد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56" w:name="_Toc383512641"/>
      <w:bookmarkStart w:id="157" w:name="_Toc383513075"/>
      <w:r>
        <w:rPr>
          <w:rtl/>
          <w:lang w:bidi="fa-IR"/>
        </w:rPr>
        <w:t>75</w:t>
      </w:r>
      <w:r w:rsidR="001A2786">
        <w:rPr>
          <w:rtl/>
          <w:lang w:bidi="fa-IR"/>
        </w:rPr>
        <w:t>. ترك نام خدا</w:t>
      </w:r>
      <w:bookmarkEnd w:id="156"/>
      <w:bookmarkEnd w:id="1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ابن عباس (ره) منقول است كه گفت : هر كس بسم الله الرحمن الرحيم را ترك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محققا آيه اى از كتاب خداى تعالى را ترك گفته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58" w:name="_Toc383512642"/>
      <w:bookmarkStart w:id="159" w:name="_Toc383513076"/>
      <w:r>
        <w:rPr>
          <w:rtl/>
          <w:lang w:bidi="fa-IR"/>
        </w:rPr>
        <w:t>76</w:t>
      </w:r>
      <w:r w:rsidR="001A2786">
        <w:rPr>
          <w:rtl/>
          <w:lang w:bidi="fa-IR"/>
        </w:rPr>
        <w:t xml:space="preserve">. نشانه هاى </w:t>
      </w:r>
      <w:r w:rsidR="00FD2726">
        <w:rPr>
          <w:rtl/>
          <w:lang w:bidi="fa-IR"/>
        </w:rPr>
        <w:t>مؤمن</w:t>
      </w:r>
      <w:bookmarkEnd w:id="158"/>
      <w:bookmarkEnd w:id="1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عسكرى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علامات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پنج چيز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نماز پنجاه و يك ركعت در شبانه روزى از فريضه و نافله گزاردن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2- انگشتر بر دست راست كردن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بعد از نماز جبين را به خاك در سجده گذاشتن</w:t>
      </w:r>
      <w:r w:rsidR="00560652">
        <w:rPr>
          <w:rtl/>
          <w:lang w:bidi="fa-IR"/>
        </w:rPr>
        <w:t xml:space="preserve">،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بسم الله الرحمن الرحيم را بلند گفتن</w:t>
      </w:r>
      <w:r w:rsidR="00560652">
        <w:rPr>
          <w:rtl/>
          <w:lang w:bidi="fa-IR"/>
        </w:rPr>
        <w:t xml:space="preserve">، </w:t>
      </w:r>
    </w:p>
    <w:p w:rsidR="00551712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5- زيارت اربعين را خواندن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(79)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0" w:name="_Toc383512643"/>
      <w:bookmarkStart w:id="161" w:name="_Toc383513077"/>
      <w:r>
        <w:rPr>
          <w:rtl/>
          <w:lang w:bidi="fa-IR"/>
        </w:rPr>
        <w:t>77</w:t>
      </w:r>
      <w:r w:rsidR="001A2786">
        <w:rPr>
          <w:rtl/>
          <w:lang w:bidi="fa-IR"/>
        </w:rPr>
        <w:t>. گريز شيطان</w:t>
      </w:r>
      <w:bookmarkEnd w:id="160"/>
      <w:bookmarkEnd w:id="1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هرگاه بنده بسم الله الرحمن الرحيم را قرائت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شيطان از وى بگريزد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2" w:name="_Toc383512644"/>
      <w:bookmarkStart w:id="163" w:name="_Toc383513078"/>
      <w:r>
        <w:rPr>
          <w:rtl/>
          <w:lang w:bidi="fa-IR"/>
        </w:rPr>
        <w:t>78</w:t>
      </w:r>
      <w:r w:rsidR="001A2786">
        <w:rPr>
          <w:rtl/>
          <w:lang w:bidi="fa-IR"/>
        </w:rPr>
        <w:t>. بزرگترين آيه كتاب خدا</w:t>
      </w:r>
      <w:bookmarkEnd w:id="162"/>
      <w:bookmarkEnd w:id="1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آنان (مخالفان) را چه مى شود؟ خدايشان بكشد كه (در نماز) عمدا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آشكار و ظاهر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خواندن بزرگترين آيه در كتاب خدا را بدعت پنداشته اند (و در اين كار هيچ دليلى ندارند) و آن آيه بسم الله الرحمن الرحيم مى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4" w:name="_Toc383512645"/>
      <w:bookmarkStart w:id="165" w:name="_Toc383513079"/>
      <w:r>
        <w:rPr>
          <w:rtl/>
          <w:lang w:bidi="fa-IR"/>
        </w:rPr>
        <w:t>79</w:t>
      </w:r>
      <w:r w:rsidR="001A2786">
        <w:rPr>
          <w:rtl/>
          <w:lang w:bidi="fa-IR"/>
        </w:rPr>
        <w:t>. بسم الله هنگام نامه نوشتن</w:t>
      </w:r>
      <w:bookmarkEnd w:id="164"/>
      <w:bookmarkEnd w:id="1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در نامه ها نوشتن بسم الله الرحمن الرحيم را ترك مكن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چه پس از آن شعر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6" w:name="_Toc383512646"/>
      <w:bookmarkStart w:id="167" w:name="_Toc383513080"/>
      <w:r>
        <w:rPr>
          <w:rtl/>
          <w:lang w:bidi="fa-IR"/>
        </w:rPr>
        <w:t>80</w:t>
      </w:r>
      <w:r w:rsidR="001A2786">
        <w:rPr>
          <w:rtl/>
          <w:lang w:bidi="fa-IR"/>
        </w:rPr>
        <w:t>. طرز نگارش بسم الله</w:t>
      </w:r>
      <w:bookmarkEnd w:id="166"/>
      <w:bookmarkEnd w:id="1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فرمود:بسم الله الرحمن الرحيم را به بهترين خط بنويس و باء آن را كشيده قرار مده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(بتوانى) سين را بلند و كشيده بنويسى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68" w:name="_Toc383512647"/>
      <w:bookmarkStart w:id="169" w:name="_Toc383513081"/>
      <w:r>
        <w:rPr>
          <w:rtl/>
          <w:lang w:bidi="fa-IR"/>
        </w:rPr>
        <w:lastRenderedPageBreak/>
        <w:t>81</w:t>
      </w:r>
      <w:r w:rsidR="001A2786">
        <w:rPr>
          <w:rtl/>
          <w:lang w:bidi="fa-IR"/>
        </w:rPr>
        <w:t>. گفتن بسم الله در همه امور</w:t>
      </w:r>
      <w:bookmarkEnd w:id="168"/>
      <w:bookmarkEnd w:id="1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چنين فرمودند: هر گاه يكى از شما وضو گيرد و يا بخورد و يا بياشامد و يا لباسى بپوشد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سزاوار است كه بسم الله الرحمن الرحيم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اگر چنين نكند شيطان در آن شركت خواهد كرد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70" w:name="_Toc383512648"/>
      <w:bookmarkStart w:id="171" w:name="_Toc383513082"/>
      <w:r>
        <w:rPr>
          <w:rtl/>
          <w:lang w:bidi="fa-IR"/>
        </w:rPr>
        <w:t>82</w:t>
      </w:r>
      <w:r w:rsidR="001A2786">
        <w:rPr>
          <w:rtl/>
          <w:lang w:bidi="fa-IR"/>
        </w:rPr>
        <w:t>. شروع هر سوره با بسم الله</w:t>
      </w:r>
      <w:bookmarkEnd w:id="170"/>
      <w:bookmarkEnd w:id="1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بيهقى در كتاب شعب از احمد بن حنبل نقل كرده كه گفت : هر كه با هر سوره از قرآن كريم بسم الله الرحمن الرحيم نگويد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محققا يكصد و ده آيه از كتاب خدا را ترك گفته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72" w:name="_Toc383512649"/>
      <w:bookmarkStart w:id="173" w:name="_Toc383513083"/>
      <w:r>
        <w:rPr>
          <w:rtl/>
          <w:lang w:bidi="fa-IR"/>
        </w:rPr>
        <w:t>83</w:t>
      </w:r>
      <w:r w:rsidR="001A2786">
        <w:rPr>
          <w:rtl/>
          <w:lang w:bidi="fa-IR"/>
        </w:rPr>
        <w:t>. برخاستن از خواب، سر موقع</w:t>
      </w:r>
      <w:bookmarkEnd w:id="172"/>
      <w:bookmarkEnd w:id="1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كه بخواهد شب را به عبادت برخيزد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چون در بستر خود خوابيد بايد بگويد: بسم الله الرحمن الرحيم بار 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از مكر خود آسوده مدار و ياد خودت را فراموشم مكن و مرا در گروه غافلان مقرر منما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برخيزم در ساعت كذاوكذا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محققا خداى عزوجل بدو فرشته اى گمارد كه او را همان ساعت بيدار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74" w:name="_Toc383512650"/>
      <w:bookmarkStart w:id="175" w:name="_Toc383513084"/>
      <w:r>
        <w:rPr>
          <w:rtl/>
          <w:lang w:bidi="fa-IR"/>
        </w:rPr>
        <w:t>84</w:t>
      </w:r>
      <w:r w:rsidR="001A2786">
        <w:rPr>
          <w:rtl/>
          <w:lang w:bidi="fa-IR"/>
        </w:rPr>
        <w:t>. هنگام ورود به مستراح</w:t>
      </w:r>
      <w:bookmarkEnd w:id="174"/>
      <w:bookmarkEnd w:id="1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امير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نمايد كه فرمود: هنگامى كه براى ادرار كردن يا غير آن برهنه شديد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الرحمن الرحيم بگوييد زيرا در اين صورت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شيطان به شما نگاه نمى كند تا كارتان تمام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76" w:name="_Toc383512651"/>
      <w:bookmarkStart w:id="177" w:name="_Toc383513085"/>
      <w:r>
        <w:rPr>
          <w:rtl/>
          <w:lang w:bidi="fa-IR"/>
        </w:rPr>
        <w:t>85</w:t>
      </w:r>
      <w:r w:rsidR="001A2786">
        <w:rPr>
          <w:rtl/>
          <w:lang w:bidi="fa-IR"/>
        </w:rPr>
        <w:t>. هم غذا شدن شيطان</w:t>
      </w:r>
      <w:bookmarkEnd w:id="176"/>
      <w:bookmarkEnd w:id="1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اسلام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پرسيده شد: آيا شيطان با انسان چيزى مى خورد؟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پاسخ فرمودند: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سر هر سفره اى كه بسم الله الرحمن الرحيم گفته نشود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شيطان با آنان غذا مى خورد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اين جهت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بركت را از آن سفره بر مى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78" w:name="_Toc383512652"/>
      <w:bookmarkStart w:id="179" w:name="_Toc383513086"/>
      <w:r>
        <w:rPr>
          <w:rtl/>
          <w:lang w:bidi="fa-IR"/>
        </w:rPr>
        <w:t>86</w:t>
      </w:r>
      <w:r w:rsidR="001A2786">
        <w:rPr>
          <w:rtl/>
          <w:lang w:bidi="fa-IR"/>
        </w:rPr>
        <w:t>. نام خدا هنگام وضو</w:t>
      </w:r>
      <w:bookmarkEnd w:id="178"/>
      <w:bookmarkEnd w:id="1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هنگام وضو نام خدا را ببرد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تمام بدنش ‍ پاك مى شود و اين كار كفاره گناهان بين دو وضو خواهد بود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كسى كه نام خدا را نبرد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فقط آن مقدار از بدنش كه آب به آن مى رسد پاك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كسى كه هنگام وضو نام خدا را بر زبان جارى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گويا غسل كرده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(89)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0" w:name="_Toc383512653"/>
      <w:bookmarkStart w:id="181" w:name="_Toc383513087"/>
      <w:r>
        <w:rPr>
          <w:rtl/>
          <w:lang w:bidi="fa-IR"/>
        </w:rPr>
        <w:t>87</w:t>
      </w:r>
      <w:r w:rsidR="001A2786">
        <w:rPr>
          <w:rtl/>
          <w:lang w:bidi="fa-IR"/>
        </w:rPr>
        <w:t>. هنگام خواب</w:t>
      </w:r>
      <w:bookmarkEnd w:id="180"/>
      <w:bookmarkEnd w:id="1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گاه بنده در هنگام خواب بسم الله الرحمن الرحيم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مى فرمايد: فرشتگانم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نفس كشيدنهايش را تا صبح حسنات به حساب آوريد و برايش ‍ بنويسيد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2" w:name="_Toc383512654"/>
      <w:bookmarkStart w:id="183" w:name="_Toc383513088"/>
      <w:r>
        <w:rPr>
          <w:rtl/>
          <w:lang w:bidi="fa-IR"/>
        </w:rPr>
        <w:t>88</w:t>
      </w:r>
      <w:r w:rsidR="001A2786">
        <w:rPr>
          <w:rtl/>
          <w:lang w:bidi="fa-IR"/>
        </w:rPr>
        <w:t>. هنگام سوار شدن</w:t>
      </w:r>
      <w:bookmarkEnd w:id="182"/>
      <w:bookmarkEnd w:id="1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كاظم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نمايند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اگر مردى سوار چهارپا شود و نام خدا را ببرد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فرشته اى پشت سر او سوار شده و او را تا هنگام پياده شدن محافظت مى نمايد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اگر هنگام سوار شدن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نام خدا را نبرد شيطانى پشت سر او سوار شده و به او مى گويد آواز بخوان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اگر بگويد بلد نيستم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گويد آرزو كن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او پيوسته آرزو مى كند تا پياده شود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4" w:name="_Toc383512655"/>
      <w:bookmarkStart w:id="185" w:name="_Toc383513089"/>
      <w:r>
        <w:rPr>
          <w:rtl/>
          <w:lang w:bidi="fa-IR"/>
        </w:rPr>
        <w:t>89</w:t>
      </w:r>
      <w:r w:rsidR="001A2786">
        <w:rPr>
          <w:rtl/>
          <w:lang w:bidi="fa-IR"/>
        </w:rPr>
        <w:t>. قبل و بعد از غذا</w:t>
      </w:r>
      <w:bookmarkEnd w:id="184"/>
      <w:bookmarkEnd w:id="1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هيچ مردى نيست كه خانواده خويش را گرد آورد و آن گاه سفره را پهن نمايد و آنان در آغاز </w:t>
      </w:r>
      <w:r>
        <w:rPr>
          <w:rtl/>
          <w:lang w:bidi="fa-IR"/>
        </w:rPr>
        <w:lastRenderedPageBreak/>
        <w:t>خوردن بسم الله الرحمن الرحيم و در پايان آن الحمد لله رب العالمين بگويند و سفره را بردارند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آن كه همگى مورد آمرزش قرار خواهند گرفت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(91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هنگامى كه غذا مى خوريد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آغاز آن بسم الله الرحمن الرحيم گفته شود و در انتهاى آن حمد خدا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6" w:name="_Toc383512656"/>
      <w:bookmarkStart w:id="187" w:name="_Toc383513090"/>
      <w:r>
        <w:rPr>
          <w:rtl/>
          <w:lang w:bidi="fa-IR"/>
        </w:rPr>
        <w:t>90</w:t>
      </w:r>
      <w:r w:rsidR="001A2786">
        <w:rPr>
          <w:rtl/>
          <w:lang w:bidi="fa-IR"/>
        </w:rPr>
        <w:t>. محافظت فرشتگان</w:t>
      </w:r>
      <w:bookmarkEnd w:id="186"/>
      <w:bookmarkEnd w:id="187"/>
    </w:p>
    <w:p w:rsidR="00E85A8A" w:rsidRDefault="00E85A8A" w:rsidP="00E85A8A">
      <w:pPr>
        <w:pStyle w:val="libNormal"/>
        <w:rPr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چنانچه آدمى در هنگام سوار شدن بر وسيله نقليه نام خدا را ببرد بسم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فرشته اى براى محافظتش همراه گردد و او را تا زمانى كه پياده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هر حادثه اى نگاه مى دارد و اگر سوار شود و بسم الله نگويد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شيطان همراهى اش مى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88" w:name="_Toc383512657"/>
      <w:bookmarkStart w:id="189" w:name="_Toc383513091"/>
      <w:r>
        <w:rPr>
          <w:rtl/>
          <w:lang w:bidi="fa-IR"/>
        </w:rPr>
        <w:t>91</w:t>
      </w:r>
      <w:r w:rsidR="001A2786">
        <w:rPr>
          <w:rtl/>
          <w:lang w:bidi="fa-IR"/>
        </w:rPr>
        <w:t>. آفت ترك بسم الله هنگام سوارى</w:t>
      </w:r>
      <w:bookmarkEnd w:id="188"/>
      <w:bookmarkEnd w:id="1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بنده هنگامى كه سوار وسيله اى شود و بسم الله نگويد در رديف شيطان قرار مى گيرد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90" w:name="_Toc383512658"/>
      <w:bookmarkStart w:id="191" w:name="_Toc383513092"/>
      <w:r>
        <w:rPr>
          <w:rtl/>
          <w:lang w:bidi="fa-IR"/>
        </w:rPr>
        <w:t>92</w:t>
      </w:r>
      <w:r w:rsidR="001A2786">
        <w:rPr>
          <w:rtl/>
          <w:lang w:bidi="fa-IR"/>
        </w:rPr>
        <w:t xml:space="preserve">. ذكر فاطمه زهرا </w:t>
      </w:r>
      <w:r w:rsidR="00455D95" w:rsidRPr="00455D95">
        <w:rPr>
          <w:rStyle w:val="libAlaemChar"/>
          <w:rtl/>
        </w:rPr>
        <w:t>عليها‌السلام</w:t>
      </w:r>
      <w:bookmarkEnd w:id="190"/>
      <w:bookmarkEnd w:id="1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بانوى دو عالم حضرت فاطمه زهرا 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اين رطبها از نخلى است كه خداوند در بهشت براى من نشانده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هم بر اثر دعايى كه پدرم به من آموخت و هر صبح و شام بر آن مواظبت دارم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او درخواست كردم كه اين دعا را به من بياموزد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فرمود: اگر مى خواهى خدا را ملاقات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از تو راضى باشد و اگر مى خواهى تا زنده هستى درد تب تو را فرا نگيرد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اين دعا مداومت كن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النور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النور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على نور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هو مدبر الامور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خلق النور من النور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الحمد لله الذى خلق النور من النور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انزل النور على الطور فى كتاب مسطور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فى رق </w:t>
      </w:r>
      <w:r>
        <w:rPr>
          <w:rtl/>
          <w:lang w:bidi="fa-IR"/>
        </w:rPr>
        <w:lastRenderedPageBreak/>
        <w:t>منشور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بقدر مقدور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على نبى محبور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الحمد لله الذى هو بالعز مذكور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بالفخر مشهور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على السراء و الضراء مشكور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صلى الله على سيدنا محمد و آله الطاهرين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خداوند بخشنده مهربان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نام مبارك خدا كه نور عالم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نام مبارك خدا كه نور نور عالم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نام مبارك خدا كه نور بالاى نور عالم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به نام مبارك خدا آن نام كه مدبر امور عالم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نام مبارك خدا آن نام كه نور را از نور آفريد (يعنى عالم و آدم را از نور خود آفريد)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ستايش ‍ خداوند را كه نور (وجود عالم و نور جان آدم) را از نور (جمال خود) آفريد و نور (تجلى خود) را بر طور سينا در كتاب مسطور تورات نازل كرد در صحيفه گشوده به قدرى كه مقدر نمود بر پيغمبر عالم و صالح خود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ستايش خدا را كه نزد تمام موجودات به عزت مذكور و فخر و جلالت معروف است و در حال آسايش و سختى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شكرگزار او بود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درود خداوند بر سيد ما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محمد </w:t>
      </w:r>
      <w:r w:rsidR="00FD2726" w:rsidRPr="00FD2726">
        <w:rPr>
          <w:rStyle w:val="libAlaemChar"/>
          <w:rtl/>
        </w:rPr>
        <w:t>صلى‌الله‌عليه‌وآله‌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اهل بيت طاهرينش باد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گويد: از روزى كه اين دعا را تعليم گرفتم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بيش از هزار كس از اهل مدينه و مكه را تعليم دادم و هر كس كه تب او را فرا مى گرفت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چون اين دعا را مى 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امر خداى سبحان تب از او دور مى گشت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92" w:name="_Toc383512659"/>
      <w:bookmarkStart w:id="193" w:name="_Toc383513093"/>
      <w:r>
        <w:rPr>
          <w:rtl/>
          <w:lang w:bidi="fa-IR"/>
        </w:rPr>
        <w:t>93</w:t>
      </w:r>
      <w:r w:rsidR="001A2786">
        <w:rPr>
          <w:rtl/>
          <w:lang w:bidi="fa-IR"/>
        </w:rPr>
        <w:t>. ذكرى براى بهبودى تب</w:t>
      </w:r>
      <w:bookmarkEnd w:id="192"/>
      <w:bookmarkEnd w:id="1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روايتى كه از امام على بن موسى الرضا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آمده است كه براى بهبودى تب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سه قطعه كاغذ بنويسد: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بسم الله الرحمن الرحيم لاتخف انك انت الاعلى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بسم الله الرحمن الرحيم لا تخف نجوت من القوم الظالمين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بسم الله الرحمن الرحيم الا له الخلق و الامر تبارك الله رب العالمين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بر هر قطعه سه بار سوره توحيد را بخواند و در سه روز و هر روز يك قطعه از آنها را ببلعد كه ان شاءالله شفا خواهد يافت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(96)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4" w:name="_Toc383512660"/>
      <w:bookmarkStart w:id="195" w:name="_Toc383513094"/>
      <w:r w:rsidR="00E85A8A">
        <w:rPr>
          <w:rtl/>
          <w:lang w:bidi="fa-IR"/>
        </w:rPr>
        <w:lastRenderedPageBreak/>
        <w:t>4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لا اله الا الله</w:t>
      </w:r>
      <w:bookmarkEnd w:id="194"/>
      <w:bookmarkEnd w:id="195"/>
    </w:p>
    <w:p w:rsidR="00E85A8A" w:rsidRDefault="00E85A8A" w:rsidP="001A2786">
      <w:pPr>
        <w:pStyle w:val="Heading2"/>
        <w:rPr>
          <w:rtl/>
          <w:lang w:bidi="fa-IR"/>
        </w:rPr>
      </w:pPr>
      <w:bookmarkStart w:id="196" w:name="_Toc383512661"/>
      <w:bookmarkStart w:id="197" w:name="_Toc383513095"/>
      <w:r>
        <w:rPr>
          <w:rtl/>
          <w:lang w:bidi="fa-IR"/>
        </w:rPr>
        <w:t>94</w:t>
      </w:r>
      <w:r w:rsidR="001A2786">
        <w:rPr>
          <w:rtl/>
          <w:lang w:bidi="fa-IR"/>
        </w:rPr>
        <w:t>. ثواب لا اله الا الله</w:t>
      </w:r>
      <w:bookmarkEnd w:id="196"/>
      <w:bookmarkEnd w:id="1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ابى حمزه گويد: شنيدم كه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فرمود: هيچ چيز نيست كه ثوابش بيشتر باشد از گواهى به اينكه بگويد: لا اله الا الله يعنى گواهى دهد به يگانگى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راستى كه چيزى با خداوند عزّوجلّ برابر نيست و در هيچ امرى احدى با او شريك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198" w:name="_Toc383512662"/>
      <w:bookmarkStart w:id="199" w:name="_Toc383513096"/>
      <w:r>
        <w:rPr>
          <w:rtl/>
          <w:lang w:bidi="fa-IR"/>
        </w:rPr>
        <w:t>95</w:t>
      </w:r>
      <w:r w:rsidR="001A2786">
        <w:rPr>
          <w:rtl/>
          <w:lang w:bidi="fa-IR"/>
        </w:rPr>
        <w:t>. فقط خداوند شايسته پرستش است</w:t>
      </w:r>
      <w:bookmarkEnd w:id="198"/>
      <w:bookmarkEnd w:id="199"/>
    </w:p>
    <w:p w:rsidR="00E85A8A" w:rsidRDefault="00E85A8A" w:rsidP="00455D9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فرموده است : استغفار و گفتن كلمه لا اله الا الله بهترين عبادت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عزيز جبار فرموده است ( آيه 22 سوره محمد): </w:t>
      </w:r>
      <w:r w:rsidR="00455D95">
        <w:rPr>
          <w:rFonts w:hint="cs"/>
          <w:rtl/>
          <w:lang w:bidi="fa-IR"/>
        </w:rPr>
        <w:t>«</w:t>
      </w:r>
      <w:r>
        <w:rPr>
          <w:rtl/>
          <w:lang w:bidi="fa-IR"/>
        </w:rPr>
        <w:t>بدان كه راستش اين است كه نيست شايسته پرستشى جز خدا و آمرزش خواه از گناه خودت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(98)</w:t>
      </w:r>
      <w:r w:rsidR="00455D95">
        <w:rPr>
          <w:rFonts w:hint="cs"/>
          <w:rtl/>
          <w:lang w:bidi="fa-IR"/>
        </w:rPr>
        <w:t>»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0" w:name="_Toc383512663"/>
      <w:bookmarkStart w:id="201" w:name="_Toc383513097"/>
      <w:r>
        <w:rPr>
          <w:rtl/>
          <w:lang w:bidi="fa-IR"/>
        </w:rPr>
        <w:t>96</w:t>
      </w:r>
      <w:r w:rsidR="001A2786">
        <w:rPr>
          <w:rtl/>
          <w:lang w:bidi="fa-IR"/>
        </w:rPr>
        <w:t>. تجلى لا اله الا الله در بهشت</w:t>
      </w:r>
      <w:bookmarkEnd w:id="200"/>
      <w:bookmarkEnd w:id="2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بگويد: لا اله الا الله براى او در بهشت درختى كاشته مى شود از ياقوت سرخ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بنش از مشك سفيد برآمده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از عسل شيرين تر و از برف سپيدتر و از مشك خوشبوتر است و در آن نمونه هاى پستان دوشيزگان باشد كه در زير هفتاد پيراهن برآمده باشد (و بر آن درخت برآمده باشد هفتاد جامه بهشتى)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(99)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2" w:name="_Toc383512664"/>
      <w:bookmarkStart w:id="203" w:name="_Toc383513098"/>
      <w:r>
        <w:rPr>
          <w:rtl/>
          <w:lang w:bidi="fa-IR"/>
        </w:rPr>
        <w:t>97</w:t>
      </w:r>
      <w:r w:rsidR="001A2786">
        <w:rPr>
          <w:rtl/>
          <w:lang w:bidi="fa-IR"/>
        </w:rPr>
        <w:t xml:space="preserve">. شيوه امام باقر </w:t>
      </w:r>
      <w:r w:rsidR="007D440E" w:rsidRPr="007D440E">
        <w:rPr>
          <w:rStyle w:val="libAlaemChar"/>
          <w:rtl/>
        </w:rPr>
        <w:t>عليه‌السلام</w:t>
      </w:r>
      <w:bookmarkEnd w:id="202"/>
      <w:bookmarkEnd w:id="2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چيزى نيست مگر آنكه براى آن حدى است كه بدان پايان پذيرد جز ذكر خدا كه پايانى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خداى عزوجل فريضه هايى واجب كرده است و هر كه آنها را انجام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حد و پايان آنها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ماه </w:t>
      </w:r>
      <w:r>
        <w:rPr>
          <w:rtl/>
          <w:lang w:bidi="fa-IR"/>
        </w:rPr>
        <w:lastRenderedPageBreak/>
        <w:t>رمضان است و هر كه آن را روزه دارد همان حد و پايان آن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حج را واجب كرده است و هر كه حج كرد به پايان آن رسيده جز همان ذكر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راستى كه خداى عزوجل به اندك از آن راضى نشده و براى آن پايانى مقرر نكرده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سپس اين آيه را خواند (42 سوره احزاب): اى كسانى كه گرويديد! ياد كنيد خدا را بسيار و تسبيح گوييدش در بامداد و پسين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پس فرمود: خدا براى آن حدى مقرر نكرده كه در آن به پايان رسد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پدرم بسيار ذكر خدا مى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به همراه او مى رفتم و او ذكر خدا مى گفت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 او غذا مى خوردم و او ذكر خدا مى گفت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آينه كه با مردم در گفتگو بود زبانش را از ذكر خدا بازنمى داشت و من مى ديدم زبانش به كامش ‍ چسبيده بود و مى فرمود: لا اله الا الله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شيوه اش بود كه ماها را انجمن مى كرد و دستور مى داد به ذكر خدا تا آفتاب مى زد و هر كدام كه ما قرائت (قرآن) مى دانستيم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دستور به قرائت مى داد و هر كدام كه قرائت نمى دانستيم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دستور به ذكر مى داد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خانه اى قرآن خوانده شود و ذكر خداوند عزوجل گفته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بركتش ‍ افزون شود و فرشته ها در آن درآيند و شياطين از آن دورى گزينند و براى اهل آسمان بدرخشد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چنان كه ستاره هاى فروزان براى اهل زمين مى درخشند و هر خانه كه در آن قرآن نخوانند و ذكر خدا نگويند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بركتش كم شود و فرشته ها از آن دورى گزينند و شياطين در آن حاضر شوند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4" w:name="_Toc383512665"/>
      <w:bookmarkStart w:id="205" w:name="_Toc383513099"/>
      <w:r>
        <w:rPr>
          <w:rtl/>
          <w:lang w:bidi="fa-IR"/>
        </w:rPr>
        <w:t>98</w:t>
      </w:r>
      <w:r w:rsidR="001A2786">
        <w:rPr>
          <w:rtl/>
          <w:lang w:bidi="fa-IR"/>
        </w:rPr>
        <w:t>. لا اله الا الله از روى خلوص</w:t>
      </w:r>
      <w:bookmarkEnd w:id="204"/>
      <w:bookmarkEnd w:id="2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ابان بن تغلب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اى ابان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چون به كوفه رفتى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حديث را روايت كن : هر كس كه از روى اخلاص گواهى دهد كه نيست شايسته پرستشى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بهشت براى او واجب باشد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ابان مى گويد: به او گفتم : راستش اين است كه از هر فرقه اى نزد من مى آيند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همه آنان اين حديث را روايت مى كنم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حضرت فرمود: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ابان چون روز رستاخيز شود و خداوند همه اولين و آخرين را گرد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لا اله الا الله را از آنها بگيرد جز از كسى كه بر اين مذهب حق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6" w:name="_Toc383512666"/>
      <w:bookmarkStart w:id="207" w:name="_Toc383513100"/>
      <w:r>
        <w:rPr>
          <w:rtl/>
          <w:lang w:bidi="fa-IR"/>
        </w:rPr>
        <w:t>99</w:t>
      </w:r>
      <w:r w:rsidR="001A2786">
        <w:rPr>
          <w:rtl/>
          <w:lang w:bidi="fa-IR"/>
        </w:rPr>
        <w:t>. بهترين عبادت</w:t>
      </w:r>
      <w:bookmarkEnd w:id="206"/>
      <w:bookmarkEnd w:id="2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بهترين عبادت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گفتن لا اله الا الله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08" w:name="_Toc383512667"/>
      <w:bookmarkStart w:id="209" w:name="_Toc383513101"/>
      <w:r>
        <w:rPr>
          <w:rtl/>
          <w:lang w:bidi="fa-IR"/>
        </w:rPr>
        <w:t>100</w:t>
      </w:r>
      <w:r w:rsidR="001A2786">
        <w:rPr>
          <w:rtl/>
          <w:lang w:bidi="fa-IR"/>
        </w:rPr>
        <w:t>. تلقين به مردگان</w:t>
      </w:r>
      <w:bookmarkEnd w:id="208"/>
      <w:bookmarkEnd w:id="2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لا اله الا الله را به مردگان خود تلقين كنيد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گناهان را از بين مى برد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گفتند: يا رسول خدا! كسى كه آن را در حال سلامتى بگويد چه حكمى دارد؟ فرمودند: اين (ذكر) گناهان را در هر حال از بين مى برد و از بين مى برد و از بين مى برد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راستى كه لا اله الا الله انسان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در زندگى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مرگ و برانگيختن اوست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 كه جبرئيل گفت : اى محمد! كاش آنها را به هنگامى كه برانگيخته مى شوند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ديدى كه يكى با روى سفيد مى گويد: لا اله الا الله و ديگرى با روى سياه مى گويد: واى بر ما كه نابود شديم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10" w:name="_Toc383512668"/>
      <w:bookmarkStart w:id="211" w:name="_Toc383513102"/>
      <w:r>
        <w:rPr>
          <w:rtl/>
          <w:lang w:bidi="fa-IR"/>
        </w:rPr>
        <w:t>101</w:t>
      </w:r>
      <w:r w:rsidR="001A2786">
        <w:rPr>
          <w:rtl/>
          <w:lang w:bidi="fa-IR"/>
        </w:rPr>
        <w:t>. سنگينى لا اله الا الله</w:t>
      </w:r>
      <w:bookmarkEnd w:id="210"/>
      <w:bookmarkEnd w:id="2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خداى عزوجل به موسى بن عمران فرمود: اى موسى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به راستى كه اگر آسمانها و ساكنان آن كه نزد من هستند و زمين هاى هفتگانه را در يك كفه گذاشته و لا اله الا الله را در كفه ديگرى بگذارند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سنگين تر از آنها خواهد بود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12" w:name="_Toc383512669"/>
      <w:bookmarkStart w:id="213" w:name="_Toc383513103"/>
      <w:r>
        <w:rPr>
          <w:rtl/>
          <w:lang w:bidi="fa-IR"/>
        </w:rPr>
        <w:lastRenderedPageBreak/>
        <w:t>102</w:t>
      </w:r>
      <w:r w:rsidR="001A2786">
        <w:rPr>
          <w:rtl/>
          <w:lang w:bidi="fa-IR"/>
        </w:rPr>
        <w:t>. پاك كننده گناهان</w:t>
      </w:r>
      <w:bookmarkEnd w:id="212"/>
      <w:bookmarkEnd w:id="2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اميرال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هيچ بنده مسلمانى نيست كه بگويد لا اله الا الله مگر اين كه بالا مى رود و هر سقفى را مى شكافد و به هيچ كدام از گناهان او برنمى خورد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اين كه آن را پاك مى كند تا اين كه به خوبيهايى همانند خود برسد و بايستد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14" w:name="_Toc383512670"/>
      <w:bookmarkStart w:id="215" w:name="_Toc383513104"/>
      <w:r>
        <w:rPr>
          <w:rtl/>
          <w:lang w:bidi="fa-IR"/>
        </w:rPr>
        <w:t>103</w:t>
      </w:r>
      <w:r w:rsidR="001A2786">
        <w:rPr>
          <w:rtl/>
          <w:lang w:bidi="fa-IR"/>
        </w:rPr>
        <w:t>. لا اله الا الله هم وزنى ندارد</w:t>
      </w:r>
      <w:bookmarkEnd w:id="214"/>
      <w:bookmarkEnd w:id="2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 چيزى هم وزنى دارد مگر خداوند و لا اله الا الله كه هم وزنى ندارد و قطره اشكى از ترس خدا كه با هيچ وزنى قابل اندازه گيرى نيست و اگر اين اشك بر صورت او جارى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گاه ندارى و خوارى را نخواهد ديد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16" w:name="_Toc383512671"/>
      <w:bookmarkStart w:id="217" w:name="_Toc383513105"/>
      <w:r>
        <w:rPr>
          <w:rtl/>
          <w:lang w:bidi="fa-IR"/>
        </w:rPr>
        <w:t>104</w:t>
      </w:r>
      <w:r w:rsidR="001A2786">
        <w:rPr>
          <w:rtl/>
          <w:lang w:bidi="fa-IR"/>
        </w:rPr>
        <w:t>. ثواب زياد لا اله الا الله</w:t>
      </w:r>
      <w:bookmarkEnd w:id="216"/>
      <w:bookmarkEnd w:id="2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ثواب هيچ چيز بيشتر از گواهى به لا اله الا الله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خدا همتايى نداشته و در امر خود هيچ كسى با او شريك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18" w:name="_Toc383512672"/>
      <w:bookmarkStart w:id="219" w:name="_Toc383513106"/>
      <w:r>
        <w:rPr>
          <w:rtl/>
          <w:lang w:bidi="fa-IR"/>
        </w:rPr>
        <w:t>105</w:t>
      </w:r>
      <w:r w:rsidR="001A2786">
        <w:rPr>
          <w:rtl/>
          <w:lang w:bidi="fa-IR"/>
        </w:rPr>
        <w:t>. عظمت لا اله الا الله</w:t>
      </w:r>
      <w:bookmarkEnd w:id="218"/>
      <w:bookmarkEnd w:id="2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نه من و نه گويندگان قبل از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همانند لا اله الا الله نگفته ايم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0" w:name="_Toc383512673"/>
      <w:bookmarkStart w:id="221" w:name="_Toc383513107"/>
      <w:r>
        <w:rPr>
          <w:rtl/>
          <w:lang w:bidi="fa-IR"/>
        </w:rPr>
        <w:t>106</w:t>
      </w:r>
      <w:r w:rsidR="001A2786">
        <w:rPr>
          <w:rtl/>
          <w:lang w:bidi="fa-IR"/>
        </w:rPr>
        <w:t>. پاك شدن گناهان</w:t>
      </w:r>
      <w:bookmarkEnd w:id="220"/>
      <w:bookmarkEnd w:id="2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ى نيست كه بگويد لا اله الا الله مگر اين كه گناهان كارنامه اش پاك شده و اين عمل در كنار خوبى هاى همانند خود قرار مى گيرد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(109)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2" w:name="_Toc383512674"/>
      <w:bookmarkStart w:id="223" w:name="_Toc383513108"/>
      <w:r>
        <w:rPr>
          <w:rtl/>
          <w:lang w:bidi="fa-IR"/>
        </w:rPr>
        <w:lastRenderedPageBreak/>
        <w:t>107</w:t>
      </w:r>
      <w:r w:rsidR="001A2786">
        <w:rPr>
          <w:rtl/>
          <w:lang w:bidi="fa-IR"/>
        </w:rPr>
        <w:t>. محبوب بودن ذكر لا اله الا الله نزد خدا</w:t>
      </w:r>
      <w:bookmarkEnd w:id="222"/>
      <w:bookmarkEnd w:id="2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زياد بگوييد لا اله الا الله و الله اكبر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خدا هيچ چيزى را بيش از گفتن الله اكبر و لا اله الا الله دوست ندارد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4" w:name="_Toc383512675"/>
      <w:bookmarkStart w:id="225" w:name="_Toc383513109"/>
      <w:r>
        <w:rPr>
          <w:rtl/>
          <w:lang w:bidi="fa-IR"/>
        </w:rPr>
        <w:t>108</w:t>
      </w:r>
      <w:r w:rsidR="001A2786">
        <w:rPr>
          <w:rtl/>
          <w:lang w:bidi="fa-IR"/>
        </w:rPr>
        <w:t>. ثواب گفتن صد بار لا اله الا الله</w:t>
      </w:r>
      <w:bookmarkEnd w:id="224"/>
      <w:bookmarkEnd w:id="2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عمل كسى كه صد بار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برتر از اعمال ساير مردم در آن روز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عمل كسى كه بيش از اين گفته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6" w:name="_Toc383512676"/>
      <w:bookmarkStart w:id="227" w:name="_Toc383513110"/>
      <w:r>
        <w:rPr>
          <w:rtl/>
          <w:lang w:bidi="fa-IR"/>
        </w:rPr>
        <w:t>109</w:t>
      </w:r>
      <w:r w:rsidR="001A2786">
        <w:rPr>
          <w:rtl/>
          <w:lang w:bidi="fa-IR"/>
        </w:rPr>
        <w:t>. صد بار هنگام خواب</w:t>
      </w:r>
      <w:bookmarkEnd w:id="226"/>
      <w:bookmarkEnd w:id="2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وقت رفتن به رختخواب صد بار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خانه اى در بهشت براى او مى سازد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كسى كه هنگام رفتن به رختخواب صد بار از خداوند آمرزش بخواهد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گناهان او مى ريزد همان گونه كه برگ درخت مى ريزد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28" w:name="_Toc383512677"/>
      <w:bookmarkStart w:id="229" w:name="_Toc383513111"/>
      <w:r>
        <w:rPr>
          <w:rtl/>
          <w:lang w:bidi="fa-IR"/>
        </w:rPr>
        <w:t>110</w:t>
      </w:r>
      <w:r w:rsidR="001A2786">
        <w:rPr>
          <w:rtl/>
          <w:lang w:bidi="fa-IR"/>
        </w:rPr>
        <w:t>. ثواب گفتن لا اله الا الله با اخلاص</w:t>
      </w:r>
      <w:bookmarkEnd w:id="228"/>
      <w:bookmarkEnd w:id="2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با اخلاص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وارد بهشت مى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گفتن با اخلاص اين است كه لا اله الا الله او را از آن چه خداى عزوجل حرام كرده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باز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30" w:name="_Toc383512678"/>
      <w:bookmarkStart w:id="231" w:name="_Toc383513112"/>
      <w:r>
        <w:rPr>
          <w:rtl/>
          <w:lang w:bidi="fa-IR"/>
        </w:rPr>
        <w:t>111</w:t>
      </w:r>
      <w:r w:rsidR="001A2786">
        <w:rPr>
          <w:rtl/>
          <w:lang w:bidi="fa-IR"/>
        </w:rPr>
        <w:t>. لا اله الا الله كليد بهشت</w:t>
      </w:r>
      <w:bookmarkEnd w:id="230"/>
      <w:bookmarkEnd w:id="2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جبرئيل ميان صفا و مروه نزد من آمده و گفت : هر كس از امت تو با اخلاص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وارد بهشت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32" w:name="_Toc383512679"/>
      <w:bookmarkStart w:id="233" w:name="_Toc383513113"/>
      <w:r>
        <w:rPr>
          <w:rtl/>
          <w:lang w:bidi="fa-IR"/>
        </w:rPr>
        <w:lastRenderedPageBreak/>
        <w:t>112</w:t>
      </w:r>
      <w:r w:rsidR="001A2786">
        <w:rPr>
          <w:rtl/>
          <w:lang w:bidi="fa-IR"/>
        </w:rPr>
        <w:t>. تاثير ذكر لا اله الا الله همراه با خلوص</w:t>
      </w:r>
      <w:bookmarkEnd w:id="232"/>
      <w:bookmarkEnd w:id="2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كسى كه با اخلاص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وارد بهشت مى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گفتن با اخلاص اين است كه لا اله الا الله او را از آنچه كه خداوند حرام كرده باز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34" w:name="_Toc383512680"/>
      <w:bookmarkStart w:id="235" w:name="_Toc383513114"/>
      <w:r>
        <w:rPr>
          <w:rtl/>
          <w:lang w:bidi="fa-IR"/>
        </w:rPr>
        <w:t>113</w:t>
      </w:r>
      <w:r w:rsidR="001A2786">
        <w:rPr>
          <w:rtl/>
          <w:lang w:bidi="fa-IR"/>
        </w:rPr>
        <w:t>. تاثير ذكر لا اله الا الله با صداى بلند</w:t>
      </w:r>
      <w:bookmarkEnd w:id="234"/>
      <w:bookmarkEnd w:id="2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هيچ مسلمانى بلند نمى گويد لا اله الا الله مگر اين كه بى درنگ گناهانش زير پاهايش مى ريزند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برگهاى درخت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 آن مى ريزند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36" w:name="_Toc383512681"/>
      <w:bookmarkStart w:id="237" w:name="_Toc383513115"/>
      <w:r>
        <w:rPr>
          <w:rtl/>
          <w:lang w:bidi="fa-IR"/>
        </w:rPr>
        <w:t>114</w:t>
      </w:r>
      <w:r w:rsidR="001A2786">
        <w:rPr>
          <w:rtl/>
          <w:lang w:bidi="fa-IR"/>
        </w:rPr>
        <w:t>. دژ محكم الهى</w:t>
      </w:r>
      <w:bookmarkEnd w:id="236"/>
      <w:bookmarkEnd w:id="2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كه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نيشابور 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هنگام حركت به طرف ماءمون محدثان اطراف او را گرفته و گفتند: اى فرزند رسول خدا! از پيش ما مى روى و حديثى نمى فرمايى كه از آن استفاده كنيم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حضرت كه در كجاوه نشسته بودند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را از كجاوه بيرون آورده و فرمودند: از پدرم موسى بن جعفر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 از پدرم جعفر بن محمد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 از پدرم محمد بن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 از پدرم على بن الحسين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 از پدرم حسين بن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 از پدرم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على بن ابى طالب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 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شنيدم كه فرمودند شنيدم كه جبرئيل مى گفت : از خداى عزوجل شنيدم كه فرمودند: لا اله الا الله پناهگاه من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كسى كه وارد پناهگاه من شود از عذاب من ايمن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38" w:name="_Toc383512682"/>
      <w:bookmarkStart w:id="239" w:name="_Toc383513116"/>
      <w:r>
        <w:rPr>
          <w:rtl/>
          <w:lang w:bidi="fa-IR"/>
        </w:rPr>
        <w:t>115</w:t>
      </w:r>
      <w:r w:rsidR="001A2786">
        <w:rPr>
          <w:rtl/>
          <w:lang w:bidi="fa-IR"/>
        </w:rPr>
        <w:t>. تهليل و استغفار، بهترين عبادت</w:t>
      </w:r>
      <w:bookmarkEnd w:id="238"/>
      <w:bookmarkEnd w:id="2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بهترين عبادت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گفتن لا اله الا الله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نيز فرمود: بهترين عبادت استغفار است و اين است قول خداى عزوجل در قرآن كريم : فاعلم انه لا اله الا الله و استغفر لذنبك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(118)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(و بدان كه راستش اين است كه نيست شايسته پرستشى جز خدا و آمرزش ‍ خواه از گناه خود)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(119)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0" w:name="_Toc383512683"/>
      <w:bookmarkStart w:id="241" w:name="_Toc383513117"/>
      <w:r>
        <w:rPr>
          <w:rtl/>
          <w:lang w:bidi="fa-IR"/>
        </w:rPr>
        <w:t>116</w:t>
      </w:r>
      <w:r w:rsidR="001A2786">
        <w:rPr>
          <w:rtl/>
          <w:lang w:bidi="fa-IR"/>
        </w:rPr>
        <w:t>. بهترين ذكر نزد خداوند</w:t>
      </w:r>
      <w:bookmarkEnd w:id="240"/>
      <w:bookmarkEnd w:id="2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در ميان سخنان هيچ سخنى نزد خداى عزوجل دوست داشتنى تر از گفتن لا اله الا الله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2" w:name="_Toc383512684"/>
      <w:bookmarkStart w:id="243" w:name="_Toc383513118"/>
      <w:r>
        <w:rPr>
          <w:rtl/>
          <w:lang w:bidi="fa-IR"/>
        </w:rPr>
        <w:t>117</w:t>
      </w:r>
      <w:r w:rsidR="001A2786">
        <w:rPr>
          <w:rtl/>
          <w:lang w:bidi="fa-IR"/>
        </w:rPr>
        <w:t>. ثواب پذيرفته شدن گواهى با لا اله الا الله</w:t>
      </w:r>
      <w:bookmarkEnd w:id="242"/>
      <w:bookmarkEnd w:id="2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حالى كه در ميان عده اى از ياران خود كه على بن ابى طالب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يكى از آنان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نشسته بودند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فرمودند: كسى كه بگويد لا اله الا الله وارد بهشت مى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دو نفر از ياران او گفتند: ما نيز مى گوييم لا اله الا الله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گواهى به لا اله الا الله فقط از اين - على بن ابى طالب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و شيعيانش كه پروردگار از آنان پيمان گرفته است پذيرفته مى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دو نفر دوباره گفتند: ما نيز مى گوييم لا اله الا الله در اين هنگام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دست خويش را به سر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گذاشته و فرمودند: نشانه آن - پيروى از على بن ابى طالب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اين است كه پيمان او را نشكنيد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جايگاه او ننشينيد و سخن او را تكذيب نكنيد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4" w:name="_Toc383512685"/>
      <w:bookmarkStart w:id="245" w:name="_Toc383513119"/>
      <w:r>
        <w:rPr>
          <w:rtl/>
          <w:lang w:bidi="fa-IR"/>
        </w:rPr>
        <w:t>118</w:t>
      </w:r>
      <w:r w:rsidR="001A2786">
        <w:rPr>
          <w:rtl/>
          <w:lang w:bidi="fa-IR"/>
        </w:rPr>
        <w:t>. برترين ذكر</w:t>
      </w:r>
      <w:bookmarkEnd w:id="244"/>
      <w:bookmarkEnd w:id="2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جابر بن عبد الله انصارى گفت : شنيدم 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كه مى فرمود: لا اله الا الله برترين ذكر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6" w:name="_Toc383512686"/>
      <w:bookmarkStart w:id="247" w:name="_Toc383513120"/>
      <w:r>
        <w:rPr>
          <w:rtl/>
          <w:lang w:bidi="fa-IR"/>
        </w:rPr>
        <w:lastRenderedPageBreak/>
        <w:t>119</w:t>
      </w:r>
      <w:r w:rsidR="001A2786">
        <w:rPr>
          <w:rtl/>
          <w:lang w:bidi="fa-IR"/>
        </w:rPr>
        <w:t>. برترين مردم</w:t>
      </w:r>
      <w:bookmarkEnd w:id="246"/>
      <w:bookmarkEnd w:id="2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صد بار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روز برترين مردم از لحاظ عمل به شمار مى آيد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كسى كه افزون تر بگويد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48" w:name="_Toc383512687"/>
      <w:bookmarkStart w:id="249" w:name="_Toc383513121"/>
      <w:r>
        <w:rPr>
          <w:rtl/>
          <w:lang w:bidi="fa-IR"/>
        </w:rPr>
        <w:t>120</w:t>
      </w:r>
      <w:r w:rsidR="001A2786">
        <w:rPr>
          <w:rtl/>
          <w:lang w:bidi="fa-IR"/>
        </w:rPr>
        <w:t xml:space="preserve">. </w:t>
      </w:r>
      <w:r w:rsidR="00455D95">
        <w:rPr>
          <w:rtl/>
          <w:lang w:bidi="fa-IR"/>
        </w:rPr>
        <w:t>تأثیر</w:t>
      </w:r>
      <w:r w:rsidR="001A2786">
        <w:rPr>
          <w:rtl/>
          <w:lang w:bidi="fa-IR"/>
        </w:rPr>
        <w:t xml:space="preserve"> آخرين كلام</w:t>
      </w:r>
      <w:bookmarkEnd w:id="248"/>
      <w:bookmarkEnd w:id="2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كه آخرين گفتارش لا اله الا الله باشد وارد بهشت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50" w:name="_Toc383512688"/>
      <w:bookmarkStart w:id="251" w:name="_Toc383513122"/>
      <w:r>
        <w:rPr>
          <w:rtl/>
          <w:lang w:bidi="fa-IR"/>
        </w:rPr>
        <w:t>121</w:t>
      </w:r>
      <w:r w:rsidR="001A2786">
        <w:rPr>
          <w:rtl/>
          <w:lang w:bidi="fa-IR"/>
        </w:rPr>
        <w:t>. كليد آسمان</w:t>
      </w:r>
      <w:bookmarkEnd w:id="250"/>
      <w:bookmarkEnd w:id="2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چيزى كليدى دارد و كليد آسمان ها گفتن لا اله الا الله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52" w:name="_Toc383512689"/>
      <w:bookmarkStart w:id="253" w:name="_Toc383513123"/>
      <w:r>
        <w:rPr>
          <w:rtl/>
          <w:lang w:bidi="fa-IR"/>
        </w:rPr>
        <w:t>122</w:t>
      </w:r>
      <w:r w:rsidR="001A2786">
        <w:rPr>
          <w:rtl/>
          <w:lang w:bidi="fa-IR"/>
        </w:rPr>
        <w:t>. گفتن لا اله الا الله بدون تعجب</w:t>
      </w:r>
      <w:bookmarkEnd w:id="252"/>
      <w:bookmarkEnd w:id="2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بدون تعجب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پرنده اى از آن مى آفريند كه تا روز قيامت روى سر گوينده اش بال زده و برايش ذكر مى گويد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54" w:name="_Toc383512690"/>
      <w:bookmarkStart w:id="255" w:name="_Toc383513124"/>
      <w:r>
        <w:rPr>
          <w:rtl/>
          <w:lang w:bidi="fa-IR"/>
        </w:rPr>
        <w:t>123</w:t>
      </w:r>
      <w:r w:rsidR="001A2786">
        <w:rPr>
          <w:rtl/>
          <w:lang w:bidi="fa-IR"/>
        </w:rPr>
        <w:t>. تلقين لا اله الا الله بر ميت</w:t>
      </w:r>
      <w:bookmarkEnd w:id="254"/>
      <w:bookmarkEnd w:id="2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پدرانش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نمايد كه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به مردگان خود لا اله الا الله تلقين كنيد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همانا كسى كه آخرين سخنش لا اله الا الله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وارد بهشت مى گردد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56" w:name="_Toc383512691"/>
      <w:bookmarkStart w:id="257" w:name="_Toc383513125"/>
      <w:r>
        <w:rPr>
          <w:rtl/>
          <w:lang w:bidi="fa-IR"/>
        </w:rPr>
        <w:t>124</w:t>
      </w:r>
      <w:r w:rsidR="001A2786">
        <w:rPr>
          <w:rtl/>
          <w:lang w:bidi="fa-IR"/>
        </w:rPr>
        <w:t>. آثار گفتن لا اله الا الله به هنگام مصيبت</w:t>
      </w:r>
      <w:bookmarkEnd w:id="256"/>
      <w:bookmarkEnd w:id="2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ى نيست كه هنگام رويداد مصيبتى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اين كه خداوند همه گناهانش را مى آمرزد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گناهان كبيره كه انسان را جهنمى مى كند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هرگاه در آينده به ياد آن مصيبت افتاده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اله لا الله </w:t>
      </w:r>
      <w:r>
        <w:rPr>
          <w:rtl/>
          <w:lang w:bidi="fa-IR"/>
        </w:rPr>
        <w:lastRenderedPageBreak/>
        <w:t>بگويد و خدا را حمد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تمام گناهانى را كه در بين لا اله الا الله گفتن اول و دوم مرتكب شده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بخشد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گناهان كبيره را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58" w:name="_Toc383512692"/>
      <w:bookmarkStart w:id="259" w:name="_Toc383513126"/>
      <w:r>
        <w:rPr>
          <w:rtl/>
          <w:lang w:bidi="fa-IR"/>
        </w:rPr>
        <w:t>125</w:t>
      </w:r>
      <w:r w:rsidR="001A2786">
        <w:rPr>
          <w:rtl/>
          <w:lang w:bidi="fa-IR"/>
        </w:rPr>
        <w:t>. سى بار ذكر در هر روز</w:t>
      </w:r>
      <w:bookmarkEnd w:id="258"/>
      <w:bookmarkEnd w:id="2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پدرانش روايت كرده كه فرمودند: كسى كه هر روز سى بار بگويد: لا اله الا الله الملك الحق المبين (هيچ خدايى نيست جز خداى يكتاى فرمانروا كه وجودش ثابت و روشن و آشكار است)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بى نيازى رو آورده و به فقر پشت كرده و درِ بهشت را كوبيده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(129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0" w:name="_Toc383512693"/>
      <w:bookmarkStart w:id="261" w:name="_Toc383513127"/>
      <w:r>
        <w:rPr>
          <w:rtl/>
          <w:lang w:bidi="fa-IR"/>
        </w:rPr>
        <w:t>126</w:t>
      </w:r>
      <w:r w:rsidR="001A2786">
        <w:rPr>
          <w:rtl/>
          <w:lang w:bidi="fa-IR"/>
        </w:rPr>
        <w:t>. برترين ذكر و بالاترين شكر</w:t>
      </w:r>
      <w:bookmarkEnd w:id="260"/>
      <w:bookmarkEnd w:id="2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برترين ذكرها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ذكر لا اله الا الله و بالاترين شكرها گفتن الحمد لله مى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2" w:name="_Toc383512694"/>
      <w:bookmarkStart w:id="263" w:name="_Toc383513128"/>
      <w:r>
        <w:rPr>
          <w:rtl/>
          <w:lang w:bidi="fa-IR"/>
        </w:rPr>
        <w:t>127</w:t>
      </w:r>
      <w:r w:rsidR="001A2786">
        <w:rPr>
          <w:rtl/>
          <w:lang w:bidi="fa-IR"/>
        </w:rPr>
        <w:t>. واجب شدن بهشت</w:t>
      </w:r>
      <w:bookmarkEnd w:id="262"/>
      <w:bookmarkEnd w:id="2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به هنگام مصيبت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گفتن لا اله الا الله به او الهام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بهشت براى او واجب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4" w:name="_Toc383512695"/>
      <w:bookmarkStart w:id="265" w:name="_Toc383513129"/>
      <w:r>
        <w:rPr>
          <w:rtl/>
          <w:lang w:bidi="fa-IR"/>
        </w:rPr>
        <w:t>128</w:t>
      </w:r>
      <w:r w:rsidR="001A2786">
        <w:rPr>
          <w:rtl/>
          <w:lang w:bidi="fa-IR"/>
        </w:rPr>
        <w:t>. بهاى بهشت</w:t>
      </w:r>
      <w:bookmarkEnd w:id="264"/>
      <w:bookmarkEnd w:id="2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بهاى بهشت گفتن لا اله الا الله و الله اكبر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6" w:name="_Toc383512696"/>
      <w:bookmarkStart w:id="267" w:name="_Toc383513130"/>
      <w:r>
        <w:rPr>
          <w:rtl/>
          <w:lang w:bidi="fa-IR"/>
        </w:rPr>
        <w:t>129</w:t>
      </w:r>
      <w:r w:rsidR="001A2786">
        <w:rPr>
          <w:rtl/>
          <w:lang w:bidi="fa-IR"/>
        </w:rPr>
        <w:t>. كوبيدن در بهشت</w:t>
      </w:r>
      <w:bookmarkEnd w:id="266"/>
      <w:bookmarkEnd w:id="2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صد بار لا اله الا الله الملك الحق المبين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خداى عزيز غالب او را از فقر پناه داده و وحشت قبرش را از بين مى 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بى نيازى را به دست آورده و در بهشت را كوبيده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68" w:name="_Toc383512697"/>
      <w:bookmarkStart w:id="269" w:name="_Toc383513131"/>
      <w:r>
        <w:rPr>
          <w:rtl/>
          <w:lang w:bidi="fa-IR"/>
        </w:rPr>
        <w:lastRenderedPageBreak/>
        <w:t>130</w:t>
      </w:r>
      <w:r w:rsidR="001A2786">
        <w:rPr>
          <w:rtl/>
          <w:lang w:bidi="fa-IR"/>
        </w:rPr>
        <w:t>. پاداش در دنيا و آخرت</w:t>
      </w:r>
      <w:bookmarkEnd w:id="268"/>
      <w:bookmarkEnd w:id="2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رسول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 كس در هر روز صد بار بگويد لا اله الا الله الملك الحق المبين توانگرى به او جلب مى شود و فقر و مستمندى از او دفع مى گردد و در دوزخ بر او بسته شده و در بهشت به رويش باز مى گردد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70" w:name="_Toc383512698"/>
      <w:bookmarkStart w:id="271" w:name="_Toc383513132"/>
      <w:r>
        <w:rPr>
          <w:rtl/>
          <w:lang w:bidi="fa-IR"/>
        </w:rPr>
        <w:t>131</w:t>
      </w:r>
      <w:r w:rsidR="001A2786">
        <w:rPr>
          <w:rtl/>
          <w:lang w:bidi="fa-IR"/>
        </w:rPr>
        <w:t>. توانگرى و نجات از وحشت قبر</w:t>
      </w:r>
      <w:bookmarkEnd w:id="270"/>
      <w:bookmarkEnd w:id="2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كشف الغمه و امالى شيخ طوسى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سندهاى معتبر روايت شده كه حضرت رسول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هر روز صد مرتبه بگويد: لا اله الا الله الملك الحق المبين از فقر و وحشت قبر نجات مى يابد و توانگرى به او روى آورد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(135)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2" w:name="_Toc383512699"/>
      <w:bookmarkStart w:id="273" w:name="_Toc383513133"/>
      <w:r w:rsidR="00E85A8A">
        <w:rPr>
          <w:rtl/>
          <w:lang w:bidi="fa-IR"/>
        </w:rPr>
        <w:lastRenderedPageBreak/>
        <w:t>5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سبحان الله</w:t>
      </w:r>
      <w:bookmarkEnd w:id="272"/>
      <w:bookmarkEnd w:id="273"/>
    </w:p>
    <w:p w:rsidR="00E85A8A" w:rsidRDefault="00E85A8A" w:rsidP="001A2786">
      <w:pPr>
        <w:pStyle w:val="Heading2"/>
        <w:rPr>
          <w:rtl/>
          <w:lang w:bidi="fa-IR"/>
        </w:rPr>
      </w:pPr>
      <w:bookmarkStart w:id="274" w:name="_Toc383512700"/>
      <w:bookmarkStart w:id="275" w:name="_Toc383513134"/>
      <w:r>
        <w:rPr>
          <w:rtl/>
          <w:lang w:bidi="fa-IR"/>
        </w:rPr>
        <w:t>132</w:t>
      </w:r>
      <w:r w:rsidR="001A2786">
        <w:rPr>
          <w:rtl/>
          <w:lang w:bidi="fa-IR"/>
        </w:rPr>
        <w:t>. نامى از نامهاى خدا</w:t>
      </w:r>
      <w:bookmarkEnd w:id="274"/>
      <w:bookmarkEnd w:id="2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زيد شحّام مى گويد: از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پرسيدم : تسبيح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آن حضرت فرمود: نامى از نامهاى خدا و دعاى اهل بهشت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76" w:name="_Toc383512701"/>
      <w:bookmarkStart w:id="277" w:name="_Toc383513135"/>
      <w:r>
        <w:rPr>
          <w:rtl/>
          <w:lang w:bidi="fa-IR"/>
        </w:rPr>
        <w:t>133</w:t>
      </w:r>
      <w:r w:rsidR="001A2786">
        <w:rPr>
          <w:rtl/>
          <w:lang w:bidi="fa-IR"/>
        </w:rPr>
        <w:t>. ثواب تسبيح بدون تعجب</w:t>
      </w:r>
      <w:bookmarkEnd w:id="276"/>
      <w:bookmarkEnd w:id="2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بدون تعجب سبحان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از اين ذكر پرنده اى با دو زبان و دو بال مى آفريند كه در ميان تسبيح كنندگان خدا تا روز قيامت از جانب او خداوند را تسبيح مى كند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الحمد لله و لا اله الا الله و الله اكبر نيز همين طور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78" w:name="_Toc383512702"/>
      <w:bookmarkStart w:id="279" w:name="_Toc383513136"/>
      <w:r>
        <w:rPr>
          <w:rtl/>
          <w:lang w:bidi="fa-IR"/>
        </w:rPr>
        <w:t>134</w:t>
      </w:r>
      <w:r w:rsidR="001A2786">
        <w:rPr>
          <w:rtl/>
          <w:lang w:bidi="fa-IR"/>
        </w:rPr>
        <w:t>. ريزش گناهان</w:t>
      </w:r>
      <w:bookmarkEnd w:id="278"/>
      <w:bookmarkEnd w:id="2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كه پس از نماز واجب خود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سى بار تسبيح سبحان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همه گناهان وجودش فرو ريزد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0" w:name="_Toc383512703"/>
      <w:bookmarkStart w:id="281" w:name="_Toc383513137"/>
      <w:r>
        <w:rPr>
          <w:rtl/>
          <w:lang w:bidi="fa-IR"/>
        </w:rPr>
        <w:t>135</w:t>
      </w:r>
      <w:r w:rsidR="001A2786">
        <w:rPr>
          <w:rtl/>
          <w:lang w:bidi="fa-IR"/>
        </w:rPr>
        <w:t>. پاداش گوينده سبحان الله</w:t>
      </w:r>
      <w:bookmarkEnd w:id="280"/>
      <w:bookmarkEnd w:id="2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 و جد بزرگوارش حضرت امام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كند: نبى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پاسخ مسائلى كه مردى يهودى از آن حضرت پرسيده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ضمن حديث طويلى فرمود: آن گاه كه بنده سبحان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آنچه پايين تر از عرش خداست با او سبحان الله مى گويند و به گوينده ده برابر پاداش آنها داده مى شود و چون الحمد لله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نعمت دنيا را به او كرامت كند تا نعمتهاى آخرت را ببيند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سخنى است كه بهشتيان هنگام ورود به بهشت مى گويند و همه سخنها در دنيا قطع مى شود به جز الحمد لله كه قطع نمى گردد و </w:t>
      </w:r>
      <w:r>
        <w:rPr>
          <w:rtl/>
          <w:lang w:bidi="fa-IR"/>
        </w:rPr>
        <w:lastRenderedPageBreak/>
        <w:t>آيه كريمه (احزاب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44): درود بهشتيان در روزى كه به دريافت و ديدار پاداش خدا نايل مى شوند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سلام است به همين حقيقت اشارت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(139)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2" w:name="_Toc383512704"/>
      <w:bookmarkStart w:id="283" w:name="_Toc383513138"/>
      <w:r>
        <w:rPr>
          <w:rtl/>
          <w:lang w:bidi="fa-IR"/>
        </w:rPr>
        <w:t>136</w:t>
      </w:r>
      <w:r w:rsidR="001A2786">
        <w:rPr>
          <w:rtl/>
          <w:lang w:bidi="fa-IR"/>
        </w:rPr>
        <w:t>. پاداش در بهشت</w:t>
      </w:r>
      <w:bookmarkEnd w:id="282"/>
      <w:bookmarkEnd w:id="2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كه سبحان الله العظيم و بحمده بگويد درخت خرمايى براى وى در بهشت كاشته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4" w:name="_Toc383512705"/>
      <w:bookmarkStart w:id="285" w:name="_Toc383513139"/>
      <w:r>
        <w:rPr>
          <w:rtl/>
          <w:lang w:bidi="fa-IR"/>
        </w:rPr>
        <w:t>137</w:t>
      </w:r>
      <w:r w:rsidR="001A2786">
        <w:rPr>
          <w:rtl/>
          <w:lang w:bidi="fa-IR"/>
        </w:rPr>
        <w:t>. ترازوى اعمال</w:t>
      </w:r>
      <w:bookmarkEnd w:id="284"/>
      <w:bookmarkEnd w:id="2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تسبيح و سبحان الله گفتن يك نيمه از ترازوى اعمال را پر كرده و الحمد لله گفتن ترازوى اعمال را سرشار مى سازد و الله اكبر گفتن فاصله ميان آسمان و زمين را پر مى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6" w:name="_Toc383512706"/>
      <w:bookmarkStart w:id="287" w:name="_Toc383513140"/>
      <w:r>
        <w:rPr>
          <w:rtl/>
          <w:lang w:bidi="fa-IR"/>
        </w:rPr>
        <w:t>138</w:t>
      </w:r>
      <w:r w:rsidR="001A2786">
        <w:rPr>
          <w:rtl/>
          <w:lang w:bidi="fa-IR"/>
        </w:rPr>
        <w:t xml:space="preserve">. ذكر پيامبر </w:t>
      </w:r>
      <w:r w:rsidR="00FD2726" w:rsidRPr="00FD2726">
        <w:rPr>
          <w:rStyle w:val="libAlaemChar"/>
          <w:rtl/>
        </w:rPr>
        <w:t>صلى‌الله‌عليه‌وآله‌</w:t>
      </w:r>
      <w:r w:rsidR="001A2786">
        <w:rPr>
          <w:rtl/>
          <w:lang w:bidi="fa-IR"/>
        </w:rPr>
        <w:t xml:space="preserve"> قبل از رحلت</w:t>
      </w:r>
      <w:bookmarkEnd w:id="286"/>
      <w:bookmarkEnd w:id="2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عايشه گفت 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پيش از رحلت اين ذكر را بسيار مى فرمود: (خدايا) تو را تسبيح مى كنم و به ستايش و حمد تو مشغولم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تو آمرزش ‍ مى طلبم و توبه مى كنم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88" w:name="_Toc383512707"/>
      <w:bookmarkStart w:id="289" w:name="_Toc383513141"/>
      <w:r>
        <w:rPr>
          <w:rtl/>
          <w:lang w:bidi="fa-IR"/>
        </w:rPr>
        <w:t>139</w:t>
      </w:r>
      <w:r w:rsidR="001A2786">
        <w:rPr>
          <w:rtl/>
          <w:lang w:bidi="fa-IR"/>
        </w:rPr>
        <w:t xml:space="preserve">. شيوه امام على </w:t>
      </w:r>
      <w:r w:rsidR="007D440E" w:rsidRPr="007D440E">
        <w:rPr>
          <w:rStyle w:val="libAlaemChar"/>
          <w:rtl/>
        </w:rPr>
        <w:t>عليه‌السلام</w:t>
      </w:r>
      <w:bookmarkEnd w:id="288"/>
      <w:bookmarkEnd w:id="2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شيوه اين بود كه هر گاه صبح مى كرد مى فرمود (سه بار): سبحان الله الملك القدوس بار خدايا! راستى من به تو پناه مى برم از زوال نعمت و دگرگونى عافيت و به ناگاه رسيدن بلايت و از دچار شدن به بدبختى و شر هر آنچه كه در شب پيش آمده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بار خدايا! من از تو مى خواهم به حق عزت ملكت و شدت نيرويت و به وسيله تسلط و بزرگوارى ات و به توانايى ات بر خلقت سپس حاجت خود را بخواه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90" w:name="_Toc383512708"/>
      <w:bookmarkStart w:id="291" w:name="_Toc383513142"/>
      <w:r>
        <w:rPr>
          <w:rtl/>
          <w:lang w:bidi="fa-IR"/>
        </w:rPr>
        <w:lastRenderedPageBreak/>
        <w:t>140</w:t>
      </w:r>
      <w:r w:rsidR="001A2786">
        <w:rPr>
          <w:rtl/>
          <w:lang w:bidi="fa-IR"/>
        </w:rPr>
        <w:t>. هزار حسنه در روز</w:t>
      </w:r>
      <w:bookmarkEnd w:id="290"/>
      <w:bookmarkEnd w:id="2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آيا از شما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كسى عجز و ناتوانى دارد كه هر روز هزار خوبى به دست آورد! كسى عرض كرد: چگونه كسى مى تواند هر روز هزار حسنه كسب كند؟ فرمود: صد بار سبحان الله بگويد براى او هزار حسنه نوشته مى شود يا هزار گناه از او فرو مى ريزد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92" w:name="_Toc383512709"/>
      <w:bookmarkStart w:id="293" w:name="_Toc383513143"/>
      <w:r>
        <w:rPr>
          <w:rtl/>
          <w:lang w:bidi="fa-IR"/>
        </w:rPr>
        <w:t>141</w:t>
      </w:r>
      <w:r w:rsidR="001A2786">
        <w:rPr>
          <w:rtl/>
          <w:lang w:bidi="fa-IR"/>
        </w:rPr>
        <w:t>. رفع هفتاد گرفتارى</w:t>
      </w:r>
      <w:bookmarkEnd w:id="292"/>
      <w:bookmarkEnd w:id="2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است كه فرمود: هر كس در روز سى بار خدا را تسبيح كند خداى تبارك و تعالى هفتاد گونه گرفتارى را كه پست ترين آن تهيدستى است از او رفع فرمايد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94" w:name="_Toc383512710"/>
      <w:bookmarkStart w:id="295" w:name="_Toc383513144"/>
      <w:r>
        <w:rPr>
          <w:rtl/>
          <w:lang w:bidi="fa-IR"/>
        </w:rPr>
        <w:t>142</w:t>
      </w:r>
      <w:r w:rsidR="001A2786">
        <w:rPr>
          <w:rtl/>
          <w:lang w:bidi="fa-IR"/>
        </w:rPr>
        <w:t>. بى نيازى در دنيا</w:t>
      </w:r>
      <w:bookmarkEnd w:id="294"/>
      <w:bookmarkEnd w:id="2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است كه فرمود: هر كس سى بار بگويد: سبحان الله و بحمده (منزه است خداوند يكتا و من به ستايش او مشغولم) و سبحان الله العظيم و بحمده (منزه است خداوند بزرگ و من او را مى ستايم) ثروت و بى نيازى به او روى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فقر و تهيدستى از او روى گرداند و دروازه بهشت را مى كوبد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96" w:name="_Toc383512711"/>
      <w:bookmarkStart w:id="297" w:name="_Toc383513145"/>
      <w:r>
        <w:rPr>
          <w:rtl/>
          <w:lang w:bidi="fa-IR"/>
        </w:rPr>
        <w:t>143</w:t>
      </w:r>
      <w:r w:rsidR="001A2786">
        <w:rPr>
          <w:rtl/>
          <w:lang w:bidi="fa-IR"/>
        </w:rPr>
        <w:t>. عوامل سنگينى ترازوى اعمال</w:t>
      </w:r>
      <w:bookmarkEnd w:id="296"/>
      <w:bookmarkEnd w:id="2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پنج چيز است كه بسيار موجب سنگينى ترازوى اعمال مى گردد: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سبحان الله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الحمد لله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لا اله الا الله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الله اكبر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5- فرزند شايسته اى از مسلمانى بميرد و مسلمان در مصيبت او صبر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298" w:name="_Toc383512712"/>
      <w:bookmarkStart w:id="299" w:name="_Toc383513146"/>
      <w:r>
        <w:rPr>
          <w:rtl/>
          <w:lang w:bidi="fa-IR"/>
        </w:rPr>
        <w:t>144</w:t>
      </w:r>
      <w:r w:rsidR="001A2786">
        <w:rPr>
          <w:rtl/>
          <w:lang w:bidi="fa-IR"/>
        </w:rPr>
        <w:t>. هنگام پايين آمدن</w:t>
      </w:r>
      <w:bookmarkEnd w:id="298"/>
      <w:bookmarkEnd w:id="2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مى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روز هر وقت رو به نشيب مى گذاشت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سبحان الله مى گفت : و وقتى بدن رو به بالا مى نهاد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 اكبر مى گفت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0" w:name="_Toc383512713"/>
      <w:bookmarkStart w:id="301" w:name="_Toc383513147"/>
      <w:r>
        <w:rPr>
          <w:rtl/>
          <w:lang w:bidi="fa-IR"/>
        </w:rPr>
        <w:t>145</w:t>
      </w:r>
      <w:r w:rsidR="001A2786">
        <w:rPr>
          <w:rtl/>
          <w:lang w:bidi="fa-IR"/>
        </w:rPr>
        <w:t>. ثواب گفتن صد بار سبحان الله</w:t>
      </w:r>
      <w:bookmarkEnd w:id="300"/>
      <w:bookmarkEnd w:id="3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يونس بن يعقوب مى گويد: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پرسيدم : آيا كسى كه صد بار سبحان الله بگويد از كسانى است كه خدا را بسيار ياد مى كند؟ فرمود: بله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(149)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2" w:name="_Toc383512714"/>
      <w:bookmarkStart w:id="303" w:name="_Toc383513148"/>
      <w:r>
        <w:rPr>
          <w:rtl/>
          <w:lang w:bidi="fa-IR"/>
        </w:rPr>
        <w:t>146</w:t>
      </w:r>
      <w:r w:rsidR="001A2786">
        <w:rPr>
          <w:rtl/>
          <w:lang w:bidi="fa-IR"/>
        </w:rPr>
        <w:t>. درختى در بهشت</w:t>
      </w:r>
      <w:bookmarkEnd w:id="302"/>
      <w:bookmarkEnd w:id="3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 پيغمبر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 كس بگويد سبحان الله خدا برايش درختى در بهشت مى نشاند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 بگويد الحمد لله خدا برايش درختى در بهشت مى نشاند و هر كس ‍ بگويد لا اله الا الله خدا درختى برايش در بهشت مى نشاند و هر كس بگويد الله اكبر خدا در بهشت درختى برايش مى نشاند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مردى از قريش - كه ابوبكر بود - عرض كرد: يا رسول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درختان ما در بهشت فراوان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وليكن بپرهيزيد از اين كه آتشى بر آن بفرستيد و آن را بسوزانيد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خدا فرموده است : اى كسانى كه ايمان آورده ايد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و رسول را فرمان بريد و اعمال خود را به سبب نافرمانى تباه نسازيد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4" w:name="_Toc383512715"/>
      <w:bookmarkStart w:id="305" w:name="_Toc383513149"/>
      <w:r>
        <w:rPr>
          <w:rtl/>
          <w:lang w:bidi="fa-IR"/>
        </w:rPr>
        <w:lastRenderedPageBreak/>
        <w:t>147</w:t>
      </w:r>
      <w:r w:rsidR="001A2786">
        <w:rPr>
          <w:rtl/>
          <w:lang w:bidi="fa-IR"/>
        </w:rPr>
        <w:t>. كلام محبوب در پيشگاه حق تعالى</w:t>
      </w:r>
      <w:bookmarkEnd w:id="304"/>
      <w:bookmarkEnd w:id="3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ابوذر گفت 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محبوب ترين كلام در پيشگاه خداوند اين ذكر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تسبيح خداى بى شريك مى كنم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پادشاهى خاص او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ستايش ويژه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او بر هر چيزى توانا است و هيچ قدرت و نيرويى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به عنايت و توجه خدا منزه است خدا او را مى ستايم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6" w:name="_Toc383512716"/>
      <w:bookmarkStart w:id="307" w:name="_Toc383513150"/>
      <w:r>
        <w:rPr>
          <w:rtl/>
          <w:lang w:bidi="fa-IR"/>
        </w:rPr>
        <w:t>148</w:t>
      </w:r>
      <w:r w:rsidR="001A2786">
        <w:rPr>
          <w:rtl/>
          <w:lang w:bidi="fa-IR"/>
        </w:rPr>
        <w:t>. سه هزار حسنه</w:t>
      </w:r>
      <w:bookmarkEnd w:id="306"/>
      <w:bookmarkEnd w:id="307"/>
    </w:p>
    <w:p w:rsidR="00E85A8A" w:rsidRDefault="00E85A8A" w:rsidP="00E85A8A">
      <w:pPr>
        <w:pStyle w:val="libNormal"/>
        <w:rPr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بگويد سبحان الله و بحمده و سبحان الله العظيم و بحمده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سه هزار حسنه براى او نوشته و سه هزار درجه او را بالا مى برد و از اين ذكر پرنده اى مى آفريند كه خدا را تسبيح مى كند و پاداش اين تسبيح براى او خواهد بود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08" w:name="_Toc383512717"/>
      <w:bookmarkStart w:id="309" w:name="_Toc383513151"/>
      <w:r>
        <w:rPr>
          <w:rtl/>
          <w:lang w:bidi="fa-IR"/>
        </w:rPr>
        <w:t>149</w:t>
      </w:r>
      <w:r w:rsidR="001A2786">
        <w:rPr>
          <w:rtl/>
          <w:lang w:bidi="fa-IR"/>
        </w:rPr>
        <w:t>. محبوب ترين كلام نزد خداوند</w:t>
      </w:r>
      <w:bookmarkEnd w:id="308"/>
      <w:bookmarkEnd w:id="3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ابوذر غفارى (رض) مى گويد: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من فرمود: آيا تو را خبر ندهم به محبوبترين كلام در نزد خدا! به راستى محبوب ترين سخن در پيشگاه خدا سبحان الله و بحمده گفتن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10" w:name="_Toc383512718"/>
      <w:bookmarkStart w:id="311" w:name="_Toc383513152"/>
      <w:r>
        <w:rPr>
          <w:rtl/>
          <w:lang w:bidi="fa-IR"/>
        </w:rPr>
        <w:t>150</w:t>
      </w:r>
      <w:r w:rsidR="001A2786">
        <w:rPr>
          <w:rtl/>
          <w:lang w:bidi="fa-IR"/>
        </w:rPr>
        <w:t>. سبحان الله با تسبيح تربت</w:t>
      </w:r>
      <w:bookmarkEnd w:id="310"/>
      <w:bookmarkEnd w:id="3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 ديگر به نقل از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كه آن حضرت فرمودند: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با تسبيح تربت يك مرتبه سبحان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چهارصد حسنه براى او نوشته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چهارصد گناهش برطرف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چهارصد درجه اش ‍ بالا مى رود و چهارصد حاجتش برآورده مى گردد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12" w:name="_Toc383512719"/>
      <w:bookmarkStart w:id="313" w:name="_Toc383513153"/>
      <w:r>
        <w:rPr>
          <w:rtl/>
          <w:lang w:bidi="fa-IR"/>
        </w:rPr>
        <w:lastRenderedPageBreak/>
        <w:t>151</w:t>
      </w:r>
      <w:r w:rsidR="001A2786">
        <w:rPr>
          <w:rtl/>
          <w:lang w:bidi="fa-IR"/>
        </w:rPr>
        <w:t>. محبوبترين سخنان نزد خدا</w:t>
      </w:r>
      <w:bookmarkEnd w:id="312"/>
      <w:bookmarkEnd w:id="3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از محبوبترين سخنان در نزد خداوند عزوجل گفتن سبحان ربى و بحمده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(منزه است پروردگار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من به ستايش ‍ او مشغولم)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14" w:name="_Toc383512720"/>
      <w:bookmarkStart w:id="315" w:name="_Toc383513154"/>
      <w:r>
        <w:rPr>
          <w:rtl/>
          <w:lang w:bidi="fa-IR"/>
        </w:rPr>
        <w:t>152</w:t>
      </w:r>
      <w:r w:rsidR="001A2786">
        <w:rPr>
          <w:rtl/>
          <w:lang w:bidi="fa-IR"/>
        </w:rPr>
        <w:t>. محبوب نزد خداوند</w:t>
      </w:r>
      <w:bookmarkEnd w:id="314"/>
      <w:bookmarkEnd w:id="3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ابوهريره گويد: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دو كلمه است كه بر زبان سبك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ترازوى اعمال سنگين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پيشگاه خداى مهربان محبوبند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سبحان الله و بحمده و سبحان الله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(156)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16" w:name="_Toc383512721"/>
      <w:bookmarkStart w:id="317" w:name="_Toc383513155"/>
      <w:r w:rsidR="00E85A8A">
        <w:rPr>
          <w:rtl/>
          <w:lang w:bidi="fa-IR"/>
        </w:rPr>
        <w:lastRenderedPageBreak/>
        <w:t>6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الحمد لله</w:t>
      </w:r>
      <w:bookmarkEnd w:id="316"/>
      <w:bookmarkEnd w:id="317"/>
    </w:p>
    <w:p w:rsidR="00E85A8A" w:rsidRDefault="00E85A8A" w:rsidP="001A2786">
      <w:pPr>
        <w:pStyle w:val="Heading2"/>
        <w:rPr>
          <w:rtl/>
          <w:lang w:bidi="fa-IR"/>
        </w:rPr>
      </w:pPr>
      <w:bookmarkStart w:id="318" w:name="_Toc383512722"/>
      <w:bookmarkStart w:id="319" w:name="_Toc383513156"/>
      <w:r>
        <w:rPr>
          <w:rtl/>
          <w:lang w:bidi="fa-IR"/>
        </w:rPr>
        <w:t>153</w:t>
      </w:r>
      <w:r w:rsidR="001A2786">
        <w:rPr>
          <w:rtl/>
          <w:lang w:bidi="fa-IR"/>
        </w:rPr>
        <w:t>. ذكر الحمد لله پس از غذا</w:t>
      </w:r>
      <w:bookmarkEnd w:id="318"/>
      <w:bookmarkEnd w:id="3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هنگامى كه سفره پهن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بسم الله بگو و وقت خوردن بسم الله على اوله و آخره بگو و پس از برچيدن سفره الحمد لله بگوى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0" w:name="_Toc383512723"/>
      <w:bookmarkStart w:id="321" w:name="_Toc383513157"/>
      <w:r>
        <w:rPr>
          <w:rtl/>
          <w:lang w:bidi="fa-IR"/>
        </w:rPr>
        <w:t>154</w:t>
      </w:r>
      <w:r w:rsidR="001A2786">
        <w:rPr>
          <w:rtl/>
          <w:lang w:bidi="fa-IR"/>
        </w:rPr>
        <w:t>. شكر روز و شكر شب</w:t>
      </w:r>
      <w:bookmarkEnd w:id="320"/>
      <w:bookmarkEnd w:id="3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كسى كه در صبح چهار بار بگويد الحمد لله رب العالمين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بى ترديد شكر آن روز را به جاى آورده است و كسى كه در شب آن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شكر آن شب را ادا كرده است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2" w:name="_Toc383512724"/>
      <w:bookmarkStart w:id="323" w:name="_Toc383513158"/>
      <w:r>
        <w:rPr>
          <w:rtl/>
          <w:lang w:bidi="fa-IR"/>
        </w:rPr>
        <w:t>155</w:t>
      </w:r>
      <w:r w:rsidR="001A2786">
        <w:rPr>
          <w:rtl/>
          <w:lang w:bidi="fa-IR"/>
        </w:rPr>
        <w:t xml:space="preserve">. سفارش پيامبر </w:t>
      </w:r>
      <w:r w:rsidR="00FD2726" w:rsidRPr="00FD2726">
        <w:rPr>
          <w:rStyle w:val="libAlaemChar"/>
          <w:rtl/>
        </w:rPr>
        <w:t>صلى‌الله‌عليه‌وآله‌</w:t>
      </w:r>
      <w:r w:rsidR="001A2786">
        <w:rPr>
          <w:rtl/>
          <w:lang w:bidi="fa-IR"/>
        </w:rPr>
        <w:t xml:space="preserve"> به على </w:t>
      </w:r>
      <w:r w:rsidR="007D440E" w:rsidRPr="007D440E">
        <w:rPr>
          <w:rStyle w:val="libAlaemChar"/>
          <w:rtl/>
        </w:rPr>
        <w:t>عليه‌السلام</w:t>
      </w:r>
      <w:bookmarkEnd w:id="322"/>
      <w:bookmarkEnd w:id="3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يا على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به هنگام غذا خوردن بسم الله و بعد از غذا الحمد لله بگو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4" w:name="_Toc383512725"/>
      <w:bookmarkStart w:id="325" w:name="_Toc383513159"/>
      <w:r>
        <w:rPr>
          <w:rtl/>
          <w:lang w:bidi="fa-IR"/>
        </w:rPr>
        <w:t>156</w:t>
      </w:r>
      <w:r w:rsidR="001A2786">
        <w:rPr>
          <w:rtl/>
          <w:lang w:bidi="fa-IR"/>
        </w:rPr>
        <w:t>. حد تحميد الهى</w:t>
      </w:r>
      <w:bookmarkEnd w:id="324"/>
      <w:bookmarkEnd w:id="3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يكى از اصحاب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ايشان نقل مى كند كه ايشان فرمود: هر دعايى كه پيش از آن حمد خدا نباشد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نيمه است و پى بريده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حمد خدا بايد و سپس ستايش او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من گفتم : نمى دانم چه اندازه از تحميد و تمجيد بس است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فرمود: مى گويد: بار خدايا! تويى آغاز و پيش از تو چيزى نيست و تويى انجام و پس از تو چيزى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تويى آشكارا و فرازتر از تو چيزى نيست و تويى نهان و در برابر تو چيزى 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تويى عزيز و حكمت دار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(159)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6" w:name="_Toc383512726"/>
      <w:bookmarkStart w:id="327" w:name="_Toc383513160"/>
      <w:r>
        <w:rPr>
          <w:rtl/>
          <w:lang w:bidi="fa-IR"/>
        </w:rPr>
        <w:lastRenderedPageBreak/>
        <w:t>157</w:t>
      </w:r>
      <w:r w:rsidR="001A2786">
        <w:rPr>
          <w:rtl/>
          <w:lang w:bidi="fa-IR"/>
        </w:rPr>
        <w:t>. ذكر هنگام خواب</w:t>
      </w:r>
      <w:bookmarkEnd w:id="326"/>
      <w:bookmarkEnd w:id="3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هنگام خواب سه بار ذكر زير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مانند روزى كه از مادر متولد شده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گناهان بيرون مى آيد: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الحمد لله الذى علا فقهر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الحمد لله الذى بطن فخبر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والحمد لله الذى ملك فقدر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الحمد لله الذى يحيى الموتى و يميت الاحياء و هو على كل شى ء قدير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يعنى : همه ثناها مخصوص خداوندى است كه پيروز و غالب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همه ثناها مخصوص خداوندى است كه دانا به نهان و آشكار همه چيزى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همه ثناها مخصوص خداوندى است كه مالك و توانا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همه ثناها مخصوص خداوندى است كه مردگان را زنده نموده و زندگان را مى ميراند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او بر هر چيزى توانا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28" w:name="_Toc383512727"/>
      <w:bookmarkStart w:id="329" w:name="_Toc383513161"/>
      <w:r>
        <w:rPr>
          <w:rtl/>
          <w:lang w:bidi="fa-IR"/>
        </w:rPr>
        <w:t>158</w:t>
      </w:r>
      <w:r w:rsidR="001A2786">
        <w:rPr>
          <w:rtl/>
          <w:lang w:bidi="fa-IR"/>
        </w:rPr>
        <w:t>. شكر گذشته و آينده</w:t>
      </w:r>
      <w:bookmarkEnd w:id="328"/>
      <w:bookmarkEnd w:id="3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 روزى هفت بار بگويد الحمد لله على كل نعمه كانت او هى كائنه (تمامى ثناها مخصوص خداوندى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خاطر همه نعمتهايى كه بوده يا خواهد بود)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شكر گذشته ها و آينده ها را به جاى آورده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30" w:name="_Toc383512728"/>
      <w:bookmarkStart w:id="331" w:name="_Toc383513162"/>
      <w:r>
        <w:rPr>
          <w:rtl/>
          <w:lang w:bidi="fa-IR"/>
        </w:rPr>
        <w:t>159</w:t>
      </w:r>
      <w:r w:rsidR="001A2786">
        <w:rPr>
          <w:rtl/>
          <w:lang w:bidi="fa-IR"/>
        </w:rPr>
        <w:t>. سيصد و شصت بار حمد در روز</w:t>
      </w:r>
      <w:bookmarkEnd w:id="330"/>
      <w:bookmarkEnd w:id="3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را شيوه بوده كه هر روز سيصد و شصت بار خدا را حمد مى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شماره رگهاى تن انسان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مى فرمود: الحمد لله رب العالمين كثيرا على كل حال سپاس از آن پروردگار جهانيان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بسيار است در هر حال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32" w:name="_Toc383512729"/>
      <w:bookmarkStart w:id="333" w:name="_Toc383513163"/>
      <w:r>
        <w:rPr>
          <w:rtl/>
          <w:lang w:bidi="fa-IR"/>
        </w:rPr>
        <w:lastRenderedPageBreak/>
        <w:t>160</w:t>
      </w:r>
      <w:r w:rsidR="001A2786">
        <w:rPr>
          <w:rtl/>
          <w:lang w:bidi="fa-IR"/>
        </w:rPr>
        <w:t>. ثواب به عهده خداوند</w:t>
      </w:r>
      <w:bookmarkEnd w:id="332"/>
      <w:bookmarkEnd w:id="3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بگويد الحمد لله كما هو اهله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(همه ثناها مخصوص خداوند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شايسته آن مى باشد) نويسندگان آسمانى (فرشتگان) نمى توانند ثواب آن را بنويسند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كردم : چرا؟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فرمود: چون (ثواب آن را نمى دانند و) عرضه مى دارند: خدايا! از غيب آگاهى نداريم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خداوند مى فرمايد: هر چه كه بنده ام مى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بنويسيد و ثواب آن باشد به عهده من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34" w:name="_Toc383512730"/>
      <w:bookmarkStart w:id="335" w:name="_Toc383513164"/>
      <w:r>
        <w:rPr>
          <w:rtl/>
          <w:lang w:bidi="fa-IR"/>
        </w:rPr>
        <w:t>161</w:t>
      </w:r>
      <w:r w:rsidR="001A2786">
        <w:rPr>
          <w:rtl/>
          <w:lang w:bidi="fa-IR"/>
        </w:rPr>
        <w:t>. ذكر هنگام صبح</w:t>
      </w:r>
      <w:bookmarkEnd w:id="334"/>
      <w:bookmarkEnd w:id="3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بلدالاءمين از سلمان فارسى روايت شده است كه هر بنده اى كه داخل صبح شود و سه مرتبه اين ذكر را تكرار كند: الحمد لله رب العالمين الحمد لله حمدا كثيرا طيبا مباركا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حق تعالى هفتاد نوع بلا را از او دفع مى نمايد كه كمتر آنها اندوه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(164)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6" w:name="_Toc383512731"/>
      <w:bookmarkStart w:id="337" w:name="_Toc383513165"/>
      <w:r w:rsidR="00E85A8A">
        <w:rPr>
          <w:rtl/>
          <w:lang w:bidi="fa-IR"/>
        </w:rPr>
        <w:lastRenderedPageBreak/>
        <w:t>7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الله اكبر</w:t>
      </w:r>
      <w:bookmarkEnd w:id="336"/>
      <w:bookmarkEnd w:id="337"/>
    </w:p>
    <w:p w:rsidR="00E85A8A" w:rsidRDefault="00E85A8A" w:rsidP="001A2786">
      <w:pPr>
        <w:pStyle w:val="Heading2"/>
        <w:rPr>
          <w:rtl/>
          <w:lang w:bidi="fa-IR"/>
        </w:rPr>
      </w:pPr>
      <w:bookmarkStart w:id="338" w:name="_Toc383512732"/>
      <w:bookmarkStart w:id="339" w:name="_Toc383513166"/>
      <w:r>
        <w:rPr>
          <w:rtl/>
          <w:lang w:bidi="fa-IR"/>
        </w:rPr>
        <w:t>162</w:t>
      </w:r>
      <w:r w:rsidR="001A2786">
        <w:rPr>
          <w:rtl/>
          <w:lang w:bidi="fa-IR"/>
        </w:rPr>
        <w:t>. گفتن الله اكبر هنگام بالا رفتن</w:t>
      </w:r>
      <w:bookmarkEnd w:id="338"/>
      <w:bookmarkEnd w:id="3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است كه مى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شب هر وقت رو به نشيب مى گذاشت سبحان الله مى گفت و چون رو به بالا مى نهاد الله اكبر مى گفت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40" w:name="_Toc383512733"/>
      <w:bookmarkStart w:id="341" w:name="_Toc383513167"/>
      <w:r>
        <w:rPr>
          <w:rtl/>
          <w:lang w:bidi="fa-IR"/>
        </w:rPr>
        <w:t>163</w:t>
      </w:r>
      <w:r w:rsidR="001A2786">
        <w:rPr>
          <w:rtl/>
          <w:lang w:bidi="fa-IR"/>
        </w:rPr>
        <w:t xml:space="preserve">. شيوه رسول خدا </w:t>
      </w:r>
      <w:r w:rsidR="00FD2726" w:rsidRPr="00FD2726">
        <w:rPr>
          <w:rStyle w:val="libAlaemChar"/>
          <w:rtl/>
        </w:rPr>
        <w:t>صلى‌الله‌عليه‌وآله‌</w:t>
      </w:r>
      <w:bookmarkEnd w:id="340"/>
      <w:bookmarkEnd w:id="3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ابوحمزه مى گويد: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ديدم كه هنگام بيرون رفتن از خانه دو لب خود را مى جنبانيد و بر در خانه ايستاده بود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كردم : ديدم دو لب خود را هنگامى كه از خانه به در آمدى جنبانيدى آيا چيزى گفتى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راستى انسان چون خواهد از خانه خود به در آيد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هنگام بيرون شدن سه بار بگويد: الله اكبر و سه بار بگويد: بالله اخرج و بالله ادخل و على الله اتوكل (بار 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برابرم در خير را بگشاى و كارم را به خير به پايان آور و از شر هر جنبنده اى نگاه دارم كه مهارش را دارى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راستى پروردگار من به راه راست است) پيوسته در ضمانت خداوند عزوجل است تا خداوند او را به همان جا برگرداند كه در آن بوده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42" w:name="_Toc383512734"/>
      <w:bookmarkStart w:id="343" w:name="_Toc383513168"/>
      <w:r>
        <w:rPr>
          <w:rtl/>
          <w:lang w:bidi="fa-IR"/>
        </w:rPr>
        <w:t>164</w:t>
      </w:r>
      <w:r w:rsidR="001A2786">
        <w:rPr>
          <w:rtl/>
          <w:lang w:bidi="fa-IR"/>
        </w:rPr>
        <w:t>. اذكار محبوب</w:t>
      </w:r>
      <w:bookmarkEnd w:id="342"/>
      <w:bookmarkEnd w:id="3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ربعى از فصيل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باقر و يا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كند و مى گويد كه شنيدم مى فرمود: الله اكبر و لا اله الا الله بسيار بگوييد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چيزى در نزد خداى عز و جل از تكبير گفتن الله اكبر و تهليل گفتن لا اله الا الله محبوب تر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(167)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4" w:name="_Toc383512735"/>
      <w:bookmarkStart w:id="345" w:name="_Toc383513169"/>
      <w:r w:rsidR="00E85A8A">
        <w:rPr>
          <w:rtl/>
          <w:lang w:bidi="fa-IR"/>
        </w:rPr>
        <w:lastRenderedPageBreak/>
        <w:t>8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تسبيحات اربعه : سبحان الله و الحمد لله و لا اله الا الله و الله اكبر</w:t>
      </w:r>
      <w:bookmarkEnd w:id="344"/>
      <w:bookmarkEnd w:id="345"/>
    </w:p>
    <w:p w:rsidR="00E85A8A" w:rsidRDefault="00E85A8A" w:rsidP="001A2786">
      <w:pPr>
        <w:pStyle w:val="Heading2"/>
        <w:rPr>
          <w:rtl/>
          <w:lang w:bidi="fa-IR"/>
        </w:rPr>
      </w:pPr>
      <w:bookmarkStart w:id="346" w:name="_Toc383512736"/>
      <w:bookmarkStart w:id="347" w:name="_Toc383513170"/>
      <w:r>
        <w:rPr>
          <w:rtl/>
          <w:lang w:bidi="fa-IR"/>
        </w:rPr>
        <w:t>165</w:t>
      </w:r>
      <w:r w:rsidR="001A2786">
        <w:rPr>
          <w:rtl/>
          <w:lang w:bidi="fa-IR"/>
        </w:rPr>
        <w:t>. نعمتهاى بوستان بهشت</w:t>
      </w:r>
      <w:bookmarkEnd w:id="346"/>
      <w:bookmarkEnd w:id="3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چون به بوستانهاى بهشت رسيديد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نعمتهاى آن بهره جوييد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پرسيدند: بوستانهاى بهشت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مساجد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پرسيدند: نعمتهاى آن كدام است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سبحان الله و الحمد لله و لا اله الا الله والله اكبر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48" w:name="_Toc383512737"/>
      <w:bookmarkStart w:id="349" w:name="_Toc383513171"/>
      <w:r>
        <w:rPr>
          <w:rtl/>
          <w:lang w:bidi="fa-IR"/>
        </w:rPr>
        <w:t>166</w:t>
      </w:r>
      <w:r w:rsidR="001A2786">
        <w:rPr>
          <w:rtl/>
          <w:lang w:bidi="fa-IR"/>
        </w:rPr>
        <w:t>. درختكارى در بهشت</w:t>
      </w:r>
      <w:bookmarkEnd w:id="348"/>
      <w:bookmarkEnd w:id="3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راستى كه در بهشت دشت وسيعى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درختكارى آن را افزون كنيد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عرض كردند: اى رسول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درختكارى در آنجا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سبحان الله و الحمد لله و لا اله الا الله و الله اكبر گفتن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(169)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50" w:name="_Toc383512738"/>
      <w:bookmarkStart w:id="351" w:name="_Toc383513172"/>
      <w:r>
        <w:rPr>
          <w:rtl/>
          <w:lang w:bidi="fa-IR"/>
        </w:rPr>
        <w:t>167</w:t>
      </w:r>
      <w:r w:rsidR="001A2786">
        <w:rPr>
          <w:rtl/>
          <w:lang w:bidi="fa-IR"/>
        </w:rPr>
        <w:t>. هر ذكر، نهالى در بهشت</w:t>
      </w:r>
      <w:bookmarkEnd w:id="350"/>
      <w:bookmarkEnd w:id="3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ابوهريره گويد: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بر من گذشت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چند نهال با من بود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آيا دلالت كنم شما را بر نهال هايى كه برتر از اينها باشد؟ فرمود: آن سبحان الله و الحمد لله و لا اله الا الله و الله اكبر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هر كلمه اى از آن را چون بگويى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به عوض آن براى تو درختى در بهشت غرس فرمايد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52" w:name="_Toc383512739"/>
      <w:bookmarkStart w:id="353" w:name="_Toc383513173"/>
      <w:r>
        <w:rPr>
          <w:rtl/>
          <w:lang w:bidi="fa-IR"/>
        </w:rPr>
        <w:t>168</w:t>
      </w:r>
      <w:r w:rsidR="001A2786">
        <w:rPr>
          <w:rtl/>
          <w:lang w:bidi="fa-IR"/>
        </w:rPr>
        <w:t>. ذكر باقيات صالحات</w:t>
      </w:r>
      <w:bookmarkEnd w:id="352"/>
      <w:bookmarkEnd w:id="3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روزى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ياران خود فرمودند: آيا اگر لباسها و ظرفهايتان را جمع كرده و آنها را روى هم گذاريد به آسمان خواهد رسيد؟ گفتند: 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رسول خدا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فرمودند: نمى خواهيد به شما چيزى </w:t>
      </w:r>
      <w:r>
        <w:rPr>
          <w:rtl/>
          <w:lang w:bidi="fa-IR"/>
        </w:rPr>
        <w:lastRenderedPageBreak/>
        <w:t>بگويم كه ريشه اش در زمين و شاخه اش در آسمان باشد؟ عرض ‍ كردند: چرا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رسول خدا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فرمودند: هر كدام از شما بعد از نماز واجبش مى تواند سى بار بگويد سبحان الله و الحمد لله و لا اله الا الله و الله اكبر زيرا ريشه اين ذكرها در زمين و شاخه اش در آسمان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اين ذكرها از زير آوار ماندن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آتش سوختن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غرق شدن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افتادن در چاه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طعمه درندگان شدن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مرگ بد و حادثه ناگوارى كه در آن روز از آسمان فرود مى آيد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جلوگيرى مى كند و اين ذكرها باقيات صالحات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54" w:name="_Toc383512740"/>
      <w:bookmarkStart w:id="355" w:name="_Toc383513174"/>
      <w:r>
        <w:rPr>
          <w:rtl/>
          <w:lang w:bidi="fa-IR"/>
        </w:rPr>
        <w:t>169</w:t>
      </w:r>
      <w:r w:rsidR="001A2786">
        <w:rPr>
          <w:rtl/>
          <w:lang w:bidi="fa-IR"/>
        </w:rPr>
        <w:t>. جلوه تسبيحات اربعه در قيامت</w:t>
      </w:r>
      <w:bookmarkEnd w:id="354"/>
      <w:bookmarkEnd w:id="3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زياد بگوييد سبحان الله و الحمد لله و لا اله الا الله والله اكبر زيرا اين ذكرها در روز قيامت (با شكوه و عظمت خاصى) مى آيند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بدين گونه كه عده اى (از فرشتگان) در جلو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عده اى نيز در پشت سر آنها و عده اى ديگر از پشت سر اين گروه حركت مى كنند و اينها باقيات صالحات هستند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56" w:name="_Toc383512741"/>
      <w:bookmarkStart w:id="357" w:name="_Toc383513175"/>
      <w:r>
        <w:rPr>
          <w:rtl/>
          <w:lang w:bidi="fa-IR"/>
        </w:rPr>
        <w:t>170</w:t>
      </w:r>
      <w:r w:rsidR="001A2786">
        <w:rPr>
          <w:rtl/>
          <w:lang w:bidi="fa-IR"/>
        </w:rPr>
        <w:t>. سپرى در برابر آتش</w:t>
      </w:r>
      <w:bookmarkEnd w:id="356"/>
      <w:bookmarkEnd w:id="3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اصحاب رو كرده و فرمودند: سپرهاى خود را برداريد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گفتند: اى رسول خدا! براى آن دشمنى كه به ما نزديك شده است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آن حضرت فرمود: 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مقابله با آتش بگوييد: سبحان الله والحمد لله و لا اله الا الله والله اكبر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58" w:name="_Toc383512742"/>
      <w:bookmarkStart w:id="359" w:name="_Toc383513176"/>
      <w:r>
        <w:rPr>
          <w:rtl/>
          <w:lang w:bidi="fa-IR"/>
        </w:rPr>
        <w:lastRenderedPageBreak/>
        <w:t>171</w:t>
      </w:r>
      <w:r w:rsidR="001A2786">
        <w:rPr>
          <w:rtl/>
          <w:lang w:bidi="fa-IR"/>
        </w:rPr>
        <w:t xml:space="preserve">. عظمت اين ذكر نزد پيامبر </w:t>
      </w:r>
      <w:r w:rsidR="00FD2726" w:rsidRPr="00FD2726">
        <w:rPr>
          <w:rStyle w:val="libAlaemChar"/>
          <w:rtl/>
        </w:rPr>
        <w:t>صلى‌الله‌عليه‌وآله‌</w:t>
      </w:r>
      <w:bookmarkEnd w:id="358"/>
      <w:bookmarkEnd w:id="3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حديثى مى فرمايد: چنانچه سبحان الله والحمد لله و لا اله الا الله والله اكبر بگويم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من از آنچه كه خورشيد بر آن مى تابد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محبوب تر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60" w:name="_Toc383512743"/>
      <w:bookmarkStart w:id="361" w:name="_Toc383513177"/>
      <w:r>
        <w:rPr>
          <w:rtl/>
          <w:lang w:bidi="fa-IR"/>
        </w:rPr>
        <w:t>172</w:t>
      </w:r>
      <w:r w:rsidR="001A2786">
        <w:rPr>
          <w:rtl/>
          <w:lang w:bidi="fa-IR"/>
        </w:rPr>
        <w:t>. مصالح فرشتگان در بهشت</w:t>
      </w:r>
      <w:bookmarkEnd w:id="360"/>
      <w:bookmarkEnd w:id="3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وقتى به آسمان برده شدم و داخل بهشت گرديدم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 جا بيابانهايى و قطعه زمينهايى از مشك ديدم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با خشتى از طلا و نقره بنا مى گذاشتند و بسا دست از كار مى كشيدند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به آنان گفتم : چرا گاهى بنا مى گذاريد و گاهى دست نگاه مى داريد؟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گفتند: تا مصالح كار برسد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گفتم : مصالح شما چيست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گفتند: اين است كه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بگويد سبحان الله والحمد لله و لا اله الا الله و الله اكبر هر وقت او اينها را گفت بنا مى گذاريم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وقت ساكت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 هم امساك مى كنيم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62" w:name="_Toc383512744"/>
      <w:bookmarkStart w:id="363" w:name="_Toc383513178"/>
      <w:r>
        <w:rPr>
          <w:rtl/>
          <w:lang w:bidi="fa-IR"/>
        </w:rPr>
        <w:t>173</w:t>
      </w:r>
      <w:r w:rsidR="001A2786">
        <w:rPr>
          <w:rtl/>
          <w:lang w:bidi="fa-IR"/>
        </w:rPr>
        <w:t xml:space="preserve">. </w:t>
      </w:r>
      <w:r w:rsidR="007D440E">
        <w:rPr>
          <w:rtl/>
          <w:lang w:bidi="fa-IR"/>
        </w:rPr>
        <w:t>تأکید</w:t>
      </w:r>
      <w:r w:rsidR="001A2786">
        <w:rPr>
          <w:rtl/>
          <w:lang w:bidi="fa-IR"/>
        </w:rPr>
        <w:t xml:space="preserve"> خداوند به گفتن اين ذكر</w:t>
      </w:r>
      <w:bookmarkEnd w:id="362"/>
      <w:bookmarkEnd w:id="3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فرمودند: از جمله واجباتى كه خدا روى آن </w:t>
      </w:r>
      <w:r w:rsidR="007D440E">
        <w:rPr>
          <w:rtl/>
          <w:lang w:bidi="fa-IR"/>
        </w:rPr>
        <w:t>تأکید</w:t>
      </w:r>
      <w:r>
        <w:rPr>
          <w:rtl/>
          <w:lang w:bidi="fa-IR"/>
        </w:rPr>
        <w:t xml:space="preserve"> بسزا فرموده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را فراوان ياد كردن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 گاه فرمود: مقصودم از ياد كردن خدا گفتن سبحان الله والحمد لله و لا اله الا الله و الله اكبر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چه آن هم از ذكر كثير به حساب مى آيد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ليكن مقصودم خدا را ياد كردن است در هنگامى كه انسان به چيز حلال و حرام برخورد مى كند كه اگر آن اطاعت از خداست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انجام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اگر نافرمانى از اوست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را رها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64" w:name="_Toc383512745"/>
      <w:bookmarkStart w:id="365" w:name="_Toc383513179"/>
      <w:r>
        <w:rPr>
          <w:rtl/>
          <w:lang w:bidi="fa-IR"/>
        </w:rPr>
        <w:lastRenderedPageBreak/>
        <w:t>174</w:t>
      </w:r>
      <w:r w:rsidR="001A2786">
        <w:rPr>
          <w:rtl/>
          <w:lang w:bidi="fa-IR"/>
        </w:rPr>
        <w:t>. براى هر تسبيح ده درخت در بهشت</w:t>
      </w:r>
      <w:bookmarkEnd w:id="364"/>
      <w:bookmarkEnd w:id="3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گويد: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مردى گذر كرد كه در باغستانى درخت مى كاشت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نزد او ايستاد و فرمود: تو را دلالت نكنم بر كشت درختانى كه ريشه هايشان برجاتر و رسيدن ميوه هايشان زودتر و ميوه هايشان بهتر و پاينده تر باشند؟ گفت : چرا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بدان راهنمائى كن يا رسول الله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چون بامداد و پسين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 سبحان الله والحمد لله و لا اله الا الله والله اكبر زيرا اگر آن را گويى به شماره هر تسبيح ده درخت در بهشت دارى از انواع ميوه و آنها از باقيات صالحاتند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آن مرد گفت : پس به راستى يا رسول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شما را گواه گرفتم كه اين نخلستان من وقف است و قبض شده است بر فقراى مسلمانان كه مستحق صدقه باشند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66" w:name="_Toc383512746"/>
      <w:bookmarkStart w:id="367" w:name="_Toc383513180"/>
      <w:r>
        <w:rPr>
          <w:rtl/>
          <w:lang w:bidi="fa-IR"/>
        </w:rPr>
        <w:t>175</w:t>
      </w:r>
      <w:r w:rsidR="001A2786">
        <w:rPr>
          <w:rtl/>
          <w:lang w:bidi="fa-IR"/>
        </w:rPr>
        <w:t xml:space="preserve">. ذكر با تربت امام حسين </w:t>
      </w:r>
      <w:r w:rsidR="007D440E" w:rsidRPr="007D440E">
        <w:rPr>
          <w:rStyle w:val="libAlaemChar"/>
          <w:rtl/>
        </w:rPr>
        <w:t>عليه‌السلام</w:t>
      </w:r>
      <w:bookmarkEnd w:id="366"/>
      <w:bookmarkEnd w:id="3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هر كس با تربت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بگويد: سبحان الله والحمد لله و لا اله الا الله والله اكبر با هر ذكر خداوند شش هزار حسنه براى او ثبت مى كند و شش هزار گناه او را محو نمود شش ‍ هزار درجه بالا برده و شش هزار شفاعت براى او مى نويسد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(178)</w:t>
      </w:r>
    </w:p>
    <w:p w:rsidR="00E85A8A" w:rsidRDefault="000033A1" w:rsidP="000033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8" w:name="_Toc383512747"/>
      <w:bookmarkStart w:id="369" w:name="_Toc383513181"/>
      <w:r w:rsidR="00E85A8A">
        <w:rPr>
          <w:rtl/>
          <w:lang w:bidi="fa-IR"/>
        </w:rPr>
        <w:lastRenderedPageBreak/>
        <w:t>9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 xml:space="preserve">ذكر تسبيحات فاطمه زهرا </w:t>
      </w:r>
      <w:r w:rsidR="00455D95" w:rsidRPr="00455D95">
        <w:rPr>
          <w:rStyle w:val="libAlaemChar"/>
          <w:rtl/>
        </w:rPr>
        <w:t>عليها‌السلام</w:t>
      </w:r>
      <w:bookmarkEnd w:id="368"/>
      <w:bookmarkEnd w:id="369"/>
    </w:p>
    <w:p w:rsidR="00E85A8A" w:rsidRDefault="00E85A8A" w:rsidP="001A2786">
      <w:pPr>
        <w:pStyle w:val="Heading2"/>
        <w:rPr>
          <w:rtl/>
          <w:lang w:bidi="fa-IR"/>
        </w:rPr>
      </w:pPr>
      <w:bookmarkStart w:id="370" w:name="_Toc383512748"/>
      <w:bookmarkStart w:id="371" w:name="_Toc383513182"/>
      <w:r>
        <w:rPr>
          <w:rtl/>
          <w:lang w:bidi="fa-IR"/>
        </w:rPr>
        <w:t>176</w:t>
      </w:r>
      <w:r w:rsidR="001A2786">
        <w:rPr>
          <w:rtl/>
          <w:lang w:bidi="fa-IR"/>
        </w:rPr>
        <w:t>. ريشه اين تسبيح در قرآن</w:t>
      </w:r>
      <w:bookmarkEnd w:id="370"/>
      <w:bookmarkEnd w:id="3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تسبيح فاطمه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جمله ذكر بسيار است كه خداوند عزوجل فرموده است : اذكروا الله ذكرا كثيرا (ياد كنيد خدا 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ياد كردن بسيار)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(179)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72" w:name="_Toc383512749"/>
      <w:bookmarkStart w:id="373" w:name="_Toc383513183"/>
      <w:r>
        <w:rPr>
          <w:rtl/>
          <w:lang w:bidi="fa-IR"/>
        </w:rPr>
        <w:t>177</w:t>
      </w:r>
      <w:r w:rsidR="001A2786">
        <w:rPr>
          <w:rtl/>
          <w:lang w:bidi="fa-IR"/>
        </w:rPr>
        <w:t>. تسبيحات بعد از نماز</w:t>
      </w:r>
      <w:bookmarkEnd w:id="372"/>
      <w:bookmarkEnd w:id="3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كسى كه بعد از نماز واجب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پيش از آن كه برخيزد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تسبيح حضرت فاطمه 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تسبيح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مى آمرزد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بايد اين تسبيح را با الله اكبر شروع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74" w:name="_Toc383512750"/>
      <w:bookmarkStart w:id="375" w:name="_Toc383513184"/>
      <w:r>
        <w:rPr>
          <w:rtl/>
          <w:lang w:bidi="fa-IR"/>
        </w:rPr>
        <w:t>178</w:t>
      </w:r>
      <w:r w:rsidR="001A2786">
        <w:rPr>
          <w:rtl/>
          <w:lang w:bidi="fa-IR"/>
        </w:rPr>
        <w:t>. ذكر كثير</w:t>
      </w:r>
      <w:bookmarkEnd w:id="374"/>
      <w:bookmarkEnd w:id="3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تفسير اين آيه كريمه را خواستند: و بسيار ياد خدا كردند و پس از اين كه ستم ديدند انتقام گرفتند كه مقصود از ذكر كثير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هر كه تسبيح حضرت فاطمه زهرا 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ذكر خدا بسيار كرده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76" w:name="_Toc383512751"/>
      <w:bookmarkStart w:id="377" w:name="_Toc383513185"/>
      <w:r>
        <w:rPr>
          <w:rtl/>
          <w:lang w:bidi="fa-IR"/>
        </w:rPr>
        <w:t>179</w:t>
      </w:r>
      <w:r w:rsidR="001A2786">
        <w:rPr>
          <w:rtl/>
          <w:lang w:bidi="fa-IR"/>
        </w:rPr>
        <w:t>. هديه پيامبر به فاطمه زهرا</w:t>
      </w:r>
      <w:r w:rsidR="00455D95" w:rsidRPr="00455D95">
        <w:rPr>
          <w:rStyle w:val="libAlaemChar"/>
          <w:rtl/>
        </w:rPr>
        <w:t>عليها‌السلام</w:t>
      </w:r>
      <w:bookmarkEnd w:id="376"/>
      <w:bookmarkEnd w:id="3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حضرت فاطمه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خدمت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رفت و درخواست خادمى نمود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آيا به تو خبر ندهم به چيزى كه از فايده خادم براى تو بهتر باشد؟ به هنگام خواب سى وسه بار سبحان الله و سى وسه بار الحمد لله و سى و چهار بار الله اكبر بگو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78" w:name="_Toc383512752"/>
      <w:bookmarkStart w:id="379" w:name="_Toc383513186"/>
      <w:r>
        <w:rPr>
          <w:rtl/>
          <w:lang w:bidi="fa-IR"/>
        </w:rPr>
        <w:lastRenderedPageBreak/>
        <w:t>180</w:t>
      </w:r>
      <w:r w:rsidR="001A2786">
        <w:rPr>
          <w:rtl/>
          <w:lang w:bidi="fa-IR"/>
        </w:rPr>
        <w:t>. تعليم تسبيح به فرزندان</w:t>
      </w:r>
      <w:bookmarkEnd w:id="378"/>
      <w:bookmarkEnd w:id="3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اى ابوهارون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اما خردسالان خود را به تسبيح حضرت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فرمان مى دهيم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همچنان كه آنان را ماءمور به برگزارى نماز مى نماييم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ملازم و مراقب آن باش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هر بنده اى اگر آن را مواظبت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بدبخت نمى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0" w:name="_Toc383512753"/>
      <w:bookmarkStart w:id="381" w:name="_Toc383513187"/>
      <w:r>
        <w:rPr>
          <w:rtl/>
          <w:lang w:bidi="fa-IR"/>
        </w:rPr>
        <w:t>181</w:t>
      </w:r>
      <w:r w:rsidR="001A2786">
        <w:rPr>
          <w:rtl/>
          <w:lang w:bidi="fa-IR"/>
        </w:rPr>
        <w:t>. محبوب تر از هزار ركعت نماز</w:t>
      </w:r>
      <w:bookmarkEnd w:id="380"/>
      <w:bookmarkEnd w:id="3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تسبيح حضرت فاطمه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تعقيب هر نمازى در نزد من محبوب تر از هزار ركعت نماز در هر روز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2" w:name="_Toc383512754"/>
      <w:bookmarkStart w:id="383" w:name="_Toc383513188"/>
      <w:r>
        <w:rPr>
          <w:rtl/>
          <w:lang w:bidi="fa-IR"/>
        </w:rPr>
        <w:t>182</w:t>
      </w:r>
      <w:r w:rsidR="001A2786">
        <w:rPr>
          <w:rtl/>
          <w:lang w:bidi="fa-IR"/>
        </w:rPr>
        <w:t>. بهترين تسبيح</w:t>
      </w:r>
      <w:bookmarkEnd w:id="382"/>
      <w:bookmarkEnd w:id="3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هيچ بنده اى خدا را با ذكرى تمجيد و عبادت نكرد كه بهتر از تسبيح حضرت فاطمه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باشد و اگر چيزى بهتر از آن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آن را به حضرت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مى بخشيد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4" w:name="_Toc383512755"/>
      <w:bookmarkStart w:id="385" w:name="_Toc383513189"/>
      <w:r>
        <w:rPr>
          <w:rtl/>
          <w:lang w:bidi="fa-IR"/>
        </w:rPr>
        <w:t>183</w:t>
      </w:r>
      <w:r w:rsidR="001A2786">
        <w:rPr>
          <w:rtl/>
          <w:lang w:bidi="fa-IR"/>
        </w:rPr>
        <w:t>. تسبيحات و برابرى با برترين اعمال</w:t>
      </w:r>
      <w:bookmarkEnd w:id="384"/>
      <w:bookmarkEnd w:id="3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پدرانش روايت نموده كه اميرالمومنين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فقيران به نزد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آمده و عرض كردند: اى رسول خدا! ثروتمندان دارايى دارند كه بنده آزاد كنند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ما نداريم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دارايى دارند كه حج بروند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ما نداريم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دارايى دارند كه صدقه بدهند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ما نداريم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دارايى دارند كه با آن جهاد كنند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ما نداريم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صد بار تكبير الله اكبر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آزاد كردن صد بنده بالاتر است و آن كسى كه صد بار تسبيح سبحان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بالاتر از بردن صد شتر به حج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كسى كه صدبار تحميد كند الحمد 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بالاتر از بردن صد اسب با زين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دهنه و ركاب آن در راه خداست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كس كه صد </w:t>
      </w:r>
      <w:r>
        <w:rPr>
          <w:rtl/>
          <w:lang w:bidi="fa-IR"/>
        </w:rPr>
        <w:lastRenderedPageBreak/>
        <w:t>بار لا اله اله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عمل او برتر از عمل ساير مردم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كسى كه بيش از اين بگويد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اين خبر به گوش ثروتمندان 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آنان هم همين اعمال را انجام دادند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فقرا دوباره به خدمت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آمده و عرض ‍ كردند: اى رسول خدا! آنچه فرمودى به گوش ثروتمندان 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آنان هم آن اعمال را انجام دادند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اينها احسان خداست و به هر كس كه بخواهد مى دهد و احسان خداوند زياد است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6" w:name="_Toc383512756"/>
      <w:bookmarkStart w:id="387" w:name="_Toc383513190"/>
      <w:r>
        <w:rPr>
          <w:rtl/>
          <w:lang w:bidi="fa-IR"/>
        </w:rPr>
        <w:t>184</w:t>
      </w:r>
      <w:r w:rsidR="001A2786">
        <w:rPr>
          <w:rtl/>
          <w:lang w:bidi="fa-IR"/>
        </w:rPr>
        <w:t>. آثار تسبيح و تحميد و تهليل در قيامت</w:t>
      </w:r>
      <w:bookmarkEnd w:id="386"/>
      <w:bookmarkEnd w:id="3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نقل 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مى فرمايد: كسى كه سبحان الله بگويد خداوند به خاطر آن درختى در بهشت براى او مى كارد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كسى كه الحمد 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به خاطر آن درختى در بهشت براى او مى كارد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كسى كه لا اله الا الله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به خاطر آن درختى در بهشت براى او مى كارد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آن كه الله اكبر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به خاطر آن درختى در بهشت براى او مى كارد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اينجا مردى از قريش گفت : بلى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در اين صورت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 در بهشت درختان فراوانى داريم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حضرت فرمودند: بلى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مواظب باشيد آتش ‍ نفرستيد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همه آنها را بسوزاند زيرا خداوند عزوجل مى فرمايد: اى كسانى كه ايمان آورده ايد! از خدا اطاعت كنيد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رسول او نيز اطاعت كنيد و اعمال خود را باطل نكنيد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88" w:name="_Toc383512757"/>
      <w:bookmarkStart w:id="389" w:name="_Toc383513191"/>
      <w:r>
        <w:rPr>
          <w:rtl/>
          <w:lang w:bidi="fa-IR"/>
        </w:rPr>
        <w:t>185</w:t>
      </w:r>
      <w:r w:rsidR="001A2786">
        <w:rPr>
          <w:rtl/>
          <w:lang w:bidi="fa-IR"/>
        </w:rPr>
        <w:t xml:space="preserve">. تسبيحات در كلام على </w:t>
      </w:r>
      <w:r w:rsidR="007D440E" w:rsidRPr="007D440E">
        <w:rPr>
          <w:rStyle w:val="libAlaemChar"/>
          <w:rtl/>
        </w:rPr>
        <w:t>عليه‌السلام</w:t>
      </w:r>
      <w:bookmarkEnd w:id="388"/>
      <w:bookmarkEnd w:id="3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اميرالمومنين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تسبيح و سبحان الله گفتن يك نيمه از ترازوى اعمال را پر كرده و الحمد لله گفتن ترازوى اعمال را سرشار مى سازد و الله اكبر گفتن فاصله ميان آسمان و زمين را پر مى كند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90" w:name="_Toc383512758"/>
      <w:bookmarkStart w:id="391" w:name="_Toc383513192"/>
      <w:r>
        <w:rPr>
          <w:rtl/>
          <w:lang w:bidi="fa-IR"/>
        </w:rPr>
        <w:lastRenderedPageBreak/>
        <w:t>186</w:t>
      </w:r>
      <w:r w:rsidR="001A2786">
        <w:rPr>
          <w:rtl/>
          <w:lang w:bidi="fa-IR"/>
        </w:rPr>
        <w:t>. تسبيح هنگام خواب</w:t>
      </w:r>
      <w:bookmarkEnd w:id="390"/>
      <w:bookmarkEnd w:id="3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تسبيح فاطمه زهرا</w:t>
      </w:r>
      <w:r w:rsidR="00455D95" w:rsidRPr="00455D9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فرمود: چون به خوابگاه خود رفتى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سى و چهار مرتبه الله اكبر بگو و سى و سه بار الحمد لله بگو و سى و سه بار سبحان الله و آية الكرسى و دو سوره قل اعوذ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را با ده آيه از اول سوره صافات و ده آيه از آخرش بخوان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92" w:name="_Toc383512759"/>
      <w:bookmarkStart w:id="393" w:name="_Toc383513193"/>
      <w:r>
        <w:rPr>
          <w:rtl/>
          <w:lang w:bidi="fa-IR"/>
        </w:rPr>
        <w:t>187</w:t>
      </w:r>
      <w:r w:rsidR="001A2786">
        <w:rPr>
          <w:rtl/>
          <w:lang w:bidi="fa-IR"/>
        </w:rPr>
        <w:t>. تسبيحات در ترازوى اعمال</w:t>
      </w:r>
      <w:bookmarkEnd w:id="392"/>
      <w:bookmarkEnd w:id="3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سبحان الله گفتن نيمى از اعمال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الحمد لله گفتن همه ميزان را پر مى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الله اكبر ميان آسمان و زمين را پر مى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(188)</w:t>
      </w:r>
    </w:p>
    <w:p w:rsidR="00E85A8A" w:rsidRDefault="000033A1" w:rsidP="000033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4" w:name="_Toc383512760"/>
      <w:bookmarkStart w:id="395" w:name="_Toc383513194"/>
      <w:r w:rsidR="00E85A8A">
        <w:rPr>
          <w:rtl/>
          <w:lang w:bidi="fa-IR"/>
        </w:rPr>
        <w:lastRenderedPageBreak/>
        <w:t>10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</w:t>
      </w:r>
      <w:r w:rsidR="007D440E">
        <w:rPr>
          <w:rFonts w:hint="cs"/>
          <w:rtl/>
          <w:lang w:bidi="fa-IR"/>
        </w:rPr>
        <w:t>«</w:t>
      </w:r>
      <w:r w:rsidR="00E85A8A">
        <w:rPr>
          <w:rtl/>
          <w:lang w:bidi="fa-IR"/>
        </w:rPr>
        <w:t>ياالله</w:t>
      </w:r>
      <w:r w:rsidR="007D440E">
        <w:rPr>
          <w:rFonts w:hint="cs"/>
          <w:rtl/>
          <w:lang w:bidi="fa-IR"/>
        </w:rPr>
        <w:t>»</w:t>
      </w:r>
      <w:r w:rsidR="007D440E">
        <w:rPr>
          <w:rtl/>
          <w:lang w:bidi="fa-IR"/>
        </w:rPr>
        <w:t xml:space="preserve"> و </w:t>
      </w:r>
      <w:r w:rsidR="007D440E">
        <w:rPr>
          <w:rFonts w:hint="cs"/>
          <w:rtl/>
          <w:lang w:bidi="fa-IR"/>
        </w:rPr>
        <w:t>«</w:t>
      </w:r>
      <w:r w:rsidR="00E85A8A">
        <w:rPr>
          <w:rtl/>
          <w:lang w:bidi="fa-IR"/>
        </w:rPr>
        <w:t>يارب</w:t>
      </w:r>
      <w:r w:rsidR="007D440E">
        <w:rPr>
          <w:rFonts w:hint="cs"/>
          <w:rtl/>
          <w:lang w:bidi="fa-IR"/>
        </w:rPr>
        <w:t>»</w:t>
      </w:r>
      <w:bookmarkEnd w:id="394"/>
      <w:bookmarkEnd w:id="395"/>
    </w:p>
    <w:p w:rsidR="00E85A8A" w:rsidRDefault="00E85A8A" w:rsidP="001A2786">
      <w:pPr>
        <w:pStyle w:val="Heading2"/>
        <w:rPr>
          <w:rtl/>
          <w:lang w:bidi="fa-IR"/>
        </w:rPr>
      </w:pPr>
      <w:bookmarkStart w:id="396" w:name="_Toc383512761"/>
      <w:bookmarkStart w:id="397" w:name="_Toc383513195"/>
      <w:r>
        <w:rPr>
          <w:rtl/>
          <w:lang w:bidi="fa-IR"/>
        </w:rPr>
        <w:t>188</w:t>
      </w:r>
      <w:r w:rsidR="001A2786">
        <w:rPr>
          <w:rtl/>
          <w:lang w:bidi="fa-IR"/>
        </w:rPr>
        <w:t>. راه استجابت دعا</w:t>
      </w:r>
      <w:bookmarkEnd w:id="396"/>
      <w:bookmarkEnd w:id="3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كسى كه صد آيه قرآن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هر كجاى آن را</w:t>
      </w:r>
      <w:r w:rsidR="007D440E">
        <w:rPr>
          <w:rtl/>
          <w:lang w:bidi="fa-IR"/>
        </w:rPr>
        <w:t xml:space="preserve"> بخواند و سپس هفت بار </w:t>
      </w:r>
      <w:r w:rsidR="007D440E">
        <w:rPr>
          <w:rFonts w:hint="cs"/>
          <w:rtl/>
          <w:lang w:bidi="fa-IR"/>
        </w:rPr>
        <w:t>«</w:t>
      </w:r>
      <w:r>
        <w:rPr>
          <w:rtl/>
          <w:lang w:bidi="fa-IR"/>
        </w:rPr>
        <w:t>ياالله</w:t>
      </w:r>
      <w:r w:rsidR="007D440E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دعا كند كه صخره اى از جايش كنده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 شاءالله كنده خواهد 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(189)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398" w:name="_Toc383512762"/>
      <w:bookmarkStart w:id="399" w:name="_Toc383513196"/>
      <w:r>
        <w:rPr>
          <w:rtl/>
          <w:lang w:bidi="fa-IR"/>
        </w:rPr>
        <w:t>189</w:t>
      </w:r>
      <w:r w:rsidR="001A2786">
        <w:rPr>
          <w:rtl/>
          <w:lang w:bidi="fa-IR"/>
        </w:rPr>
        <w:t>. ذكر هنگام بيمارى</w:t>
      </w:r>
      <w:bookmarkEnd w:id="398"/>
      <w:bookmarkEnd w:id="399"/>
    </w:p>
    <w:p w:rsidR="00E85A8A" w:rsidRDefault="00E85A8A" w:rsidP="007D440E">
      <w:pPr>
        <w:pStyle w:val="libNormal"/>
        <w:rPr>
          <w:rtl/>
          <w:lang w:bidi="fa-IR"/>
        </w:rPr>
      </w:pPr>
      <w:r>
        <w:rPr>
          <w:rtl/>
          <w:lang w:bidi="fa-IR"/>
        </w:rPr>
        <w:t>از محمد بن حمران گويد: اسماعيل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بيمار شد و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فرمود: ده بار</w:t>
      </w:r>
      <w:r w:rsidR="007D440E">
        <w:rPr>
          <w:rFonts w:hint="cs"/>
          <w:rtl/>
          <w:lang w:bidi="fa-IR"/>
        </w:rPr>
        <w:t xml:space="preserve"> «</w:t>
      </w:r>
      <w:r>
        <w:rPr>
          <w:rtl/>
          <w:lang w:bidi="fa-IR"/>
        </w:rPr>
        <w:t>بگو يارب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يارب</w:t>
      </w:r>
      <w:r w:rsidR="007D440E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زيرا هر كه آن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ندا رسد: لبيك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حاجتى دارى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(190)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0" w:name="_Toc383512763"/>
      <w:bookmarkStart w:id="401" w:name="_Toc383513197"/>
      <w:r>
        <w:rPr>
          <w:rtl/>
          <w:lang w:bidi="fa-IR"/>
        </w:rPr>
        <w:t>190</w:t>
      </w:r>
      <w:r w:rsidR="001A2786">
        <w:rPr>
          <w:rtl/>
          <w:lang w:bidi="fa-IR"/>
        </w:rPr>
        <w:t>. بر آورده شدن حاجت</w:t>
      </w:r>
      <w:bookmarkEnd w:id="400"/>
      <w:bookmarkEnd w:id="4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 w:rsidR="007D440E">
        <w:rPr>
          <w:rtl/>
          <w:lang w:bidi="fa-IR"/>
        </w:rPr>
        <w:t xml:space="preserve"> فرمود: هر كس ده بار </w:t>
      </w:r>
      <w:r w:rsidR="007D440E">
        <w:rPr>
          <w:rFonts w:hint="cs"/>
          <w:rtl/>
          <w:lang w:bidi="fa-IR"/>
        </w:rPr>
        <w:t>«</w:t>
      </w:r>
      <w:r>
        <w:rPr>
          <w:rtl/>
          <w:lang w:bidi="fa-IR"/>
        </w:rPr>
        <w:t>يارب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يارب</w:t>
      </w:r>
      <w:r w:rsidR="007D440E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گفته شود: لبيك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چه حاجتى دارى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(191)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2" w:name="_Toc383512764"/>
      <w:bookmarkStart w:id="403" w:name="_Toc383513198"/>
      <w:r>
        <w:rPr>
          <w:rtl/>
          <w:lang w:bidi="fa-IR"/>
        </w:rPr>
        <w:t>191</w:t>
      </w:r>
      <w:r w:rsidR="001A2786">
        <w:rPr>
          <w:rtl/>
          <w:lang w:bidi="fa-IR"/>
        </w:rPr>
        <w:t>. ذكر بعد از نماز ظهر</w:t>
      </w:r>
      <w:bookmarkEnd w:id="402"/>
      <w:bookmarkEnd w:id="4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يكى از فرزندان پدرم از درد شكايت مى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پدرم به او مى فرمود:</w:t>
      </w:r>
      <w:r w:rsidR="007D440E">
        <w:rPr>
          <w:rtl/>
          <w:lang w:bidi="fa-IR"/>
        </w:rPr>
        <w:t xml:space="preserve"> ده مرتبه بعد از نماز ظهر بگو:</w:t>
      </w:r>
      <w:r w:rsidR="007D440E">
        <w:rPr>
          <w:rFonts w:hint="cs"/>
          <w:rtl/>
          <w:lang w:bidi="fa-IR"/>
        </w:rPr>
        <w:t xml:space="preserve"> «</w:t>
      </w:r>
      <w:r>
        <w:rPr>
          <w:rtl/>
          <w:lang w:bidi="fa-IR"/>
        </w:rPr>
        <w:t>يا الله يا الله يا الله</w:t>
      </w:r>
      <w:r w:rsidR="007D440E">
        <w:rPr>
          <w:rFonts w:hint="cs"/>
          <w:rtl/>
          <w:lang w:bidi="fa-IR"/>
        </w:rPr>
        <w:t xml:space="preserve">» </w:t>
      </w:r>
      <w:r>
        <w:rPr>
          <w:rtl/>
          <w:lang w:bidi="fa-IR"/>
        </w:rPr>
        <w:t>كه هر كس اين ذكر را بگويد خداوند مى فرمايد: چه حاجتى دارى اى بنده من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! </w:t>
      </w:r>
      <w:r w:rsidRPr="00A16C07">
        <w:rPr>
          <w:rStyle w:val="libFootnotenumChar"/>
          <w:rtl/>
          <w:lang w:bidi="fa-IR"/>
        </w:rPr>
        <w:t>(192)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4" w:name="_Toc383512765"/>
      <w:bookmarkStart w:id="405" w:name="_Toc383513199"/>
      <w:r>
        <w:rPr>
          <w:rtl/>
          <w:lang w:bidi="fa-IR"/>
        </w:rPr>
        <w:t>192</w:t>
      </w:r>
      <w:r w:rsidR="001A2786">
        <w:rPr>
          <w:rtl/>
          <w:lang w:bidi="fa-IR"/>
        </w:rPr>
        <w:t>. لبيك از جانب خداوند</w:t>
      </w:r>
      <w:bookmarkEnd w:id="404"/>
      <w:bookmarkEnd w:id="4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 w:rsidR="007D440E">
        <w:rPr>
          <w:rtl/>
          <w:lang w:bidi="fa-IR"/>
        </w:rPr>
        <w:t xml:space="preserve"> فرمود: هر كس كه بگويد يا </w:t>
      </w:r>
      <w:r w:rsidR="007D440E">
        <w:rPr>
          <w:rFonts w:hint="cs"/>
          <w:rtl/>
          <w:lang w:bidi="fa-IR"/>
        </w:rPr>
        <w:t>«</w:t>
      </w:r>
      <w:r>
        <w:rPr>
          <w:rtl/>
          <w:lang w:bidi="fa-IR"/>
        </w:rPr>
        <w:t>رب يا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رب يا الله</w:t>
      </w:r>
      <w:r w:rsidR="007D440E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تا نفسش ببرد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گفته شود: لبيك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چه حاجتى دارى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(193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6" w:name="_Toc383512766"/>
      <w:bookmarkStart w:id="407" w:name="_Toc383513200"/>
      <w:r>
        <w:rPr>
          <w:rtl/>
          <w:lang w:bidi="fa-IR"/>
        </w:rPr>
        <w:lastRenderedPageBreak/>
        <w:t>193</w:t>
      </w:r>
      <w:r w:rsidR="001A2786">
        <w:rPr>
          <w:rtl/>
          <w:lang w:bidi="fa-IR"/>
        </w:rPr>
        <w:t xml:space="preserve">. </w:t>
      </w:r>
      <w:r w:rsidR="00455D95">
        <w:rPr>
          <w:rtl/>
          <w:lang w:bidi="fa-IR"/>
        </w:rPr>
        <w:t>تأثیر</w:t>
      </w:r>
      <w:r w:rsidR="001A2786">
        <w:rPr>
          <w:rtl/>
          <w:lang w:bidi="fa-IR"/>
        </w:rPr>
        <w:t xml:space="preserve"> ده بار يا الله گفتن</w:t>
      </w:r>
      <w:bookmarkEnd w:id="406"/>
      <w:bookmarkEnd w:id="4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كه ده بار بگويد ياالله ياالله به او گفته شود: لبيك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چه حاجتى دارى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(194)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08" w:name="_Toc383512767"/>
      <w:bookmarkStart w:id="409" w:name="_Toc383513201"/>
      <w:r>
        <w:rPr>
          <w:rtl/>
          <w:lang w:bidi="fa-IR"/>
        </w:rPr>
        <w:t>194</w:t>
      </w:r>
      <w:r w:rsidR="001A2786">
        <w:rPr>
          <w:rtl/>
          <w:lang w:bidi="fa-IR"/>
        </w:rPr>
        <w:t>. ذكرى بهتر از دنيا و آخرت</w:t>
      </w:r>
      <w:bookmarkEnd w:id="408"/>
      <w:bookmarkEnd w:id="4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زين العابدين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فرمود: پيامبر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بر جمعى از اقوام وارد شدند و فرمودند: آيا مى خواهيد به شما چيزى ياد دهم كه بهتر از دنيا و آخرت باشد؟ و هر گاه مبتلا به غم و اندوهى شديد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خداى را با آن بخوانيد و آن رفع شود؟ گفتند: آرى يا رسول خدا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بگوييد: الله الله الله ربنا لا نشرك به شيئا و بعد از اين ذكر هر چه مى خواهيد بگوييد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10" w:name="_Toc383512768"/>
      <w:bookmarkStart w:id="411" w:name="_Toc383513202"/>
      <w:r>
        <w:rPr>
          <w:rtl/>
          <w:lang w:bidi="fa-IR"/>
        </w:rPr>
        <w:t>195</w:t>
      </w:r>
      <w:r w:rsidR="001A2786">
        <w:rPr>
          <w:rtl/>
          <w:lang w:bidi="fa-IR"/>
        </w:rPr>
        <w:t>. رفع اندوه</w:t>
      </w:r>
      <w:bookmarkEnd w:id="410"/>
      <w:bookmarkEnd w:id="4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سعيد بن يسار گويد: به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گفتم : غمگين مى شوم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بسيار بگو الله الله ربى لا اشرك به شيئا و هر گاه از وسوسه يا انديشه هاى بيهوده (حديث نفس) بترسى بگو: بار خدايا! من بنده و بنده زاده توام و مهارم به دست تو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حكم تو درباره من عادلانه است و فرمانت درباره من مجرى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بار خدايا! من از تو خواهش مى كنم به حق هر نامى كه دارى و آن را در قرآنت فرو فرستادى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به يكى از آفريده هايت آموختى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در علم غيب به خود اختصاص دادى كه رحمت فرستى بر محمد و آل محمد و قرآن را نور چشم من سازى و بهار دل من و برطرف شدن اندوه و برنده همّ من گردانى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الله الله ربى لا اشرك به شيئا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12" w:name="_Toc383512769"/>
      <w:bookmarkStart w:id="413" w:name="_Toc383513203"/>
      <w:r>
        <w:rPr>
          <w:rtl/>
          <w:lang w:bidi="fa-IR"/>
        </w:rPr>
        <w:lastRenderedPageBreak/>
        <w:t>196</w:t>
      </w:r>
      <w:r w:rsidR="001A2786">
        <w:rPr>
          <w:rtl/>
          <w:lang w:bidi="fa-IR"/>
        </w:rPr>
        <w:t>. ذكرى براى رفع مريضى</w:t>
      </w:r>
      <w:bookmarkEnd w:id="412"/>
      <w:bookmarkEnd w:id="4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صاحب كتاب امان الاخطار مى گويد: ما دعايى را كه براى رفع امراض داريم و به تجربه هم به اثرات آن رسيده ايم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است كه بر كاغذى بنويسيد: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من اسمه دواء و ذكره شفاء يا من يجعل الشفاء فيما يشاء من الاءشياء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صل على محمد و آل محمد و اجعل شفائى من هذا الداء فى اسمك هذا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الله يا الله يا الله يا الله يا الله يا الله يا الله يا الله يارب يارب يارب يارب يارب يارب يارب يارب يارب يارب يارب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ارحم الراحمين يا ارحم الراحمين يا ارحم الراحمين يا ارحم الراحمين يا ارحم الراحمين يا ارحم الراحمين يا ارحم الراحمين يا ارحم الراحمين يا ارحم الراحمين يا ارحم الراحمين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(اى كسى كه نام مباركت دواى هر درد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ياد تو شفابخش دل ها و جان ها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توانايى كه دواى درد را در هر چه بخواهى قرار مى دهى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محمد و آل او رحمت فرست و شفاى اين درد مرا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اين اسم مقدس قرار ده : يا الله يا الله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الى آخر)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(197)</w:t>
      </w:r>
    </w:p>
    <w:p w:rsidR="00E85A8A" w:rsidRDefault="00BA5798" w:rsidP="00BA579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14" w:name="_Toc383512770"/>
      <w:bookmarkStart w:id="415" w:name="_Toc383513204"/>
      <w:r w:rsidR="00E85A8A">
        <w:rPr>
          <w:rtl/>
          <w:lang w:bidi="fa-IR"/>
        </w:rPr>
        <w:lastRenderedPageBreak/>
        <w:t>11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لاحول و لا قوة الا بالله العلى العظيم</w:t>
      </w:r>
      <w:bookmarkEnd w:id="414"/>
      <w:bookmarkEnd w:id="415"/>
    </w:p>
    <w:p w:rsidR="00E85A8A" w:rsidRDefault="00E85A8A" w:rsidP="001A2786">
      <w:pPr>
        <w:pStyle w:val="Heading2"/>
        <w:rPr>
          <w:rtl/>
          <w:lang w:bidi="fa-IR"/>
        </w:rPr>
      </w:pPr>
      <w:bookmarkStart w:id="416" w:name="_Toc383512771"/>
      <w:bookmarkStart w:id="417" w:name="_Toc383513205"/>
      <w:r>
        <w:rPr>
          <w:rtl/>
          <w:lang w:bidi="fa-IR"/>
        </w:rPr>
        <w:t>197</w:t>
      </w:r>
      <w:r w:rsidR="001A2786">
        <w:rPr>
          <w:rtl/>
          <w:lang w:bidi="fa-IR"/>
        </w:rPr>
        <w:t>. دفع بلا و رفع غم و غصه</w:t>
      </w:r>
      <w:bookmarkEnd w:id="416"/>
      <w:bookmarkEnd w:id="4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در هر روز صد بار بگويد لا حول و لا قوة الا بالله خداوند هفتاد نوع بلا را از او دور مى گرداند كه كمترين آنها غم و غصه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18" w:name="_Toc383512772"/>
      <w:bookmarkStart w:id="419" w:name="_Toc383513206"/>
      <w:r>
        <w:rPr>
          <w:rtl/>
          <w:lang w:bidi="fa-IR"/>
        </w:rPr>
        <w:t>198</w:t>
      </w:r>
      <w:r w:rsidR="001A2786">
        <w:rPr>
          <w:rtl/>
          <w:lang w:bidi="fa-IR"/>
        </w:rPr>
        <w:t xml:space="preserve">. </w:t>
      </w:r>
      <w:r w:rsidR="000033A1">
        <w:rPr>
          <w:rtl/>
          <w:lang w:bidi="fa-IR"/>
        </w:rPr>
        <w:t>تأخیر</w:t>
      </w:r>
      <w:r w:rsidR="001A2786">
        <w:rPr>
          <w:rtl/>
          <w:lang w:bidi="fa-IR"/>
        </w:rPr>
        <w:t xml:space="preserve"> زمان مرگ</w:t>
      </w:r>
      <w:bookmarkEnd w:id="418"/>
      <w:bookmarkEnd w:id="4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آن كس كه هزار بار بگويد لا حول و لا قوة الا بالله خداى تعالى حج خانه اش را روزى اش خواهد نمود و اگر مرگش نزديك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 آن را به </w:t>
      </w:r>
      <w:r w:rsidR="000033A1">
        <w:rPr>
          <w:rtl/>
          <w:lang w:bidi="fa-IR"/>
        </w:rPr>
        <w:t>تأخیر</w:t>
      </w:r>
      <w:r>
        <w:rPr>
          <w:rtl/>
          <w:lang w:bidi="fa-IR"/>
        </w:rPr>
        <w:t xml:space="preserve"> خواهد انداخت تا حج را روزى اش ‍ سازد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(199)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0" w:name="_Toc383512773"/>
      <w:bookmarkStart w:id="421" w:name="_Toc383513207"/>
      <w:r>
        <w:rPr>
          <w:rtl/>
          <w:lang w:bidi="fa-IR"/>
        </w:rPr>
        <w:t>199</w:t>
      </w:r>
      <w:r w:rsidR="001A2786">
        <w:rPr>
          <w:rtl/>
          <w:lang w:bidi="fa-IR"/>
        </w:rPr>
        <w:t xml:space="preserve">. ذكر سر بريده امام حسين </w:t>
      </w:r>
      <w:r w:rsidR="007D440E" w:rsidRPr="007D440E">
        <w:rPr>
          <w:rStyle w:val="libAlaemChar"/>
          <w:rtl/>
        </w:rPr>
        <w:t>عليه‌السلام</w:t>
      </w:r>
      <w:bookmarkEnd w:id="420"/>
      <w:bookmarkEnd w:id="4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دمشق شنيده شد كه سر مطهر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گويد: لا حول و لا قوة الا بالله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2" w:name="_Toc383512774"/>
      <w:bookmarkStart w:id="423" w:name="_Toc383513208"/>
      <w:r>
        <w:rPr>
          <w:rtl/>
          <w:lang w:bidi="fa-IR"/>
        </w:rPr>
        <w:t>200</w:t>
      </w:r>
      <w:r w:rsidR="001A2786">
        <w:rPr>
          <w:rtl/>
          <w:lang w:bidi="fa-IR"/>
        </w:rPr>
        <w:t>. گنجى از بهشت</w:t>
      </w:r>
      <w:bookmarkEnd w:id="422"/>
      <w:bookmarkEnd w:id="4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بسيار لا حول و لا قوة الا بالله بگوييد كه آن از گنجهاى بهشت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4" w:name="_Toc383512775"/>
      <w:bookmarkStart w:id="425" w:name="_Toc383513209"/>
      <w:r>
        <w:rPr>
          <w:rtl/>
          <w:lang w:bidi="fa-IR"/>
        </w:rPr>
        <w:t>201</w:t>
      </w:r>
      <w:r w:rsidR="001A2786">
        <w:rPr>
          <w:rtl/>
          <w:lang w:bidi="fa-IR"/>
        </w:rPr>
        <w:t>. دور شدن هفتاد بلا</w:t>
      </w:r>
      <w:bookmarkEnd w:id="424"/>
      <w:bookmarkEnd w:id="4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راوى مى گويد شنيدم كه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بگويد لا حول و لا قوة الا بالله العلى العظيم خداى عزوجل به خاطر آن هفتاد نوع بلا را از او دور مى گرداند كه كمترين آنها خفه شدن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6" w:name="_Toc383512776"/>
      <w:bookmarkStart w:id="427" w:name="_Toc383513210"/>
      <w:r>
        <w:rPr>
          <w:rtl/>
          <w:lang w:bidi="fa-IR"/>
        </w:rPr>
        <w:lastRenderedPageBreak/>
        <w:t>202</w:t>
      </w:r>
      <w:r w:rsidR="001A2786">
        <w:rPr>
          <w:rtl/>
          <w:lang w:bidi="fa-IR"/>
        </w:rPr>
        <w:t>. رفع درد و اندوه</w:t>
      </w:r>
      <w:bookmarkEnd w:id="426"/>
      <w:bookmarkEnd w:id="4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سخن لا حول و لا قوة الا بالله العلى العظيم گنجى از گنجهاى بهشت است و آن باعث شفا يافتن از نود و نه درد است كه آسانترين آنها اندوه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28" w:name="_Toc383512777"/>
      <w:bookmarkStart w:id="429" w:name="_Toc383513211"/>
      <w:r>
        <w:rPr>
          <w:rtl/>
          <w:lang w:bidi="fa-IR"/>
        </w:rPr>
        <w:t>203</w:t>
      </w:r>
      <w:r w:rsidR="001A2786">
        <w:rPr>
          <w:rtl/>
          <w:lang w:bidi="fa-IR"/>
        </w:rPr>
        <w:t>. شفاى هفتاد و دو نوع درد</w:t>
      </w:r>
      <w:bookmarkEnd w:id="428"/>
      <w:bookmarkEnd w:id="4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كه نعمت هاى فراوان به وى برسد الحمد لله رب العالمين بسيار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آن كه تهيدستى به وى فشار آورد لا حول و لا قوة الا بالله العلى العظيم زياد بگويد كه آن گنجى از گنجهاى بهشت است و شفاى هفتاد و دو نوع درد است كه كمترين آنها اندوه مى باشد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30" w:name="_Toc383512778"/>
      <w:bookmarkStart w:id="431" w:name="_Toc383513212"/>
      <w:r>
        <w:rPr>
          <w:rtl/>
          <w:lang w:bidi="fa-IR"/>
        </w:rPr>
        <w:t>204</w:t>
      </w:r>
      <w:r w:rsidR="001A2786">
        <w:rPr>
          <w:rtl/>
          <w:lang w:bidi="fa-IR"/>
        </w:rPr>
        <w:t>. هرگاه اندوهگين شدى</w:t>
      </w:r>
      <w:bookmarkEnd w:id="430"/>
      <w:bookmarkEnd w:id="4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در سفارشى فرموده اند: اى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سفيان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هر گاه خدا به يكى از شما نعمتى عطا فرمود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بايستد و خداى عزوجل را ستايش و سپاس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يعنى بگويد الحمد لله و هر گاه روزى اش برسد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درخواست آمرزش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يعنى بگويد استغفر الله و هر گاه اندوهگين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بگويد لا حول و لا قوة الا بالله العلى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32" w:name="_Toc383512779"/>
      <w:bookmarkStart w:id="433" w:name="_Toc383513213"/>
      <w:r>
        <w:rPr>
          <w:rtl/>
          <w:lang w:bidi="fa-IR"/>
        </w:rPr>
        <w:t>205</w:t>
      </w:r>
      <w:r w:rsidR="001A2786">
        <w:rPr>
          <w:rtl/>
          <w:lang w:bidi="fa-IR"/>
        </w:rPr>
        <w:t>. داروى نود و نه بيمارى</w:t>
      </w:r>
      <w:bookmarkEnd w:id="432"/>
      <w:bookmarkEnd w:id="4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گفتن لا حول و لا قوة الا بالله العلى العظيم دارويى است كه نود و نه بيمارى را بهبود مى بخشد كه آسانترين آنها اندوه است و معناى اين كلمه چنين است هيچ حركت و نيرويى جز به سبب و خواست خدا پديد نيامد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34" w:name="_Toc383512780"/>
      <w:bookmarkStart w:id="435" w:name="_Toc383513214"/>
      <w:r>
        <w:rPr>
          <w:rtl/>
          <w:lang w:bidi="fa-IR"/>
        </w:rPr>
        <w:lastRenderedPageBreak/>
        <w:t>206</w:t>
      </w:r>
      <w:r w:rsidR="001A2786">
        <w:rPr>
          <w:rtl/>
          <w:lang w:bidi="fa-IR"/>
        </w:rPr>
        <w:t>. رفع شدن بلايا</w:t>
      </w:r>
      <w:bookmarkEnd w:id="434"/>
      <w:bookmarkEnd w:id="4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فرمود: هر گاه نماز بامداد و مغرب خواندى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 بار بگو: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حول و لا قوة الا بالله العلى العظيم زيرا هر كه آن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نرسد جنون و جذام و برص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نه هفتاد نوع از انواع بلا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36" w:name="_Toc383512781"/>
      <w:bookmarkStart w:id="437" w:name="_Toc383513215"/>
      <w:r>
        <w:rPr>
          <w:rtl/>
          <w:lang w:bidi="fa-IR"/>
        </w:rPr>
        <w:t>207</w:t>
      </w:r>
      <w:r w:rsidR="001A2786">
        <w:rPr>
          <w:rtl/>
          <w:lang w:bidi="fa-IR"/>
        </w:rPr>
        <w:t>. مرتفع شدن انواع بليات</w:t>
      </w:r>
      <w:bookmarkEnd w:id="436"/>
      <w:bookmarkEnd w:id="4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رسول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 كس سه بار بگويد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حول و لا قوة الا بالله العلى العظيم خداوند تعالى نود و نه نوع از انواع بلا را از او دور سازد كه آسان ترين آنها خفگى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38" w:name="_Toc383512782"/>
      <w:bookmarkStart w:id="439" w:name="_Toc383513216"/>
      <w:r>
        <w:rPr>
          <w:rtl/>
          <w:lang w:bidi="fa-IR"/>
        </w:rPr>
        <w:t>208</w:t>
      </w:r>
      <w:r w:rsidR="001A2786">
        <w:rPr>
          <w:rtl/>
          <w:lang w:bidi="fa-IR"/>
        </w:rPr>
        <w:t xml:space="preserve">. توصيه پيامبر به على </w:t>
      </w:r>
      <w:r w:rsidR="007D440E" w:rsidRPr="007D440E">
        <w:rPr>
          <w:rStyle w:val="libAlaemChar"/>
          <w:rtl/>
        </w:rPr>
        <w:t>عليه‌السلام</w:t>
      </w:r>
      <w:bookmarkEnd w:id="438"/>
      <w:bookmarkEnd w:id="4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بكير مى گويد: از 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مى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من فرمود: اى على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آيا به تو كلماتى نياموزم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هر گاه كه در سختى و بلايى در افتى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حول و لا قوة الا بالله العلى العظيم زيرا خداوند عزوجل مى گرداند بدان از تو آنچه را خواهد از انواع بلا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0" w:name="_Toc383512783"/>
      <w:bookmarkStart w:id="441" w:name="_Toc383513217"/>
      <w:r>
        <w:rPr>
          <w:rtl/>
          <w:lang w:bidi="fa-IR"/>
        </w:rPr>
        <w:t>209</w:t>
      </w:r>
      <w:r w:rsidR="001A2786">
        <w:rPr>
          <w:rtl/>
          <w:lang w:bidi="fa-IR"/>
        </w:rPr>
        <w:t>. درمان بيمارى و ندارى</w:t>
      </w:r>
      <w:bookmarkEnd w:id="440"/>
      <w:bookmarkEnd w:id="4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اسماعيل بن عبدالخالق گويد: مردى از اصحاب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دير به خدمت ايشان رسيد و سپس نزد آن حضرت آمد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او فرمود: چه چيزى موجب دير كردن تو شد از آمدن نزد ما؟ عرض كرد: بيمارى و ندارى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فرمود: آيا به تو دعائى ياد ندهم كه خدا به وسيله آن بيمارى و ندارى را از تو ببرد؟ عرض كرد: چرا يا رسول الله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بگو لا حول و لا قوة الا بالله العلى العظيم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توكلت على الحى الذى لا يموت و الحمد لله الذى لم يتخذ (صاحبة و لا) ولدا و لم يكن له شريك فى الملك و لم يكن له ولى من الذل و كبره تكبيرا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گويد: درنگى نكرد كه نزد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بازگشت و عرض كرد: يا رسول الله خداوند بيمارى و ندارى را از من برد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(209)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2" w:name="_Toc383512784"/>
      <w:bookmarkStart w:id="443" w:name="_Toc383513218"/>
      <w:r>
        <w:rPr>
          <w:rtl/>
          <w:lang w:bidi="fa-IR"/>
        </w:rPr>
        <w:t>210</w:t>
      </w:r>
      <w:r w:rsidR="001A2786">
        <w:rPr>
          <w:rtl/>
          <w:lang w:bidi="fa-IR"/>
        </w:rPr>
        <w:t>. صد بار بعد از نماز صبح</w:t>
      </w:r>
      <w:bookmarkEnd w:id="442"/>
      <w:bookmarkEnd w:id="4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پس از نماز صبح صد بار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حول و لا قوة الا بالله العلى العظيم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اسم اعظم خدا از سياهى چشم به سفيدى آن نزديك تر شده و به راستى كه در مدار اسم اعظم قرار گرفته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4" w:name="_Toc383512785"/>
      <w:bookmarkStart w:id="445" w:name="_Toc383513219"/>
      <w:r>
        <w:rPr>
          <w:rtl/>
          <w:lang w:bidi="fa-IR"/>
        </w:rPr>
        <w:t>211</w:t>
      </w:r>
      <w:r w:rsidR="001A2786">
        <w:rPr>
          <w:rtl/>
          <w:lang w:bidi="fa-IR"/>
        </w:rPr>
        <w:t>. هفت بار بعد از نماز صبح و مغرب</w:t>
      </w:r>
      <w:bookmarkEnd w:id="444"/>
      <w:bookmarkEnd w:id="4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فرمود: دنبال نماز فجر و نماز مغرب هفت بار بگويد: بسم الله الرحمن الرحيم لا حول و لا قوة الا بالله العلى العظيم خداوند عزوجل هفتاد نوع بلا را از او بگرداند كه آسانترين آنها بادهاى بد (چون استسقاء و غيره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مقصود عفونت اعضاء است كه بوى بد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گرفتارى به توفان كه موجب سقوط و هلاكت باشد - از مجلسى و غيره) و پيسى و ديوانگى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اگر شقى باشد از شقاوت به در آيد و در سعادتمندان نوشته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6" w:name="_Toc383512786"/>
      <w:bookmarkStart w:id="447" w:name="_Toc383513220"/>
      <w:r>
        <w:rPr>
          <w:rtl/>
          <w:lang w:bidi="fa-IR"/>
        </w:rPr>
        <w:lastRenderedPageBreak/>
        <w:t>212</w:t>
      </w:r>
      <w:r w:rsidR="001A2786">
        <w:rPr>
          <w:rtl/>
          <w:lang w:bidi="fa-IR"/>
        </w:rPr>
        <w:t>. دفع انواع بيماريها</w:t>
      </w:r>
      <w:bookmarkEnd w:id="446"/>
      <w:bookmarkEnd w:id="4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نماز مغرب و بامداد بخوانى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 بار بگو: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لا حول و لا قوة الا بالله العلى العظيم زيرا هر كس آن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خوره و پيسى و ديوانگى و هفتاد نوع بلا به او نرسد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48" w:name="_Toc383512787"/>
      <w:bookmarkStart w:id="449" w:name="_Toc383513221"/>
      <w:r>
        <w:rPr>
          <w:rtl/>
          <w:lang w:bidi="fa-IR"/>
        </w:rPr>
        <w:t>213</w:t>
      </w:r>
      <w:r w:rsidR="001A2786">
        <w:rPr>
          <w:rtl/>
          <w:lang w:bidi="fa-IR"/>
        </w:rPr>
        <w:t xml:space="preserve">. زمزمه امام حسين </w:t>
      </w:r>
      <w:r w:rsidR="007D440E" w:rsidRPr="007D440E">
        <w:rPr>
          <w:rStyle w:val="libAlaemChar"/>
          <w:rtl/>
        </w:rPr>
        <w:t>عليه‌السلام</w:t>
      </w:r>
      <w:bookmarkEnd w:id="448"/>
      <w:bookmarkEnd w:id="4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كار جنگ بر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سخت و تنگ شد و يگانه و تنها ماند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خيمه هاى فرزندان پدرش روى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آنها را از ايشان خالى و تهى 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سپس به خيمه هاى اصحاب و يارانش التفات نمود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نگريست كسى از آنان را نديد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شروع و آغاز نمود بسيار گفتن لا حول و لا قوة الا بالله العلى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50" w:name="_Toc383512788"/>
      <w:bookmarkStart w:id="451" w:name="_Toc383513222"/>
      <w:r>
        <w:rPr>
          <w:rtl/>
          <w:lang w:bidi="fa-IR"/>
        </w:rPr>
        <w:t>214</w:t>
      </w:r>
      <w:r w:rsidR="001A2786">
        <w:rPr>
          <w:rtl/>
          <w:lang w:bidi="fa-IR"/>
        </w:rPr>
        <w:t>. سفارش به اين ذكر الهى</w:t>
      </w:r>
      <w:bookmarkEnd w:id="450"/>
      <w:bookmarkEnd w:id="4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اذكارى كه عالمان دين به آن بسيار اشاره كرده 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ذكر لا حول و لا قوة الا بالله العلى العظيم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معنى اين ذكر كه به طور اختصار حوقله گفته مى شود فرموده است : يعنى هيچ توانايى براى ما از اينكه معصيت خدا را نكنيم جز كمك و امداد الهى نيست و هيچ نيرويى براى انجام طاعت خدا جز به توفيق او نداريم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52" w:name="_Toc383512789"/>
      <w:bookmarkStart w:id="453" w:name="_Toc383513223"/>
      <w:r>
        <w:rPr>
          <w:rtl/>
          <w:lang w:bidi="fa-IR"/>
        </w:rPr>
        <w:t>215</w:t>
      </w:r>
      <w:r w:rsidR="001A2786">
        <w:rPr>
          <w:rtl/>
          <w:lang w:bidi="fa-IR"/>
        </w:rPr>
        <w:t xml:space="preserve">. ذكر سر مقدس اباعبدالله </w:t>
      </w:r>
      <w:r w:rsidR="007D440E" w:rsidRPr="007D440E">
        <w:rPr>
          <w:rStyle w:val="libAlaemChar"/>
          <w:rtl/>
        </w:rPr>
        <w:t>عليه‌السلام</w:t>
      </w:r>
      <w:bookmarkEnd w:id="452"/>
      <w:bookmarkEnd w:id="4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مغرم مى نويسند: موقعى كه فرستنده يا پادشاه روم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يزيد پرخاش ‍ نمود و عمل جنايت بار او را محكوم ساخت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يزيد امر به قتل او داد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سر مقدس به صداى بلند به سخن آمد و خواند: لا حول و لا قوة الا بالله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54" w:name="_Toc383512790"/>
      <w:bookmarkStart w:id="455" w:name="_Toc383513224"/>
      <w:r>
        <w:rPr>
          <w:rtl/>
          <w:lang w:bidi="fa-IR"/>
        </w:rPr>
        <w:lastRenderedPageBreak/>
        <w:t>216</w:t>
      </w:r>
      <w:r w:rsidR="001A2786">
        <w:rPr>
          <w:rtl/>
          <w:lang w:bidi="fa-IR"/>
        </w:rPr>
        <w:t>. رفع همّ و غم</w:t>
      </w:r>
      <w:bookmarkEnd w:id="454"/>
      <w:bookmarkEnd w:id="4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ابن بابويه به سند معتبر از حضرت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هر كس در هر روز صد مرتبه بگويد: لا حول و لا قوة الا بالله خداوند تعالى هفتاد نوع بلا را از او دور مى گرداند كه كمترين آنها رفع همّ و غم است و هرگز پريشانى نمى بيند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(216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56" w:name="_Toc383512791"/>
      <w:bookmarkStart w:id="457" w:name="_Toc383513225"/>
      <w:r>
        <w:rPr>
          <w:rtl/>
          <w:lang w:bidi="fa-IR"/>
        </w:rPr>
        <w:t>217</w:t>
      </w:r>
      <w:r w:rsidR="001A2786">
        <w:rPr>
          <w:rtl/>
          <w:lang w:bidi="fa-IR"/>
        </w:rPr>
        <w:t xml:space="preserve">. سفارش على </w:t>
      </w:r>
      <w:r w:rsidR="007D440E" w:rsidRPr="007D440E">
        <w:rPr>
          <w:rStyle w:val="libAlaemChar"/>
          <w:rtl/>
        </w:rPr>
        <w:t>عليه‌السلام</w:t>
      </w:r>
      <w:r w:rsidR="001A2786">
        <w:rPr>
          <w:rtl/>
          <w:lang w:bidi="fa-IR"/>
        </w:rPr>
        <w:t xml:space="preserve"> به كميل</w:t>
      </w:r>
      <w:bookmarkEnd w:id="456"/>
      <w:bookmarkEnd w:id="4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كميل بن زياد مى فرمايد: اى كميل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هر روز نام خدا را بر زبان جارى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بگو: لا حول و لا قوة الا بالله بر خدا توكل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 را ياد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نام ما ببر و بر ما درود فرست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اى كميل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به هنگام غذا نام خدايى را كه با اسمش هيچ دردى زيان نرساند و نامش براى هر بدى و دردى درمان است به زبان آور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اى كميل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به هنگام هر سختى بگو: لا حول و لا قوة الا بالله تا خدا آن را كفايت كند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به هنگام نعمت بگو: الحمد لله تا زياد شود و چون روزى ات دير رسد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استغفار كن تا خدا گشايش دهد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58" w:name="_Toc383512792"/>
      <w:bookmarkStart w:id="459" w:name="_Toc383513226"/>
      <w:r>
        <w:rPr>
          <w:rtl/>
          <w:lang w:bidi="fa-IR"/>
        </w:rPr>
        <w:t>218</w:t>
      </w:r>
      <w:r w:rsidR="001A2786">
        <w:rPr>
          <w:rtl/>
          <w:lang w:bidi="fa-IR"/>
        </w:rPr>
        <w:t>. ذكر هنگام بيرون آمدن از خانه</w:t>
      </w:r>
      <w:bookmarkEnd w:id="458"/>
      <w:bookmarkEnd w:id="4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گرامى اسلام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روايتى درباره آداب و اذكار بيرون آمدن از خانه چنين فرمودند: كسى كه هنگام خروج از منزل بگويد بسم الله الرحمن الرحيم دو فرشته مى گويند: هدايت شدى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اگر بگويد لا حول و لا قوة الا بالله مى گويند: حفظ شدى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اگر بگويد توكلت على الله مى گويند: بى نياز شدى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 شيطان مى گويد: چگونه مى توانم در بنده اى كه هدايت شده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حفظ گرديده و بى نياز شده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نفوذ كنم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0" w:name="_Toc383512793"/>
      <w:bookmarkStart w:id="461" w:name="_Toc383513227"/>
      <w:r>
        <w:rPr>
          <w:rtl/>
          <w:lang w:bidi="fa-IR"/>
        </w:rPr>
        <w:lastRenderedPageBreak/>
        <w:t>219</w:t>
      </w:r>
      <w:r w:rsidR="001A2786">
        <w:rPr>
          <w:rtl/>
          <w:lang w:bidi="fa-IR"/>
        </w:rPr>
        <w:t>. خروج از خانه</w:t>
      </w:r>
      <w:bookmarkEnd w:id="460"/>
      <w:bookmarkEnd w:id="4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ابوحمزه مى گويد: چون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خانه بيرون مى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گفت : بسم الله خرجت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على الله توكلت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لا حول و لا قوة الا بالله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(219)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2" w:name="_Toc383512794"/>
      <w:bookmarkStart w:id="463" w:name="_Toc383513228"/>
      <w:r>
        <w:rPr>
          <w:rtl/>
          <w:lang w:bidi="fa-IR"/>
        </w:rPr>
        <w:t>220</w:t>
      </w:r>
      <w:r w:rsidR="001A2786">
        <w:rPr>
          <w:rtl/>
          <w:lang w:bidi="fa-IR"/>
        </w:rPr>
        <w:t>. براى رفع فقر</w:t>
      </w:r>
      <w:bookmarkEnd w:id="462"/>
      <w:bookmarkEnd w:id="4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فرموده اند: هر كس كه فقر به او روى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ذكر را زياد بگويد: لا حول و لا قوة الا بالله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4" w:name="_Toc383512795"/>
      <w:bookmarkStart w:id="465" w:name="_Toc383513229"/>
      <w:r>
        <w:rPr>
          <w:rtl/>
          <w:lang w:bidi="fa-IR"/>
        </w:rPr>
        <w:t>221</w:t>
      </w:r>
      <w:r w:rsidR="001A2786">
        <w:rPr>
          <w:rtl/>
          <w:lang w:bidi="fa-IR"/>
        </w:rPr>
        <w:t>. ذكر بعد از نماز صبح و مغرب</w:t>
      </w:r>
      <w:bookmarkEnd w:id="464"/>
      <w:bookmarkEnd w:id="4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سيد بن طاووس به سند معتبر از حضرت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هر كه بعد از نماز صبح صد مرتبه بگويد: بسم الله الرحمن الرحيم لا حول و لا قوة الا بالله العلى العظيم بداند كه اين ذكر به اسم اعظم خدا نزديك تر است از سياهى چشم به سفيدى آن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اميد زيادى است به برآورده شدن حاجتش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به سندهاى معتبر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كاظم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منقول است كه هر كس بعد از نماز صبح و مغرب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پيش از آن كه سخنى بگويد و حركتى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 مرتبه اين دعا 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هفتاد نوع بلا از وى دور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كمترين آنها خوره و پيسى و شر شيطان رجيم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6" w:name="_Toc383512796"/>
      <w:bookmarkStart w:id="467" w:name="_Toc383513230"/>
      <w:r>
        <w:rPr>
          <w:rtl/>
          <w:lang w:bidi="fa-IR"/>
        </w:rPr>
        <w:t>222</w:t>
      </w:r>
      <w:r w:rsidR="001A2786">
        <w:rPr>
          <w:rtl/>
          <w:lang w:bidi="fa-IR"/>
        </w:rPr>
        <w:t xml:space="preserve">. توسل به امام جواد </w:t>
      </w:r>
      <w:r w:rsidR="007D440E" w:rsidRPr="007D440E">
        <w:rPr>
          <w:rStyle w:val="libAlaemChar"/>
          <w:rtl/>
        </w:rPr>
        <w:t>عليه‌السلام</w:t>
      </w:r>
      <w:bookmarkEnd w:id="466"/>
      <w:bookmarkEnd w:id="4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شفا يافتن هر مريضى دو ركعت نماز حاجت و توسل به حضرت جواد الائمه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بخواند و بعد يكصد و چهل و شش مرتبه بگويد: ما شاء الله لا حول و لا قوة الا بالله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اگر در ساعتى كه منسوب به آن حضرت است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بسيار مفيد و ساعت آن را هم از نماز عصر تا دو ساعت بعد از آن تشخيص ‍ داده اند كه مورد استجابت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68" w:name="_Toc383512797"/>
      <w:bookmarkStart w:id="469" w:name="_Toc383513231"/>
      <w:r>
        <w:rPr>
          <w:rtl/>
          <w:lang w:bidi="fa-IR"/>
        </w:rPr>
        <w:lastRenderedPageBreak/>
        <w:t>223</w:t>
      </w:r>
      <w:r w:rsidR="001A2786">
        <w:rPr>
          <w:rtl/>
          <w:lang w:bidi="fa-IR"/>
        </w:rPr>
        <w:t>. ذكر براى رفتن حج</w:t>
      </w:r>
      <w:bookmarkEnd w:id="468"/>
      <w:bookmarkEnd w:id="4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هزار مرتبه لاحول و لا قوة الا بالله بگويد خداوند حج را روزى او گرداند و اگر اجل او نزديك شده باشد خداوند اجلش را </w:t>
      </w:r>
      <w:r w:rsidR="000033A1">
        <w:rPr>
          <w:rtl/>
          <w:lang w:bidi="fa-IR"/>
        </w:rPr>
        <w:t>تأخیر</w:t>
      </w:r>
      <w:r>
        <w:rPr>
          <w:rtl/>
          <w:lang w:bidi="fa-IR"/>
        </w:rPr>
        <w:t xml:space="preserve"> اندازد تا حج را به او روزى فرمايد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70" w:name="_Toc383512798"/>
      <w:bookmarkStart w:id="471" w:name="_Toc383513232"/>
      <w:r>
        <w:rPr>
          <w:rtl/>
          <w:lang w:bidi="fa-IR"/>
        </w:rPr>
        <w:t>224</w:t>
      </w:r>
      <w:r w:rsidR="001A2786">
        <w:rPr>
          <w:rtl/>
          <w:lang w:bidi="fa-IR"/>
        </w:rPr>
        <w:t>. دورى شيطان</w:t>
      </w:r>
      <w:bookmarkEnd w:id="470"/>
      <w:bookmarkEnd w:id="4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شيخ شهيد از حضرت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نقل كرده كه فرمود: شيطان بر دو قسم است : شيطان جنى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با گفتن لاحول و لا قوة الا بالله العلى العظيم از شما دور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شيطان انسى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آن هم از شما دور مى شود با فرستادن صلوات بر محمد و آل او: اللهم صل على محمد و آل محمد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72" w:name="_Toc383512799"/>
      <w:bookmarkStart w:id="473" w:name="_Toc383513233"/>
      <w:r>
        <w:rPr>
          <w:rtl/>
          <w:lang w:bidi="fa-IR"/>
        </w:rPr>
        <w:t>225</w:t>
      </w:r>
      <w:r w:rsidR="001A2786">
        <w:rPr>
          <w:rtl/>
          <w:lang w:bidi="fa-IR"/>
        </w:rPr>
        <w:t>. رفع گرفتارى</w:t>
      </w:r>
      <w:bookmarkEnd w:id="472"/>
      <w:bookmarkEnd w:id="4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مكارم الاخلاق است كه حضرت رسول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گاه گرفتارى پيدا كردى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دعا را زياد بخوان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حول و لا قوة الا بالله العلى العظيم اياك نعبد و اياك نستعين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74" w:name="_Toc383512800"/>
      <w:bookmarkStart w:id="475" w:name="_Toc383513234"/>
      <w:r>
        <w:rPr>
          <w:rtl/>
          <w:lang w:bidi="fa-IR"/>
        </w:rPr>
        <w:t>226</w:t>
      </w:r>
      <w:r w:rsidR="001A2786">
        <w:rPr>
          <w:rtl/>
          <w:lang w:bidi="fa-IR"/>
        </w:rPr>
        <w:t>. رفع وسوسه شيطان</w:t>
      </w:r>
      <w:bookmarkEnd w:id="474"/>
      <w:bookmarkEnd w:id="4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فرموده : براى دفع وسوسه شيطان دست بر سينه خود بكش و بگو: بسم الله و بالله محمد رسول الله و لا حول و لا قوة الا بالله العلى العظيم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امسح عنى ما احذر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سپس دست خود را بر شكم مى كشى و اين ذكر را سه مرتبه تكرار مى كنى كه ان شاءالله برطرف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76" w:name="_Toc383512801"/>
      <w:bookmarkStart w:id="477" w:name="_Toc383513235"/>
      <w:r>
        <w:rPr>
          <w:rtl/>
          <w:lang w:bidi="fa-IR"/>
        </w:rPr>
        <w:lastRenderedPageBreak/>
        <w:t>227</w:t>
      </w:r>
      <w:r w:rsidR="001A2786">
        <w:rPr>
          <w:rtl/>
          <w:lang w:bidi="fa-IR"/>
        </w:rPr>
        <w:t>. دفع هفتاد بلا</w:t>
      </w:r>
      <w:bookmarkEnd w:id="476"/>
      <w:bookmarkEnd w:id="4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جميل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شنيدم كه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فرمود: هركس هفتاد بار بگويد: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ما شاءالله لا حول و لا قوة الا بالله هفتاد نوع بلا از او بگردد كه آسان تر از همه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خنق و خفه شدن باشد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گفتم : قربانت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خنق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فرمود: مقصود اين است كه دچار ديوانگى نشود تا خفه گردد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78" w:name="_Toc383512802"/>
      <w:bookmarkStart w:id="479" w:name="_Toc383513236"/>
      <w:r>
        <w:rPr>
          <w:rtl/>
          <w:lang w:bidi="fa-IR"/>
        </w:rPr>
        <w:t>228</w:t>
      </w:r>
      <w:r w:rsidR="001A2786">
        <w:rPr>
          <w:rtl/>
          <w:lang w:bidi="fa-IR"/>
        </w:rPr>
        <w:t>. درمان دردها</w:t>
      </w:r>
      <w:bookmarkEnd w:id="478"/>
      <w:bookmarkEnd w:id="4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فرمود: هر دردمند دست خود را به موضع درد بگذارد و بگويد: بسم الله و بالله و محمد رسول الله </w:t>
      </w:r>
      <w:r w:rsidR="00BD0960" w:rsidRPr="00BD096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لا حول و لا قوة الا بالله اللهم امسح عنى ما اجد (به نام مقدس ‍ خدا و مقام رسول خدا حضرت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استعانت و كمك مى جويم چون غير از قدرت خدا هيچ قدرتى را موثر نمى دانم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خدايا دردى را كه در وجودم احساس مى كنم برطرف فرما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 پس با دست راست موضع درد را سه مرتبه مسح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0" w:name="_Toc383512803"/>
      <w:bookmarkStart w:id="481" w:name="_Toc383513237"/>
      <w:r>
        <w:rPr>
          <w:rtl/>
          <w:lang w:bidi="fa-IR"/>
        </w:rPr>
        <w:t>229</w:t>
      </w:r>
      <w:r w:rsidR="001A2786">
        <w:rPr>
          <w:rtl/>
          <w:lang w:bidi="fa-IR"/>
        </w:rPr>
        <w:t>. ذكرهاى موثر در دنيا و آخرت</w:t>
      </w:r>
      <w:bookmarkEnd w:id="480"/>
      <w:bookmarkEnd w:id="4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شخصى به نام شبيه هذلى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حضور 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آمده و عرض كرد: اى پيامبر خدا! پيرمردى هستم كه سنم بالا است و كارهايى مانند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روزه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حج و جهاد را كه قبلا انجام ميدادم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اكنون نمى توانم انجام دهم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اى رسول خدا! سخنى به من بياموز كه ثواب خداوند را نصيبم سازد و بر من آسان گير اى رسول خدا! آن حضرت فرمودند: سخنت را تكرار كن و او تكرار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به همين ترتيب تا سه بار سخن خود را تكرار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او فرمودند: اطراف تو هيچ درخت و گلى نبود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اينكه دلشان به حالت سوخت و برايت گريه كردند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نماز صبح ده بار بگو سبحان الله العظيم و بحمده و لاحول و لا قوة الا بالله العلى العظيم (خداى بزرگ را منزه </w:t>
      </w:r>
      <w:r>
        <w:rPr>
          <w:rtl/>
          <w:lang w:bidi="fa-IR"/>
        </w:rPr>
        <w:lastRenderedPageBreak/>
        <w:t>ميدانم و به ثناى او مشغولم و هيچ توان و نيرويى جز با يارى خداى بزرگ بلند مرتبه بزرگ نيست) كه همانا خداوند بزرگ با اين ذكر تو را از كورى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ديوانگى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جذام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فقر و زير آوار ماندن محفوظ مى دارد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عرض كرد: اى رسول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ذكر براى دنيا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آخرت چه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اللهم اهدنى من عندك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وافض ‍ على من فضلك وانشر على من رحمتك و انزل على من بركاتك (خداوندا! مرا از جانب خود راهنمايى نما و از فضل خويش بهره مند ساز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رحمت خود برمن فرو ريز و از بركات خود بر من نازل فرما)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اين دستورات را گويى او با دستانش گرفت و رفت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بدانيد كه همانا اگر او در روز قيامت بيايد و اين اذكار را عمدا ترك نكرده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هشت در بهشت را به روى او باز مى كند كه از هر درى كه خواست وارد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(229)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2" w:name="_Toc383512804"/>
      <w:bookmarkStart w:id="483" w:name="_Toc383513238"/>
      <w:r>
        <w:rPr>
          <w:rtl/>
          <w:lang w:bidi="fa-IR"/>
        </w:rPr>
        <w:t>230</w:t>
      </w:r>
      <w:r w:rsidR="001A2786">
        <w:rPr>
          <w:rtl/>
          <w:lang w:bidi="fa-IR"/>
        </w:rPr>
        <w:t>. ذكر بامدادان</w:t>
      </w:r>
      <w:bookmarkEnd w:id="482"/>
      <w:bookmarkEnd w:id="4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حماد بن عثمان گويد: شنيدم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فرمود: هر كه چون نماز بامداد گزارد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صد بار بگويد: ماشاءالله كان لا حول و لا قوة الا بالله العلى العظيم (آنچه خداوند بخواهد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خواهد شد و هيچ نيرو و توانى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با كمك او نخواهد بود)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 روز خود بدى نبيند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4" w:name="_Toc383512805"/>
      <w:bookmarkStart w:id="485" w:name="_Toc383513239"/>
      <w:r>
        <w:rPr>
          <w:rtl/>
          <w:lang w:bidi="fa-IR"/>
        </w:rPr>
        <w:t>231</w:t>
      </w:r>
      <w:r w:rsidR="001A2786">
        <w:rPr>
          <w:rtl/>
          <w:lang w:bidi="fa-IR"/>
        </w:rPr>
        <w:t>. برطرف شدن حاجات</w:t>
      </w:r>
      <w:bookmarkEnd w:id="484"/>
      <w:bookmarkEnd w:id="4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دعا نمى كند و در پايان نمى گويد ماشاء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لاحول و لا قوة الا بالله مگر اين كه حاجتش برآورده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6" w:name="_Toc383512806"/>
      <w:bookmarkStart w:id="487" w:name="_Toc383513240"/>
      <w:r>
        <w:rPr>
          <w:rtl/>
          <w:lang w:bidi="fa-IR"/>
        </w:rPr>
        <w:t>232</w:t>
      </w:r>
      <w:r w:rsidR="001A2786">
        <w:rPr>
          <w:rtl/>
          <w:lang w:bidi="fa-IR"/>
        </w:rPr>
        <w:t>. ذكر هنگام سفر</w:t>
      </w:r>
      <w:bookmarkEnd w:id="486"/>
      <w:bookmarkEnd w:id="4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حسن بن جهم از ابى الحسن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از منزلت بيرون شوى در سفر باشى و يا در حضر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بگو: بسم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آمنت بالله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توكلت على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 شاء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لاحول و لا قوة الا بالله شياطين به او برخوردند و برگردند و فرشته ها به روى آنها بزنند و بگويند: شما چه راهى بدو داريد با اينكه خدا را نام برده و به او ايمان دارد و بر او توكل كرده است و گفته است : ما شاء الله لا حول و لا قوة الا بالله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88" w:name="_Toc383512807"/>
      <w:bookmarkStart w:id="489" w:name="_Toc383513241"/>
      <w:r>
        <w:rPr>
          <w:rtl/>
          <w:lang w:bidi="fa-IR"/>
        </w:rPr>
        <w:t>233</w:t>
      </w:r>
      <w:r w:rsidR="001A2786">
        <w:rPr>
          <w:rtl/>
          <w:lang w:bidi="fa-IR"/>
        </w:rPr>
        <w:t>. نوشتن ذكر بر روى انگشتر</w:t>
      </w:r>
      <w:bookmarkEnd w:id="488"/>
      <w:bookmarkEnd w:id="4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روى انگشتر خود بنويسد: ما شاء الله لا حول و لا قوة الا بالله استغفر الله (آنكه خدا بخواهد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خواهد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نيرويى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با يارى خداوند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خداوند آمرزش مى خواهم)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فقرى كه همه چيز او را از بين ببرد ايمن خواهد 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(232)</w:t>
      </w:r>
    </w:p>
    <w:p w:rsidR="00E85A8A" w:rsidRDefault="000033A1" w:rsidP="000033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90" w:name="_Toc383512808"/>
      <w:bookmarkStart w:id="491" w:name="_Toc383513242"/>
      <w:r w:rsidR="00E85A8A">
        <w:rPr>
          <w:rtl/>
          <w:lang w:bidi="fa-IR"/>
        </w:rPr>
        <w:lastRenderedPageBreak/>
        <w:t>12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استغفر الله ربى و اتوب اليه</w:t>
      </w:r>
      <w:bookmarkEnd w:id="490"/>
      <w:bookmarkEnd w:id="491"/>
    </w:p>
    <w:p w:rsidR="00E85A8A" w:rsidRDefault="00E85A8A" w:rsidP="001A2786">
      <w:pPr>
        <w:pStyle w:val="Heading2"/>
        <w:rPr>
          <w:rtl/>
          <w:lang w:bidi="fa-IR"/>
        </w:rPr>
      </w:pPr>
      <w:bookmarkStart w:id="492" w:name="_Toc383512809"/>
      <w:bookmarkStart w:id="493" w:name="_Toc383513243"/>
      <w:r>
        <w:rPr>
          <w:rtl/>
          <w:lang w:bidi="fa-IR"/>
        </w:rPr>
        <w:t>234</w:t>
      </w:r>
      <w:r w:rsidR="001A2786">
        <w:rPr>
          <w:rtl/>
          <w:lang w:bidi="fa-IR"/>
        </w:rPr>
        <w:t>. ريزش گناهان</w:t>
      </w:r>
      <w:bookmarkEnd w:id="492"/>
      <w:bookmarkEnd w:id="4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ياسر از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كرده است كه فرمود: مثل استغفار همچون برگى است بر درختى كه بجنبد و پياپى فرو ريزد و آن كه از گناهش آمرزش جويد و باز گناه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چون مسخره كننده پروردگار خود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94" w:name="_Toc383512810"/>
      <w:bookmarkStart w:id="495" w:name="_Toc383513244"/>
      <w:r>
        <w:rPr>
          <w:rtl/>
          <w:lang w:bidi="fa-IR"/>
        </w:rPr>
        <w:t>235</w:t>
      </w:r>
      <w:r w:rsidR="001A2786">
        <w:rPr>
          <w:rtl/>
          <w:lang w:bidi="fa-IR"/>
        </w:rPr>
        <w:t>. بيست و پنج بار استغفار</w:t>
      </w:r>
      <w:bookmarkEnd w:id="494"/>
      <w:bookmarkEnd w:id="4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را شيوه چنان بود كه از هيچ مجلسى برنمى خاست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گرچه كوتاه بود تا بيست و پنج بار از خداى عزّوجل استغفار مى كرد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96" w:name="_Toc383512811"/>
      <w:bookmarkStart w:id="497" w:name="_Toc383513245"/>
      <w:r>
        <w:rPr>
          <w:rtl/>
          <w:lang w:bidi="fa-IR"/>
        </w:rPr>
        <w:t>236</w:t>
      </w:r>
      <w:r w:rsidR="001A2786">
        <w:rPr>
          <w:rtl/>
          <w:lang w:bidi="fa-IR"/>
        </w:rPr>
        <w:t>. استغفار بهترين عبادت</w:t>
      </w:r>
      <w:bookmarkEnd w:id="496"/>
      <w:bookmarkEnd w:id="4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بهترين عبادت ها استغفار است و اين است قول خداى عزوجل در قرآن كريم : فاعلم انه لا اله الا الله و استغفر لذنبك </w:t>
      </w:r>
      <w:r w:rsidRPr="00A16C07">
        <w:rPr>
          <w:rStyle w:val="libFootnotenumChar"/>
          <w:rtl/>
          <w:lang w:bidi="fa-IR"/>
        </w:rPr>
        <w:t>(235)</w:t>
      </w:r>
      <w:r>
        <w:rPr>
          <w:rtl/>
          <w:lang w:bidi="fa-IR"/>
        </w:rPr>
        <w:t xml:space="preserve"> (و بدان كه راستش اين است كه نيست شايسته پرستشى جز خدا و آمرزش ‍ بخواه از گناه خود)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498" w:name="_Toc383512812"/>
      <w:bookmarkStart w:id="499" w:name="_Toc383513246"/>
      <w:r>
        <w:rPr>
          <w:rtl/>
          <w:lang w:bidi="fa-IR"/>
        </w:rPr>
        <w:t>237</w:t>
      </w:r>
      <w:r w:rsidR="001A2786">
        <w:rPr>
          <w:rtl/>
          <w:lang w:bidi="fa-IR"/>
        </w:rPr>
        <w:t>. استغفار بعد از نماز واجب</w:t>
      </w:r>
      <w:bookmarkEnd w:id="498"/>
      <w:bookmarkEnd w:id="4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دنبال نماز واجب پيش از آن كه دو پاى خود تا كند سه بار بگويد: استغفر الله الذى لا اله الا هو الحى القيوم ذوالجلال و الاكرام و اتوب اليه (آمرزش مى خواهم از خدايى كه نيست شايسته ستايشى جز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زنده و پاينده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صاحب جلالت و اكرام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او باز گردم)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عزوجل گناهانش را بيامرزد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گرچه مانند كف دريا باشند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0" w:name="_Toc383512813"/>
      <w:bookmarkStart w:id="501" w:name="_Toc383513247"/>
      <w:r>
        <w:rPr>
          <w:rtl/>
          <w:lang w:bidi="fa-IR"/>
        </w:rPr>
        <w:lastRenderedPageBreak/>
        <w:t>238</w:t>
      </w:r>
      <w:r w:rsidR="001A2786">
        <w:rPr>
          <w:rtl/>
          <w:lang w:bidi="fa-IR"/>
        </w:rPr>
        <w:t>. ثواب استغفار</w:t>
      </w:r>
      <w:bookmarkEnd w:id="500"/>
      <w:bookmarkEnd w:id="5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پدرانش </w:t>
      </w:r>
      <w:r w:rsidR="00FD2726" w:rsidRPr="00FD272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مى نمايد كه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خوشا به حال آن كه روز قيامت در نامه عملش زير هر گناهى استغفر الله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2" w:name="_Toc383512814"/>
      <w:bookmarkStart w:id="503" w:name="_Toc383513248"/>
      <w:r>
        <w:rPr>
          <w:rtl/>
          <w:lang w:bidi="fa-IR"/>
        </w:rPr>
        <w:t>239</w:t>
      </w:r>
      <w:r w:rsidR="001A2786">
        <w:rPr>
          <w:rtl/>
          <w:lang w:bidi="fa-IR"/>
        </w:rPr>
        <w:t>. هفتاد بار استغفار در روز</w:t>
      </w:r>
      <w:bookmarkEnd w:id="502"/>
      <w:bookmarkEnd w:id="5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هر روز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هفتاد بار از خداوند عزوجل آمرزش مى طلبيد و به درگاه خداى عزوجل هفتاد بار توبه مى كرد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راوى 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گفتم : او مى فرمود استغفر الله ربى و اتوب اليه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پاسخ فرمود: هفتاد بار مى فرمود استغفر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استغفر الله و هفتاد بار مى فرمود اتوب الى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اتوب الى 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(239)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4" w:name="_Toc383512815"/>
      <w:bookmarkStart w:id="505" w:name="_Toc383513249"/>
      <w:r>
        <w:rPr>
          <w:rtl/>
          <w:lang w:bidi="fa-IR"/>
        </w:rPr>
        <w:t>240</w:t>
      </w:r>
      <w:r w:rsidR="001A2786">
        <w:rPr>
          <w:rtl/>
          <w:lang w:bidi="fa-IR"/>
        </w:rPr>
        <w:t>. استغفار در نماز وتر</w:t>
      </w:r>
      <w:bookmarkEnd w:id="504"/>
      <w:bookmarkEnd w:id="5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به مدت يك سال در نماز وتر هفتاد بار ايستاده بگويد استغفر الله و اتوب اليه خداوند تبارك و تعالى او را از كسانى كه در سحرها آمرزش مى طلبند (و در قرآن كريم از آنها ياد شده است) مى نويسد و آمرزش خداى عزوجل براى او واجب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6" w:name="_Toc383512816"/>
      <w:bookmarkStart w:id="507" w:name="_Toc383513250"/>
      <w:r>
        <w:rPr>
          <w:rtl/>
          <w:lang w:bidi="fa-IR"/>
        </w:rPr>
        <w:t>241</w:t>
      </w:r>
      <w:r w:rsidR="001A2786">
        <w:rPr>
          <w:rtl/>
          <w:lang w:bidi="fa-IR"/>
        </w:rPr>
        <w:t>. كليد آمرزش گناهان كبيره</w:t>
      </w:r>
      <w:bookmarkEnd w:id="506"/>
      <w:bookmarkEnd w:id="5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هيچ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ى نيست كه در شبانه روز مرتكب چهل گناه كبيره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گاه با پشيمانى بگويد: استغفر الله الذى لا اله الا هو الحى القيوم بديع السموات و الارض ذالجلال و الاكرام و اءسئله ان يتوب على (از خداوندى كه جز او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زنده و قيوم (ازلى و قائم به ذات خويش) و پديده آورنده آسمان ها و زمين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بزرگ و عزيز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آمرزش خواسته و از او مى خواهم مرا ببخشد)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اين كه خداوند آن گناهان را مى آمرزد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كسى كه هر روز بيش از چهل گناه كبيره مرتكب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خيرى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08" w:name="_Toc383512817"/>
      <w:bookmarkStart w:id="509" w:name="_Toc383513251"/>
      <w:r>
        <w:rPr>
          <w:rtl/>
          <w:lang w:bidi="fa-IR"/>
        </w:rPr>
        <w:lastRenderedPageBreak/>
        <w:t>242</w:t>
      </w:r>
      <w:r w:rsidR="001A2786">
        <w:rPr>
          <w:rtl/>
          <w:lang w:bidi="fa-IR"/>
        </w:rPr>
        <w:t xml:space="preserve">. استغفار با تربت امام حسين </w:t>
      </w:r>
      <w:r w:rsidR="007D440E" w:rsidRPr="007D440E">
        <w:rPr>
          <w:rStyle w:val="libAlaemChar"/>
          <w:rtl/>
        </w:rPr>
        <w:t>عليه‌السلام</w:t>
      </w:r>
      <w:bookmarkEnd w:id="508"/>
      <w:bookmarkEnd w:id="5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است كه فرمود: هر كس سنگ هايى را كه از تربت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درست مى كند (يعنى تسبيح پخته) بگرداند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تعداد هر استغفر الله ربى و اتوب اليه هفتاد استغفار براى او ثبت مى شود و اگر تسبيح در دستش باشد و ذكر نگويد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عدد هر دانه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 مرتبه استغفار براى او نوشته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10" w:name="_Toc383512818"/>
      <w:bookmarkStart w:id="511" w:name="_Toc383513252"/>
      <w:r>
        <w:rPr>
          <w:rtl/>
          <w:lang w:bidi="fa-IR"/>
        </w:rPr>
        <w:t>243</w:t>
      </w:r>
      <w:r w:rsidR="001A2786">
        <w:rPr>
          <w:rtl/>
          <w:lang w:bidi="fa-IR"/>
        </w:rPr>
        <w:t>. اقرار به گناهان</w:t>
      </w:r>
      <w:bookmarkEnd w:id="510"/>
      <w:bookmarkEnd w:id="5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پدرانش </w:t>
      </w:r>
      <w:r w:rsidR="00FD2726" w:rsidRPr="00FD272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مى نمايد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داراى اين چهار چيز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بزرگترين نور خداوند به سر مى برد: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1 - نگهدار امرش شهادت به اين باشد كه خدايى جز خداوند يگانه نيست و همانا من رسول خدايم 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2 - و به هنگام رسيدن مصيبتى بگويد: انا لله و انا اليه راجعون (ما از خداييم و به سوى او باز مى گرديم)؛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3 - و هنگامى كه به خيرى برسد بگويد: الحمد لله (همه ثناها مخصوص ‍ خداست)؛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4 - هنگامى كه گناهى مرتكب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بگويد: استغفر الله و اتوب اليه (از خداوند آمرزش خواسته و به سوى او باز مى گردم)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12" w:name="_Toc383512819"/>
      <w:bookmarkStart w:id="513" w:name="_Toc383513253"/>
      <w:r>
        <w:rPr>
          <w:rtl/>
          <w:lang w:bidi="fa-IR"/>
        </w:rPr>
        <w:t>244</w:t>
      </w:r>
      <w:r w:rsidR="001A2786">
        <w:rPr>
          <w:rtl/>
          <w:lang w:bidi="fa-IR"/>
        </w:rPr>
        <w:t>. استغفار در هر روز از ماه شعبان</w:t>
      </w:r>
      <w:bookmarkEnd w:id="512"/>
      <w:bookmarkEnd w:id="5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در هر روز از ماه شعبان هفتاد بار بگويد: استغفر الله الذى لا اله الا هو الرحمن الرحيم الحى القيوم و اتوب اليه (از خداوندى كه هيچ خدايى جز او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بخشنده و مهربان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زنده و قيوم </w:t>
      </w:r>
      <w:r>
        <w:rPr>
          <w:rtl/>
          <w:lang w:bidi="fa-IR"/>
        </w:rPr>
        <w:lastRenderedPageBreak/>
        <w:t>(ازلى و قائم به ذات خويش)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آمرزش مى طلبم و به درگاه او توبه مى كنم)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افق مبين نوشته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كردم : افق مبين چيست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فرمودند: دشتى است در برابر عرش با رودهاى جارى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ثواب هاى بزرگ و عالى در آن نهفته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(244)</w:t>
      </w:r>
    </w:p>
    <w:p w:rsidR="00E85A8A" w:rsidRDefault="000033A1" w:rsidP="000033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14" w:name="_Toc383512820"/>
      <w:bookmarkStart w:id="515" w:name="_Toc383513254"/>
      <w:r w:rsidR="00E85A8A">
        <w:rPr>
          <w:rtl/>
          <w:lang w:bidi="fa-IR"/>
        </w:rPr>
        <w:lastRenderedPageBreak/>
        <w:t>13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آية الكرسى</w:t>
      </w:r>
      <w:bookmarkEnd w:id="514"/>
      <w:bookmarkEnd w:id="515"/>
    </w:p>
    <w:p w:rsidR="00E85A8A" w:rsidRDefault="00E85A8A" w:rsidP="001A2786">
      <w:pPr>
        <w:pStyle w:val="Heading2"/>
        <w:rPr>
          <w:rtl/>
          <w:lang w:bidi="fa-IR"/>
        </w:rPr>
      </w:pPr>
      <w:bookmarkStart w:id="516" w:name="_Toc383512821"/>
      <w:bookmarkStart w:id="517" w:name="_Toc383513255"/>
      <w:r>
        <w:rPr>
          <w:rtl/>
          <w:lang w:bidi="fa-IR"/>
        </w:rPr>
        <w:t>245</w:t>
      </w:r>
      <w:r w:rsidR="001A2786">
        <w:rPr>
          <w:rtl/>
          <w:lang w:bidi="fa-IR"/>
        </w:rPr>
        <w:t>. آية الكرسى (سوره بقره، آيات 255 تا 257)</w:t>
      </w:r>
      <w:bookmarkEnd w:id="516"/>
      <w:bookmarkEnd w:id="517"/>
    </w:p>
    <w:p w:rsidR="00E85A8A" w:rsidRDefault="00E85A8A" w:rsidP="00D8782F">
      <w:pPr>
        <w:pStyle w:val="libAie"/>
        <w:rPr>
          <w:rtl/>
          <w:lang w:bidi="fa-IR"/>
        </w:rPr>
      </w:pPr>
      <w:r>
        <w:rPr>
          <w:rtl/>
          <w:lang w:bidi="fa-IR"/>
        </w:rPr>
        <w:t>الله لا اله الا هو الحىّ القيّوم لا تاءخذه سنة و لا نوم له ما فى السّموات و ما فى الارض من ذا الذى يشفع عنده الا باذنه يعلم ما بين ايديهم و ما خلفهم و لا يحيطون بشى ء من علمه الا بما شاء وسع كرسيّه السموات و الارض و لا يؤ ده حفظهما و هو العلى العظيم # لا اكراه فى الدين قد تبين الرشد من الغى فمن يكفر بالطاغوت و يؤ من بالله فقد استمسك بالعروة الوثقى لا انفصام لها و الله سميع عليم # الله ولى الذين آمنوا يخرجهم من الظلمات الى النّور و الّذين كفروا اوليائهم الطاغوت يخرجونهم من النور الى الظلمات اولئك اصحاب النار هم فيها خالدون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ترجمه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است كه خدايى جز او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زنده و بسيار نگاهدارنده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او را خواب سبك و سنگين فرا نگيرد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آنچه در آسمانها و در زمين است از آن اوست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كيست كه در آستان او جز به اذن او شفاعت كند؟ آنچه در پيش ‍ روى و در پشت سر آنان است مى داند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چيزى از علم او احاطه نيابند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به آنچه او بخواهد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سلطنت و قدرت او آسمانها و زمين و سراسر جهان هستى را فرا گرفته است و نگهبانى آن دو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گران نيايد و اوست بلند قدر و بزرگ مرتبه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در دين اكراه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همانا كه راه راست از راه كج آشكار گرديد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پس آن كس كه به طاغوت كافر گردد و به خدا ايمان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همانا كه در حقيقت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دستاويزى درآويخته باشد كه آن را انقطاعى نباشد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خدا شنوا و دانا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خدا دوست كسانى است كه ايمان آورند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آنان را از تيرگى ها به نور بيرون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كسانى </w:t>
      </w:r>
      <w:r>
        <w:rPr>
          <w:rtl/>
          <w:lang w:bidi="fa-IR"/>
        </w:rPr>
        <w:lastRenderedPageBreak/>
        <w:t>كه كفر ورزند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طاغوت دوست آنان است و آنان را از روشنايى به تاريكى ها فرو برد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آنانند اصحاب آتش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آنان در آتش جاويدند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18" w:name="_Toc383512822"/>
      <w:bookmarkStart w:id="519" w:name="_Toc383513256"/>
      <w:r>
        <w:rPr>
          <w:rtl/>
          <w:lang w:bidi="fa-IR"/>
        </w:rPr>
        <w:t>246</w:t>
      </w:r>
      <w:r w:rsidR="001A2786">
        <w:rPr>
          <w:rtl/>
          <w:lang w:bidi="fa-IR"/>
        </w:rPr>
        <w:t>. هنگام خواب</w:t>
      </w:r>
      <w:bookmarkEnd w:id="518"/>
      <w:bookmarkEnd w:id="5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هنگام خوابيدنش سه بار آية الكرسى بخواند و آيه 18 از سوره آل عمران : شهد الله انه لا اله الا هو و الملائكة و اولوا العلم قائما بالقسط لا اله الا هو العزيز الحكيم و آيه سخره و آيه سجده را قرائت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دو شيطان بر او گمارده شود تا او را از مرده شياطين حفظ كنند بخواهند يا نخواهند و با آن دو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سى تن فرشته باشند كه خداى عزوجل را حمد كنند و او را تسبيح گويند و تهليل گويند و تكبير گويند و براى او آمرزش خواهند تا آن بنده از خواب بيدار شود و همه ثوابش از او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0" w:name="_Toc383512823"/>
      <w:bookmarkStart w:id="521" w:name="_Toc383513257"/>
      <w:r>
        <w:rPr>
          <w:rtl/>
          <w:lang w:bidi="fa-IR"/>
        </w:rPr>
        <w:t>247</w:t>
      </w:r>
      <w:r w:rsidR="001A2786">
        <w:rPr>
          <w:rtl/>
          <w:lang w:bidi="fa-IR"/>
        </w:rPr>
        <w:t>. نورانيت در قبر</w:t>
      </w:r>
      <w:bookmarkEnd w:id="520"/>
      <w:bookmarkEnd w:id="5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زمانى كه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 آية الكرسى را بخواند و ثوابش را براى اهل قبور قرار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از هر حرفى ملكى گرداند كه خداى را براى او تسبيح كند تا روز قيامت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وى مزد شصت پيامبر را دهد و خدا در هر قبرى از مشرق تا مغرب چهل شمع از نور داخل كند و قبرهاى آنها را وسعت دهد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2" w:name="_Toc383512824"/>
      <w:bookmarkStart w:id="523" w:name="_Toc383513258"/>
      <w:r>
        <w:rPr>
          <w:rtl/>
          <w:lang w:bidi="fa-IR"/>
        </w:rPr>
        <w:t>248</w:t>
      </w:r>
      <w:r w:rsidR="001A2786">
        <w:rPr>
          <w:rtl/>
          <w:lang w:bidi="fa-IR"/>
        </w:rPr>
        <w:t>. آية الكرسى بعد از نماز و وقت خواب</w:t>
      </w:r>
      <w:bookmarkEnd w:id="522"/>
      <w:bookmarkEnd w:id="5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كس كه آية الكرسى را بعد از هر نماز واجب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چيزى مانع از داخل شدنش در بهشت نخواهد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مرگ و بر خواندن آن كسى مواظبت نمى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آن كس كه صديق و راست و درست باشد و هر كس آن را در هنگام خواب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 او </w:t>
      </w:r>
      <w:r>
        <w:rPr>
          <w:rtl/>
          <w:lang w:bidi="fa-IR"/>
        </w:rPr>
        <w:lastRenderedPageBreak/>
        <w:t>را و خانه اش را و خانه كسانى را كه در همسايگى وى قرار دارند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ايمن خواهد ساخت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4" w:name="_Toc383512825"/>
      <w:bookmarkStart w:id="525" w:name="_Toc383513259"/>
      <w:r>
        <w:rPr>
          <w:rtl/>
          <w:lang w:bidi="fa-IR"/>
        </w:rPr>
        <w:t>249</w:t>
      </w:r>
      <w:r w:rsidR="001A2786">
        <w:rPr>
          <w:rtl/>
          <w:lang w:bidi="fa-IR"/>
        </w:rPr>
        <w:t>. قبولى نماز</w:t>
      </w:r>
      <w:bookmarkEnd w:id="524"/>
      <w:bookmarkEnd w:id="5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گرامى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كس كه آية الكرسى را بعد از هر نماز فريضه اى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نمازش مورد قبول قرار مى گيرد و در امان خدا خواهد بود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6" w:name="_Toc383512826"/>
      <w:bookmarkStart w:id="527" w:name="_Toc383513260"/>
      <w:r>
        <w:rPr>
          <w:rtl/>
          <w:lang w:bidi="fa-IR"/>
        </w:rPr>
        <w:t>250</w:t>
      </w:r>
      <w:r w:rsidR="001A2786">
        <w:rPr>
          <w:rtl/>
          <w:lang w:bidi="fa-IR"/>
        </w:rPr>
        <w:t>. ثواب آية الكرسى بعد از وضو</w:t>
      </w:r>
      <w:bookmarkEnd w:id="526"/>
      <w:bookmarkEnd w:id="5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فرمودند: هر كس بعد از وضو گرفتن يك بار آية الكرسى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ثواب چهل سال عبادت را به او عطا كند و چهل درجه را برايش بالا برد و چهل حورالعين را به تزويجش ‍ درآورد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(249)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28" w:name="_Toc383512827"/>
      <w:bookmarkStart w:id="529" w:name="_Toc383513261"/>
      <w:r>
        <w:rPr>
          <w:rtl/>
          <w:lang w:bidi="fa-IR"/>
        </w:rPr>
        <w:t>251</w:t>
      </w:r>
      <w:r w:rsidR="001A2786">
        <w:rPr>
          <w:rtl/>
          <w:lang w:bidi="fa-IR"/>
        </w:rPr>
        <w:t>. خروج از منزل</w:t>
      </w:r>
      <w:bookmarkEnd w:id="528"/>
      <w:bookmarkEnd w:id="5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امير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ان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فرمودند: هر گاه يكى از شما حاجتى داشت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صبح پنجشنبه در طلب آن برود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دعا گفت : 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بيرون رفتن امتم در بامداد پنجشنبه بركت قرار ده و چون از منزل برون رفت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آيات سوره آل عمران و آية الكرسى و سوره انا انزلناه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را بخواند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30" w:name="_Toc383512828"/>
      <w:bookmarkStart w:id="531" w:name="_Toc383513262"/>
      <w:r>
        <w:rPr>
          <w:rtl/>
          <w:lang w:bidi="fa-IR"/>
        </w:rPr>
        <w:t>252</w:t>
      </w:r>
      <w:r w:rsidR="001A2786">
        <w:rPr>
          <w:rtl/>
          <w:lang w:bidi="fa-IR"/>
        </w:rPr>
        <w:t>. رحمت الهى</w:t>
      </w:r>
      <w:bookmarkEnd w:id="530"/>
      <w:bookmarkEnd w:id="5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كس آية الكرسى را بعد از هر نمازى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 آسمان شكافته گردد و به هم نيايد تا خدا به سوى خواننده اش نظر رحمت افكند و پس از آن فرشته اى را برانگيزد كه از آن هنگام تا فرداى آن كارهاى خوبش را بنويسد و كارهاى بدش را محو نمايد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32" w:name="_Toc383512829"/>
      <w:bookmarkStart w:id="533" w:name="_Toc383513263"/>
      <w:r>
        <w:rPr>
          <w:rtl/>
          <w:lang w:bidi="fa-IR"/>
        </w:rPr>
        <w:lastRenderedPageBreak/>
        <w:t>253</w:t>
      </w:r>
      <w:r w:rsidR="001A2786">
        <w:rPr>
          <w:rtl/>
          <w:lang w:bidi="fa-IR"/>
        </w:rPr>
        <w:t>. دفع آفت از مال و جان</w:t>
      </w:r>
      <w:bookmarkEnd w:id="532"/>
      <w:bookmarkEnd w:id="5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زين العابدين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نمايد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كسى كه چهار آيه اول سوره بقره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آية الكرسى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دو آيه بعد از آن و سه آيه آخر اين سوره را قرائت نمايد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خودش و مالش دچار هيچ گونه آفتى نخواهد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شيطان به او نزديك نشده و قرآن را فراموش نخواهد كرد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34" w:name="_Toc383512830"/>
      <w:bookmarkStart w:id="535" w:name="_Toc383513264"/>
      <w:r>
        <w:rPr>
          <w:rtl/>
          <w:lang w:bidi="fa-IR"/>
        </w:rPr>
        <w:t>254</w:t>
      </w:r>
      <w:r w:rsidR="001A2786">
        <w:rPr>
          <w:rtl/>
          <w:lang w:bidi="fa-IR"/>
        </w:rPr>
        <w:t>. حفاظت از گزندها</w:t>
      </w:r>
      <w:bookmarkEnd w:id="534"/>
      <w:bookmarkEnd w:id="5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سند معتبر از حضرت موسى بن جعفر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منقول است : هر كه آية الكرسى را بعد از هر نماز فريضه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او را گزند ضرر نرساند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36" w:name="_Toc383512831"/>
      <w:bookmarkStart w:id="537" w:name="_Toc383513265"/>
      <w:r>
        <w:rPr>
          <w:rtl/>
          <w:lang w:bidi="fa-IR"/>
        </w:rPr>
        <w:t>255</w:t>
      </w:r>
      <w:r w:rsidR="001A2786">
        <w:rPr>
          <w:rtl/>
          <w:lang w:bidi="fa-IR"/>
        </w:rPr>
        <w:t>. كفاره گناهان</w:t>
      </w:r>
      <w:bookmarkEnd w:id="536"/>
      <w:bookmarkEnd w:id="5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 بعد از نماز جمعه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وقتى كه سلام مى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حمد را يك بار قل هو الله احد را هفت بار قل اعوذ برب الفلق هفت بار قل اعوذ برب الناس را هفت بار و آية الكرسى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سخره ان ربكم الله الذى خلق السموات</w:t>
      </w:r>
      <w:r w:rsidR="00560652">
        <w:rPr>
          <w:rtl/>
          <w:lang w:bidi="fa-IR"/>
        </w:rPr>
        <w:t xml:space="preserve">... </w:t>
      </w:r>
      <w:r w:rsidRPr="00A16C07">
        <w:rPr>
          <w:rStyle w:val="libFootnotenumChar"/>
          <w:rtl/>
          <w:lang w:bidi="fa-IR"/>
        </w:rPr>
        <w:t>(254)</w:t>
      </w:r>
      <w:r>
        <w:rPr>
          <w:rtl/>
          <w:lang w:bidi="fa-IR"/>
        </w:rPr>
        <w:t xml:space="preserve"> و آيه ما قبل آخر سوره توبه لقد جاءكم رسول من انفسكم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كفاره گناهان او از آن جمعه تا جمعه ديگر خواهد بود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38" w:name="_Toc383512832"/>
      <w:bookmarkStart w:id="539" w:name="_Toc383513266"/>
      <w:r>
        <w:rPr>
          <w:rtl/>
          <w:lang w:bidi="fa-IR"/>
        </w:rPr>
        <w:t>256</w:t>
      </w:r>
      <w:r w:rsidR="001A2786">
        <w:rPr>
          <w:rtl/>
          <w:lang w:bidi="fa-IR"/>
        </w:rPr>
        <w:t>. آية الكرسى در نماز مستحبى</w:t>
      </w:r>
      <w:bookmarkEnd w:id="538"/>
      <w:bookmarkEnd w:id="5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در هر ركعت از نماز مستحبى خود قل هو الله احد و انا انزلناه فى ليلة القدر و آية الكرسى 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عمل او را بهترين اعمال خواهد دانست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كسى كه مانند او و بيش از او اين عمل را انجام دهد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0" w:name="_Toc383512833"/>
      <w:bookmarkStart w:id="541" w:name="_Toc383513267"/>
      <w:r>
        <w:rPr>
          <w:rtl/>
          <w:lang w:bidi="fa-IR"/>
        </w:rPr>
        <w:t>257</w:t>
      </w:r>
      <w:r w:rsidR="001A2786">
        <w:rPr>
          <w:rtl/>
          <w:lang w:bidi="fa-IR"/>
        </w:rPr>
        <w:t xml:space="preserve">. ذكر رسول خدا </w:t>
      </w:r>
      <w:r w:rsidR="00FD2726" w:rsidRPr="00FD2726">
        <w:rPr>
          <w:rStyle w:val="libAlaemChar"/>
          <w:rtl/>
        </w:rPr>
        <w:t>صلى‌الله‌عليه‌وآله‌</w:t>
      </w:r>
      <w:r w:rsidR="001A2786">
        <w:rPr>
          <w:rtl/>
          <w:lang w:bidi="fa-IR"/>
        </w:rPr>
        <w:t xml:space="preserve"> در بستر</w:t>
      </w:r>
      <w:bookmarkEnd w:id="540"/>
      <w:bookmarkEnd w:id="5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محمد بن مروان روايت شده است كه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آيا به شما گزارش ندهم آنچه را كه شيوه رسول گرامى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بود كه هرگاه ايشان به </w:t>
      </w:r>
      <w:r>
        <w:rPr>
          <w:rtl/>
          <w:lang w:bidi="fa-IR"/>
        </w:rPr>
        <w:lastRenderedPageBreak/>
        <w:t>بستر خويش جاى مى گرفت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 مى فرمودند؟ گفتم : چرا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آية الكرسى را مى خواند و مى گفت : آمنت بالله و كفرت بالطاغوت بار خدايا! مرا در خواب و بيدارى ام حفظ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2" w:name="_Toc383512834"/>
      <w:bookmarkStart w:id="543" w:name="_Toc383513268"/>
      <w:r>
        <w:rPr>
          <w:rtl/>
          <w:lang w:bidi="fa-IR"/>
        </w:rPr>
        <w:t>258</w:t>
      </w:r>
      <w:r w:rsidR="001A2786">
        <w:rPr>
          <w:rtl/>
          <w:lang w:bidi="fa-IR"/>
        </w:rPr>
        <w:t>. مانع بيمارى</w:t>
      </w:r>
      <w:bookmarkEnd w:id="542"/>
      <w:bookmarkEnd w:id="5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راوى گويد: از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كه فرمودند: كسى كه به هنگام خواب آية الكرسى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 شاءالله از فلج شدن ترسى نخواهد داشت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هر كه آن را پس از هر نمازى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گزنده زهردارى به او آسيب نخواهد رساند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4" w:name="_Toc383512835"/>
      <w:bookmarkStart w:id="545" w:name="_Toc383513269"/>
      <w:r>
        <w:rPr>
          <w:rtl/>
          <w:lang w:bidi="fa-IR"/>
        </w:rPr>
        <w:t>259</w:t>
      </w:r>
      <w:r w:rsidR="001A2786">
        <w:rPr>
          <w:rtl/>
          <w:lang w:bidi="fa-IR"/>
        </w:rPr>
        <w:t>. دورى از بلاها و گناهان</w:t>
      </w:r>
      <w:bookmarkEnd w:id="544"/>
      <w:bookmarkEnd w:id="5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به روايت ديگر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كه آية الكرسى را بعد از هر نماز فريضه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نمازش ‍ مقبول گردد و در امان خدا باشد و خدا او را از بلاها و گناهان نگاه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(259)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6" w:name="_Toc383512836"/>
      <w:bookmarkStart w:id="547" w:name="_Toc383513270"/>
      <w:r>
        <w:rPr>
          <w:rtl/>
          <w:lang w:bidi="fa-IR"/>
        </w:rPr>
        <w:t>260</w:t>
      </w:r>
      <w:r w:rsidR="001A2786">
        <w:rPr>
          <w:rtl/>
          <w:lang w:bidi="fa-IR"/>
        </w:rPr>
        <w:t>. آية الكرسى در تنهايى</w:t>
      </w:r>
      <w:bookmarkEnd w:id="546"/>
      <w:bookmarkEnd w:id="5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به معصوم رسانيده است كه فرمود: هر كه تنها در خانه اى شب را به سر 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آية الكرسى را بخواند و بايد بگويد: بارخدايا! هر اسم را آرام كن و ترسم را بياساى و در تنهايى كمكم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48" w:name="_Toc383512837"/>
      <w:bookmarkStart w:id="549" w:name="_Toc383513271"/>
      <w:r>
        <w:rPr>
          <w:rtl/>
          <w:lang w:bidi="fa-IR"/>
        </w:rPr>
        <w:t>261</w:t>
      </w:r>
      <w:r w:rsidR="001A2786">
        <w:rPr>
          <w:rtl/>
          <w:lang w:bidi="fa-IR"/>
        </w:rPr>
        <w:t>. آغاز سفر با آية الكرسى</w:t>
      </w:r>
      <w:bookmarkEnd w:id="548"/>
      <w:bookmarkEnd w:id="5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سفر را با دادن صدقه و يا با خواندن آية الكرسى آغاز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50" w:name="_Toc383512838"/>
      <w:bookmarkStart w:id="551" w:name="_Toc383513272"/>
      <w:r>
        <w:rPr>
          <w:rtl/>
          <w:lang w:bidi="fa-IR"/>
        </w:rPr>
        <w:t>262</w:t>
      </w:r>
      <w:r w:rsidR="001A2786">
        <w:rPr>
          <w:rtl/>
          <w:lang w:bidi="fa-IR"/>
        </w:rPr>
        <w:t>. هنگام عزيمت به سفر</w:t>
      </w:r>
      <w:bookmarkEnd w:id="550"/>
      <w:bookmarkEnd w:id="5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موسى بن جعفر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: اگر مردى عازم سفر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در خانه اش رو به مسيرى كه مى رود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بايستد و سوره حمد و آية الكرسى را به جلو و چپ و راست بخواند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52" w:name="_Toc383512839"/>
      <w:bookmarkStart w:id="553" w:name="_Toc383513273"/>
      <w:r>
        <w:rPr>
          <w:rtl/>
          <w:lang w:bidi="fa-IR"/>
        </w:rPr>
        <w:lastRenderedPageBreak/>
        <w:t>263</w:t>
      </w:r>
      <w:r w:rsidR="001A2786">
        <w:rPr>
          <w:rtl/>
          <w:lang w:bidi="fa-IR"/>
        </w:rPr>
        <w:t>. دعاى بعد از آية الكرسى</w:t>
      </w:r>
      <w:bookmarkEnd w:id="552"/>
      <w:bookmarkEnd w:id="5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فرمودند: هر كس در سفر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آية الكرسى را در هر شب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خود و همراهانش سالم بمانند و سپس بگويد: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اجعل مسيرى عبرا و صمتى تفكرا و كلامى ذكرا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(خداوندا! سير مرا وسيله عبرت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سكوتم را وسيله تفكر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سخنم را ذكر قرار ده</w:t>
      </w:r>
      <w:r w:rsidR="001A2786">
        <w:rPr>
          <w:rtl/>
          <w:lang w:bidi="fa-IR"/>
        </w:rPr>
        <w:t>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54" w:name="_Toc383512840"/>
      <w:bookmarkStart w:id="555" w:name="_Toc383513274"/>
      <w:r>
        <w:rPr>
          <w:rtl/>
          <w:lang w:bidi="fa-IR"/>
        </w:rPr>
        <w:t>264</w:t>
      </w:r>
      <w:r w:rsidR="001A2786">
        <w:rPr>
          <w:rtl/>
          <w:lang w:bidi="fa-IR"/>
        </w:rPr>
        <w:t>. ذكرى براى رفع همّ و غم</w:t>
      </w:r>
      <w:bookmarkEnd w:id="554"/>
      <w:bookmarkEnd w:id="5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هر موقع كه غم و اندوهى بر آن حضرت روى مى داد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بعد از خواندن آية الكرسى اين دعا را مى خواند و مى فرمود: مسلمانى نيست كه اين دعا را سه بار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آن كه درخواست خود را به دست آورد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حى يا قيوم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حيّا لايموت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حى لا اله الا انت كاشف الهم مجيب دعوة المضطرين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اساءلك بان لك الحمد لا اله الا انت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المنان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بديع السموات و الارض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ذوالجلال و الاكرام رحمان الدنيا والاخرة و رحيمها رب ارحمنى رحمة تغنينى بها عن رحمة من سواك يا ارحم الراحمين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(264)</w:t>
      </w:r>
    </w:p>
    <w:p w:rsidR="00E85A8A" w:rsidRDefault="000925F4" w:rsidP="000925F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56" w:name="_Toc383512841"/>
      <w:bookmarkStart w:id="557" w:name="_Toc383513275"/>
      <w:r w:rsidR="00E85A8A">
        <w:rPr>
          <w:rtl/>
          <w:lang w:bidi="fa-IR"/>
        </w:rPr>
        <w:lastRenderedPageBreak/>
        <w:t>14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ذكر صلوات </w:t>
      </w:r>
      <w:r>
        <w:rPr>
          <w:rFonts w:hint="cs"/>
          <w:rtl/>
          <w:lang w:bidi="fa-IR"/>
        </w:rPr>
        <w:t>«</w:t>
      </w:r>
      <w:r>
        <w:rPr>
          <w:rtl/>
          <w:lang w:bidi="fa-IR"/>
        </w:rPr>
        <w:t>اللهم صل على محمد و آل</w:t>
      </w:r>
      <w:r w:rsidR="00AC326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محمد</w:t>
      </w:r>
      <w:r>
        <w:rPr>
          <w:rFonts w:hint="cs"/>
          <w:rtl/>
          <w:lang w:bidi="fa-IR"/>
        </w:rPr>
        <w:t>»</w:t>
      </w:r>
      <w:bookmarkEnd w:id="556"/>
      <w:bookmarkEnd w:id="557"/>
    </w:p>
    <w:p w:rsidR="00E85A8A" w:rsidRDefault="00E85A8A" w:rsidP="001A2786">
      <w:pPr>
        <w:pStyle w:val="Heading2"/>
        <w:rPr>
          <w:rtl/>
          <w:lang w:bidi="fa-IR"/>
        </w:rPr>
      </w:pPr>
      <w:bookmarkStart w:id="558" w:name="_Toc383512842"/>
      <w:bookmarkStart w:id="559" w:name="_Toc383513276"/>
      <w:r>
        <w:rPr>
          <w:rtl/>
          <w:lang w:bidi="fa-IR"/>
        </w:rPr>
        <w:t>265</w:t>
      </w:r>
      <w:r w:rsidR="001A2786">
        <w:rPr>
          <w:rtl/>
          <w:lang w:bidi="fa-IR"/>
        </w:rPr>
        <w:t>. درود خدا و فرشتگان</w:t>
      </w:r>
      <w:bookmarkEnd w:id="558"/>
      <w:bookmarkEnd w:id="5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قال الله تعالى : ان الله و ملائكته يصلون على النبى يا ايها الذين آمنوا صلوا عليه و سلموا تسليما: خدا و فرشتگان خداوند درود مى فرستند بر پيامبر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 كه ايمان داريد صلوات و درود بفرستيد بر او و سلام كنيد سلامى تمام و نيكو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0" w:name="_Toc383512843"/>
      <w:bookmarkStart w:id="561" w:name="_Toc383513277"/>
      <w:r>
        <w:rPr>
          <w:rtl/>
          <w:lang w:bidi="fa-IR"/>
        </w:rPr>
        <w:t>266</w:t>
      </w:r>
      <w:r w:rsidR="001A2786">
        <w:rPr>
          <w:rtl/>
          <w:lang w:bidi="fa-IR"/>
        </w:rPr>
        <w:t>. فرشتگان مى بينند</w:t>
      </w:r>
      <w:bookmarkEnd w:id="560"/>
      <w:bookmarkEnd w:id="5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روز جمعه بسيار بر من صلوات و درود بفرستيد كه آن روز روزى است كه فرشتگان آن را مى بينند و هيچ كس بر من صلوات و درود نمى فرستد جز آن كه درود وى بر من عرضه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وقتى كه از صلوات خود فراغت حاصل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2" w:name="_Toc383512844"/>
      <w:bookmarkStart w:id="563" w:name="_Toc383513278"/>
      <w:r>
        <w:rPr>
          <w:rtl/>
          <w:lang w:bidi="fa-IR"/>
        </w:rPr>
        <w:t>267</w:t>
      </w:r>
      <w:r w:rsidR="001A2786">
        <w:rPr>
          <w:rtl/>
          <w:lang w:bidi="fa-IR"/>
        </w:rPr>
        <w:t>. معناى درود فرشتگان</w:t>
      </w:r>
      <w:bookmarkEnd w:id="562"/>
      <w:bookmarkEnd w:id="5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صلوات از جانب خداوند رحمت است و از سوى فرشتگان پاك كردن و از طرف مردم دعا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4" w:name="_Toc383512845"/>
      <w:bookmarkStart w:id="565" w:name="_Toc383513279"/>
      <w:r>
        <w:rPr>
          <w:rtl/>
          <w:lang w:bidi="fa-IR"/>
        </w:rPr>
        <w:t>268</w:t>
      </w:r>
      <w:r w:rsidR="001A2786">
        <w:rPr>
          <w:rtl/>
          <w:lang w:bidi="fa-IR"/>
        </w:rPr>
        <w:t>. صلوات بعد از نماز</w:t>
      </w:r>
      <w:bookmarkEnd w:id="564"/>
      <w:bookmarkEnd w:id="5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مردى كه نماز مى خواند و براى خود دعا مى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نه خدا را سپاس گفت و نه بر پيامبر خدا صلوات فرستاد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فرمود: اى نمازگزار! هر گاه نماز خواندى و نشستى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را سپاس بگوى و بر من صلوات بفرست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سپس از او بخواه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نيز آن حضرت فرمود: اى نمازگزار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 كن كه اجابت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6" w:name="_Toc383512846"/>
      <w:bookmarkStart w:id="567" w:name="_Toc383513280"/>
      <w:r>
        <w:rPr>
          <w:rtl/>
          <w:lang w:bidi="fa-IR"/>
        </w:rPr>
        <w:lastRenderedPageBreak/>
        <w:t>269</w:t>
      </w:r>
      <w:r w:rsidR="001A2786">
        <w:rPr>
          <w:rtl/>
          <w:lang w:bidi="fa-IR"/>
        </w:rPr>
        <w:t>. صلوات در تشهد نماز</w:t>
      </w:r>
      <w:bookmarkEnd w:id="566"/>
      <w:bookmarkEnd w:id="5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روايت ابن مسعود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در تشهد نماز بايد بگوييد: 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رحمت و بركت خود را بر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و آل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نازل كن و رحمت خويش را بر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و آل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فرو فرست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همچنانكه بر ابراهيم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آل ابراهيم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درود و بركت و رحمت نازل فرمودى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همانا تو پسنديده و بزرگوارى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(269)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68" w:name="_Toc383512847"/>
      <w:bookmarkStart w:id="569" w:name="_Toc383513281"/>
      <w:r>
        <w:rPr>
          <w:rtl/>
          <w:lang w:bidi="fa-IR"/>
        </w:rPr>
        <w:t>270</w:t>
      </w:r>
      <w:r w:rsidR="001A2786">
        <w:rPr>
          <w:rtl/>
          <w:lang w:bidi="fa-IR"/>
        </w:rPr>
        <w:t>. ترك صلوات و دوزخ</w:t>
      </w:r>
      <w:bookmarkEnd w:id="568"/>
      <w:bookmarkEnd w:id="5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من در نزد هر كس نام برده شوم و بر من صلوات نفرستد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دوزخ رود و خدا او را دور كند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نيز فرمود: من نزد هر كسى نام برده شوم و صلوات بر مرا فراموش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راه بهشت به خطا رفته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70" w:name="_Toc383512848"/>
      <w:bookmarkStart w:id="571" w:name="_Toc383513282"/>
      <w:r>
        <w:rPr>
          <w:rtl/>
          <w:lang w:bidi="fa-IR"/>
        </w:rPr>
        <w:t>271</w:t>
      </w:r>
      <w:r w:rsidR="001A2786">
        <w:rPr>
          <w:rtl/>
          <w:lang w:bidi="fa-IR"/>
        </w:rPr>
        <w:t>. حفاظت از آتش دوزخ</w:t>
      </w:r>
      <w:bookmarkEnd w:id="570"/>
      <w:bookmarkEnd w:id="5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صباح بن سيابه از 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 كه فرمود: آيا دعايى به تو بياموزم كه روى تو را از آتش دوزخ حفظ كند؟ گويد: عرض ‍ كردم : آرى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فرمودند: پس از طلوع فجر صادق صد بار بگو اللهم صل على محمد و آل محمد پروردگار بزرگ چهره ات را از حرارت جهنم در امان دارد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72" w:name="_Toc383512849"/>
      <w:bookmarkStart w:id="573" w:name="_Toc383513283"/>
      <w:r>
        <w:rPr>
          <w:rtl/>
          <w:lang w:bidi="fa-IR"/>
        </w:rPr>
        <w:t>272</w:t>
      </w:r>
      <w:r w:rsidR="001A2786">
        <w:rPr>
          <w:rtl/>
          <w:lang w:bidi="fa-IR"/>
        </w:rPr>
        <w:t>. درك امام قائم (عج)</w:t>
      </w:r>
      <w:bookmarkEnd w:id="572"/>
      <w:bookmarkEnd w:id="5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فرمودند: هر كس بعد از نماز صبح و نماز ظهر بگويد اللهم صل على محمد و آل محمد و عجل فرجهم (خدايا بر محمد و آلش درود بفرست و به فرجشان سرعت بخش)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نخواهد مرد تا آن كه امام قائم از خاندان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را درك و به ملاقاتش نايل آيد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74" w:name="_Toc383512850"/>
      <w:bookmarkStart w:id="575" w:name="_Toc383513284"/>
      <w:r>
        <w:rPr>
          <w:rtl/>
          <w:lang w:bidi="fa-IR"/>
        </w:rPr>
        <w:lastRenderedPageBreak/>
        <w:t>273</w:t>
      </w:r>
      <w:r w:rsidR="001A2786">
        <w:rPr>
          <w:rtl/>
          <w:lang w:bidi="fa-IR"/>
        </w:rPr>
        <w:t>. محروميت از بهشت</w:t>
      </w:r>
      <w:bookmarkEnd w:id="574"/>
      <w:bookmarkEnd w:id="5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گاه يكى از شما نماز بخواند و در نمازش نام پيغمبر را نبرد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نمازش او را به جز بهشت راه برد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76" w:name="_Toc383512851"/>
      <w:bookmarkStart w:id="577" w:name="_Toc383513285"/>
      <w:r>
        <w:rPr>
          <w:rtl/>
          <w:lang w:bidi="fa-IR"/>
        </w:rPr>
        <w:t>274</w:t>
      </w:r>
      <w:r w:rsidR="001A2786">
        <w:rPr>
          <w:rtl/>
          <w:lang w:bidi="fa-IR"/>
        </w:rPr>
        <w:t>. صلوات در ركوع و سجود</w:t>
      </w:r>
      <w:bookmarkEnd w:id="576"/>
      <w:bookmarkEnd w:id="5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در ركوع و سجده و قيامش بگويد: اللهم صل على محمد و آل محمد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براى او همانند ثواب ركوع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سجده و قيام را مى نويسد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78" w:name="_Toc383512852"/>
      <w:bookmarkStart w:id="579" w:name="_Toc383513286"/>
      <w:r>
        <w:rPr>
          <w:rtl/>
          <w:lang w:bidi="fa-IR"/>
        </w:rPr>
        <w:t>275</w:t>
      </w:r>
      <w:r w:rsidR="001A2786">
        <w:rPr>
          <w:rtl/>
          <w:lang w:bidi="fa-IR"/>
        </w:rPr>
        <w:t>. صلوات بين نماز ظهر و عصر</w:t>
      </w:r>
      <w:bookmarkEnd w:id="578"/>
      <w:bookmarkEnd w:id="5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 بين نمازهاى ظهر و عصر بر پيغمبر و آلش ‍ درود فرستد آن درود برابر با هفتاد ركعت نماز خواهد بود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0" w:name="_Toc383512853"/>
      <w:bookmarkStart w:id="581" w:name="_Toc383513287"/>
      <w:r>
        <w:rPr>
          <w:rtl/>
          <w:lang w:bidi="fa-IR"/>
        </w:rPr>
        <w:t>276</w:t>
      </w:r>
      <w:r w:rsidR="001A2786">
        <w:rPr>
          <w:rtl/>
          <w:lang w:bidi="fa-IR"/>
        </w:rPr>
        <w:t>. نورى در قبر و بهشت</w:t>
      </w:r>
      <w:bookmarkEnd w:id="580"/>
      <w:bookmarkEnd w:id="5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گرامى اسلام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كه فرمودند: بر من فراوان درود فرستيد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 درود فرستادن بر من براى درود فرستنده نورى است در قبر و نورى است در بهشت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2" w:name="_Toc383512854"/>
      <w:bookmarkStart w:id="583" w:name="_Toc383513288"/>
      <w:r>
        <w:rPr>
          <w:rtl/>
          <w:lang w:bidi="fa-IR"/>
        </w:rPr>
        <w:t>277</w:t>
      </w:r>
      <w:r w:rsidR="001A2786">
        <w:rPr>
          <w:rtl/>
          <w:lang w:bidi="fa-IR"/>
        </w:rPr>
        <w:t>. صد حسنه و هزار حسنه</w:t>
      </w:r>
      <w:bookmarkEnd w:id="582"/>
      <w:bookmarkEnd w:id="5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در كتابى خواندم كه هر كسى بر محمد و آل او صلوات فرستد و بگويد اللهم صل على محمد و آل محمد خداوند براى او صد حسنه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كسى كه بر محمد و اهل بيت او صلوات فرستد اللهم صل على محمد و اهل بيته خداوند براى او هزار حسنه مى نويسد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4" w:name="_Toc383512855"/>
      <w:bookmarkStart w:id="585" w:name="_Toc383513289"/>
      <w:r>
        <w:rPr>
          <w:rtl/>
          <w:lang w:bidi="fa-IR"/>
        </w:rPr>
        <w:lastRenderedPageBreak/>
        <w:t>278</w:t>
      </w:r>
      <w:r w:rsidR="001A2786">
        <w:rPr>
          <w:rtl/>
          <w:lang w:bidi="fa-IR"/>
        </w:rPr>
        <w:t>. مانع آتش دوزخ</w:t>
      </w:r>
      <w:bookmarkEnd w:id="584"/>
      <w:bookmarkEnd w:id="5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گرامى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كسى كه بر من درود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داخل آتش نخواهد گرديد و هر كس كه درود فرستادن بر من را فراموش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راه بهشت به خطا خواهد رفت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6" w:name="_Toc383512856"/>
      <w:bookmarkStart w:id="587" w:name="_Toc383513290"/>
      <w:r>
        <w:rPr>
          <w:rtl/>
          <w:lang w:bidi="fa-IR"/>
        </w:rPr>
        <w:t>279</w:t>
      </w:r>
      <w:r w:rsidR="001A2786">
        <w:rPr>
          <w:rtl/>
          <w:lang w:bidi="fa-IR"/>
        </w:rPr>
        <w:t>. همراهى فرشتگان در صلوات</w:t>
      </w:r>
      <w:bookmarkEnd w:id="586"/>
      <w:bookmarkEnd w:id="5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همانا كاروانى از فرشتگان به امر خداوند بزرگ در جهان پراكنده اند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هر گاه به جلسه ذكر خاندان عصمت و طهارت مى رسند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يكديگر مى گويند: فرود آييد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زمانى كه پياده شدند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اهل محفل را با آمين گفتن و صلوات همراهى مى كنند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پايان به همديگر بر اهل ذكر گويند: خوشا بر شما كه آمرزيده شديد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(279)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88" w:name="_Toc383512857"/>
      <w:bookmarkStart w:id="589" w:name="_Toc383513291"/>
      <w:r>
        <w:rPr>
          <w:rtl/>
          <w:lang w:bidi="fa-IR"/>
        </w:rPr>
        <w:t>280</w:t>
      </w:r>
      <w:r w:rsidR="001A2786">
        <w:rPr>
          <w:rtl/>
          <w:lang w:bidi="fa-IR"/>
        </w:rPr>
        <w:t>. پاداش صلوات</w:t>
      </w:r>
      <w:bookmarkEnd w:id="588"/>
      <w:bookmarkEnd w:id="5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صلوات بر محمد و آل محمد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معادل با پاداش ثواب تسبيح و تكبير گفتن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90" w:name="_Toc383512858"/>
      <w:bookmarkStart w:id="591" w:name="_Toc383513292"/>
      <w:r>
        <w:rPr>
          <w:rtl/>
          <w:lang w:bidi="fa-IR"/>
        </w:rPr>
        <w:t>281</w:t>
      </w:r>
      <w:r w:rsidR="001A2786">
        <w:rPr>
          <w:rtl/>
          <w:lang w:bidi="fa-IR"/>
        </w:rPr>
        <w:t>. موجب رسيدن به حاجت</w:t>
      </w:r>
      <w:bookmarkEnd w:id="590"/>
      <w:bookmarkEnd w:id="5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راستى بنده اى حاجتى به خداى عزوجل دارد و به ستايش بر خدا آغاز كند و با صلوات به محمد و آل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حاجت خود را فراموش و خدا حاجتش را برآورد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بى آنكه از او درخواستى كرده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92" w:name="_Toc383512859"/>
      <w:bookmarkStart w:id="593" w:name="_Toc383513293"/>
      <w:r>
        <w:rPr>
          <w:rtl/>
          <w:lang w:bidi="fa-IR"/>
        </w:rPr>
        <w:t>282</w:t>
      </w:r>
      <w:r w:rsidR="001A2786">
        <w:rPr>
          <w:rtl/>
          <w:lang w:bidi="fa-IR"/>
        </w:rPr>
        <w:t>. نحوه فرستادن صلوات</w:t>
      </w:r>
      <w:bookmarkEnd w:id="592"/>
      <w:bookmarkEnd w:id="5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راوى مى گويد نزد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مردى گفت : اللهم صل على محمد و اهل بيت محمد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فرمودند: ما را در اين دعا نياوردى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آيا نمى دانى كه اهل بيت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پنج تن آل عبا هستند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مرد پرسيد: چه طور بگويم</w:t>
      </w:r>
      <w:r w:rsidR="00123E6A">
        <w:rPr>
          <w:rtl/>
          <w:lang w:bidi="fa-IR"/>
        </w:rPr>
        <w:t>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بگو اللهم صل على محمد و آل محمد تا ما و شيعيانمان نيز مشمول اين صلوات شويم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94" w:name="_Toc383512860"/>
      <w:bookmarkStart w:id="595" w:name="_Toc383513294"/>
      <w:r>
        <w:rPr>
          <w:rtl/>
          <w:lang w:bidi="fa-IR"/>
        </w:rPr>
        <w:t>283</w:t>
      </w:r>
      <w:r w:rsidR="001A2786">
        <w:rPr>
          <w:rtl/>
          <w:lang w:bidi="fa-IR"/>
        </w:rPr>
        <w:t>. صلوات هنگام ورود به خانه</w:t>
      </w:r>
      <w:bookmarkEnd w:id="594"/>
      <w:bookmarkEnd w:id="5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راوى مى گويد به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كردم : وارد خانه خدا شدم و هيچ دعايى جز صلوات بر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يادم نيامد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فرمودند: هيچ كس كارى بهتر از كار تو در آنجا انجام نداده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96" w:name="_Toc383512861"/>
      <w:bookmarkStart w:id="597" w:name="_Toc383513295"/>
      <w:r>
        <w:rPr>
          <w:rtl/>
          <w:lang w:bidi="fa-IR"/>
        </w:rPr>
        <w:t>284</w:t>
      </w:r>
      <w:r w:rsidR="001A2786">
        <w:rPr>
          <w:rtl/>
          <w:lang w:bidi="fa-IR"/>
        </w:rPr>
        <w:t>. سنگينى صلوات در قيامت</w:t>
      </w:r>
      <w:bookmarkEnd w:id="596"/>
      <w:bookmarkEnd w:id="5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 بزرگوار خويش - عليهم السلام - روايت نموده است كه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روز قيامت من در كنار ترازوى اعمال هستم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كسى كه گناهانش سنگين تر از كارهاى نيك وى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صلواتهايى را كه بر من فرستاده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آورم تا كارهاى نيكش را سنگين تر نمايم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598" w:name="_Toc383512862"/>
      <w:bookmarkStart w:id="599" w:name="_Toc383513296"/>
      <w:r>
        <w:rPr>
          <w:rtl/>
          <w:lang w:bidi="fa-IR"/>
        </w:rPr>
        <w:t>285</w:t>
      </w:r>
      <w:r w:rsidR="001A2786">
        <w:rPr>
          <w:rtl/>
          <w:lang w:bidi="fa-IR"/>
        </w:rPr>
        <w:t>. ثبت حسنه بسيار</w:t>
      </w:r>
      <w:bookmarkEnd w:id="598"/>
      <w:bookmarkEnd w:id="5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كه پدرم فرمودند: كسى كه شهادت بدهد خدايى جز خداى يگانه نيست و شهادت ندهد كه حضرت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رسول خداست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 حسنه براى او نوشته ميشود و اگر شهادت دهد كه حضرت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رسول خداست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دو هزار هزار حسنه براى او نوشته 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0" w:name="_Toc383512863"/>
      <w:bookmarkStart w:id="601" w:name="_Toc383513297"/>
      <w:r>
        <w:rPr>
          <w:rtl/>
          <w:lang w:bidi="fa-IR"/>
        </w:rPr>
        <w:t>286</w:t>
      </w:r>
      <w:r w:rsidR="001A2786">
        <w:rPr>
          <w:rtl/>
          <w:lang w:bidi="fa-IR"/>
        </w:rPr>
        <w:t>. مشمول صلوات خدا و فرشتگان</w:t>
      </w:r>
      <w:bookmarkEnd w:id="600"/>
      <w:bookmarkEnd w:id="6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مى فرمايد: هر كس بر من صلوات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و فرشته ها بر او صلوات فرستند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كه خواهد كم فرستد و هر كه خواهد بيش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2" w:name="_Toc383512864"/>
      <w:bookmarkStart w:id="603" w:name="_Toc383513298"/>
      <w:r>
        <w:rPr>
          <w:rtl/>
          <w:lang w:bidi="fa-IR"/>
        </w:rPr>
        <w:lastRenderedPageBreak/>
        <w:t>287</w:t>
      </w:r>
      <w:r w:rsidR="001A2786">
        <w:rPr>
          <w:rtl/>
          <w:lang w:bidi="fa-IR"/>
        </w:rPr>
        <w:t>. طلب حاجت بعد از صلوات</w:t>
      </w:r>
      <w:bookmarkEnd w:id="602"/>
      <w:bookmarkEnd w:id="6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مردى به مسجد آمد و هنوز ستايش خدا نكرده و صلوات بر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نفرستاده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آغاز خواهش از خدا نمود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اين بنده شتابانه به درگاه پروردگارش رفت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ديگرى آمد و ستايش خداى عزوجل نمود و صلوات بر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فرستاد و رسول خد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درخواست كن تا به تو عطا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فرمود: در كتاب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كه ستايش بر خداوند و صلوات بر رسولش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پيش از درخواست است و مقدمه آن است و راستى يكى از شماها كه نزد مردى آيد و حاجتى خواهد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دوست دارد كه پيش از درخواست حاجتش براى او سخن خوشى گويد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4" w:name="_Toc383512865"/>
      <w:bookmarkStart w:id="605" w:name="_Toc383513299"/>
      <w:r>
        <w:rPr>
          <w:rtl/>
          <w:lang w:bidi="fa-IR"/>
        </w:rPr>
        <w:t>288</w:t>
      </w:r>
      <w:r w:rsidR="001A2786">
        <w:rPr>
          <w:rtl/>
          <w:lang w:bidi="fa-IR"/>
        </w:rPr>
        <w:t>. رمز محبوبيت دعا</w:t>
      </w:r>
      <w:bookmarkEnd w:id="604"/>
      <w:bookmarkEnd w:id="6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پيوسته دعا محبوب است تا صلوات فرستاده شود به محمد و آل محمد </w:t>
      </w:r>
      <w:r w:rsidR="00FD2726" w:rsidRPr="00FD2726">
        <w:rPr>
          <w:rStyle w:val="libAlaemChar"/>
          <w:rtl/>
        </w:rPr>
        <w:t>صلى‌الله‌عليه‌وآله‌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6" w:name="_Toc383512866"/>
      <w:bookmarkStart w:id="607" w:name="_Toc383513300"/>
      <w:r>
        <w:rPr>
          <w:rtl/>
          <w:lang w:bidi="fa-IR"/>
        </w:rPr>
        <w:t>289</w:t>
      </w:r>
      <w:r w:rsidR="001A2786">
        <w:rPr>
          <w:rtl/>
          <w:lang w:bidi="fa-IR"/>
        </w:rPr>
        <w:t>. شرط استجابت دعا</w:t>
      </w:r>
      <w:bookmarkEnd w:id="606"/>
      <w:bookmarkEnd w:id="6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حارث بن مغيره گويد: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هرگاه خواستى دعا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خداى عزوجل را تمجيد كن و سپاس گزار و تسبيح و تهليل بگو و بر او ستايش كن و صلوات بفرست بر محمد و آل محمد </w:t>
      </w:r>
      <w:r w:rsidR="00FD2726" w:rsidRPr="00FD2726">
        <w:rPr>
          <w:rStyle w:val="libAlaemChar"/>
          <w:rtl/>
        </w:rPr>
        <w:t>صلى‌الله‌عليه‌وآله‌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سپس ‍ درخواست كن تا به تو عطا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(289)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08" w:name="_Toc383512867"/>
      <w:bookmarkStart w:id="609" w:name="_Toc383513301"/>
      <w:r>
        <w:rPr>
          <w:rtl/>
          <w:lang w:bidi="fa-IR"/>
        </w:rPr>
        <w:t>290</w:t>
      </w:r>
      <w:r w:rsidR="001A2786">
        <w:rPr>
          <w:rtl/>
          <w:lang w:bidi="fa-IR"/>
        </w:rPr>
        <w:t>. طلب حاجت با فرستادن صلوات</w:t>
      </w:r>
      <w:bookmarkEnd w:id="608"/>
      <w:bookmarkEnd w:id="6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را حاجتى به خداى عزوجل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با صلوات بر محمد و آلش آن را آغاز كند و سپس حاجت خويش را بخواهد و باز هم در پايان صلوات بر محمد و آلش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خداوند عزوجل از آن </w:t>
      </w:r>
      <w:r>
        <w:rPr>
          <w:rtl/>
          <w:lang w:bidi="fa-IR"/>
        </w:rPr>
        <w:lastRenderedPageBreak/>
        <w:t>كريم تر است كه دو طرف را بپذيرد و ميانه را وانهد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صلوات بر محمد و آلش از او محجوب نباشد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10" w:name="_Toc383512868"/>
      <w:bookmarkStart w:id="611" w:name="_Toc383513302"/>
      <w:r>
        <w:rPr>
          <w:rtl/>
          <w:lang w:bidi="fa-IR"/>
        </w:rPr>
        <w:t>291</w:t>
      </w:r>
      <w:r w:rsidR="001A2786">
        <w:rPr>
          <w:rtl/>
          <w:lang w:bidi="fa-IR"/>
        </w:rPr>
        <w:t>. كفايت دنيا و آخرت</w:t>
      </w:r>
      <w:bookmarkEnd w:id="610"/>
      <w:bookmarkEnd w:id="6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مردى نزد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 و گفت : يا رسول الله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من يك سوم صلواتم را از آن تو مقرر دارم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بلكه نيمى از صلواتم را از آن تو سازم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بلكه همه صلواتم را براى تو مقرر نمايم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در اين صورت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همه مؤ ونه و خرج دنيا و آخرتت كفايت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12" w:name="_Toc383512869"/>
      <w:bookmarkStart w:id="613" w:name="_Toc383513303"/>
      <w:r>
        <w:rPr>
          <w:rtl/>
          <w:lang w:bidi="fa-IR"/>
        </w:rPr>
        <w:t>292</w:t>
      </w:r>
      <w:r w:rsidR="001A2786">
        <w:rPr>
          <w:rtl/>
          <w:lang w:bidi="fa-IR"/>
        </w:rPr>
        <w:t>. دعاى بدون صلوات</w:t>
      </w:r>
      <w:bookmarkEnd w:id="612"/>
      <w:bookmarkEnd w:id="6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دعايى كند و نام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نبرد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دعايش ‍ گرد سرش بچرخد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گاه نام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را 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 بالا رود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14" w:name="_Toc383512870"/>
      <w:bookmarkStart w:id="615" w:name="_Toc383513304"/>
      <w:r>
        <w:rPr>
          <w:rtl/>
          <w:lang w:bidi="fa-IR"/>
        </w:rPr>
        <w:t>293</w:t>
      </w:r>
      <w:r w:rsidR="001A2786">
        <w:rPr>
          <w:rtl/>
          <w:lang w:bidi="fa-IR"/>
        </w:rPr>
        <w:t>. سزاوارترين مردم</w:t>
      </w:r>
      <w:bookmarkEnd w:id="614"/>
      <w:bookmarkEnd w:id="6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سزاوارترين مردم (نزديكترين) در روز قيامت به من آن كس است كه بيشتر بر من درود فرستد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16" w:name="_Toc383512871"/>
      <w:bookmarkStart w:id="617" w:name="_Toc383513305"/>
      <w:r>
        <w:rPr>
          <w:rtl/>
          <w:lang w:bidi="fa-IR"/>
        </w:rPr>
        <w:t>294</w:t>
      </w:r>
      <w:r w:rsidR="001A2786">
        <w:rPr>
          <w:rtl/>
          <w:lang w:bidi="fa-IR"/>
        </w:rPr>
        <w:t>. برآورده شدن صد حاجت</w:t>
      </w:r>
      <w:bookmarkEnd w:id="616"/>
      <w:bookmarkEnd w:id="6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صد بار بگويد يا رب صل على محمد و آل محمد صد حاجت از او بر آورده شود كه سى از دنيا باشد (و باقى از آخرت</w:t>
      </w:r>
      <w:r w:rsidR="001A2786">
        <w:rPr>
          <w:rtl/>
          <w:lang w:bidi="fa-IR"/>
        </w:rPr>
        <w:t>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18" w:name="_Toc383512872"/>
      <w:bookmarkStart w:id="619" w:name="_Toc383513306"/>
      <w:r>
        <w:rPr>
          <w:rtl/>
          <w:lang w:bidi="fa-IR"/>
        </w:rPr>
        <w:t>295</w:t>
      </w:r>
      <w:r w:rsidR="001A2786">
        <w:rPr>
          <w:rtl/>
          <w:lang w:bidi="fa-IR"/>
        </w:rPr>
        <w:t>. ثواب يك بار صلوات</w:t>
      </w:r>
      <w:bookmarkEnd w:id="618"/>
      <w:bookmarkEnd w:id="6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پيغمبر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فرمودند: هر كس بر من يك بار درود 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 او ده بار درود خواهد فرستاد و ده خطا را از او برطرف خواهد ساخت و ده درجه را برايش بالا خواهد برد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0" w:name="_Toc383512873"/>
      <w:bookmarkStart w:id="621" w:name="_Toc383513307"/>
      <w:r>
        <w:rPr>
          <w:rtl/>
          <w:lang w:bidi="fa-IR"/>
        </w:rPr>
        <w:lastRenderedPageBreak/>
        <w:t>296</w:t>
      </w:r>
      <w:r w:rsidR="001A2786">
        <w:rPr>
          <w:rtl/>
          <w:lang w:bidi="fa-IR"/>
        </w:rPr>
        <w:t>. بخيل كيست</w:t>
      </w:r>
      <w:r w:rsidR="00123E6A">
        <w:rPr>
          <w:rtl/>
          <w:lang w:bidi="fa-IR"/>
        </w:rPr>
        <w:t>؟</w:t>
      </w:r>
      <w:bookmarkEnd w:id="620"/>
      <w:bookmarkEnd w:id="6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مجتبى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فرموده است : بخيل كسى است كه چون نام من در نزد او برده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من صلوات نفرستد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2" w:name="_Toc383512874"/>
      <w:bookmarkStart w:id="623" w:name="_Toc383513308"/>
      <w:r>
        <w:rPr>
          <w:rtl/>
          <w:lang w:bidi="fa-IR"/>
        </w:rPr>
        <w:t>297</w:t>
      </w:r>
      <w:r w:rsidR="001A2786">
        <w:rPr>
          <w:rtl/>
          <w:lang w:bidi="fa-IR"/>
        </w:rPr>
        <w:t>. رسيدن صلوات به پيامبر</w:t>
      </w:r>
      <w:bookmarkEnd w:id="622"/>
      <w:bookmarkEnd w:id="6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مجتبى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فرموده است : هر كجا كه باشيد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من صلوات بفرستيد كه صلوات شما بر من مى رسد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4" w:name="_Toc383512875"/>
      <w:bookmarkStart w:id="625" w:name="_Toc383513309"/>
      <w:r>
        <w:rPr>
          <w:rtl/>
          <w:lang w:bidi="fa-IR"/>
        </w:rPr>
        <w:t>298</w:t>
      </w:r>
      <w:r w:rsidR="001A2786">
        <w:rPr>
          <w:rtl/>
          <w:lang w:bidi="fa-IR"/>
        </w:rPr>
        <w:t>. رضايت خداى تعالى</w:t>
      </w:r>
      <w:bookmarkEnd w:id="624"/>
      <w:bookmarkEnd w:id="6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عايشه گويد: رسول الله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كسى خوشحال مى شود كه فرداى قيامت خدا را ديدار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از او راضى و خشنود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بسيار بر من صلوات و درود فرستد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6" w:name="_Toc383512876"/>
      <w:bookmarkStart w:id="627" w:name="_Toc383513310"/>
      <w:r>
        <w:rPr>
          <w:rtl/>
          <w:lang w:bidi="fa-IR"/>
        </w:rPr>
        <w:t>299</w:t>
      </w:r>
      <w:r w:rsidR="001A2786">
        <w:rPr>
          <w:rtl/>
          <w:lang w:bidi="fa-IR"/>
        </w:rPr>
        <w:t>. بدبخت كيست</w:t>
      </w:r>
      <w:r w:rsidR="00123E6A">
        <w:rPr>
          <w:rtl/>
          <w:lang w:bidi="fa-IR"/>
        </w:rPr>
        <w:t>؟</w:t>
      </w:r>
      <w:bookmarkEnd w:id="626"/>
      <w:bookmarkEnd w:id="6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جابر (رض) گفت : پيغمبر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كسى كه در نزد وى نام من برده شود و بر من صلوات نفرستد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بدبخت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28" w:name="_Toc383512877"/>
      <w:bookmarkStart w:id="629" w:name="_Toc383513311"/>
      <w:r>
        <w:rPr>
          <w:rtl/>
          <w:lang w:bidi="fa-IR"/>
        </w:rPr>
        <w:t>300</w:t>
      </w:r>
      <w:r w:rsidR="001A2786">
        <w:rPr>
          <w:rtl/>
          <w:lang w:bidi="fa-IR"/>
        </w:rPr>
        <w:t>. عامل رفع نفاق</w:t>
      </w:r>
      <w:bookmarkEnd w:id="628"/>
      <w:bookmarkEnd w:id="6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صلوات بر من و خاندان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نفاق را مى برد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30" w:name="_Toc383512878"/>
      <w:bookmarkStart w:id="631" w:name="_Toc383513312"/>
      <w:r>
        <w:rPr>
          <w:rtl/>
          <w:lang w:bidi="fa-IR"/>
        </w:rPr>
        <w:t>301</w:t>
      </w:r>
      <w:r w:rsidR="001A2786">
        <w:rPr>
          <w:rtl/>
          <w:lang w:bidi="fa-IR"/>
        </w:rPr>
        <w:t>. ثواب صلوات روز جمعه</w:t>
      </w:r>
      <w:bookmarkEnd w:id="630"/>
      <w:bookmarkEnd w:id="6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در روز جمعه فراوان بر من درود فرستيد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هر كس درودش بر من بيشتر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مقام و منزلتش به من نزديك تر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 روز جمعه صد بار بر من صلوات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روز قيامت با چهره نورانى محشور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كس در روز جمعه هزار بار بر من درود 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چشم از دنيا نبندد تا جايگاهش را در بهشت ببيند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(299)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32" w:name="_Toc383512879"/>
      <w:bookmarkStart w:id="633" w:name="_Toc383513313"/>
      <w:r>
        <w:rPr>
          <w:rtl/>
          <w:lang w:bidi="fa-IR"/>
        </w:rPr>
        <w:lastRenderedPageBreak/>
        <w:t>302</w:t>
      </w:r>
      <w:r w:rsidR="001A2786">
        <w:rPr>
          <w:rtl/>
          <w:lang w:bidi="fa-IR"/>
        </w:rPr>
        <w:t>. صلوات همراه با اشتياق</w:t>
      </w:r>
      <w:bookmarkEnd w:id="632"/>
      <w:bookmarkEnd w:id="6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 كس در هر روز سه بار و در هر شب سه بار از روى محبت و اشتياق بر من درود فرستد بر خداى عزوجل حق است كه گناهان آن شب و روز را برايش بيامرزد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34" w:name="_Toc383512880"/>
      <w:bookmarkStart w:id="635" w:name="_Toc383513314"/>
      <w:r>
        <w:rPr>
          <w:rtl/>
          <w:lang w:bidi="fa-IR"/>
        </w:rPr>
        <w:t>303</w:t>
      </w:r>
      <w:r w:rsidR="001A2786">
        <w:rPr>
          <w:rtl/>
          <w:lang w:bidi="fa-IR"/>
        </w:rPr>
        <w:t>. هزار بار صلوات</w:t>
      </w:r>
      <w:bookmarkEnd w:id="634"/>
      <w:bookmarkEnd w:id="6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صلوات و درود بر محمد و آل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هزار بار در روز جمعه و يكصد بار در غير جمعه سنت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كه صد بار بر محمد و آل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صلوات 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يكصد بار استغفار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يكصد بار سوره مباركه قل هو الله 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البته خدايش ‍ مى آمرزد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36" w:name="_Toc383512881"/>
      <w:bookmarkStart w:id="637" w:name="_Toc383513315"/>
      <w:r>
        <w:rPr>
          <w:rtl/>
          <w:lang w:bidi="fa-IR"/>
        </w:rPr>
        <w:t>304</w:t>
      </w:r>
      <w:r w:rsidR="001A2786">
        <w:rPr>
          <w:rtl/>
          <w:lang w:bidi="fa-IR"/>
        </w:rPr>
        <w:t>. برترين عمل در قيامت</w:t>
      </w:r>
      <w:bookmarkEnd w:id="636"/>
      <w:bookmarkEnd w:id="6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در قيامت هيچ عملى برتر و گرامى تر از صلوات بر محمد و آل او نيست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38" w:name="_Toc383512882"/>
      <w:bookmarkStart w:id="639" w:name="_Toc383513316"/>
      <w:r>
        <w:rPr>
          <w:rtl/>
          <w:lang w:bidi="fa-IR"/>
        </w:rPr>
        <w:t>305</w:t>
      </w:r>
      <w:r w:rsidR="001A2786">
        <w:rPr>
          <w:rtl/>
          <w:lang w:bidi="fa-IR"/>
        </w:rPr>
        <w:t>. عافيت و تندرستى</w:t>
      </w:r>
      <w:bookmarkEnd w:id="638"/>
      <w:bookmarkEnd w:id="6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يك بار بر من صلوات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درى از تندرستى و عافيت را بروى او مى گشايد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0" w:name="_Toc383512883"/>
      <w:bookmarkStart w:id="641" w:name="_Toc383513317"/>
      <w:r>
        <w:rPr>
          <w:rtl/>
          <w:lang w:bidi="fa-IR"/>
        </w:rPr>
        <w:t>306</w:t>
      </w:r>
      <w:r w:rsidR="001A2786">
        <w:rPr>
          <w:rtl/>
          <w:lang w:bidi="fa-IR"/>
        </w:rPr>
        <w:t>. عامل خير و بركت</w:t>
      </w:r>
      <w:bookmarkEnd w:id="640"/>
      <w:bookmarkEnd w:id="6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سخنى كه با نام خدا و صلوات بر من آغاز نشود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ناپايدار و به دور از هر گونه خير و بركتى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2" w:name="_Toc383512884"/>
      <w:bookmarkStart w:id="643" w:name="_Toc383513318"/>
      <w:r>
        <w:rPr>
          <w:rtl/>
          <w:lang w:bidi="fa-IR"/>
        </w:rPr>
        <w:lastRenderedPageBreak/>
        <w:t>307</w:t>
      </w:r>
      <w:r w:rsidR="001A2786">
        <w:rPr>
          <w:rtl/>
          <w:lang w:bidi="fa-IR"/>
        </w:rPr>
        <w:t>. صد صلوات و صد حاجت</w:t>
      </w:r>
      <w:bookmarkEnd w:id="642"/>
      <w:bookmarkEnd w:id="6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كسى كه در يك روز صد بار بگويد رب صل على محمد و اهل بيته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صد حاجت او را بر مى آورد كه سى تاى آنها مربوط به دنيا و هفتاد تاى آنها مربوط به آخرت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4" w:name="_Toc383512885"/>
      <w:bookmarkStart w:id="645" w:name="_Toc383513319"/>
      <w:r>
        <w:rPr>
          <w:rtl/>
          <w:lang w:bidi="fa-IR"/>
        </w:rPr>
        <w:t>308</w:t>
      </w:r>
      <w:r w:rsidR="001A2786">
        <w:rPr>
          <w:rtl/>
          <w:lang w:bidi="fa-IR"/>
        </w:rPr>
        <w:t>. ثواب نوشتن صلوات</w:t>
      </w:r>
      <w:bookmarkEnd w:id="644"/>
      <w:bookmarkEnd w:id="6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در نوشته خود بر من صلوات بفرستد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آن نوشته باقى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فرشتگان براى او استغفار مى كنند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6" w:name="_Toc383512886"/>
      <w:bookmarkStart w:id="647" w:name="_Toc383513320"/>
      <w:r>
        <w:rPr>
          <w:rtl/>
          <w:lang w:bidi="fa-IR"/>
        </w:rPr>
        <w:t>309</w:t>
      </w:r>
      <w:r w:rsidR="001A2786">
        <w:rPr>
          <w:rtl/>
          <w:lang w:bidi="fa-IR"/>
        </w:rPr>
        <w:t>. رمز استجابت دعا</w:t>
      </w:r>
      <w:bookmarkEnd w:id="646"/>
      <w:bookmarkEnd w:id="6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شنيدند مردى در نماز دعا مى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نه خدا را ياد كرد و نه صلوات بر پيامبر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فرستاد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الله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او شتاب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سپس وى را فرا خواند و به او و ديگران فرمود: هر گاه يكى از شما نماز 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ابتدا حمد و ثناى الهى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بر پيامبر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صلوات فرستد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از آن هر چه خواست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خدا بخواهد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48" w:name="_Toc383512887"/>
      <w:bookmarkStart w:id="649" w:name="_Toc383513321"/>
      <w:r>
        <w:rPr>
          <w:rtl/>
          <w:lang w:bidi="fa-IR"/>
        </w:rPr>
        <w:t>310</w:t>
      </w:r>
      <w:r w:rsidR="001A2786">
        <w:rPr>
          <w:rtl/>
          <w:lang w:bidi="fa-IR"/>
        </w:rPr>
        <w:t xml:space="preserve">. صلوات فرشتگان بر امام حسين </w:t>
      </w:r>
      <w:r w:rsidR="007D440E" w:rsidRPr="007D440E">
        <w:rPr>
          <w:rStyle w:val="libAlaemChar"/>
          <w:rtl/>
        </w:rPr>
        <w:t>عليه‌السلام</w:t>
      </w:r>
      <w:r w:rsidR="001A2786">
        <w:rPr>
          <w:rtl/>
          <w:lang w:bidi="fa-IR"/>
        </w:rPr>
        <w:t xml:space="preserve"> و زائران</w:t>
      </w:r>
      <w:bookmarkEnd w:id="648"/>
      <w:bookmarkEnd w:id="6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ذكر شده كه فرمود: خداوند هفتاد هزار فرشته ژوليده موى غبار آلود را بر قبر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گمارده است كه هر روز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او صلوات مى فرستند و براى آن كسانى كه به زيارت قبرش مى آيند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 كرده و مى گويند: پروردگارا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اينان زائران امام حسين هستند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آنان اين كار انجام بده و آن كار را انجام بده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50" w:name="_Toc383512888"/>
      <w:bookmarkStart w:id="651" w:name="_Toc383513322"/>
      <w:r>
        <w:rPr>
          <w:rtl/>
          <w:lang w:bidi="fa-IR"/>
        </w:rPr>
        <w:t>311</w:t>
      </w:r>
      <w:r w:rsidR="001A2786">
        <w:rPr>
          <w:rtl/>
          <w:lang w:bidi="fa-IR"/>
        </w:rPr>
        <w:t>. ثواب سه بار صلوات</w:t>
      </w:r>
      <w:bookmarkEnd w:id="650"/>
      <w:bookmarkEnd w:id="6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امير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ان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فرمودند: هر كس سه بار بگويد اللهم صل على محمد و آل محمد خدا حاجتش را روا فرمايد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(309)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52" w:name="_Toc383512889"/>
      <w:bookmarkStart w:id="653" w:name="_Toc383513323"/>
      <w:r>
        <w:rPr>
          <w:rtl/>
          <w:lang w:bidi="fa-IR"/>
        </w:rPr>
        <w:lastRenderedPageBreak/>
        <w:t>312</w:t>
      </w:r>
      <w:r w:rsidR="001A2786">
        <w:rPr>
          <w:rtl/>
          <w:lang w:bidi="fa-IR"/>
        </w:rPr>
        <w:t>. صلوات روز و شب جمعه</w:t>
      </w:r>
      <w:bookmarkEnd w:id="652"/>
      <w:bookmarkEnd w:id="6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چون روز و شب جمعه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بسيار بر من صلوات و درود فرستيد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54" w:name="_Toc383512890"/>
      <w:bookmarkStart w:id="655" w:name="_Toc383513324"/>
      <w:r>
        <w:rPr>
          <w:rtl/>
          <w:lang w:bidi="fa-IR"/>
        </w:rPr>
        <w:t>313</w:t>
      </w:r>
      <w:r w:rsidR="001A2786">
        <w:rPr>
          <w:rtl/>
          <w:lang w:bidi="fa-IR"/>
        </w:rPr>
        <w:t>. سه عمل برتر</w:t>
      </w:r>
      <w:bookmarkEnd w:id="654"/>
      <w:bookmarkEnd w:id="6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ابوعلقمه مى گويد: پس از نماز صبح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روى به طرف ما كرد و فرمود: اى اصحاب من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ديشب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عمويم حمزه و برادرم جعفر (طيار) را به خواب ديدم به آن دو نزديك شدم و گفتم : پدر و مادرم فدايتان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كدام عمل را برتر يافتيد؟ پاسخ دادند: پدر و مادر ما فدايت باد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 صلوات بر تو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تشنه را سيراب كردن و محبت على بن ابى طالب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برترين اعمال يافتيم</w:t>
      </w:r>
      <w:r w:rsidR="00560652">
        <w:rPr>
          <w:rtl/>
          <w:lang w:bidi="fa-IR"/>
        </w:rPr>
        <w:t xml:space="preserve">. </w:t>
      </w:r>
    </w:p>
    <w:p w:rsidR="00E85A8A" w:rsidRDefault="000109F9" w:rsidP="000109F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56" w:name="_Toc383512891"/>
      <w:bookmarkStart w:id="657" w:name="_Toc383513325"/>
      <w:r w:rsidR="00E85A8A">
        <w:rPr>
          <w:rtl/>
          <w:lang w:bidi="fa-IR"/>
        </w:rPr>
        <w:lastRenderedPageBreak/>
        <w:t>15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يونسيه : لا اله الا انت سبحانك انى كنت من الظالمين</w:t>
      </w:r>
      <w:bookmarkEnd w:id="656"/>
      <w:bookmarkEnd w:id="657"/>
    </w:p>
    <w:p w:rsidR="00E85A8A" w:rsidRDefault="00E85A8A" w:rsidP="001A2786">
      <w:pPr>
        <w:pStyle w:val="Heading2"/>
        <w:rPr>
          <w:rtl/>
          <w:lang w:bidi="fa-IR"/>
        </w:rPr>
      </w:pPr>
      <w:bookmarkStart w:id="658" w:name="_Toc383512892"/>
      <w:bookmarkStart w:id="659" w:name="_Toc383513326"/>
      <w:r>
        <w:rPr>
          <w:rtl/>
          <w:lang w:bidi="fa-IR"/>
        </w:rPr>
        <w:t>314</w:t>
      </w:r>
      <w:r w:rsidR="001A2786">
        <w:rPr>
          <w:rtl/>
          <w:lang w:bidi="fa-IR"/>
        </w:rPr>
        <w:t>. ذكر حضرت يونس در شكم ماهى</w:t>
      </w:r>
      <w:bookmarkEnd w:id="658"/>
      <w:bookmarkEnd w:id="659"/>
    </w:p>
    <w:p w:rsidR="00E85A8A" w:rsidRDefault="00E85A8A" w:rsidP="00E85A8A">
      <w:pPr>
        <w:pStyle w:val="libNormal"/>
        <w:rPr>
          <w:rtl/>
          <w:lang w:bidi="fa-IR"/>
        </w:rPr>
      </w:pPr>
      <w:r w:rsidRPr="00BD0960">
        <w:rPr>
          <w:rStyle w:val="libAieChar"/>
          <w:rtl/>
        </w:rPr>
        <w:t>و ذا النون اذ ذهب مغاضبا فظن ان لن نقدر عليه فنادى فى الظلمات ان لا اله الا انت سبحانك انى كنت من الظالمين</w:t>
      </w:r>
      <w:r w:rsidR="00560652" w:rsidRPr="00BD0960">
        <w:rPr>
          <w:rStyle w:val="libAieChar"/>
          <w:rtl/>
        </w:rPr>
        <w:t xml:space="preserve">، </w:t>
      </w:r>
      <w:r w:rsidRPr="00BD0960">
        <w:rPr>
          <w:rStyle w:val="libAieChar"/>
          <w:rtl/>
        </w:rPr>
        <w:t>فاستجبنا له و نجيناه من الغم و كذلك ننجى المومنين</w:t>
      </w:r>
      <w:r w:rsidR="00560652" w:rsidRPr="00BD0960">
        <w:rPr>
          <w:rStyle w:val="libAieChar"/>
          <w:rtl/>
        </w:rPr>
        <w:t>.</w:t>
      </w:r>
      <w:r w:rsidR="00560652"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(311)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(ذاالنون (يونس) را (به ياد آور)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 هنگام كه خشمگين (از ميان قوم خود) رفت و چنين مى پنداشت كه ما بر او تنگ نخواهيم گرفت (ولى هنگامى كه در كام نهنگ فرو رفت) در آن ظلمت ها (ى متراكم) فرياد مى زد: 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تو معبودى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منزهى تو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همانا من از ستمكاران بودم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 دعاى او را به اجابت رسانديم و از آن اندوه نجاتش بخشيديم و همين گونه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ان را نجات خواهيم داد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(312)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0" w:name="_Toc383512893"/>
      <w:bookmarkStart w:id="661" w:name="_Toc383513327"/>
      <w:r>
        <w:rPr>
          <w:rtl/>
          <w:lang w:bidi="fa-IR"/>
        </w:rPr>
        <w:t>315</w:t>
      </w:r>
      <w:r w:rsidR="001A2786">
        <w:rPr>
          <w:rtl/>
          <w:lang w:bidi="fa-IR"/>
        </w:rPr>
        <w:t xml:space="preserve">. تسبيح حضرت يونس </w:t>
      </w:r>
      <w:r w:rsidR="007D440E" w:rsidRPr="007D440E">
        <w:rPr>
          <w:rStyle w:val="libAlaemChar"/>
          <w:rtl/>
        </w:rPr>
        <w:t>عليه‌السلام</w:t>
      </w:r>
      <w:bookmarkEnd w:id="660"/>
      <w:bookmarkEnd w:id="6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كريم آمده است : فلو</w:t>
      </w:r>
      <w:r w:rsidRPr="00BD0960">
        <w:rPr>
          <w:rStyle w:val="libAieChar"/>
          <w:rtl/>
        </w:rPr>
        <w:t>لا انه كان من المسبحين للبث فى بطنه الى يوم يبعثون</w:t>
      </w:r>
      <w:r>
        <w:rPr>
          <w:rtl/>
          <w:lang w:bidi="fa-IR"/>
        </w:rPr>
        <w:t xml:space="preserve"> (اگر او (يونس) از تسبيح كنندگان نبود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روز قيامت در شكم ماهى مى ماند)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(313)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سايه تسبيح پروردگار مشغول عفو خاصش شد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تسبيح يونس اين بود كه مى گفت : لا اله الا انت سبحانك انى كنت من الظالمين و در ميان ظلمتهاى متراكم فرياد زد كه : معبودى جز تو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منزهى تو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از ظالمين و ستمكاران بودم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2" w:name="_Toc383512894"/>
      <w:bookmarkStart w:id="663" w:name="_Toc383513328"/>
      <w:r>
        <w:rPr>
          <w:rtl/>
          <w:lang w:bidi="fa-IR"/>
        </w:rPr>
        <w:t>316</w:t>
      </w:r>
      <w:r w:rsidR="001A2786">
        <w:rPr>
          <w:rtl/>
          <w:lang w:bidi="fa-IR"/>
        </w:rPr>
        <w:t>. سرگذشت حضرت يونس</w:t>
      </w:r>
      <w:bookmarkEnd w:id="662"/>
      <w:bookmarkEnd w:id="6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حضرت يونس در ميان قومش به دعوت و تبليغ مشغول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 هر چه كوشش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ارشادهاى او در دل آنها مؤ ثر نيفتاد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خشمگين شد و آن محل را </w:t>
      </w:r>
      <w:r>
        <w:rPr>
          <w:rtl/>
          <w:lang w:bidi="fa-IR"/>
        </w:rPr>
        <w:lastRenderedPageBreak/>
        <w:t>ترك كرد و به سوى دريا رفت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آنجا بر كشتى سوار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ميان راه دريا متلاطم گشت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چيزى نمانده بود كه همه اهل كشتى غرق شوند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ناخداى كشتى گفت : من فكر مى كنم در ميان شما بنده فرارى وجود دارد كه بايد به دريا افكنده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(و يا گفت كشتى زياد سنگين است و بايد يك نفر را به قيد قرعه به دريا بيفكنيم) به هر حال چند بار قرعه كشيدند و در هر بار به نام يونس در آمد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او فهميد در اين كار سرى نهفته است و تسليم حوادث شد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وقتى او را به دريا افكندند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نهنگ عظيمى او را در كام خود فرو برد و خدا او را به صورت اعجازآميز زنده نگاه داشت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سرانجام او متوجه شد ترك اولايى انجام داده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درگاه خدا روى آورد و به تقصير خود اعتراف نمود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نيز دعاى او را استجابت فرمود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آن تنگنا نجاتش داد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(314)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سرانجام به خاطر همين ترك اولى (خسته شدن از تبليغ بين قوم خود) او را در فشار قرار داديم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نهنگ عظيمى او را بلعيد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فنادى فى الظلمات ان لا اله الا انت (و او (يونس) در آن ظلمتهاى متراكم صدا زد: 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تو معبودى نيست) سبحانك انى كنت من الظالمين (خداوندا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پاك و منزهى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از ستمكاران بودم)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هم بر خويش ستم كردم و هم بر قوم خودم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بايست بيش از اين شدايد و ناملايمات و سختى ها را پذيرا مى شدم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تن به همه شكنجه ها مى دادم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شايد آنها به راه آيند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4" w:name="_Toc383512895"/>
      <w:bookmarkStart w:id="665" w:name="_Toc383513329"/>
      <w:r>
        <w:rPr>
          <w:rtl/>
          <w:lang w:bidi="fa-IR"/>
        </w:rPr>
        <w:t>317</w:t>
      </w:r>
      <w:r w:rsidR="001A2786">
        <w:rPr>
          <w:rtl/>
          <w:lang w:bidi="fa-IR"/>
        </w:rPr>
        <w:t>. پندار يونس</w:t>
      </w:r>
      <w:bookmarkEnd w:id="664"/>
      <w:bookmarkEnd w:id="6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ابو جعفر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كه در ذيل آيه و ذا النون اذ ذهب مغاضبا فرمود: غضب وى از اعمال مردمش بود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فظن ان لن نقدر عليه يونس پنداشت خدا او را به خاطر غضبش عذاب نمى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6" w:name="_Toc383512896"/>
      <w:bookmarkStart w:id="667" w:name="_Toc383513330"/>
      <w:r>
        <w:rPr>
          <w:rtl/>
          <w:lang w:bidi="fa-IR"/>
        </w:rPr>
        <w:t>318</w:t>
      </w:r>
      <w:r w:rsidR="001A2786">
        <w:rPr>
          <w:rtl/>
          <w:lang w:bidi="fa-IR"/>
        </w:rPr>
        <w:t>. صاحب اولاد شد</w:t>
      </w:r>
      <w:bookmarkEnd w:id="666"/>
      <w:bookmarkEnd w:id="6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مرحوم كلينى نقل مى كند: مردى خراسانى بين مكه و مدينه در زبده به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برخورد و عرضه داشت : فدايت شوم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تاكنون فرزنددار نشده ام چه كنم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آن حضرت فرمود: هرگاه به وطن برگشتى و خواستى به سوى همسرت روى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و ذاالنون اذ ذهب مغاضبا فظن ان لن نقدر عليه فنادى فى الظلمات ان لا اله الا انت سبحانك انى كنت من الظالمين را تا سه آيه بخوان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 شاء الله فرزنددار خواهى 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68" w:name="_Toc383512897"/>
      <w:bookmarkStart w:id="669" w:name="_Toc383513331"/>
      <w:r>
        <w:rPr>
          <w:rtl/>
          <w:lang w:bidi="fa-IR"/>
        </w:rPr>
        <w:t>319</w:t>
      </w:r>
      <w:r w:rsidR="001A2786">
        <w:rPr>
          <w:rtl/>
          <w:lang w:bidi="fa-IR"/>
        </w:rPr>
        <w:t>. اجابت دعا</w:t>
      </w:r>
      <w:bookmarkEnd w:id="668"/>
      <w:bookmarkEnd w:id="6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عجب دارم از كسى كه غم زده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چطور اين دعا را نمى خواند: لا اله الا انت سبحانك انى كنت من الظالمين چرا كه خدا به دنبال آن مى فرمايد: فاستجبنا له و نجيناه من الغم و كذلك ننجى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(ما او را پاسخ داديم و از غم نجات داديم و اين گونه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ان را نجات دهيم</w:t>
      </w:r>
      <w:r w:rsidR="001A2786">
        <w:rPr>
          <w:rtl/>
          <w:lang w:bidi="fa-IR"/>
        </w:rPr>
        <w:t>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70" w:name="_Toc383512898"/>
      <w:bookmarkStart w:id="671" w:name="_Toc383513332"/>
      <w:r>
        <w:rPr>
          <w:rtl/>
          <w:lang w:bidi="fa-IR"/>
        </w:rPr>
        <w:t>320</w:t>
      </w:r>
      <w:r w:rsidR="001A2786">
        <w:rPr>
          <w:rtl/>
          <w:lang w:bidi="fa-IR"/>
        </w:rPr>
        <w:t>. نجات از بيمارى</w:t>
      </w:r>
      <w:bookmarkEnd w:id="670"/>
      <w:bookmarkEnd w:id="6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گرامى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بيمار مسلمانى كه اين دعا 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در آن بيمارى (بهبود نيافت) و مرد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پاداش شهيد به او داده مى شود و اگر بهبودى يافت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خوب شده در حالى كه تمام گناهانش آمرزيده شده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آيا به شما خبر دهم از دعايى كه هر گاه گرفتارى و غم پيش آيد آن دعا را بخوانيد گشايش حاصل شود؟ اصحاب گفتند: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رسول خدا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فرمود: دعاى يونس كه طعمه ماهى شد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لا اله الا انت سبحانك انى كنت من الظالمين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(319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72" w:name="_Toc383512899"/>
      <w:bookmarkStart w:id="673" w:name="_Toc383513333"/>
      <w:r>
        <w:rPr>
          <w:rtl/>
          <w:lang w:bidi="fa-IR"/>
        </w:rPr>
        <w:lastRenderedPageBreak/>
        <w:t>321</w:t>
      </w:r>
      <w:r w:rsidR="001A2786">
        <w:rPr>
          <w:rtl/>
          <w:lang w:bidi="fa-IR"/>
        </w:rPr>
        <w:t>. درس سرنوشت</w:t>
      </w:r>
      <w:bookmarkEnd w:id="672"/>
      <w:bookmarkEnd w:id="6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جمله پرمعنى كذلك ننجى المومنين نشان مى دهد آنچه بر سر يونس آمد از گرفتارى و نجات يك حكم خصوصى نبود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بلكه با حفظ سلسله مراتب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جنبه عمومى و همگانى 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بسيارى از حوادث غم انگيز و گرفتاريهاى سخت و مصيبت 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مولود گناهان ما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تازيانه هايى است براى بيدار شدن ارواح خفته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يا كوره اى است براى تصفيه فلز جان آدمى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گاه انسان در اين موقع به همان سه نكته اى كه يونس توجه كرد توجه پيدا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نجات و رهايى حتمى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توجه به حقيقت توحيد و اين كه هيچ معبود و هيچ تكيه گاهى به جز الله نيست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پاك شمردن و تنزيه خدا از هر عيب و نقص و ظلم و ستم و هر گونه گمان سوء درباره ذات پاك او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اعتراف به گناه و تقصير خويش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حديثى است در درالمنثور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پيامبر اسلام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نقل شده است كه فرمود: يكى از نامهاى خدا كه هر كس او را با آن بخواند به اجابت مى رسد و هر گاه با آن چيزى را طلب نمايد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مى دهد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دعاى يونس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شخصى عرض كرد: اى رسول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آيا او مخصوص يونس بود يا شامل جماعت مسلمانان نيز مى شود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هم مربوط به يونس و هم همه مومنان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هنگامى كه خدا را به آن مى خوانند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آيا گفتار خداوند را در قرآن نشنيده اى و كذلك ننجى المومنين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اين دليل بر آن است كه هر كس چنين دعايى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اجابت آن را تضمين فرموده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74" w:name="_Toc383512900"/>
      <w:bookmarkStart w:id="675" w:name="_Toc383513334"/>
      <w:r>
        <w:rPr>
          <w:rtl/>
          <w:lang w:bidi="fa-IR"/>
        </w:rPr>
        <w:lastRenderedPageBreak/>
        <w:t>322</w:t>
      </w:r>
      <w:r w:rsidR="001A2786">
        <w:rPr>
          <w:rtl/>
          <w:lang w:bidi="fa-IR"/>
        </w:rPr>
        <w:t>. حقيقت ذكر در جان انسان</w:t>
      </w:r>
      <w:bookmarkEnd w:id="674"/>
      <w:bookmarkEnd w:id="6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نيازى به تذكر ندارد كه منظور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تنها خواندن الفاظ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بلكه پياده شدن حقيقت آن در درون جان انسان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يعنى همراه با خواندن اين الفاظ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تمامى وجود او با مفهوم آن هماهنگ گردد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يادآورى اين نكته نيز لازم است كه مجازاتهاى الهى بر دو گونه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يكى از آن مجازات ها عذاب استيصال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يعنى مجازات نهايى كه براى نابودى افراد غير قابل اصلاح فرا مى رسد و هيچ دعايى در آن موقع سودمند نيست ؛ چرا كه بعد از فرو نشستن توفان بلا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برنامه ها تكرار مى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ديگر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مجازات هاى تنبيهى است كه جنبه تربيتى دارد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در اين موارد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محض اين كه مجازات اثر خود را بخشيد و طرف بيدار و متوجه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بلافاصله از ميان مى رود و از اينجا است كه روشن مى شود يكى از فلسفه هاى آفات و بلاها و حوادث ناگوار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بيدارسازى تربيت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76" w:name="_Toc383512901"/>
      <w:bookmarkStart w:id="677" w:name="_Toc383513335"/>
      <w:r>
        <w:rPr>
          <w:rtl/>
          <w:lang w:bidi="fa-IR"/>
        </w:rPr>
        <w:t>323</w:t>
      </w:r>
      <w:r w:rsidR="001A2786">
        <w:rPr>
          <w:rtl/>
          <w:lang w:bidi="fa-IR"/>
        </w:rPr>
        <w:t>. فراغت حال براى ذكر و عبادت</w:t>
      </w:r>
      <w:bookmarkEnd w:id="676"/>
      <w:bookmarkEnd w:id="6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ابوبصير نقل شده است كه گفت : به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عرضه داشتم : به چه علت خدا عذاب را از قوم يونس برداشت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 اين كه تا بالاى سرشان آمد و بر سرشان سايه افكند و اين معامله را با هيچ قومى ديگر نكرد؟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امام فرمود: براى اين كه در علم خداى تعالى اين معنا بود كه به زودى عذاب را از آنان برمى گرداند به خاطر اين كه توبه مى كنند و اگر اين جريان را به اطلاع يونس نرساند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اين بود كه يونس فارغ براى عبادت او باشد و در شكم ماهى به مناجات بااو بپردازد و در عوض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مستوجب ثواب و كرامت او گردد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78" w:name="_Toc383512902"/>
      <w:bookmarkStart w:id="679" w:name="_Toc383513336"/>
      <w:r>
        <w:rPr>
          <w:rtl/>
          <w:lang w:bidi="fa-IR"/>
        </w:rPr>
        <w:lastRenderedPageBreak/>
        <w:t>324</w:t>
      </w:r>
      <w:r w:rsidR="001A2786">
        <w:rPr>
          <w:rtl/>
          <w:lang w:bidi="fa-IR"/>
        </w:rPr>
        <w:t xml:space="preserve">. اذكار امام حسين </w:t>
      </w:r>
      <w:r w:rsidR="007D440E" w:rsidRPr="007D440E">
        <w:rPr>
          <w:rStyle w:val="libAlaemChar"/>
          <w:rtl/>
        </w:rPr>
        <w:t>عليه‌السلام</w:t>
      </w:r>
      <w:r w:rsidR="001A2786">
        <w:rPr>
          <w:rtl/>
          <w:lang w:bidi="fa-IR"/>
        </w:rPr>
        <w:t xml:space="preserve"> در دعاى عرفه</w:t>
      </w:r>
      <w:bookmarkEnd w:id="678"/>
      <w:bookmarkEnd w:id="6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دعاى عرفه اين گونه زمزمه مى كند: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الظالمين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ستمكارانم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من المستغفرين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آمرزش خواهانم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الموحدين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يكتا پرستانم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الخائفين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هراسناكانم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الوجلين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وحشت زدگانم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الراجين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اميدوارانم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الراغبين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مشتاقانم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المهلّلين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از خدا گويانم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المسبحين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تو را تسبيح گويانم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انت سبحانك انى كنت من المكبرين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 و من تو را تكبير گويانم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لا اله الا انت سبحانك ربى و رب آبايى الاولين 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ذات تو منزه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خداى من و پشينيان من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0" w:name="_Toc383512903"/>
      <w:bookmarkStart w:id="681" w:name="_Toc383513337"/>
      <w:r>
        <w:rPr>
          <w:rtl/>
          <w:lang w:bidi="fa-IR"/>
        </w:rPr>
        <w:t>325</w:t>
      </w:r>
      <w:r w:rsidR="001A2786">
        <w:rPr>
          <w:rtl/>
          <w:lang w:bidi="fa-IR"/>
        </w:rPr>
        <w:t>. مداومت در ذكر يونسيه</w:t>
      </w:r>
      <w:bookmarkEnd w:id="680"/>
      <w:bookmarkEnd w:id="6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عالم بزرگوار حاج ميرزا جواد ملكى تبريزى گويد: مداومت ذكر يونسيه در شبانه روز ترك نشود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چه زيادتر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اثرش هم زيادتر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اقل اقل آن چهار صد مرتبه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خيلى اثرها ديدم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بنده هم تجربه كرده 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چند نفر هم مدعى تجربه اند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2" w:name="_Toc383512904"/>
      <w:bookmarkStart w:id="683" w:name="_Toc383513338"/>
      <w:r>
        <w:rPr>
          <w:rtl/>
          <w:lang w:bidi="fa-IR"/>
        </w:rPr>
        <w:t>326</w:t>
      </w:r>
      <w:r w:rsidR="001A2786">
        <w:rPr>
          <w:rtl/>
          <w:lang w:bidi="fa-IR"/>
        </w:rPr>
        <w:t>. ذكر يونسيه در كلام عارفان</w:t>
      </w:r>
      <w:bookmarkEnd w:id="682"/>
      <w:bookmarkEnd w:id="6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ميرزا جواد آقا ملكى تبريزى (ره) مى نويسد: من استادى داشتم بزرگوار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عارف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عامل و كامل (مراد او آخوند ملاحسينقلى همدانى است) كه نظير او را نديده 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او درباره عملى كه مجرب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اصلاح قلب و تحصيل معارف مؤ ثر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سؤ ال كردم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ايشان در پاسخ فرمودند: براى اين امر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كارى مانند مداومت بر يك سجده طولانى در هر شبانه روز يك مرتبه كه در آن لا اله الا انت سبحانك انى كنت من الظالمين گفته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نيست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اين ذكر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خود را در زندان طبيعت زندانى و مقيد به قيد و بندهاى اين اخلاق رذيله ببيند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اقرار داشته باشد كه ((خداوندا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 مرا گرفتار اين پستى ها نكردى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حق من ظلم روا نداشتى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تنها من به خويشتن ستم كردم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) </w:t>
      </w:r>
      <w:r w:rsidRPr="00A16C07">
        <w:rPr>
          <w:rStyle w:val="libFootnotenumChar"/>
          <w:rtl/>
          <w:lang w:bidi="fa-IR"/>
        </w:rPr>
        <w:t>(324)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4" w:name="_Toc383512905"/>
      <w:bookmarkStart w:id="685" w:name="_Toc383513339"/>
      <w:r>
        <w:rPr>
          <w:rtl/>
          <w:lang w:bidi="fa-IR"/>
        </w:rPr>
        <w:t>327</w:t>
      </w:r>
      <w:r w:rsidR="001A2786">
        <w:rPr>
          <w:rtl/>
          <w:lang w:bidi="fa-IR"/>
        </w:rPr>
        <w:t>. توصيه بزرگان به ذكر يونسيه</w:t>
      </w:r>
      <w:bookmarkEnd w:id="684"/>
      <w:bookmarkEnd w:id="6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 و اهل سلوك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فوايد و </w:t>
      </w:r>
      <w:r w:rsidR="00455D95">
        <w:rPr>
          <w:rtl/>
          <w:lang w:bidi="fa-IR"/>
        </w:rPr>
        <w:t>تأثیر</w:t>
      </w:r>
      <w:r>
        <w:rPr>
          <w:rtl/>
          <w:lang w:bidi="fa-IR"/>
        </w:rPr>
        <w:t>ات زيادى براى ذكر يونسيه بيان كرده و بهره ها و بركات بسيارى از آن ديده اند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مقصود از ذكر يونسه دعايى است كه از قول يونس پيامبر - صلوات الله عليه - در آيه 88 از سوره مباركه انبياء آمده است و درباره مداومت بر آن براى رفع گرفتارى ها</w:t>
      </w:r>
      <w:r w:rsidR="00560652">
        <w:rPr>
          <w:rtl/>
          <w:lang w:bidi="fa-IR"/>
        </w:rPr>
        <w:t xml:space="preserve">. 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6" w:name="_Toc383512906"/>
      <w:bookmarkStart w:id="687" w:name="_Toc383513340"/>
      <w:r>
        <w:rPr>
          <w:rtl/>
          <w:lang w:bidi="fa-IR"/>
        </w:rPr>
        <w:t>328</w:t>
      </w:r>
      <w:r w:rsidR="001A2786">
        <w:rPr>
          <w:rtl/>
          <w:lang w:bidi="fa-IR"/>
        </w:rPr>
        <w:t>. ذكر بعد از نماز مغرب و عشاء در شب جمعه</w:t>
      </w:r>
      <w:bookmarkEnd w:id="686"/>
      <w:bookmarkEnd w:id="6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دعايى را از حضرت امام محمد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امام زين العابدين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امام حسين بن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و آن حضرت از جبرئيل - صلوات الله عليه - و جبرئيل هم از خداوند بزرگ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گرفته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شفاى هر دردمند و گرفتارى نقل فرموده است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آن دعا اين است كه در شب جمعه بعد از نماز مغرب و عشاء بگويد: لا اله الا سبحانك انى كنت من الظالمين (خدايا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جز تو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 از همه بديها و عيبها منزه و پاكيزه اى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من بودم كه در حق خود ستم كردم)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88" w:name="_Toc383512907"/>
      <w:bookmarkStart w:id="689" w:name="_Toc383513341"/>
      <w:r>
        <w:rPr>
          <w:rtl/>
          <w:lang w:bidi="fa-IR"/>
        </w:rPr>
        <w:t>329</w:t>
      </w:r>
      <w:r w:rsidR="001A2786">
        <w:rPr>
          <w:rtl/>
          <w:lang w:bidi="fa-IR"/>
        </w:rPr>
        <w:t>. تكرار ذكر در سجده اى طولانى</w:t>
      </w:r>
      <w:bookmarkEnd w:id="688"/>
      <w:bookmarkEnd w:id="6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بزرگان - آيت الله امينى (ره) - مى گويد: در شبانه روز يك سجده طولانى انجام بده و به مقدارى كه حال دارى و با حضور قلب اين ذكر را تكرار كن : لا اله الا انت سبحانك انى كنت من الظالمين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ادامه اين سجده طولانى مجرب است و آثار خوبى را در بردارد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بعضى از سالكين نقل شده كه در سجده چهار هزار مرتبه اين ذكر را تكرار مى نموده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(326)</w:t>
      </w:r>
    </w:p>
    <w:p w:rsidR="00E85A8A" w:rsidRDefault="000109F9" w:rsidP="000109F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90" w:name="_Toc383512908"/>
      <w:bookmarkStart w:id="691" w:name="_Toc383513342"/>
      <w:r w:rsidR="00E85A8A">
        <w:rPr>
          <w:rtl/>
          <w:lang w:bidi="fa-IR"/>
        </w:rPr>
        <w:lastRenderedPageBreak/>
        <w:t>16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ساير اذكار</w:t>
      </w:r>
      <w:bookmarkEnd w:id="690"/>
      <w:bookmarkEnd w:id="6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رفع مشكلات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شفاى بيمارى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اداى قرض و دين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غلبه بر دشمن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سختى و گرفتارى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ساير اذكار در تعقيب نمازها و اوقات مختلف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92" w:name="_Toc383512909"/>
      <w:bookmarkStart w:id="693" w:name="_Toc383513343"/>
      <w:r>
        <w:rPr>
          <w:rtl/>
          <w:lang w:bidi="fa-IR"/>
        </w:rPr>
        <w:t>330</w:t>
      </w:r>
      <w:r w:rsidR="001A2786">
        <w:rPr>
          <w:rtl/>
          <w:lang w:bidi="fa-IR"/>
        </w:rPr>
        <w:t>. اسم خدا</w:t>
      </w:r>
      <w:bookmarkEnd w:id="692"/>
      <w:bookmarkEnd w:id="6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برخى از اصحاب خود فرمودند: آيا اسم خدا را به تو نياموزم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عرض كرد: آرى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فرزند رسول خدا </w:t>
      </w:r>
      <w:r w:rsidR="00FD2726" w:rsidRPr="00FD2726">
        <w:rPr>
          <w:rStyle w:val="libAlaemChar"/>
          <w:rtl/>
        </w:rPr>
        <w:t>صلى‌الله‌عليه‌وآله‌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سوره الحمد و سوره قل هو الله احد و آية الكرسى و سوره انا انزلناه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را قرائت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سپس روى به قبله نما و آنچه دوست دارى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دعا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94" w:name="_Toc383512910"/>
      <w:bookmarkStart w:id="695" w:name="_Toc383513344"/>
      <w:r>
        <w:rPr>
          <w:rtl/>
          <w:lang w:bidi="fa-IR"/>
        </w:rPr>
        <w:t>331</w:t>
      </w:r>
      <w:r w:rsidR="001A2786">
        <w:rPr>
          <w:rtl/>
          <w:lang w:bidi="fa-IR"/>
        </w:rPr>
        <w:t>. خارج شدن از منزل</w:t>
      </w:r>
      <w:bookmarkEnd w:id="694"/>
      <w:bookmarkEnd w:id="6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پدرم از منزل خود بيرون مى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مى گفت :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خرجت بحول الله و قوته لا بحول منّى و لا قوتى بل بحولك و قوتك يا رب متعرضا لرزقك فاءتنى به فى عافية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96" w:name="_Toc383512911"/>
      <w:bookmarkStart w:id="697" w:name="_Toc383513345"/>
      <w:r>
        <w:rPr>
          <w:rtl/>
          <w:lang w:bidi="fa-IR"/>
        </w:rPr>
        <w:t>332</w:t>
      </w:r>
      <w:r w:rsidR="001A2786">
        <w:rPr>
          <w:rtl/>
          <w:lang w:bidi="fa-IR"/>
        </w:rPr>
        <w:t>. ذكر بعد از نماز مغرب</w:t>
      </w:r>
      <w:bookmarkEnd w:id="696"/>
      <w:bookmarkEnd w:id="6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پس از نماز مغرب سه بار بگويد:الحمد لله الذى يفعل ما يشاء و لا يفعل ما يشاء غيره خير بسيارى به او عطا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(329)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698" w:name="_Toc383512912"/>
      <w:bookmarkStart w:id="699" w:name="_Toc383513346"/>
      <w:r>
        <w:rPr>
          <w:rtl/>
          <w:lang w:bidi="fa-IR"/>
        </w:rPr>
        <w:t>333</w:t>
      </w:r>
      <w:r w:rsidR="001A2786">
        <w:rPr>
          <w:rtl/>
          <w:lang w:bidi="fa-IR"/>
        </w:rPr>
        <w:t>. سه بار بعد از نماز مغرب</w:t>
      </w:r>
      <w:bookmarkEnd w:id="698"/>
      <w:bookmarkEnd w:id="6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گاه كه نماز مغرب را خواندى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دست بر پيشانى خود بكش و سه مرتبه بگو:بسم الله الذى لا اله الا هو عالم الغيب و الشهادة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اذهب عنى الهمّ (والغمّ) والحزن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0" w:name="_Toc383512913"/>
      <w:bookmarkStart w:id="701" w:name="_Toc383513347"/>
      <w:r>
        <w:rPr>
          <w:rtl/>
          <w:lang w:bidi="fa-IR"/>
        </w:rPr>
        <w:lastRenderedPageBreak/>
        <w:t>334</w:t>
      </w:r>
      <w:r w:rsidR="001A2786">
        <w:rPr>
          <w:rtl/>
          <w:lang w:bidi="fa-IR"/>
        </w:rPr>
        <w:t>. محفوظ ماندن راكب و مركب</w:t>
      </w:r>
      <w:bookmarkEnd w:id="700"/>
      <w:bookmarkEnd w:id="7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وقتى سوار چهارپا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نمى گويدبسم الله و لا حول ولا قوة الا بالله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الحمد لله الذى هدانا لهذا و سبحان الله الذى سخرلنا هذا و ما كنا له مقرنين (به نام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توان و نيرويى جز با يارى خدانيست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همه سپاس ها مخصوص خداوندى است كه اين عمل را به ما آموخت و منزه است كسى كه آن (چهارپا) را در اختيار ما قرار داد و ما نمى توانستيم خود اين كار را انجام دهيم) مگر اين كه خودش و چهارپايش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پياده شوند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محفوظ مى مانند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2" w:name="_Toc383512914"/>
      <w:bookmarkStart w:id="703" w:name="_Toc383513348"/>
      <w:r>
        <w:rPr>
          <w:rtl/>
          <w:lang w:bidi="fa-IR"/>
        </w:rPr>
        <w:t>335</w:t>
      </w:r>
      <w:r w:rsidR="001A2786">
        <w:rPr>
          <w:rtl/>
          <w:lang w:bidi="fa-IR"/>
        </w:rPr>
        <w:t>. دفع مرض و درد</w:t>
      </w:r>
      <w:bookmarkEnd w:id="702"/>
      <w:bookmarkEnd w:id="7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 در او مرضى و علتى و دردى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در هر روز به او بخوان چهل مرتبه مدت چهل روزبسم الله الرحمن الرحيم الحمد لله رب العالمين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حسبنا الله و نعم الوكيل تبارك الله احسن الخالقين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لا حول و لا قوة الا بالله العلى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4" w:name="_Toc383512915"/>
      <w:bookmarkStart w:id="705" w:name="_Toc383513349"/>
      <w:r>
        <w:rPr>
          <w:rtl/>
          <w:lang w:bidi="fa-IR"/>
        </w:rPr>
        <w:t>336</w:t>
      </w:r>
      <w:r w:rsidR="001A2786">
        <w:rPr>
          <w:rtl/>
          <w:lang w:bidi="fa-IR"/>
        </w:rPr>
        <w:t>. ذكر هنگام گرفتارى</w:t>
      </w:r>
      <w:bookmarkEnd w:id="704"/>
      <w:bookmarkEnd w:id="7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كه را غمى يا گرفتارى يا بلايى يا تنگى معيشتى برسد بايد بگويد:الله ربى و لا اشرك به شيئا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توكلت على الحى الذى لايموت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6" w:name="_Toc383512916"/>
      <w:bookmarkStart w:id="707" w:name="_Toc383513350"/>
      <w:r>
        <w:rPr>
          <w:rtl/>
          <w:lang w:bidi="fa-IR"/>
        </w:rPr>
        <w:t>337</w:t>
      </w:r>
      <w:r w:rsidR="001A2786">
        <w:rPr>
          <w:rtl/>
          <w:lang w:bidi="fa-IR"/>
        </w:rPr>
        <w:t>. دورى از غفلت زدگان</w:t>
      </w:r>
      <w:bookmarkEnd w:id="706"/>
      <w:bookmarkEnd w:id="7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ابى عبيده حذاء مى گويد: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كس در هنگام برآمدن سپيده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ده بار بگويد لا اله الا الله وحده لا شريك له و له الملك و له الحمد يحيى و يميت (و يميت و يحيى) و هو حى لا يموت بيده الخير و هو على كل شى قدير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ده بار بگويد:و صلى الله على محمد و آل محمد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سى و پنج بار بگويد: سبحان الله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سى و پنج بار بگويد: لا اله الا الله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سى و پنج بار بگويد: </w:t>
      </w:r>
      <w:r>
        <w:rPr>
          <w:rtl/>
          <w:lang w:bidi="fa-IR"/>
        </w:rPr>
        <w:lastRenderedPageBreak/>
        <w:t>الحمد 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 صبح از غافلان نوشته نشود و اگر آن را در شب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آن شب از غافلان ثبت نشود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08" w:name="_Toc383512917"/>
      <w:bookmarkStart w:id="709" w:name="_Toc383513351"/>
      <w:r>
        <w:rPr>
          <w:rtl/>
          <w:lang w:bidi="fa-IR"/>
        </w:rPr>
        <w:t>338</w:t>
      </w:r>
      <w:r w:rsidR="001A2786">
        <w:rPr>
          <w:rtl/>
          <w:lang w:bidi="fa-IR"/>
        </w:rPr>
        <w:t>. دعاى قبل از غروب آفتاب</w:t>
      </w:r>
      <w:bookmarkEnd w:id="708"/>
      <w:bookmarkEnd w:id="7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دعا پيش از برآمدن آفتاب و پيش از غروب آن روشى است ثابت و واجب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هنگام سپيده دم و مغرب ده بار مى گويى : لا اله الا الله وحده لا شريك له و له الملك و له الحمد يحيى و يميت و يميت و يحيى و هو حى لا يموت بيده الخير و هو على كل شى قدير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ده بار مى گويى : اعوذ بالله السميع العليم من همزات الشياطين و اعوذبك رب ان يحضرون (يعنى پناه برم به خدا از وسوسه شيطان ها از اين كه گرد من آيند) ان الله هو السميع العليم پيش از برآمدن خورشيد و پيش از غروب آن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اگر فراموش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را قضا مى كنى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چنانچه نماز راقضا مى كنى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10" w:name="_Toc383512918"/>
      <w:bookmarkStart w:id="711" w:name="_Toc383513352"/>
      <w:r>
        <w:rPr>
          <w:rtl/>
          <w:lang w:bidi="fa-IR"/>
        </w:rPr>
        <w:t>339</w:t>
      </w:r>
      <w:r w:rsidR="001A2786">
        <w:rPr>
          <w:rtl/>
          <w:lang w:bidi="fa-IR"/>
        </w:rPr>
        <w:t>. ثواب سه بار گفتن فسبحان الله...</w:t>
      </w:r>
      <w:bookmarkEnd w:id="710"/>
      <w:bookmarkEnd w:id="711"/>
      <w:r w:rsidR="001A2786">
        <w:rPr>
          <w:rtl/>
          <w:lang w:bidi="fa-IR"/>
        </w:rPr>
        <w:t xml:space="preserve">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اميرالمومنين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در اول شب سه بار بگويد: فسبحان الله حين تمسون و حين تصبحون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له الحمد فى السموات و الارض و عشيا و حين تظهرون (خدا را در شام و صبح تسبيح گوييد و ستايش ‍ كنيد و تمامى ستايشها در آسمانها و زمين و شب و روز براى اوست)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كدام از خيرهايى را كه در آن شب وجود دارد از دست نداده و تمامى شرهاى آن شب از او دور مى شوند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هر كه همين آيات را در صبح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كدام از خيرهايى را كه در آن روز وجود دارد از دست نداده و همه شرهاى آن روز از او دور مى شوند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12" w:name="_Toc383512919"/>
      <w:bookmarkStart w:id="713" w:name="_Toc383513353"/>
      <w:r>
        <w:rPr>
          <w:rtl/>
          <w:lang w:bidi="fa-IR"/>
        </w:rPr>
        <w:t>340</w:t>
      </w:r>
      <w:r w:rsidR="001A2786">
        <w:rPr>
          <w:rtl/>
          <w:lang w:bidi="fa-IR"/>
        </w:rPr>
        <w:t>. توجه خداوند به بنده</w:t>
      </w:r>
      <w:bookmarkEnd w:id="712"/>
      <w:bookmarkEnd w:id="7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هركه هر روز بگويد لا اله الا الله حقا حقا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عبوديه و رقا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اله الا الله ايمانا و صدقا (نيست شايسته پرستشى جز </w:t>
      </w:r>
      <w:r>
        <w:rPr>
          <w:rtl/>
          <w:lang w:bidi="fa-IR"/>
        </w:rPr>
        <w:lastRenderedPageBreak/>
        <w:t>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حق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حق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نيست شايسته پرستشى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بندگى و رقيت تقديم كنم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نيست شايسته پرستشى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 ايمان و راستى گويم)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 روى خود به سوى او كند و از او روى برنگرداند تا به بهشت در آيد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14" w:name="_Toc383512920"/>
      <w:bookmarkStart w:id="715" w:name="_Toc383513354"/>
      <w:r>
        <w:rPr>
          <w:rtl/>
          <w:lang w:bidi="fa-IR"/>
        </w:rPr>
        <w:t>341</w:t>
      </w:r>
      <w:r w:rsidR="001A2786">
        <w:rPr>
          <w:rtl/>
          <w:lang w:bidi="fa-IR"/>
        </w:rPr>
        <w:t>. سبب خوشبختى</w:t>
      </w:r>
      <w:bookmarkEnd w:id="714"/>
      <w:bookmarkEnd w:id="7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 آمده كه جبرئيل نزد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 و گفت : اگر شخصى از امت تو بگويد: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وحده وحده وحده (هيچ خدايى جز خداوند يكتاى يگانه يگانه يگانه نيست)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خوشبخت خواهد 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16" w:name="_Toc383512921"/>
      <w:bookmarkStart w:id="717" w:name="_Toc383513355"/>
      <w:r>
        <w:rPr>
          <w:rtl/>
          <w:lang w:bidi="fa-IR"/>
        </w:rPr>
        <w:t>342</w:t>
      </w:r>
      <w:r w:rsidR="001A2786">
        <w:rPr>
          <w:rtl/>
          <w:lang w:bidi="fa-IR"/>
        </w:rPr>
        <w:t>. ذكر هنگام برخاستن از خواب</w:t>
      </w:r>
      <w:bookmarkEnd w:id="716"/>
      <w:bookmarkEnd w:id="7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جراح مدائنى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هرگاه يكى از شما شب از خواب برخاست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بايد بگويد: سبحان رب النبيين و آل المرسلين و رب المستضعفين (مقصود از آنها امامانند) والحمد لله الذى يحيى الموتى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هو على كل شى ء قدير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خداوند عزوجل مى فرمايد: بنده من راست گفت و شكر گزارد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(339)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18" w:name="_Toc383512922"/>
      <w:bookmarkStart w:id="719" w:name="_Toc383513356"/>
      <w:r>
        <w:rPr>
          <w:rtl/>
          <w:lang w:bidi="fa-IR"/>
        </w:rPr>
        <w:t>343</w:t>
      </w:r>
      <w:r w:rsidR="001A2786">
        <w:rPr>
          <w:rtl/>
          <w:lang w:bidi="fa-IR"/>
        </w:rPr>
        <w:t>. چهل و پنج هزار حسنه و محو گناهان</w:t>
      </w:r>
      <w:bookmarkEnd w:id="718"/>
      <w:bookmarkEnd w:id="7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هر روز ده بار بگويد: اشهد ان لا اله الا الله وحده لا شريك له الها واحدا احدا صمدا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لم يتخذ صاحبة و لا ولدا (من گواهم كه نيست شايسته پرستش به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يگانه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شريك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معبوديست يكتا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يگانه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بى نياز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نه همسرى گرفته و نه فرزندى)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برايش چهل و پنج هزار حسنه مى نويسد و چهل و پنج هزار سيئه از او محو مى كند و چهل و پنج هزار درجه براى او بالا برد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(340)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است كه اين ذكرها در آن روز مرز او باشند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برابر سلطان و شيطان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گناه كبيره اى پيرامون او را فرا نگيرد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0" w:name="_Toc383512923"/>
      <w:bookmarkStart w:id="721" w:name="_Toc383513357"/>
      <w:r>
        <w:rPr>
          <w:rtl/>
          <w:lang w:bidi="fa-IR"/>
        </w:rPr>
        <w:lastRenderedPageBreak/>
        <w:t>344</w:t>
      </w:r>
      <w:r w:rsidR="001A2786">
        <w:rPr>
          <w:rtl/>
          <w:lang w:bidi="fa-IR"/>
        </w:rPr>
        <w:t>. ذكر در مقابلسلطان</w:t>
      </w:r>
      <w:bookmarkEnd w:id="720"/>
      <w:bookmarkEnd w:id="7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بر سلطانى وارد مى شود كه از او مى ترسد بايد بگويد بالله استفتح و بالله استنجح و بمحمد اتوجه (بارخدايا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سركشى آن را برايم رام كن و سختى آن را هموار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زيرا تو محو مى كنى آنچه را خواهى و نزد تو است دفتر كل)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نيز مى گويى : حسبى الله لا اله الا هو عليه توكلت و هو رب العرش ‍ العظيم و امتنع بحول الله و قوته من حولهم و قوتهم و امتنع برب الفلق من شر ما خلق و لا حول و لا قوة الا بالله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2" w:name="_Toc383512924"/>
      <w:bookmarkStart w:id="723" w:name="_Toc383513358"/>
      <w:r>
        <w:rPr>
          <w:rtl/>
          <w:lang w:bidi="fa-IR"/>
        </w:rPr>
        <w:t>345</w:t>
      </w:r>
      <w:r w:rsidR="001A2786">
        <w:rPr>
          <w:rtl/>
          <w:lang w:bidi="fa-IR"/>
        </w:rPr>
        <w:t>. پاداش ذكر تشهد</w:t>
      </w:r>
      <w:bookmarkEnd w:id="722"/>
      <w:bookmarkEnd w:id="7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 كس بگويد: اشهد ان لا اله الا الله وحده لا شريك له و اشهد ان محمدا عبده و رسوله (نيست شايسته پرستشى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يگانه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شريك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گواهم كه محمد بنده و رسول اوست)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برايش هزار هزار حسنه بنويسد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4" w:name="_Toc383512925"/>
      <w:bookmarkStart w:id="725" w:name="_Toc383513359"/>
      <w:r>
        <w:rPr>
          <w:rtl/>
          <w:lang w:bidi="fa-IR"/>
        </w:rPr>
        <w:t>346</w:t>
      </w:r>
      <w:r w:rsidR="001A2786">
        <w:rPr>
          <w:rtl/>
          <w:lang w:bidi="fa-IR"/>
        </w:rPr>
        <w:t>. كفاره گناهان روز</w:t>
      </w:r>
      <w:bookmarkEnd w:id="724"/>
      <w:bookmarkEnd w:id="7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عبدالكريم بن عتبة كه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شنيدم مى فرمود: هر كه پيش از برآمدن خورشيد و هم پيش از غروب خورشيد ده بار بگويد: لا اله الا الله وحده لا شريك له و له الملك و له الحمد يحيى و يميت و يميت و يحيى و هو حى لا يموت بيده الخير و هو على كل شى ء قدير (نيست شايسته پرستشى جز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يگانه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شريك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آن اوست ملك و از آن اوست سپاس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زنده كند و بميراند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بميراند و زنده كند و اوست زنده اى كه نمى ميرد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دست اوست هر خير و اوست بر هر چيز توانا)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كفاره گناهان آن روزش گردد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همچنين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نقل از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هركس نماز بامداد گزارد و پيش از آنكه دو زانو را از زمين بردارد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ده بار ذكر فوق را بگويد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مغرب هم چنان عمل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هيچ بنده اى خداى عز و جل را به كردارى بهتر از كردار او برخورد نكند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مگر كسى كه به مانند او عمل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6" w:name="_Toc383512926"/>
      <w:bookmarkStart w:id="727" w:name="_Toc383513360"/>
      <w:r>
        <w:rPr>
          <w:rtl/>
          <w:lang w:bidi="fa-IR"/>
        </w:rPr>
        <w:t>347</w:t>
      </w:r>
      <w:r w:rsidR="001A2786">
        <w:rPr>
          <w:rtl/>
          <w:lang w:bidi="fa-IR"/>
        </w:rPr>
        <w:t>. ذكر در هر نماز</w:t>
      </w:r>
      <w:bookmarkEnd w:id="726"/>
      <w:bookmarkEnd w:id="7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عايشه گويد: پس از نزول سوره مباركه اذا جاء نصر الله و الفتح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در هر نمازى كه مى خواند مى فرمود: سبحانك ربنا و بحمدك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اغفر لى (پروردگارا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تسبيح و ستايش تو مشغولم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بيامرز)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28" w:name="_Toc383512927"/>
      <w:bookmarkStart w:id="729" w:name="_Toc383513361"/>
      <w:r>
        <w:rPr>
          <w:rtl/>
          <w:lang w:bidi="fa-IR"/>
        </w:rPr>
        <w:t>348</w:t>
      </w:r>
      <w:r w:rsidR="001A2786">
        <w:rPr>
          <w:rtl/>
          <w:lang w:bidi="fa-IR"/>
        </w:rPr>
        <w:t>. ذكر خواب و بيدارى</w:t>
      </w:r>
      <w:bookmarkEnd w:id="728"/>
      <w:bookmarkEnd w:id="7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فرمود: شيوه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بود كه چون در بستر مى آرميد مى فرمود: اللهم باسمك احيا و باسمك اموت (بارخدايا! به نام تو زنده ام و به نام تو مى ميرم) و چون از خواب برمى خاست مى گفت الحمد لله الذى احيانى بعد ما اماتنى و اليه النشور (سپاس از آن خداست كه زنده كرد مرا پس از آنكه ميرانيد مرا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سوى اوست رستاخيز)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30" w:name="_Toc383512928"/>
      <w:bookmarkStart w:id="731" w:name="_Toc383513362"/>
      <w:r>
        <w:rPr>
          <w:rtl/>
          <w:lang w:bidi="fa-IR"/>
        </w:rPr>
        <w:t>349</w:t>
      </w:r>
      <w:r w:rsidR="001A2786">
        <w:rPr>
          <w:rtl/>
          <w:lang w:bidi="fa-IR"/>
        </w:rPr>
        <w:t>. راضى كردن بنده در روز قيامت</w:t>
      </w:r>
      <w:bookmarkEnd w:id="730"/>
      <w:bookmarkEnd w:id="7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فرمودند: هركس كه بگويد رضيت بالله ربا و بالاسلام دينا و بمحمد رسولا و باهل بيته اولياء (از نظر پروردگارى به خدا و از نظر دين به اسلام و از نظر فرستاده شدگان به حضرت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و از نظر سرپرستى به اهل بيت او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راضى شدم) به عهده خداوند است كه در روز قيامت او را راضى كند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32" w:name="_Toc383512929"/>
      <w:bookmarkStart w:id="733" w:name="_Toc383513363"/>
      <w:r>
        <w:rPr>
          <w:rtl/>
          <w:lang w:bidi="fa-IR"/>
        </w:rPr>
        <w:lastRenderedPageBreak/>
        <w:t>350</w:t>
      </w:r>
      <w:r w:rsidR="001A2786">
        <w:rPr>
          <w:rtl/>
          <w:lang w:bidi="fa-IR"/>
        </w:rPr>
        <w:t>. رفع وسوسه و آثار ديگر</w:t>
      </w:r>
      <w:bookmarkEnd w:id="732"/>
      <w:bookmarkEnd w:id="7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مردى نزد پيغمبر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آمد و عرض كرد: يا رسول الله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من از وسوسه در سينه خود سختى مى كشم و من مردى عيال وار و نيازمندم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او فرمود كه اين كلمات را تكرار كن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توكلت على الحى الذى لا يموت و الحمد لله الذى لم يتخذ صاحبة و لا ولدا و لم يكن له شريك فى الملك و لم يكن له ولى من الذل و كبره تكبيرا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ديرى نپاييد كه نزد او آمد و به آن حضرت عرض كرد: خدا وسوسه سينه ام را برد و بدهكارى مرا پرداخت و روزى ام را فراوان ساخت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34" w:name="_Toc383512930"/>
      <w:bookmarkStart w:id="735" w:name="_Toc383513364"/>
      <w:r>
        <w:rPr>
          <w:rtl/>
          <w:lang w:bidi="fa-IR"/>
        </w:rPr>
        <w:t>351</w:t>
      </w:r>
      <w:r w:rsidR="001A2786">
        <w:rPr>
          <w:rtl/>
          <w:lang w:bidi="fa-IR"/>
        </w:rPr>
        <w:t>. ذكر در مقابل فرد غير مسلمان</w:t>
      </w:r>
      <w:bookmarkEnd w:id="734"/>
      <w:bookmarkEnd w:id="7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 بزرگوارش و او از پدرانش </w:t>
      </w:r>
      <w:r w:rsidR="00FD2726" w:rsidRPr="00FD272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روايت مى نمايد كه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كسى كه يهودى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مسيحى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مجوسى يا شخص غير مسلمانى را ببيند و بگويد: الحمد لله الذى فضلنى عليك بالاسلام دينا و بالقرآن كتابا و بمحمد نبيا و بعلى اماما و بال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اخوانا و بالكعبة قبلة (ستايش فقط خدايى را سزاست كه از نظر دين با اسلام و از نظر كتاب با قرآن و از نظر پيامبر با حضرت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و از نظر امام با حضرت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نظر برادران با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ين و از نظر قبله با كعبه مرا بر تو برترى داد)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هيچ گاه او را با آن شخص يك جا در آتش قرار نمى دهد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(349)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36" w:name="_Toc383512931"/>
      <w:bookmarkStart w:id="737" w:name="_Toc383513365"/>
      <w:r>
        <w:rPr>
          <w:rtl/>
          <w:lang w:bidi="fa-IR"/>
        </w:rPr>
        <w:t>352</w:t>
      </w:r>
      <w:r w:rsidR="001A2786">
        <w:rPr>
          <w:rtl/>
          <w:lang w:bidi="fa-IR"/>
        </w:rPr>
        <w:t>. ثواب تكرار اذان</w:t>
      </w:r>
      <w:bookmarkEnd w:id="736"/>
      <w:bookmarkEnd w:id="7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بشنود مؤ ذن مى گويد: اشهد ان لا اله الا الله و اشهد ان محمدا رسول الله سپس به خاطر تصديق اين كلام و به خاطر پاداش خداوند بگويد: و انا اشهد ان لا اله الا الله و ان محمدا رسول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اكتفى بهما عن كل من ابى و جحد و اعين بهما من اقر و شهد (و من گواهى مى دهم </w:t>
      </w:r>
      <w:r>
        <w:rPr>
          <w:rtl/>
          <w:lang w:bidi="fa-IR"/>
        </w:rPr>
        <w:lastRenderedPageBreak/>
        <w:t xml:space="preserve">كه خدايى جز خداى يگانه نيست و بى شك محمد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رسول خداست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اين دو گواهى بى نيازى مى جويم از هر كسى كه - از گفتن اين شهادتها - امتناع كرد و - وجود خدا و رسالت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را - انكار كرد و يارى مى كنم به اين دو گواهى كسانى را كه اقرار كردند و گواهى دادند) خدا به عدد كسانى كه انكار كرده و گواهى نداده اند و به عدد كسانى كه اقرار كرده و گواهى داده اند او را مى آمرزد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38" w:name="_Toc383512932"/>
      <w:bookmarkStart w:id="739" w:name="_Toc383513366"/>
      <w:r>
        <w:rPr>
          <w:rtl/>
          <w:lang w:bidi="fa-IR"/>
        </w:rPr>
        <w:t>353</w:t>
      </w:r>
      <w:r w:rsidR="001A2786">
        <w:rPr>
          <w:rtl/>
          <w:lang w:bidi="fa-IR"/>
        </w:rPr>
        <w:t>. ذكر غلبه بر دشمنان</w:t>
      </w:r>
      <w:bookmarkEnd w:id="738"/>
      <w:bookmarkEnd w:id="7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اميرال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فرمود: خضر نبى را در خواب ديدم و به او گفتم به من بياموز كه به دشمنان ظفر يابم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فرمود: اى على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بگو: يا هو يا من لا هو الا هو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گفته اند كه از جمله اذكار بسيار معتبر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است : يا هو يا من هو يا من لا هو الا هو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اول يا ابد يا دهر يا ديهار يا ديهور (صيغه مبالغه دهر به معنى خدا) يا لا اله الا هو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0" w:name="_Toc383512933"/>
      <w:bookmarkStart w:id="741" w:name="_Toc383513367"/>
      <w:r>
        <w:rPr>
          <w:rtl/>
          <w:lang w:bidi="fa-IR"/>
        </w:rPr>
        <w:t>354</w:t>
      </w:r>
      <w:r w:rsidR="001A2786">
        <w:rPr>
          <w:rtl/>
          <w:lang w:bidi="fa-IR"/>
        </w:rPr>
        <w:t>. ذكر در سجده</w:t>
      </w:r>
      <w:bookmarkEnd w:id="740"/>
      <w:bookmarkEnd w:id="7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براى طلب رزق در سجده نماز واجب بگو: يا خير المسئولين و يا خير المعطين ارزقنى و ارزق عيالى من فضلك الواسع فانك ذوالفضل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2" w:name="_Toc383512934"/>
      <w:bookmarkStart w:id="743" w:name="_Toc383513368"/>
      <w:r>
        <w:rPr>
          <w:rtl/>
          <w:lang w:bidi="fa-IR"/>
        </w:rPr>
        <w:t>355</w:t>
      </w:r>
      <w:r w:rsidR="001A2786">
        <w:rPr>
          <w:rtl/>
          <w:lang w:bidi="fa-IR"/>
        </w:rPr>
        <w:t>. يازده جمله هنگام خواب</w:t>
      </w:r>
      <w:bookmarkEnd w:id="742"/>
      <w:bookmarkEnd w:id="7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مفضل بن عمر مى گويد: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فرمود: اگر بتوانى هيچ شبى نخوابى تا به يازده جمله خود را در پناه خدا گذارى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گفتم : آنها را به من بفرماييد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فرمود: بگو اعوذ بعزة الله و اعوذ بقدرة الله و اعوذ بجلال الله و اعوذ بسلطان الله و اعوذ بجمال الله و اعوذ بدفع الله و اعوذ بمنع الله و اعوذ بجمع الله و </w:t>
      </w:r>
      <w:r>
        <w:rPr>
          <w:rtl/>
          <w:lang w:bidi="fa-IR"/>
        </w:rPr>
        <w:lastRenderedPageBreak/>
        <w:t>اعوذ بملك الله و اعوذ بوجه الله و اعوذ برسول الله من شر ما خلق و براء و ذراء و پناه گير بدان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هر وقت بخواهى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4" w:name="_Toc383512935"/>
      <w:bookmarkStart w:id="745" w:name="_Toc383513369"/>
      <w:r>
        <w:rPr>
          <w:rtl/>
          <w:lang w:bidi="fa-IR"/>
        </w:rPr>
        <w:t>356</w:t>
      </w:r>
      <w:r w:rsidR="001A2786">
        <w:rPr>
          <w:rtl/>
          <w:lang w:bidi="fa-IR"/>
        </w:rPr>
        <w:t>. ذكر براى تحصيل يقين</w:t>
      </w:r>
      <w:bookmarkEnd w:id="744"/>
      <w:bookmarkEnd w:id="74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بزرگان - آيت الله امينى - مى گويد: بعد از نماز شب آيه سخره را با حضور قلب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هفتاد مرتبه بخوان كه براى تحصيل يقين و نفى خاطر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مفيد و مجرب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آيه سخره اين است (اعراف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56) ان ربكم الله الذى خلق السموات و الارض فى ستة ايام</w:t>
      </w:r>
      <w:r w:rsidR="00560652">
        <w:rPr>
          <w:rtl/>
          <w:lang w:bidi="fa-IR"/>
        </w:rPr>
        <w:t xml:space="preserve">... </w:t>
      </w:r>
      <w:r>
        <w:rPr>
          <w:rtl/>
          <w:lang w:bidi="fa-IR"/>
        </w:rPr>
        <w:t>ان رحمة الله قريب من المحسنين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6" w:name="_Toc383512936"/>
      <w:bookmarkStart w:id="747" w:name="_Toc383513370"/>
      <w:r>
        <w:rPr>
          <w:rtl/>
          <w:lang w:bidi="fa-IR"/>
        </w:rPr>
        <w:t>357</w:t>
      </w:r>
      <w:r w:rsidR="001A2786">
        <w:rPr>
          <w:rtl/>
          <w:lang w:bidi="fa-IR"/>
        </w:rPr>
        <w:t>. ذكر هر روزه</w:t>
      </w:r>
      <w:bookmarkEnd w:id="746"/>
      <w:bookmarkEnd w:id="7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كسى كه هر روز بگويد اشهد ان لا اله الا الله وحده لا شريك له الها واحدا احدا صمدا لم يتخذ صاحبة و لا ولدا (شهادت مى دهم كه خدايى جز خداى يگانه يكتاى بدون شريك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خداى يگانه اى كه بى نياز بوده و همسر و فرزندى ندارد)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براى او چهل و پنج هزار هزار حسنه نوشته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چهل و پنج هزار هزار گناه او را پاك كرده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چهل و پنج هزار هزار درجه او را بالا مى برد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خانه اى در بهشت براى او مى سازد و مانند كسى است كه در آن روز دوازده بار قرآن خوانده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48" w:name="_Toc383512937"/>
      <w:bookmarkStart w:id="749" w:name="_Toc383513371"/>
      <w:r>
        <w:rPr>
          <w:rtl/>
          <w:lang w:bidi="fa-IR"/>
        </w:rPr>
        <w:t>358</w:t>
      </w:r>
      <w:r w:rsidR="001A2786">
        <w:rPr>
          <w:rtl/>
          <w:lang w:bidi="fa-IR"/>
        </w:rPr>
        <w:t>. شيوه اولياى خدا</w:t>
      </w:r>
      <w:bookmarkEnd w:id="748"/>
      <w:bookmarkEnd w:id="7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محمد تقى مجلسى مى گويد: اولياء خدا تداوم بر ذكر يا حى يا قيوم يا من لا اله الا انت را تجربه كرده و نتيجه گرفته 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نيز همين ذكر را تجربه نموده 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ليكن ذكر من غالبا يا الله است با خارج ساختن غير خدا از قلب و با توجه كامل به جانب خداى متعال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ذكر خدا با مراقبت كامل انجام شود و ساير امور به پايه ذكر نمى رسد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اگر اين عمل تا مدت چهل شبانه روز ادامه يابد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درهايى از انوار حكمت و معرفت </w:t>
      </w:r>
      <w:r>
        <w:rPr>
          <w:rtl/>
          <w:lang w:bidi="fa-IR"/>
        </w:rPr>
        <w:lastRenderedPageBreak/>
        <w:t>و محبت بر سالك گشوده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گاه به مقام فناء الله و بقاء بالله ترقى مى كند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عمده چيزى كه مهم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يكى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خوردن غذاى حلال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ديگر تداوم ذكر خدا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50" w:name="_Toc383512938"/>
      <w:bookmarkStart w:id="751" w:name="_Toc383513372"/>
      <w:r>
        <w:rPr>
          <w:rtl/>
          <w:lang w:bidi="fa-IR"/>
        </w:rPr>
        <w:t>359</w:t>
      </w:r>
      <w:r w:rsidR="001A2786">
        <w:rPr>
          <w:rtl/>
          <w:lang w:bidi="fa-IR"/>
        </w:rPr>
        <w:t>. سفارش يكى از علما</w:t>
      </w:r>
      <w:bookmarkEnd w:id="750"/>
      <w:bookmarkEnd w:id="7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نزديكان آيت الله امينى (ره) از قول ايشان مى گويد: در شبانه روز ساعتى را تعيين كن و با حضور قلب ذكر يا غنى يا مغنى را تكرار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52" w:name="_Toc383512939"/>
      <w:bookmarkStart w:id="753" w:name="_Toc383513373"/>
      <w:r>
        <w:rPr>
          <w:rtl/>
          <w:lang w:bidi="fa-IR"/>
        </w:rPr>
        <w:t>360</w:t>
      </w:r>
      <w:r w:rsidR="001A2786">
        <w:rPr>
          <w:rtl/>
          <w:lang w:bidi="fa-IR"/>
        </w:rPr>
        <w:t>. ورد زبان</w:t>
      </w:r>
      <w:bookmarkEnd w:id="752"/>
      <w:bookmarkEnd w:id="75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بزرگان مى گويد: ذكر يا حى يا قيوم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من لا اله الا انت را ورد زبان خود قرار بده و همواره با حضور قلب آن را تكرار كن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54" w:name="_Toc383512940"/>
      <w:bookmarkStart w:id="755" w:name="_Toc383513374"/>
      <w:r>
        <w:rPr>
          <w:rtl/>
          <w:lang w:bidi="fa-IR"/>
        </w:rPr>
        <w:t>361</w:t>
      </w:r>
      <w:r w:rsidR="001A2786">
        <w:rPr>
          <w:rtl/>
          <w:lang w:bidi="fa-IR"/>
        </w:rPr>
        <w:t xml:space="preserve">. نشان پيروان على </w:t>
      </w:r>
      <w:r w:rsidR="007D440E" w:rsidRPr="007D440E">
        <w:rPr>
          <w:rStyle w:val="libAlaemChar"/>
          <w:rtl/>
        </w:rPr>
        <w:t>عليه‌السلام</w:t>
      </w:r>
      <w:bookmarkEnd w:id="754"/>
      <w:bookmarkEnd w:id="75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به دنبال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حركت مى كردند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حضرت از آنها پرسيد: شما كيستيد؟ گفتند: يا اميرال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ما پيروان تو هستيم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حضرت فرمود: پس چرا نشان پيروى را در شما نمى بينم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گفتند: نشان پيروان شما چيست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آن حضرت فرمود: پيروان من كسانى هستند كه اين نشانه ها را دارند: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چهره شان از بسيارى عبادت و شب زنده دارى زرد است 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اندامشان از روزه دارى لاغر است 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هميشه ذكر حق بر لب دارند و لبانشان از بسيارى ذكر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خشكيده است ؛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بر آنها گرد ترس خدا نشسته است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(359)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56" w:name="_Toc383512941"/>
      <w:bookmarkStart w:id="757" w:name="_Toc383513375"/>
      <w:r>
        <w:rPr>
          <w:rtl/>
          <w:lang w:bidi="fa-IR"/>
        </w:rPr>
        <w:t>362</w:t>
      </w:r>
      <w:r w:rsidR="001A2786">
        <w:rPr>
          <w:rtl/>
          <w:lang w:bidi="fa-IR"/>
        </w:rPr>
        <w:t>. ذكر خارج شدن از خانه</w:t>
      </w:r>
      <w:bookmarkEnd w:id="756"/>
      <w:bookmarkEnd w:id="75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خانه بيرون مى رفت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گفت : بسم الله خرجت و بسم الله ولجت و على الله توكلت و لا حول و لا قوة الا بالله العلى العظيم (به نام خداوند خارج شدم و به نام او داخل مى شوم و بر </w:t>
      </w:r>
      <w:r>
        <w:rPr>
          <w:rtl/>
          <w:lang w:bidi="fa-IR"/>
        </w:rPr>
        <w:lastRenderedPageBreak/>
        <w:t>او توكل مى كنم و هيچ اراده و قدرتى نيست مگر از جانب خداوند والا و بزرگ)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58" w:name="_Toc383512942"/>
      <w:bookmarkStart w:id="759" w:name="_Toc383513376"/>
      <w:r>
        <w:rPr>
          <w:rtl/>
          <w:lang w:bidi="fa-IR"/>
        </w:rPr>
        <w:t>363</w:t>
      </w:r>
      <w:r w:rsidR="001A2786">
        <w:rPr>
          <w:rtl/>
          <w:lang w:bidi="fa-IR"/>
        </w:rPr>
        <w:t xml:space="preserve">. ذكر پيامبر </w:t>
      </w:r>
      <w:r w:rsidR="00FD2726" w:rsidRPr="00FD2726">
        <w:rPr>
          <w:rStyle w:val="libAlaemChar"/>
          <w:rtl/>
        </w:rPr>
        <w:t>صلى‌الله‌عليه‌وآله‌</w:t>
      </w:r>
      <w:r w:rsidR="001A2786">
        <w:rPr>
          <w:rtl/>
          <w:lang w:bidi="fa-IR"/>
        </w:rPr>
        <w:t xml:space="preserve"> هنگام سوار شدن</w:t>
      </w:r>
      <w:bookmarkEnd w:id="758"/>
      <w:bookmarkEnd w:id="75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پاى در ركاب مى نهاد مى فرمود: سبحان الذى سخر لنا هذا و ما كنا له مقرنين (منزه است خداوندى كه اين وسيله را بر ما مسخر نمود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وگرنه ما قدرت تسخير او را نداشتيم) و هفت بار تسبيح خدا و هفت بار الحمد لله و هفت بار لا اله الا الله مى گفت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60" w:name="_Toc383512943"/>
      <w:bookmarkStart w:id="761" w:name="_Toc383513377"/>
      <w:r>
        <w:rPr>
          <w:rtl/>
          <w:lang w:bidi="fa-IR"/>
        </w:rPr>
        <w:t>364</w:t>
      </w:r>
      <w:r w:rsidR="001A2786">
        <w:rPr>
          <w:rtl/>
          <w:lang w:bidi="fa-IR"/>
        </w:rPr>
        <w:t>. مصونيت از حوادث</w:t>
      </w:r>
      <w:bookmarkEnd w:id="760"/>
      <w:bookmarkEnd w:id="76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كه به وقت سوار شدن گويد: بسم الله لا قوة الا بالله الحمد لله الذى سخر لنا هذا و ما كنا له مقرنين (به نام خدا و جز از طرف خدا نيرويى وجود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سپاس خدايى را كه اين مركب را براى ما تسخير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وگرنه ما قادر بر تسخير آن نبوديم)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جان او و مركبش مصون بماند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اين كه فرود آيد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62" w:name="_Toc383512944"/>
      <w:bookmarkStart w:id="763" w:name="_Toc383513378"/>
      <w:r>
        <w:rPr>
          <w:rtl/>
          <w:lang w:bidi="fa-IR"/>
        </w:rPr>
        <w:t>365</w:t>
      </w:r>
      <w:r w:rsidR="001A2786">
        <w:rPr>
          <w:rtl/>
          <w:lang w:bidi="fa-IR"/>
        </w:rPr>
        <w:t>. ذكر هنگام سفر</w:t>
      </w:r>
      <w:bookmarkEnd w:id="762"/>
      <w:bookmarkEnd w:id="76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هنگام سفر مى فرمود: اللهم و احفظنى و احفظ ما معى و بلغنى (خداوندا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و آنچه با من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محفوظ بدار و به مقصد برسان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(363)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64" w:name="_Toc383512945"/>
      <w:bookmarkStart w:id="765" w:name="_Toc383513379"/>
      <w:r>
        <w:rPr>
          <w:rtl/>
          <w:lang w:bidi="fa-IR"/>
        </w:rPr>
        <w:t>366</w:t>
      </w:r>
      <w:r w:rsidR="001A2786">
        <w:rPr>
          <w:rtl/>
          <w:lang w:bidi="fa-IR"/>
        </w:rPr>
        <w:t>. ذكر و دعاى قبل از سفر</w:t>
      </w:r>
      <w:bookmarkEnd w:id="764"/>
      <w:bookmarkEnd w:id="76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وقتى قصد مسافرت داشت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فرزندانش را در خانه اى جمع مى كرد و در حق آنان چنين دعا مى فرمود: اللهم انى استودعك دينى و نفسى و مالى و اهلى و ولدى و جيرانى (خداوندا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نفس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اهل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فرزندان و همسايگان خود را به تو مى سپارم)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66" w:name="_Toc383512946"/>
      <w:bookmarkStart w:id="767" w:name="_Toc383513380"/>
      <w:r>
        <w:rPr>
          <w:rtl/>
          <w:lang w:bidi="fa-IR"/>
        </w:rPr>
        <w:lastRenderedPageBreak/>
        <w:t>367</w:t>
      </w:r>
      <w:r w:rsidR="001A2786">
        <w:rPr>
          <w:rtl/>
          <w:lang w:bidi="fa-IR"/>
        </w:rPr>
        <w:t>. ذكر بعد از نماز صبح</w:t>
      </w:r>
      <w:bookmarkEnd w:id="766"/>
      <w:bookmarkEnd w:id="76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است كه پيغمبر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هر كس كه به مرضى گرفتار باشد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بعد از فريضه نماز صبح چهل بار اين ذكر را بگويد: بسم الله الرحمن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الحمد لله رب العالمين حسبنا الله و نعم الوكيل تبارك الله احسن الخالقين و لا حول و لا قوة الا بالله العلى العظيم و دست بر موضع درد و مرض بمالد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از آن بيمارى صحت يابد و حضرت حق تعالى او را شفا بخشد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68" w:name="_Toc383512947"/>
      <w:bookmarkStart w:id="769" w:name="_Toc383513381"/>
      <w:r>
        <w:rPr>
          <w:rtl/>
          <w:lang w:bidi="fa-IR"/>
        </w:rPr>
        <w:t>368</w:t>
      </w:r>
      <w:r w:rsidR="001A2786">
        <w:rPr>
          <w:rtl/>
          <w:lang w:bidi="fa-IR"/>
        </w:rPr>
        <w:t>. ذكر هنگام وداع</w:t>
      </w:r>
      <w:bookmarkEnd w:id="768"/>
      <w:bookmarkEnd w:id="76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>ى را وداع مى كرد مى فرمود: رحمكم الله و زودكم التقوى و وجهكم الى كل خير (خدا شما را رحمت كند و تقوا روزى تان نمايد و به هر خيرى برساند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(366)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70" w:name="_Toc383512948"/>
      <w:bookmarkStart w:id="771" w:name="_Toc383513382"/>
      <w:r>
        <w:rPr>
          <w:rtl/>
          <w:lang w:bidi="fa-IR"/>
        </w:rPr>
        <w:t>369</w:t>
      </w:r>
      <w:r w:rsidR="001A2786">
        <w:rPr>
          <w:rtl/>
          <w:lang w:bidi="fa-IR"/>
        </w:rPr>
        <w:t>. ذكر براى رفع حاجت</w:t>
      </w:r>
      <w:bookmarkEnd w:id="770"/>
      <w:bookmarkEnd w:id="77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 صنعتگرى خدمت موسى بن جعفر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 و از كار خود شكايت كرد و گفت : به هيچ خواسته اى از خواسته هايم نمى رسم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فرمود: در پايان دعاهايى كه بعد از نماز صبح وارد شده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ده بار بگو سبحان الله العظيم و بحمده استغفر الله و اتوب اليه و اساءله من فضله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اين شخص مى گويد همين كار را كردم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چيزى نگذشت كه عده اى آمدند و گفتند يكى از اقوام شما مرده و وارثى غير از تو ندارد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خلاصه به قدرى مال به من رسيد كه بى نياز شدم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72" w:name="_Toc383512949"/>
      <w:bookmarkStart w:id="773" w:name="_Toc383513383"/>
      <w:r>
        <w:rPr>
          <w:rtl/>
          <w:lang w:bidi="fa-IR"/>
        </w:rPr>
        <w:lastRenderedPageBreak/>
        <w:t>370</w:t>
      </w:r>
      <w:r w:rsidR="001A2786">
        <w:rPr>
          <w:rtl/>
          <w:lang w:bidi="fa-IR"/>
        </w:rPr>
        <w:t>. ذكر هنگام عطسه</w:t>
      </w:r>
      <w:bookmarkEnd w:id="772"/>
      <w:bookmarkEnd w:id="77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ائمه معصومين - عليهم السلام - روايت شده كه اگر كسى در هنگام عطسه بگويد: الحمد لله رب العالمين على كل حال و صلى الله على محمد و آل محمد هرگز از دندان درد گله مند نمى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74" w:name="_Toc383512950"/>
      <w:bookmarkStart w:id="775" w:name="_Toc383513384"/>
      <w:r>
        <w:rPr>
          <w:rtl/>
          <w:lang w:bidi="fa-IR"/>
        </w:rPr>
        <w:t>371</w:t>
      </w:r>
      <w:r w:rsidR="001A2786">
        <w:rPr>
          <w:rtl/>
          <w:lang w:bidi="fa-IR"/>
        </w:rPr>
        <w:t>. در كنار مريض</w:t>
      </w:r>
      <w:bookmarkEnd w:id="774"/>
      <w:bookmarkEnd w:id="77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گاه در كنار مريضى بودى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دست خود را بر سر مريض بگذار و اين دعا را بخوان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و بالله و من الله و الى الله و ما شاء الله و لا حول و لا قوة الا بالله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ابراهيم خليل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موسى نجى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عيسى روح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رسول الله </w:t>
      </w:r>
      <w:r w:rsidR="00BD0960" w:rsidRPr="00BD096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عليهم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من الارواح و الاوجاع بسم الله و بالله و عزائم من الله - لفلان بن فلانة - نام شخص و مادر او را مى برد - لا يقربه الا كل مسلم و اعيذه بكلمات الله التامات كلها التى ساءل بها آدم فتاب عليه انه هو التواب الرحيم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الا انزجرت ايتها الارواح و الاوجاع باذن الله عزوجل لا اله الا الله الا له الخلق و الامر تبارك الله رب العالمين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(پناه به نام خدا و به خدا و از خدا و به سوى خدا و آنچه خدا بخواهد و اين كه هيچ نيرو و حركتى نيست مگر به اذن خدا و اين كه ابراهيم دوست خدا و موسى نجات يافته خدا و عيسى روح خدا و محمد فرستاده خدا - كه درود خدا بر او و آل او و بر همه انبياء - از بادها و دردها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به نام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ياد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با استمداد از تقديرات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براى فلانى پسر فلانى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اقرار به اعتقادات ندارد مگر مسلمان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پناه مى برم به خدا با كلمات تامه اى كه حضرت آدم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خدا را با آنها خواند تا توبه او پذيرفته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همانا او توبه پذير مهربانى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دردها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با اجازه خداوند و كلمات مقدس شما را فرارى مى دهم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خدايى جز او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همانا هر كار و آفرينشى براى اوست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آفرين بر خدا پروردگار عالمين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سپس آيه الكرسى و سوره هاى حمد و معوذتين (فلق و ناس) و اخلاص را هر كدام يك مرتبه و نيز ده آيه از سوره يس بخوان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بعد هم اين دعا را بخوان : اللهم اشفه بشفائك و داوه بدوائك و عافه من بلائك و تساءله بحق محمد و آل محمد صلوات الله عليه و عليهم اجمعين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(خداوندا! با شفاى خود او را شفا 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با دواى خود او را مداوا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از بلاهايت او را عافيت بده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سلامتى به او بده به حق محمد و آل محمد - كه درود خدا بر او و بر آل او)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(369)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76" w:name="_Toc383512951"/>
      <w:bookmarkStart w:id="777" w:name="_Toc383513385"/>
      <w:r>
        <w:rPr>
          <w:rtl/>
          <w:lang w:bidi="fa-IR"/>
        </w:rPr>
        <w:t>372</w:t>
      </w:r>
      <w:r w:rsidR="001A2786">
        <w:rPr>
          <w:rtl/>
          <w:lang w:bidi="fa-IR"/>
        </w:rPr>
        <w:t>. درمان دردها</w:t>
      </w:r>
      <w:bookmarkEnd w:id="776"/>
      <w:bookmarkEnd w:id="77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براى درمان دردها بگو: بسم الله و بالله كم من نعمة لله فى عرق ساكن و غير ساكن على عبد شاكر و غير شاكر و محاسن خود را در دست راست بگير و بعد از نماز سى بار بگو: اللهم فرج عنى كربتى و عجل عافيتى واكشف ضرى و سعى كن كه اين عمل با اشك و گريه باشد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78" w:name="_Toc383512952"/>
      <w:bookmarkStart w:id="779" w:name="_Toc383513386"/>
      <w:r>
        <w:rPr>
          <w:rtl/>
          <w:lang w:bidi="fa-IR"/>
        </w:rPr>
        <w:t>373</w:t>
      </w:r>
      <w:r w:rsidR="001A2786">
        <w:rPr>
          <w:rtl/>
          <w:lang w:bidi="fa-IR"/>
        </w:rPr>
        <w:t>. ذكر دردمندان</w:t>
      </w:r>
      <w:bookmarkEnd w:id="778"/>
      <w:bookmarkEnd w:id="77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به اصحاب خود فرمودند: هر گاه مريض يا دردمندى را ملاقات كرديد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دست راست خود را بر او بگذاريد و اين تعويذ را بخوانيد: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اعوذ بعزة الله و قدرته من شر ما اجد (به نام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عزت و قدرت خدا پناه مى برم از شر دردى كه در اين بدن است)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80" w:name="_Toc383512953"/>
      <w:bookmarkStart w:id="781" w:name="_Toc383513387"/>
      <w:r>
        <w:rPr>
          <w:rtl/>
          <w:lang w:bidi="fa-IR"/>
        </w:rPr>
        <w:t>374</w:t>
      </w:r>
      <w:r w:rsidR="001A2786">
        <w:rPr>
          <w:rtl/>
          <w:lang w:bidi="fa-IR"/>
        </w:rPr>
        <w:t>. نجات از بيمارى و فقر</w:t>
      </w:r>
      <w:bookmarkEnd w:id="780"/>
      <w:bookmarkEnd w:id="78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پدرش امام محمد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فرمايد كه يكى از اصحاب پيامبر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چند روزى بود كه خدمت پيامبر نمى </w:t>
      </w:r>
      <w:r>
        <w:rPr>
          <w:rtl/>
          <w:lang w:bidi="fa-IR"/>
        </w:rPr>
        <w:lastRenderedPageBreak/>
        <w:t>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از چند روز كه خدمت حضرت 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چه شده است كه نزد ما نمى آيى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عرض كرد: به واسطه مريضى و گرفتارى خانوادگى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فرمود: آيا مى خواهى به تو دعايى ياد دهم كه به واسطه آنها خداوند مرض را از تو ببرد و فقر را از تو دور سازد؟ عرض ‍ كرد: آرى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حضرت فرمود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حول و لا قوة الا بالله العلى العظيم توكلت على الحى الذى لايموت الحمد لله الذى لم يتخذ ولدا و لم يكن له شريك فى الملك و لم يكن له ولى من الذل و كبره تكبيرا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82" w:name="_Toc383512954"/>
      <w:bookmarkStart w:id="783" w:name="_Toc383513388"/>
      <w:r>
        <w:rPr>
          <w:rtl/>
          <w:lang w:bidi="fa-IR"/>
        </w:rPr>
        <w:t>375</w:t>
      </w:r>
      <w:r w:rsidR="001A2786">
        <w:rPr>
          <w:rtl/>
          <w:lang w:bidi="fa-IR"/>
        </w:rPr>
        <w:t>. ذكر براى رفع مرض</w:t>
      </w:r>
      <w:bookmarkEnd w:id="782"/>
      <w:bookmarkEnd w:id="78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حضرت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فرمودند: براى رفع هر مرضى بخوانيد: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منزل الشفاء و مذهب الداء صل على محمد و آله و انزل على وجعى الشفاء (اى فرستنده و عطاكننده شفا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اى كسى كه به لطف خويش ‍ دردها را از جان ها و جسم ها مى برى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بر محمد و آل محمد رحمت فرست و بر دردهاى من شفا عنايت فرما)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84" w:name="_Toc383512955"/>
      <w:bookmarkStart w:id="785" w:name="_Toc383513389"/>
      <w:r>
        <w:rPr>
          <w:rtl/>
          <w:lang w:bidi="fa-IR"/>
        </w:rPr>
        <w:t>376</w:t>
      </w:r>
      <w:r w:rsidR="001A2786">
        <w:rPr>
          <w:rtl/>
          <w:lang w:bidi="fa-IR"/>
        </w:rPr>
        <w:t>. ذكرى براى درمان درد</w:t>
      </w:r>
      <w:bookmarkEnd w:id="784"/>
      <w:bookmarkEnd w:id="78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فرمود: دست خود را به محلى كه درد در آن است بگذار و تا سه مرتبه بگو: الله الله ربى حقا لا اشرك به شيئا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انت لها و لكل عظيم ففرجها عنى (خداى حقيقى من خداوند يگانه است كه براى او هيچ شريكى نيست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خدايا چاره دردها و هر مشكل بزرگ تويى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خدايا مرا از اين مشكل نجات ده)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86" w:name="_Toc383512956"/>
      <w:bookmarkStart w:id="787" w:name="_Toc383513390"/>
      <w:r>
        <w:rPr>
          <w:rtl/>
          <w:lang w:bidi="fa-IR"/>
        </w:rPr>
        <w:lastRenderedPageBreak/>
        <w:t>377</w:t>
      </w:r>
      <w:r w:rsidR="001A2786">
        <w:rPr>
          <w:rtl/>
          <w:lang w:bidi="fa-IR"/>
        </w:rPr>
        <w:t>. شفاى درد</w:t>
      </w:r>
      <w:bookmarkEnd w:id="786"/>
      <w:bookmarkEnd w:id="78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مكارم الاخلاق 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فرمودند: دست خود را بر محل درد بگذار و بخوان آيه الكرسى و فاتحه را و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 الله اكبر لا اله الا الله و الله اكبر و اجل و اكبر مما اخاف و احذر اعوذ بالله من عرق نعار و اعوذ بالله من حر النار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88" w:name="_Toc383512957"/>
      <w:bookmarkStart w:id="789" w:name="_Toc383513391"/>
      <w:r>
        <w:rPr>
          <w:rtl/>
          <w:lang w:bidi="fa-IR"/>
        </w:rPr>
        <w:t>378</w:t>
      </w:r>
      <w:r w:rsidR="001A2786">
        <w:rPr>
          <w:rtl/>
          <w:lang w:bidi="fa-IR"/>
        </w:rPr>
        <w:t>. ذكر براى رفع غمها</w:t>
      </w:r>
      <w:bookmarkEnd w:id="788"/>
      <w:bookmarkEnd w:id="78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على بن موسى الرضا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كه فرمود: پدرم را در خواب ديدم كه فرمود: فرزندم هر گاه به تو همّ و غمّ روى آورد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ذكر را زياد بگو: يا رؤ ف يا رحيم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بعد فرمود: آنچه ما در خواب مى بينيم مثل آن است كه در بيدارى مى بينيم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90" w:name="_Toc383512958"/>
      <w:bookmarkStart w:id="791" w:name="_Toc383513392"/>
      <w:r>
        <w:rPr>
          <w:rtl/>
          <w:lang w:bidi="fa-IR"/>
        </w:rPr>
        <w:t>379</w:t>
      </w:r>
      <w:r w:rsidR="001A2786">
        <w:rPr>
          <w:rtl/>
          <w:lang w:bidi="fa-IR"/>
        </w:rPr>
        <w:t>. براى شفاى تب</w:t>
      </w:r>
      <w:bookmarkEnd w:id="790"/>
      <w:bookmarkEnd w:id="79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بخط امام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ديده شده كه براى شفاى تب به سه قطعه كاغذ بنويسد: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بر قطعه اول : بسم الله الرحمن الرحيم لاتخف انك انت الاعلى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بر قطعه دوم : بسم الله الرحمن الرحيم لا تخف نجوت من القوم الظالمين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بر قطعه سوم : بسم الله الرحمن الرحيم الا له الخلق و الامر تبارك الله رب العالمين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پس بخواند بر هر قطعه سه مرتبه توحيد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ببلعد آن را در سه روز هر روزى يكى از آنها را كه خوب خواهد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 شاء 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92" w:name="_Toc383512959"/>
      <w:bookmarkStart w:id="793" w:name="_Toc383513393"/>
      <w:r>
        <w:rPr>
          <w:rtl/>
          <w:lang w:bidi="fa-IR"/>
        </w:rPr>
        <w:lastRenderedPageBreak/>
        <w:t>380</w:t>
      </w:r>
      <w:r w:rsidR="001A2786">
        <w:rPr>
          <w:rtl/>
          <w:lang w:bidi="fa-IR"/>
        </w:rPr>
        <w:t>. شفاى سر درد</w:t>
      </w:r>
      <w:bookmarkEnd w:id="792"/>
      <w:bookmarkEnd w:id="79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شخصى به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سر درد شكايت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حضرت فرمود: دست خود را بر موضعى كه درد مى كند بگذار و آية الكرسى و سوره فاتحه الكتاب را بخوان و بعد هم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 اكبر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الله اجل و اكبر مما اخاف و احذر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اعوذ بالله من عرق نعار و اعوذ بالله من حر النار (بزرگ است خداى بى همتا و جز او خدايى نيست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با عظمت تر و بزرگتر است از آنچه من از او خائف هستم به خدا پناه مى برم از رگى كه خون از آن فوران مى كند و به خدا پناه مى برم از گرماى شديد آتش (شايد اشاره به حرارت بدن در تب باشد)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A16C07">
        <w:rPr>
          <w:rStyle w:val="libFootnotenumChar"/>
          <w:rtl/>
          <w:lang w:bidi="fa-IR"/>
        </w:rPr>
        <w:t>(378)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94" w:name="_Toc383512960"/>
      <w:bookmarkStart w:id="795" w:name="_Toc383513394"/>
      <w:r>
        <w:rPr>
          <w:rtl/>
          <w:lang w:bidi="fa-IR"/>
        </w:rPr>
        <w:t>381</w:t>
      </w:r>
      <w:r w:rsidR="001A2786">
        <w:rPr>
          <w:rtl/>
          <w:lang w:bidi="fa-IR"/>
        </w:rPr>
        <w:t>. شفاى چشم</w:t>
      </w:r>
      <w:bookmarkEnd w:id="794"/>
      <w:bookmarkEnd w:id="79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اميرال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در جنگ خيبر بود كه مبتلا به چشم درد سختى شده بودم و پيامبر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مرا خواست و دست مباركش را بر چشمم كشيد و فرمود: بسم الله و بالله و السلام على رسول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اكفه الحر و البرد وقه الاذى و البلاء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فرمايد: قسم به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از آن زمان به بعد هرگز چشم درد نگرفتم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(379)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96" w:name="_Toc383512961"/>
      <w:bookmarkStart w:id="797" w:name="_Toc383513395"/>
      <w:r>
        <w:rPr>
          <w:rtl/>
          <w:lang w:bidi="fa-IR"/>
        </w:rPr>
        <w:t>382</w:t>
      </w:r>
      <w:r w:rsidR="001A2786">
        <w:rPr>
          <w:rtl/>
          <w:lang w:bidi="fa-IR"/>
        </w:rPr>
        <w:t>. ذكرى براى درد دندان</w:t>
      </w:r>
      <w:bookmarkEnd w:id="796"/>
      <w:bookmarkEnd w:id="79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دست بكش بر محل سجده خود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پس ‍ مسح كن دندانى را كه درد مى كند و بگو: بسم الله و الشافى الله و لا حول و لا قوة الا بالله العلى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798" w:name="_Toc383512962"/>
      <w:bookmarkStart w:id="799" w:name="_Toc383513396"/>
      <w:r>
        <w:rPr>
          <w:rtl/>
          <w:lang w:bidi="fa-IR"/>
        </w:rPr>
        <w:lastRenderedPageBreak/>
        <w:t>383</w:t>
      </w:r>
      <w:r w:rsidR="001A2786">
        <w:rPr>
          <w:rtl/>
          <w:lang w:bidi="fa-IR"/>
        </w:rPr>
        <w:t>. شفاى درد</w:t>
      </w:r>
      <w:bookmarkEnd w:id="798"/>
      <w:bookmarkEnd w:id="79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اگر مبتلا به درد خاصره شدى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دست خود را بر محل درد بگذار و بگو: بسم الله و بالله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رسول الله </w:t>
      </w:r>
      <w:r w:rsidR="00BD0960" w:rsidRPr="00BD096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لا حول و لا قوة الا بالله العلى العظيم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امسح عنى ما اجد فى خاصرتى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بعد دست را بر موضع درد بكش و سه مرتبه اين دعا را بخوان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0" w:name="_Toc383512963"/>
      <w:bookmarkStart w:id="801" w:name="_Toc383513397"/>
      <w:r>
        <w:rPr>
          <w:rtl/>
          <w:lang w:bidi="fa-IR"/>
        </w:rPr>
        <w:t>384</w:t>
      </w:r>
      <w:r w:rsidR="001A2786">
        <w:rPr>
          <w:rtl/>
          <w:lang w:bidi="fa-IR"/>
        </w:rPr>
        <w:t>. رفع مشكلات روحى و جسمى</w:t>
      </w:r>
      <w:bookmarkEnd w:id="800"/>
      <w:bookmarkEnd w:id="80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كفعمى روايت كرده است كه مردى خدمت رسول خدا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رسيد و از تنگدستى و پريشانى و بيمارى شكايت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حضرت فرمود: هر صبح و شام ده بار اين دعا را بخوان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حول و لا قوه الا بالله توكلت على الحى الذى لا يموت و الحمد لله الذى لم يتخذ ولدا و لم يكن له شريك فى الملك و لم يكن له ولى من الذل و كبره تكبيرا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چون سه روز بر اين ذكر مداومت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حال او دگرگون شد و سلامتى پيدا كرد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2" w:name="_Toc383512964"/>
      <w:bookmarkStart w:id="803" w:name="_Toc383513398"/>
      <w:r>
        <w:rPr>
          <w:rtl/>
          <w:lang w:bidi="fa-IR"/>
        </w:rPr>
        <w:t>385</w:t>
      </w:r>
      <w:r w:rsidR="001A2786">
        <w:rPr>
          <w:rtl/>
          <w:lang w:bidi="fa-IR"/>
        </w:rPr>
        <w:t>. برطرف كننده غم</w:t>
      </w:r>
      <w:bookmarkEnd w:id="802"/>
      <w:bookmarkEnd w:id="80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قطب راوندى از حضرت 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 كه هر گاه بر تو ناراحتى و غم عارض شد و شدت پيدا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سجده كن و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مذل كل جبار يا معز كل ذليل قد و حقك بلغ مجهودى فصل على محمد و آل محمد و فرج عنى (اى خداى قدرتمندى كه هر ستمكار قدرتمندى در درگاه تو ذليل است و او را ذليل مى كنى و اى عزت بخش هر ذليل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سختى و بلايى را كه تمام كوشش من براى فرار از آن است رسيده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حق خودت و به محمد و آل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از آن برهان)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4" w:name="_Toc383512965"/>
      <w:bookmarkStart w:id="805" w:name="_Toc383513399"/>
      <w:r>
        <w:rPr>
          <w:rtl/>
          <w:lang w:bidi="fa-IR"/>
        </w:rPr>
        <w:lastRenderedPageBreak/>
        <w:t>386</w:t>
      </w:r>
      <w:r w:rsidR="001A2786">
        <w:rPr>
          <w:rtl/>
          <w:lang w:bidi="fa-IR"/>
        </w:rPr>
        <w:t>. ذكر براى رفع گرفتارى</w:t>
      </w:r>
      <w:bookmarkEnd w:id="804"/>
      <w:bookmarkEnd w:id="80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: اگر گرفتارى يا پريشانى و يا غمناكى اين دعا را بخواند خداوند در كار او گشايشى ايجاد مى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آن دعا اين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عماد من لا عماد له و يا ذخر من لا ذخر له و يا سند من لا سند له و يا حرز من لا حرز له و يا غياث من لا غياث له و يا كنز من لا كنز له و يا عز من لا عز له و يا كريم العفو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حسن التجاوز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عون الضعفاء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كنز الفقراء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عظيم الرجاء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منقذ الغرقى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منجى الهلكى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محسن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مجمل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منعم يا مفضل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انت الذى سجد لك سواد الليل و نور النهار و ضوء القمر و شعاع الشمس و حفيف الشجر و دوى الماء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ياالله ياالله ياالله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انت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وحدك لا شريك لك يا رباه يا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صل على محمد و آل محمد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افعل بنا ما انت اهله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پس حاجت خود را بطلب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كه بر آورده مى شود ان شاء الله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6" w:name="_Toc383512966"/>
      <w:bookmarkStart w:id="807" w:name="_Toc383513400"/>
      <w:r>
        <w:rPr>
          <w:rtl/>
          <w:lang w:bidi="fa-IR"/>
        </w:rPr>
        <w:t>387</w:t>
      </w:r>
      <w:r w:rsidR="001A2786">
        <w:rPr>
          <w:rtl/>
          <w:lang w:bidi="fa-IR"/>
        </w:rPr>
        <w:t>. رفع مشكلات</w:t>
      </w:r>
      <w:bookmarkEnd w:id="806"/>
      <w:bookmarkEnd w:id="80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اگر بر شما مشكلى پيش آمده كه شما را پريشان ساخته و از آن ترسناك هستيد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دو ركعت نماز بخوانيد و بعد از آن به طرف قبله هفتاد مرتبه اين ذكر را بگوييد و در هر مرتبه حاجت خود را ذكر كنيد: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ابصر الناظرين و يا اسمع السامعين و يا اسرع الحاسبين و يا ارحم الراحمين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08" w:name="_Toc383512967"/>
      <w:bookmarkStart w:id="809" w:name="_Toc383513401"/>
      <w:r>
        <w:rPr>
          <w:rtl/>
          <w:lang w:bidi="fa-IR"/>
        </w:rPr>
        <w:t>388</w:t>
      </w:r>
      <w:r w:rsidR="001A2786">
        <w:rPr>
          <w:rtl/>
          <w:lang w:bidi="fa-IR"/>
        </w:rPr>
        <w:t>. رفع غم و اندوه</w:t>
      </w:r>
      <w:bookmarkEnd w:id="808"/>
      <w:bookmarkEnd w:id="80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از امير ال</w:t>
      </w:r>
      <w:r w:rsidR="00FD2726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براى پريشانى و رفع مشكلات اين دعا را بخواند: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اللهم انى اتوجه اليك بنبيك نبى الرحمه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اهل بيته الذين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اخترتهم على علم على العالمين فذلل لى صعوبتها و حزونتها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اكفنى شرها فانك الكافى المعافى و الغالب القاهر (خداوندا روى به سوى تو مى كنم با توسل به مقام پيامبر رحمت و اهل بيت او كه همگى پاك و برگزيده از بين همه مخلوقاتند كه مشكلات و غمها و سختى ها را بر من آسان و كوچك سازى و مرا از شر بديها حفظ كنى كه تو بر همه اين امور قادر و توانايى)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10" w:name="_Toc383512968"/>
      <w:bookmarkStart w:id="811" w:name="_Toc383513402"/>
      <w:r>
        <w:rPr>
          <w:rtl/>
          <w:lang w:bidi="fa-IR"/>
        </w:rPr>
        <w:t>389</w:t>
      </w:r>
      <w:r w:rsidR="001A2786">
        <w:rPr>
          <w:rtl/>
          <w:lang w:bidi="fa-IR"/>
        </w:rPr>
        <w:t>. رفع پريشانى</w:t>
      </w:r>
      <w:bookmarkEnd w:id="810"/>
      <w:bookmarkEnd w:id="81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جواد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كه براى رفع گرفتارى و غم و پريشانى اين ذكر تكرار شود: يا من يكفى من كل شى ء و لا يكفى منه شى ء اكفنى ما اهمنى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12" w:name="_Toc383512969"/>
      <w:bookmarkStart w:id="813" w:name="_Toc383513403"/>
      <w:r>
        <w:rPr>
          <w:rtl/>
          <w:lang w:bidi="fa-IR"/>
        </w:rPr>
        <w:t>390</w:t>
      </w:r>
      <w:r w:rsidR="001A2786">
        <w:rPr>
          <w:rtl/>
          <w:lang w:bidi="fa-IR"/>
        </w:rPr>
        <w:t>. ذكرى براى رفع بلا</w:t>
      </w:r>
      <w:bookmarkEnd w:id="812"/>
      <w:bookmarkEnd w:id="81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رسول اكرم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روايت شده است كه هرگاه بر كسى هم و غم يا اندوهى يا شدت و بلايى رسيد اين ذكر را بخواند: الله ربى لا اشرك به شيئا توكلت على الحى الذى لا يموت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14" w:name="_Toc383512970"/>
      <w:bookmarkStart w:id="815" w:name="_Toc383513404"/>
      <w:r>
        <w:rPr>
          <w:rtl/>
          <w:lang w:bidi="fa-IR"/>
        </w:rPr>
        <w:t>391</w:t>
      </w:r>
      <w:r w:rsidR="001A2786">
        <w:rPr>
          <w:rtl/>
          <w:lang w:bidi="fa-IR"/>
        </w:rPr>
        <w:t xml:space="preserve">. توسل به حضرت عباس </w:t>
      </w:r>
      <w:r w:rsidR="007D440E" w:rsidRPr="007D440E">
        <w:rPr>
          <w:rStyle w:val="libAlaemChar"/>
          <w:rtl/>
        </w:rPr>
        <w:t>عليه‌السلام</w:t>
      </w:r>
      <w:bookmarkEnd w:id="814"/>
      <w:bookmarkEnd w:id="81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علما گفته اند: واژه عباس به حساب حروف ابجد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معادل عدد 133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بعد از نماز روز جمعه به حضرت ابوالفضل عباس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متوسل شو و 133 بار بگو: يا كاشف الكرب عن وجه الحسين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اكشف كربى بحق اخيك الحسين (اى عباسى كه اندوه را از چهره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برطرف ساختى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حق برادرت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اندوه مرا برطرف كن)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اميد بسيار است كه نتيجه بگيرى و به مقصود نايل گردى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(389)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16" w:name="_Toc383512971"/>
      <w:bookmarkStart w:id="817" w:name="_Toc383513405"/>
      <w:r>
        <w:rPr>
          <w:rtl/>
          <w:lang w:bidi="fa-IR"/>
        </w:rPr>
        <w:lastRenderedPageBreak/>
        <w:t>392</w:t>
      </w:r>
      <w:r w:rsidR="001A2786">
        <w:rPr>
          <w:rtl/>
          <w:lang w:bidi="fa-IR"/>
        </w:rPr>
        <w:t xml:space="preserve">. توسلى ديگر به ابوالفضل العباس </w:t>
      </w:r>
      <w:r w:rsidR="007D440E" w:rsidRPr="007D440E">
        <w:rPr>
          <w:rStyle w:val="libAlaemChar"/>
          <w:rtl/>
        </w:rPr>
        <w:t>عليه‌السلام</w:t>
      </w:r>
      <w:bookmarkEnd w:id="816"/>
      <w:bookmarkEnd w:id="81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علامه محمد باقر بيرجندى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صاحب كتاب كبريت الاحمر نقل مى كند: در عالم خواب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گوينده اى را ديدم كه مى گفت : هر كس با اين عبارت به حضرت عباس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متوسل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حاجتش برآورده گردد: عبد الله اباالفضل دخيلك (اى عبد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ابوالفضل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دستم به دامان تو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پناهم بده)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18" w:name="_Toc383512972"/>
      <w:bookmarkStart w:id="819" w:name="_Toc383513406"/>
      <w:r>
        <w:rPr>
          <w:rtl/>
          <w:lang w:bidi="fa-IR"/>
        </w:rPr>
        <w:t>393</w:t>
      </w:r>
      <w:r w:rsidR="001A2786">
        <w:rPr>
          <w:rtl/>
          <w:lang w:bidi="fa-IR"/>
        </w:rPr>
        <w:t>. توسل به امام زمان (عج)</w:t>
      </w:r>
      <w:bookmarkEnd w:id="818"/>
      <w:bookmarkEnd w:id="81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براى روا شدن حاجت به آن حضرت متوسل شدى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بگو: يا ابا الغوث ادركنى (اى پدر پناه دهندگان</w:t>
      </w:r>
      <w:r w:rsidR="00123E6A">
        <w:rPr>
          <w:rtl/>
          <w:lang w:bidi="fa-IR"/>
        </w:rPr>
        <w:t>!</w:t>
      </w:r>
      <w:r>
        <w:rPr>
          <w:rtl/>
          <w:lang w:bidi="fa-IR"/>
        </w:rPr>
        <w:t xml:space="preserve"> به فريادم برس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به من پناه ده)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0" w:name="_Toc383512973"/>
      <w:bookmarkStart w:id="821" w:name="_Toc383513407"/>
      <w:r>
        <w:rPr>
          <w:rtl/>
          <w:lang w:bidi="fa-IR"/>
        </w:rPr>
        <w:t>394</w:t>
      </w:r>
      <w:r w:rsidR="001A2786">
        <w:rPr>
          <w:rtl/>
          <w:lang w:bidi="fa-IR"/>
        </w:rPr>
        <w:t>. ذكرى براى رفع درد زانو</w:t>
      </w:r>
      <w:bookmarkEnd w:id="820"/>
      <w:bookmarkEnd w:id="82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ابوحمزه مى گويد: زانو درد شديد گرفتم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امام باقر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 و از شدت درد شكايت نمودم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آن حضرت دستورى به من داد كه به آن عمل كردم و شفا يافتم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آن دستور اين بود كه فرمود: بعد از نماز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يا اجود من اعطى و يا خير من سئل و يا ارحم من استرحم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ارحم ضعفى و قلة حيلتى و عافنى من وجعى (اى خدايى كه كريم ترين عطا بخشها هستى و بهترين ذات پاكى هستى كه از او تقاضا مى شود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اى خداوندى كه مهربان تر از همه نسبت به آن كس كه طلب رحمت مى كند مى باشى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ضعف و ناتوانى و چاره اندكم رحم كن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مرا از دردى كه دارم عافيت فرما)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2" w:name="_Toc383512974"/>
      <w:bookmarkStart w:id="823" w:name="_Toc383513408"/>
      <w:r>
        <w:rPr>
          <w:rtl/>
          <w:lang w:bidi="fa-IR"/>
        </w:rPr>
        <w:t>395</w:t>
      </w:r>
      <w:r w:rsidR="001A2786">
        <w:rPr>
          <w:rtl/>
          <w:lang w:bidi="fa-IR"/>
        </w:rPr>
        <w:t>. ذكر بعد از بيدارى براى نماز شب</w:t>
      </w:r>
      <w:bookmarkEnd w:id="822"/>
      <w:bookmarkEnd w:id="82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چون براى نماز شب بيدار شدى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ذكر را بگو: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 الحليم الكريم الحى القيوم و هو على كل شى ء قدير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سبحان رب النبيين و المرسلين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رب السموات السبع و ما فيهن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رب الارضين السبع و ما فيهن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رب العرش العظيم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الحمد لله رب العالمين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چون از خواب بلند شدى و نشستى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بخوان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حسبى الله حسبى الرب من العباد حسبى الذى هو حسبى منذ كنت حسبى الله و نعم الوكيل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4" w:name="_Toc383512975"/>
      <w:bookmarkStart w:id="825" w:name="_Toc383513409"/>
      <w:r>
        <w:rPr>
          <w:rtl/>
          <w:lang w:bidi="fa-IR"/>
        </w:rPr>
        <w:t>396</w:t>
      </w:r>
      <w:r w:rsidR="001A2786">
        <w:rPr>
          <w:rtl/>
          <w:lang w:bidi="fa-IR"/>
        </w:rPr>
        <w:t>. ذكرى براى رفع وحشت</w:t>
      </w:r>
      <w:bookmarkEnd w:id="824"/>
      <w:bookmarkEnd w:id="82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ابان بن تغلب مى گويد: شخصى به بيمارى روانى وحشت و ترس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گرفتار شده بود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دعاى زير را براى برطرف شدن وحشت او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او آموخت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فرمود: هرگاه آن را بخوانيد از وحشت و تنهايى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 در شب و هم در روز نترسيد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نيز فرمود: به ما خبر رسيده كه مردى سى سال اين دعا را مى خواند (و گزندى به او نرسيد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ولى) يك شب آن را ترك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همان شب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عقرب او را گزيد؛ آن دعا اين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و بالله و توكلت على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انه من يتوكل على الله فهو حسبه ان الله بالغ امره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قد جعل الله لكل شى ء قدرا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اللهم اجعلنى فى كنفك و فى جوارك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اجعلنى فى امانك و منعك (به نام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پناه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توكل مى كنم بر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چرا كه كسى كه به خدا توكل كند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خداوند مهمات او را كفايت كند و خدا براى هر چيزى اندازه اى قرار داده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خدايا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در سايه خودت و در جوار و پناهت قرار 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در ستاد امان خودت و در ستاد پاسدارى خودت جاى ده)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(394)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6" w:name="_Toc383512976"/>
      <w:bookmarkStart w:id="827" w:name="_Toc383513410"/>
      <w:r>
        <w:rPr>
          <w:rtl/>
          <w:lang w:bidi="fa-IR"/>
        </w:rPr>
        <w:t>397</w:t>
      </w:r>
      <w:r w:rsidR="001A2786">
        <w:rPr>
          <w:rtl/>
          <w:lang w:bidi="fa-IR"/>
        </w:rPr>
        <w:t>. ذكر هر روز از ماه رمضان</w:t>
      </w:r>
      <w:bookmarkEnd w:id="826"/>
      <w:bookmarkEnd w:id="82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محدث فيض فرموده : هر روز از ماه رمضان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اين اذكار را صد مرتبه بگو: سبحان الضار النافع سبحان القاضى بالحق سبحان العلى الاعلى سبحانه و بحمده سبحانه و تعالى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28" w:name="_Toc383512977"/>
      <w:bookmarkStart w:id="829" w:name="_Toc383513411"/>
      <w:r>
        <w:rPr>
          <w:rtl/>
          <w:lang w:bidi="fa-IR"/>
        </w:rPr>
        <w:lastRenderedPageBreak/>
        <w:t>398</w:t>
      </w:r>
      <w:r w:rsidR="001A2786">
        <w:rPr>
          <w:rtl/>
          <w:lang w:bidi="fa-IR"/>
        </w:rPr>
        <w:t>. مناجات امام رضا بعد از نماز صبح</w:t>
      </w:r>
      <w:bookmarkEnd w:id="828"/>
      <w:bookmarkEnd w:id="82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روايت شده : حضرت رضا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نماز صبح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آغاز فجر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تا طلوع خورشيد با هيچ كس سخن نمى گفت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اگر نياز به سخن مهم پيدا مى كرد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 جا به جايى و اشاره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آن را ادا مى نمود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(396)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به اميد استفاده و بهره مند شدن از فيوضات و بركات بسيار ارجمند ساعت بين طلوع فجر و طلوع خورشيد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استغفار و قرائت قرآن و مناجات و راز و نياز با خدا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اين وقت بسيار مطلوب است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و نيز چنان كه قبلا ذكر شد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در اين ساعت دست بر سينه ات بگذار و هفتاد بار بگو: يافتاح (اى خداوند گشايش بخش) و دعاى زير را مكرر بخوان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 وحده لا شريك 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له الملك و له الحمد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يحيى و يميت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يميت و يحيى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هو حى لا يموت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بيده الخير و هو على كل شى ء قدير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(397)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30" w:name="_Toc383512978"/>
      <w:bookmarkStart w:id="831" w:name="_Toc383513412"/>
      <w:r>
        <w:rPr>
          <w:rtl/>
          <w:lang w:bidi="fa-IR"/>
        </w:rPr>
        <w:t>399</w:t>
      </w:r>
      <w:r w:rsidR="001A2786">
        <w:rPr>
          <w:rtl/>
          <w:lang w:bidi="fa-IR"/>
        </w:rPr>
        <w:t>. ختم اسماء الله الاعظم</w:t>
      </w:r>
      <w:bookmarkEnd w:id="830"/>
      <w:bookmarkEnd w:id="83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بحارالانوار از سلمان فارسى نقل نموده كه براى هر حاجت صد مرتبه در صبح بخواند: بسم الله الرحمن الرحيم يا قديم يا دائم يا فرد يا وتر يا حى يا قيوم يا واحد يا احد يا صمد يا من لم يلد و لم يولد و لم يكن له كفوا احد يا قدير القادر القاهر القوى العزيز الجبار المتكبر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(398)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32" w:name="_Toc383512979"/>
      <w:bookmarkStart w:id="833" w:name="_Toc383513413"/>
      <w:r>
        <w:rPr>
          <w:rtl/>
          <w:lang w:bidi="fa-IR"/>
        </w:rPr>
        <w:t>400</w:t>
      </w:r>
      <w:r w:rsidR="001A2786">
        <w:rPr>
          <w:rtl/>
          <w:lang w:bidi="fa-IR"/>
        </w:rPr>
        <w:t>. ذكر دهه اول ماه ذى الحجه</w:t>
      </w:r>
      <w:bookmarkEnd w:id="832"/>
      <w:bookmarkEnd w:id="83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هر كس هر روز از دهه اول ماه ذى الحجة الحرام اين تهليلات را بخواند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ثواب بسيارى برده است 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 عدد الليالى و الدهور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عدد امواج البحور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و رحمته خير مما يجمعون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عدد الشوك و الشجر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عدد الشعر و الوبر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عدد الحجر و المدر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اله الا الله عدد لمح </w:t>
      </w:r>
      <w:r>
        <w:rPr>
          <w:rtl/>
          <w:lang w:bidi="fa-IR"/>
        </w:rPr>
        <w:lastRenderedPageBreak/>
        <w:t>العيون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فى الليل اذا عسعس و الصبح اذا تنفس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عدد الرياح فى البرارى و الصخور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من اليوم الى يوم ينفخ فى الصور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(399</w:t>
      </w:r>
      <w:r w:rsidR="001A2786" w:rsidRPr="00A16C07">
        <w:rPr>
          <w:rStyle w:val="libFootnotenumChar"/>
          <w:rtl/>
          <w:lang w:bidi="fa-IR"/>
        </w:rPr>
        <w:t>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34" w:name="_Toc383512980"/>
      <w:bookmarkStart w:id="835" w:name="_Toc383513414"/>
      <w:r>
        <w:rPr>
          <w:rtl/>
          <w:lang w:bidi="fa-IR"/>
        </w:rPr>
        <w:t>401</w:t>
      </w:r>
      <w:r w:rsidR="0044704F">
        <w:rPr>
          <w:rtl/>
          <w:lang w:bidi="fa-IR"/>
        </w:rPr>
        <w:t>. ختم آيه</w:t>
      </w:r>
      <w:r w:rsidR="0044704F">
        <w:rPr>
          <w:rFonts w:hint="cs"/>
          <w:rtl/>
          <w:lang w:bidi="fa-IR"/>
        </w:rPr>
        <w:t xml:space="preserve"> «</w:t>
      </w:r>
      <w:r w:rsidR="001A2786">
        <w:rPr>
          <w:rtl/>
          <w:lang w:bidi="fa-IR"/>
        </w:rPr>
        <w:t>قل اللهم...</w:t>
      </w:r>
      <w:r w:rsidR="0044704F">
        <w:rPr>
          <w:rFonts w:hint="cs"/>
          <w:rtl/>
          <w:lang w:bidi="fa-IR"/>
        </w:rPr>
        <w:t>»</w:t>
      </w:r>
      <w:bookmarkEnd w:id="834"/>
      <w:bookmarkEnd w:id="835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صدف مشحون از مرحوم ميرداماد (ره) نقل فرموده كه ختم آيه شريفه قل اللهم مالك الملك را تا چهل روز و هر روز چهل مرتبه و در هر دفعه بعد از ختم سه مرتبه يا الله بگويد و سه مرتبه اين دعا را بخواند كه ان شاءالله حاجتش برآورده مى شود: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انت الله الذى لا اله الا انت وحدك لا شريك لك تجبرت ان يكون لك ولد و تعاليت ان يكون لك شريك و تعظمت ان يكون لك وزير يا الله يا الله يا الله اقض حاجتى بحق محمد و آل محمد صلواتك عليه و عليهم اجمعين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(400)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36" w:name="_Toc383512981"/>
      <w:bookmarkStart w:id="837" w:name="_Toc383513415"/>
      <w:r>
        <w:rPr>
          <w:rtl/>
          <w:lang w:bidi="fa-IR"/>
        </w:rPr>
        <w:t>402</w:t>
      </w:r>
      <w:r w:rsidR="001A2786">
        <w:rPr>
          <w:rtl/>
          <w:lang w:bidi="fa-IR"/>
        </w:rPr>
        <w:t>. ختم انعام و ذكر بعد از آن</w:t>
      </w:r>
      <w:bookmarkEnd w:id="836"/>
      <w:bookmarkEnd w:id="83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شب پنجشنبه يا جمعه يا روز آن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رو به قبله بنشين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اول سوره حمد را بخوان و بعد سوره مباركه انعام را قرائت كن تا آيه ((ما اوتى رسل الله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>) سپس برخيز و ده ركعت نماز بخوان و در هر ركعت بعد از حمد هفت مرتبه آية الكرسى و هفت مرتبه سوره انا اعطيناك الكوثر بخوان و بعد از سلام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بقيه سوره انعام ((الله يعلم حيث يجعل رسالته</w:t>
      </w:r>
      <w:r w:rsidR="001A2786">
        <w:rPr>
          <w:rtl/>
          <w:lang w:bidi="fa-IR"/>
        </w:rPr>
        <w:t>)</w:t>
      </w:r>
      <w:r>
        <w:rPr>
          <w:rtl/>
          <w:lang w:bidi="fa-IR"/>
        </w:rPr>
        <w:t>) تا آخر سوره را بخوان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سپس به سجده رفته و هفتاد مرتبه بگو: لا اله الا الله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محمد رسول الله و حاجت خود را بخواه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(401)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38" w:name="_Toc383512982"/>
      <w:bookmarkStart w:id="839" w:name="_Toc383513416"/>
      <w:r>
        <w:rPr>
          <w:rtl/>
          <w:lang w:bidi="fa-IR"/>
        </w:rPr>
        <w:t>403</w:t>
      </w:r>
      <w:r w:rsidR="001A2786">
        <w:rPr>
          <w:rtl/>
          <w:lang w:bidi="fa-IR"/>
        </w:rPr>
        <w:t>. ذكرى براى رفع درد پا</w:t>
      </w:r>
      <w:bookmarkEnd w:id="838"/>
      <w:bookmarkEnd w:id="83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حلية المتقين آمده كه شخصى به امام حسين </w:t>
      </w:r>
      <w:r w:rsidR="007D440E" w:rsidRPr="007D440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درد پا شكايت كرد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فرمود: دست بر آن موضع بگذار و بگو: بسم الله و بالله و السلام على رسول الله </w:t>
      </w:r>
      <w:r w:rsidR="00BD0960" w:rsidRPr="00BD096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ما قدروا الله حق قدره و الارض جميعا قبضته يوم القيامه و السموات مطويات بيمينه سبحانه و تعالى عما يشركون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(402)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40" w:name="_Toc383512983"/>
      <w:bookmarkStart w:id="841" w:name="_Toc383513417"/>
      <w:r>
        <w:rPr>
          <w:rtl/>
          <w:lang w:bidi="fa-IR"/>
        </w:rPr>
        <w:lastRenderedPageBreak/>
        <w:t>404</w:t>
      </w:r>
      <w:r w:rsidR="001A2786">
        <w:rPr>
          <w:rtl/>
          <w:lang w:bidi="fa-IR"/>
        </w:rPr>
        <w:t>. ذكرى در سجده</w:t>
      </w:r>
      <w:bookmarkEnd w:id="840"/>
      <w:bookmarkEnd w:id="84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حاجتى 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سر بر سجده گذارده و اين ذكر را سه مرتبه بگويد و حاجت بخواهد كه ان شاءالله برآورده مى شود: يا حى يا قيوم يا لا اله الا انت برحمتك استغيث فاكفنى ما اهمنى و لا تكلنى الى نفسى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(403)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42" w:name="_Toc383512984"/>
      <w:bookmarkStart w:id="843" w:name="_Toc383513418"/>
      <w:r>
        <w:rPr>
          <w:rtl/>
          <w:lang w:bidi="fa-IR"/>
        </w:rPr>
        <w:t>405</w:t>
      </w:r>
      <w:r w:rsidR="001A2786">
        <w:rPr>
          <w:rtl/>
          <w:lang w:bidi="fa-IR"/>
        </w:rPr>
        <w:t>. آثار ذكر بعد از نمازها</w:t>
      </w:r>
      <w:bookmarkEnd w:id="842"/>
      <w:bookmarkEnd w:id="843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روايت شده است كه پيامبر گرامى اسلام </w:t>
      </w:r>
      <w:r w:rsidR="00FD2726" w:rsidRPr="00FD2726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فرمود: در شب معراج مرا به آسمانهاى هفتگانه بردند: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1- در آسمان دنيا (آسمان اول) قصرى از گوهر سرخ را ديدم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قصر از براى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براى كسى است كه بعد از نماز صبح چهل بار بگويد: يا باسط اليدين بالرحمة ارحمنى (اى خداوندى كه دستهاى احسان و رحمتت را به روى همه گشوده اى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مشمول رحمتت قرار بده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2- در آسمان دوم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قصرى كه داراى هفتاد در بود ديدم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قصر از براى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براى كسى كه بعد از نماز ظهر هفتاد بار بگويد: يا واسع المغفرة اغفر لى (اى وسعت بخش آمرزش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مرا ببخش و بيامرز)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3- در آسمان سوم قصرى زيبا در فضا ديدم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گفتم اين قصر از براى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براى آن كسى كه بعد از نماز عصر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هفده بار بگويد: لا اله الا الله قبل كل احد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بعد كل احد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يبقى ربنا و يفنى كل احد (معبودى نيست جز خداوندى كه قبل از هر چيز بوده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معبودى نيست جز خداوندى كه بعد از هر چيزى خواهد بود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معبودى نيست جز خداوندى كه باقى است و پروردگار ماست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و همه موجودات جز او فانى مى شوند)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4- به آسمان چهارم رفتم و در آن قصرى از مرواريد ديدم كه طبقه هاى فوقانى آن از زبرجد بودند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قصر از آن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</w:t>
      </w:r>
      <w:r>
        <w:rPr>
          <w:rtl/>
          <w:lang w:bidi="fa-IR"/>
        </w:rPr>
        <w:lastRenderedPageBreak/>
        <w:t>از براى كسى است كه بعد از نماز مغرب چهل بار بگويد: يا كريم العفو انشر على رحمتك يا ارحم الراحمين (اى خداوندى كه در عفو و بخشش بزرگوار هستى مرا سرشار از رحمت گردان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مهربان ترين مهربانان)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5- در آسمان پنجم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قصرى بسيار شفاف و سرخ ديدم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قصر از آن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از آن كسى است كه بعد از نماز عشاء هفتاد بار بگويد: يا عالم خفيتى اغفر لى خطيئتى (اى خداوند آگاه بر نهان من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خطاها و گناهانم را ببخش)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6- در آسمان ششم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بارگاه و گنبد شكوهمند سفيدى را ديدم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بارگاه از آن كيست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از آن كسى است كه شب را از خواب برخيزد و سه بار بگويد: يا حى يا قيوم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يا حى لا يموت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ارحم عبدك الخاطى ء المعترف بذنبه يا ارحم الراحمين (اى خداى زنده و پاينده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زنده اى كه مرگ به آن راه ندارد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بنده خطاكار و اقراركننده به گناهانش را مشمول رحمت قرار بده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اى مهربان ترين مهربانان</w:t>
      </w:r>
      <w:r w:rsidR="00560652">
        <w:rPr>
          <w:rtl/>
          <w:lang w:bidi="fa-IR"/>
        </w:rPr>
        <w:t>.</w:t>
      </w:r>
      <w:r w:rsidR="001A2786">
        <w:rPr>
          <w:rtl/>
          <w:lang w:bidi="fa-IR"/>
        </w:rPr>
        <w:t>)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7- در آسمان هفتم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قصرى از مرواريد سفيد و براق را ديدم</w:t>
      </w:r>
      <w:r w:rsidR="00560652">
        <w:rPr>
          <w:rtl/>
          <w:lang w:bidi="fa-IR"/>
        </w:rPr>
        <w:t xml:space="preserve">. </w:t>
      </w:r>
      <w:r>
        <w:rPr>
          <w:rtl/>
          <w:lang w:bidi="fa-IR"/>
        </w:rPr>
        <w:t>از جبرئيل پرسيدم : اين قصر از براى چه كسى است</w:t>
      </w:r>
      <w:r w:rsidR="00123E6A">
        <w:rPr>
          <w:rtl/>
          <w:lang w:bidi="fa-IR"/>
        </w:rPr>
        <w:t>؟</w:t>
      </w:r>
      <w:r>
        <w:rPr>
          <w:rtl/>
          <w:lang w:bidi="fa-IR"/>
        </w:rPr>
        <w:t xml:space="preserve"> گفت : از آن كسى است كه در هر روز پانزده بار بگويد: سبحان الله بعدد ما خلق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سبحان الله بعدد ما هو خالق الى يوم القيامة (پاك و منزه است خداوند از هر عيب و نقصى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تعداد آنچه كه آفريده است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پاك و منزه است خداوند از هر عيب و نقصى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به تعداد آنچه را كه تا قيامت مى آفريند)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(404)</w:t>
      </w:r>
    </w:p>
    <w:p w:rsidR="00E85A8A" w:rsidRDefault="000109F9" w:rsidP="000109F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44" w:name="_Toc383512985"/>
      <w:bookmarkStart w:id="845" w:name="_Toc383513419"/>
      <w:r w:rsidR="00E85A8A">
        <w:rPr>
          <w:rtl/>
          <w:lang w:bidi="fa-IR"/>
        </w:rPr>
        <w:lastRenderedPageBreak/>
        <w:t>17</w:t>
      </w:r>
      <w:r w:rsidR="00560652">
        <w:rPr>
          <w:rtl/>
          <w:lang w:bidi="fa-IR"/>
        </w:rPr>
        <w:t xml:space="preserve">. </w:t>
      </w:r>
      <w:r w:rsidR="00E85A8A">
        <w:rPr>
          <w:rtl/>
          <w:lang w:bidi="fa-IR"/>
        </w:rPr>
        <w:t>ذكر روزهاى هفته</w:t>
      </w:r>
      <w:bookmarkEnd w:id="844"/>
      <w:bookmarkEnd w:id="845"/>
    </w:p>
    <w:p w:rsidR="00E85A8A" w:rsidRDefault="00E85A8A" w:rsidP="001A2786">
      <w:pPr>
        <w:pStyle w:val="Heading2"/>
        <w:rPr>
          <w:rtl/>
          <w:lang w:bidi="fa-IR"/>
        </w:rPr>
      </w:pPr>
      <w:bookmarkStart w:id="846" w:name="_Toc383512986"/>
      <w:bookmarkStart w:id="847" w:name="_Toc383513420"/>
      <w:r>
        <w:rPr>
          <w:rtl/>
          <w:lang w:bidi="fa-IR"/>
        </w:rPr>
        <w:t>406</w:t>
      </w:r>
      <w:r w:rsidR="001A2786">
        <w:rPr>
          <w:rtl/>
          <w:lang w:bidi="fa-IR"/>
        </w:rPr>
        <w:t>. ذكرهاى ايام هفته</w:t>
      </w:r>
      <w:bookmarkEnd w:id="846"/>
      <w:bookmarkEnd w:id="847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براى حصول جميع مطالب و حاجات هر روز تا يك هفته اين اسماء مباركه را بخواند و ابتداء از جمعه بنمايد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جمعه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الله يا هو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رحمن يا رحيم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واحد يا احد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دوشنبه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فرد يا صمد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سه 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حى يا قيوم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چهارشنبه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>يا حنان يا منان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پنج شنبه : هزارمرتبه</w:t>
      </w:r>
      <w:r w:rsidR="00560652">
        <w:rPr>
          <w:rtl/>
          <w:lang w:bidi="fa-IR"/>
        </w:rPr>
        <w:t xml:space="preserve">.... </w:t>
      </w:r>
      <w:r>
        <w:rPr>
          <w:rtl/>
          <w:lang w:bidi="fa-IR"/>
        </w:rPr>
        <w:t xml:space="preserve">يا ذاالجلال و الاكرام </w:t>
      </w:r>
      <w:r w:rsidRPr="00A16C07">
        <w:rPr>
          <w:rStyle w:val="libFootnotenumChar"/>
          <w:rtl/>
          <w:lang w:bidi="fa-IR"/>
        </w:rPr>
        <w:t>(405)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48" w:name="_Toc383512987"/>
      <w:bookmarkStart w:id="849" w:name="_Toc383513421"/>
      <w:r>
        <w:rPr>
          <w:rtl/>
          <w:lang w:bidi="fa-IR"/>
        </w:rPr>
        <w:t>407</w:t>
      </w:r>
      <w:r w:rsidR="001A2786">
        <w:rPr>
          <w:rtl/>
          <w:lang w:bidi="fa-IR"/>
        </w:rPr>
        <w:t>. اذكار پرفضيلت در ايام هفته</w:t>
      </w:r>
      <w:bookmarkEnd w:id="848"/>
      <w:bookmarkEnd w:id="849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شنبه هزارمرتبه يا رب العالمين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1060مرتبه ياغنى بگويد تا غنى گردد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يكشنبه هزارمرتبه يا ذالجلال و الاكرام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489مرتبه يا فتاح بگويد تا فتح و نصرت يابد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دوشنبه هزارمرتبه يا قاضى الحاجات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129مرتبه يالطيف بگويد تا مال كثير يابد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سه شنبه هزارمرتبه يا ارحم الراحمين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903مرتبه يا قابض بگويد تا به حاجت خود برسد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چهارشنبه هزارمرتبه يا حى يا قيوم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541مرتبه يا متعال بگويد تا عزت دارين يابد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پنجشنبه هزار مرتبه لا اله الا الله الملك الحق المبين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308مرتبه يا رزاق بگويد تا روزى اش فراوان شود</w:t>
      </w:r>
      <w:r w:rsidR="00560652">
        <w:rPr>
          <w:rtl/>
          <w:lang w:bidi="fa-IR"/>
        </w:rPr>
        <w:t xml:space="preserve">. 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جمعه هزارمرتبه اللهم صل على محمد و آل محمد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و 256مرتبه يا نور بگويد تا عزيز شود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(406)</w:t>
      </w:r>
    </w:p>
    <w:p w:rsidR="00E85A8A" w:rsidRDefault="00E85A8A" w:rsidP="001A2786">
      <w:pPr>
        <w:pStyle w:val="Heading2"/>
        <w:rPr>
          <w:rtl/>
          <w:lang w:bidi="fa-IR"/>
        </w:rPr>
      </w:pPr>
      <w:bookmarkStart w:id="850" w:name="_Toc383512988"/>
      <w:bookmarkStart w:id="851" w:name="_Toc383513422"/>
      <w:r>
        <w:rPr>
          <w:rtl/>
          <w:lang w:bidi="fa-IR"/>
        </w:rPr>
        <w:t>408</w:t>
      </w:r>
      <w:r w:rsidR="001A2786">
        <w:rPr>
          <w:rtl/>
          <w:lang w:bidi="fa-IR"/>
        </w:rPr>
        <w:t>. گونه ديگر ذكر در ايام هفته</w:t>
      </w:r>
      <w:bookmarkEnd w:id="850"/>
      <w:bookmarkEnd w:id="851"/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شنبه 41مرتبه فنادى فى الظلمات ان لا اله الا انت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يكشنبه 41مرتبه لا اله الا الله الملك الحق المبين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دوشنبه 41مرتبه لا اله الا الله المبين عزيزا جليلا يا عزيز يا جليل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سه شنبه 41مرتبه اللهم صل على محمد و آل محمد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چهارشنبه 41مرتبه لا اله الا الله خالصا مخلصا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پنجشنبه 41مرتبه لا اله الا الله خالق كل شى ء و هو على كل شى ء قدير</w:t>
      </w:r>
    </w:p>
    <w:p w:rsidR="00E85A8A" w:rsidRDefault="00E85A8A" w:rsidP="00E85A8A">
      <w:pPr>
        <w:pStyle w:val="libNormal"/>
        <w:rPr>
          <w:rtl/>
          <w:lang w:bidi="fa-IR"/>
        </w:rPr>
      </w:pPr>
      <w:r>
        <w:rPr>
          <w:rtl/>
          <w:lang w:bidi="fa-IR"/>
        </w:rPr>
        <w:t>جمعه 41مرتبه سبحان الله و الحمد لله و لا اله الا الله و الله اكبر و لا حول و لا قوة الا بالله العلى العظيم</w:t>
      </w:r>
      <w:r w:rsidR="00560652">
        <w:rPr>
          <w:rtl/>
          <w:lang w:bidi="fa-IR"/>
        </w:rPr>
        <w:t xml:space="preserve">. </w:t>
      </w:r>
      <w:r w:rsidRPr="00A16C07">
        <w:rPr>
          <w:rStyle w:val="libFootnotenumChar"/>
          <w:rtl/>
          <w:lang w:bidi="fa-IR"/>
        </w:rPr>
        <w:t>(407)</w:t>
      </w:r>
    </w:p>
    <w:p w:rsidR="00E85A8A" w:rsidRDefault="00E85A8A" w:rsidP="00BD096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52" w:name="_Toc383512989"/>
      <w:bookmarkStart w:id="853" w:name="_Toc383513423"/>
      <w:r>
        <w:rPr>
          <w:rFonts w:hint="cs"/>
          <w:rtl/>
          <w:lang w:bidi="fa-IR"/>
        </w:rPr>
        <w:lastRenderedPageBreak/>
        <w:t>پی نوشت ها :</w:t>
      </w:r>
      <w:bookmarkEnd w:id="852"/>
      <w:bookmarkEnd w:id="853"/>
    </w:p>
    <w:p w:rsidR="00E85A8A" w:rsidRDefault="00E85A8A" w:rsidP="00E85A8A">
      <w:pPr>
        <w:pStyle w:val="libNormal"/>
        <w:rPr>
          <w:rtl/>
          <w:lang w:bidi="fa-IR"/>
        </w:rPr>
      </w:pP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1- سوره احزاب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35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2- سوره احزاب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41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شماره 1526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4- سوره اعراف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205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5- سوره نساء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103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6- سوره بقره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152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7- سوره عنكبوت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45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9- غررالحكم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11- غررالحكم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12- غررالحكم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13- غرر 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1554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16- منتخب الغرر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17- غرر 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18- جامع آيات و احاديث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1558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19- جامع آيات و احاديث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1531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1543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شماره 1545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22- غرر 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23- سوره مدثر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103 و 101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26- الميزان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29- سوره اعراف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204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34- منتخب الغرر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37- مصابيح الدجى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601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39- سوره رعد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28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40- سوره انفال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45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41- سوره اعلى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14 و 15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42-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43- همان منبع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44- عدة الداعى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45-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1546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46- جامع آيات و احاديث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1525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47- جامع آيات و احاديث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1528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49- منتخب الغرر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50-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1542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51-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1544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53- منتخب الغرر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55-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 ص 107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56-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58-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59-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61-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62- غررالحكم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63-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64- سوره طه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124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65- سوره زخرف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36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66- سلامت روح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67-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1551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68- جامع آيات و احاديث نماز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1560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69- غررالحكم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70- سوره منافقين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71- سوره اعلى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14 و 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72- مجمع البيان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 ص 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73- تفسير كشاف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 ص 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74-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75- مجمع البيان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1و ص 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76- تفسير البرهان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77- تفسير البرهان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78- تفسير كشاف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79- اسرار عدد چهل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80- لئالى الخبار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81- مجمع البيان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82- مشكاة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83-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84- وسايل الشيعه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85- تفسير كشاف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88-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89-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90- لئالى الاخبار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91- سفينة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92-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93-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94- كنزالعمال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 24995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95-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96- به نقل از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جلد6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99-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جلد6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99 - 101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جلد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104-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106-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109-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114-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116-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118- سوره محمد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22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119-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122- رياض الصاحين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542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123-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124-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125-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126-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129-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130-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134-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135-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136- تفسير الميزان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138- امالى صدوق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139- تفسير الميزان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140-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459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141-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142- صحيح مسلم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144- مجموعه ورام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145- امالى صدوق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146- مجموع ورام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147- سفينة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148- راهنمايى و رانندگى و عبور و مرور در آينه حديث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شماره 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149-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150- انوار النعمانيه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151-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465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153- رياض الصالحين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534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154- مصباح المجتهد شيخ الطائفه (قدس سره)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155- كنزالعمال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156- رياض الصالحين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157-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158-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159-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164-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165- راهنمايى و رانندگى و عبور و مرور در آينه حديث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شماره 35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168- كنزالعمال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651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169-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468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170- مجموعه ورام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174- رياض الصالحين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175- ارشاد القلوب ديلمى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176- مجموعه ورام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 و ص 187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178- مصباح المجتهد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شيخ الطائفه (قدس سره)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179-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181- تفسير صافى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چاپ قديم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361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182- صحيح بخارى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183- امالى صدوق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579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184- محجه البيضاء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185- محجة البيضاء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186- محجه البيضاء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189-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192-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195-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197-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199-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200- فرهنگ جامع امام حسين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578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201-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544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203- مستدرك الوسايل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204-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205-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207-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209-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210- سفينة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661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213- زينب كبرى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فيض الاسلام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214- معانى الاخبار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215- ستاره درخشان شام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216- مفاتيح الجنان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1070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217- تحف العقول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219-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220-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5ص 249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221-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 و49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222- داروخانه معنوى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223- داروخانه معنوى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224-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223و 234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225- داروخانه معنوى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226-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228-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95ص 50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229-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341 و 342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235- سوره محمد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22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239-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242- مصباح المجتهد شيخ الطائفه (قدس سره)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244-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245-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217 و 215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246- اجساد جاويدان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247-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248- مصابيح الدجى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1029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249- لئالى الاخبار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250- قول ثابت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251- لئالى الاخبار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253- مصابيح الدجى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254- سوره اعراف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54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256-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259- مصابيح الدّجى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1012پ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261- فروع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262-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263-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264- طرائف الحكم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265- سوره احزاب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56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266- كنزالعمال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267- الميزان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268- مسند احمد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269- آثارالصادقين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271-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94ص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58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272- سفينه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274-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275-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276- مصابيح الدجى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278-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279- جلاء الافهام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ابن قيم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280- سفينه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282-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283-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284-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289-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292-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294- مستدرك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295-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296-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297-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298-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299-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300-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301-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302- وسائل الشيعه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303- مرآة العقول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304- جلاء الافهام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306- كنز العمال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2243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307- سنن ابوداود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حديث 1480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308-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309- مستدرك الوسائل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310- آثار الصادقين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311- سوره انبياء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312- سوره انبياء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87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313- سوره صافات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آيه 143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314- تفسير نمونه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315- تفسير نمونه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316- تفسير نمونه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318- خصال شيخ صدوق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319- قوارع القرآن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320- تفسير نمونه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489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321- تفسير نمونه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322- علل الشرايع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323- مجله حوزه علميه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شماره 4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324- سيماى فرزانگان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325-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326- همراه با فرزانگان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327- سفينه البحار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661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329-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331-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332- وسائل الشيعه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335-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336-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337-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339-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340-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341-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345- رياض الصالحين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346-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347-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348-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349-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350-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351- تفسير فخر العرفان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354- خودسازى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ابراهيم امينى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355- ثواب الاعمال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21و 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356- روضه المتقين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357- خودسازى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ابراهيم امينى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358- همراه با فرزانگان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359- بهترين پناهگاه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360- وسائل الشيعه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روايت 10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361-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362-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363-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364- مكارم الاخلاق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365-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366-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76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367-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368-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369-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370-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371-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372-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90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373-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374-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55 و 56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375- داروخانه معنوى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376-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377-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378-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110 و 111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379-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380-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381-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382-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383-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384-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217 و 218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385-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560652">
        <w:rPr>
          <w:rtl/>
          <w:lang w:bidi="fa-IR"/>
        </w:rPr>
        <w:t xml:space="preserve">،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386-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387- اميد درماندگان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388- مفاتيح الجنان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1144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389- شخصيت ابوالفضل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عطايى خراسانى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390- هديه معصوميه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391- چهره درخشان ابوالفضل العباس </w:t>
      </w:r>
      <w:r w:rsidR="007D440E" w:rsidRPr="007D440E">
        <w:rPr>
          <w:rStyle w:val="libAlaemChar"/>
          <w:rtl/>
        </w:rPr>
        <w:t>عليه‌السلام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419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392-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568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393-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267 و 268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394-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568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باب الدعا للعلل و الامراض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395-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396- بحار 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397- هديه معصوميه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188-191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398-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354 و 355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399-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207و208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400-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330 و 331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401-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331و332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402-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452و453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403- اصول كافى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404- بحارالانوار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ج 86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52و53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405-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560652">
        <w:rPr>
          <w:rtl/>
          <w:lang w:bidi="fa-IR"/>
        </w:rPr>
        <w:t xml:space="preserve">. </w:t>
      </w:r>
    </w:p>
    <w:p w:rsidR="00E85A8A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406-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560652">
        <w:rPr>
          <w:rtl/>
          <w:lang w:bidi="fa-IR"/>
        </w:rPr>
        <w:t xml:space="preserve">. </w:t>
      </w:r>
    </w:p>
    <w:p w:rsidR="000B62B5" w:rsidRDefault="00E85A8A" w:rsidP="00BD0960">
      <w:pPr>
        <w:pStyle w:val="libFootnote"/>
        <w:rPr>
          <w:rtl/>
          <w:lang w:bidi="fa-IR"/>
        </w:rPr>
      </w:pPr>
      <w:r>
        <w:rPr>
          <w:rtl/>
          <w:lang w:bidi="fa-IR"/>
        </w:rPr>
        <w:t>407- ادعيه و ختومات</w:t>
      </w:r>
      <w:r w:rsidR="00560652">
        <w:rPr>
          <w:rtl/>
          <w:lang w:bidi="fa-IR"/>
        </w:rPr>
        <w:t xml:space="preserve">، </w:t>
      </w:r>
      <w:r>
        <w:rPr>
          <w:rtl/>
          <w:lang w:bidi="fa-IR"/>
        </w:rPr>
        <w:t>ص 174</w:t>
      </w:r>
      <w:r w:rsidR="00560652">
        <w:rPr>
          <w:rtl/>
          <w:lang w:bidi="fa-IR"/>
        </w:rPr>
        <w:t xml:space="preserve">. </w:t>
      </w:r>
    </w:p>
    <w:p w:rsidR="000B62B5" w:rsidRDefault="000B62B5" w:rsidP="0044704F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854" w:name="_Toc383512990"/>
      <w:bookmarkStart w:id="855" w:name="_Toc383513424"/>
      <w:r>
        <w:rPr>
          <w:rFonts w:hint="cs"/>
          <w:rtl/>
          <w:lang w:bidi="fa-IR"/>
        </w:rPr>
        <w:lastRenderedPageBreak/>
        <w:t>فهرست مطالب</w:t>
      </w:r>
      <w:bookmarkEnd w:id="854"/>
      <w:bookmarkEnd w:id="855"/>
    </w:p>
    <w:sdt>
      <w:sdtPr>
        <w:id w:val="9100516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DD0958" w:rsidRDefault="00DD0958" w:rsidP="00DD0958">
          <w:pPr>
            <w:pStyle w:val="TOCHeading"/>
          </w:pPr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3512997" w:history="1"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383512997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299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اهميت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383512998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299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383512999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نحوه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باشيد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داروى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بيماريهاى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روحى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پشتوانه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0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ذاكر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مشغول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سرگرم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صلاح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مأنوس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1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پارسايان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غذاى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حدى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حدى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نيست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شيعيان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حالات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همنشين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2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زمره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عاقلان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همنشين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شبانه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پنهانى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فراموش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آرامش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رستگارى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3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بيدارى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روشنى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سينه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روشنى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موجب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ماءوا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روشنى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سينه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گشايى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راندن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4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نورانى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عذاب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نورانى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5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محافظت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دلها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بصيرت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كارها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دائما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زيانكاران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06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الرحمن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الرحيم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فلاح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رستگارى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6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شعله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نوزده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گانه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اعظم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معنى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تفسير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گريز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بزرگترين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7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طرز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نگارش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شروع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برخاستن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موقع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مستراح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سوار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8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محافظت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آفت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سوارى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بهبودى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09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فقط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شايسته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پرستش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تجلى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باقر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09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خلوص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383513099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تلقين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سنگينى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كننده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وزنى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زياد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0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تاثير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خلوص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تاثير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دژ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محكم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تهليل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پذيرفته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گواهى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1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تعجب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تلقين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مصيبت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بالاترين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واجب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2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كوبيدن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توانگرى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وحشت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3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نامهاى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تعجب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ريزش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گوينده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3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ترازوى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رحلت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نيازى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سنگينى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ترازوى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پايين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آمدن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درختى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4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پيشگاه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5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الحمد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الحمد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5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تحميد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گذشته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سيصد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شصت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حمد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عهده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6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اكبر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اكبر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6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اذكار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6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اربعه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الحمد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اكبر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نعمتهاى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بوستان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درختكارى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نهالى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باقيات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صالحات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جلوه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اربعه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سپرى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مصالح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تأک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7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درخت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8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ريشه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كثير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هديه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تعليم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ركعت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8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برابرى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تحميد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تهليل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ترازوى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19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>«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»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يارب</w:t>
            </w:r>
            <w:r w:rsidRPr="00D870A8">
              <w:rPr>
                <w:rStyle w:val="Hyperlink"/>
                <w:noProof/>
                <w:rtl/>
                <w:lang w:bidi="fa-IR"/>
              </w:rPr>
              <w:t>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استجابت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189.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آورده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ظهر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19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لبيك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جانب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383513199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مريضى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20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لاحول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قوة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العظيم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غصه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تأخ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199.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بريده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گنجى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0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هرگاه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اندوهگين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داروى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بلايا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مرتفع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توصيه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209.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1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بيماريها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زمزمه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مقدس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اباعبدالله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همّ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كميل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بيرون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آمدن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219.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خروج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فقر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2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توسل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وسوسه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229.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موثر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بامدادان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3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برطرف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نوشتن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انگشتر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24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ربى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اتوب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ريزش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پنج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239.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4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كليد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آمرزش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كبيره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اقرار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شعبان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25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بقره،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255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257)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نورانيت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5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249.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قبولى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خروج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منزل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رحمت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آفت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حفاظت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گزندها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كفاره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مستحبى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مانع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6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259.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بلاها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تنهايى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عزيمت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آية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الكرسى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همّ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27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D870A8">
              <w:rPr>
                <w:rStyle w:val="Hyperlink"/>
                <w:noProof/>
                <w:rtl/>
                <w:lang w:bidi="fa-IR"/>
              </w:rPr>
              <w:t>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درود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درود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7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269.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تشهد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حفاظت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قائم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عج</w:t>
            </w:r>
            <w:r w:rsidRPr="00D870A8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محروميت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ركوع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ظهر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8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مانع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279.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همراهى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موجب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رسيدن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نحوه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فرستادن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سنگينى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بسيار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مشمول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29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محبوبيت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383513299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289.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استجابت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فرستادن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كفايت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سزاوارترين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برآورده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بخيل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رسيدن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0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رضايت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299.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بدبخت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اشتياق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عافيت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تندرستى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بركت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1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نوشتن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309.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استجابت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زائران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32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سبحانك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كنت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الظالمين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شكم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تسبيح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سرگذشت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2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پندار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اولاد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319.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اجابت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سرنوشت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حقيقت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فراغت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اذكار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عرفه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مداومت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عارفان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3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توصيه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يونسيه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عشاء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329.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تكرار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طولانى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34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ساير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اذكار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خارج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منزل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محفوظ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ماندن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راكب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مركب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مرض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4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دورى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غفلت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غروب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آفتاب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339.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فسبحان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خوشبختى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برخاستن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چهل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پنج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حسنه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محو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مقابلسلطان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تشهد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5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كفاره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349.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راضى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وسوسه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غير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تكرار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اذان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غلبه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يازده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جمله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6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تحصيل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اولياى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359.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يكى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نشان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پيروان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خارج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صلى‌الله‌عليه‌وآله‌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سوار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مصونيت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حوادث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7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369.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عطسه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كنار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مريض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فقر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8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379.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شفاى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مشكلات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روحى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جسمى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برطرف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كننده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39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383513399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مشكلات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389.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پريشانى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توسل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عباس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توسلى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ابوالفضل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العباس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توسل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عج</w:t>
            </w:r>
            <w:r w:rsidRPr="00D870A8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زانو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بيدارى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0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وحشت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رمضان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مناجات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399.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ختم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اسماء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الاعظم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3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400.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دهه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الحجه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4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401.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ختم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آيه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قل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اللهم</w:t>
            </w:r>
            <w:r w:rsidRPr="00D870A8">
              <w:rPr>
                <w:rStyle w:val="Hyperlink"/>
                <w:noProof/>
                <w:rtl/>
                <w:lang w:bidi="fa-IR"/>
              </w:rPr>
              <w:t>...»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5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402.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ختم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انعام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6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403.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7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404.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18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405.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نمازها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513419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17.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روزهاى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20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406.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ذكرهاى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21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407.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اذكار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پرفضيلت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22" w:history="1">
            <w:r w:rsidRPr="00D870A8">
              <w:rPr>
                <w:rStyle w:val="Hyperlink"/>
                <w:noProof/>
                <w:rtl/>
                <w:lang w:bidi="fa-IR"/>
              </w:rPr>
              <w:t xml:space="preserve">408.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گونه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ذكر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ايام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23" w:history="1"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D870A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Default="00DD095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513424" w:history="1"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D870A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D870A8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383513424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D0958" w:rsidRPr="00DD0958" w:rsidRDefault="00DD0958" w:rsidP="00DD0958">
          <w:pPr>
            <w:rPr>
              <w:rtl/>
            </w:rPr>
          </w:pPr>
          <w:r>
            <w:fldChar w:fldCharType="end"/>
          </w:r>
        </w:p>
      </w:sdtContent>
    </w:sdt>
    <w:sectPr w:rsidR="00DD0958" w:rsidRPr="00DD095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862" w:rsidRDefault="00E15862">
      <w:r>
        <w:separator/>
      </w:r>
    </w:p>
  </w:endnote>
  <w:endnote w:type="continuationSeparator" w:id="1">
    <w:p w:rsidR="00E15862" w:rsidRDefault="00E15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A1" w:rsidRDefault="002E6D50">
    <w:pPr>
      <w:pStyle w:val="Footer"/>
    </w:pPr>
    <w:fldSimple w:instr=" PAGE   \* MERGEFORMAT ">
      <w:r w:rsidR="0029212B">
        <w:rPr>
          <w:noProof/>
          <w:rtl/>
        </w:rPr>
        <w:t>6</w:t>
      </w:r>
    </w:fldSimple>
  </w:p>
  <w:p w:rsidR="000033A1" w:rsidRDefault="000033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A1" w:rsidRDefault="002E6D50">
    <w:pPr>
      <w:pStyle w:val="Footer"/>
    </w:pPr>
    <w:fldSimple w:instr=" PAGE   \* MERGEFORMAT ">
      <w:r w:rsidR="0029212B">
        <w:rPr>
          <w:noProof/>
          <w:rtl/>
        </w:rPr>
        <w:t>7</w:t>
      </w:r>
    </w:fldSimple>
  </w:p>
  <w:p w:rsidR="000033A1" w:rsidRDefault="000033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A1" w:rsidRDefault="002E6D50">
    <w:pPr>
      <w:pStyle w:val="Footer"/>
    </w:pPr>
    <w:fldSimple w:instr=" PAGE   \* MERGEFORMAT ">
      <w:r w:rsidR="0029212B">
        <w:rPr>
          <w:noProof/>
          <w:rtl/>
        </w:rPr>
        <w:t>1</w:t>
      </w:r>
    </w:fldSimple>
  </w:p>
  <w:p w:rsidR="000033A1" w:rsidRDefault="000033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862" w:rsidRDefault="00E15862">
      <w:r>
        <w:separator/>
      </w:r>
    </w:p>
  </w:footnote>
  <w:footnote w:type="continuationSeparator" w:id="1">
    <w:p w:rsidR="00E15862" w:rsidRDefault="00E158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B6E"/>
    <w:rsid w:val="000033A1"/>
    <w:rsid w:val="00005A19"/>
    <w:rsid w:val="00010942"/>
    <w:rsid w:val="000109F9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5F4"/>
    <w:rsid w:val="00092805"/>
    <w:rsid w:val="00092A0C"/>
    <w:rsid w:val="000A7750"/>
    <w:rsid w:val="000B3A56"/>
    <w:rsid w:val="000B62B5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E6A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0476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2786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0FE"/>
    <w:rsid w:val="00251E02"/>
    <w:rsid w:val="00257657"/>
    <w:rsid w:val="00263F56"/>
    <w:rsid w:val="00264F12"/>
    <w:rsid w:val="0027369F"/>
    <w:rsid w:val="002818EF"/>
    <w:rsid w:val="0028271F"/>
    <w:rsid w:val="00291C44"/>
    <w:rsid w:val="0029212B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E6D50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4704F"/>
    <w:rsid w:val="004538D5"/>
    <w:rsid w:val="00455A59"/>
    <w:rsid w:val="00455D95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652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5E7C1E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40E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1B6E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16C07"/>
    <w:rsid w:val="00A209AB"/>
    <w:rsid w:val="00A21090"/>
    <w:rsid w:val="00A22363"/>
    <w:rsid w:val="00A2310F"/>
    <w:rsid w:val="00A2642A"/>
    <w:rsid w:val="00A26AD5"/>
    <w:rsid w:val="00A30F05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326A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5798"/>
    <w:rsid w:val="00BB5951"/>
    <w:rsid w:val="00BB5C83"/>
    <w:rsid w:val="00BB643C"/>
    <w:rsid w:val="00BB7E82"/>
    <w:rsid w:val="00BC499A"/>
    <w:rsid w:val="00BC717E"/>
    <w:rsid w:val="00BD0960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19DC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8782F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0958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5862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85A8A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726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62B5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0B62B5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B62B5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B62B5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B62B5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B62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85F9-A2FE-476F-AF59-A85B9BCC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30</TotalTime>
  <Pages>158</Pages>
  <Words>28025</Words>
  <Characters>159744</Characters>
  <Application>Microsoft Office Word</Application>
  <DocSecurity>0</DocSecurity>
  <Lines>1331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187395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21</cp:revision>
  <cp:lastPrinted>1900-12-31T19:30:00Z</cp:lastPrinted>
  <dcterms:created xsi:type="dcterms:W3CDTF">2014-03-25T07:03:00Z</dcterms:created>
  <dcterms:modified xsi:type="dcterms:W3CDTF">2014-03-25T07:34:00Z</dcterms:modified>
</cp:coreProperties>
</file>