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D34" w:rsidRDefault="00587D34" w:rsidP="007D3118">
      <w:pPr>
        <w:pStyle w:val="libCenterBold1"/>
        <w:rPr>
          <w:rtl/>
        </w:rPr>
      </w:pPr>
      <w:r>
        <w:rPr>
          <w:rtl/>
        </w:rPr>
        <w:t>صحيفه سجاديه</w:t>
      </w:r>
    </w:p>
    <w:p w:rsidR="00587D34" w:rsidRDefault="00587D34" w:rsidP="007D3118">
      <w:pPr>
        <w:pStyle w:val="libCenterBold2"/>
        <w:rPr>
          <w:rtl/>
        </w:rPr>
      </w:pPr>
      <w:r>
        <w:rPr>
          <w:rtl/>
        </w:rPr>
        <w:t>ترجمه و شرح</w:t>
      </w:r>
      <w:r w:rsidR="007D3118">
        <w:rPr>
          <w:rtl/>
        </w:rPr>
        <w:t xml:space="preserve">: </w:t>
      </w:r>
      <w:r>
        <w:rPr>
          <w:rtl/>
        </w:rPr>
        <w:t>ميرزا ابوالحسن شعرانى</w:t>
      </w:r>
    </w:p>
    <w:p w:rsidR="007D3118" w:rsidRDefault="007D3118" w:rsidP="00587D34">
      <w:pPr>
        <w:pStyle w:val="libNormal"/>
        <w:rPr>
          <w:rtl/>
        </w:rPr>
      </w:pPr>
    </w:p>
    <w:p w:rsidR="007D3118" w:rsidRDefault="007D3118" w:rsidP="00587D34">
      <w:pPr>
        <w:pStyle w:val="libNormal"/>
        <w:rPr>
          <w:rtl/>
        </w:rPr>
      </w:pPr>
    </w:p>
    <w:p w:rsidR="007D3118" w:rsidRDefault="007D3118" w:rsidP="00587D34">
      <w:pPr>
        <w:pStyle w:val="libNormal"/>
        <w:rPr>
          <w:rtl/>
        </w:rPr>
      </w:pPr>
    </w:p>
    <w:p w:rsidR="007D3118" w:rsidRPr="006E7FD2" w:rsidRDefault="007D3118" w:rsidP="007D3118">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Pr>
          <w:rFonts w:hint="cs"/>
          <w:rtl/>
        </w:rPr>
        <w:t xml:space="preserve">. </w:t>
      </w:r>
    </w:p>
    <w:p w:rsidR="007D3118" w:rsidRDefault="007D3118" w:rsidP="007D3118">
      <w:pPr>
        <w:pStyle w:val="libNotice"/>
        <w:rPr>
          <w:rtl/>
        </w:rPr>
      </w:pPr>
      <w:r w:rsidRPr="006E7FD2">
        <w:rPr>
          <w:rFonts w:hint="cs"/>
          <w:rtl/>
        </w:rPr>
        <w:t>لازم به ذکر است تصحیح اشتباهات تایپی احتمالی</w:t>
      </w:r>
      <w:r>
        <w:rPr>
          <w:rFonts w:hint="cs"/>
          <w:rtl/>
        </w:rPr>
        <w:t xml:space="preserve">، </w:t>
      </w:r>
      <w:r w:rsidRPr="006E7FD2">
        <w:rPr>
          <w:rFonts w:hint="cs"/>
          <w:rtl/>
        </w:rPr>
        <w:t>روی این کتاب انجام نگردیده است</w:t>
      </w:r>
      <w:r>
        <w:rPr>
          <w:rFonts w:hint="cs"/>
          <w:rtl/>
        </w:rPr>
        <w:t xml:space="preserve">. </w:t>
      </w:r>
    </w:p>
    <w:p w:rsidR="00587D34" w:rsidRDefault="007D3118" w:rsidP="004C63D0">
      <w:pPr>
        <w:pStyle w:val="Heading2"/>
        <w:rPr>
          <w:rtl/>
        </w:rPr>
      </w:pPr>
      <w:r>
        <w:br w:type="page"/>
      </w:r>
      <w:bookmarkStart w:id="0" w:name="_Toc394915129"/>
      <w:r w:rsidR="00AA3CBA">
        <w:rPr>
          <w:rtl/>
        </w:rPr>
        <w:lastRenderedPageBreak/>
        <w:t>مقدمه مترجم:</w:t>
      </w:r>
      <w:bookmarkEnd w:id="0"/>
      <w:r w:rsidR="00AA3CBA">
        <w:rPr>
          <w:rtl/>
        </w:rPr>
        <w:t xml:space="preserve"> </w:t>
      </w:r>
    </w:p>
    <w:p w:rsidR="00587D34" w:rsidRDefault="00587D34" w:rsidP="00587D34">
      <w:pPr>
        <w:pStyle w:val="libNormal"/>
        <w:rPr>
          <w:rtl/>
        </w:rPr>
      </w:pPr>
      <w:r>
        <w:rPr>
          <w:rtl/>
        </w:rPr>
        <w:t>سپاس خداوند را كه باب رحمت بگشود و راه طلب بنمود</w:t>
      </w:r>
      <w:r w:rsidR="007D3118">
        <w:rPr>
          <w:rtl/>
        </w:rPr>
        <w:t xml:space="preserve">، </w:t>
      </w:r>
      <w:r>
        <w:rPr>
          <w:rtl/>
        </w:rPr>
        <w:t>در آينه دل ها جلوه كرد و از دريچه عقول پرتو افكند</w:t>
      </w:r>
      <w:r w:rsidR="007D3118">
        <w:rPr>
          <w:rtl/>
        </w:rPr>
        <w:t xml:space="preserve">، </w:t>
      </w:r>
      <w:r>
        <w:rPr>
          <w:rtl/>
        </w:rPr>
        <w:t>عاقلان را به تكاپو انداخت</w:t>
      </w:r>
      <w:r w:rsidR="007D3118">
        <w:rPr>
          <w:rtl/>
        </w:rPr>
        <w:t xml:space="preserve">، </w:t>
      </w:r>
      <w:r>
        <w:rPr>
          <w:rtl/>
        </w:rPr>
        <w:t>عقول را شيدا ساخت</w:t>
      </w:r>
      <w:r w:rsidR="007D3118">
        <w:rPr>
          <w:rtl/>
        </w:rPr>
        <w:t xml:space="preserve">. </w:t>
      </w:r>
      <w:r>
        <w:rPr>
          <w:rtl/>
        </w:rPr>
        <w:t>همه طالب اويند و به سوى او در تك و پويند</w:t>
      </w:r>
      <w:r w:rsidR="007D3118">
        <w:rPr>
          <w:rtl/>
        </w:rPr>
        <w:t xml:space="preserve">، </w:t>
      </w:r>
      <w:r>
        <w:rPr>
          <w:rtl/>
        </w:rPr>
        <w:t>سالك رهند و وصال او خواهند</w:t>
      </w:r>
      <w:r w:rsidR="007D3118">
        <w:rPr>
          <w:rtl/>
        </w:rPr>
        <w:t xml:space="preserve">: </w:t>
      </w:r>
    </w:p>
    <w:tbl>
      <w:tblPr>
        <w:tblStyle w:val="TableGrid"/>
        <w:bidiVisual/>
        <w:tblW w:w="5000" w:type="pct"/>
        <w:tblLook w:val="01E0"/>
      </w:tblPr>
      <w:tblGrid>
        <w:gridCol w:w="3675"/>
        <w:gridCol w:w="269"/>
        <w:gridCol w:w="3643"/>
      </w:tblGrid>
      <w:tr w:rsidR="00865B4A" w:rsidTr="00C46FA9">
        <w:trPr>
          <w:trHeight w:val="350"/>
        </w:trPr>
        <w:tc>
          <w:tcPr>
            <w:tcW w:w="4288" w:type="dxa"/>
            <w:shd w:val="clear" w:color="auto" w:fill="auto"/>
          </w:tcPr>
          <w:p w:rsidR="00865B4A" w:rsidRDefault="00865B4A" w:rsidP="00C46FA9">
            <w:pPr>
              <w:pStyle w:val="libPoem"/>
              <w:rPr>
                <w:rtl/>
              </w:rPr>
            </w:pPr>
            <w:r>
              <w:rPr>
                <w:rtl/>
              </w:rPr>
              <w:t>همه هستند سرگردان چو پرگار</w:t>
            </w:r>
            <w:r w:rsidRPr="00725071">
              <w:rPr>
                <w:rStyle w:val="libPoemTiniChar0"/>
                <w:rtl/>
              </w:rPr>
              <w:br/>
              <w:t> </w:t>
            </w:r>
          </w:p>
        </w:tc>
        <w:tc>
          <w:tcPr>
            <w:tcW w:w="280" w:type="dxa"/>
            <w:shd w:val="clear" w:color="auto" w:fill="auto"/>
          </w:tcPr>
          <w:p w:rsidR="00865B4A" w:rsidRDefault="00865B4A" w:rsidP="00C46FA9">
            <w:pPr>
              <w:pStyle w:val="libPoem"/>
              <w:rPr>
                <w:rtl/>
              </w:rPr>
            </w:pPr>
          </w:p>
        </w:tc>
        <w:tc>
          <w:tcPr>
            <w:tcW w:w="4288" w:type="dxa"/>
            <w:shd w:val="clear" w:color="auto" w:fill="auto"/>
          </w:tcPr>
          <w:p w:rsidR="00865B4A" w:rsidRDefault="00865B4A" w:rsidP="00C46FA9">
            <w:pPr>
              <w:pStyle w:val="libPoem"/>
              <w:rPr>
                <w:rtl/>
              </w:rPr>
            </w:pPr>
            <w:r>
              <w:rPr>
                <w:rtl/>
              </w:rPr>
              <w:t>پديد آرنده خود را طلبكار</w:t>
            </w:r>
            <w:r w:rsidRPr="00725071">
              <w:rPr>
                <w:rStyle w:val="libPoemTiniChar0"/>
                <w:rtl/>
              </w:rPr>
              <w:br/>
              <w:t> </w:t>
            </w:r>
          </w:p>
        </w:tc>
      </w:tr>
    </w:tbl>
    <w:p w:rsidR="00587D34" w:rsidRDefault="00587D34" w:rsidP="00587D34">
      <w:pPr>
        <w:pStyle w:val="libNormal"/>
        <w:rPr>
          <w:rtl/>
        </w:rPr>
      </w:pPr>
      <w:r>
        <w:rPr>
          <w:rtl/>
        </w:rPr>
        <w:t>راهنما فرستاد تا آفريدگان را سوى او خواند</w:t>
      </w:r>
      <w:r w:rsidR="007D3118">
        <w:rPr>
          <w:rtl/>
        </w:rPr>
        <w:t xml:space="preserve">، </w:t>
      </w:r>
      <w:r>
        <w:rPr>
          <w:rtl/>
        </w:rPr>
        <w:t xml:space="preserve">رائع و فرايض بنهاد و تهذيب نفوس تعليم داد كه </w:t>
      </w:r>
      <w:r w:rsidRPr="000C598D">
        <w:rPr>
          <w:rStyle w:val="libAieChar"/>
          <w:rtl/>
        </w:rPr>
        <w:t>قَد اَفلَحَ مَن زَكّاها * وَ قَد خابَ مَن دَسّاها</w:t>
      </w:r>
    </w:p>
    <w:p w:rsidR="00587D34" w:rsidRDefault="00587D34" w:rsidP="00587D34">
      <w:pPr>
        <w:pStyle w:val="libNormal"/>
        <w:rPr>
          <w:rtl/>
        </w:rPr>
      </w:pPr>
      <w:r>
        <w:rPr>
          <w:rtl/>
        </w:rPr>
        <w:t>درود نامعدود بر او پيامبر اكرم «</w:t>
      </w:r>
      <w:r w:rsidR="00865B4A" w:rsidRPr="00865B4A">
        <w:rPr>
          <w:rStyle w:val="libAlaemChar"/>
          <w:rtl/>
        </w:rPr>
        <w:t>صلى‌الله‌عليه‌وآله‌وسلم</w:t>
      </w:r>
      <w:r>
        <w:rPr>
          <w:rtl/>
        </w:rPr>
        <w:t>» باد و بر آل اطهار كه حامل اسرار اويند و اصحاب كبار كه ناقل آثار او</w:t>
      </w:r>
      <w:r w:rsidR="007D3118">
        <w:rPr>
          <w:rtl/>
        </w:rPr>
        <w:t xml:space="preserve">. </w:t>
      </w:r>
    </w:p>
    <w:p w:rsidR="00587D34" w:rsidRDefault="00587D34" w:rsidP="00587D34">
      <w:pPr>
        <w:pStyle w:val="libNormal"/>
        <w:rPr>
          <w:rtl/>
        </w:rPr>
      </w:pPr>
      <w:r>
        <w:rPr>
          <w:rtl/>
        </w:rPr>
        <w:t>اما بعد</w:t>
      </w:r>
      <w:r w:rsidR="007D3118">
        <w:rPr>
          <w:rtl/>
        </w:rPr>
        <w:t xml:space="preserve">، </w:t>
      </w:r>
      <w:r>
        <w:rPr>
          <w:rtl/>
        </w:rPr>
        <w:t>دعا محك ايمان است و رابطه انسان با خداوند منان</w:t>
      </w:r>
      <w:r w:rsidR="007D3118">
        <w:rPr>
          <w:rtl/>
        </w:rPr>
        <w:t xml:space="preserve">. </w:t>
      </w:r>
      <w:r>
        <w:rPr>
          <w:rtl/>
        </w:rPr>
        <w:t>هر كه او را حاضر و ناظر داند</w:t>
      </w:r>
      <w:r w:rsidR="007D3118">
        <w:rPr>
          <w:rtl/>
        </w:rPr>
        <w:t xml:space="preserve">، </w:t>
      </w:r>
      <w:r>
        <w:rPr>
          <w:rtl/>
        </w:rPr>
        <w:t>از مناجات از او روى نگرداند</w:t>
      </w:r>
      <w:r w:rsidR="007D3118">
        <w:rPr>
          <w:rtl/>
        </w:rPr>
        <w:t xml:space="preserve">، </w:t>
      </w:r>
      <w:r>
        <w:rPr>
          <w:rtl/>
        </w:rPr>
        <w:t>و هر كه قادر مختارش ‍ بيند</w:t>
      </w:r>
      <w:r w:rsidR="007D3118">
        <w:rPr>
          <w:rtl/>
        </w:rPr>
        <w:t xml:space="preserve">، </w:t>
      </w:r>
      <w:r>
        <w:rPr>
          <w:rtl/>
        </w:rPr>
        <w:t>براى حوايج خويش وسيلتى جز او نگزيند</w:t>
      </w:r>
      <w:r w:rsidR="007D3118">
        <w:rPr>
          <w:rtl/>
        </w:rPr>
        <w:t xml:space="preserve">، </w:t>
      </w:r>
      <w:r>
        <w:rPr>
          <w:rtl/>
        </w:rPr>
        <w:t>و آن كه او را شناسد از ديگران نهراسد</w:t>
      </w:r>
      <w:r w:rsidR="007D3118">
        <w:rPr>
          <w:rtl/>
        </w:rPr>
        <w:t xml:space="preserve">، </w:t>
      </w:r>
      <w:r>
        <w:rPr>
          <w:rtl/>
        </w:rPr>
        <w:t>مهر و لطف او دل مؤمنان را آرامش بخشد</w:t>
      </w:r>
      <w:r w:rsidR="007D3118">
        <w:rPr>
          <w:rtl/>
        </w:rPr>
        <w:t xml:space="preserve">، </w:t>
      </w:r>
      <w:r>
        <w:rPr>
          <w:rtl/>
        </w:rPr>
        <w:t>و بخشندگى او جان محبان را آرامش دهد</w:t>
      </w:r>
      <w:r w:rsidR="007D3118">
        <w:rPr>
          <w:rtl/>
        </w:rPr>
        <w:t xml:space="preserve">. </w:t>
      </w:r>
    </w:p>
    <w:p w:rsidR="00587D34" w:rsidRDefault="00587D34" w:rsidP="00587D34">
      <w:pPr>
        <w:pStyle w:val="libNormal"/>
        <w:rPr>
          <w:rtl/>
        </w:rPr>
      </w:pPr>
      <w:r>
        <w:rPr>
          <w:rtl/>
        </w:rPr>
        <w:t>دوستان خدا از مكالمت با او لذت برند و از دمى غفلت</w:t>
      </w:r>
      <w:r w:rsidR="007D3118">
        <w:rPr>
          <w:rtl/>
        </w:rPr>
        <w:t xml:space="preserve">، </w:t>
      </w:r>
      <w:r>
        <w:rPr>
          <w:rtl/>
        </w:rPr>
        <w:t>سال ها افسوس و حسرت خورند</w:t>
      </w:r>
      <w:r w:rsidR="007D3118">
        <w:rPr>
          <w:rtl/>
        </w:rPr>
        <w:t xml:space="preserve">، </w:t>
      </w:r>
      <w:r>
        <w:rPr>
          <w:rtl/>
        </w:rPr>
        <w:t>ملامت و افسردگى در دعا</w:t>
      </w:r>
      <w:r w:rsidR="007D3118">
        <w:rPr>
          <w:rtl/>
        </w:rPr>
        <w:t xml:space="preserve">، </w:t>
      </w:r>
      <w:r>
        <w:rPr>
          <w:rtl/>
        </w:rPr>
        <w:t>نشان ضلالت و دل مردگى است</w:t>
      </w:r>
      <w:r w:rsidR="007D3118">
        <w:rPr>
          <w:rtl/>
        </w:rPr>
        <w:t xml:space="preserve">. </w:t>
      </w:r>
      <w:r>
        <w:rPr>
          <w:rtl/>
        </w:rPr>
        <w:t>بزرگان اوليا كه عارف به اسرار قلوب بودند و از مشاهده جمال مطلوب محجوب نگشتند</w:t>
      </w:r>
      <w:r w:rsidR="007D3118">
        <w:rPr>
          <w:rtl/>
        </w:rPr>
        <w:t xml:space="preserve">، </w:t>
      </w:r>
      <w:r>
        <w:rPr>
          <w:rtl/>
        </w:rPr>
        <w:t>با سوز و گداز</w:t>
      </w:r>
      <w:r w:rsidR="007D3118">
        <w:rPr>
          <w:rtl/>
        </w:rPr>
        <w:t xml:space="preserve">، </w:t>
      </w:r>
      <w:r>
        <w:rPr>
          <w:rtl/>
        </w:rPr>
        <w:t>به درگاه بى نياز روى آوردند و آن چه يافتنى بود يافتند</w:t>
      </w:r>
      <w:r w:rsidR="007D3118">
        <w:rPr>
          <w:rtl/>
        </w:rPr>
        <w:t xml:space="preserve">، </w:t>
      </w:r>
      <w:r>
        <w:rPr>
          <w:rtl/>
        </w:rPr>
        <w:t>سخنان چاشنى بخششان غذاى روح آدم و كلمات دلنشينشان كليد فتوح گشت</w:t>
      </w:r>
      <w:r w:rsidR="007D3118">
        <w:rPr>
          <w:rtl/>
        </w:rPr>
        <w:t xml:space="preserve">؛ </w:t>
      </w:r>
      <w:r>
        <w:rPr>
          <w:rtl/>
        </w:rPr>
        <w:t>چه</w:t>
      </w:r>
      <w:r w:rsidR="007D3118">
        <w:rPr>
          <w:rtl/>
        </w:rPr>
        <w:t xml:space="preserve">، </w:t>
      </w:r>
      <w:r>
        <w:rPr>
          <w:rtl/>
        </w:rPr>
        <w:t>سخنان شيرين و كلمات دلنشين از غير اهل دل صادر نشود و از غير سالكان راه محبت ميسر نگردد</w:t>
      </w:r>
      <w:r w:rsidR="007D3118">
        <w:rPr>
          <w:rtl/>
        </w:rPr>
        <w:t xml:space="preserve">. </w:t>
      </w:r>
    </w:p>
    <w:p w:rsidR="00587D34" w:rsidRDefault="00587D34" w:rsidP="00587D34">
      <w:pPr>
        <w:pStyle w:val="libNormal"/>
        <w:rPr>
          <w:rtl/>
        </w:rPr>
      </w:pPr>
      <w:r>
        <w:rPr>
          <w:rtl/>
        </w:rPr>
        <w:lastRenderedPageBreak/>
        <w:t>آن كه شورى در دل ندارد</w:t>
      </w:r>
      <w:r w:rsidR="007D3118">
        <w:rPr>
          <w:rtl/>
        </w:rPr>
        <w:t xml:space="preserve">، </w:t>
      </w:r>
      <w:r>
        <w:rPr>
          <w:rtl/>
        </w:rPr>
        <w:t>هر چه به تصنع بسازد و به تكلف بپردازد</w:t>
      </w:r>
      <w:r w:rsidR="007D3118">
        <w:rPr>
          <w:rtl/>
        </w:rPr>
        <w:t xml:space="preserve">، </w:t>
      </w:r>
      <w:r>
        <w:rPr>
          <w:rtl/>
        </w:rPr>
        <w:t>مانند كسى است كه عاشقى ندارد و سرود و غزل نوازد</w:t>
      </w:r>
      <w:r w:rsidR="007D3118">
        <w:rPr>
          <w:rtl/>
        </w:rPr>
        <w:t xml:space="preserve">، </w:t>
      </w:r>
      <w:r>
        <w:rPr>
          <w:rtl/>
        </w:rPr>
        <w:t>يا باغ و گلستان را مشاهده نكرده</w:t>
      </w:r>
      <w:r w:rsidR="007D3118">
        <w:rPr>
          <w:rtl/>
        </w:rPr>
        <w:t xml:space="preserve">، </w:t>
      </w:r>
      <w:r>
        <w:rPr>
          <w:rtl/>
        </w:rPr>
        <w:t>به وصف طراوت گل سخن آغازد</w:t>
      </w:r>
      <w:r w:rsidR="007D3118">
        <w:rPr>
          <w:rtl/>
        </w:rPr>
        <w:t xml:space="preserve">. </w:t>
      </w:r>
    </w:p>
    <w:p w:rsidR="00587D34" w:rsidRDefault="00587D34" w:rsidP="00587D34">
      <w:pPr>
        <w:pStyle w:val="libNormal"/>
        <w:rPr>
          <w:rtl/>
        </w:rPr>
      </w:pPr>
      <w:r>
        <w:rPr>
          <w:rtl/>
        </w:rPr>
        <w:t>ثنا و ستايش و دعا و نيايش</w:t>
      </w:r>
      <w:r w:rsidR="007D3118">
        <w:rPr>
          <w:rtl/>
        </w:rPr>
        <w:t xml:space="preserve">، </w:t>
      </w:r>
      <w:r>
        <w:rPr>
          <w:rtl/>
        </w:rPr>
        <w:t>سير شهودى است و كشف وجود</w:t>
      </w:r>
      <w:r w:rsidR="007D3118">
        <w:rPr>
          <w:rtl/>
        </w:rPr>
        <w:t xml:space="preserve">، </w:t>
      </w:r>
      <w:r>
        <w:rPr>
          <w:rtl/>
        </w:rPr>
        <w:t>راز و نيازى است ميان مخلوق و خالق كه غير عاشق صادق بدان راه نيابد</w:t>
      </w:r>
      <w:r w:rsidR="007D3118">
        <w:rPr>
          <w:rtl/>
        </w:rPr>
        <w:t xml:space="preserve">، </w:t>
      </w:r>
      <w:r>
        <w:rPr>
          <w:rtl/>
        </w:rPr>
        <w:t>دست بخت و جدل از دامن او كوتاه است وَ هُوَ يُدرِكَ وَ لا يُوصَف</w:t>
      </w:r>
      <w:r w:rsidR="007D3118">
        <w:rPr>
          <w:rtl/>
        </w:rPr>
        <w:t xml:space="preserve">. </w:t>
      </w:r>
      <w:r>
        <w:rPr>
          <w:rtl/>
        </w:rPr>
        <w:t xml:space="preserve">از اين جهت آن چه غير از ائمه دين مبين صلوات الله عليهم اجمعين يا از بزرگان و مشايخ عرفاى اهل يقين كه در سلوك پيروى ائمه </w:t>
      </w:r>
      <w:r w:rsidR="000C598D" w:rsidRPr="000C598D">
        <w:rPr>
          <w:rStyle w:val="libAlaemChar"/>
          <w:rtl/>
        </w:rPr>
        <w:t>عليهم‌السلام</w:t>
      </w:r>
      <w:r w:rsidR="007D3118">
        <w:rPr>
          <w:rtl/>
        </w:rPr>
        <w:t xml:space="preserve"> </w:t>
      </w:r>
      <w:r>
        <w:rPr>
          <w:rtl/>
        </w:rPr>
        <w:t>كردند و روايت شده است</w:t>
      </w:r>
      <w:r w:rsidR="007D3118">
        <w:rPr>
          <w:rtl/>
        </w:rPr>
        <w:t xml:space="preserve">، </w:t>
      </w:r>
      <w:r>
        <w:rPr>
          <w:rtl/>
        </w:rPr>
        <w:t>آن لطف و طراوت و چاشنى و حلاوت كه گفتار آنان دارد</w:t>
      </w:r>
      <w:r w:rsidR="007D3118">
        <w:rPr>
          <w:rtl/>
        </w:rPr>
        <w:t xml:space="preserve">، </w:t>
      </w:r>
      <w:r>
        <w:rPr>
          <w:rtl/>
        </w:rPr>
        <w:t>ندارد</w:t>
      </w:r>
      <w:r w:rsidR="007D3118">
        <w:rPr>
          <w:rtl/>
        </w:rPr>
        <w:t xml:space="preserve">. </w:t>
      </w:r>
    </w:p>
    <w:p w:rsidR="00587D34" w:rsidRDefault="00587D34" w:rsidP="00587D34">
      <w:pPr>
        <w:pStyle w:val="libNormal"/>
        <w:rPr>
          <w:rtl/>
        </w:rPr>
      </w:pPr>
      <w:r>
        <w:rPr>
          <w:rtl/>
        </w:rPr>
        <w:t>جماعتى از علماى ما در شرايط و احكام و فوائد و نتايج دعا</w:t>
      </w:r>
      <w:r w:rsidR="007D3118">
        <w:rPr>
          <w:rtl/>
        </w:rPr>
        <w:t xml:space="preserve">، </w:t>
      </w:r>
      <w:r>
        <w:rPr>
          <w:rtl/>
        </w:rPr>
        <w:t>كتاب مستقل تاليف كردند و علمى مستقل تدوين نمودند و در اسرار و دقايق آن</w:t>
      </w:r>
      <w:r w:rsidR="007D3118">
        <w:rPr>
          <w:rtl/>
        </w:rPr>
        <w:t xml:space="preserve">، </w:t>
      </w:r>
      <w:r>
        <w:rPr>
          <w:rtl/>
        </w:rPr>
        <w:t>به ادله عقلى و نقلى تمسك كردند</w:t>
      </w:r>
      <w:r w:rsidR="007D3118">
        <w:rPr>
          <w:rtl/>
        </w:rPr>
        <w:t xml:space="preserve">، </w:t>
      </w:r>
      <w:r>
        <w:rPr>
          <w:rtl/>
        </w:rPr>
        <w:t>و به راستى بايد چنان كرد</w:t>
      </w:r>
      <w:r w:rsidR="007D3118">
        <w:rPr>
          <w:rtl/>
        </w:rPr>
        <w:t xml:space="preserve">. </w:t>
      </w:r>
    </w:p>
    <w:p w:rsidR="00587D34" w:rsidRDefault="00587D34" w:rsidP="00587D34">
      <w:pPr>
        <w:pStyle w:val="libNormal"/>
        <w:rPr>
          <w:rtl/>
        </w:rPr>
      </w:pPr>
      <w:r>
        <w:rPr>
          <w:rtl/>
        </w:rPr>
        <w:t>طلاب علوم دينى كه عمر خود را در اصول دين و فروع و مقدمات آن صرف مى كنند</w:t>
      </w:r>
      <w:r w:rsidR="007D3118">
        <w:rPr>
          <w:rtl/>
        </w:rPr>
        <w:t xml:space="preserve">، </w:t>
      </w:r>
      <w:r>
        <w:rPr>
          <w:rtl/>
        </w:rPr>
        <w:t>شايسته است چندى هم به علم دعا بپردازند</w:t>
      </w:r>
      <w:r w:rsidR="007D3118">
        <w:rPr>
          <w:rtl/>
        </w:rPr>
        <w:t xml:space="preserve">، </w:t>
      </w:r>
      <w:r>
        <w:rPr>
          <w:rtl/>
        </w:rPr>
        <w:t>و يكى از بهترين كتب اين علم را به دقت و تعمق نزد استاد بخوانند و اصول آن را به طور علمى فرا گيرند</w:t>
      </w:r>
      <w:r w:rsidR="007D3118">
        <w:rPr>
          <w:rtl/>
        </w:rPr>
        <w:t xml:space="preserve">، </w:t>
      </w:r>
      <w:r>
        <w:rPr>
          <w:rtl/>
        </w:rPr>
        <w:t>و آن را دون شاءن خود نشمارند</w:t>
      </w:r>
      <w:r w:rsidR="007D3118">
        <w:rPr>
          <w:rtl/>
        </w:rPr>
        <w:t xml:space="preserve">. </w:t>
      </w:r>
      <w:r>
        <w:rPr>
          <w:rtl/>
        </w:rPr>
        <w:t>مثلا كتاب «عدة الداعى» تاليف فقيه متبحر محقق</w:t>
      </w:r>
      <w:r w:rsidR="007D3118">
        <w:rPr>
          <w:rtl/>
        </w:rPr>
        <w:t xml:space="preserve">، </w:t>
      </w:r>
      <w:r>
        <w:rPr>
          <w:rtl/>
        </w:rPr>
        <w:t>احمد بن فهد حلى كه دانستن مضامين آن يقينا از بسيار مباحث متداوله مفيدتر است</w:t>
      </w:r>
      <w:r w:rsidR="007D3118">
        <w:rPr>
          <w:rtl/>
        </w:rPr>
        <w:t xml:space="preserve">. </w:t>
      </w:r>
      <w:r>
        <w:rPr>
          <w:rtl/>
        </w:rPr>
        <w:t xml:space="preserve">در آن كتاب از حضرت امام جعفر صادق </w:t>
      </w:r>
      <w:r w:rsidR="000C598D" w:rsidRPr="000C598D">
        <w:rPr>
          <w:rStyle w:val="libAlaemChar"/>
          <w:rtl/>
        </w:rPr>
        <w:t>عليه‌السلام</w:t>
      </w:r>
      <w:r w:rsidR="007D3118">
        <w:rPr>
          <w:rtl/>
        </w:rPr>
        <w:t xml:space="preserve"> </w:t>
      </w:r>
      <w:r>
        <w:rPr>
          <w:rtl/>
        </w:rPr>
        <w:t>روايت كرده است</w:t>
      </w:r>
      <w:r w:rsidR="007D3118">
        <w:rPr>
          <w:rtl/>
        </w:rPr>
        <w:t xml:space="preserve">: </w:t>
      </w:r>
      <w:r>
        <w:rPr>
          <w:rtl/>
        </w:rPr>
        <w:t>الخشية ميراث العلم و العلم شعاع المعرفة و قلب الايمان و من حرم الخشية لا يكون عالما آن كه از ترس خدا محروم باشد عالم نيست</w:t>
      </w:r>
      <w:r w:rsidR="007D3118">
        <w:rPr>
          <w:rtl/>
        </w:rPr>
        <w:t xml:space="preserve">. </w:t>
      </w:r>
    </w:p>
    <w:p w:rsidR="00587D34" w:rsidRDefault="00587D34" w:rsidP="00587D34">
      <w:pPr>
        <w:pStyle w:val="libNormal"/>
        <w:rPr>
          <w:rtl/>
        </w:rPr>
      </w:pPr>
      <w:r>
        <w:rPr>
          <w:rtl/>
        </w:rPr>
        <w:lastRenderedPageBreak/>
        <w:t xml:space="preserve">و هم در آن كتاب است كه خداوند به داوود </w:t>
      </w:r>
      <w:r w:rsidR="000C598D" w:rsidRPr="000C598D">
        <w:rPr>
          <w:rStyle w:val="libAlaemChar"/>
          <w:rtl/>
        </w:rPr>
        <w:t>عليه‌السلام</w:t>
      </w:r>
      <w:r w:rsidR="007D3118">
        <w:rPr>
          <w:rtl/>
        </w:rPr>
        <w:t xml:space="preserve"> </w:t>
      </w:r>
      <w:r>
        <w:rPr>
          <w:rtl/>
        </w:rPr>
        <w:t>وحى فرستاد</w:t>
      </w:r>
      <w:r w:rsidR="007D3118">
        <w:rPr>
          <w:rtl/>
        </w:rPr>
        <w:t xml:space="preserve">: </w:t>
      </w:r>
      <w:r>
        <w:rPr>
          <w:rtl/>
        </w:rPr>
        <w:t>هر بنده اى كه به علم خود عمل نكند</w:t>
      </w:r>
      <w:r w:rsidR="007D3118">
        <w:rPr>
          <w:rtl/>
        </w:rPr>
        <w:t xml:space="preserve">، </w:t>
      </w:r>
      <w:r>
        <w:rPr>
          <w:rtl/>
        </w:rPr>
        <w:t>از ميان هفتاد گونه عقوبت باطنى كه به او چشانم كمترينش آن بود كه لذت مناجات را از دل او بيرون برم</w:t>
      </w:r>
      <w:r w:rsidR="007D3118">
        <w:rPr>
          <w:rtl/>
        </w:rPr>
        <w:t xml:space="preserve">. </w:t>
      </w:r>
    </w:p>
    <w:p w:rsidR="00587D34" w:rsidRDefault="00587D34" w:rsidP="00587D34">
      <w:pPr>
        <w:pStyle w:val="libNormal"/>
        <w:rPr>
          <w:rtl/>
        </w:rPr>
      </w:pPr>
      <w:r>
        <w:rPr>
          <w:rtl/>
        </w:rPr>
        <w:t>و خود ابن فهمد گويد</w:t>
      </w:r>
      <w:r w:rsidR="007D3118">
        <w:rPr>
          <w:rtl/>
        </w:rPr>
        <w:t xml:space="preserve">: </w:t>
      </w:r>
      <w:r>
        <w:rPr>
          <w:rtl/>
        </w:rPr>
        <w:t>علم عبارت از حفظ مسائل و تقرير و بحث و دلائل نيست</w:t>
      </w:r>
      <w:r w:rsidR="007D3118">
        <w:rPr>
          <w:rtl/>
        </w:rPr>
        <w:t xml:space="preserve">، </w:t>
      </w:r>
      <w:r>
        <w:rPr>
          <w:rtl/>
        </w:rPr>
        <w:t>بلكه علم آن است كه بر ترس بنده از خدا بيفزايد و او را در كار آخرت چابك سازد و در تحصيل لذايذ بى رغبت گرداند</w:t>
      </w:r>
      <w:r w:rsidR="007D3118">
        <w:rPr>
          <w:rtl/>
        </w:rPr>
        <w:t xml:space="preserve">، </w:t>
      </w:r>
      <w:r>
        <w:rPr>
          <w:rtl/>
        </w:rPr>
        <w:t>و از اين روايات معلوم شد كه علم بى عبادت ممكن نباشد</w:t>
      </w:r>
      <w:r w:rsidR="007D3118">
        <w:rPr>
          <w:rtl/>
        </w:rPr>
        <w:t xml:space="preserve">. </w:t>
      </w:r>
    </w:p>
    <w:p w:rsidR="00587D34" w:rsidRDefault="00587D34" w:rsidP="00587D34">
      <w:pPr>
        <w:pStyle w:val="libNormal"/>
        <w:rPr>
          <w:rtl/>
        </w:rPr>
      </w:pPr>
      <w:r>
        <w:rPr>
          <w:rtl/>
        </w:rPr>
        <w:t>در حالات ابوعلى سينا آورده اند كه چون مسئله اى بر وى مشكل مى شد</w:t>
      </w:r>
      <w:r w:rsidR="007D3118">
        <w:rPr>
          <w:rtl/>
        </w:rPr>
        <w:t xml:space="preserve">، </w:t>
      </w:r>
      <w:r>
        <w:rPr>
          <w:rtl/>
        </w:rPr>
        <w:t>به اعتكاف و دعا توسل مى جست و حل آن را از خدا مى خواست كه به او الهام فرمايد</w:t>
      </w:r>
      <w:r w:rsidR="007D3118">
        <w:rPr>
          <w:rtl/>
        </w:rPr>
        <w:t xml:space="preserve">. </w:t>
      </w:r>
    </w:p>
    <w:p w:rsidR="00587D34" w:rsidRDefault="00587D34" w:rsidP="00587D34">
      <w:pPr>
        <w:pStyle w:val="libNormal"/>
        <w:rPr>
          <w:rtl/>
        </w:rPr>
      </w:pPr>
      <w:r>
        <w:rPr>
          <w:rtl/>
        </w:rPr>
        <w:t>و هم در كتاب عدة الداعى در ترغيب به دعا گويد</w:t>
      </w:r>
      <w:r w:rsidR="007D3118">
        <w:rPr>
          <w:rtl/>
        </w:rPr>
        <w:t xml:space="preserve">: </w:t>
      </w:r>
      <w:r>
        <w:rPr>
          <w:rtl/>
        </w:rPr>
        <w:t>هم عقل دها را الزام فرمايد و هم نقل</w:t>
      </w:r>
      <w:r w:rsidR="007D3118">
        <w:rPr>
          <w:rtl/>
        </w:rPr>
        <w:t xml:space="preserve">، </w:t>
      </w:r>
      <w:r>
        <w:rPr>
          <w:rtl/>
        </w:rPr>
        <w:t>اما عقل</w:t>
      </w:r>
      <w:r w:rsidR="007D3118">
        <w:rPr>
          <w:rtl/>
        </w:rPr>
        <w:t xml:space="preserve">، </w:t>
      </w:r>
      <w:r>
        <w:rPr>
          <w:rtl/>
        </w:rPr>
        <w:t>چون دفع ضرر محتمل واجب است و به دعا اين مقصود حاصل شود و نقل چون در قرآن كريم بدان امر شده است و ترك آن را استكبار ناميده و بر آن تخويف كرده است</w:t>
      </w:r>
      <w:r w:rsidR="007D3118">
        <w:rPr>
          <w:rtl/>
        </w:rPr>
        <w:t xml:space="preserve">: </w:t>
      </w:r>
      <w:r w:rsidRPr="000C598D">
        <w:rPr>
          <w:rStyle w:val="libAieChar"/>
          <w:rtl/>
        </w:rPr>
        <w:t>وَ قالَ ربُّكُم ادعُونى اءَستَجب لَكم اءنَّ الَّذِينَ يَستَكبِرونَ عَن عِبادَتى سَيَدخُلُون جهَنَّمَ داخِرينَ و نيز فرمود</w:t>
      </w:r>
      <w:r w:rsidR="007D3118" w:rsidRPr="000C598D">
        <w:rPr>
          <w:rStyle w:val="libAieChar"/>
          <w:rtl/>
        </w:rPr>
        <w:t xml:space="preserve">: </w:t>
      </w:r>
      <w:r w:rsidRPr="000C598D">
        <w:rPr>
          <w:rStyle w:val="libAieChar"/>
          <w:rtl/>
        </w:rPr>
        <w:t>و اذا سالك عبادى عنى فاءنى قريب اُجيب دعوة الداع اذا دعان فليستجيبوا لى وليومنوا بى لعلهم يرشدون</w:t>
      </w:r>
      <w:r>
        <w:rPr>
          <w:rtl/>
        </w:rPr>
        <w:t xml:space="preserve"> و ديگرى در وجوب ذكر بدين آيت احتجاج فرموده</w:t>
      </w:r>
      <w:r w:rsidR="007D3118">
        <w:rPr>
          <w:rtl/>
        </w:rPr>
        <w:t xml:space="preserve">: </w:t>
      </w:r>
      <w:r w:rsidRPr="000C598D">
        <w:rPr>
          <w:rStyle w:val="libAieChar"/>
          <w:rtl/>
        </w:rPr>
        <w:t>فاذا قضيتم الصلاة فاذكروا الله قياما و قعودا و على جنوبكم و نيز وَ من يعش عن ذكر الرحمن نُقيِّض له شيطانا فهو له قرين</w:t>
      </w:r>
      <w:r w:rsidR="007D3118">
        <w:rPr>
          <w:rtl/>
        </w:rPr>
        <w:t xml:space="preserve">. </w:t>
      </w:r>
    </w:p>
    <w:p w:rsidR="00587D34" w:rsidRDefault="00587D34" w:rsidP="00587D34">
      <w:pPr>
        <w:pStyle w:val="libNormal"/>
        <w:rPr>
          <w:rtl/>
        </w:rPr>
      </w:pPr>
      <w:r>
        <w:rPr>
          <w:rtl/>
        </w:rPr>
        <w:t>حكماى الهى در سر استجابت دعا تحقيقات دارند و چنان كه جهال پندارند آن را مخالف سنت جاريه الهى ندانند و دعا را از اسباب مؤ ثره خارج نشمارند</w:t>
      </w:r>
      <w:r w:rsidR="007D3118">
        <w:rPr>
          <w:rtl/>
        </w:rPr>
        <w:t xml:space="preserve">. </w:t>
      </w:r>
      <w:r>
        <w:rPr>
          <w:rtl/>
        </w:rPr>
        <w:t>شيخ الرئيس ابوعلى سينا در اواخر اشارات گويد</w:t>
      </w:r>
      <w:r w:rsidR="007D3118">
        <w:rPr>
          <w:rtl/>
        </w:rPr>
        <w:t xml:space="preserve">: </w:t>
      </w:r>
      <w:r>
        <w:rPr>
          <w:rtl/>
        </w:rPr>
        <w:t xml:space="preserve">«شايد تو را از عارفان خبرى </w:t>
      </w:r>
      <w:r>
        <w:rPr>
          <w:rtl/>
        </w:rPr>
        <w:lastRenderedPageBreak/>
        <w:t>رسد و بر خلاف عادت و آن را تكذيب كنى</w:t>
      </w:r>
      <w:r w:rsidR="007D3118">
        <w:rPr>
          <w:rtl/>
        </w:rPr>
        <w:t xml:space="preserve">، </w:t>
      </w:r>
      <w:r>
        <w:rPr>
          <w:rtl/>
        </w:rPr>
        <w:t>چنان كه گويند</w:t>
      </w:r>
      <w:r w:rsidR="007D3118">
        <w:rPr>
          <w:rtl/>
        </w:rPr>
        <w:t xml:space="preserve">: </w:t>
      </w:r>
      <w:r>
        <w:rPr>
          <w:rtl/>
        </w:rPr>
        <w:t>عارفى براى مردم [نماز] استسقا كرد و باران آمد</w:t>
      </w:r>
      <w:r w:rsidR="007D3118">
        <w:rPr>
          <w:rtl/>
        </w:rPr>
        <w:t xml:space="preserve">، </w:t>
      </w:r>
      <w:r>
        <w:rPr>
          <w:rtl/>
        </w:rPr>
        <w:t>يا از خدا شفا خواست</w:t>
      </w:r>
      <w:r w:rsidR="007D3118">
        <w:rPr>
          <w:rtl/>
        </w:rPr>
        <w:t xml:space="preserve">، </w:t>
      </w:r>
      <w:r>
        <w:rPr>
          <w:rtl/>
        </w:rPr>
        <w:t>يا به سبب ديگر هلاك گشتند</w:t>
      </w:r>
      <w:r w:rsidR="007D3118">
        <w:rPr>
          <w:rtl/>
        </w:rPr>
        <w:t xml:space="preserve">، </w:t>
      </w:r>
      <w:r>
        <w:rPr>
          <w:rtl/>
        </w:rPr>
        <w:t>يا براى آن ها دعا كرد</w:t>
      </w:r>
      <w:r w:rsidR="007D3118">
        <w:rPr>
          <w:rtl/>
        </w:rPr>
        <w:t xml:space="preserve">، </w:t>
      </w:r>
      <w:r>
        <w:rPr>
          <w:rtl/>
        </w:rPr>
        <w:t>به زمين فرو رفتند</w:t>
      </w:r>
      <w:r w:rsidR="007D3118">
        <w:rPr>
          <w:rtl/>
        </w:rPr>
        <w:t xml:space="preserve">، </w:t>
      </w:r>
      <w:r>
        <w:rPr>
          <w:rtl/>
        </w:rPr>
        <w:t>يا گرفتار زلزله شدند</w:t>
      </w:r>
      <w:r w:rsidR="007D3118">
        <w:rPr>
          <w:rtl/>
        </w:rPr>
        <w:t xml:space="preserve">، </w:t>
      </w:r>
      <w:r>
        <w:rPr>
          <w:rtl/>
        </w:rPr>
        <w:t>يا به سبب ديگر هلاك گشتند</w:t>
      </w:r>
      <w:r w:rsidR="007D3118">
        <w:rPr>
          <w:rtl/>
        </w:rPr>
        <w:t xml:space="preserve">، </w:t>
      </w:r>
      <w:r>
        <w:rPr>
          <w:rtl/>
        </w:rPr>
        <w:t>يا براى آن ها دعا كرد</w:t>
      </w:r>
      <w:r w:rsidR="007D3118">
        <w:rPr>
          <w:rtl/>
        </w:rPr>
        <w:t xml:space="preserve">، </w:t>
      </w:r>
      <w:r>
        <w:rPr>
          <w:rtl/>
        </w:rPr>
        <w:t>مرض عام و مرگ و سيل و طوفان از آن ها دفع شد</w:t>
      </w:r>
      <w:r w:rsidR="007D3118">
        <w:rPr>
          <w:rtl/>
        </w:rPr>
        <w:t xml:space="preserve">، </w:t>
      </w:r>
      <w:r>
        <w:rPr>
          <w:rtl/>
        </w:rPr>
        <w:t>يا حيوان درنده اى رام آن ها گشت</w:t>
      </w:r>
      <w:r w:rsidR="007D3118">
        <w:rPr>
          <w:rtl/>
        </w:rPr>
        <w:t xml:space="preserve">، </w:t>
      </w:r>
      <w:r>
        <w:rPr>
          <w:rtl/>
        </w:rPr>
        <w:t>يا مرغى از ايشان نرميد و مانند اين ها كه نمى توان انكار كرد</w:t>
      </w:r>
      <w:r w:rsidR="007D3118">
        <w:rPr>
          <w:rtl/>
        </w:rPr>
        <w:t xml:space="preserve">. </w:t>
      </w:r>
      <w:r>
        <w:rPr>
          <w:rtl/>
        </w:rPr>
        <w:t>پس توقف كن در تكذيب و شتاب منماى كه اسرار اين را در طبيعت اسبابى است و شايد من بتوانم چيزى از آن براى تو بيان كنم</w:t>
      </w:r>
      <w:r w:rsidR="007D3118">
        <w:rPr>
          <w:rtl/>
        </w:rPr>
        <w:t xml:space="preserve">. </w:t>
      </w:r>
      <w:r>
        <w:rPr>
          <w:rtl/>
        </w:rPr>
        <w:t>(انتهى</w:t>
      </w:r>
      <w:r w:rsidR="007D3118">
        <w:rPr>
          <w:rtl/>
        </w:rPr>
        <w:t xml:space="preserve">) . </w:t>
      </w:r>
    </w:p>
    <w:p w:rsidR="00587D34" w:rsidRDefault="00587D34" w:rsidP="00587D34">
      <w:pPr>
        <w:pStyle w:val="libNormal"/>
        <w:rPr>
          <w:rtl/>
        </w:rPr>
      </w:pPr>
      <w:r>
        <w:rPr>
          <w:rtl/>
        </w:rPr>
        <w:t>پس اى خواننده عزيز! هر كه هستى مبادا به تقليد از جهال</w:t>
      </w:r>
      <w:r w:rsidR="007D3118">
        <w:rPr>
          <w:rtl/>
        </w:rPr>
        <w:t xml:space="preserve">، </w:t>
      </w:r>
      <w:r>
        <w:rPr>
          <w:rtl/>
        </w:rPr>
        <w:t xml:space="preserve">مقام ولايت بزرگان را انكار كنى و تصرف آنان را در ماده كائنات از خرافات شمارى و امامت را بر صفحه قلب ائمه دين </w:t>
      </w:r>
      <w:r w:rsidR="000C598D" w:rsidRPr="000C598D">
        <w:rPr>
          <w:rStyle w:val="libAlaemChar"/>
          <w:rtl/>
        </w:rPr>
        <w:t>عليهم‌السلام</w:t>
      </w:r>
      <w:r w:rsidR="007D3118">
        <w:rPr>
          <w:rtl/>
        </w:rPr>
        <w:t xml:space="preserve"> </w:t>
      </w:r>
      <w:r>
        <w:rPr>
          <w:rtl/>
        </w:rPr>
        <w:t>چون نقش عرضى پندارى كه ره چه از راه گوش فرا گرفتند</w:t>
      </w:r>
      <w:r w:rsidR="007D3118">
        <w:rPr>
          <w:rtl/>
        </w:rPr>
        <w:t xml:space="preserve">، </w:t>
      </w:r>
      <w:r>
        <w:rPr>
          <w:rtl/>
        </w:rPr>
        <w:t>از حفظ كردند و به ياد داشتند</w:t>
      </w:r>
      <w:r w:rsidR="007D3118">
        <w:rPr>
          <w:rtl/>
        </w:rPr>
        <w:t xml:space="preserve">، </w:t>
      </w:r>
      <w:r>
        <w:rPr>
          <w:rtl/>
        </w:rPr>
        <w:t>بلكه چنان دان كه روح ولايت با نفوس آنان در آميخته است و آن ها ذاتا فوق نفوس ‍ ساير افراد بشوند</w:t>
      </w:r>
      <w:r w:rsidR="007D3118">
        <w:rPr>
          <w:rtl/>
        </w:rPr>
        <w:t xml:space="preserve">. </w:t>
      </w:r>
    </w:p>
    <w:p w:rsidR="00587D34" w:rsidRDefault="00587D34" w:rsidP="00587D34">
      <w:pPr>
        <w:pStyle w:val="libNormal"/>
        <w:rPr>
          <w:rtl/>
        </w:rPr>
      </w:pPr>
      <w:r>
        <w:rPr>
          <w:rtl/>
        </w:rPr>
        <w:t>چنان كه ارسطو و ابوعلى سينا در عقل امرؤ ا القيس و سعدى در ذوق و طبع ذاتا از ديگران ممتاز بودند</w:t>
      </w:r>
      <w:r w:rsidR="007D3118">
        <w:rPr>
          <w:rtl/>
        </w:rPr>
        <w:t xml:space="preserve">، </w:t>
      </w:r>
      <w:r>
        <w:rPr>
          <w:rtl/>
        </w:rPr>
        <w:t>همچنان انبياء و اولياء به روح ولايت كه عبارت از رابطه و اتصال ميان آنان و خالق است</w:t>
      </w:r>
      <w:r w:rsidR="007D3118">
        <w:rPr>
          <w:rtl/>
        </w:rPr>
        <w:t xml:space="preserve">، </w:t>
      </w:r>
      <w:r>
        <w:rPr>
          <w:rtl/>
        </w:rPr>
        <w:t>به تصرف در موجودات قادر گشتند</w:t>
      </w:r>
      <w:r w:rsidR="007D3118">
        <w:rPr>
          <w:rtl/>
        </w:rPr>
        <w:t xml:space="preserve">، </w:t>
      </w:r>
      <w:r>
        <w:rPr>
          <w:rtl/>
        </w:rPr>
        <w:t>به دعا و توجه و بحول الله و قوته</w:t>
      </w:r>
      <w:r w:rsidR="007D3118">
        <w:rPr>
          <w:rtl/>
        </w:rPr>
        <w:t xml:space="preserve">، </w:t>
      </w:r>
      <w:r>
        <w:rPr>
          <w:rtl/>
        </w:rPr>
        <w:t>چنان كه فرمود</w:t>
      </w:r>
      <w:r w:rsidR="007D3118">
        <w:rPr>
          <w:rtl/>
        </w:rPr>
        <w:t xml:space="preserve">: </w:t>
      </w:r>
      <w:r>
        <w:rPr>
          <w:rtl/>
        </w:rPr>
        <w:t xml:space="preserve">وَ تبرى ء الاكمَةَ والاَب رص باءِذنى و تُحيى الموتى بِاءذنى نسبت ابراء و احياء به عيسى </w:t>
      </w:r>
      <w:r w:rsidR="000C598D" w:rsidRPr="000C598D">
        <w:rPr>
          <w:rStyle w:val="libAlaemChar"/>
          <w:rtl/>
        </w:rPr>
        <w:t>عليه‌السلام</w:t>
      </w:r>
      <w:r w:rsidR="007D3118">
        <w:rPr>
          <w:rtl/>
        </w:rPr>
        <w:t xml:space="preserve"> </w:t>
      </w:r>
      <w:r>
        <w:rPr>
          <w:rtl/>
        </w:rPr>
        <w:t>داد</w:t>
      </w:r>
      <w:r w:rsidR="007D3118">
        <w:rPr>
          <w:rtl/>
        </w:rPr>
        <w:t xml:space="preserve">، </w:t>
      </w:r>
      <w:r>
        <w:rPr>
          <w:rtl/>
        </w:rPr>
        <w:t>نه از خود او</w:t>
      </w:r>
      <w:r w:rsidR="007D3118">
        <w:rPr>
          <w:rtl/>
        </w:rPr>
        <w:t xml:space="preserve">، </w:t>
      </w:r>
      <w:r>
        <w:rPr>
          <w:rtl/>
        </w:rPr>
        <w:t>بلكه به اذن پروردگار</w:t>
      </w:r>
      <w:r w:rsidR="007D3118">
        <w:rPr>
          <w:rtl/>
        </w:rPr>
        <w:t xml:space="preserve">. </w:t>
      </w:r>
    </w:p>
    <w:p w:rsidR="00587D34" w:rsidRDefault="00587D34" w:rsidP="00587D34">
      <w:pPr>
        <w:pStyle w:val="libNormal"/>
        <w:rPr>
          <w:rtl/>
        </w:rPr>
      </w:pPr>
      <w:r>
        <w:rPr>
          <w:rtl/>
        </w:rPr>
        <w:lastRenderedPageBreak/>
        <w:t>رابطه ميان همه مردم و خداوند هست</w:t>
      </w:r>
      <w:r w:rsidR="007D3118">
        <w:rPr>
          <w:rtl/>
        </w:rPr>
        <w:t xml:space="preserve">، </w:t>
      </w:r>
      <w:r>
        <w:rPr>
          <w:rtl/>
        </w:rPr>
        <w:t>اما نه چندان كه همه گونه تصرف كنند</w:t>
      </w:r>
      <w:r w:rsidR="007D3118">
        <w:rPr>
          <w:rtl/>
        </w:rPr>
        <w:t xml:space="preserve">، </w:t>
      </w:r>
      <w:r>
        <w:rPr>
          <w:rtl/>
        </w:rPr>
        <w:t>بلكه هر كس به قدر همت خويش و حسن ظن به خداوند و قوت اعتقاد و شدت توجه</w:t>
      </w:r>
      <w:r w:rsidR="007D3118">
        <w:rPr>
          <w:rtl/>
        </w:rPr>
        <w:t xml:space="preserve">، </w:t>
      </w:r>
      <w:r>
        <w:rPr>
          <w:rtl/>
        </w:rPr>
        <w:t>حاجت از خداى خواهد</w:t>
      </w:r>
      <w:r w:rsidR="007D3118">
        <w:rPr>
          <w:rtl/>
        </w:rPr>
        <w:t xml:space="preserve">، </w:t>
      </w:r>
      <w:r>
        <w:rPr>
          <w:rtl/>
        </w:rPr>
        <w:t>خداوند حاجت او را بر آورد</w:t>
      </w:r>
      <w:r w:rsidR="007D3118">
        <w:rPr>
          <w:rtl/>
        </w:rPr>
        <w:t xml:space="preserve">. </w:t>
      </w:r>
    </w:p>
    <w:tbl>
      <w:tblPr>
        <w:tblStyle w:val="TableGrid"/>
        <w:bidiVisual/>
        <w:tblW w:w="5210" w:type="pct"/>
        <w:tblLook w:val="01E0"/>
      </w:tblPr>
      <w:tblGrid>
        <w:gridCol w:w="3658"/>
        <w:gridCol w:w="270"/>
        <w:gridCol w:w="3978"/>
      </w:tblGrid>
      <w:tr w:rsidR="000C598D" w:rsidTr="000C598D">
        <w:trPr>
          <w:trHeight w:val="350"/>
        </w:trPr>
        <w:tc>
          <w:tcPr>
            <w:tcW w:w="3658" w:type="dxa"/>
            <w:shd w:val="clear" w:color="auto" w:fill="auto"/>
          </w:tcPr>
          <w:p w:rsidR="000C598D" w:rsidRDefault="000C598D" w:rsidP="00C46FA9">
            <w:pPr>
              <w:pStyle w:val="libPoem"/>
              <w:rPr>
                <w:rtl/>
              </w:rPr>
            </w:pPr>
            <w:r>
              <w:rPr>
                <w:rtl/>
              </w:rPr>
              <w:t>فيض روح القدس ار باز مدد فرمايد</w:t>
            </w:r>
            <w:r w:rsidRPr="00725071">
              <w:rPr>
                <w:rStyle w:val="libPoemTiniChar0"/>
                <w:rtl/>
              </w:rPr>
              <w:br/>
              <w:t> </w:t>
            </w:r>
          </w:p>
        </w:tc>
        <w:tc>
          <w:tcPr>
            <w:tcW w:w="270" w:type="dxa"/>
            <w:shd w:val="clear" w:color="auto" w:fill="auto"/>
          </w:tcPr>
          <w:p w:rsidR="000C598D" w:rsidRDefault="000C598D" w:rsidP="00C46FA9">
            <w:pPr>
              <w:pStyle w:val="libPoem"/>
              <w:rPr>
                <w:rtl/>
              </w:rPr>
            </w:pPr>
          </w:p>
        </w:tc>
        <w:tc>
          <w:tcPr>
            <w:tcW w:w="3977" w:type="dxa"/>
            <w:shd w:val="clear" w:color="auto" w:fill="auto"/>
          </w:tcPr>
          <w:p w:rsidR="000C598D" w:rsidRDefault="000C598D" w:rsidP="00C46FA9">
            <w:pPr>
              <w:pStyle w:val="libPoem"/>
              <w:rPr>
                <w:rtl/>
              </w:rPr>
            </w:pPr>
            <w:r>
              <w:rPr>
                <w:rtl/>
              </w:rPr>
              <w:t>دگران هم بكنند آن چه مسيحا مى كرد</w:t>
            </w:r>
            <w:r w:rsidRPr="00725071">
              <w:rPr>
                <w:rStyle w:val="libPoemTiniChar0"/>
                <w:rtl/>
              </w:rPr>
              <w:br/>
              <w:t> </w:t>
            </w:r>
          </w:p>
        </w:tc>
      </w:tr>
    </w:tbl>
    <w:p w:rsidR="00587D34" w:rsidRDefault="00587D34" w:rsidP="00587D34">
      <w:pPr>
        <w:pStyle w:val="libNormal"/>
        <w:rPr>
          <w:rtl/>
        </w:rPr>
      </w:pPr>
      <w:r>
        <w:rPr>
          <w:rtl/>
        </w:rPr>
        <w:t>آن مرد بدگمان و سست اعتقاد كه توجهى به رابطه با حق ندارد</w:t>
      </w:r>
      <w:r w:rsidR="007D3118">
        <w:rPr>
          <w:rtl/>
        </w:rPr>
        <w:t xml:space="preserve">، </w:t>
      </w:r>
      <w:r>
        <w:rPr>
          <w:rtl/>
        </w:rPr>
        <w:t>از خداى چيزى نمى خواهد تا مستجاب گردد</w:t>
      </w:r>
      <w:r w:rsidR="007D3118">
        <w:rPr>
          <w:rtl/>
        </w:rPr>
        <w:t xml:space="preserve">، </w:t>
      </w:r>
      <w:r>
        <w:rPr>
          <w:rtl/>
        </w:rPr>
        <w:t>و سالبه به انتقاء موضوع است</w:t>
      </w:r>
      <w:r w:rsidR="007D3118">
        <w:rPr>
          <w:rtl/>
        </w:rPr>
        <w:t xml:space="preserve">. </w:t>
      </w:r>
    </w:p>
    <w:p w:rsidR="00587D34" w:rsidRDefault="00587D34" w:rsidP="00626009">
      <w:pPr>
        <w:pStyle w:val="libNormal"/>
        <w:rPr>
          <w:rtl/>
        </w:rPr>
      </w:pPr>
      <w:r>
        <w:rPr>
          <w:rtl/>
        </w:rPr>
        <w:t>در انجيل آمده</w:t>
      </w:r>
      <w:r w:rsidR="00626009">
        <w:rPr>
          <w:rFonts w:hint="cs"/>
          <w:rtl/>
        </w:rPr>
        <w:t>‌</w:t>
      </w:r>
      <w:r>
        <w:rPr>
          <w:rtl/>
        </w:rPr>
        <w:t>است كه عيسى به حواريون گفت</w:t>
      </w:r>
      <w:r w:rsidR="007D3118">
        <w:rPr>
          <w:rtl/>
        </w:rPr>
        <w:t xml:space="preserve">: </w:t>
      </w:r>
      <w:r>
        <w:rPr>
          <w:rtl/>
        </w:rPr>
        <w:t>اگر از روى اعتقاد از خداى بخواهيد توانيد اين كوه ها را از جاى بركنيد</w:t>
      </w:r>
      <w:r w:rsidR="007D3118">
        <w:rPr>
          <w:rtl/>
        </w:rPr>
        <w:t xml:space="preserve">. </w:t>
      </w:r>
      <w:r>
        <w:rPr>
          <w:rtl/>
        </w:rPr>
        <w:t xml:space="preserve">در حديث سيف بن عميره است كه حضرت امام جعفر صادق </w:t>
      </w:r>
      <w:r w:rsidR="000C598D" w:rsidRPr="000C598D">
        <w:rPr>
          <w:rStyle w:val="libAlaemChar"/>
          <w:rtl/>
        </w:rPr>
        <w:t>عليه‌السلام</w:t>
      </w:r>
      <w:r w:rsidR="007D3118">
        <w:rPr>
          <w:rtl/>
        </w:rPr>
        <w:t xml:space="preserve"> </w:t>
      </w:r>
      <w:r>
        <w:rPr>
          <w:rtl/>
        </w:rPr>
        <w:t>فرمود</w:t>
      </w:r>
      <w:r w:rsidR="007D3118">
        <w:rPr>
          <w:rtl/>
        </w:rPr>
        <w:t xml:space="preserve">: </w:t>
      </w:r>
      <w:r>
        <w:rPr>
          <w:rtl/>
        </w:rPr>
        <w:t>چون خداى را خوانى به دل روى بدو كن و هم ابن فهد رحمة الله از آن حضرت روايت كند</w:t>
      </w:r>
      <w:r w:rsidR="007D3118">
        <w:rPr>
          <w:rtl/>
        </w:rPr>
        <w:t xml:space="preserve">: </w:t>
      </w:r>
      <w:r>
        <w:rPr>
          <w:rtl/>
        </w:rPr>
        <w:t>هر كه خواهد منزلت خويش را نزد خداى داند</w:t>
      </w:r>
      <w:r w:rsidR="007D3118">
        <w:rPr>
          <w:rtl/>
        </w:rPr>
        <w:t xml:space="preserve">، </w:t>
      </w:r>
      <w:r>
        <w:rPr>
          <w:rtl/>
        </w:rPr>
        <w:t>بنگرد كه منزلت خداى تعالى نزد او چگونه است</w:t>
      </w:r>
      <w:r w:rsidR="007D3118">
        <w:rPr>
          <w:rtl/>
        </w:rPr>
        <w:t xml:space="preserve">، </w:t>
      </w:r>
      <w:r>
        <w:rPr>
          <w:rtl/>
        </w:rPr>
        <w:t>كه خداى تعالى بنده را بدان منزلت قرار مى دهد كه بنده خداى را</w:t>
      </w:r>
      <w:r w:rsidR="007D3118">
        <w:rPr>
          <w:rtl/>
        </w:rPr>
        <w:t xml:space="preserve">. </w:t>
      </w:r>
    </w:p>
    <w:p w:rsidR="00587D34" w:rsidRDefault="00587D34" w:rsidP="00587D34">
      <w:pPr>
        <w:pStyle w:val="libNormal"/>
        <w:rPr>
          <w:rtl/>
        </w:rPr>
      </w:pPr>
      <w:r>
        <w:rPr>
          <w:rtl/>
        </w:rPr>
        <w:t xml:space="preserve">و هم در آن كتاب است كه از حضرت امام جعفر صادق </w:t>
      </w:r>
      <w:r w:rsidR="000C598D" w:rsidRPr="000C598D">
        <w:rPr>
          <w:rStyle w:val="libAlaemChar"/>
          <w:rtl/>
        </w:rPr>
        <w:t>عليه‌السلام</w:t>
      </w:r>
      <w:r w:rsidR="007D3118">
        <w:rPr>
          <w:rtl/>
        </w:rPr>
        <w:t xml:space="preserve"> ، </w:t>
      </w:r>
      <w:r>
        <w:rPr>
          <w:rtl/>
        </w:rPr>
        <w:t>هر كه آرزوى چيزى كند و خداوند بدان راضى باشد</w:t>
      </w:r>
      <w:r w:rsidR="007D3118">
        <w:rPr>
          <w:rtl/>
        </w:rPr>
        <w:t xml:space="preserve">، </w:t>
      </w:r>
      <w:r>
        <w:rPr>
          <w:rtl/>
        </w:rPr>
        <w:t>از اين جهان بيرون نرود تا آرزوى آن بر آيد</w:t>
      </w:r>
      <w:r w:rsidR="007D3118">
        <w:rPr>
          <w:rtl/>
        </w:rPr>
        <w:t xml:space="preserve">. </w:t>
      </w:r>
      <w:r>
        <w:rPr>
          <w:rtl/>
        </w:rPr>
        <w:t>و نيز فرمود</w:t>
      </w:r>
      <w:r w:rsidR="007D3118">
        <w:rPr>
          <w:rtl/>
        </w:rPr>
        <w:t xml:space="preserve">: </w:t>
      </w:r>
      <w:r>
        <w:rPr>
          <w:rtl/>
        </w:rPr>
        <w:t>چون دعا كنى حاجت خود را بر در آماده ببين و از عثمان بن عيسى روايت كند كه به آن حضرت گفت</w:t>
      </w:r>
      <w:r w:rsidR="007D3118">
        <w:rPr>
          <w:rtl/>
        </w:rPr>
        <w:t xml:space="preserve">: </w:t>
      </w:r>
      <w:r>
        <w:rPr>
          <w:rtl/>
        </w:rPr>
        <w:t>دو آيت در قرآن است كه هر چه جستم حقيقت آن را در نيافتم</w:t>
      </w:r>
      <w:r w:rsidR="007D3118">
        <w:rPr>
          <w:rtl/>
        </w:rPr>
        <w:t xml:space="preserve">، </w:t>
      </w:r>
      <w:r>
        <w:rPr>
          <w:rtl/>
        </w:rPr>
        <w:t>فرمود</w:t>
      </w:r>
      <w:r w:rsidR="007D3118">
        <w:rPr>
          <w:rtl/>
        </w:rPr>
        <w:t xml:space="preserve">: </w:t>
      </w:r>
      <w:r>
        <w:rPr>
          <w:rtl/>
        </w:rPr>
        <w:t>آن دو چيست؟ گفت</w:t>
      </w:r>
      <w:r w:rsidR="007D3118">
        <w:rPr>
          <w:rtl/>
        </w:rPr>
        <w:t xml:space="preserve">: </w:t>
      </w:r>
      <w:r>
        <w:rPr>
          <w:rtl/>
        </w:rPr>
        <w:t>ادعونى استجب لكم او را خوانديم و اجابت نديدم</w:t>
      </w:r>
      <w:r w:rsidR="007D3118">
        <w:rPr>
          <w:rtl/>
        </w:rPr>
        <w:t xml:space="preserve">. </w:t>
      </w:r>
      <w:r>
        <w:rPr>
          <w:rtl/>
        </w:rPr>
        <w:t>فرمود</w:t>
      </w:r>
      <w:r w:rsidR="007D3118">
        <w:rPr>
          <w:rtl/>
        </w:rPr>
        <w:t xml:space="preserve">: </w:t>
      </w:r>
      <w:r>
        <w:rPr>
          <w:rtl/>
        </w:rPr>
        <w:t>آيا پندارى كه خداوند خلف وعده كند؟ گفتم</w:t>
      </w:r>
      <w:r w:rsidR="007D3118">
        <w:rPr>
          <w:rtl/>
        </w:rPr>
        <w:t xml:space="preserve">: </w:t>
      </w:r>
      <w:r>
        <w:rPr>
          <w:rtl/>
        </w:rPr>
        <w:t>نى</w:t>
      </w:r>
      <w:r w:rsidR="007D3118">
        <w:rPr>
          <w:rtl/>
        </w:rPr>
        <w:t xml:space="preserve">، </w:t>
      </w:r>
      <w:r>
        <w:rPr>
          <w:rtl/>
        </w:rPr>
        <w:t>فرمود</w:t>
      </w:r>
      <w:r w:rsidR="007D3118">
        <w:rPr>
          <w:rtl/>
        </w:rPr>
        <w:t xml:space="preserve">: </w:t>
      </w:r>
      <w:r>
        <w:rPr>
          <w:rtl/>
        </w:rPr>
        <w:t>پس از چه جهت اجابت نكند؟ گفتم</w:t>
      </w:r>
      <w:r w:rsidR="007D3118">
        <w:rPr>
          <w:rtl/>
        </w:rPr>
        <w:t xml:space="preserve">: </w:t>
      </w:r>
      <w:r>
        <w:rPr>
          <w:rtl/>
        </w:rPr>
        <w:t>نمى دانم</w:t>
      </w:r>
      <w:r w:rsidR="007D3118">
        <w:rPr>
          <w:rtl/>
        </w:rPr>
        <w:t xml:space="preserve">. </w:t>
      </w:r>
      <w:r>
        <w:rPr>
          <w:rtl/>
        </w:rPr>
        <w:t>آن حضرت فرمود</w:t>
      </w:r>
      <w:r w:rsidR="007D3118">
        <w:rPr>
          <w:rtl/>
        </w:rPr>
        <w:t xml:space="preserve">: </w:t>
      </w:r>
      <w:r>
        <w:rPr>
          <w:rtl/>
        </w:rPr>
        <w:t>من به تو خبر دهم كه هر كس فرمان خدا برد و خداى را از راهش بخواند</w:t>
      </w:r>
      <w:r w:rsidR="007D3118">
        <w:rPr>
          <w:rtl/>
        </w:rPr>
        <w:t xml:space="preserve">، </w:t>
      </w:r>
      <w:r>
        <w:rPr>
          <w:rtl/>
        </w:rPr>
        <w:t>خداى اجابت او كند</w:t>
      </w:r>
      <w:r w:rsidR="007D3118">
        <w:rPr>
          <w:rtl/>
        </w:rPr>
        <w:t xml:space="preserve">، </w:t>
      </w:r>
      <w:r>
        <w:rPr>
          <w:rtl/>
        </w:rPr>
        <w:t>گفتم</w:t>
      </w:r>
      <w:r w:rsidR="007D3118">
        <w:rPr>
          <w:rtl/>
        </w:rPr>
        <w:t xml:space="preserve">: </w:t>
      </w:r>
      <w:r>
        <w:rPr>
          <w:rtl/>
        </w:rPr>
        <w:t>راه دعا چيست؟ به سپاس خداوند آغاز كنى و نعمت هاى او را ياد آورى و شكر او بگذارى</w:t>
      </w:r>
      <w:r w:rsidR="007D3118">
        <w:rPr>
          <w:rtl/>
        </w:rPr>
        <w:t xml:space="preserve">، </w:t>
      </w:r>
      <w:r>
        <w:rPr>
          <w:rtl/>
        </w:rPr>
        <w:t xml:space="preserve">آن گاه درود بر نبى </w:t>
      </w:r>
      <w:r>
        <w:rPr>
          <w:rtl/>
        </w:rPr>
        <w:lastRenderedPageBreak/>
        <w:t>(</w:t>
      </w:r>
      <w:r w:rsidR="00865B4A" w:rsidRPr="00865B4A">
        <w:rPr>
          <w:rStyle w:val="libAlaemChar"/>
          <w:rtl/>
        </w:rPr>
        <w:t>صلى‌الله‌عليه‌وآله‌وسلم</w:t>
      </w:r>
      <w:r w:rsidR="007D3118">
        <w:rPr>
          <w:rtl/>
        </w:rPr>
        <w:t xml:space="preserve">) </w:t>
      </w:r>
      <w:r>
        <w:rPr>
          <w:rtl/>
        </w:rPr>
        <w:t>و آل او فرستى و گناهان خويش بر شمارى و به آن ها اقرار كنى و آمرزش خواهى اين راه دعا كردن است</w:t>
      </w:r>
      <w:r w:rsidR="007D3118">
        <w:rPr>
          <w:rtl/>
        </w:rPr>
        <w:t xml:space="preserve">. </w:t>
      </w:r>
    </w:p>
    <w:p w:rsidR="00587D34" w:rsidRDefault="00587D34" w:rsidP="00587D34">
      <w:pPr>
        <w:pStyle w:val="libNormal"/>
        <w:rPr>
          <w:rtl/>
        </w:rPr>
      </w:pPr>
      <w:r>
        <w:rPr>
          <w:rtl/>
        </w:rPr>
        <w:t>آن گاه فرمود</w:t>
      </w:r>
      <w:r w:rsidR="007D3118">
        <w:rPr>
          <w:rtl/>
        </w:rPr>
        <w:t xml:space="preserve">: </w:t>
      </w:r>
      <w:r>
        <w:rPr>
          <w:rtl/>
        </w:rPr>
        <w:t>آيت ديگر كدام است؟ گفتم</w:t>
      </w:r>
      <w:r w:rsidR="007D3118">
        <w:rPr>
          <w:rtl/>
        </w:rPr>
        <w:t xml:space="preserve">: </w:t>
      </w:r>
      <w:r>
        <w:rPr>
          <w:rtl/>
        </w:rPr>
        <w:t>قول الله عز و جل</w:t>
      </w:r>
      <w:r w:rsidR="007D3118">
        <w:rPr>
          <w:rtl/>
        </w:rPr>
        <w:t xml:space="preserve">: </w:t>
      </w:r>
      <w:r>
        <w:rPr>
          <w:rtl/>
        </w:rPr>
        <w:t>وَ ما انفقتم من شى ء فه و يخلفه الى آخر الحديث</w:t>
      </w:r>
      <w:r w:rsidR="007D3118">
        <w:rPr>
          <w:rtl/>
        </w:rPr>
        <w:t xml:space="preserve">. </w:t>
      </w:r>
    </w:p>
    <w:p w:rsidR="00587D34" w:rsidRDefault="00587D34" w:rsidP="00587D34">
      <w:pPr>
        <w:pStyle w:val="libNormal"/>
        <w:rPr>
          <w:rtl/>
        </w:rPr>
      </w:pPr>
      <w:r>
        <w:rPr>
          <w:rtl/>
        </w:rPr>
        <w:t xml:space="preserve">در روايت از حضرت على بن الحسين </w:t>
      </w:r>
      <w:r w:rsidR="000C598D" w:rsidRPr="000C598D">
        <w:rPr>
          <w:rStyle w:val="libAlaemChar"/>
          <w:rtl/>
        </w:rPr>
        <w:t>عليه‌السلام</w:t>
      </w:r>
      <w:r w:rsidR="007D3118">
        <w:rPr>
          <w:rtl/>
        </w:rPr>
        <w:t xml:space="preserve"> </w:t>
      </w:r>
      <w:r>
        <w:rPr>
          <w:rtl/>
        </w:rPr>
        <w:t>آورده است</w:t>
      </w:r>
      <w:r w:rsidR="007D3118">
        <w:rPr>
          <w:rtl/>
        </w:rPr>
        <w:t xml:space="preserve">، </w:t>
      </w:r>
      <w:r>
        <w:rPr>
          <w:rtl/>
        </w:rPr>
        <w:t>در اقسام ذنوب كه فرمود</w:t>
      </w:r>
      <w:r w:rsidR="007D3118">
        <w:rPr>
          <w:rtl/>
        </w:rPr>
        <w:t xml:space="preserve">: </w:t>
      </w:r>
    </w:p>
    <w:p w:rsidR="00587D34" w:rsidRDefault="00587D34" w:rsidP="00587D34">
      <w:pPr>
        <w:pStyle w:val="libNormal"/>
        <w:rPr>
          <w:rtl/>
        </w:rPr>
      </w:pPr>
      <w:r>
        <w:rPr>
          <w:rtl/>
        </w:rPr>
        <w:t>آن گناهان كه دعا را رد مى كند و مانع اجابت مى شود</w:t>
      </w:r>
      <w:r w:rsidR="007D3118">
        <w:rPr>
          <w:rtl/>
        </w:rPr>
        <w:t xml:space="preserve">: </w:t>
      </w:r>
      <w:r>
        <w:rPr>
          <w:rtl/>
        </w:rPr>
        <w:t>نيت زشت است و ناپاكى سرشت و نفاق با برادران و باور نداشتن استجابت دعا و دير انداختن نماز واجب از وقت</w:t>
      </w:r>
      <w:r w:rsidR="007D3118">
        <w:rPr>
          <w:rtl/>
        </w:rPr>
        <w:t xml:space="preserve">. </w:t>
      </w:r>
      <w:r>
        <w:rPr>
          <w:rtl/>
        </w:rPr>
        <w:t>و در همين روايت</w:t>
      </w:r>
      <w:r w:rsidR="007D3118">
        <w:rPr>
          <w:rtl/>
        </w:rPr>
        <w:t xml:space="preserve">، </w:t>
      </w:r>
      <w:r>
        <w:rPr>
          <w:rtl/>
        </w:rPr>
        <w:t>انواع ديگر گناهان را تفسير كرده است كه بعضى در دعاى كميل نيز وارد شده است</w:t>
      </w:r>
      <w:r w:rsidR="007D3118">
        <w:rPr>
          <w:rtl/>
        </w:rPr>
        <w:t xml:space="preserve">. </w:t>
      </w:r>
    </w:p>
    <w:p w:rsidR="00587D34" w:rsidRDefault="00587D34" w:rsidP="00587D34">
      <w:pPr>
        <w:pStyle w:val="libNormal"/>
        <w:rPr>
          <w:rtl/>
        </w:rPr>
      </w:pPr>
      <w:r>
        <w:rPr>
          <w:rtl/>
        </w:rPr>
        <w:t>مناسب آمد چند جمله از آن را در اين جا نقل كنيم</w:t>
      </w:r>
      <w:r w:rsidR="007D3118">
        <w:rPr>
          <w:rtl/>
        </w:rPr>
        <w:t xml:space="preserve">: </w:t>
      </w:r>
      <w:r>
        <w:rPr>
          <w:rtl/>
        </w:rPr>
        <w:t>در تفسير تغير النعم فرمود</w:t>
      </w:r>
      <w:r w:rsidR="007D3118">
        <w:rPr>
          <w:rtl/>
        </w:rPr>
        <w:t xml:space="preserve">: </w:t>
      </w:r>
    </w:p>
    <w:p w:rsidR="00587D34" w:rsidRDefault="00587D34" w:rsidP="00587D34">
      <w:pPr>
        <w:pStyle w:val="libNormal"/>
        <w:rPr>
          <w:rtl/>
        </w:rPr>
      </w:pPr>
      <w:r>
        <w:rPr>
          <w:rtl/>
        </w:rPr>
        <w:t>آن گناهان كه نعمت ها را تغيير مى دهد</w:t>
      </w:r>
      <w:r w:rsidR="007D3118">
        <w:rPr>
          <w:rtl/>
        </w:rPr>
        <w:t xml:space="preserve">، </w:t>
      </w:r>
      <w:r>
        <w:rPr>
          <w:rtl/>
        </w:rPr>
        <w:t>ستم كردن بر مرم است و ترك عادت نيكو و احسان</w:t>
      </w:r>
      <w:r w:rsidR="007D3118">
        <w:rPr>
          <w:rtl/>
        </w:rPr>
        <w:t xml:space="preserve">، </w:t>
      </w:r>
      <w:r>
        <w:rPr>
          <w:rtl/>
        </w:rPr>
        <w:t>و كفران نعمت و شكر ناكردن</w:t>
      </w:r>
      <w:r w:rsidR="007D3118">
        <w:rPr>
          <w:rtl/>
        </w:rPr>
        <w:t xml:space="preserve">. </w:t>
      </w:r>
      <w:r>
        <w:rPr>
          <w:rtl/>
        </w:rPr>
        <w:t>و در تنزل النقم يعنى</w:t>
      </w:r>
      <w:r w:rsidR="007D3118">
        <w:rPr>
          <w:rtl/>
        </w:rPr>
        <w:t xml:space="preserve">: </w:t>
      </w:r>
      <w:r>
        <w:rPr>
          <w:rtl/>
        </w:rPr>
        <w:t>آن گناهان كه نقمت مى بارد</w:t>
      </w:r>
      <w:r w:rsidR="007D3118">
        <w:rPr>
          <w:rtl/>
        </w:rPr>
        <w:t xml:space="preserve">، </w:t>
      </w:r>
      <w:r>
        <w:rPr>
          <w:rtl/>
        </w:rPr>
        <w:t>فرمود</w:t>
      </w:r>
      <w:r w:rsidR="007D3118">
        <w:rPr>
          <w:rtl/>
        </w:rPr>
        <w:t xml:space="preserve">: </w:t>
      </w:r>
      <w:r>
        <w:rPr>
          <w:rtl/>
        </w:rPr>
        <w:t>آن كه خدا را شناسد و نافرمان او كند و ديگر خويش را</w:t>
      </w:r>
      <w:r w:rsidR="007D3118">
        <w:rPr>
          <w:rtl/>
        </w:rPr>
        <w:t xml:space="preserve">، </w:t>
      </w:r>
      <w:r>
        <w:rPr>
          <w:rtl/>
        </w:rPr>
        <w:t>برتر از ديگران دانستن و آنان را استهزا كردن</w:t>
      </w:r>
      <w:r w:rsidR="007D3118">
        <w:rPr>
          <w:rtl/>
        </w:rPr>
        <w:t xml:space="preserve">؛ </w:t>
      </w:r>
      <w:r>
        <w:rPr>
          <w:rtl/>
        </w:rPr>
        <w:t>و گناهانى كه پرده مى درد تهتك العصم شراب خوردن و قمار باختن و به كارهاى مضحك پرداختن و لغو و مزاح كردن و عيوب مردم گفتن و با مردم ناصالح همنشين شدن</w:t>
      </w:r>
      <w:r w:rsidR="007D3118">
        <w:rPr>
          <w:rtl/>
        </w:rPr>
        <w:t xml:space="preserve">؛ </w:t>
      </w:r>
      <w:r>
        <w:rPr>
          <w:rtl/>
        </w:rPr>
        <w:t>و آن گناهان كه بلا مى آورد</w:t>
      </w:r>
      <w:r w:rsidR="007D3118">
        <w:rPr>
          <w:rtl/>
        </w:rPr>
        <w:t xml:space="preserve">، </w:t>
      </w:r>
      <w:r>
        <w:rPr>
          <w:rtl/>
        </w:rPr>
        <w:t>به داد بيچارگان نارسيدن و كمك مظلوم ناكردن و امر به معروف و نهى از منكر را ترك كردن</w:t>
      </w:r>
      <w:r w:rsidR="007D3118">
        <w:rPr>
          <w:rtl/>
        </w:rPr>
        <w:t xml:space="preserve">، </w:t>
      </w:r>
      <w:r>
        <w:rPr>
          <w:rtl/>
        </w:rPr>
        <w:t>و الذنوب التى تقطع الرجاء آن گناهان كه اميد را قطع مى كند</w:t>
      </w:r>
      <w:r w:rsidR="007D3118">
        <w:rPr>
          <w:rtl/>
        </w:rPr>
        <w:t xml:space="preserve">، </w:t>
      </w:r>
      <w:r>
        <w:rPr>
          <w:rtl/>
        </w:rPr>
        <w:t>ياءس از رحمت خداوند و نوميدى از بخشايش او و به غير خداوند اعتماد كردن و وعده او را دروغ شمردن است</w:t>
      </w:r>
      <w:r w:rsidR="007D3118">
        <w:rPr>
          <w:rtl/>
        </w:rPr>
        <w:t xml:space="preserve">، </w:t>
      </w:r>
      <w:r>
        <w:rPr>
          <w:rtl/>
        </w:rPr>
        <w:t xml:space="preserve">و آن گناهان كه </w:t>
      </w:r>
      <w:r>
        <w:rPr>
          <w:rtl/>
        </w:rPr>
        <w:lastRenderedPageBreak/>
        <w:t>باران را باز مى دارد</w:t>
      </w:r>
      <w:r w:rsidR="007D3118">
        <w:rPr>
          <w:rtl/>
        </w:rPr>
        <w:t xml:space="preserve">، </w:t>
      </w:r>
      <w:r>
        <w:rPr>
          <w:rtl/>
        </w:rPr>
        <w:t>آن است كه قضاوت در احكام خويش عدل نكنند</w:t>
      </w:r>
      <w:r w:rsidR="007D3118">
        <w:rPr>
          <w:rtl/>
        </w:rPr>
        <w:t xml:space="preserve">، </w:t>
      </w:r>
      <w:r>
        <w:rPr>
          <w:rtl/>
        </w:rPr>
        <w:t>و ديگر شهادت دروغ گفتن و شهادت حق را پنهان داشتن</w:t>
      </w:r>
      <w:r w:rsidR="007D3118">
        <w:rPr>
          <w:rtl/>
        </w:rPr>
        <w:t xml:space="preserve">، </w:t>
      </w:r>
      <w:r>
        <w:rPr>
          <w:rtl/>
        </w:rPr>
        <w:t>و زكات و قرض ندادن</w:t>
      </w:r>
      <w:r w:rsidR="007D3118">
        <w:rPr>
          <w:rtl/>
        </w:rPr>
        <w:t xml:space="preserve">، </w:t>
      </w:r>
      <w:r>
        <w:rPr>
          <w:rtl/>
        </w:rPr>
        <w:t>و از عاريت دادن اسباب خانه دريغ داشتن</w:t>
      </w:r>
      <w:r w:rsidR="007D3118">
        <w:rPr>
          <w:rtl/>
        </w:rPr>
        <w:t xml:space="preserve">، </w:t>
      </w:r>
      <w:r>
        <w:rPr>
          <w:rtl/>
        </w:rPr>
        <w:t>و با تهى دستان و نيازمندان دل سختى نمودن و بر كودك بى پدر و زن بى شوهر</w:t>
      </w:r>
      <w:r w:rsidR="007D3118">
        <w:rPr>
          <w:rtl/>
        </w:rPr>
        <w:t xml:space="preserve">. </w:t>
      </w:r>
      <w:r>
        <w:rPr>
          <w:rtl/>
        </w:rPr>
        <w:t>ستم كردن و گدا را راندن و شبانه از در خانه باز گردانيدن</w:t>
      </w:r>
      <w:r w:rsidR="007D3118">
        <w:rPr>
          <w:rtl/>
        </w:rPr>
        <w:t xml:space="preserve">، </w:t>
      </w:r>
      <w:r>
        <w:rPr>
          <w:rtl/>
        </w:rPr>
        <w:t>نعوذ بالله من ذلك بلطفه و كرمه (انتهى ملخصا</w:t>
      </w:r>
      <w:r w:rsidR="007D3118">
        <w:rPr>
          <w:rtl/>
        </w:rPr>
        <w:t xml:space="preserve">) </w:t>
      </w:r>
    </w:p>
    <w:p w:rsidR="00587D34" w:rsidRDefault="00587D34" w:rsidP="00587D34">
      <w:pPr>
        <w:pStyle w:val="libNormal"/>
        <w:rPr>
          <w:rtl/>
        </w:rPr>
      </w:pPr>
      <w:r>
        <w:rPr>
          <w:rtl/>
        </w:rPr>
        <w:t>بارى اولياى خدا يعنى ائمه دين</w:t>
      </w:r>
      <w:r w:rsidR="007D3118">
        <w:rPr>
          <w:rtl/>
        </w:rPr>
        <w:t xml:space="preserve">، </w:t>
      </w:r>
      <w:r>
        <w:rPr>
          <w:rtl/>
        </w:rPr>
        <w:t>در مقام ولايت و اتصال و قرب الهى</w:t>
      </w:r>
      <w:r w:rsidR="007D3118">
        <w:rPr>
          <w:rtl/>
        </w:rPr>
        <w:t xml:space="preserve">، </w:t>
      </w:r>
      <w:r>
        <w:rPr>
          <w:rtl/>
        </w:rPr>
        <w:t>از هر چيز كه در آن عالم است با خبر بودند و بر هر چيز به قدرت او قادر</w:t>
      </w:r>
      <w:r w:rsidR="007D3118">
        <w:rPr>
          <w:rtl/>
        </w:rPr>
        <w:t xml:space="preserve">، </w:t>
      </w:r>
      <w:r>
        <w:rPr>
          <w:rtl/>
        </w:rPr>
        <w:t>و دعاى آنان هر چه مى خواستند مستجاب مى شود و ديگران كه مقام ولايت ندارند</w:t>
      </w:r>
      <w:r w:rsidR="007D3118">
        <w:rPr>
          <w:rtl/>
        </w:rPr>
        <w:t xml:space="preserve">، </w:t>
      </w:r>
      <w:r>
        <w:rPr>
          <w:rtl/>
        </w:rPr>
        <w:t>شايد كم و بيش از عالم معنى بى نصيب نباشند</w:t>
      </w:r>
      <w:r w:rsidR="007D3118">
        <w:rPr>
          <w:rtl/>
        </w:rPr>
        <w:t xml:space="preserve">. </w:t>
      </w:r>
      <w:r>
        <w:rPr>
          <w:rtl/>
        </w:rPr>
        <w:t>گاهى در عالم رؤ يا به وجهى مظنون و مبهم از آن عالم آگاه مى گردند و خوابى قابل تعبير بيند و دعاى آنان در جزئيات مستجاب شود اما اولياى خدا</w:t>
      </w:r>
      <w:r w:rsidR="007D3118">
        <w:rPr>
          <w:rtl/>
        </w:rPr>
        <w:t xml:space="preserve">، </w:t>
      </w:r>
      <w:r>
        <w:rPr>
          <w:rtl/>
        </w:rPr>
        <w:t>اسم اعظم دارند و هر چه بخواند همان واقع شود و هر چه بينند</w:t>
      </w:r>
      <w:r w:rsidR="007D3118">
        <w:rPr>
          <w:rtl/>
        </w:rPr>
        <w:t xml:space="preserve">، </w:t>
      </w:r>
      <w:r>
        <w:rPr>
          <w:rtl/>
        </w:rPr>
        <w:t>به وجه علمى و روشن و مفصل بينند</w:t>
      </w:r>
      <w:r w:rsidR="007D3118">
        <w:rPr>
          <w:rtl/>
        </w:rPr>
        <w:t xml:space="preserve">، </w:t>
      </w:r>
      <w:r>
        <w:rPr>
          <w:rtl/>
        </w:rPr>
        <w:t xml:space="preserve">چنان كه اميرالمؤمنين </w:t>
      </w:r>
      <w:r w:rsidR="000C598D" w:rsidRPr="000C598D">
        <w:rPr>
          <w:rStyle w:val="libAlaemChar"/>
          <w:rtl/>
        </w:rPr>
        <w:t>عليه‌السلام</w:t>
      </w:r>
      <w:r w:rsidR="007D3118">
        <w:rPr>
          <w:rtl/>
        </w:rPr>
        <w:t xml:space="preserve"> </w:t>
      </w:r>
      <w:r>
        <w:rPr>
          <w:rtl/>
        </w:rPr>
        <w:t>بسيارى از اخبار آينده را بيان كرد و در كتاب ها پيش از وقوع نوشتند و سال ها پس از تاليف كتاب</w:t>
      </w:r>
      <w:r w:rsidR="007D3118">
        <w:rPr>
          <w:rtl/>
        </w:rPr>
        <w:t xml:space="preserve">، </w:t>
      </w:r>
      <w:r>
        <w:rPr>
          <w:rtl/>
        </w:rPr>
        <w:t>آن قضايا را واقع شد</w:t>
      </w:r>
      <w:r w:rsidR="007D3118">
        <w:rPr>
          <w:rtl/>
        </w:rPr>
        <w:t xml:space="preserve">، </w:t>
      </w:r>
      <w:r>
        <w:rPr>
          <w:rtl/>
        </w:rPr>
        <w:t>مانند خبر از آمدن هلاكو كه پيش از او در نهج البلاغه ثبت افتاد</w:t>
      </w:r>
      <w:r w:rsidR="007D3118">
        <w:rPr>
          <w:rtl/>
        </w:rPr>
        <w:t xml:space="preserve">. </w:t>
      </w:r>
      <w:r>
        <w:rPr>
          <w:rtl/>
        </w:rPr>
        <w:t>و مثل آن كه در مروج الذهب كه در حدود سال سيصد هجرى تاليف شده است</w:t>
      </w:r>
      <w:r w:rsidR="007D3118">
        <w:rPr>
          <w:rtl/>
        </w:rPr>
        <w:t xml:space="preserve">، </w:t>
      </w:r>
      <w:r>
        <w:rPr>
          <w:rtl/>
        </w:rPr>
        <w:t>سيصد و پنجاه سال پيش از انقراض خلافت عباسيان</w:t>
      </w:r>
      <w:r w:rsidR="007D3118">
        <w:rPr>
          <w:rtl/>
        </w:rPr>
        <w:t xml:space="preserve">، </w:t>
      </w:r>
      <w:r>
        <w:rPr>
          <w:rtl/>
        </w:rPr>
        <w:t>از ابوبكر بن عياش روايت مى كند</w:t>
      </w:r>
      <w:r w:rsidR="007D3118">
        <w:rPr>
          <w:rtl/>
        </w:rPr>
        <w:t xml:space="preserve">: </w:t>
      </w:r>
      <w:r>
        <w:rPr>
          <w:rtl/>
        </w:rPr>
        <w:t>در اواخر مائه دوم كه چون هارون الرشيد از سفر حج باز آمد</w:t>
      </w:r>
      <w:r w:rsidR="007D3118">
        <w:rPr>
          <w:rtl/>
        </w:rPr>
        <w:t xml:space="preserve">، </w:t>
      </w:r>
      <w:r>
        <w:rPr>
          <w:rtl/>
        </w:rPr>
        <w:t>ابوبكر در مسجد كوفه گفت</w:t>
      </w:r>
      <w:r w:rsidR="007D3118">
        <w:rPr>
          <w:rtl/>
        </w:rPr>
        <w:t xml:space="preserve">: </w:t>
      </w:r>
      <w:r>
        <w:rPr>
          <w:rtl/>
        </w:rPr>
        <w:t>پس از هارون كسى از ملوك بنى العباس به حج موفق نگردد</w:t>
      </w:r>
      <w:r w:rsidR="007D3118">
        <w:rPr>
          <w:rtl/>
        </w:rPr>
        <w:t xml:space="preserve">، </w:t>
      </w:r>
      <w:r>
        <w:rPr>
          <w:rtl/>
        </w:rPr>
        <w:t>كسى گفت</w:t>
      </w:r>
      <w:r w:rsidR="007D3118">
        <w:rPr>
          <w:rtl/>
        </w:rPr>
        <w:t xml:space="preserve">: </w:t>
      </w:r>
      <w:r>
        <w:rPr>
          <w:rtl/>
        </w:rPr>
        <w:t>يا ابابكر اين را به نجوم و وهم گويى يا وحى؟ گفت</w:t>
      </w:r>
      <w:r w:rsidR="007D3118">
        <w:rPr>
          <w:rtl/>
        </w:rPr>
        <w:t xml:space="preserve">: </w:t>
      </w:r>
      <w:r>
        <w:rPr>
          <w:rtl/>
        </w:rPr>
        <w:t>به وحى گويم</w:t>
      </w:r>
      <w:r w:rsidR="007D3118">
        <w:rPr>
          <w:rtl/>
        </w:rPr>
        <w:t xml:space="preserve">؛ </w:t>
      </w:r>
      <w:r>
        <w:rPr>
          <w:rtl/>
        </w:rPr>
        <w:t>راوى پرسيد</w:t>
      </w:r>
      <w:r w:rsidR="007D3118">
        <w:rPr>
          <w:rtl/>
        </w:rPr>
        <w:t xml:space="preserve">: </w:t>
      </w:r>
      <w:r>
        <w:rPr>
          <w:rtl/>
        </w:rPr>
        <w:t>وحى بر خود شما آمد؟ ابوبكر گفت</w:t>
      </w:r>
      <w:r w:rsidR="007D3118">
        <w:rPr>
          <w:rtl/>
        </w:rPr>
        <w:t xml:space="preserve">: </w:t>
      </w:r>
      <w:r>
        <w:rPr>
          <w:rtl/>
        </w:rPr>
        <w:t>نى وحى بر پيغمبر (</w:t>
      </w:r>
      <w:r w:rsidR="00865B4A" w:rsidRPr="00865B4A">
        <w:rPr>
          <w:rStyle w:val="libAlaemChar"/>
          <w:rtl/>
        </w:rPr>
        <w:t>صلى‌الله‌عليه‌وآله‌وسلم</w:t>
      </w:r>
      <w:r w:rsidR="007D3118">
        <w:rPr>
          <w:rtl/>
        </w:rPr>
        <w:t xml:space="preserve">) </w:t>
      </w:r>
      <w:r>
        <w:rPr>
          <w:rtl/>
        </w:rPr>
        <w:t xml:space="preserve">آمد و اين مرد مقتول در اين مكان خبر داد و اشارت به مقتل اميرالمؤمنين </w:t>
      </w:r>
      <w:r w:rsidR="000C598D" w:rsidRPr="000C598D">
        <w:rPr>
          <w:rStyle w:val="libAlaemChar"/>
          <w:rtl/>
        </w:rPr>
        <w:t>عليه‌السلام</w:t>
      </w:r>
      <w:r w:rsidR="007D3118">
        <w:rPr>
          <w:rtl/>
        </w:rPr>
        <w:t xml:space="preserve"> </w:t>
      </w:r>
      <w:r>
        <w:rPr>
          <w:rtl/>
        </w:rPr>
        <w:t>كرد</w:t>
      </w:r>
      <w:r w:rsidR="007D3118">
        <w:rPr>
          <w:rtl/>
        </w:rPr>
        <w:t xml:space="preserve">. </w:t>
      </w:r>
    </w:p>
    <w:p w:rsidR="00587D34" w:rsidRDefault="00587D34" w:rsidP="00587D34">
      <w:pPr>
        <w:pStyle w:val="libNormal"/>
        <w:rPr>
          <w:rtl/>
        </w:rPr>
      </w:pPr>
      <w:r>
        <w:rPr>
          <w:rtl/>
        </w:rPr>
        <w:lastRenderedPageBreak/>
        <w:t>اكنون بنگر چنين خبرى كه به قرائت ظاهرى باوركردنى نيست</w:t>
      </w:r>
      <w:r w:rsidR="007D3118">
        <w:rPr>
          <w:rtl/>
        </w:rPr>
        <w:t xml:space="preserve">، </w:t>
      </w:r>
      <w:r>
        <w:rPr>
          <w:rtl/>
        </w:rPr>
        <w:t>چگونه ابوبكر بن عياش كه ازهد زهاد و اعلم قراء زمان خود بود</w:t>
      </w:r>
      <w:r w:rsidR="007D3118">
        <w:rPr>
          <w:rtl/>
        </w:rPr>
        <w:t xml:space="preserve">، </w:t>
      </w:r>
      <w:r>
        <w:rPr>
          <w:rtl/>
        </w:rPr>
        <w:t>به قطع و يقين گفت</w:t>
      </w:r>
      <w:r w:rsidR="007D3118">
        <w:rPr>
          <w:rtl/>
        </w:rPr>
        <w:t xml:space="preserve">: </w:t>
      </w:r>
      <w:r>
        <w:rPr>
          <w:rtl/>
        </w:rPr>
        <w:t>پانصد سال پيش از انقراض بنى العباس و سيصد و پنجاه سال پيش از آن در كتاب ها نوشتند</w:t>
      </w:r>
      <w:r w:rsidR="007D3118">
        <w:rPr>
          <w:rtl/>
        </w:rPr>
        <w:t xml:space="preserve">. </w:t>
      </w:r>
    </w:p>
    <w:p w:rsidR="00587D34" w:rsidRDefault="00587D34" w:rsidP="00587D34">
      <w:pPr>
        <w:pStyle w:val="libNormal"/>
        <w:rPr>
          <w:rtl/>
        </w:rPr>
      </w:pPr>
      <w:r>
        <w:rPr>
          <w:rtl/>
        </w:rPr>
        <w:t>اما اين كه باوركردنى نيست</w:t>
      </w:r>
      <w:r w:rsidR="007D3118">
        <w:rPr>
          <w:rtl/>
        </w:rPr>
        <w:t xml:space="preserve">، </w:t>
      </w:r>
      <w:r>
        <w:rPr>
          <w:rtl/>
        </w:rPr>
        <w:t>چون تعقل نمى شود</w:t>
      </w:r>
      <w:r w:rsidR="007D3118">
        <w:rPr>
          <w:rtl/>
        </w:rPr>
        <w:t xml:space="preserve">، </w:t>
      </w:r>
      <w:r>
        <w:rPr>
          <w:rtl/>
        </w:rPr>
        <w:t>در اين مدت كسانى كه خود را جانشين پيغمبر (</w:t>
      </w:r>
      <w:r w:rsidR="00865B4A" w:rsidRPr="00865B4A">
        <w:rPr>
          <w:rStyle w:val="libAlaemChar"/>
          <w:rtl/>
        </w:rPr>
        <w:t>صلى‌الله‌عليه‌وآله‌وسلم</w:t>
      </w:r>
      <w:r w:rsidR="007D3118">
        <w:rPr>
          <w:rtl/>
        </w:rPr>
        <w:t xml:space="preserve">) </w:t>
      </w:r>
      <w:r>
        <w:rPr>
          <w:rtl/>
        </w:rPr>
        <w:t>مى دانند و دولت آن ها به تمام معناى دينى و اسلامى بوده است</w:t>
      </w:r>
      <w:r w:rsidR="007D3118">
        <w:rPr>
          <w:rtl/>
        </w:rPr>
        <w:t xml:space="preserve">، </w:t>
      </w:r>
      <w:r>
        <w:rPr>
          <w:rtl/>
        </w:rPr>
        <w:t>به يكى از فرايض كه شعار دين مبين اسلام است</w:t>
      </w:r>
      <w:r w:rsidR="007D3118">
        <w:rPr>
          <w:rtl/>
        </w:rPr>
        <w:t xml:space="preserve">، </w:t>
      </w:r>
      <w:r>
        <w:rPr>
          <w:rtl/>
        </w:rPr>
        <w:t xml:space="preserve">موفق نگردند و راستى چنان شد كه پس از هارون هيچ خليفه اى نتوانست به حج رود و امثال آن در اخبار غيبت ائمه </w:t>
      </w:r>
      <w:r w:rsidR="000C598D" w:rsidRPr="000C598D">
        <w:rPr>
          <w:rStyle w:val="libAlaemChar"/>
          <w:rtl/>
        </w:rPr>
        <w:t>عليهم‌السلام</w:t>
      </w:r>
      <w:r w:rsidR="007D3118">
        <w:rPr>
          <w:rtl/>
        </w:rPr>
        <w:t xml:space="preserve"> </w:t>
      </w:r>
      <w:r>
        <w:rPr>
          <w:rtl/>
        </w:rPr>
        <w:t>بسيار باشد</w:t>
      </w:r>
      <w:r w:rsidR="007D3118">
        <w:rPr>
          <w:rtl/>
        </w:rPr>
        <w:t xml:space="preserve">. </w:t>
      </w:r>
      <w:r>
        <w:rPr>
          <w:rtl/>
        </w:rPr>
        <w:t>ائمه اين گونه با عالم غيب رابطه داشتند</w:t>
      </w:r>
      <w:r w:rsidR="007D3118">
        <w:rPr>
          <w:rtl/>
        </w:rPr>
        <w:t xml:space="preserve">، </w:t>
      </w:r>
      <w:r>
        <w:rPr>
          <w:rtl/>
        </w:rPr>
        <w:t>هزاران برابر پيش از آن چه براى ديگران ميسر است اجابت دعاى آنان نيز هزاران برابر پيش از آن بود كه ما توقع استجابت از خدا داريم</w:t>
      </w:r>
      <w:r w:rsidR="007D3118">
        <w:rPr>
          <w:rtl/>
        </w:rPr>
        <w:t xml:space="preserve">. </w:t>
      </w:r>
      <w:r>
        <w:rPr>
          <w:rtl/>
        </w:rPr>
        <w:t>و اگر ما عين عبارت آن ها را بخوانيم و دعاهاى مستجاب شده آن ها را تكرار كنيم</w:t>
      </w:r>
      <w:r w:rsidR="007D3118">
        <w:rPr>
          <w:rtl/>
        </w:rPr>
        <w:t xml:space="preserve">، </w:t>
      </w:r>
      <w:r>
        <w:rPr>
          <w:rtl/>
        </w:rPr>
        <w:t>اميد اجابت به حرمت ائمه دين بيشتر است</w:t>
      </w:r>
      <w:r w:rsidR="007D3118">
        <w:rPr>
          <w:rtl/>
        </w:rPr>
        <w:t xml:space="preserve">. </w:t>
      </w:r>
      <w:r>
        <w:rPr>
          <w:rtl/>
        </w:rPr>
        <w:t>و الله الهادى الى سبيل الرشاد و مجيب دعو التعباد</w:t>
      </w:r>
      <w:r w:rsidR="007D3118">
        <w:rPr>
          <w:rtl/>
        </w:rPr>
        <w:t xml:space="preserve">. </w:t>
      </w:r>
    </w:p>
    <w:p w:rsidR="00587D34" w:rsidRDefault="00587D34" w:rsidP="00587D34">
      <w:pPr>
        <w:pStyle w:val="libNormal"/>
        <w:rPr>
          <w:rtl/>
        </w:rPr>
      </w:pPr>
      <w:r>
        <w:rPr>
          <w:rtl/>
        </w:rPr>
        <w:t>اما چنان چه گفتيم شرط بزرگ دعا</w:t>
      </w:r>
      <w:r w:rsidR="007D3118">
        <w:rPr>
          <w:rtl/>
        </w:rPr>
        <w:t xml:space="preserve">، </w:t>
      </w:r>
      <w:r>
        <w:rPr>
          <w:rtl/>
        </w:rPr>
        <w:t>حسن ظن به خداوند و توجه قلب و خضوع و خشوع است و اگر كسى در خويش فتورى بيند</w:t>
      </w:r>
      <w:r w:rsidR="007D3118">
        <w:rPr>
          <w:rtl/>
        </w:rPr>
        <w:t xml:space="preserve">، </w:t>
      </w:r>
      <w:r>
        <w:rPr>
          <w:rtl/>
        </w:rPr>
        <w:t>بايد به علاج روحانى</w:t>
      </w:r>
      <w:r w:rsidR="007D3118">
        <w:rPr>
          <w:rtl/>
        </w:rPr>
        <w:t xml:space="preserve">، </w:t>
      </w:r>
      <w:r>
        <w:rPr>
          <w:rtl/>
        </w:rPr>
        <w:t xml:space="preserve">بيمارى خويش را بهبودى بخشد چنان كه در روايت سعيد بن يسار از حضرت امام جعفر صادق </w:t>
      </w:r>
      <w:r w:rsidR="000C598D" w:rsidRPr="000C598D">
        <w:rPr>
          <w:rStyle w:val="libAlaemChar"/>
          <w:rtl/>
        </w:rPr>
        <w:t>عليه‌السلام</w:t>
      </w:r>
      <w:r w:rsidR="007D3118">
        <w:rPr>
          <w:rtl/>
        </w:rPr>
        <w:t xml:space="preserve"> </w:t>
      </w:r>
      <w:r>
        <w:rPr>
          <w:rtl/>
        </w:rPr>
        <w:t>فرمود</w:t>
      </w:r>
      <w:r w:rsidR="007D3118">
        <w:rPr>
          <w:rtl/>
        </w:rPr>
        <w:t xml:space="preserve">: </w:t>
      </w:r>
      <w:r>
        <w:rPr>
          <w:rtl/>
        </w:rPr>
        <w:t>«رغبت» چنين است و باطن كف دست سوى آسمان نمود و «رهبت» چنين است</w:t>
      </w:r>
      <w:r w:rsidR="007D3118">
        <w:rPr>
          <w:rtl/>
        </w:rPr>
        <w:t xml:space="preserve">، </w:t>
      </w:r>
      <w:r>
        <w:rPr>
          <w:rtl/>
        </w:rPr>
        <w:t>پشت دست جانب آسمان كرد و «تضرع» چنين است و انگشتان را به راست و چپ حركت داد</w:t>
      </w:r>
      <w:r w:rsidR="007D3118">
        <w:rPr>
          <w:rtl/>
        </w:rPr>
        <w:t xml:space="preserve">. </w:t>
      </w:r>
    </w:p>
    <w:p w:rsidR="00587D34" w:rsidRDefault="00587D34" w:rsidP="00587D34">
      <w:pPr>
        <w:pStyle w:val="libNormal"/>
        <w:rPr>
          <w:rtl/>
        </w:rPr>
      </w:pPr>
      <w:r>
        <w:rPr>
          <w:rtl/>
        </w:rPr>
        <w:lastRenderedPageBreak/>
        <w:t>«تبتل» چنين است و انگشتان را يك بار بالا برد و بار ديگر پايين آورد</w:t>
      </w:r>
      <w:r w:rsidR="007D3118">
        <w:rPr>
          <w:rtl/>
        </w:rPr>
        <w:t xml:space="preserve">، </w:t>
      </w:r>
      <w:r>
        <w:rPr>
          <w:rtl/>
        </w:rPr>
        <w:t>«ابتهال» چنين است و دست ها را كشيده مقابل روى نگاه داشت و فرمود</w:t>
      </w:r>
      <w:r w:rsidR="007D3118">
        <w:rPr>
          <w:rtl/>
        </w:rPr>
        <w:t xml:space="preserve">: </w:t>
      </w:r>
      <w:r>
        <w:rPr>
          <w:rtl/>
        </w:rPr>
        <w:t>ابتهال منما تا اشك تو روان گردد (انتهى</w:t>
      </w:r>
      <w:r w:rsidR="007D3118">
        <w:rPr>
          <w:rtl/>
        </w:rPr>
        <w:t xml:space="preserve">) </w:t>
      </w:r>
    </w:p>
    <w:p w:rsidR="00587D34" w:rsidRDefault="00587D34" w:rsidP="00587D34">
      <w:pPr>
        <w:pStyle w:val="libNormal"/>
        <w:rPr>
          <w:rtl/>
        </w:rPr>
      </w:pPr>
      <w:r>
        <w:rPr>
          <w:rtl/>
        </w:rPr>
        <w:t xml:space="preserve">چنان كه امام </w:t>
      </w:r>
      <w:r w:rsidR="000C598D" w:rsidRPr="000C598D">
        <w:rPr>
          <w:rStyle w:val="libAlaemChar"/>
          <w:rtl/>
        </w:rPr>
        <w:t>عليه‌السلام</w:t>
      </w:r>
      <w:r w:rsidR="007D3118">
        <w:rPr>
          <w:rtl/>
        </w:rPr>
        <w:t xml:space="preserve"> </w:t>
      </w:r>
      <w:r>
        <w:rPr>
          <w:rtl/>
        </w:rPr>
        <w:t>فرمود</w:t>
      </w:r>
      <w:r w:rsidR="007D3118">
        <w:rPr>
          <w:rtl/>
        </w:rPr>
        <w:t xml:space="preserve">: </w:t>
      </w:r>
      <w:r>
        <w:rPr>
          <w:rtl/>
        </w:rPr>
        <w:t>حالات نفسانى</w:t>
      </w:r>
      <w:r w:rsidR="007D3118">
        <w:rPr>
          <w:rtl/>
        </w:rPr>
        <w:t xml:space="preserve">، </w:t>
      </w:r>
      <w:r>
        <w:rPr>
          <w:rtl/>
        </w:rPr>
        <w:t>در ظاهر اعضا آثارى دارد كه انيت آن معلوم است و علت آن مجهول</w:t>
      </w:r>
      <w:r w:rsidR="007D3118">
        <w:rPr>
          <w:rtl/>
        </w:rPr>
        <w:t xml:space="preserve">، </w:t>
      </w:r>
      <w:r>
        <w:rPr>
          <w:rtl/>
        </w:rPr>
        <w:t>چنان كه از حركات جوارح مردم توان دريافت كه در قلب آن ها چيست و صورتگران و نقاشان استاد</w:t>
      </w:r>
      <w:r w:rsidR="007D3118">
        <w:rPr>
          <w:rtl/>
        </w:rPr>
        <w:t xml:space="preserve">، </w:t>
      </w:r>
      <w:r>
        <w:rPr>
          <w:rtl/>
        </w:rPr>
        <w:t>بر اين امور واقفند و هر چه ماهرتر باشند</w:t>
      </w:r>
      <w:r w:rsidR="007D3118">
        <w:rPr>
          <w:rtl/>
        </w:rPr>
        <w:t xml:space="preserve">، </w:t>
      </w:r>
      <w:r>
        <w:rPr>
          <w:rtl/>
        </w:rPr>
        <w:t>بهتر به كار مى برند</w:t>
      </w:r>
      <w:r w:rsidR="007D3118">
        <w:rPr>
          <w:rtl/>
        </w:rPr>
        <w:t xml:space="preserve">: </w:t>
      </w:r>
      <w:r>
        <w:rPr>
          <w:rtl/>
        </w:rPr>
        <w:t>در ترس رنگ از رخساره مى پرد و چشم از حدقه بيرون مى جهد و از آن جانب كه مى ترسى دست فرا مى دارى و روى مى گردانى و در تاسف و تحسر سر را به راست و چپ حركت مى دهيد و در تعجب ابروها را بالا مى برى و چين به پيشانى مى افكنى و سر به زير مى اندازى و چون بر رازى آگاه شدى و چيزى پوشيده را دريافتى</w:t>
      </w:r>
      <w:r w:rsidR="007D3118">
        <w:rPr>
          <w:rtl/>
        </w:rPr>
        <w:t xml:space="preserve">، </w:t>
      </w:r>
      <w:r>
        <w:rPr>
          <w:rtl/>
        </w:rPr>
        <w:t>سر را بالا و پايين حركت مى دهى و هكذا</w:t>
      </w:r>
      <w:r w:rsidR="007D3118">
        <w:rPr>
          <w:rtl/>
        </w:rPr>
        <w:t xml:space="preserve">. </w:t>
      </w:r>
    </w:p>
    <w:p w:rsidR="00587D34" w:rsidRDefault="00587D34" w:rsidP="00587D34">
      <w:pPr>
        <w:pStyle w:val="libNormal"/>
        <w:rPr>
          <w:rtl/>
        </w:rPr>
      </w:pPr>
      <w:r>
        <w:rPr>
          <w:rtl/>
        </w:rPr>
        <w:t xml:space="preserve">و امام </w:t>
      </w:r>
      <w:r w:rsidR="000C598D" w:rsidRPr="000C598D">
        <w:rPr>
          <w:rStyle w:val="libAlaemChar"/>
          <w:rtl/>
        </w:rPr>
        <w:t>عليه‌السلام</w:t>
      </w:r>
      <w:r w:rsidR="007D3118">
        <w:rPr>
          <w:rtl/>
        </w:rPr>
        <w:t xml:space="preserve"> </w:t>
      </w:r>
      <w:r>
        <w:rPr>
          <w:rtl/>
        </w:rPr>
        <w:t>آن حالت نفسانى كه در توجه به خالق معتبر است نام برد و علائم ظاهرى آن را بيان فرمود كه اگر كسى در اين حالات قوى نباشد به اين حركات آن را در خود ايجاد كند</w:t>
      </w:r>
      <w:r w:rsidR="007D3118">
        <w:rPr>
          <w:rtl/>
        </w:rPr>
        <w:t xml:space="preserve">، </w:t>
      </w:r>
      <w:r>
        <w:rPr>
          <w:rtl/>
        </w:rPr>
        <w:t>هم چنان كه اگر ابتدا تضرع و خشيت در قلب ظاهر شود</w:t>
      </w:r>
      <w:r w:rsidR="007D3118">
        <w:rPr>
          <w:rtl/>
        </w:rPr>
        <w:t xml:space="preserve">، </w:t>
      </w:r>
      <w:r>
        <w:rPr>
          <w:rtl/>
        </w:rPr>
        <w:t>نوعى آثار و نشانه ها در بدن پديد آيد</w:t>
      </w:r>
      <w:r w:rsidR="007D3118">
        <w:rPr>
          <w:rtl/>
        </w:rPr>
        <w:t xml:space="preserve">، </w:t>
      </w:r>
      <w:r>
        <w:rPr>
          <w:rtl/>
        </w:rPr>
        <w:t xml:space="preserve">همچنين به آن حركات كه امام </w:t>
      </w:r>
      <w:r w:rsidR="000C598D" w:rsidRPr="000C598D">
        <w:rPr>
          <w:rStyle w:val="libAlaemChar"/>
          <w:rtl/>
        </w:rPr>
        <w:t>عليه‌السلام</w:t>
      </w:r>
      <w:r w:rsidR="007D3118">
        <w:rPr>
          <w:rtl/>
        </w:rPr>
        <w:t xml:space="preserve"> </w:t>
      </w:r>
      <w:r>
        <w:rPr>
          <w:rtl/>
        </w:rPr>
        <w:t>فرموده</w:t>
      </w:r>
      <w:r w:rsidR="007D3118">
        <w:rPr>
          <w:rtl/>
        </w:rPr>
        <w:t xml:space="preserve">، </w:t>
      </w:r>
      <w:r>
        <w:rPr>
          <w:rtl/>
        </w:rPr>
        <w:t>چون مكرر شود</w:t>
      </w:r>
      <w:r w:rsidR="007D3118">
        <w:rPr>
          <w:rtl/>
        </w:rPr>
        <w:t xml:space="preserve">، </w:t>
      </w:r>
      <w:r>
        <w:rPr>
          <w:rtl/>
        </w:rPr>
        <w:t>هم اين حالات تضرع و خشيت در قلب پديد آيد</w:t>
      </w:r>
      <w:r w:rsidR="007D3118">
        <w:rPr>
          <w:rtl/>
        </w:rPr>
        <w:t xml:space="preserve">. </w:t>
      </w:r>
      <w:r>
        <w:rPr>
          <w:rtl/>
        </w:rPr>
        <w:t>و الله العالم و اين معنى را در حواشى ارشاد گفته ايم</w:t>
      </w:r>
      <w:r w:rsidR="007D3118">
        <w:rPr>
          <w:rtl/>
        </w:rPr>
        <w:t xml:space="preserve">. </w:t>
      </w:r>
    </w:p>
    <w:p w:rsidR="00587D34" w:rsidRDefault="00AA3CBA" w:rsidP="004C63D0">
      <w:pPr>
        <w:pStyle w:val="Heading2"/>
        <w:rPr>
          <w:rtl/>
        </w:rPr>
      </w:pPr>
      <w:bookmarkStart w:id="1" w:name="_Toc394915130"/>
      <w:r>
        <w:rPr>
          <w:rtl/>
        </w:rPr>
        <w:t xml:space="preserve">دعاى ملحون و غير </w:t>
      </w:r>
      <w:r w:rsidR="00412306">
        <w:rPr>
          <w:rtl/>
        </w:rPr>
        <w:t>مأثور</w:t>
      </w:r>
      <w:bookmarkEnd w:id="1"/>
    </w:p>
    <w:p w:rsidR="00587D34" w:rsidRDefault="00587D34" w:rsidP="00587D34">
      <w:pPr>
        <w:pStyle w:val="libNormal"/>
        <w:rPr>
          <w:rtl/>
        </w:rPr>
      </w:pPr>
      <w:r>
        <w:rPr>
          <w:rtl/>
        </w:rPr>
        <w:t>خواندن دعايى كه از امام منقول نباشد</w:t>
      </w:r>
      <w:r w:rsidR="007D3118">
        <w:rPr>
          <w:rtl/>
        </w:rPr>
        <w:t xml:space="preserve">، </w:t>
      </w:r>
      <w:r>
        <w:rPr>
          <w:rtl/>
        </w:rPr>
        <w:t>حرام نيست</w:t>
      </w:r>
      <w:r w:rsidR="007D3118">
        <w:rPr>
          <w:rtl/>
        </w:rPr>
        <w:t xml:space="preserve">. </w:t>
      </w:r>
      <w:r>
        <w:rPr>
          <w:rtl/>
        </w:rPr>
        <w:t>خواه انسان از خود بسازد</w:t>
      </w:r>
      <w:r w:rsidR="007D3118">
        <w:rPr>
          <w:rtl/>
        </w:rPr>
        <w:t xml:space="preserve">، </w:t>
      </w:r>
      <w:r>
        <w:rPr>
          <w:rtl/>
        </w:rPr>
        <w:t>يا ساخته هاى ديگران را بخواند و هر دعا كه به طريق ضعيف و اسناد سست روايت كنند</w:t>
      </w:r>
      <w:r w:rsidR="007D3118">
        <w:rPr>
          <w:rtl/>
        </w:rPr>
        <w:t xml:space="preserve">، </w:t>
      </w:r>
      <w:r>
        <w:rPr>
          <w:rtl/>
        </w:rPr>
        <w:t>به قصد قربت مطلق توان خواند</w:t>
      </w:r>
      <w:r w:rsidR="007D3118">
        <w:rPr>
          <w:rtl/>
        </w:rPr>
        <w:t xml:space="preserve">، </w:t>
      </w:r>
      <w:r>
        <w:rPr>
          <w:rtl/>
        </w:rPr>
        <w:t xml:space="preserve">نه به قصد ورود و </w:t>
      </w:r>
      <w:r>
        <w:rPr>
          <w:rtl/>
        </w:rPr>
        <w:lastRenderedPageBreak/>
        <w:t>خصوصيت</w:t>
      </w:r>
      <w:r w:rsidR="007D3118">
        <w:rPr>
          <w:rtl/>
        </w:rPr>
        <w:t xml:space="preserve">، </w:t>
      </w:r>
      <w:r>
        <w:rPr>
          <w:rtl/>
        </w:rPr>
        <w:t>و آن ثواب كه براى دعا مذكور است</w:t>
      </w:r>
      <w:r w:rsidR="007D3118">
        <w:rPr>
          <w:rtl/>
        </w:rPr>
        <w:t xml:space="preserve">، </w:t>
      </w:r>
      <w:r>
        <w:rPr>
          <w:rtl/>
        </w:rPr>
        <w:t>به خواننده آن مى دهند</w:t>
      </w:r>
      <w:r w:rsidR="007D3118">
        <w:rPr>
          <w:rtl/>
        </w:rPr>
        <w:t xml:space="preserve">، </w:t>
      </w:r>
      <w:r>
        <w:rPr>
          <w:rtl/>
        </w:rPr>
        <w:t>هر چند واقعا از معصوم نباشد اين معنى هم در روايات شيعه آمده است و هم در روايات اهل سنت</w:t>
      </w:r>
      <w:r w:rsidR="007D3118">
        <w:rPr>
          <w:rtl/>
        </w:rPr>
        <w:t xml:space="preserve">. </w:t>
      </w:r>
    </w:p>
    <w:p w:rsidR="00587D34" w:rsidRDefault="00587D34" w:rsidP="00587D34">
      <w:pPr>
        <w:pStyle w:val="libNormal"/>
        <w:rPr>
          <w:rtl/>
        </w:rPr>
      </w:pPr>
      <w:r>
        <w:rPr>
          <w:rtl/>
        </w:rPr>
        <w:t>اما آن كه عبارتش از جهت عربيت غلط است</w:t>
      </w:r>
      <w:r w:rsidR="007D3118">
        <w:rPr>
          <w:rtl/>
        </w:rPr>
        <w:t xml:space="preserve">، </w:t>
      </w:r>
      <w:r>
        <w:rPr>
          <w:rtl/>
        </w:rPr>
        <w:t xml:space="preserve">در روايت حضرت امام جواد </w:t>
      </w:r>
      <w:r w:rsidR="000C598D" w:rsidRPr="000C598D">
        <w:rPr>
          <w:rStyle w:val="libAlaemChar"/>
          <w:rtl/>
        </w:rPr>
        <w:t>عليه‌السلام</w:t>
      </w:r>
      <w:r w:rsidR="007D3118">
        <w:rPr>
          <w:rtl/>
        </w:rPr>
        <w:t xml:space="preserve"> </w:t>
      </w:r>
      <w:r>
        <w:rPr>
          <w:rtl/>
        </w:rPr>
        <w:t>مروى است كه فرمود</w:t>
      </w:r>
      <w:r w:rsidR="007D3118">
        <w:rPr>
          <w:rtl/>
        </w:rPr>
        <w:t xml:space="preserve">: </w:t>
      </w:r>
      <w:r>
        <w:rPr>
          <w:rtl/>
        </w:rPr>
        <w:t>از ميان دو مرد كه در دين و فضائل برابر باشند</w:t>
      </w:r>
      <w:r w:rsidR="007D3118">
        <w:rPr>
          <w:rtl/>
        </w:rPr>
        <w:t xml:space="preserve">، </w:t>
      </w:r>
      <w:r>
        <w:rPr>
          <w:rtl/>
        </w:rPr>
        <w:t>برتر نزد خداوند آن باشد كه در علم ماهرتر بود</w:t>
      </w:r>
      <w:r w:rsidR="007D3118">
        <w:rPr>
          <w:rtl/>
        </w:rPr>
        <w:t xml:space="preserve">، </w:t>
      </w:r>
      <w:r>
        <w:rPr>
          <w:rtl/>
        </w:rPr>
        <w:t>راوى گفت</w:t>
      </w:r>
      <w:r w:rsidR="007D3118">
        <w:rPr>
          <w:rtl/>
        </w:rPr>
        <w:t xml:space="preserve">: </w:t>
      </w:r>
      <w:r>
        <w:rPr>
          <w:rtl/>
        </w:rPr>
        <w:t>گفتم</w:t>
      </w:r>
      <w:r w:rsidR="007D3118">
        <w:rPr>
          <w:rtl/>
        </w:rPr>
        <w:t xml:space="preserve">: </w:t>
      </w:r>
      <w:r>
        <w:rPr>
          <w:rtl/>
        </w:rPr>
        <w:t>فداى تو شوم</w:t>
      </w:r>
      <w:r w:rsidR="007D3118">
        <w:rPr>
          <w:rtl/>
        </w:rPr>
        <w:t xml:space="preserve">، </w:t>
      </w:r>
      <w:r>
        <w:rPr>
          <w:rtl/>
        </w:rPr>
        <w:t>فضل اديب را نزد مردم دانستم كه در مجالس و مجامع او را گرامى دارند</w:t>
      </w:r>
      <w:r w:rsidR="007D3118">
        <w:rPr>
          <w:rtl/>
        </w:rPr>
        <w:t xml:space="preserve">، </w:t>
      </w:r>
      <w:r>
        <w:rPr>
          <w:rtl/>
        </w:rPr>
        <w:t>اما نزد خداى تعالى چگونه است؟ فرمود</w:t>
      </w:r>
      <w:r w:rsidR="007D3118">
        <w:rPr>
          <w:rtl/>
        </w:rPr>
        <w:t xml:space="preserve">: </w:t>
      </w:r>
      <w:r>
        <w:rPr>
          <w:rtl/>
        </w:rPr>
        <w:t>چون اديب قرآن را چنان كه نازل شده است مى خواند و دعا را هم لحن نمى آورد و غلط نمى خواند و دعاى ملحون سوى خداوند تعالى بالا نرود</w:t>
      </w:r>
      <w:r w:rsidR="007D3118">
        <w:rPr>
          <w:rtl/>
        </w:rPr>
        <w:t xml:space="preserve">. </w:t>
      </w:r>
      <w:r>
        <w:rPr>
          <w:rtl/>
        </w:rPr>
        <w:t>(انتهى</w:t>
      </w:r>
      <w:r w:rsidR="007D3118">
        <w:rPr>
          <w:rtl/>
        </w:rPr>
        <w:t xml:space="preserve">) </w:t>
      </w:r>
    </w:p>
    <w:p w:rsidR="00587D34" w:rsidRDefault="00587D34" w:rsidP="00587D34">
      <w:pPr>
        <w:pStyle w:val="libNormal"/>
        <w:rPr>
          <w:rtl/>
        </w:rPr>
      </w:pPr>
      <w:r>
        <w:rPr>
          <w:rtl/>
        </w:rPr>
        <w:t>گويا مراد از بالا رفتن دعا سوى خداوند</w:t>
      </w:r>
      <w:r w:rsidR="007D3118">
        <w:rPr>
          <w:rtl/>
        </w:rPr>
        <w:t xml:space="preserve">، </w:t>
      </w:r>
      <w:r>
        <w:rPr>
          <w:rtl/>
        </w:rPr>
        <w:t>غير از استجابت و ثواب است</w:t>
      </w:r>
      <w:r w:rsidR="007D3118">
        <w:rPr>
          <w:rtl/>
        </w:rPr>
        <w:t xml:space="preserve">، </w:t>
      </w:r>
      <w:r>
        <w:rPr>
          <w:rtl/>
        </w:rPr>
        <w:t>قبول و پسنديده بودن و كمال و مرتبت داشتن</w:t>
      </w:r>
      <w:r w:rsidR="007D3118">
        <w:rPr>
          <w:rtl/>
        </w:rPr>
        <w:t xml:space="preserve">، </w:t>
      </w:r>
      <w:r>
        <w:rPr>
          <w:rtl/>
        </w:rPr>
        <w:t>اجرى دارد زايد بر اصل دعا</w:t>
      </w:r>
      <w:r w:rsidR="007D3118">
        <w:rPr>
          <w:rtl/>
        </w:rPr>
        <w:t xml:space="preserve">، </w:t>
      </w:r>
      <w:r>
        <w:rPr>
          <w:rtl/>
        </w:rPr>
        <w:t>و ابن فهد حلى رحمة الله گويد</w:t>
      </w:r>
      <w:r w:rsidR="007D3118">
        <w:rPr>
          <w:rtl/>
        </w:rPr>
        <w:t xml:space="preserve">: </w:t>
      </w:r>
      <w:r>
        <w:rPr>
          <w:rtl/>
        </w:rPr>
        <w:t xml:space="preserve">كلام امام </w:t>
      </w:r>
      <w:r w:rsidR="000C598D" w:rsidRPr="000C598D">
        <w:rPr>
          <w:rStyle w:val="libAlaemChar"/>
          <w:rtl/>
        </w:rPr>
        <w:t>عليه‌السلام</w:t>
      </w:r>
      <w:r w:rsidR="007D3118">
        <w:rPr>
          <w:rtl/>
        </w:rPr>
        <w:t xml:space="preserve"> </w:t>
      </w:r>
      <w:r>
        <w:rPr>
          <w:rtl/>
        </w:rPr>
        <w:t>در بيان مدح و فضيلت است</w:t>
      </w:r>
      <w:r w:rsidR="007D3118">
        <w:rPr>
          <w:rtl/>
        </w:rPr>
        <w:t xml:space="preserve">، </w:t>
      </w:r>
      <w:r>
        <w:rPr>
          <w:rtl/>
        </w:rPr>
        <w:t>نه اشتراط و توقف</w:t>
      </w:r>
      <w:r w:rsidR="007D3118">
        <w:rPr>
          <w:rtl/>
        </w:rPr>
        <w:t xml:space="preserve">. </w:t>
      </w:r>
    </w:p>
    <w:p w:rsidR="00587D34" w:rsidRDefault="00AA3CBA" w:rsidP="004C63D0">
      <w:pPr>
        <w:pStyle w:val="Heading2"/>
        <w:rPr>
          <w:rtl/>
        </w:rPr>
      </w:pPr>
      <w:bookmarkStart w:id="2" w:name="_Toc394915131"/>
      <w:r>
        <w:rPr>
          <w:rtl/>
        </w:rPr>
        <w:t>سخن آية الله مرعشى</w:t>
      </w:r>
      <w:bookmarkEnd w:id="2"/>
    </w:p>
    <w:p w:rsidR="00587D34" w:rsidRDefault="00587D34" w:rsidP="00587D34">
      <w:pPr>
        <w:pStyle w:val="libNormal"/>
        <w:rPr>
          <w:rtl/>
        </w:rPr>
      </w:pPr>
      <w:r>
        <w:rPr>
          <w:rtl/>
        </w:rPr>
        <w:t>از فوايد علامه متبحر جامع فنون العلم سيد العلماء المحققين حضرت مستطاب حجة الاسلام آية الله الحاج سيد شهاب الدين المرعشى النجفى ادام الله ايام افاضته و متع الله المسلمين بطول بقائه تيمنا و تبركا و تكثيرا للفائده</w:t>
      </w:r>
      <w:r w:rsidR="007D3118">
        <w:rPr>
          <w:rtl/>
        </w:rPr>
        <w:t xml:space="preserve">، </w:t>
      </w:r>
      <w:r>
        <w:rPr>
          <w:rtl/>
        </w:rPr>
        <w:t>در اين مقدمه ثبت افتاد</w:t>
      </w:r>
      <w:r w:rsidR="007D3118">
        <w:rPr>
          <w:rtl/>
        </w:rPr>
        <w:t xml:space="preserve">: </w:t>
      </w:r>
    </w:p>
    <w:p w:rsidR="00587D34" w:rsidRDefault="00587D34" w:rsidP="00587D34">
      <w:pPr>
        <w:pStyle w:val="libNormal"/>
        <w:rPr>
          <w:rtl/>
        </w:rPr>
      </w:pPr>
      <w:r>
        <w:rPr>
          <w:rtl/>
        </w:rPr>
        <w:t>قال مد ظله</w:t>
      </w:r>
      <w:r w:rsidR="007D3118">
        <w:rPr>
          <w:rtl/>
        </w:rPr>
        <w:t xml:space="preserve">: </w:t>
      </w:r>
      <w:r>
        <w:rPr>
          <w:rtl/>
        </w:rPr>
        <w:t>«و ليلعم اءنها اشتهرت بالكاملة لانها نسختنان</w:t>
      </w:r>
      <w:r w:rsidR="007D3118">
        <w:rPr>
          <w:rtl/>
        </w:rPr>
        <w:t xml:space="preserve">: </w:t>
      </w:r>
      <w:r>
        <w:rPr>
          <w:rtl/>
        </w:rPr>
        <w:t>الصغرى تقرب من نصف هذه وهى عند الزيديه و هذه هى الكبرى»</w:t>
      </w:r>
      <w:r w:rsidR="007D3118">
        <w:rPr>
          <w:rtl/>
        </w:rPr>
        <w:t xml:space="preserve">. </w:t>
      </w:r>
    </w:p>
    <w:p w:rsidR="00587D34" w:rsidRDefault="00587D34" w:rsidP="00587D34">
      <w:pPr>
        <w:pStyle w:val="libNormal"/>
        <w:rPr>
          <w:rtl/>
        </w:rPr>
      </w:pPr>
      <w:r>
        <w:rPr>
          <w:rtl/>
        </w:rPr>
        <w:lastRenderedPageBreak/>
        <w:t>بايد دانست كه اين صحيفه را كامله گفتند</w:t>
      </w:r>
      <w:r w:rsidR="007D3118">
        <w:rPr>
          <w:rtl/>
        </w:rPr>
        <w:t xml:space="preserve">، </w:t>
      </w:r>
      <w:r>
        <w:rPr>
          <w:rtl/>
        </w:rPr>
        <w:t>چون دو نسخه است</w:t>
      </w:r>
      <w:r w:rsidR="007D3118">
        <w:rPr>
          <w:rtl/>
        </w:rPr>
        <w:t xml:space="preserve">، </w:t>
      </w:r>
      <w:r>
        <w:rPr>
          <w:rtl/>
        </w:rPr>
        <w:t>يكى خردتر</w:t>
      </w:r>
      <w:r w:rsidR="007D3118">
        <w:rPr>
          <w:rtl/>
        </w:rPr>
        <w:t xml:space="preserve">، </w:t>
      </w:r>
      <w:r>
        <w:rPr>
          <w:rtl/>
        </w:rPr>
        <w:t>نزديك به نصف اين نسخه كه در دست ماست و آن نزد زيديه معروف است و اين نسخه كه ما داريم نسخه بزرگ تر است</w:t>
      </w:r>
      <w:r w:rsidR="007D3118">
        <w:rPr>
          <w:rtl/>
        </w:rPr>
        <w:t xml:space="preserve">. </w:t>
      </w:r>
    </w:p>
    <w:p w:rsidR="00587D34" w:rsidRDefault="00587D34" w:rsidP="00587D34">
      <w:pPr>
        <w:pStyle w:val="libNormal"/>
        <w:rPr>
          <w:rtl/>
        </w:rPr>
      </w:pPr>
      <w:r>
        <w:rPr>
          <w:rtl/>
        </w:rPr>
        <w:t>و منها قوله مد ظله</w:t>
      </w:r>
      <w:r w:rsidR="007D3118">
        <w:rPr>
          <w:rtl/>
        </w:rPr>
        <w:t xml:space="preserve">: </w:t>
      </w:r>
      <w:r>
        <w:rPr>
          <w:rtl/>
        </w:rPr>
        <w:t>«اختلف فى قائل حدثنا قال المحقق الداماد انه عميد الرؤ ساء هبة الله و قال شيخنا البهايى انه ابن السكون و عن بعض ‍ المحشين انه الشيخ نجم الدين جعفر بن محمد بن نما و عن آخر انه الشيخ عربى بن مسافر و عن آخر انه فحل الفقها ابن ادريس و قيل غير هذا و على اى حال فكل من الثقاة الاجلاء»</w:t>
      </w:r>
      <w:r w:rsidR="007D3118">
        <w:rPr>
          <w:rtl/>
        </w:rPr>
        <w:t xml:space="preserve">: </w:t>
      </w:r>
    </w:p>
    <w:p w:rsidR="00587D34" w:rsidRDefault="00587D34" w:rsidP="00587D34">
      <w:pPr>
        <w:pStyle w:val="libNormal"/>
        <w:rPr>
          <w:rtl/>
        </w:rPr>
      </w:pPr>
      <w:r>
        <w:rPr>
          <w:rtl/>
        </w:rPr>
        <w:t>اختلاف است كه گوينده حدثنا در اول صحيفه كه بود؟ محقق داماد گفت</w:t>
      </w:r>
      <w:r w:rsidR="007D3118">
        <w:rPr>
          <w:rtl/>
        </w:rPr>
        <w:t xml:space="preserve">: </w:t>
      </w:r>
      <w:r>
        <w:rPr>
          <w:rtl/>
        </w:rPr>
        <w:t>وى عميدالرؤ ساه هبة الله است و شيخ بهايى گفت</w:t>
      </w:r>
      <w:r w:rsidR="007D3118">
        <w:rPr>
          <w:rtl/>
        </w:rPr>
        <w:t xml:space="preserve">: </w:t>
      </w:r>
      <w:r>
        <w:rPr>
          <w:rtl/>
        </w:rPr>
        <w:t>ابن سكون است و يكى از محشيان نقل كرده اند كه وى شيخ نجم الدين جعفر بن محمد بن نما است و از ديگرى نقل است كه او شيخ عربى بن مسافر و از ديگرى كه فقيه بزرگ محمد بن ادريس است و اقوال ديگر هم گفته اند</w:t>
      </w:r>
      <w:r w:rsidR="007D3118">
        <w:rPr>
          <w:rtl/>
        </w:rPr>
        <w:t xml:space="preserve">، </w:t>
      </w:r>
      <w:r>
        <w:rPr>
          <w:rtl/>
        </w:rPr>
        <w:t>به هر حال همه از ثقات و بزرگانند</w:t>
      </w:r>
      <w:r w:rsidR="007D3118">
        <w:rPr>
          <w:rtl/>
        </w:rPr>
        <w:t xml:space="preserve">. </w:t>
      </w:r>
    </w:p>
    <w:p w:rsidR="00587D34" w:rsidRDefault="00587D34" w:rsidP="00587D34">
      <w:pPr>
        <w:pStyle w:val="libNormal"/>
        <w:rPr>
          <w:rtl/>
        </w:rPr>
      </w:pPr>
      <w:r>
        <w:rPr>
          <w:rtl/>
        </w:rPr>
        <w:t>شروح و حواشى و كتب متعلقه به صحيفه</w:t>
      </w:r>
    </w:p>
    <w:p w:rsidR="00587D34" w:rsidRDefault="00587D34" w:rsidP="00587D34">
      <w:pPr>
        <w:pStyle w:val="libNormal"/>
        <w:rPr>
          <w:rtl/>
        </w:rPr>
      </w:pPr>
      <w:r>
        <w:rPr>
          <w:rtl/>
        </w:rPr>
        <w:t>1 - حاشيه فيلسوف الاسلام</w:t>
      </w:r>
      <w:r w:rsidR="007D3118">
        <w:rPr>
          <w:rtl/>
        </w:rPr>
        <w:t xml:space="preserve">، </w:t>
      </w:r>
      <w:r>
        <w:rPr>
          <w:rtl/>
        </w:rPr>
        <w:t>المحقق الداماد الحسينى المرعشى</w:t>
      </w:r>
      <w:r w:rsidR="007D3118">
        <w:rPr>
          <w:rtl/>
        </w:rPr>
        <w:t xml:space="preserve">. </w:t>
      </w:r>
    </w:p>
    <w:p w:rsidR="00587D34" w:rsidRDefault="00587D34" w:rsidP="00587D34">
      <w:pPr>
        <w:pStyle w:val="libNormal"/>
        <w:rPr>
          <w:rtl/>
        </w:rPr>
      </w:pPr>
      <w:r>
        <w:rPr>
          <w:rtl/>
        </w:rPr>
        <w:t>2 - حاشيه العلامة المكثر</w:t>
      </w:r>
      <w:r w:rsidR="007D3118">
        <w:rPr>
          <w:rtl/>
        </w:rPr>
        <w:t xml:space="preserve">، </w:t>
      </w:r>
      <w:r>
        <w:rPr>
          <w:rtl/>
        </w:rPr>
        <w:t>الفيض الكاشانى</w:t>
      </w:r>
      <w:r w:rsidR="007D3118">
        <w:rPr>
          <w:rtl/>
        </w:rPr>
        <w:t xml:space="preserve">. </w:t>
      </w:r>
    </w:p>
    <w:p w:rsidR="00587D34" w:rsidRDefault="00587D34" w:rsidP="00587D34">
      <w:pPr>
        <w:pStyle w:val="libNormal"/>
        <w:rPr>
          <w:rtl/>
        </w:rPr>
      </w:pPr>
      <w:r>
        <w:rPr>
          <w:rtl/>
        </w:rPr>
        <w:t>3 - حاشيه العلامة فى جل العلوم شيخنا البهايى</w:t>
      </w:r>
      <w:r w:rsidR="007D3118">
        <w:rPr>
          <w:rtl/>
        </w:rPr>
        <w:t xml:space="preserve">، </w:t>
      </w:r>
      <w:r>
        <w:rPr>
          <w:rtl/>
        </w:rPr>
        <w:t>سماها الحديثة الهلالية فى رح الدعاء الثالث و الاربعين من الصحيفة المباركة</w:t>
      </w:r>
      <w:r w:rsidR="007D3118">
        <w:rPr>
          <w:rtl/>
        </w:rPr>
        <w:t xml:space="preserve">. </w:t>
      </w:r>
    </w:p>
    <w:p w:rsidR="00587D34" w:rsidRDefault="00587D34" w:rsidP="00587D34">
      <w:pPr>
        <w:pStyle w:val="libNormal"/>
        <w:rPr>
          <w:rtl/>
        </w:rPr>
      </w:pPr>
      <w:r>
        <w:rPr>
          <w:rtl/>
        </w:rPr>
        <w:t>4 - رياض العابدين</w:t>
      </w:r>
      <w:r w:rsidR="007D3118">
        <w:rPr>
          <w:rtl/>
        </w:rPr>
        <w:t xml:space="preserve">، </w:t>
      </w:r>
      <w:r>
        <w:rPr>
          <w:rtl/>
        </w:rPr>
        <w:t>للعلامه بدين الزمان القهپايى</w:t>
      </w:r>
      <w:r w:rsidR="007D3118">
        <w:rPr>
          <w:rtl/>
        </w:rPr>
        <w:t xml:space="preserve">، </w:t>
      </w:r>
      <w:r>
        <w:rPr>
          <w:rtl/>
        </w:rPr>
        <w:t>الشهير بالبديع الهرندى و كان شيخ الاسلام ببلدة يزد و من تلاميذ شيخنا البهايى</w:t>
      </w:r>
      <w:r w:rsidR="007D3118">
        <w:rPr>
          <w:rtl/>
        </w:rPr>
        <w:t xml:space="preserve">. </w:t>
      </w:r>
    </w:p>
    <w:p w:rsidR="00587D34" w:rsidRDefault="00587D34" w:rsidP="00587D34">
      <w:pPr>
        <w:pStyle w:val="libNormal"/>
        <w:rPr>
          <w:rtl/>
        </w:rPr>
      </w:pPr>
      <w:r>
        <w:rPr>
          <w:rtl/>
        </w:rPr>
        <w:t>5 - شرح المولى محمد صالح بن محمدباقر القزوينى الروغنى</w:t>
      </w:r>
    </w:p>
    <w:p w:rsidR="00587D34" w:rsidRDefault="00587D34" w:rsidP="00587D34">
      <w:pPr>
        <w:pStyle w:val="libNormal"/>
        <w:rPr>
          <w:rtl/>
        </w:rPr>
      </w:pPr>
      <w:r>
        <w:rPr>
          <w:rtl/>
        </w:rPr>
        <w:lastRenderedPageBreak/>
        <w:t>6 - شرح المولى محمد سليم الرازى</w:t>
      </w:r>
      <w:r w:rsidR="007D3118">
        <w:rPr>
          <w:rtl/>
        </w:rPr>
        <w:t xml:space="preserve">، </w:t>
      </w:r>
      <w:r>
        <w:rPr>
          <w:rtl/>
        </w:rPr>
        <w:t>من تلاميذ سلطان العلماء علاء الدين السيد حسين الحسينى المرعشى الشهير و قد فرغ منه 1069</w:t>
      </w:r>
      <w:r w:rsidR="007D3118">
        <w:rPr>
          <w:rtl/>
        </w:rPr>
        <w:t xml:space="preserve">. </w:t>
      </w:r>
    </w:p>
    <w:p w:rsidR="00587D34" w:rsidRDefault="00587D34" w:rsidP="00587D34">
      <w:pPr>
        <w:pStyle w:val="libNormal"/>
        <w:rPr>
          <w:rtl/>
        </w:rPr>
      </w:pPr>
      <w:r>
        <w:rPr>
          <w:rtl/>
        </w:rPr>
        <w:t>7 - شرح الشيخ على الصغير بن الشيخ زين الدين بن محمد بن صاحب المعالم</w:t>
      </w:r>
      <w:r w:rsidR="007D3118">
        <w:rPr>
          <w:rtl/>
        </w:rPr>
        <w:t xml:space="preserve">، </w:t>
      </w:r>
      <w:r>
        <w:rPr>
          <w:rtl/>
        </w:rPr>
        <w:t>صاحب الحاشية على الكافى</w:t>
      </w:r>
      <w:r w:rsidR="007D3118">
        <w:rPr>
          <w:rtl/>
        </w:rPr>
        <w:t xml:space="preserve">، </w:t>
      </w:r>
      <w:r>
        <w:rPr>
          <w:rtl/>
        </w:rPr>
        <w:t>التى فرغ منها سنه 1085 و هو ابن اخ الشيخ على صاحب الحاشية على شرح اللمعه</w:t>
      </w:r>
      <w:r w:rsidR="007D3118">
        <w:rPr>
          <w:rtl/>
        </w:rPr>
        <w:t xml:space="preserve">. </w:t>
      </w:r>
    </w:p>
    <w:p w:rsidR="00587D34" w:rsidRDefault="00587D34" w:rsidP="00587D34">
      <w:pPr>
        <w:pStyle w:val="libNormal"/>
        <w:rPr>
          <w:rtl/>
        </w:rPr>
      </w:pPr>
      <w:r>
        <w:rPr>
          <w:rtl/>
        </w:rPr>
        <w:t>8 - شرح رياض السالكين</w:t>
      </w:r>
      <w:r w:rsidR="007D3118">
        <w:rPr>
          <w:rtl/>
        </w:rPr>
        <w:t xml:space="preserve">، </w:t>
      </w:r>
      <w:r>
        <w:rPr>
          <w:rtl/>
        </w:rPr>
        <w:t>للعلامة السيد عليخان الحسينى المدنى</w:t>
      </w:r>
      <w:r w:rsidR="007D3118">
        <w:rPr>
          <w:rtl/>
        </w:rPr>
        <w:t xml:space="preserve">. </w:t>
      </w:r>
    </w:p>
    <w:p w:rsidR="00587D34" w:rsidRDefault="00587D34" w:rsidP="00587D34">
      <w:pPr>
        <w:pStyle w:val="libNormal"/>
        <w:rPr>
          <w:rtl/>
        </w:rPr>
      </w:pPr>
      <w:r>
        <w:rPr>
          <w:rtl/>
        </w:rPr>
        <w:t>9- شرح صاحب رياض العلماء مولانا العلامة الميرزا عبدالله افندى</w:t>
      </w:r>
      <w:r w:rsidR="007D3118">
        <w:rPr>
          <w:rtl/>
        </w:rPr>
        <w:t xml:space="preserve">. </w:t>
      </w:r>
    </w:p>
    <w:p w:rsidR="00587D34" w:rsidRDefault="00587D34" w:rsidP="00587D34">
      <w:pPr>
        <w:pStyle w:val="libNormal"/>
        <w:rPr>
          <w:rtl/>
        </w:rPr>
      </w:pPr>
      <w:r>
        <w:rPr>
          <w:rtl/>
        </w:rPr>
        <w:t>10 - شرح السيد محسن الصنعانى الزيدى</w:t>
      </w:r>
      <w:r w:rsidR="007D3118">
        <w:rPr>
          <w:rtl/>
        </w:rPr>
        <w:t xml:space="preserve">، </w:t>
      </w:r>
      <w:r>
        <w:rPr>
          <w:rtl/>
        </w:rPr>
        <w:t>من علماء القرآن الثالث عشر</w:t>
      </w:r>
      <w:r w:rsidR="007D3118">
        <w:rPr>
          <w:rtl/>
        </w:rPr>
        <w:t xml:space="preserve">. </w:t>
      </w:r>
    </w:p>
    <w:p w:rsidR="00587D34" w:rsidRDefault="00587D34" w:rsidP="00587D34">
      <w:pPr>
        <w:pStyle w:val="libNormal"/>
        <w:rPr>
          <w:rtl/>
        </w:rPr>
      </w:pPr>
      <w:r>
        <w:rPr>
          <w:rtl/>
        </w:rPr>
        <w:t>11 - شرح السيد محسن الشامى الزيدى</w:t>
      </w:r>
      <w:r w:rsidR="007D3118">
        <w:rPr>
          <w:rtl/>
        </w:rPr>
        <w:t xml:space="preserve">. </w:t>
      </w:r>
    </w:p>
    <w:p w:rsidR="00587D34" w:rsidRDefault="00587D34" w:rsidP="00587D34">
      <w:pPr>
        <w:pStyle w:val="libNormal"/>
        <w:rPr>
          <w:rtl/>
        </w:rPr>
      </w:pPr>
      <w:r>
        <w:rPr>
          <w:rtl/>
        </w:rPr>
        <w:t>12 - شرح السيد جمال الدين الكوكبانى الزيدى</w:t>
      </w:r>
      <w:r w:rsidR="007D3118">
        <w:rPr>
          <w:rtl/>
        </w:rPr>
        <w:t xml:space="preserve">، </w:t>
      </w:r>
      <w:r>
        <w:rPr>
          <w:rtl/>
        </w:rPr>
        <w:t>المتوفى 1339</w:t>
      </w:r>
      <w:r w:rsidR="007D3118">
        <w:rPr>
          <w:rtl/>
        </w:rPr>
        <w:t xml:space="preserve">. </w:t>
      </w:r>
    </w:p>
    <w:p w:rsidR="00587D34" w:rsidRDefault="00587D34" w:rsidP="00587D34">
      <w:pPr>
        <w:pStyle w:val="libNormal"/>
        <w:rPr>
          <w:rtl/>
        </w:rPr>
      </w:pPr>
      <w:r>
        <w:rPr>
          <w:rtl/>
        </w:rPr>
        <w:t>13 - شرح ابن فتاح الزيدى</w:t>
      </w:r>
      <w:r w:rsidR="007D3118">
        <w:rPr>
          <w:rtl/>
        </w:rPr>
        <w:t xml:space="preserve">. </w:t>
      </w:r>
    </w:p>
    <w:p w:rsidR="00587D34" w:rsidRDefault="00587D34" w:rsidP="00587D34">
      <w:pPr>
        <w:pStyle w:val="libNormal"/>
        <w:rPr>
          <w:rtl/>
        </w:rPr>
      </w:pPr>
      <w:r>
        <w:rPr>
          <w:rtl/>
        </w:rPr>
        <w:t>14 - شرح العلامة الاستاذ الميرزا محمد على الچهاردهى الجيلانى النجفى</w:t>
      </w:r>
      <w:r w:rsidR="007D3118">
        <w:rPr>
          <w:rtl/>
        </w:rPr>
        <w:t xml:space="preserve">، </w:t>
      </w:r>
      <w:r>
        <w:rPr>
          <w:rtl/>
        </w:rPr>
        <w:t>المتوفى 1334</w:t>
      </w:r>
      <w:r w:rsidR="007D3118">
        <w:rPr>
          <w:rtl/>
        </w:rPr>
        <w:t xml:space="preserve">. </w:t>
      </w:r>
    </w:p>
    <w:p w:rsidR="00587D34" w:rsidRDefault="00587D34" w:rsidP="00587D34">
      <w:pPr>
        <w:pStyle w:val="libNormal"/>
        <w:rPr>
          <w:rtl/>
        </w:rPr>
      </w:pPr>
      <w:r>
        <w:rPr>
          <w:rtl/>
        </w:rPr>
        <w:t>15 - شرح العلامة الميرزا جمال الدين محمد بن محمد رضا القمى المشهدى ابن اسماعيل بن جمال الدين</w:t>
      </w:r>
      <w:r w:rsidR="007D3118">
        <w:rPr>
          <w:rtl/>
        </w:rPr>
        <w:t xml:space="preserve">، </w:t>
      </w:r>
      <w:r>
        <w:rPr>
          <w:rtl/>
        </w:rPr>
        <w:t>صاحب تفسير كنز الدقائق</w:t>
      </w:r>
      <w:r w:rsidR="007D3118">
        <w:rPr>
          <w:rtl/>
        </w:rPr>
        <w:t xml:space="preserve">، </w:t>
      </w:r>
      <w:r>
        <w:rPr>
          <w:rtl/>
        </w:rPr>
        <w:t>يروى عن صاحب البحار</w:t>
      </w:r>
      <w:r w:rsidR="007D3118">
        <w:rPr>
          <w:rtl/>
        </w:rPr>
        <w:t xml:space="preserve">. </w:t>
      </w:r>
    </w:p>
    <w:p w:rsidR="00587D34" w:rsidRDefault="00587D34" w:rsidP="00587D34">
      <w:pPr>
        <w:pStyle w:val="libNormal"/>
        <w:rPr>
          <w:rtl/>
        </w:rPr>
      </w:pPr>
      <w:r>
        <w:rPr>
          <w:rtl/>
        </w:rPr>
        <w:t>16 - شرح العلامة المير هاشم الحسينى القمى</w:t>
      </w:r>
      <w:r w:rsidR="007D3118">
        <w:rPr>
          <w:rtl/>
        </w:rPr>
        <w:t xml:space="preserve">، </w:t>
      </w:r>
      <w:r>
        <w:rPr>
          <w:rtl/>
        </w:rPr>
        <w:t>من علماء اواخر الصفويه</w:t>
      </w:r>
      <w:r w:rsidR="007D3118">
        <w:rPr>
          <w:rtl/>
        </w:rPr>
        <w:t xml:space="preserve">. </w:t>
      </w:r>
    </w:p>
    <w:p w:rsidR="00587D34" w:rsidRDefault="00587D34" w:rsidP="00587D34">
      <w:pPr>
        <w:pStyle w:val="libNormal"/>
        <w:rPr>
          <w:rtl/>
        </w:rPr>
      </w:pPr>
      <w:r>
        <w:rPr>
          <w:rtl/>
        </w:rPr>
        <w:t>17 - شرح العلامة السيد نصيرى الحسينى المرعشى الحائرى</w:t>
      </w:r>
      <w:r w:rsidR="007D3118">
        <w:rPr>
          <w:rtl/>
        </w:rPr>
        <w:t xml:space="preserve">. </w:t>
      </w:r>
    </w:p>
    <w:p w:rsidR="00587D34" w:rsidRDefault="00587D34" w:rsidP="00587D34">
      <w:pPr>
        <w:pStyle w:val="libNormal"/>
        <w:rPr>
          <w:rtl/>
        </w:rPr>
      </w:pPr>
      <w:r>
        <w:rPr>
          <w:rtl/>
        </w:rPr>
        <w:t>18 - شرح الكفعمى الشهير</w:t>
      </w:r>
      <w:r w:rsidR="007D3118">
        <w:rPr>
          <w:rtl/>
        </w:rPr>
        <w:t xml:space="preserve">. </w:t>
      </w:r>
    </w:p>
    <w:p w:rsidR="00587D34" w:rsidRDefault="00587D34" w:rsidP="00587D34">
      <w:pPr>
        <w:pStyle w:val="libNormal"/>
        <w:rPr>
          <w:rtl/>
        </w:rPr>
      </w:pPr>
      <w:r>
        <w:rPr>
          <w:rtl/>
        </w:rPr>
        <w:t>19 - حاشية العلامة المولى محمدطاهر القمى شيخ الاسلام ابن المولى محمد حسين الشيرازى</w:t>
      </w:r>
      <w:r w:rsidR="007D3118">
        <w:rPr>
          <w:rtl/>
        </w:rPr>
        <w:t xml:space="preserve">، </w:t>
      </w:r>
      <w:r>
        <w:rPr>
          <w:rtl/>
        </w:rPr>
        <w:t>المتوفى 1098</w:t>
      </w:r>
      <w:r w:rsidR="007D3118">
        <w:rPr>
          <w:rtl/>
        </w:rPr>
        <w:t xml:space="preserve">. </w:t>
      </w:r>
    </w:p>
    <w:p w:rsidR="00587D34" w:rsidRDefault="00587D34" w:rsidP="00587D34">
      <w:pPr>
        <w:pStyle w:val="libNormal"/>
        <w:rPr>
          <w:rtl/>
        </w:rPr>
      </w:pPr>
      <w:r>
        <w:rPr>
          <w:rtl/>
        </w:rPr>
        <w:t>20 - حاشية العلامة الطريحى</w:t>
      </w:r>
      <w:r w:rsidR="007D3118">
        <w:rPr>
          <w:rtl/>
        </w:rPr>
        <w:t xml:space="preserve">، </w:t>
      </w:r>
      <w:r>
        <w:rPr>
          <w:rtl/>
        </w:rPr>
        <w:t>صاحب مجمع البحرين</w:t>
      </w:r>
      <w:r w:rsidR="007D3118">
        <w:rPr>
          <w:rtl/>
        </w:rPr>
        <w:t xml:space="preserve">، </w:t>
      </w:r>
      <w:r>
        <w:rPr>
          <w:rtl/>
        </w:rPr>
        <w:t>المتوفى 1085</w:t>
      </w:r>
      <w:r w:rsidR="007D3118">
        <w:rPr>
          <w:rtl/>
        </w:rPr>
        <w:t xml:space="preserve">. </w:t>
      </w:r>
    </w:p>
    <w:p w:rsidR="00587D34" w:rsidRDefault="00587D34" w:rsidP="00587D34">
      <w:pPr>
        <w:pStyle w:val="libNormal"/>
        <w:rPr>
          <w:rtl/>
        </w:rPr>
      </w:pPr>
      <w:r>
        <w:rPr>
          <w:rtl/>
        </w:rPr>
        <w:lastRenderedPageBreak/>
        <w:t>21 - حاشية العلامه السيد شرف الدين الشولستانى الحسينى النجفى</w:t>
      </w:r>
      <w:r w:rsidR="007D3118">
        <w:rPr>
          <w:rtl/>
        </w:rPr>
        <w:t xml:space="preserve">، </w:t>
      </w:r>
      <w:r>
        <w:rPr>
          <w:rtl/>
        </w:rPr>
        <w:t>شيخ العلامة المجلسى</w:t>
      </w:r>
      <w:r w:rsidR="007D3118">
        <w:rPr>
          <w:rtl/>
        </w:rPr>
        <w:t xml:space="preserve">. </w:t>
      </w:r>
    </w:p>
    <w:p w:rsidR="00587D34" w:rsidRDefault="00587D34" w:rsidP="00587D34">
      <w:pPr>
        <w:pStyle w:val="libNormal"/>
        <w:rPr>
          <w:rtl/>
        </w:rPr>
      </w:pPr>
      <w:r>
        <w:rPr>
          <w:rtl/>
        </w:rPr>
        <w:t>22 - حاشية العلامة الشيخ حسين بن عبدالصمد</w:t>
      </w:r>
      <w:r w:rsidR="007D3118">
        <w:rPr>
          <w:rtl/>
        </w:rPr>
        <w:t xml:space="preserve">، </w:t>
      </w:r>
      <w:r>
        <w:rPr>
          <w:rtl/>
        </w:rPr>
        <w:t>والد شيخنا البهايى</w:t>
      </w:r>
      <w:r w:rsidR="007D3118">
        <w:rPr>
          <w:rtl/>
        </w:rPr>
        <w:t xml:space="preserve">. </w:t>
      </w:r>
    </w:p>
    <w:p w:rsidR="00587D34" w:rsidRDefault="00587D34" w:rsidP="00587D34">
      <w:pPr>
        <w:pStyle w:val="libNormal"/>
        <w:rPr>
          <w:rtl/>
        </w:rPr>
      </w:pPr>
      <w:r>
        <w:rPr>
          <w:rtl/>
        </w:rPr>
        <w:t>23 - حاشية المولى مهدى البنايى التبريزى</w:t>
      </w:r>
      <w:r w:rsidR="007D3118">
        <w:rPr>
          <w:rtl/>
        </w:rPr>
        <w:t xml:space="preserve">، </w:t>
      </w:r>
      <w:r>
        <w:rPr>
          <w:rtl/>
        </w:rPr>
        <w:t>نزيل كربلا</w:t>
      </w:r>
      <w:r w:rsidR="007D3118">
        <w:rPr>
          <w:rtl/>
        </w:rPr>
        <w:t xml:space="preserve">، </w:t>
      </w:r>
      <w:r>
        <w:rPr>
          <w:rtl/>
        </w:rPr>
        <w:t>من تلاميذ شيخنا الانصارى</w:t>
      </w:r>
      <w:r w:rsidR="007D3118">
        <w:rPr>
          <w:rtl/>
        </w:rPr>
        <w:t xml:space="preserve">، </w:t>
      </w:r>
      <w:r>
        <w:rPr>
          <w:rtl/>
        </w:rPr>
        <w:t>ادركته و قد طعن فى السن فاستجزت عنه تيمنا و تبركا و كان يقول انّى اروى عن الشيخ و هو عن المولى محمد سعيد القرجه داغى الدينورى و هو عن الوحيد فان كان كذالك فهو اعلى طريق الى الوحيد البهبهانى فى هذا العصر</w:t>
      </w:r>
      <w:r w:rsidR="007D3118">
        <w:rPr>
          <w:rtl/>
        </w:rPr>
        <w:t xml:space="preserve">، </w:t>
      </w:r>
      <w:r>
        <w:rPr>
          <w:rtl/>
        </w:rPr>
        <w:t>و له شرح على خطبة مولاتنا الزهراء</w:t>
      </w:r>
      <w:r w:rsidR="007D3118">
        <w:rPr>
          <w:rtl/>
        </w:rPr>
        <w:t xml:space="preserve">. </w:t>
      </w:r>
    </w:p>
    <w:p w:rsidR="00587D34" w:rsidRDefault="00587D34" w:rsidP="00587D34">
      <w:pPr>
        <w:pStyle w:val="libNormal"/>
        <w:rPr>
          <w:rtl/>
        </w:rPr>
      </w:pPr>
      <w:r>
        <w:rPr>
          <w:rtl/>
        </w:rPr>
        <w:t>24 - حاشية السيد عبدالله كفيد سيدنا الجزائرى</w:t>
      </w:r>
      <w:r w:rsidR="007D3118">
        <w:rPr>
          <w:rtl/>
        </w:rPr>
        <w:t xml:space="preserve">، </w:t>
      </w:r>
      <w:r>
        <w:rPr>
          <w:rtl/>
        </w:rPr>
        <w:t>المتوفى 1172</w:t>
      </w:r>
      <w:r w:rsidR="007D3118">
        <w:rPr>
          <w:rtl/>
        </w:rPr>
        <w:t xml:space="preserve">. </w:t>
      </w:r>
    </w:p>
    <w:p w:rsidR="00587D34" w:rsidRDefault="00587D34" w:rsidP="00587D34">
      <w:pPr>
        <w:pStyle w:val="libNormal"/>
        <w:rPr>
          <w:rtl/>
        </w:rPr>
      </w:pPr>
      <w:r>
        <w:rPr>
          <w:rtl/>
        </w:rPr>
        <w:t>25 - حاشية السيد بهاء الدين محمد المختارى النائينى</w:t>
      </w:r>
      <w:r w:rsidR="007D3118">
        <w:rPr>
          <w:rtl/>
        </w:rPr>
        <w:t xml:space="preserve">. </w:t>
      </w:r>
    </w:p>
    <w:p w:rsidR="00587D34" w:rsidRDefault="00587D34" w:rsidP="00587D34">
      <w:pPr>
        <w:pStyle w:val="libNormal"/>
        <w:rPr>
          <w:rtl/>
        </w:rPr>
      </w:pPr>
      <w:r>
        <w:rPr>
          <w:rtl/>
        </w:rPr>
        <w:t>26 - شرح المولى محمد</w:t>
      </w:r>
      <w:r w:rsidR="007D3118">
        <w:rPr>
          <w:rtl/>
        </w:rPr>
        <w:t xml:space="preserve">، </w:t>
      </w:r>
      <w:r>
        <w:rPr>
          <w:rtl/>
        </w:rPr>
        <w:t>الشهير بالمولى عبدالباقى</w:t>
      </w:r>
      <w:r w:rsidR="007D3118">
        <w:rPr>
          <w:rtl/>
        </w:rPr>
        <w:t xml:space="preserve">. </w:t>
      </w:r>
    </w:p>
    <w:p w:rsidR="00587D34" w:rsidRDefault="00587D34" w:rsidP="00587D34">
      <w:pPr>
        <w:pStyle w:val="libNormal"/>
        <w:rPr>
          <w:rtl/>
        </w:rPr>
      </w:pPr>
      <w:r>
        <w:rPr>
          <w:rtl/>
        </w:rPr>
        <w:t>27 - شرح العلامة السيد افصح الدين الشيرازى لنجفى</w:t>
      </w:r>
      <w:r w:rsidR="007D3118">
        <w:rPr>
          <w:rtl/>
        </w:rPr>
        <w:t xml:space="preserve">، </w:t>
      </w:r>
      <w:r>
        <w:rPr>
          <w:rtl/>
        </w:rPr>
        <w:t>صاحب شرح نهج البلاغه</w:t>
      </w:r>
      <w:r w:rsidR="007D3118">
        <w:rPr>
          <w:rtl/>
        </w:rPr>
        <w:t xml:space="preserve">. </w:t>
      </w:r>
    </w:p>
    <w:p w:rsidR="00587D34" w:rsidRDefault="00587D34" w:rsidP="00587D34">
      <w:pPr>
        <w:pStyle w:val="libNormal"/>
        <w:rPr>
          <w:rtl/>
        </w:rPr>
      </w:pPr>
      <w:r>
        <w:rPr>
          <w:rtl/>
        </w:rPr>
        <w:t>28 - شرح العلامة الاخوند ملا حبيب الله الكاشانى</w:t>
      </w:r>
      <w:r w:rsidR="007D3118">
        <w:rPr>
          <w:rtl/>
        </w:rPr>
        <w:t xml:space="preserve">. </w:t>
      </w:r>
    </w:p>
    <w:p w:rsidR="00587D34" w:rsidRDefault="00587D34" w:rsidP="00587D34">
      <w:pPr>
        <w:pStyle w:val="libNormal"/>
        <w:rPr>
          <w:rtl/>
        </w:rPr>
      </w:pPr>
      <w:r>
        <w:rPr>
          <w:rtl/>
        </w:rPr>
        <w:t>29 - الازهار اللطيفة فى شرح مفردات الصحيحة</w:t>
      </w:r>
      <w:r w:rsidR="007D3118">
        <w:rPr>
          <w:rtl/>
        </w:rPr>
        <w:t xml:space="preserve">، </w:t>
      </w:r>
      <w:r>
        <w:rPr>
          <w:rtl/>
        </w:rPr>
        <w:t>العلامة السيد محمد رضا الاعرجى</w:t>
      </w:r>
      <w:r w:rsidR="007D3118">
        <w:rPr>
          <w:rtl/>
        </w:rPr>
        <w:t xml:space="preserve">. </w:t>
      </w:r>
    </w:p>
    <w:p w:rsidR="00587D34" w:rsidRDefault="00587D34" w:rsidP="00587D34">
      <w:pPr>
        <w:pStyle w:val="libNormal"/>
        <w:rPr>
          <w:rtl/>
        </w:rPr>
      </w:pPr>
      <w:r>
        <w:rPr>
          <w:rtl/>
        </w:rPr>
        <w:t>30 - شرح المفتى محمد عباس التسترى الهندى المتوفى سنه 1306</w:t>
      </w:r>
      <w:r w:rsidR="007D3118">
        <w:rPr>
          <w:rtl/>
        </w:rPr>
        <w:t xml:space="preserve">. </w:t>
      </w:r>
    </w:p>
    <w:p w:rsidR="00587D34" w:rsidRDefault="00587D34" w:rsidP="00587D34">
      <w:pPr>
        <w:pStyle w:val="libNormal"/>
        <w:rPr>
          <w:rtl/>
        </w:rPr>
      </w:pPr>
      <w:r>
        <w:rPr>
          <w:rtl/>
        </w:rPr>
        <w:t>31 - شرح آقا حسين بن الحسن الديلمانى الجيلانى</w:t>
      </w:r>
      <w:r w:rsidR="007D3118">
        <w:rPr>
          <w:rtl/>
        </w:rPr>
        <w:t xml:space="preserve">. </w:t>
      </w:r>
    </w:p>
    <w:p w:rsidR="00587D34" w:rsidRDefault="00587D34" w:rsidP="00587D34">
      <w:pPr>
        <w:pStyle w:val="libNormal"/>
        <w:rPr>
          <w:rtl/>
        </w:rPr>
      </w:pPr>
      <w:r>
        <w:rPr>
          <w:rtl/>
        </w:rPr>
        <w:t>32 - التبصرة و هو تفسير الكواشى هو مفق الدين ابوالعباس احمد بن يوسف بن حسن بن رافع بن حسين بن سودان العياس الشيبانى الموصلى</w:t>
      </w:r>
      <w:r w:rsidR="007D3118">
        <w:rPr>
          <w:rtl/>
        </w:rPr>
        <w:t xml:space="preserve">، </w:t>
      </w:r>
      <w:r>
        <w:rPr>
          <w:rtl/>
        </w:rPr>
        <w:t>المتوفى سنة 680</w:t>
      </w:r>
      <w:r w:rsidR="007D3118">
        <w:rPr>
          <w:rtl/>
        </w:rPr>
        <w:t xml:space="preserve">، </w:t>
      </w:r>
      <w:r>
        <w:rPr>
          <w:rtl/>
        </w:rPr>
        <w:t>المخطوط فى كتب المشكوة فى جزئين</w:t>
      </w:r>
      <w:r w:rsidR="007D3118">
        <w:rPr>
          <w:rtl/>
        </w:rPr>
        <w:t xml:space="preserve">. </w:t>
      </w:r>
    </w:p>
    <w:p w:rsidR="00587D34" w:rsidRDefault="00587D34" w:rsidP="00587D34">
      <w:pPr>
        <w:pStyle w:val="libNormal"/>
        <w:rPr>
          <w:rtl/>
        </w:rPr>
      </w:pPr>
      <w:r>
        <w:rPr>
          <w:rtl/>
        </w:rPr>
        <w:lastRenderedPageBreak/>
        <w:t>والصحيفة ملحقات</w:t>
      </w:r>
      <w:r w:rsidR="007D3118">
        <w:rPr>
          <w:rtl/>
        </w:rPr>
        <w:t xml:space="preserve">، </w:t>
      </w:r>
      <w:r>
        <w:rPr>
          <w:rtl/>
        </w:rPr>
        <w:t>منها الادعية التى الحقها العلامة لمجلسى من رواية الكفعمى و شيخ الطائفة</w:t>
      </w:r>
      <w:r w:rsidR="007D3118">
        <w:rPr>
          <w:rtl/>
        </w:rPr>
        <w:t xml:space="preserve">. </w:t>
      </w:r>
    </w:p>
    <w:p w:rsidR="00587D34" w:rsidRDefault="00AA3CBA" w:rsidP="004C63D0">
      <w:pPr>
        <w:pStyle w:val="Heading2"/>
        <w:rPr>
          <w:rtl/>
        </w:rPr>
      </w:pPr>
      <w:bookmarkStart w:id="3" w:name="_Toc394915132"/>
      <w:r>
        <w:rPr>
          <w:rtl/>
        </w:rPr>
        <w:t>اسناد صحيفه سجاديه</w:t>
      </w:r>
      <w:bookmarkEnd w:id="3"/>
    </w:p>
    <w:p w:rsidR="00587D34" w:rsidRDefault="00587D34" w:rsidP="00587D34">
      <w:pPr>
        <w:pStyle w:val="libNormal"/>
        <w:rPr>
          <w:rtl/>
        </w:rPr>
      </w:pPr>
      <w:r>
        <w:rPr>
          <w:rtl/>
        </w:rPr>
        <w:t>بسيارى از علماء گويند</w:t>
      </w:r>
      <w:r w:rsidR="007D3118">
        <w:rPr>
          <w:rtl/>
        </w:rPr>
        <w:t xml:space="preserve">: </w:t>
      </w:r>
      <w:r>
        <w:rPr>
          <w:rtl/>
        </w:rPr>
        <w:t>صحيفه شريفه از كتب مشهوره و متواتره است كه حاجت به اسناد ندارد</w:t>
      </w:r>
      <w:r w:rsidR="007D3118">
        <w:rPr>
          <w:rtl/>
        </w:rPr>
        <w:t xml:space="preserve">، </w:t>
      </w:r>
      <w:r>
        <w:rPr>
          <w:rtl/>
        </w:rPr>
        <w:t>اما البته تواتر هيچ كتابى مانند قرآن كريم نيست</w:t>
      </w:r>
      <w:r w:rsidR="007D3118">
        <w:rPr>
          <w:rtl/>
        </w:rPr>
        <w:t xml:space="preserve">. </w:t>
      </w:r>
      <w:r>
        <w:rPr>
          <w:rtl/>
        </w:rPr>
        <w:t>چون همه الفاظ و حروف قرآن</w:t>
      </w:r>
      <w:r w:rsidR="007D3118">
        <w:rPr>
          <w:rtl/>
        </w:rPr>
        <w:t xml:space="preserve">، </w:t>
      </w:r>
      <w:r>
        <w:rPr>
          <w:rtl/>
        </w:rPr>
        <w:t>بلكه حركات و اعراب آن نيز متواتر است و آن عنايت و توجه كه به ضبط قرآن بود از اول ظهور اسلام تا كنون</w:t>
      </w:r>
      <w:r w:rsidR="007D3118">
        <w:rPr>
          <w:rtl/>
        </w:rPr>
        <w:t xml:space="preserve">، </w:t>
      </w:r>
      <w:r>
        <w:rPr>
          <w:rtl/>
        </w:rPr>
        <w:t>به هيچ كتاب ديگر نبود</w:t>
      </w:r>
      <w:r w:rsidR="007D3118">
        <w:rPr>
          <w:rtl/>
        </w:rPr>
        <w:t xml:space="preserve">. </w:t>
      </w:r>
      <w:r>
        <w:rPr>
          <w:rtl/>
        </w:rPr>
        <w:t>مثلا معلوم است در چند موضع قرآن حرف تاء را مانند سنت و رحمت متصل نوشتند و در چند جا منفصل و يك جا «شى» را به الف نوشتند شاى</w:t>
      </w:r>
      <w:r w:rsidR="007D3118">
        <w:rPr>
          <w:rtl/>
        </w:rPr>
        <w:t xml:space="preserve">. </w:t>
      </w:r>
      <w:r>
        <w:rPr>
          <w:rtl/>
        </w:rPr>
        <w:t>اى غير ذلك و اين گونه تواتر در غير قرآن كريم متوقع نباشد</w:t>
      </w:r>
    </w:p>
    <w:p w:rsidR="00587D34" w:rsidRDefault="00587D34" w:rsidP="00587D34">
      <w:pPr>
        <w:pStyle w:val="libNormal"/>
        <w:rPr>
          <w:rtl/>
        </w:rPr>
      </w:pPr>
      <w:r>
        <w:rPr>
          <w:rtl/>
        </w:rPr>
        <w:t xml:space="preserve">نسخ صحيفه در الفاظ و عبارات و زياده و نقصان و تقديم و </w:t>
      </w:r>
      <w:r w:rsidR="00F57255">
        <w:rPr>
          <w:rtl/>
        </w:rPr>
        <w:t>تأخیر</w:t>
      </w:r>
      <w:r>
        <w:rPr>
          <w:rtl/>
        </w:rPr>
        <w:t xml:space="preserve"> كلمات</w:t>
      </w:r>
      <w:r w:rsidR="007D3118">
        <w:rPr>
          <w:rtl/>
        </w:rPr>
        <w:t xml:space="preserve">، </w:t>
      </w:r>
      <w:r>
        <w:rPr>
          <w:rtl/>
        </w:rPr>
        <w:t>اختلاف بسيار دارد و هيچ يك قادح در تواتر اجمالى آن نيست</w:t>
      </w:r>
      <w:r w:rsidR="007D3118">
        <w:rPr>
          <w:rtl/>
        </w:rPr>
        <w:t xml:space="preserve">، </w:t>
      </w:r>
      <w:r>
        <w:rPr>
          <w:rtl/>
        </w:rPr>
        <w:t>با اين حال تيمنا و تبركا ذكر اسناد بايد كرد تا از ارسال بيرون آيد و به مسانيد پيوندد و چون سلسله اجازات</w:t>
      </w:r>
      <w:r w:rsidR="007D3118">
        <w:rPr>
          <w:rtl/>
        </w:rPr>
        <w:t xml:space="preserve">، </w:t>
      </w:r>
      <w:r>
        <w:rPr>
          <w:rtl/>
        </w:rPr>
        <w:t>نوعا به شيخ شهيد محمد بن مكى رحمة الله منتهى مى شود</w:t>
      </w:r>
      <w:r w:rsidR="007D3118">
        <w:rPr>
          <w:rtl/>
        </w:rPr>
        <w:t xml:space="preserve">. </w:t>
      </w:r>
    </w:p>
    <w:p w:rsidR="00587D34" w:rsidRDefault="00587D34" w:rsidP="00587D34">
      <w:pPr>
        <w:pStyle w:val="libNormal"/>
        <w:rPr>
          <w:rtl/>
        </w:rPr>
      </w:pPr>
      <w:r>
        <w:rPr>
          <w:rtl/>
        </w:rPr>
        <w:t>سلسله اسناد تا شيخ معظم كه مشتمل بر شيخ بهاء الدين عاملى و سيد محمدباقر داماد و فيض كاشانى و سيد عليخان رحمة الله باشد</w:t>
      </w:r>
      <w:r w:rsidR="007D3118">
        <w:rPr>
          <w:rtl/>
        </w:rPr>
        <w:t xml:space="preserve">، </w:t>
      </w:r>
      <w:r>
        <w:rPr>
          <w:rtl/>
        </w:rPr>
        <w:t>ذكر مى كنيم</w:t>
      </w:r>
      <w:r w:rsidR="007D3118">
        <w:rPr>
          <w:rtl/>
        </w:rPr>
        <w:t xml:space="preserve">، </w:t>
      </w:r>
      <w:r>
        <w:rPr>
          <w:rtl/>
        </w:rPr>
        <w:t>چون از حواشى آنان بسيار اقتباس كرديم</w:t>
      </w:r>
      <w:r w:rsidR="007D3118">
        <w:rPr>
          <w:rtl/>
        </w:rPr>
        <w:t xml:space="preserve">: </w:t>
      </w:r>
    </w:p>
    <w:p w:rsidR="00587D34" w:rsidRDefault="00587D34" w:rsidP="00587D34">
      <w:pPr>
        <w:pStyle w:val="libNormal"/>
        <w:rPr>
          <w:rtl/>
        </w:rPr>
      </w:pPr>
      <w:r>
        <w:rPr>
          <w:rtl/>
        </w:rPr>
        <w:t>اين بنده ابوالحسن بن محمد بن غلام حسين الطهرانى روايت مى كنم</w:t>
      </w:r>
      <w:r w:rsidR="007D3118">
        <w:rPr>
          <w:rtl/>
        </w:rPr>
        <w:t xml:space="preserve">: </w:t>
      </w:r>
      <w:r>
        <w:rPr>
          <w:rtl/>
        </w:rPr>
        <w:t xml:space="preserve">صحيفه مباركه و ساير اخبار و روايات معصومين </w:t>
      </w:r>
      <w:r w:rsidR="000C598D" w:rsidRPr="000C598D">
        <w:rPr>
          <w:rStyle w:val="libAlaemChar"/>
          <w:rtl/>
        </w:rPr>
        <w:t>عليهم‌السلام</w:t>
      </w:r>
      <w:r w:rsidR="007D3118">
        <w:rPr>
          <w:rtl/>
        </w:rPr>
        <w:t xml:space="preserve"> </w:t>
      </w:r>
      <w:r>
        <w:rPr>
          <w:rtl/>
        </w:rPr>
        <w:t>را از شيخ عالم فقه محدث رجالى ماهر متتبع حفظة المتاخرين الحاج ميرزا حسين النورى رحمة الله</w:t>
      </w:r>
      <w:r w:rsidR="007D3118">
        <w:rPr>
          <w:rtl/>
        </w:rPr>
        <w:t xml:space="preserve">، </w:t>
      </w:r>
      <w:r>
        <w:rPr>
          <w:rtl/>
        </w:rPr>
        <w:t xml:space="preserve">از عالم متفقه متبحر جامع العلوم العقلية و النقلية الشيخ عبدالحسين الطهرانى رحمة </w:t>
      </w:r>
      <w:r>
        <w:rPr>
          <w:rtl/>
        </w:rPr>
        <w:lastRenderedPageBreak/>
        <w:t>الله</w:t>
      </w:r>
      <w:r w:rsidR="007D3118">
        <w:rPr>
          <w:rtl/>
        </w:rPr>
        <w:t xml:space="preserve">، </w:t>
      </w:r>
      <w:r>
        <w:rPr>
          <w:rtl/>
        </w:rPr>
        <w:t>از استاد الفقهاء المتاخرين الشيخ محمد حسن صاحب الجواهر رحمة الله</w:t>
      </w:r>
      <w:r w:rsidR="007D3118">
        <w:rPr>
          <w:rtl/>
        </w:rPr>
        <w:t xml:space="preserve">، </w:t>
      </w:r>
      <w:r>
        <w:rPr>
          <w:rtl/>
        </w:rPr>
        <w:t>از سيد فقيه متبحر السيد جواد العاملى صاحب مفتاح الكرامة</w:t>
      </w:r>
      <w:r w:rsidR="007D3118">
        <w:rPr>
          <w:rtl/>
        </w:rPr>
        <w:t xml:space="preserve">، </w:t>
      </w:r>
      <w:r>
        <w:rPr>
          <w:rtl/>
        </w:rPr>
        <w:t>از شيخ الاصوليين المشهور بالوحيد آقا محمدباقر البهبهانى</w:t>
      </w:r>
      <w:r w:rsidR="007D3118">
        <w:rPr>
          <w:rtl/>
        </w:rPr>
        <w:t xml:space="preserve">، </w:t>
      </w:r>
      <w:r>
        <w:rPr>
          <w:rtl/>
        </w:rPr>
        <w:t>از والدش محمد اكمل</w:t>
      </w:r>
      <w:r w:rsidR="007D3118">
        <w:rPr>
          <w:rtl/>
        </w:rPr>
        <w:t xml:space="preserve">، </w:t>
      </w:r>
      <w:r>
        <w:rPr>
          <w:rtl/>
        </w:rPr>
        <w:t>از محدث بارع متبحر محمد باقر المجلسى رحمة الله</w:t>
      </w:r>
      <w:r w:rsidR="007D3118">
        <w:rPr>
          <w:rtl/>
        </w:rPr>
        <w:t xml:space="preserve">، </w:t>
      </w:r>
      <w:r>
        <w:rPr>
          <w:rtl/>
        </w:rPr>
        <w:t>از سيد اديب لغوى فاضل و حكيم كامل جامع الفضايل السيد عليخان المدنى الهندى الشيرازى رحمة الله صاحب الشرح</w:t>
      </w:r>
      <w:r w:rsidR="007D3118">
        <w:rPr>
          <w:rtl/>
        </w:rPr>
        <w:t xml:space="preserve">، </w:t>
      </w:r>
      <w:r>
        <w:rPr>
          <w:rtl/>
        </w:rPr>
        <w:t>از شيخ فاضل شيخ جعفر بن كمال الدين بحرانى</w:t>
      </w:r>
      <w:r w:rsidR="007D3118">
        <w:rPr>
          <w:rtl/>
        </w:rPr>
        <w:t xml:space="preserve">، </w:t>
      </w:r>
      <w:r>
        <w:rPr>
          <w:rtl/>
        </w:rPr>
        <w:t>از شيخ فاضل شيخ جعفر بن كمال الدين بحرانى</w:t>
      </w:r>
      <w:r w:rsidR="007D3118">
        <w:rPr>
          <w:rtl/>
        </w:rPr>
        <w:t xml:space="preserve">، </w:t>
      </w:r>
      <w:r>
        <w:rPr>
          <w:rtl/>
        </w:rPr>
        <w:t>از شيخ فاضل الشيخ فاضل الشيخ الدين الحلبى</w:t>
      </w:r>
      <w:r w:rsidR="007D3118">
        <w:rPr>
          <w:rtl/>
        </w:rPr>
        <w:t xml:space="preserve">، </w:t>
      </w:r>
      <w:r>
        <w:rPr>
          <w:rtl/>
        </w:rPr>
        <w:t>از شيخ اجل المجتهدين و بحر العرفان و اليقين الشيخ بهاءالدين محمد العاملى رحمة الله</w:t>
      </w:r>
      <w:r w:rsidR="007D3118">
        <w:rPr>
          <w:rtl/>
        </w:rPr>
        <w:t xml:space="preserve">. </w:t>
      </w:r>
    </w:p>
    <w:p w:rsidR="00587D34" w:rsidRDefault="00587D34" w:rsidP="00587D34">
      <w:pPr>
        <w:pStyle w:val="libNormal"/>
        <w:rPr>
          <w:rtl/>
        </w:rPr>
      </w:pPr>
      <w:r>
        <w:rPr>
          <w:rtl/>
        </w:rPr>
        <w:t>و هم به روايت مجلسى</w:t>
      </w:r>
      <w:r w:rsidR="007D3118">
        <w:rPr>
          <w:rtl/>
        </w:rPr>
        <w:t xml:space="preserve">، </w:t>
      </w:r>
      <w:r>
        <w:rPr>
          <w:rtl/>
        </w:rPr>
        <w:t>از عالم جامع بين العقل و العرفان و النقل و الوجدان و الرواية مولانا محمد محسن الفيض الكاشانى قدس سره</w:t>
      </w:r>
      <w:r w:rsidR="007D3118">
        <w:rPr>
          <w:rtl/>
        </w:rPr>
        <w:t xml:space="preserve">، </w:t>
      </w:r>
      <w:r>
        <w:rPr>
          <w:rtl/>
        </w:rPr>
        <w:t>از استاد الحكماء و الفلاسفة المتاءلهين محمد بن ابراهيم صدر الدين الشيرازى قدس سره</w:t>
      </w:r>
      <w:r w:rsidR="007D3118">
        <w:rPr>
          <w:rtl/>
        </w:rPr>
        <w:t xml:space="preserve">، </w:t>
      </w:r>
      <w:r>
        <w:rPr>
          <w:rtl/>
        </w:rPr>
        <w:t>از شيخ محقق بهاء الدين عاملى</w:t>
      </w:r>
      <w:r w:rsidR="007D3118">
        <w:rPr>
          <w:rtl/>
        </w:rPr>
        <w:t xml:space="preserve">، </w:t>
      </w:r>
      <w:r>
        <w:rPr>
          <w:rtl/>
        </w:rPr>
        <w:t>از والدش عالم بارع حسين بن عبدالصمد الحارثى العاملى</w:t>
      </w:r>
      <w:r w:rsidR="007D3118">
        <w:rPr>
          <w:rtl/>
        </w:rPr>
        <w:t xml:space="preserve">، </w:t>
      </w:r>
      <w:r>
        <w:rPr>
          <w:rtl/>
        </w:rPr>
        <w:t>از سيد حسين بن جعفر حسينى كركى</w:t>
      </w:r>
      <w:r w:rsidR="007D3118">
        <w:rPr>
          <w:rtl/>
        </w:rPr>
        <w:t xml:space="preserve">، </w:t>
      </w:r>
      <w:r>
        <w:rPr>
          <w:rtl/>
        </w:rPr>
        <w:t>از شيخ جليل على بن عبدالعالى ميسى</w:t>
      </w:r>
      <w:r w:rsidR="007D3118">
        <w:rPr>
          <w:rtl/>
        </w:rPr>
        <w:t xml:space="preserve">، </w:t>
      </w:r>
      <w:r>
        <w:rPr>
          <w:rtl/>
        </w:rPr>
        <w:t>از شيخ امام شمس الدين الجزينى المعروف به ابن المؤ ذن</w:t>
      </w:r>
      <w:r w:rsidR="007D3118">
        <w:rPr>
          <w:rtl/>
        </w:rPr>
        <w:t xml:space="preserve">، </w:t>
      </w:r>
      <w:r>
        <w:rPr>
          <w:rtl/>
        </w:rPr>
        <w:t>از شيخ ضياء الدين على بن السعيد شمس الدين محمد بن مكى المعروف بالشهيد</w:t>
      </w:r>
      <w:r w:rsidR="007D3118">
        <w:rPr>
          <w:rtl/>
        </w:rPr>
        <w:t xml:space="preserve">. </w:t>
      </w:r>
    </w:p>
    <w:p w:rsidR="00551712" w:rsidRDefault="00587D34" w:rsidP="00587D34">
      <w:pPr>
        <w:pStyle w:val="libNormal"/>
        <w:rPr>
          <w:rtl/>
        </w:rPr>
      </w:pPr>
      <w:r>
        <w:rPr>
          <w:rtl/>
        </w:rPr>
        <w:t>و نيز صدر المتاءلهين شيرازى قدس سره روايت مى كند از سيد محقق اعلم المتاءخرين جامع فضائل المتقدمين سيد محمدباقر داماد قدس سره</w:t>
      </w:r>
      <w:r w:rsidR="007D3118">
        <w:rPr>
          <w:rtl/>
        </w:rPr>
        <w:t xml:space="preserve">، </w:t>
      </w:r>
      <w:r>
        <w:rPr>
          <w:rtl/>
        </w:rPr>
        <w:t>از شيخ عالم فقيه متبحر عبدالعالى بن على الكركى</w:t>
      </w:r>
      <w:r w:rsidR="007D3118">
        <w:rPr>
          <w:rtl/>
        </w:rPr>
        <w:t xml:space="preserve">، </w:t>
      </w:r>
      <w:r>
        <w:rPr>
          <w:rtl/>
        </w:rPr>
        <w:t>از پدرش شيخ محقق مروج المذهب على بن عبدالعالى كركى</w:t>
      </w:r>
      <w:r w:rsidR="007D3118">
        <w:rPr>
          <w:rtl/>
        </w:rPr>
        <w:t xml:space="preserve">، </w:t>
      </w:r>
      <w:r>
        <w:rPr>
          <w:rtl/>
        </w:rPr>
        <w:t>از شيخ على بن هلال جزايرى</w:t>
      </w:r>
      <w:r w:rsidR="007D3118">
        <w:rPr>
          <w:rtl/>
        </w:rPr>
        <w:t xml:space="preserve">، </w:t>
      </w:r>
      <w:r>
        <w:rPr>
          <w:rtl/>
        </w:rPr>
        <w:t>از شيخ فقيه زاهد ابن فهد الحلى</w:t>
      </w:r>
      <w:r w:rsidR="007D3118">
        <w:rPr>
          <w:rtl/>
        </w:rPr>
        <w:t xml:space="preserve">، </w:t>
      </w:r>
      <w:r>
        <w:rPr>
          <w:rtl/>
        </w:rPr>
        <w:t xml:space="preserve">از شيخ فاضل مقداد السيورى عن مشايخه الى الائمة المعصومين </w:t>
      </w:r>
      <w:r w:rsidR="000C598D" w:rsidRPr="000C598D">
        <w:rPr>
          <w:rStyle w:val="libAlaemChar"/>
          <w:rtl/>
        </w:rPr>
        <w:t>عليهم‌السلام</w:t>
      </w:r>
      <w:r w:rsidR="007D3118">
        <w:rPr>
          <w:rtl/>
        </w:rPr>
        <w:t xml:space="preserve"> . </w:t>
      </w:r>
    </w:p>
    <w:p w:rsidR="00587D34" w:rsidRDefault="00412306" w:rsidP="004C63D0">
      <w:pPr>
        <w:pStyle w:val="Heading2"/>
        <w:rPr>
          <w:rtl/>
        </w:rPr>
      </w:pPr>
      <w:r>
        <w:rPr>
          <w:rtl/>
        </w:rPr>
        <w:br w:type="page"/>
      </w:r>
      <w:bookmarkStart w:id="4" w:name="_Toc394915133"/>
      <w:r w:rsidR="00AA3CBA">
        <w:rPr>
          <w:rtl/>
        </w:rPr>
        <w:lastRenderedPageBreak/>
        <w:t>مقدمه صحيفه</w:t>
      </w:r>
      <w:bookmarkEnd w:id="4"/>
    </w:p>
    <w:p w:rsidR="00587D34" w:rsidRDefault="00587D34" w:rsidP="00587D34">
      <w:pPr>
        <w:pStyle w:val="libNormal"/>
        <w:rPr>
          <w:rtl/>
        </w:rPr>
      </w:pPr>
      <w:r>
        <w:rPr>
          <w:rtl/>
        </w:rPr>
        <w:t>بِسْمِ اللَّهِ الرَّحْمَنِ الرَّحِيمِ</w:t>
      </w:r>
    </w:p>
    <w:p w:rsidR="00587D34" w:rsidRDefault="00587D34" w:rsidP="00587D34">
      <w:pPr>
        <w:pStyle w:val="libNormal"/>
        <w:rPr>
          <w:rtl/>
        </w:rPr>
      </w:pPr>
      <w:r>
        <w:rPr>
          <w:rtl/>
        </w:rPr>
        <w:t>(1</w:t>
      </w:r>
      <w:r w:rsidR="007D3118">
        <w:rPr>
          <w:rtl/>
        </w:rPr>
        <w:t xml:space="preserve">) </w:t>
      </w:r>
      <w:r>
        <w:rPr>
          <w:rtl/>
        </w:rPr>
        <w:t>حَدَّثَنَا السَّيِّدُ الْأَجَلُّ</w:t>
      </w:r>
      <w:r w:rsidR="007D3118">
        <w:rPr>
          <w:rtl/>
        </w:rPr>
        <w:t xml:space="preserve">، </w:t>
      </w:r>
      <w:r>
        <w:rPr>
          <w:rtl/>
        </w:rPr>
        <w:t>نَجْمُ الدِّينِ</w:t>
      </w:r>
      <w:r w:rsidR="007D3118">
        <w:rPr>
          <w:rtl/>
        </w:rPr>
        <w:t xml:space="preserve">، </w:t>
      </w:r>
      <w:r>
        <w:rPr>
          <w:rtl/>
        </w:rPr>
        <w:t>بَهَاءُ الشَّرَفِ</w:t>
      </w:r>
      <w:r w:rsidR="007D3118">
        <w:rPr>
          <w:rtl/>
        </w:rPr>
        <w:t xml:space="preserve">، </w:t>
      </w:r>
      <w:r>
        <w:rPr>
          <w:rtl/>
        </w:rPr>
        <w:t>أَبُو الْحَسَنِ</w:t>
      </w:r>
      <w:r w:rsidR="007D3118">
        <w:rPr>
          <w:rtl/>
        </w:rPr>
        <w:t xml:space="preserve">: </w:t>
      </w:r>
    </w:p>
    <w:p w:rsidR="00587D34" w:rsidRDefault="00587D34" w:rsidP="00587D34">
      <w:pPr>
        <w:pStyle w:val="libNormal"/>
        <w:rPr>
          <w:rtl/>
        </w:rPr>
      </w:pPr>
      <w:r>
        <w:rPr>
          <w:rtl/>
        </w:rPr>
        <w:t>مُحَمَّدُ بْنُ الْحَسَنِ بْنِ أَحْمَدَ بْنِ عَلِيِّ بْنِ مُحَمَّدِ بْنِ عُمَرَ بْنِ يَحْيَى الْعَلَوِيٌّ الْحُسَيْنِيٌّ - رَحِمَهُ اللَّهُ-</w:t>
      </w:r>
      <w:r w:rsidR="007D3118">
        <w:rPr>
          <w:rtl/>
        </w:rPr>
        <w:t xml:space="preserve">. </w:t>
      </w:r>
    </w:p>
    <w:p w:rsidR="00587D34" w:rsidRDefault="00587D34" w:rsidP="00587D34">
      <w:pPr>
        <w:pStyle w:val="libNormal"/>
        <w:rPr>
          <w:rtl/>
        </w:rPr>
      </w:pPr>
      <w:r>
        <w:rPr>
          <w:rtl/>
        </w:rPr>
        <w:t>(2</w:t>
      </w:r>
      <w:r w:rsidR="007D3118">
        <w:rPr>
          <w:rtl/>
        </w:rPr>
        <w:t xml:space="preserve">) </w:t>
      </w:r>
      <w:r>
        <w:rPr>
          <w:rtl/>
        </w:rPr>
        <w:t>قَالَ</w:t>
      </w:r>
      <w:r w:rsidR="007D3118">
        <w:rPr>
          <w:rtl/>
        </w:rPr>
        <w:t xml:space="preserve">: </w:t>
      </w:r>
      <w:r>
        <w:rPr>
          <w:rtl/>
        </w:rPr>
        <w:t>أَخْبَرَنَا الشَّيْخُ السَّعِيدُ</w:t>
      </w:r>
      <w:r w:rsidR="007D3118">
        <w:rPr>
          <w:rtl/>
        </w:rPr>
        <w:t xml:space="preserve">، </w:t>
      </w:r>
      <w:r>
        <w:rPr>
          <w:rtl/>
        </w:rPr>
        <w:t>أَبُو عَبْدِ اللَّهِ</w:t>
      </w:r>
      <w:r w:rsidR="007D3118">
        <w:rPr>
          <w:rtl/>
        </w:rPr>
        <w:t xml:space="preserve">: </w:t>
      </w:r>
      <w:r>
        <w:rPr>
          <w:rtl/>
        </w:rPr>
        <w:t>مُحَمَّدُ بْنُ أَحْمَدَ بْنِ شَهْرَيَارَ</w:t>
      </w:r>
      <w:r w:rsidR="007D3118">
        <w:rPr>
          <w:rtl/>
        </w:rPr>
        <w:t xml:space="preserve">، </w:t>
      </w:r>
      <w:r>
        <w:rPr>
          <w:rtl/>
        </w:rPr>
        <w:t>الْخَازِنُ لِخِزَانَةِ مَوْلانَا أَمِيرِ الْمُؤْمِنِينَ عَلِيِّ بْنِ أَبِى طَالِبٍ - عَلَيْهِ السَّلامُ - فِى شَهْرِ رَبِيعٍ الْأَوَّلِ مِنْ سَنَةِ سِتَّ عَشْرَةَ وَ خَمْسِمِائَةٍ قِرَاءَةً عَلَيْهِ وَ أَنَا أَسْمَعُ</w:t>
      </w:r>
      <w:r w:rsidR="007D3118">
        <w:rPr>
          <w:rtl/>
        </w:rPr>
        <w:t xml:space="preserve">. </w:t>
      </w:r>
    </w:p>
    <w:p w:rsidR="00587D34" w:rsidRDefault="00587D34" w:rsidP="00587D34">
      <w:pPr>
        <w:pStyle w:val="libNormal"/>
        <w:rPr>
          <w:rtl/>
        </w:rPr>
      </w:pPr>
      <w:r>
        <w:rPr>
          <w:rtl/>
        </w:rPr>
        <w:t>(3</w:t>
      </w:r>
      <w:r w:rsidR="007D3118">
        <w:rPr>
          <w:rtl/>
        </w:rPr>
        <w:t xml:space="preserve">) </w:t>
      </w:r>
      <w:r>
        <w:rPr>
          <w:rtl/>
        </w:rPr>
        <w:t>قَالَ</w:t>
      </w:r>
      <w:r w:rsidR="007D3118">
        <w:rPr>
          <w:rtl/>
        </w:rPr>
        <w:t xml:space="preserve">: </w:t>
      </w:r>
      <w:r>
        <w:rPr>
          <w:rtl/>
        </w:rPr>
        <w:t>سَمِعْتُهَا عَنِ الشَّيْخِ الصَّدُوقِ</w:t>
      </w:r>
      <w:r w:rsidR="007D3118">
        <w:rPr>
          <w:rtl/>
        </w:rPr>
        <w:t xml:space="preserve">، </w:t>
      </w:r>
      <w:r>
        <w:rPr>
          <w:rtl/>
        </w:rPr>
        <w:t>أَبِى مَنْصُورٍ</w:t>
      </w:r>
      <w:r w:rsidR="007D3118">
        <w:rPr>
          <w:rtl/>
        </w:rPr>
        <w:t xml:space="preserve">: </w:t>
      </w:r>
      <w:r>
        <w:rPr>
          <w:rtl/>
        </w:rPr>
        <w:t>مُحَمَّدِ بْنِ مُحَمَّدِ بْنِ أَحْمَدَ بْنِ عَبْدِ الْعَزِيزِ الْعُكْبَرِيِّ الْمُعَدِّلِ - رَحِمَهُ اللَّهُ - عَنْ أَبِى الْمُفَضَّلِ</w:t>
      </w:r>
      <w:r w:rsidR="007D3118">
        <w:rPr>
          <w:rtl/>
        </w:rPr>
        <w:t xml:space="preserve">: </w:t>
      </w:r>
      <w:r>
        <w:rPr>
          <w:rtl/>
        </w:rPr>
        <w:t>مُحَمَّدِ بْنِ عَبْدِ اللَّهِ بْنِ الْمُطَّلِبِ الشَّيْبَانِيِّ</w:t>
      </w:r>
    </w:p>
    <w:p w:rsidR="00587D34" w:rsidRDefault="00587D34" w:rsidP="00587D34">
      <w:pPr>
        <w:pStyle w:val="libNormal"/>
        <w:rPr>
          <w:rtl/>
        </w:rPr>
      </w:pPr>
      <w:r>
        <w:rPr>
          <w:rtl/>
        </w:rPr>
        <w:t>(4</w:t>
      </w:r>
      <w:r w:rsidR="007D3118">
        <w:rPr>
          <w:rtl/>
        </w:rPr>
        <w:t xml:space="preserve">) </w:t>
      </w:r>
      <w:r>
        <w:rPr>
          <w:rtl/>
        </w:rPr>
        <w:t>قَالَ</w:t>
      </w:r>
      <w:r w:rsidR="007D3118">
        <w:rPr>
          <w:rtl/>
        </w:rPr>
        <w:t xml:space="preserve">: </w:t>
      </w:r>
      <w:r>
        <w:rPr>
          <w:rtl/>
        </w:rPr>
        <w:t>حَدَّثَنَا الشَّرِيفُ</w:t>
      </w:r>
      <w:r w:rsidR="007D3118">
        <w:rPr>
          <w:rtl/>
        </w:rPr>
        <w:t xml:space="preserve">، </w:t>
      </w:r>
      <w:r>
        <w:rPr>
          <w:rtl/>
        </w:rPr>
        <w:t>أَبُو عَبْدِ اللَّهِ</w:t>
      </w:r>
      <w:r w:rsidR="007D3118">
        <w:rPr>
          <w:rtl/>
        </w:rPr>
        <w:t xml:space="preserve">: </w:t>
      </w:r>
      <w:r>
        <w:rPr>
          <w:rtl/>
        </w:rPr>
        <w:t>جَعْفَرُ بْنُ مُحَمَّدِ بْنِ جَعْفَرِ بْنِ الْحَسَنِ بْنِ جَعْفَرِ بْنِ الْحَسَنِ بْنِ الْحَسَنِ بْنِ أَمِيرِ الْمُؤْمِنِينَ عَلِيِّ بْنِ أَبِى طَالِبٍ - عَلَيْهِمُ السَّلامُ -</w:t>
      </w:r>
    </w:p>
    <w:p w:rsidR="00587D34" w:rsidRDefault="00587D34" w:rsidP="00587D34">
      <w:pPr>
        <w:pStyle w:val="libNormal"/>
        <w:rPr>
          <w:rtl/>
        </w:rPr>
      </w:pPr>
      <w:r>
        <w:rPr>
          <w:rtl/>
        </w:rPr>
        <w:t>(5</w:t>
      </w:r>
      <w:r w:rsidR="007D3118">
        <w:rPr>
          <w:rtl/>
        </w:rPr>
        <w:t xml:space="preserve">) </w:t>
      </w:r>
      <w:r>
        <w:rPr>
          <w:rtl/>
        </w:rPr>
        <w:t>قَالَ</w:t>
      </w:r>
      <w:r w:rsidR="007D3118">
        <w:rPr>
          <w:rtl/>
        </w:rPr>
        <w:t xml:space="preserve">: </w:t>
      </w:r>
      <w:r>
        <w:rPr>
          <w:rtl/>
        </w:rPr>
        <w:t>حَدَّثَنَا عَبْدُ اللَّهِ بْنُ عُمَرَ بْنِ خَطَّابٍ الزَّيَّاتُ سَنَةَ خَمْسٍ وَ سِتِّينَ وَ مِائَتَيْنِ</w:t>
      </w:r>
    </w:p>
    <w:p w:rsidR="00587D34" w:rsidRDefault="00587D34" w:rsidP="00587D34">
      <w:pPr>
        <w:pStyle w:val="libNormal"/>
        <w:rPr>
          <w:rtl/>
        </w:rPr>
      </w:pPr>
      <w:r>
        <w:rPr>
          <w:rtl/>
        </w:rPr>
        <w:t>(6</w:t>
      </w:r>
      <w:r w:rsidR="007D3118">
        <w:rPr>
          <w:rtl/>
        </w:rPr>
        <w:t xml:space="preserve">) </w:t>
      </w:r>
      <w:r>
        <w:rPr>
          <w:rtl/>
        </w:rPr>
        <w:t>قَالَ</w:t>
      </w:r>
      <w:r w:rsidR="007D3118">
        <w:rPr>
          <w:rtl/>
        </w:rPr>
        <w:t xml:space="preserve">: </w:t>
      </w:r>
      <w:r>
        <w:rPr>
          <w:rtl/>
        </w:rPr>
        <w:t>حَدَّثَنِى خَالِى</w:t>
      </w:r>
      <w:r w:rsidR="007D3118">
        <w:rPr>
          <w:rtl/>
        </w:rPr>
        <w:t xml:space="preserve">: </w:t>
      </w:r>
      <w:r>
        <w:rPr>
          <w:rtl/>
        </w:rPr>
        <w:t>عَلِيُّ بْنُ النُّعْمَانِ الْأَعْلَمُ</w:t>
      </w:r>
    </w:p>
    <w:p w:rsidR="00587D34" w:rsidRDefault="00587D34" w:rsidP="00587D34">
      <w:pPr>
        <w:pStyle w:val="libNormal"/>
        <w:rPr>
          <w:rtl/>
        </w:rPr>
      </w:pPr>
      <w:r>
        <w:rPr>
          <w:rtl/>
        </w:rPr>
        <w:t>(7</w:t>
      </w:r>
      <w:r w:rsidR="007D3118">
        <w:rPr>
          <w:rtl/>
        </w:rPr>
        <w:t xml:space="preserve">) </w:t>
      </w:r>
      <w:r>
        <w:rPr>
          <w:rtl/>
        </w:rPr>
        <w:t>قَالَ</w:t>
      </w:r>
      <w:r w:rsidR="007D3118">
        <w:rPr>
          <w:rtl/>
        </w:rPr>
        <w:t xml:space="preserve">: </w:t>
      </w:r>
      <w:r>
        <w:rPr>
          <w:rtl/>
        </w:rPr>
        <w:t>حَدَّثَنِى عُمَيْرُ بْنُ مُتَوَكِّلٍ الثَّقَفِيُّ الْبَلْخِيُّ عَنْ أَبِيهِ</w:t>
      </w:r>
      <w:r w:rsidR="007D3118">
        <w:rPr>
          <w:rtl/>
        </w:rPr>
        <w:t xml:space="preserve">: </w:t>
      </w:r>
      <w:r>
        <w:rPr>
          <w:rtl/>
        </w:rPr>
        <w:t>مُتَوَكِّلِ بْنِ هَارُونَ</w:t>
      </w:r>
      <w:r w:rsidR="007D3118">
        <w:rPr>
          <w:rtl/>
        </w:rPr>
        <w:t xml:space="preserve">. </w:t>
      </w:r>
    </w:p>
    <w:p w:rsidR="00587D34" w:rsidRDefault="00587D34" w:rsidP="00587D34">
      <w:pPr>
        <w:pStyle w:val="libNormal"/>
        <w:rPr>
          <w:rtl/>
        </w:rPr>
      </w:pPr>
      <w:r>
        <w:rPr>
          <w:rtl/>
        </w:rPr>
        <w:t>(8</w:t>
      </w:r>
      <w:r w:rsidR="007D3118">
        <w:rPr>
          <w:rtl/>
        </w:rPr>
        <w:t xml:space="preserve">) </w:t>
      </w:r>
      <w:r>
        <w:rPr>
          <w:rtl/>
        </w:rPr>
        <w:t>قَالَ</w:t>
      </w:r>
      <w:r w:rsidR="007D3118">
        <w:rPr>
          <w:rtl/>
        </w:rPr>
        <w:t xml:space="preserve">: </w:t>
      </w:r>
      <w:r>
        <w:rPr>
          <w:rtl/>
        </w:rPr>
        <w:t>لَقِيتُ يَحْيَى بْنَ زَيْدِ بْنِ عَلِيٍّ - عَلَيْهِ السَّلامُ - وَ هُوَ مُتَوَجِّهٌ إِلَى خُرَاسَانَ بَعْدَ قَتْلِ أَبِيهِ فَسَلَّمْتُ عَلَيْهِ</w:t>
      </w:r>
    </w:p>
    <w:p w:rsidR="00587D34" w:rsidRDefault="00587D34" w:rsidP="00587D34">
      <w:pPr>
        <w:pStyle w:val="libNormal"/>
        <w:rPr>
          <w:rtl/>
        </w:rPr>
      </w:pPr>
      <w:r>
        <w:rPr>
          <w:rtl/>
        </w:rPr>
        <w:t>(9</w:t>
      </w:r>
      <w:r w:rsidR="007D3118">
        <w:rPr>
          <w:rtl/>
        </w:rPr>
        <w:t xml:space="preserve">) </w:t>
      </w:r>
      <w:r>
        <w:rPr>
          <w:rtl/>
        </w:rPr>
        <w:t>فَقَالَ لِى</w:t>
      </w:r>
      <w:r w:rsidR="007D3118">
        <w:rPr>
          <w:rtl/>
        </w:rPr>
        <w:t xml:space="preserve">: </w:t>
      </w:r>
      <w:r>
        <w:rPr>
          <w:rtl/>
        </w:rPr>
        <w:t>مِنْ أَيْنَ أَقْبَلْتَ قُلْتُ</w:t>
      </w:r>
      <w:r w:rsidR="007D3118">
        <w:rPr>
          <w:rtl/>
        </w:rPr>
        <w:t xml:space="preserve">: </w:t>
      </w:r>
      <w:r>
        <w:rPr>
          <w:rtl/>
        </w:rPr>
        <w:t>مِنَ الْحَجِّ</w:t>
      </w:r>
    </w:p>
    <w:p w:rsidR="00587D34" w:rsidRDefault="00587D34" w:rsidP="00587D34">
      <w:pPr>
        <w:pStyle w:val="libNormal"/>
        <w:rPr>
          <w:rtl/>
        </w:rPr>
      </w:pPr>
      <w:r>
        <w:rPr>
          <w:rtl/>
        </w:rPr>
        <w:lastRenderedPageBreak/>
        <w:t>(10</w:t>
      </w:r>
      <w:r w:rsidR="007D3118">
        <w:rPr>
          <w:rtl/>
        </w:rPr>
        <w:t xml:space="preserve">) </w:t>
      </w:r>
      <w:r>
        <w:rPr>
          <w:rtl/>
        </w:rPr>
        <w:t>فَسَأَلَنِى عَنْ أَهْلِهِ وَ بَنِى عَمِّهِ بِالْمَدِينَةِ وَ أَحْفَى السُّؤَالَ عَنْ جَعْفَرِ بْنِ مُحَمَّدٍ - عَلَيْهِ السَّلامُ - فَأ خْبَرْتُهُ بِخَبَرِهِ وَ خَبَرِهِمْ وَ حُزْنِهِمْ عَلَى أَبِيهِ زَيْدِ بْنِ عَلِيٍّ - عَلَيْهِ السَّلامُ -</w:t>
      </w:r>
    </w:p>
    <w:p w:rsidR="00587D34" w:rsidRDefault="00587D34" w:rsidP="00587D34">
      <w:pPr>
        <w:pStyle w:val="libNormal"/>
        <w:rPr>
          <w:rtl/>
        </w:rPr>
      </w:pPr>
      <w:r>
        <w:rPr>
          <w:rtl/>
        </w:rPr>
        <w:t>(11</w:t>
      </w:r>
      <w:r w:rsidR="007D3118">
        <w:rPr>
          <w:rtl/>
        </w:rPr>
        <w:t xml:space="preserve">) </w:t>
      </w:r>
      <w:r>
        <w:rPr>
          <w:rtl/>
        </w:rPr>
        <w:t>فَقَالَ لِى</w:t>
      </w:r>
      <w:r w:rsidR="007D3118">
        <w:rPr>
          <w:rtl/>
        </w:rPr>
        <w:t xml:space="preserve">: </w:t>
      </w:r>
      <w:r>
        <w:rPr>
          <w:rtl/>
        </w:rPr>
        <w:t>قَدْ كَانَ عَمِّى مُحَمَّدُ بْنُ عَلِيٍّ - عَلَيْهِ السَّلامُ - أَشَارَ عَلَى أَبِى بِتَرْكِ الْخُرُوجِ وَ عَرَّفَهُ إِنْ هُوَ خَرَجَ وَ فَارَقَ الْمَدِينَةَ مَا يَكُونُ إِلَيْهِ مَصيرُ أَمْرِهِ فَهَلْ لَقِيتَ ابْنَ عَمِّى جَعْفَرَ بْنَ مُحَمَّدٍ - عَلَيْهِ السَّلامُ -؟ قُلْتُ</w:t>
      </w:r>
      <w:r w:rsidR="007D3118">
        <w:rPr>
          <w:rtl/>
        </w:rPr>
        <w:t xml:space="preserve">: </w:t>
      </w:r>
      <w:r>
        <w:rPr>
          <w:rtl/>
        </w:rPr>
        <w:t>نَعَمْ</w:t>
      </w:r>
      <w:r w:rsidR="007D3118">
        <w:rPr>
          <w:rtl/>
        </w:rPr>
        <w:t xml:space="preserve">. </w:t>
      </w:r>
    </w:p>
    <w:p w:rsidR="00587D34" w:rsidRDefault="00587D34" w:rsidP="00587D34">
      <w:pPr>
        <w:pStyle w:val="libNormal"/>
        <w:rPr>
          <w:rtl/>
        </w:rPr>
      </w:pPr>
      <w:r>
        <w:rPr>
          <w:rtl/>
        </w:rPr>
        <w:t>(12</w:t>
      </w:r>
      <w:r w:rsidR="007D3118">
        <w:rPr>
          <w:rtl/>
        </w:rPr>
        <w:t xml:space="preserve">) </w:t>
      </w:r>
      <w:r>
        <w:rPr>
          <w:rtl/>
        </w:rPr>
        <w:t>قَالَ</w:t>
      </w:r>
      <w:r w:rsidR="007D3118">
        <w:rPr>
          <w:rtl/>
        </w:rPr>
        <w:t xml:space="preserve">: </w:t>
      </w:r>
      <w:r>
        <w:rPr>
          <w:rtl/>
        </w:rPr>
        <w:t>فَهَلْ سَمِعْتَهُ يَذْكُرُ شَيْئا مِنْ أَمْرِى؟ قُلْتُ</w:t>
      </w:r>
      <w:r w:rsidR="007D3118">
        <w:rPr>
          <w:rtl/>
        </w:rPr>
        <w:t xml:space="preserve">: </w:t>
      </w:r>
      <w:r>
        <w:rPr>
          <w:rtl/>
        </w:rPr>
        <w:t>نَعَمْ</w:t>
      </w:r>
      <w:r w:rsidR="007D3118">
        <w:rPr>
          <w:rtl/>
        </w:rPr>
        <w:t xml:space="preserve">. </w:t>
      </w:r>
    </w:p>
    <w:p w:rsidR="00587D34" w:rsidRDefault="00587D34" w:rsidP="00587D34">
      <w:pPr>
        <w:pStyle w:val="libNormal"/>
        <w:rPr>
          <w:rtl/>
        </w:rPr>
      </w:pPr>
      <w:r>
        <w:rPr>
          <w:rtl/>
        </w:rPr>
        <w:t>(13</w:t>
      </w:r>
      <w:r w:rsidR="007D3118">
        <w:rPr>
          <w:rtl/>
        </w:rPr>
        <w:t xml:space="preserve">) </w:t>
      </w:r>
      <w:r>
        <w:rPr>
          <w:rtl/>
        </w:rPr>
        <w:t>قَالَ</w:t>
      </w:r>
      <w:r w:rsidR="007D3118">
        <w:rPr>
          <w:rtl/>
        </w:rPr>
        <w:t xml:space="preserve">: </w:t>
      </w:r>
      <w:r>
        <w:rPr>
          <w:rtl/>
        </w:rPr>
        <w:t>بِمَ ذَكَرَنِى؟ خَبِّرْنِى</w:t>
      </w:r>
      <w:r w:rsidR="007D3118">
        <w:rPr>
          <w:rtl/>
        </w:rPr>
        <w:t xml:space="preserve">، </w:t>
      </w:r>
      <w:r>
        <w:rPr>
          <w:rtl/>
        </w:rPr>
        <w:t>قُلْتُ</w:t>
      </w:r>
      <w:r w:rsidR="007D3118">
        <w:rPr>
          <w:rtl/>
        </w:rPr>
        <w:t xml:space="preserve">: </w:t>
      </w:r>
      <w:r>
        <w:rPr>
          <w:rtl/>
        </w:rPr>
        <w:t>جُعِلْتُ فِدَاكَ مَا أُحِبُّ أَنْ أَسْتَقْبِلَكَ بِمَا سَمِعْتُهُ مِنْهُ</w:t>
      </w:r>
      <w:r w:rsidR="007D3118">
        <w:rPr>
          <w:rtl/>
        </w:rPr>
        <w:t xml:space="preserve">. </w:t>
      </w:r>
    </w:p>
    <w:p w:rsidR="00587D34" w:rsidRDefault="00587D34" w:rsidP="00587D34">
      <w:pPr>
        <w:pStyle w:val="libNormal"/>
        <w:rPr>
          <w:rtl/>
        </w:rPr>
      </w:pPr>
      <w:r>
        <w:rPr>
          <w:rtl/>
        </w:rPr>
        <w:t>(14</w:t>
      </w:r>
      <w:r w:rsidR="007D3118">
        <w:rPr>
          <w:rtl/>
        </w:rPr>
        <w:t xml:space="preserve">) </w:t>
      </w:r>
      <w:r>
        <w:rPr>
          <w:rtl/>
        </w:rPr>
        <w:t>فَقَالَ</w:t>
      </w:r>
      <w:r w:rsidR="007D3118">
        <w:rPr>
          <w:rtl/>
        </w:rPr>
        <w:t xml:space="preserve">: </w:t>
      </w:r>
      <w:r>
        <w:rPr>
          <w:rtl/>
        </w:rPr>
        <w:t>أَ بِالْمَوْتِ تُخَوِّفُنِى؟ هَاتِ مَا سَمِعْتَهُ</w:t>
      </w:r>
      <w:r w:rsidR="007D3118">
        <w:rPr>
          <w:rtl/>
        </w:rPr>
        <w:t xml:space="preserve">، </w:t>
      </w:r>
      <w:r>
        <w:rPr>
          <w:rtl/>
        </w:rPr>
        <w:t>فَقُلْتُ</w:t>
      </w:r>
      <w:r w:rsidR="007D3118">
        <w:rPr>
          <w:rtl/>
        </w:rPr>
        <w:t xml:space="preserve">: </w:t>
      </w:r>
      <w:r>
        <w:rPr>
          <w:rtl/>
        </w:rPr>
        <w:t>سَمِعْتُهُ يَقُولُ</w:t>
      </w:r>
      <w:r w:rsidR="007D3118">
        <w:rPr>
          <w:rtl/>
        </w:rPr>
        <w:t xml:space="preserve">: </w:t>
      </w:r>
      <w:r>
        <w:rPr>
          <w:rtl/>
        </w:rPr>
        <w:t>إِنَّكَ تُقْتَلُ وَ تُصْلَبُ كَمَا قُتِلَ أَبُوكَ وَ صُلِبَ</w:t>
      </w:r>
    </w:p>
    <w:p w:rsidR="00587D34" w:rsidRDefault="00587D34" w:rsidP="00587D34">
      <w:pPr>
        <w:pStyle w:val="libNormal"/>
        <w:rPr>
          <w:rtl/>
        </w:rPr>
      </w:pPr>
      <w:r>
        <w:rPr>
          <w:rtl/>
        </w:rPr>
        <w:t>(15</w:t>
      </w:r>
      <w:r w:rsidR="007D3118">
        <w:rPr>
          <w:rtl/>
        </w:rPr>
        <w:t xml:space="preserve">) </w:t>
      </w:r>
      <w:r>
        <w:rPr>
          <w:rtl/>
        </w:rPr>
        <w:t>فَتَغَيَّرَ وَجْهُهُ وَ قَالَ</w:t>
      </w:r>
      <w:r w:rsidR="007D3118">
        <w:rPr>
          <w:rtl/>
        </w:rPr>
        <w:t xml:space="preserve">: </w:t>
      </w:r>
      <w:r>
        <w:rPr>
          <w:rtl/>
        </w:rPr>
        <w:t>يَمْحُوا اللّهُ ما يَشاءُ وَ يُثْبِتُ وَ عِنْدَهُ أُمُّ الْكِتابِ 13</w:t>
      </w:r>
      <w:r w:rsidR="007D3118">
        <w:rPr>
          <w:rtl/>
        </w:rPr>
        <w:t xml:space="preserve">: </w:t>
      </w:r>
      <w:r>
        <w:rPr>
          <w:rtl/>
        </w:rPr>
        <w:t>39</w:t>
      </w:r>
      <w:r w:rsidR="007D3118">
        <w:rPr>
          <w:rtl/>
        </w:rPr>
        <w:t xml:space="preserve">، </w:t>
      </w:r>
      <w:r>
        <w:rPr>
          <w:rtl/>
        </w:rPr>
        <w:t>يَا مُتَوَكِّلُ إِنَّ اللَّهَ عَزَّ وَ جَلَّ أَيَّدَ هَذَا الْأَمْرَ بِنَا وَ جَعَلَ لَنَا الْعِلْمَ وَ السَّيْفَ فَجُمِعَا لَنَا وَ خُصَّ بَنُو عَمِّنَا بِالْعِلْمِ وَحْدَهُ</w:t>
      </w:r>
      <w:r w:rsidR="007D3118">
        <w:rPr>
          <w:rtl/>
        </w:rPr>
        <w:t xml:space="preserve">. </w:t>
      </w:r>
    </w:p>
    <w:p w:rsidR="00587D34" w:rsidRDefault="00587D34" w:rsidP="00587D34">
      <w:pPr>
        <w:pStyle w:val="libNormal"/>
        <w:rPr>
          <w:rtl/>
        </w:rPr>
      </w:pPr>
      <w:r>
        <w:rPr>
          <w:rtl/>
        </w:rPr>
        <w:t>(16</w:t>
      </w:r>
      <w:r w:rsidR="007D3118">
        <w:rPr>
          <w:rtl/>
        </w:rPr>
        <w:t xml:space="preserve">) </w:t>
      </w:r>
      <w:r>
        <w:rPr>
          <w:rtl/>
        </w:rPr>
        <w:t>فَقُلْتُ</w:t>
      </w:r>
      <w:r w:rsidR="007D3118">
        <w:rPr>
          <w:rtl/>
        </w:rPr>
        <w:t xml:space="preserve">: </w:t>
      </w:r>
      <w:r>
        <w:rPr>
          <w:rtl/>
        </w:rPr>
        <w:t>جُعِلْتُ فِدَاءَكَ إِنِّى رَأَيْتُ النَّاسَ إِلَى ابْنِ عَمِّكَ جَعْفَرٍ - عَلَيْهِ السَّلامُ - أَمْيَلَ مِنْهُمْ إِلَيْكَ وَ إِلَى أَبِيكَ</w:t>
      </w:r>
    </w:p>
    <w:p w:rsidR="00587D34" w:rsidRDefault="00587D34" w:rsidP="00587D34">
      <w:pPr>
        <w:pStyle w:val="libNormal"/>
        <w:rPr>
          <w:rtl/>
        </w:rPr>
      </w:pPr>
      <w:r>
        <w:rPr>
          <w:rtl/>
        </w:rPr>
        <w:t>(17</w:t>
      </w:r>
      <w:r w:rsidR="007D3118">
        <w:rPr>
          <w:rtl/>
        </w:rPr>
        <w:t xml:space="preserve">) </w:t>
      </w:r>
      <w:r>
        <w:rPr>
          <w:rtl/>
        </w:rPr>
        <w:t>فَقَالَ</w:t>
      </w:r>
      <w:r w:rsidR="007D3118">
        <w:rPr>
          <w:rtl/>
        </w:rPr>
        <w:t xml:space="preserve">: </w:t>
      </w:r>
      <w:r>
        <w:rPr>
          <w:rtl/>
        </w:rPr>
        <w:t>إِنَّ عَمِّى مُحَمَّدَ بْنَ عَلِيٍّ وَ ابْنَهُ جَعْفَرا - عَلَيْهِمَا السَّلامُ - دَعَوَا النَّاسَ إِلَى الْحَيَاةِ وَ نَحْنُ دَعَوْنَاهُمْ إِلَى الْمَوْتِ</w:t>
      </w:r>
    </w:p>
    <w:p w:rsidR="00587D34" w:rsidRDefault="00587D34" w:rsidP="00587D34">
      <w:pPr>
        <w:pStyle w:val="libNormal"/>
        <w:rPr>
          <w:rtl/>
        </w:rPr>
      </w:pPr>
      <w:r>
        <w:rPr>
          <w:rtl/>
        </w:rPr>
        <w:t>(18</w:t>
      </w:r>
      <w:r w:rsidR="007D3118">
        <w:rPr>
          <w:rtl/>
        </w:rPr>
        <w:t xml:space="preserve">) </w:t>
      </w:r>
      <w:r>
        <w:rPr>
          <w:rtl/>
        </w:rPr>
        <w:t>فَقُلْتُ</w:t>
      </w:r>
      <w:r w:rsidR="007D3118">
        <w:rPr>
          <w:rtl/>
        </w:rPr>
        <w:t xml:space="preserve">: </w:t>
      </w:r>
      <w:r>
        <w:rPr>
          <w:rtl/>
        </w:rPr>
        <w:t>يَا ابْنَ رَسُولِ اللَّهِ أَ هُمْ أَعْلَمُ أَمْ أَنْتُمْ؟ فَأَطْرَقَ إِلَى الْأَرْضِ مَلِيّا ثُمَّ رَفَعَ رَأْسَهُ وَ قَالَ</w:t>
      </w:r>
      <w:r w:rsidR="007D3118">
        <w:rPr>
          <w:rtl/>
        </w:rPr>
        <w:t xml:space="preserve">: </w:t>
      </w:r>
      <w:r>
        <w:rPr>
          <w:rtl/>
        </w:rPr>
        <w:t>كُلُّنَا لَهُ عِلْمٌ غَيْرَ أَنَّهُمْ يَعْلَمُونَ كُلَّ مَا نَعْلَمُ</w:t>
      </w:r>
      <w:r w:rsidR="007D3118">
        <w:rPr>
          <w:rtl/>
        </w:rPr>
        <w:t xml:space="preserve">، </w:t>
      </w:r>
      <w:r>
        <w:rPr>
          <w:rtl/>
        </w:rPr>
        <w:t>وَ لا نَعْلَمُ كُلَّ مَا يَعْلَمُونَ</w:t>
      </w:r>
    </w:p>
    <w:p w:rsidR="00587D34" w:rsidRDefault="00587D34" w:rsidP="00587D34">
      <w:pPr>
        <w:pStyle w:val="libNormal"/>
        <w:rPr>
          <w:rtl/>
        </w:rPr>
      </w:pPr>
      <w:r>
        <w:rPr>
          <w:rtl/>
        </w:rPr>
        <w:t>(19</w:t>
      </w:r>
      <w:r w:rsidR="007D3118">
        <w:rPr>
          <w:rtl/>
        </w:rPr>
        <w:t xml:space="preserve">) </w:t>
      </w:r>
      <w:r>
        <w:rPr>
          <w:rtl/>
        </w:rPr>
        <w:t>ثُمَّ قَالَ لِى</w:t>
      </w:r>
      <w:r w:rsidR="007D3118">
        <w:rPr>
          <w:rtl/>
        </w:rPr>
        <w:t xml:space="preserve">: </w:t>
      </w:r>
      <w:r>
        <w:rPr>
          <w:rtl/>
        </w:rPr>
        <w:t>أَ كَتَبْتَ مِنِ ابْنِ عَمِّى شَيْئا؟ قُلْتُ</w:t>
      </w:r>
      <w:r w:rsidR="007D3118">
        <w:rPr>
          <w:rtl/>
        </w:rPr>
        <w:t xml:space="preserve">: </w:t>
      </w:r>
      <w:r>
        <w:rPr>
          <w:rtl/>
        </w:rPr>
        <w:t>نَعَمْ</w:t>
      </w:r>
    </w:p>
    <w:p w:rsidR="00587D34" w:rsidRDefault="00587D34" w:rsidP="00587D34">
      <w:pPr>
        <w:pStyle w:val="libNormal"/>
        <w:rPr>
          <w:rtl/>
        </w:rPr>
      </w:pPr>
      <w:r>
        <w:rPr>
          <w:rtl/>
        </w:rPr>
        <w:lastRenderedPageBreak/>
        <w:t>(20</w:t>
      </w:r>
      <w:r w:rsidR="007D3118">
        <w:rPr>
          <w:rtl/>
        </w:rPr>
        <w:t xml:space="preserve">) </w:t>
      </w:r>
      <w:r>
        <w:rPr>
          <w:rtl/>
        </w:rPr>
        <w:t>قَالَ</w:t>
      </w:r>
      <w:r w:rsidR="007D3118">
        <w:rPr>
          <w:rtl/>
        </w:rPr>
        <w:t xml:space="preserve">: </w:t>
      </w:r>
      <w:r>
        <w:rPr>
          <w:rtl/>
        </w:rPr>
        <w:t>أَرِنِيهِ فَأَخْرَجْتُ إِلَيْهِ وُجُوها مِنَ الْعِلْمِ وَ أَخْرَجْتُ لَهُ دُعَاءً أَمْلاهُ عَلَيَّ أَبُو عَبْدِ اللَّهِ - عَلَيْهِ السَّلامُ - وَ حَدَّثَنِى أَنَّ أَبَاهُ مُحَمَّدَ بْنَ عَلِيٍّ - عَلَيْهِمَا السَّلامُ - أَمْلاهُ عَلَيْهِ وَ أَخْبَرَهُ أَنَّهُ مِنْ دُعَاءِ أَبِيهِ عَلِيِّ بْنِ الْحُسَيْنِ - عَلَيْهِمَا السَّلامُ - مِنْ دُعَاءِ الصَّحِيفَةِ الْكَامِلَةِ</w:t>
      </w:r>
    </w:p>
    <w:p w:rsidR="00587D34" w:rsidRDefault="00587D34" w:rsidP="00587D34">
      <w:pPr>
        <w:pStyle w:val="libNormal"/>
        <w:rPr>
          <w:rtl/>
        </w:rPr>
      </w:pPr>
      <w:r>
        <w:rPr>
          <w:rtl/>
        </w:rPr>
        <w:t>(21</w:t>
      </w:r>
      <w:r w:rsidR="007D3118">
        <w:rPr>
          <w:rtl/>
        </w:rPr>
        <w:t xml:space="preserve">) </w:t>
      </w:r>
      <w:r>
        <w:rPr>
          <w:rtl/>
        </w:rPr>
        <w:t>فَنَظَرَ فِيهِ يَحْيَى حَتَّى أَتَى عَلَى آخِرِهِ</w:t>
      </w:r>
      <w:r w:rsidR="007D3118">
        <w:rPr>
          <w:rtl/>
        </w:rPr>
        <w:t xml:space="preserve">، </w:t>
      </w:r>
      <w:r>
        <w:rPr>
          <w:rtl/>
        </w:rPr>
        <w:t>وَ قَالَ لِى</w:t>
      </w:r>
      <w:r w:rsidR="007D3118">
        <w:rPr>
          <w:rtl/>
        </w:rPr>
        <w:t xml:space="preserve">: </w:t>
      </w:r>
      <w:r>
        <w:rPr>
          <w:rtl/>
        </w:rPr>
        <w:t>أَ تَأْذَنُ فِى نَسْخِهِ؟ فَقُلْتُ</w:t>
      </w:r>
      <w:r w:rsidR="007D3118">
        <w:rPr>
          <w:rtl/>
        </w:rPr>
        <w:t xml:space="preserve">: </w:t>
      </w:r>
      <w:r>
        <w:rPr>
          <w:rtl/>
        </w:rPr>
        <w:t>يَا ابْنَ رَسُولِ اللَّهِ أَ تَسْتَأْذِنُ فِيمَا هُوَ عَنْكُمْ؟</w:t>
      </w:r>
    </w:p>
    <w:p w:rsidR="00587D34" w:rsidRDefault="00587D34" w:rsidP="00587D34">
      <w:pPr>
        <w:pStyle w:val="libNormal"/>
        <w:rPr>
          <w:rtl/>
        </w:rPr>
      </w:pPr>
      <w:r>
        <w:rPr>
          <w:rtl/>
        </w:rPr>
        <w:t>(22</w:t>
      </w:r>
      <w:r w:rsidR="007D3118">
        <w:rPr>
          <w:rtl/>
        </w:rPr>
        <w:t xml:space="preserve">) </w:t>
      </w:r>
      <w:r>
        <w:rPr>
          <w:rtl/>
        </w:rPr>
        <w:t>فَقَالَ</w:t>
      </w:r>
      <w:r w:rsidR="007D3118">
        <w:rPr>
          <w:rtl/>
        </w:rPr>
        <w:t xml:space="preserve">: </w:t>
      </w:r>
    </w:p>
    <w:p w:rsidR="00587D34" w:rsidRDefault="00587D34" w:rsidP="00587D34">
      <w:pPr>
        <w:pStyle w:val="libNormal"/>
        <w:rPr>
          <w:rtl/>
        </w:rPr>
      </w:pPr>
      <w:r>
        <w:rPr>
          <w:rtl/>
        </w:rPr>
        <w:t>أَمَا لَأُخْرِجَنَّ إِلَيْكَ صَحِيفَةً مِنَ الدُّعَاءِ الْكَامِلِ مِمَّا حَفِظَهُ أَبِى عَنْ أَبِيهِ وَ إِنَّ أَبِى أَوْصَانِى بِصَوْنِهَا وَ مَنْعِهَا غَيْرَ أَهْلِهَا</w:t>
      </w:r>
      <w:r w:rsidR="007D3118">
        <w:rPr>
          <w:rtl/>
        </w:rPr>
        <w:t xml:space="preserve">. </w:t>
      </w:r>
    </w:p>
    <w:p w:rsidR="00587D34" w:rsidRDefault="00587D34" w:rsidP="00587D34">
      <w:pPr>
        <w:pStyle w:val="libNormal"/>
        <w:rPr>
          <w:rtl/>
        </w:rPr>
      </w:pPr>
      <w:r>
        <w:rPr>
          <w:rtl/>
        </w:rPr>
        <w:t>(23</w:t>
      </w:r>
      <w:r w:rsidR="007D3118">
        <w:rPr>
          <w:rtl/>
        </w:rPr>
        <w:t xml:space="preserve">) </w:t>
      </w:r>
      <w:r>
        <w:rPr>
          <w:rtl/>
        </w:rPr>
        <w:t>قَالَ عُمَيْرٌ</w:t>
      </w:r>
      <w:r w:rsidR="007D3118">
        <w:rPr>
          <w:rtl/>
        </w:rPr>
        <w:t xml:space="preserve">: </w:t>
      </w:r>
    </w:p>
    <w:p w:rsidR="00587D34" w:rsidRDefault="00587D34" w:rsidP="00587D34">
      <w:pPr>
        <w:pStyle w:val="libNormal"/>
        <w:rPr>
          <w:rtl/>
        </w:rPr>
      </w:pPr>
      <w:r>
        <w:rPr>
          <w:rtl/>
        </w:rPr>
        <w:t>قَالَ أَبِى</w:t>
      </w:r>
      <w:r w:rsidR="007D3118">
        <w:rPr>
          <w:rtl/>
        </w:rPr>
        <w:t xml:space="preserve">: </w:t>
      </w:r>
      <w:r>
        <w:rPr>
          <w:rtl/>
        </w:rPr>
        <w:t>فَقُمْتُ إِلَيْهِ فَقَبَّلْتُ رَأْسَهُ</w:t>
      </w:r>
      <w:r w:rsidR="007D3118">
        <w:rPr>
          <w:rtl/>
        </w:rPr>
        <w:t xml:space="preserve">، </w:t>
      </w:r>
      <w:r>
        <w:rPr>
          <w:rtl/>
        </w:rPr>
        <w:t>وَ قُلْتُ لَهُ</w:t>
      </w:r>
      <w:r w:rsidR="007D3118">
        <w:rPr>
          <w:rtl/>
        </w:rPr>
        <w:t xml:space="preserve">: </w:t>
      </w:r>
      <w:r>
        <w:rPr>
          <w:rtl/>
        </w:rPr>
        <w:t>وَ اللَّهِ يَا ابْنَ رَسُولِ اللَّهِ إِنِّى لَأَدِينُ اللَّهَ بِحُبِّكُمْ وَ طَاعَتِكُمْ</w:t>
      </w:r>
      <w:r w:rsidR="007D3118">
        <w:rPr>
          <w:rtl/>
        </w:rPr>
        <w:t xml:space="preserve">، </w:t>
      </w:r>
      <w:r>
        <w:rPr>
          <w:rtl/>
        </w:rPr>
        <w:t>وَ إِنِّى لَأَرْجُو أَنْ يُسْعِدَنِى فِى حَيَاتِى وَ مَمَاتِى بِوَلايَتِكُمْ</w:t>
      </w:r>
    </w:p>
    <w:p w:rsidR="00587D34" w:rsidRDefault="00587D34" w:rsidP="00587D34">
      <w:pPr>
        <w:pStyle w:val="libNormal"/>
      </w:pPr>
      <w:r>
        <w:rPr>
          <w:rtl/>
        </w:rPr>
        <w:t>(24</w:t>
      </w:r>
      <w:r w:rsidR="007D3118">
        <w:rPr>
          <w:rtl/>
        </w:rPr>
        <w:t xml:space="preserve">) </w:t>
      </w:r>
      <w:r>
        <w:rPr>
          <w:rtl/>
        </w:rPr>
        <w:t>فَرَمَى صَحِيفَتِىَ الَّتِى دَفَعْتُهَا إِلَيْهِ إِلَى غُلامٍ كَانَ مَعَهُ وَ قَالَ</w:t>
      </w:r>
      <w:r w:rsidR="007D3118">
        <w:rPr>
          <w:rtl/>
        </w:rPr>
        <w:t xml:space="preserve">: </w:t>
      </w:r>
      <w:r>
        <w:rPr>
          <w:rtl/>
        </w:rPr>
        <w:t>اكْتُبْ هَذَا الدُّعَاءَ بِخَطٍّ بَيِّنٍ حَسَنٍ وَ اعْرِضْهُ عَلَيَّ لَعَلِّى أَحْفَظُهُ فَإِنِّى كُنْتُ أَطْلُبُهُ مِنْ جَعْفَرٍ - حَفِظَهُ اللَّهُ - فَيَمْنَعُنِيهِ</w:t>
      </w:r>
      <w:r w:rsidR="007D3118">
        <w:rPr>
          <w:rtl/>
        </w:rPr>
        <w:t xml:space="preserve">. </w:t>
      </w:r>
    </w:p>
    <w:p w:rsidR="00587D34" w:rsidRDefault="00587D34" w:rsidP="00587D34">
      <w:pPr>
        <w:pStyle w:val="libNormal"/>
        <w:rPr>
          <w:rtl/>
        </w:rPr>
      </w:pPr>
      <w:r>
        <w:rPr>
          <w:rtl/>
        </w:rPr>
        <w:t>(25</w:t>
      </w:r>
      <w:r w:rsidR="007D3118">
        <w:rPr>
          <w:rtl/>
        </w:rPr>
        <w:t xml:space="preserve">) </w:t>
      </w:r>
      <w:r>
        <w:rPr>
          <w:rtl/>
        </w:rPr>
        <w:t>قَالَ مُتَوَكِّلٌ فَنَدِمْتُ عَلَى مَا فَعَلْتُ وَ لَمْ أَدْرِ مَا أَصْنَعُ</w:t>
      </w:r>
      <w:r w:rsidR="007D3118">
        <w:rPr>
          <w:rtl/>
        </w:rPr>
        <w:t xml:space="preserve">، </w:t>
      </w:r>
      <w:r>
        <w:rPr>
          <w:rtl/>
        </w:rPr>
        <w:t>وَ لَمْ يَكُنْ أَبُو عَبْدِ اللَّهِ - عَلَيْهِ السَّلامُ - تَقَدَّمَ إِلَيَّ أَلا أَدْفَعَهُ إِلَى أَحَدٍ</w:t>
      </w:r>
      <w:r w:rsidR="007D3118">
        <w:rPr>
          <w:rtl/>
        </w:rPr>
        <w:t xml:space="preserve">. </w:t>
      </w:r>
    </w:p>
    <w:p w:rsidR="00587D34" w:rsidRDefault="00587D34" w:rsidP="00587D34">
      <w:pPr>
        <w:pStyle w:val="libNormal"/>
        <w:rPr>
          <w:rtl/>
        </w:rPr>
      </w:pPr>
      <w:r>
        <w:rPr>
          <w:rtl/>
        </w:rPr>
        <w:t>(26</w:t>
      </w:r>
      <w:r w:rsidR="007D3118">
        <w:rPr>
          <w:rtl/>
        </w:rPr>
        <w:t xml:space="preserve">) </w:t>
      </w:r>
      <w:r>
        <w:rPr>
          <w:rtl/>
        </w:rPr>
        <w:t>ثُمَّ دَعَا بِعَيْبَةٍ فَاسْتَخْرَجَ مِنْهَا صَحِيفَةً مُقْفَلَةً مَخْتُومَةً فَنَظَرَ إِلَى الْخَاتَمِ وَ قَبَّلَهُ وَ بَكَى</w:t>
      </w:r>
      <w:r w:rsidR="007D3118">
        <w:rPr>
          <w:rtl/>
        </w:rPr>
        <w:t xml:space="preserve">، </w:t>
      </w:r>
      <w:r>
        <w:rPr>
          <w:rtl/>
        </w:rPr>
        <w:t>ثُمَّ فَضَّهُ وَ فَتَحَ الْقُفْلَ</w:t>
      </w:r>
      <w:r w:rsidR="007D3118">
        <w:rPr>
          <w:rtl/>
        </w:rPr>
        <w:t xml:space="preserve">، </w:t>
      </w:r>
      <w:r>
        <w:rPr>
          <w:rtl/>
        </w:rPr>
        <w:t>ثُمَّ نَشَرَ الصَّحِيفَةَ وَ وَضَعَهَا عَلَى عَيْنِهِ وَ أَمَرَّهَا عَلَى وَجْهِهِ</w:t>
      </w:r>
      <w:r w:rsidR="007D3118">
        <w:rPr>
          <w:rtl/>
        </w:rPr>
        <w:t xml:space="preserve">. </w:t>
      </w:r>
    </w:p>
    <w:p w:rsidR="00587D34" w:rsidRDefault="00587D34" w:rsidP="00587D34">
      <w:pPr>
        <w:pStyle w:val="libNormal"/>
        <w:rPr>
          <w:rtl/>
        </w:rPr>
      </w:pPr>
      <w:r>
        <w:rPr>
          <w:rtl/>
        </w:rPr>
        <w:t>(27</w:t>
      </w:r>
      <w:r w:rsidR="007D3118">
        <w:rPr>
          <w:rtl/>
        </w:rPr>
        <w:t xml:space="preserve">) </w:t>
      </w:r>
      <w:r>
        <w:rPr>
          <w:rtl/>
        </w:rPr>
        <w:t>وَ قَالَ</w:t>
      </w:r>
      <w:r w:rsidR="007D3118">
        <w:rPr>
          <w:rtl/>
        </w:rPr>
        <w:t xml:space="preserve">: </w:t>
      </w:r>
      <w:r>
        <w:rPr>
          <w:rtl/>
        </w:rPr>
        <w:t>وَ اللَّهِ يَا مُتَوَكِّلُ لَوْ لا مَا ذَكَرْتَ مِنْ قَوْلِ ابْنِ عَمِّى إِنَّنِى أُقْتَلُ وَ أُصْلَبُ لَمَا دَفَعْتُهَا إِلَيْكَ وَ لَكُنْتُ بِهَا ضَنِينا</w:t>
      </w:r>
      <w:r w:rsidR="007D3118">
        <w:rPr>
          <w:rtl/>
        </w:rPr>
        <w:t xml:space="preserve">. </w:t>
      </w:r>
    </w:p>
    <w:p w:rsidR="00587D34" w:rsidRDefault="00587D34" w:rsidP="00587D34">
      <w:pPr>
        <w:pStyle w:val="libNormal"/>
        <w:rPr>
          <w:rtl/>
        </w:rPr>
      </w:pPr>
      <w:r>
        <w:rPr>
          <w:rtl/>
        </w:rPr>
        <w:lastRenderedPageBreak/>
        <w:t>(28</w:t>
      </w:r>
      <w:r w:rsidR="007D3118">
        <w:rPr>
          <w:rtl/>
        </w:rPr>
        <w:t xml:space="preserve">) </w:t>
      </w:r>
      <w:r>
        <w:rPr>
          <w:rtl/>
        </w:rPr>
        <w:t>وَ لَكِنِّى أَعْلَمُ أَنَّ قَوْلَهُ حَقٌّ أَخَذَهُ عَنْ آبَائِهِ وَ أَنَّهُ سَيَصِحُّ فَخِفْتُ أَنْ يَقَعَ مِثْلُ هَذَا الْعِلْمِ إِلَى بَنِى أُمَيَّةَ فَيَكْتُمُوهُ وَ يَدَّخِرُوهُ فِى خَزَائِنِهِمْ لِأَنْفُسِهِمْ</w:t>
      </w:r>
      <w:r w:rsidR="007D3118">
        <w:rPr>
          <w:rtl/>
        </w:rPr>
        <w:t xml:space="preserve">. </w:t>
      </w:r>
    </w:p>
    <w:p w:rsidR="00587D34" w:rsidRDefault="00587D34" w:rsidP="00587D34">
      <w:pPr>
        <w:pStyle w:val="libNormal"/>
        <w:rPr>
          <w:rtl/>
        </w:rPr>
      </w:pPr>
      <w:r>
        <w:rPr>
          <w:rtl/>
        </w:rPr>
        <w:t>(29</w:t>
      </w:r>
      <w:r w:rsidR="007D3118">
        <w:rPr>
          <w:rtl/>
        </w:rPr>
        <w:t xml:space="preserve">) </w:t>
      </w:r>
      <w:r>
        <w:rPr>
          <w:rtl/>
        </w:rPr>
        <w:t>فَاقْبِضْهَا وَ اكْفِنِيهَا وَ تَرَبَّصْ بِهَا فَإِذَا قَضَى اللَّهُ مِنْ أَمْرِى وَ أَمْرِ هَؤُلاءِ الْقَوْمِ مَا هُوَ قَاضٍ فَهِىَ أَمَانَةٌ لِى عِنْدَكَ حَتَّى تُوصِلَهَا إِلَى ابْنَيْ عَمِّي</w:t>
      </w:r>
      <w:r w:rsidR="007D3118">
        <w:rPr>
          <w:rtl/>
        </w:rPr>
        <w:t xml:space="preserve">: </w:t>
      </w:r>
      <w:r>
        <w:rPr>
          <w:rtl/>
        </w:rPr>
        <w:t>مُحَمَّدٍ وَ إِبْرَاهِيمَ ابْنَيْ عَبْدِ اللَّهِ بْنِ الْحَسَنِ بْنِ الْحَسَنِ بْنِ عَلِيٍّ - عَلَيْهِمَا السَّلامُ - فَإِنَّهُمَا الْقَائِمَانِ فِى هَذَا الْأَمْرِ بَعْدِي</w:t>
      </w:r>
      <w:r w:rsidR="007D3118">
        <w:rPr>
          <w:rtl/>
        </w:rPr>
        <w:t xml:space="preserve">. </w:t>
      </w:r>
    </w:p>
    <w:p w:rsidR="00587D34" w:rsidRDefault="00587D34" w:rsidP="00587D34">
      <w:pPr>
        <w:pStyle w:val="libNormal"/>
        <w:rPr>
          <w:rtl/>
        </w:rPr>
      </w:pPr>
      <w:r>
        <w:rPr>
          <w:rtl/>
        </w:rPr>
        <w:t>(30</w:t>
      </w:r>
      <w:r w:rsidR="007D3118">
        <w:rPr>
          <w:rtl/>
        </w:rPr>
        <w:t xml:space="preserve">) </w:t>
      </w:r>
      <w:r>
        <w:rPr>
          <w:rtl/>
        </w:rPr>
        <w:t>قَالَ الْمُتَوَكِّلُ</w:t>
      </w:r>
      <w:r w:rsidR="007D3118">
        <w:rPr>
          <w:rtl/>
        </w:rPr>
        <w:t xml:space="preserve">: </w:t>
      </w:r>
      <w:r>
        <w:rPr>
          <w:rtl/>
        </w:rPr>
        <w:t>فَقَبَضْتُ الصَّحِيفَةَ فَلَمَّا قُتِلَ يَحْيَى بْنُ زَيْدٍ صِرْتُ إِلَى الْمَدِينَةِ فَلَقِيتُ أَبَا عَبْدِ اللَّهِ - عَلَيْهِ السَّلامُ - فَحَدَّثْتُهُ الْحَدِيثَ عَنْ يَحْيَى</w:t>
      </w:r>
      <w:r w:rsidR="007D3118">
        <w:rPr>
          <w:rtl/>
        </w:rPr>
        <w:t xml:space="preserve">، </w:t>
      </w:r>
      <w:r>
        <w:rPr>
          <w:rtl/>
        </w:rPr>
        <w:t>فَبَكَى وَ اشْتَدَّ وَجْدُهُ بِهِ</w:t>
      </w:r>
      <w:r w:rsidR="007D3118">
        <w:rPr>
          <w:rtl/>
        </w:rPr>
        <w:t xml:space="preserve">. </w:t>
      </w:r>
    </w:p>
    <w:p w:rsidR="00587D34" w:rsidRDefault="00587D34" w:rsidP="00587D34">
      <w:pPr>
        <w:pStyle w:val="libNormal"/>
        <w:rPr>
          <w:rtl/>
        </w:rPr>
      </w:pPr>
      <w:r>
        <w:rPr>
          <w:rtl/>
        </w:rPr>
        <w:t>(31</w:t>
      </w:r>
      <w:r w:rsidR="007D3118">
        <w:rPr>
          <w:rtl/>
        </w:rPr>
        <w:t xml:space="preserve">) </w:t>
      </w:r>
      <w:r>
        <w:rPr>
          <w:rtl/>
        </w:rPr>
        <w:t>وَ قَالَ</w:t>
      </w:r>
      <w:r w:rsidR="007D3118">
        <w:rPr>
          <w:rtl/>
        </w:rPr>
        <w:t xml:space="preserve">: </w:t>
      </w:r>
      <w:r>
        <w:rPr>
          <w:rtl/>
        </w:rPr>
        <w:t>رَحِمَ اللَّهُ ابْنَ عَمِّى وَ أَلْحَقَهُ بِآبَائِهِ وَ أَجْدَادِهِ</w:t>
      </w:r>
      <w:r w:rsidR="007D3118">
        <w:rPr>
          <w:rtl/>
        </w:rPr>
        <w:t xml:space="preserve">. </w:t>
      </w:r>
    </w:p>
    <w:p w:rsidR="00587D34" w:rsidRDefault="00587D34" w:rsidP="00587D34">
      <w:pPr>
        <w:pStyle w:val="libNormal"/>
        <w:rPr>
          <w:rtl/>
        </w:rPr>
      </w:pPr>
      <w:r>
        <w:rPr>
          <w:rtl/>
        </w:rPr>
        <w:t>(32</w:t>
      </w:r>
      <w:r w:rsidR="007D3118">
        <w:rPr>
          <w:rtl/>
        </w:rPr>
        <w:t xml:space="preserve">) </w:t>
      </w:r>
      <w:r>
        <w:rPr>
          <w:rtl/>
        </w:rPr>
        <w:t>وَ اللَّهِ يَا مُتَوَكِّلُ مَا مَنَعَنِى مِنْ دَفْعِ الدُّعَاءِ إِلَيْهِ إِلا الَّذِى خَافَهُ عَلَى صَحِيفَةِ أَبِيهِ</w:t>
      </w:r>
      <w:r w:rsidR="007D3118">
        <w:rPr>
          <w:rtl/>
        </w:rPr>
        <w:t xml:space="preserve">، </w:t>
      </w:r>
      <w:r>
        <w:rPr>
          <w:rtl/>
        </w:rPr>
        <w:t>وَ أَيْنَ الصَّحِيفَةُ؟ فَقُلْتُ هَا هِىَ</w:t>
      </w:r>
      <w:r w:rsidR="007D3118">
        <w:rPr>
          <w:rtl/>
        </w:rPr>
        <w:t xml:space="preserve">، </w:t>
      </w:r>
      <w:r>
        <w:rPr>
          <w:rtl/>
        </w:rPr>
        <w:t>فَفَتَحَهَا وَ قَالَ</w:t>
      </w:r>
      <w:r w:rsidR="007D3118">
        <w:rPr>
          <w:rtl/>
        </w:rPr>
        <w:t xml:space="preserve">: </w:t>
      </w:r>
      <w:r>
        <w:rPr>
          <w:rtl/>
        </w:rPr>
        <w:t>هَذَا وَ اللَّهِ خَطُّ عَمِّى زَيْدٍ وَ دُعَاءُ جَدِّى عَلِيِّ بْنِ الْحُسَيْنِ - عَلَيْهِمَا السَّلامُ -</w:t>
      </w:r>
    </w:p>
    <w:p w:rsidR="00587D34" w:rsidRDefault="00587D34" w:rsidP="00587D34">
      <w:pPr>
        <w:pStyle w:val="libNormal"/>
        <w:rPr>
          <w:rtl/>
        </w:rPr>
      </w:pPr>
      <w:r>
        <w:rPr>
          <w:rtl/>
        </w:rPr>
        <w:t>(33</w:t>
      </w:r>
      <w:r w:rsidR="007D3118">
        <w:rPr>
          <w:rtl/>
        </w:rPr>
        <w:t xml:space="preserve">) </w:t>
      </w:r>
      <w:r>
        <w:rPr>
          <w:rtl/>
        </w:rPr>
        <w:t>ثُمَّ قَالَ لابْنِهِ</w:t>
      </w:r>
      <w:r w:rsidR="007D3118">
        <w:rPr>
          <w:rtl/>
        </w:rPr>
        <w:t xml:space="preserve">: </w:t>
      </w:r>
      <w:r>
        <w:rPr>
          <w:rtl/>
        </w:rPr>
        <w:t>قُمْ يَا إِسْمَاعِيلُ فَأْتِنِى بِالدُّعَاءِ الَّذِى أَمَرْتُكَ بِحِفْظِهِ وَ صَوْنِهِ</w:t>
      </w:r>
      <w:r w:rsidR="007D3118">
        <w:rPr>
          <w:rtl/>
        </w:rPr>
        <w:t xml:space="preserve">، </w:t>
      </w:r>
      <w:r>
        <w:rPr>
          <w:rtl/>
        </w:rPr>
        <w:t>فَقَامَ إِسْمَاعِيلُ فَأَخْرَجَ صَحِيفَةً كَأَنَّهَا الصَّحِيفَةُ الَّتِى دَفَعَهَا إ لَيَّ يَحْيَى بْنُ زَيْدٍ</w:t>
      </w:r>
    </w:p>
    <w:p w:rsidR="00587D34" w:rsidRDefault="00587D34" w:rsidP="00587D34">
      <w:pPr>
        <w:pStyle w:val="libNormal"/>
        <w:rPr>
          <w:rtl/>
        </w:rPr>
      </w:pPr>
      <w:r>
        <w:rPr>
          <w:rtl/>
        </w:rPr>
        <w:t>(34</w:t>
      </w:r>
      <w:r w:rsidR="007D3118">
        <w:rPr>
          <w:rtl/>
        </w:rPr>
        <w:t xml:space="preserve">) </w:t>
      </w:r>
      <w:r>
        <w:rPr>
          <w:rtl/>
        </w:rPr>
        <w:t>فَقَبَّلَهَا أَبُو عَبْدِ اللَّهِ وَ وَضَعَهَا عَلَى عَيْنِهِ وَ قَالَ</w:t>
      </w:r>
      <w:r w:rsidR="007D3118">
        <w:rPr>
          <w:rtl/>
        </w:rPr>
        <w:t xml:space="preserve">: </w:t>
      </w:r>
      <w:r>
        <w:rPr>
          <w:rtl/>
        </w:rPr>
        <w:t>هَذَا خَطُّ أَبِى وَ إِمْلاءُ جَدِّى - عَلَيْهِمَا السَّلامُ - بِمَشْهَدٍ مِنِّى</w:t>
      </w:r>
      <w:r w:rsidR="007D3118">
        <w:rPr>
          <w:rtl/>
        </w:rPr>
        <w:t xml:space="preserve">. </w:t>
      </w:r>
    </w:p>
    <w:p w:rsidR="00587D34" w:rsidRDefault="00587D34" w:rsidP="00587D34">
      <w:pPr>
        <w:pStyle w:val="libNormal"/>
        <w:rPr>
          <w:rtl/>
        </w:rPr>
      </w:pPr>
      <w:r>
        <w:rPr>
          <w:rtl/>
        </w:rPr>
        <w:t>(35</w:t>
      </w:r>
      <w:r w:rsidR="007D3118">
        <w:rPr>
          <w:rtl/>
        </w:rPr>
        <w:t xml:space="preserve">) </w:t>
      </w:r>
      <w:r>
        <w:rPr>
          <w:rtl/>
        </w:rPr>
        <w:t>فَقُلْتُ يَا ابْنَ رَسُولِ اللَّهِ</w:t>
      </w:r>
      <w:r w:rsidR="007D3118">
        <w:rPr>
          <w:rtl/>
        </w:rPr>
        <w:t xml:space="preserve">: </w:t>
      </w:r>
      <w:r>
        <w:rPr>
          <w:rtl/>
        </w:rPr>
        <w:t>إِنْ رَأَيْتَ أَنْ أَعْرِضَهَا مَعَ صَحِيفَةِ زَيْدٍ وَ يَحْيَى؟ فَأَذِنَ لِى فِى ذَلِكَ وَ قَالَ</w:t>
      </w:r>
      <w:r w:rsidR="007D3118">
        <w:rPr>
          <w:rtl/>
        </w:rPr>
        <w:t xml:space="preserve">: </w:t>
      </w:r>
      <w:r>
        <w:rPr>
          <w:rtl/>
        </w:rPr>
        <w:t>قَدْ رَأَيْتُكَ لِذَلِكَ أَهْلا</w:t>
      </w:r>
    </w:p>
    <w:p w:rsidR="00587D34" w:rsidRDefault="00587D34" w:rsidP="00587D34">
      <w:pPr>
        <w:pStyle w:val="libNormal"/>
        <w:rPr>
          <w:rtl/>
        </w:rPr>
      </w:pPr>
      <w:r>
        <w:rPr>
          <w:rtl/>
        </w:rPr>
        <w:t>(36</w:t>
      </w:r>
      <w:r w:rsidR="007D3118">
        <w:rPr>
          <w:rtl/>
        </w:rPr>
        <w:t xml:space="preserve">) </w:t>
      </w:r>
      <w:r>
        <w:rPr>
          <w:rtl/>
        </w:rPr>
        <w:t>فَنَظَرْتُ وَ إِذَا هُمَا أَمْرٌ وَاحِدٌ وَ لَمْ أَجِدْ حَرْفا مِنْها يُخَالِفُ مَا فِى الصَّحِيفَةِ الْأُخْرَى</w:t>
      </w:r>
    </w:p>
    <w:p w:rsidR="00587D34" w:rsidRDefault="00587D34" w:rsidP="00587D34">
      <w:pPr>
        <w:pStyle w:val="libNormal"/>
        <w:rPr>
          <w:rtl/>
        </w:rPr>
      </w:pPr>
      <w:r>
        <w:rPr>
          <w:rtl/>
        </w:rPr>
        <w:lastRenderedPageBreak/>
        <w:t>(37</w:t>
      </w:r>
      <w:r w:rsidR="007D3118">
        <w:rPr>
          <w:rtl/>
        </w:rPr>
        <w:t xml:space="preserve">) </w:t>
      </w:r>
      <w:r>
        <w:rPr>
          <w:rtl/>
        </w:rPr>
        <w:t>ثُمَّ اسْتَأْذَنْتُ أَبَا عَبْدِ اللَّهِ - عَلَيْهِ السَّلامُ - فِى دَفْعِ الصَّحِيفَةِ إِلَى ابْنَيْ عَبْدِ اللَّهِ بْنِ الْحَسَنِ</w:t>
      </w:r>
      <w:r w:rsidR="007D3118">
        <w:rPr>
          <w:rtl/>
        </w:rPr>
        <w:t xml:space="preserve">، </w:t>
      </w:r>
      <w:r>
        <w:rPr>
          <w:rtl/>
        </w:rPr>
        <w:t>فَقَالَ</w:t>
      </w:r>
      <w:r w:rsidR="007D3118">
        <w:rPr>
          <w:rtl/>
        </w:rPr>
        <w:t xml:space="preserve">: </w:t>
      </w:r>
      <w:r>
        <w:rPr>
          <w:rtl/>
        </w:rPr>
        <w:t>إِنَّ اللّهَ يَأْمُرُكُمْ أَنْ تُؤَدُّوا الْأَماناتِ إِلى أَهْلِها 4</w:t>
      </w:r>
      <w:r w:rsidR="007D3118">
        <w:rPr>
          <w:rtl/>
        </w:rPr>
        <w:t xml:space="preserve">: </w:t>
      </w:r>
      <w:r>
        <w:rPr>
          <w:rtl/>
        </w:rPr>
        <w:t>58</w:t>
      </w:r>
      <w:r w:rsidR="007D3118">
        <w:rPr>
          <w:rtl/>
        </w:rPr>
        <w:t xml:space="preserve">، </w:t>
      </w:r>
      <w:r>
        <w:rPr>
          <w:rtl/>
        </w:rPr>
        <w:t>نَعَمْ فَادْفَعْهَا إِلَيْهِمَا</w:t>
      </w:r>
      <w:r w:rsidR="007D3118">
        <w:rPr>
          <w:rtl/>
        </w:rPr>
        <w:t xml:space="preserve">. </w:t>
      </w:r>
    </w:p>
    <w:p w:rsidR="00587D34" w:rsidRDefault="00587D34" w:rsidP="00587D34">
      <w:pPr>
        <w:pStyle w:val="libNormal"/>
        <w:rPr>
          <w:rtl/>
        </w:rPr>
      </w:pPr>
      <w:r>
        <w:rPr>
          <w:rtl/>
        </w:rPr>
        <w:t>(38</w:t>
      </w:r>
      <w:r w:rsidR="007D3118">
        <w:rPr>
          <w:rtl/>
        </w:rPr>
        <w:t xml:space="preserve">) </w:t>
      </w:r>
      <w:r>
        <w:rPr>
          <w:rtl/>
        </w:rPr>
        <w:t>فَلَمَّا نَهَضْتُ لِلِقَائِهِمَا قَالَ لِى</w:t>
      </w:r>
      <w:r w:rsidR="007D3118">
        <w:rPr>
          <w:rtl/>
        </w:rPr>
        <w:t xml:space="preserve">: </w:t>
      </w:r>
      <w:r>
        <w:rPr>
          <w:rtl/>
        </w:rPr>
        <w:t>مَكَانَكَ</w:t>
      </w:r>
      <w:r w:rsidR="007D3118">
        <w:rPr>
          <w:rtl/>
        </w:rPr>
        <w:t xml:space="preserve">. </w:t>
      </w:r>
    </w:p>
    <w:p w:rsidR="00587D34" w:rsidRDefault="00587D34" w:rsidP="00587D34">
      <w:pPr>
        <w:pStyle w:val="libNormal"/>
        <w:rPr>
          <w:rtl/>
        </w:rPr>
      </w:pPr>
      <w:r>
        <w:rPr>
          <w:rtl/>
        </w:rPr>
        <w:t>(39</w:t>
      </w:r>
      <w:r w:rsidR="007D3118">
        <w:rPr>
          <w:rtl/>
        </w:rPr>
        <w:t xml:space="preserve">) </w:t>
      </w:r>
      <w:r>
        <w:rPr>
          <w:rtl/>
        </w:rPr>
        <w:t>ثُمَّ وَجَّهَ إِلَى مُحَمَّدٍ وَ إِبْرَاهِيمَ فَجَاءَا فَقَالَ</w:t>
      </w:r>
      <w:r w:rsidR="007D3118">
        <w:rPr>
          <w:rtl/>
        </w:rPr>
        <w:t xml:space="preserve">: </w:t>
      </w:r>
      <w:r>
        <w:rPr>
          <w:rtl/>
        </w:rPr>
        <w:t>هَذَا مِيرَاثُ ابْنِ عَمِّكُمَا يَحْيَى مِنْ أَبِيهِ قَدْ خَصَّكُمْ بِهِ دُونَ إِخْوَتِهِ وَ نَحْنُ مُشْتَرِطُونَ عَلَيْكُمَا فِيهِ شَرْطا</w:t>
      </w:r>
      <w:r w:rsidR="007D3118">
        <w:rPr>
          <w:rtl/>
        </w:rPr>
        <w:t xml:space="preserve">. </w:t>
      </w:r>
    </w:p>
    <w:p w:rsidR="00587D34" w:rsidRDefault="00587D34" w:rsidP="00587D34">
      <w:pPr>
        <w:pStyle w:val="libNormal"/>
        <w:rPr>
          <w:rtl/>
        </w:rPr>
      </w:pPr>
      <w:r>
        <w:rPr>
          <w:rtl/>
        </w:rPr>
        <w:t>(40</w:t>
      </w:r>
      <w:r w:rsidR="007D3118">
        <w:rPr>
          <w:rtl/>
        </w:rPr>
        <w:t xml:space="preserve">) </w:t>
      </w:r>
      <w:r>
        <w:rPr>
          <w:rtl/>
        </w:rPr>
        <w:t>فَقَالا</w:t>
      </w:r>
      <w:r w:rsidR="007D3118">
        <w:rPr>
          <w:rtl/>
        </w:rPr>
        <w:t xml:space="preserve">: </w:t>
      </w:r>
      <w:r>
        <w:rPr>
          <w:rtl/>
        </w:rPr>
        <w:t>رَحِمَكَ اللَّهُ قُلْ فَقَوْلُكَ الْمَقْبُولُ</w:t>
      </w:r>
    </w:p>
    <w:p w:rsidR="00587D34" w:rsidRDefault="00587D34" w:rsidP="00587D34">
      <w:pPr>
        <w:pStyle w:val="libNormal"/>
        <w:rPr>
          <w:rtl/>
        </w:rPr>
      </w:pPr>
      <w:r>
        <w:rPr>
          <w:rtl/>
        </w:rPr>
        <w:t>(41</w:t>
      </w:r>
      <w:r w:rsidR="007D3118">
        <w:rPr>
          <w:rtl/>
        </w:rPr>
        <w:t xml:space="preserve">) </w:t>
      </w:r>
      <w:r>
        <w:rPr>
          <w:rtl/>
        </w:rPr>
        <w:t>فَقَالَ</w:t>
      </w:r>
      <w:r w:rsidR="007D3118">
        <w:rPr>
          <w:rtl/>
        </w:rPr>
        <w:t xml:space="preserve">: </w:t>
      </w:r>
      <w:r>
        <w:rPr>
          <w:rtl/>
        </w:rPr>
        <w:t>لا تَخْرُجَا بِهَذِهِ الصَّحِيفَةِ مِنَ الْمَدِينَةِ</w:t>
      </w:r>
    </w:p>
    <w:p w:rsidR="00587D34" w:rsidRDefault="00587D34" w:rsidP="00587D34">
      <w:pPr>
        <w:pStyle w:val="libNormal"/>
        <w:rPr>
          <w:rtl/>
        </w:rPr>
      </w:pPr>
      <w:r>
        <w:rPr>
          <w:rtl/>
        </w:rPr>
        <w:t>(42</w:t>
      </w:r>
      <w:r w:rsidR="007D3118">
        <w:rPr>
          <w:rtl/>
        </w:rPr>
        <w:t xml:space="preserve">) </w:t>
      </w:r>
      <w:r>
        <w:rPr>
          <w:rtl/>
        </w:rPr>
        <w:t>قَالا</w:t>
      </w:r>
      <w:r w:rsidR="007D3118">
        <w:rPr>
          <w:rtl/>
        </w:rPr>
        <w:t xml:space="preserve">: </w:t>
      </w:r>
      <w:r>
        <w:rPr>
          <w:rtl/>
        </w:rPr>
        <w:t>وَ لِمَ ذَاكَ؟</w:t>
      </w:r>
    </w:p>
    <w:p w:rsidR="00587D34" w:rsidRDefault="00587D34" w:rsidP="00587D34">
      <w:pPr>
        <w:pStyle w:val="libNormal"/>
        <w:rPr>
          <w:rtl/>
        </w:rPr>
      </w:pPr>
      <w:r>
        <w:rPr>
          <w:rtl/>
        </w:rPr>
        <w:t>(43</w:t>
      </w:r>
      <w:r w:rsidR="007D3118">
        <w:rPr>
          <w:rtl/>
        </w:rPr>
        <w:t xml:space="preserve">) </w:t>
      </w:r>
      <w:r>
        <w:rPr>
          <w:rtl/>
        </w:rPr>
        <w:t>قَالَ</w:t>
      </w:r>
      <w:r w:rsidR="007D3118">
        <w:rPr>
          <w:rtl/>
        </w:rPr>
        <w:t xml:space="preserve">: </w:t>
      </w:r>
      <w:r>
        <w:rPr>
          <w:rtl/>
        </w:rPr>
        <w:t>إِنَّ ابْنَ عَمِّكُمَا خَافَ عَلَيْهَا أَمْرا أَخَافُهُ أَنَا عَلَيْكُمَا</w:t>
      </w:r>
      <w:r w:rsidR="007D3118">
        <w:rPr>
          <w:rtl/>
        </w:rPr>
        <w:t xml:space="preserve">. </w:t>
      </w:r>
    </w:p>
    <w:p w:rsidR="00587D34" w:rsidRDefault="00587D34" w:rsidP="00587D34">
      <w:pPr>
        <w:pStyle w:val="libNormal"/>
        <w:rPr>
          <w:rtl/>
        </w:rPr>
      </w:pPr>
      <w:r>
        <w:rPr>
          <w:rtl/>
        </w:rPr>
        <w:t>(44</w:t>
      </w:r>
      <w:r w:rsidR="007D3118">
        <w:rPr>
          <w:rtl/>
        </w:rPr>
        <w:t xml:space="preserve">) </w:t>
      </w:r>
      <w:r>
        <w:rPr>
          <w:rtl/>
        </w:rPr>
        <w:t>قَالا</w:t>
      </w:r>
      <w:r w:rsidR="007D3118">
        <w:rPr>
          <w:rtl/>
        </w:rPr>
        <w:t xml:space="preserve">: </w:t>
      </w:r>
      <w:r>
        <w:rPr>
          <w:rtl/>
        </w:rPr>
        <w:t>إِنَّمَا خَافَ عَلَيْهَا حِينَ عَلِمَ أَنَّهُ يُقْتَلُ</w:t>
      </w:r>
      <w:r w:rsidR="007D3118">
        <w:rPr>
          <w:rtl/>
        </w:rPr>
        <w:t xml:space="preserve">. </w:t>
      </w:r>
    </w:p>
    <w:p w:rsidR="00587D34" w:rsidRDefault="00587D34" w:rsidP="00587D34">
      <w:pPr>
        <w:pStyle w:val="libNormal"/>
        <w:rPr>
          <w:rtl/>
        </w:rPr>
      </w:pPr>
      <w:r>
        <w:rPr>
          <w:rtl/>
        </w:rPr>
        <w:t>(45</w:t>
      </w:r>
      <w:r w:rsidR="007D3118">
        <w:rPr>
          <w:rtl/>
        </w:rPr>
        <w:t xml:space="preserve">) </w:t>
      </w:r>
      <w:r>
        <w:rPr>
          <w:rtl/>
        </w:rPr>
        <w:t>فَقَالَ أَبُو عَبْدِ اللَّهِ - عَلَيْهِ السَّلامُ -</w:t>
      </w:r>
      <w:r w:rsidR="007D3118">
        <w:rPr>
          <w:rtl/>
        </w:rPr>
        <w:t xml:space="preserve">: </w:t>
      </w:r>
      <w:r>
        <w:rPr>
          <w:rtl/>
        </w:rPr>
        <w:t>وَ أَنْتُمَا فَلا تَأْمَنَّا فَوَ اللَّهِ إِنِّى لَأَعْلَمُ أَنَّكُمَا سَتَخْرُجَانِ كَمَا خَرَجَ</w:t>
      </w:r>
      <w:r w:rsidR="007D3118">
        <w:rPr>
          <w:rtl/>
        </w:rPr>
        <w:t xml:space="preserve">، </w:t>
      </w:r>
      <w:r>
        <w:rPr>
          <w:rtl/>
        </w:rPr>
        <w:t>وَ سَتُقْتَلانِ كَمَا قُتِلَ</w:t>
      </w:r>
      <w:r w:rsidR="007D3118">
        <w:rPr>
          <w:rtl/>
        </w:rPr>
        <w:t xml:space="preserve">. </w:t>
      </w:r>
    </w:p>
    <w:p w:rsidR="00587D34" w:rsidRDefault="00587D34" w:rsidP="00587D34">
      <w:pPr>
        <w:pStyle w:val="libNormal"/>
        <w:rPr>
          <w:rtl/>
        </w:rPr>
      </w:pPr>
      <w:r>
        <w:rPr>
          <w:rtl/>
        </w:rPr>
        <w:t>(46</w:t>
      </w:r>
      <w:r w:rsidR="007D3118">
        <w:rPr>
          <w:rtl/>
        </w:rPr>
        <w:t xml:space="preserve">) </w:t>
      </w:r>
      <w:r>
        <w:rPr>
          <w:rtl/>
        </w:rPr>
        <w:t>فَقَامَا وَ هُمَا يَقُولانِ</w:t>
      </w:r>
      <w:r w:rsidR="007D3118">
        <w:rPr>
          <w:rtl/>
        </w:rPr>
        <w:t xml:space="preserve">: </w:t>
      </w:r>
      <w:r>
        <w:rPr>
          <w:rtl/>
        </w:rPr>
        <w:t>لا حَوْلَ وَ لا قُوَّةَ إِلا بِاللَّهِ الْعَلِيِّ الْعَظِيمِ</w:t>
      </w:r>
      <w:r w:rsidR="007D3118">
        <w:rPr>
          <w:rtl/>
        </w:rPr>
        <w:t xml:space="preserve">. </w:t>
      </w:r>
    </w:p>
    <w:p w:rsidR="00587D34" w:rsidRDefault="00587D34" w:rsidP="00587D34">
      <w:pPr>
        <w:pStyle w:val="libNormal"/>
        <w:rPr>
          <w:rtl/>
        </w:rPr>
      </w:pPr>
      <w:r>
        <w:rPr>
          <w:rtl/>
        </w:rPr>
        <w:t>(47</w:t>
      </w:r>
      <w:r w:rsidR="007D3118">
        <w:rPr>
          <w:rtl/>
        </w:rPr>
        <w:t xml:space="preserve">) </w:t>
      </w:r>
      <w:r>
        <w:rPr>
          <w:rtl/>
        </w:rPr>
        <w:t>فَلَمَّا خَرَجَا قَالَ لِى أَبُو عَبْدِ اللَّهِ - عَلَيْهِ السَّلامُ -</w:t>
      </w:r>
      <w:r w:rsidR="007D3118">
        <w:rPr>
          <w:rtl/>
        </w:rPr>
        <w:t xml:space="preserve">: </w:t>
      </w:r>
      <w:r>
        <w:rPr>
          <w:rtl/>
        </w:rPr>
        <w:t>يَا مُتَوَكِّلُ كَيْفَ قَالَ لَكَ يَحْيَى إِنَّ عَمِّى مُحَمَّدَ بْنَ عَلِيٍّ وَ ابْنَهُ جَعْفَرا دَعَوَا النَّاسَ إِلَى الْحَيَاةِ وَ دَعَوْنَاهُمْ إِلَى الْمَوْتِ؟</w:t>
      </w:r>
    </w:p>
    <w:p w:rsidR="00587D34" w:rsidRDefault="00587D34" w:rsidP="00587D34">
      <w:pPr>
        <w:pStyle w:val="libNormal"/>
        <w:rPr>
          <w:rtl/>
        </w:rPr>
      </w:pPr>
      <w:r>
        <w:rPr>
          <w:rtl/>
        </w:rPr>
        <w:t>(48</w:t>
      </w:r>
      <w:r w:rsidR="007D3118">
        <w:rPr>
          <w:rtl/>
        </w:rPr>
        <w:t xml:space="preserve">) </w:t>
      </w:r>
      <w:r>
        <w:rPr>
          <w:rtl/>
        </w:rPr>
        <w:t>قُلْتُ</w:t>
      </w:r>
      <w:r w:rsidR="007D3118">
        <w:rPr>
          <w:rtl/>
        </w:rPr>
        <w:t xml:space="preserve">: </w:t>
      </w:r>
      <w:r>
        <w:rPr>
          <w:rtl/>
        </w:rPr>
        <w:t>نَعَمْ أَصْلَحَكَ اللَّهُ قَدْ قَالَ لِىَ ابْنُ عَمِّكَ يَحْيَى</w:t>
      </w:r>
      <w:r w:rsidR="007D3118">
        <w:rPr>
          <w:rtl/>
        </w:rPr>
        <w:t xml:space="preserve">: </w:t>
      </w:r>
      <w:r>
        <w:rPr>
          <w:rtl/>
        </w:rPr>
        <w:t>ذَلِكَ</w:t>
      </w:r>
    </w:p>
    <w:p w:rsidR="00587D34" w:rsidRDefault="00587D34" w:rsidP="00587D34">
      <w:pPr>
        <w:pStyle w:val="libNormal"/>
        <w:rPr>
          <w:rtl/>
        </w:rPr>
      </w:pPr>
      <w:r>
        <w:rPr>
          <w:rtl/>
        </w:rPr>
        <w:t>(49</w:t>
      </w:r>
      <w:r w:rsidR="007D3118">
        <w:rPr>
          <w:rtl/>
        </w:rPr>
        <w:t xml:space="preserve">) </w:t>
      </w:r>
      <w:r>
        <w:rPr>
          <w:rtl/>
        </w:rPr>
        <w:t>فَقَالَ</w:t>
      </w:r>
      <w:r w:rsidR="007D3118">
        <w:rPr>
          <w:rtl/>
        </w:rPr>
        <w:t xml:space="preserve">: </w:t>
      </w:r>
      <w:r>
        <w:rPr>
          <w:rtl/>
        </w:rPr>
        <w:t>يَرْحَمُ اللَّهُ يَحْيَى</w:t>
      </w:r>
      <w:r w:rsidR="007D3118">
        <w:rPr>
          <w:rtl/>
        </w:rPr>
        <w:t xml:space="preserve">، </w:t>
      </w:r>
      <w:r>
        <w:rPr>
          <w:rtl/>
        </w:rPr>
        <w:t>إِنَّ أَبِى حَدَّثَنِى عَنْ أَبِيهِ عَنْ جَدِّهِ عَنْ عَلِيٍّ - عَلَيْهِ السَّلامُ -</w:t>
      </w:r>
      <w:r w:rsidR="007D3118">
        <w:rPr>
          <w:rtl/>
        </w:rPr>
        <w:t xml:space="preserve">: </w:t>
      </w:r>
    </w:p>
    <w:p w:rsidR="00587D34" w:rsidRDefault="00587D34" w:rsidP="00587D34">
      <w:pPr>
        <w:pStyle w:val="libNormal"/>
        <w:rPr>
          <w:rtl/>
        </w:rPr>
      </w:pPr>
      <w:r>
        <w:rPr>
          <w:rtl/>
        </w:rPr>
        <w:t>أَنَّ رَسُولَ اللَّهِ - صَلَّى اللَّهُ عَلَيْهِ وَ آلِهِ - أَخَذَتْهُ نَعْسَةٌ وَ هُوَ عَلَى مِنْبَرِهِ</w:t>
      </w:r>
      <w:r w:rsidR="007D3118">
        <w:rPr>
          <w:rtl/>
        </w:rPr>
        <w:t xml:space="preserve">. </w:t>
      </w:r>
    </w:p>
    <w:p w:rsidR="00587D34" w:rsidRDefault="00587D34" w:rsidP="00587D34">
      <w:pPr>
        <w:pStyle w:val="libNormal"/>
        <w:rPr>
          <w:rtl/>
        </w:rPr>
      </w:pPr>
      <w:r>
        <w:rPr>
          <w:rtl/>
        </w:rPr>
        <w:lastRenderedPageBreak/>
        <w:t>(50</w:t>
      </w:r>
      <w:r w:rsidR="007D3118">
        <w:rPr>
          <w:rtl/>
        </w:rPr>
        <w:t xml:space="preserve">) </w:t>
      </w:r>
      <w:r>
        <w:rPr>
          <w:rtl/>
        </w:rPr>
        <w:t>فَرَأَى فِى مَنَامِهِ رِجَالا يَنْزُونَ عَلَى مِنْبَرِهِ نَزْوَ الْقِرَدَةِ يَرُدُّونَ النَّاسَ عَلَى أَعْقَابِهِمُ الْقَهْقَرَى</w:t>
      </w:r>
    </w:p>
    <w:p w:rsidR="00587D34" w:rsidRDefault="00587D34" w:rsidP="00587D34">
      <w:pPr>
        <w:pStyle w:val="libNormal"/>
        <w:rPr>
          <w:rtl/>
        </w:rPr>
      </w:pPr>
      <w:r>
        <w:rPr>
          <w:rtl/>
        </w:rPr>
        <w:t>(51</w:t>
      </w:r>
      <w:r w:rsidR="007D3118">
        <w:rPr>
          <w:rtl/>
        </w:rPr>
        <w:t xml:space="preserve">) </w:t>
      </w:r>
      <w:r>
        <w:rPr>
          <w:rtl/>
        </w:rPr>
        <w:t>فَاسْتَوَى رَسُولُ اللَّهِ - صَلَّى اللَّهُ عَلَيْهِ وَ آلِهِ - جَالِسا وَ الْحُزْنُ يُعْرَفُ فِى وَجْهِهِ</w:t>
      </w:r>
      <w:r w:rsidR="007D3118">
        <w:rPr>
          <w:rtl/>
        </w:rPr>
        <w:t xml:space="preserve">. </w:t>
      </w:r>
    </w:p>
    <w:p w:rsidR="00587D34" w:rsidRDefault="00587D34" w:rsidP="00587D34">
      <w:pPr>
        <w:pStyle w:val="libNormal"/>
        <w:rPr>
          <w:rtl/>
        </w:rPr>
      </w:pPr>
      <w:r>
        <w:rPr>
          <w:rtl/>
        </w:rPr>
        <w:t>(52</w:t>
      </w:r>
      <w:r w:rsidR="007D3118">
        <w:rPr>
          <w:rtl/>
        </w:rPr>
        <w:t xml:space="preserve">) </w:t>
      </w:r>
      <w:r>
        <w:rPr>
          <w:rtl/>
        </w:rPr>
        <w:t>فَأَتَاهُ جِبْرِيلُ - عَلَيْهِ السَّلامُ - بِهَذِهِ الاْيَةِ</w:t>
      </w:r>
      <w:r w:rsidR="007D3118">
        <w:rPr>
          <w:rtl/>
        </w:rPr>
        <w:t xml:space="preserve">: </w:t>
      </w:r>
      <w:r>
        <w:rPr>
          <w:rtl/>
        </w:rPr>
        <w:t>«وَ ما جَعَلْنَا الرُّؤْيَا الَّتِى أَرَيْناكَ إِلا فِتْنَةً لِلنّاسِ وَ الشَّجَرَةَ الْمَلْعُونَةَ فِى الْقُرْآنِ وَ نُخَوِّفُهُمْ فَما يَزِيدُهُمْ إِلا طُغْيانا كَبِيرا» 17</w:t>
      </w:r>
      <w:r w:rsidR="007D3118">
        <w:rPr>
          <w:rtl/>
        </w:rPr>
        <w:t xml:space="preserve">: </w:t>
      </w:r>
      <w:r>
        <w:rPr>
          <w:rtl/>
        </w:rPr>
        <w:t>يَعْنِى بَنِى أُمَيَّةَ</w:t>
      </w:r>
      <w:r w:rsidR="007D3118">
        <w:rPr>
          <w:rtl/>
        </w:rPr>
        <w:t xml:space="preserve">. </w:t>
      </w:r>
    </w:p>
    <w:p w:rsidR="00587D34" w:rsidRDefault="00587D34" w:rsidP="00587D34">
      <w:pPr>
        <w:pStyle w:val="libNormal"/>
        <w:rPr>
          <w:rtl/>
        </w:rPr>
      </w:pPr>
      <w:r>
        <w:rPr>
          <w:rtl/>
        </w:rPr>
        <w:t>(53</w:t>
      </w:r>
      <w:r w:rsidR="007D3118">
        <w:rPr>
          <w:rtl/>
        </w:rPr>
        <w:t xml:space="preserve">) </w:t>
      </w:r>
      <w:r>
        <w:rPr>
          <w:rtl/>
        </w:rPr>
        <w:t>قَالَ</w:t>
      </w:r>
      <w:r w:rsidR="007D3118">
        <w:rPr>
          <w:rtl/>
        </w:rPr>
        <w:t xml:space="preserve">: </w:t>
      </w:r>
      <w:r>
        <w:rPr>
          <w:rtl/>
        </w:rPr>
        <w:t>يَا جِبْرِيلُ أَ عَلَى عَهْدِى يَكُونُونَ وَ فِى زَمَنِى؟</w:t>
      </w:r>
    </w:p>
    <w:p w:rsidR="00587D34" w:rsidRDefault="00587D34" w:rsidP="00587D34">
      <w:pPr>
        <w:pStyle w:val="libNormal"/>
        <w:rPr>
          <w:rtl/>
        </w:rPr>
      </w:pPr>
      <w:r>
        <w:rPr>
          <w:rtl/>
        </w:rPr>
        <w:t>(54</w:t>
      </w:r>
      <w:r w:rsidR="007D3118">
        <w:rPr>
          <w:rtl/>
        </w:rPr>
        <w:t xml:space="preserve">) </w:t>
      </w:r>
      <w:r>
        <w:rPr>
          <w:rtl/>
        </w:rPr>
        <w:t>قَالَ</w:t>
      </w:r>
      <w:r w:rsidR="007D3118">
        <w:rPr>
          <w:rtl/>
        </w:rPr>
        <w:t xml:space="preserve">: </w:t>
      </w:r>
      <w:r>
        <w:rPr>
          <w:rtl/>
        </w:rPr>
        <w:t>لا</w:t>
      </w:r>
      <w:r w:rsidR="007D3118">
        <w:rPr>
          <w:rtl/>
        </w:rPr>
        <w:t xml:space="preserve">، </w:t>
      </w:r>
      <w:r>
        <w:rPr>
          <w:rtl/>
        </w:rPr>
        <w:t>وَ لَكِنْ تَدُورُ رَحَى الْإِسْلامِ مِنْ مُهَاجَرِكَ فَتَلْبَثُ بِذَلِكَ عَشْرا</w:t>
      </w:r>
      <w:r w:rsidR="007D3118">
        <w:rPr>
          <w:rtl/>
        </w:rPr>
        <w:t xml:space="preserve">، </w:t>
      </w:r>
      <w:r>
        <w:rPr>
          <w:rtl/>
        </w:rPr>
        <w:t>ثُمَّ تَدُورُ رَحَى الْإِسْلامِ عَلَى رَأْسِ خَمْسَةٍ وَ ثَلاثِينَ مِنْ مُهَاجَرِكَ فَتَلْبَثُ بِذَلِكَ خَمْسا</w:t>
      </w:r>
      <w:r w:rsidR="007D3118">
        <w:rPr>
          <w:rtl/>
        </w:rPr>
        <w:t xml:space="preserve">، </w:t>
      </w:r>
      <w:r>
        <w:rPr>
          <w:rtl/>
        </w:rPr>
        <w:t>ثُمَّ لا بُدَّ مِنْ رَحَى ضَلالَةٍ هِىَ قَائِمَةٌ عَلَى قُطْبِهَا</w:t>
      </w:r>
      <w:r w:rsidR="007D3118">
        <w:rPr>
          <w:rtl/>
        </w:rPr>
        <w:t xml:space="preserve">، </w:t>
      </w:r>
      <w:r>
        <w:rPr>
          <w:rtl/>
        </w:rPr>
        <w:t>ثُمَّ مُلْكُ الْفَرَاعِنَةِ</w:t>
      </w:r>
    </w:p>
    <w:p w:rsidR="00587D34" w:rsidRDefault="00587D34" w:rsidP="00587D34">
      <w:pPr>
        <w:pStyle w:val="libNormal"/>
        <w:rPr>
          <w:rtl/>
        </w:rPr>
      </w:pPr>
      <w:r>
        <w:rPr>
          <w:rtl/>
        </w:rPr>
        <w:t>(55</w:t>
      </w:r>
      <w:r w:rsidR="007D3118">
        <w:rPr>
          <w:rtl/>
        </w:rPr>
        <w:t xml:space="preserve">) </w:t>
      </w:r>
      <w:r>
        <w:rPr>
          <w:rtl/>
        </w:rPr>
        <w:t>قَالَ</w:t>
      </w:r>
      <w:r w:rsidR="007D3118">
        <w:rPr>
          <w:rtl/>
        </w:rPr>
        <w:t xml:space="preserve">: </w:t>
      </w:r>
      <w:r>
        <w:rPr>
          <w:rtl/>
        </w:rPr>
        <w:t>وَ أَنْزَلَ اللَّهُ تَعَالَى فِى ذَلِكَ</w:t>
      </w:r>
      <w:r w:rsidR="007D3118">
        <w:rPr>
          <w:rtl/>
        </w:rPr>
        <w:t xml:space="preserve">: </w:t>
      </w:r>
      <w:r>
        <w:rPr>
          <w:rtl/>
        </w:rPr>
        <w:t>«إِنّا أَنْزَلْناهُ فِى لَيْلَةِ الْقَدْرِ</w:t>
      </w:r>
      <w:r w:rsidR="007D3118">
        <w:rPr>
          <w:rtl/>
        </w:rPr>
        <w:t xml:space="preserve">، </w:t>
      </w:r>
      <w:r>
        <w:rPr>
          <w:rtl/>
        </w:rPr>
        <w:t>وَ ما أَدْراكَ ما لَيْلَةُ الْقَدْرِ</w:t>
      </w:r>
      <w:r w:rsidR="007D3118">
        <w:rPr>
          <w:rtl/>
        </w:rPr>
        <w:t xml:space="preserve">، </w:t>
      </w:r>
      <w:r>
        <w:rPr>
          <w:rtl/>
        </w:rPr>
        <w:t>لَيْلَةُ الْقَدْرِ خَيْرٌ مِنْ أَلْفِ شَهْرٍ» 97</w:t>
      </w:r>
      <w:r w:rsidR="007D3118">
        <w:rPr>
          <w:rtl/>
        </w:rPr>
        <w:t xml:space="preserve">: </w:t>
      </w:r>
      <w:r>
        <w:rPr>
          <w:rtl/>
        </w:rPr>
        <w:t>1 - 3تَمْلِكُهَا بَنُو أُمَيَّةَ لَيْسَ فِيهَا لَيْلَةُ الْقَدْرِ</w:t>
      </w:r>
      <w:r w:rsidR="007D3118">
        <w:rPr>
          <w:rtl/>
        </w:rPr>
        <w:t xml:space="preserve">. </w:t>
      </w:r>
    </w:p>
    <w:p w:rsidR="00587D34" w:rsidRDefault="00587D34" w:rsidP="00587D34">
      <w:pPr>
        <w:pStyle w:val="libNormal"/>
        <w:rPr>
          <w:rtl/>
        </w:rPr>
      </w:pPr>
      <w:r>
        <w:rPr>
          <w:rtl/>
        </w:rPr>
        <w:t>(56</w:t>
      </w:r>
      <w:r w:rsidR="007D3118">
        <w:rPr>
          <w:rtl/>
        </w:rPr>
        <w:t xml:space="preserve">) </w:t>
      </w:r>
      <w:r>
        <w:rPr>
          <w:rtl/>
        </w:rPr>
        <w:t>قَالَ</w:t>
      </w:r>
      <w:r w:rsidR="007D3118">
        <w:rPr>
          <w:rtl/>
        </w:rPr>
        <w:t xml:space="preserve">: </w:t>
      </w:r>
      <w:r>
        <w:rPr>
          <w:rtl/>
        </w:rPr>
        <w:t>فَأَطْلَعَ اللَّهُ عَزَّ وَ جَلَّ نَبِيَّهُ - عَلَيْهِ السَّلامُ - أَنَّ بَنِى أُمَيَّةَ تَمْلِكُ سُلْطَانَ هَذِهِ الْأُمَّةِ وَ مُلْكَهَا طُولَ هَذِهِ الْمُدَّةِ</w:t>
      </w:r>
    </w:p>
    <w:p w:rsidR="00587D34" w:rsidRDefault="00587D34" w:rsidP="00587D34">
      <w:pPr>
        <w:pStyle w:val="libNormal"/>
        <w:rPr>
          <w:rtl/>
        </w:rPr>
      </w:pPr>
      <w:r>
        <w:rPr>
          <w:rtl/>
        </w:rPr>
        <w:t>(57</w:t>
      </w:r>
      <w:r w:rsidR="007D3118">
        <w:rPr>
          <w:rtl/>
        </w:rPr>
        <w:t xml:space="preserve">) </w:t>
      </w:r>
      <w:r>
        <w:rPr>
          <w:rtl/>
        </w:rPr>
        <w:t>فَلَوْ طَاوَلَتْهُمُ الْجِبَالُ لَطَالُوا عَلَيْهَا حَتَّى يَأْذَنَ اللَّهُ تَعَالَى بِزَوَالِ مُلْكِهِمْ</w:t>
      </w:r>
      <w:r w:rsidR="007D3118">
        <w:rPr>
          <w:rtl/>
        </w:rPr>
        <w:t xml:space="preserve">، </w:t>
      </w:r>
      <w:r>
        <w:rPr>
          <w:rtl/>
        </w:rPr>
        <w:t>وَ هُمْ فِى ذَلِكَ يَسْتَشْعِرُونَ عَدَاوَتَنَا أَهْلَ الْبَيْتِ وَ بُغْضَنَا</w:t>
      </w:r>
      <w:r w:rsidR="007D3118">
        <w:rPr>
          <w:rtl/>
        </w:rPr>
        <w:t xml:space="preserve">. </w:t>
      </w:r>
    </w:p>
    <w:p w:rsidR="00587D34" w:rsidRDefault="00587D34" w:rsidP="00587D34">
      <w:pPr>
        <w:pStyle w:val="libNormal"/>
        <w:rPr>
          <w:rtl/>
        </w:rPr>
      </w:pPr>
      <w:r>
        <w:rPr>
          <w:rtl/>
        </w:rPr>
        <w:t>(58</w:t>
      </w:r>
      <w:r w:rsidR="007D3118">
        <w:rPr>
          <w:rtl/>
        </w:rPr>
        <w:t xml:space="preserve">) </w:t>
      </w:r>
      <w:r>
        <w:rPr>
          <w:rtl/>
        </w:rPr>
        <w:t>أَخْبَرَ اللَّهُ نَبِيَّهُ بِمَا يَلْقَى أَهْلُ بَيْتِ مُحَمَّدٍ وَ أَهْلُ مَوَدَّتِهِمْ وَ شِيعَتُهُمْ مِنْهُمْ فِى أَيَّامِهِمْ وَ مُلْكِهِمْ</w:t>
      </w:r>
      <w:r w:rsidR="007D3118">
        <w:rPr>
          <w:rtl/>
        </w:rPr>
        <w:t xml:space="preserve">. </w:t>
      </w:r>
    </w:p>
    <w:p w:rsidR="00587D34" w:rsidRDefault="00587D34" w:rsidP="00587D34">
      <w:pPr>
        <w:pStyle w:val="libNormal"/>
        <w:rPr>
          <w:rtl/>
        </w:rPr>
      </w:pPr>
      <w:r>
        <w:rPr>
          <w:rtl/>
        </w:rPr>
        <w:t>(59</w:t>
      </w:r>
      <w:r w:rsidR="007D3118">
        <w:rPr>
          <w:rtl/>
        </w:rPr>
        <w:t xml:space="preserve">) </w:t>
      </w:r>
      <w:r>
        <w:rPr>
          <w:rtl/>
        </w:rPr>
        <w:t>قَالَ</w:t>
      </w:r>
      <w:r w:rsidR="007D3118">
        <w:rPr>
          <w:rtl/>
        </w:rPr>
        <w:t xml:space="preserve">: </w:t>
      </w:r>
    </w:p>
    <w:p w:rsidR="00587D34" w:rsidRDefault="00587D34" w:rsidP="00587D34">
      <w:pPr>
        <w:pStyle w:val="libNormal"/>
        <w:rPr>
          <w:rtl/>
        </w:rPr>
      </w:pPr>
      <w:r>
        <w:rPr>
          <w:rtl/>
        </w:rPr>
        <w:lastRenderedPageBreak/>
        <w:t>وَ أَنْزَلَ اللَّهُ تَعَالَى فِيهِمْ</w:t>
      </w:r>
      <w:r w:rsidR="007D3118">
        <w:rPr>
          <w:rtl/>
        </w:rPr>
        <w:t xml:space="preserve">: </w:t>
      </w:r>
      <w:r>
        <w:rPr>
          <w:rtl/>
        </w:rPr>
        <w:t>«أَ لَمْ تَرَ إِلَى الَّذِينَ بَدَّلُوا نِعْمَتَ اللّهِ كُفْرا وَ أَحَلُّوا قَوْمَهُمْ دارَ الْبَوارِ جَهَنَّمَ يَصْلَوْنَها وَ بِئْسَ الْقَرارُ» 14</w:t>
      </w:r>
      <w:r w:rsidR="007D3118">
        <w:rPr>
          <w:rtl/>
        </w:rPr>
        <w:t xml:space="preserve">: </w:t>
      </w:r>
      <w:r>
        <w:rPr>
          <w:rtl/>
        </w:rPr>
        <w:t>28 - 39</w:t>
      </w:r>
      <w:r w:rsidR="007D3118">
        <w:rPr>
          <w:rtl/>
        </w:rPr>
        <w:t xml:space="preserve">. </w:t>
      </w:r>
    </w:p>
    <w:p w:rsidR="00587D34" w:rsidRDefault="00587D34" w:rsidP="00587D34">
      <w:pPr>
        <w:pStyle w:val="libNormal"/>
        <w:rPr>
          <w:rtl/>
        </w:rPr>
      </w:pPr>
      <w:r>
        <w:rPr>
          <w:rtl/>
        </w:rPr>
        <w:t>(60</w:t>
      </w:r>
      <w:r w:rsidR="007D3118">
        <w:rPr>
          <w:rtl/>
        </w:rPr>
        <w:t xml:space="preserve">) </w:t>
      </w:r>
      <w:r>
        <w:rPr>
          <w:rtl/>
        </w:rPr>
        <w:t>وَ نِعْمَةُ اللَّهِ مُحَمَّدٌ وَ أَهْلُ بَيْتِهِ</w:t>
      </w:r>
      <w:r w:rsidR="007D3118">
        <w:rPr>
          <w:rtl/>
        </w:rPr>
        <w:t xml:space="preserve">، </w:t>
      </w:r>
      <w:r>
        <w:rPr>
          <w:rtl/>
        </w:rPr>
        <w:t>حُبُّهُمْ إِيمَانٌ يُدْخِلُ الْجَنَّةَ</w:t>
      </w:r>
      <w:r w:rsidR="007D3118">
        <w:rPr>
          <w:rtl/>
        </w:rPr>
        <w:t xml:space="preserve">، </w:t>
      </w:r>
      <w:r>
        <w:rPr>
          <w:rtl/>
        </w:rPr>
        <w:t>وَ بُغْضُهُمْ كُفْرٌ وَ نِفَاقٌ يُدْخِلُ النَّارَ</w:t>
      </w:r>
    </w:p>
    <w:p w:rsidR="00587D34" w:rsidRDefault="00587D34" w:rsidP="00587D34">
      <w:pPr>
        <w:pStyle w:val="libNormal"/>
        <w:rPr>
          <w:rtl/>
        </w:rPr>
      </w:pPr>
      <w:r>
        <w:rPr>
          <w:rtl/>
        </w:rPr>
        <w:t>(61</w:t>
      </w:r>
      <w:r w:rsidR="007D3118">
        <w:rPr>
          <w:rtl/>
        </w:rPr>
        <w:t xml:space="preserve">) </w:t>
      </w:r>
      <w:r>
        <w:rPr>
          <w:rtl/>
        </w:rPr>
        <w:t>فَأَسَرَّ رَسُولُ اللَّهِ - صَلَّى اللَّهُ عَلَيْهِ وَ آلِهِ - ذَلِكَ إِلَى عَلِيٍّ وَ أَهْلِ بَيْتِهِ</w:t>
      </w:r>
      <w:r w:rsidR="007D3118">
        <w:rPr>
          <w:rtl/>
        </w:rPr>
        <w:t xml:space="preserve">. </w:t>
      </w:r>
    </w:p>
    <w:p w:rsidR="00587D34" w:rsidRDefault="00587D34" w:rsidP="00587D34">
      <w:pPr>
        <w:pStyle w:val="libNormal"/>
        <w:rPr>
          <w:rtl/>
        </w:rPr>
      </w:pPr>
      <w:r>
        <w:rPr>
          <w:rtl/>
        </w:rPr>
        <w:t>(62</w:t>
      </w:r>
      <w:r w:rsidR="007D3118">
        <w:rPr>
          <w:rtl/>
        </w:rPr>
        <w:t xml:space="preserve">) </w:t>
      </w:r>
      <w:r>
        <w:rPr>
          <w:rtl/>
        </w:rPr>
        <w:t>قَالَ</w:t>
      </w:r>
      <w:r w:rsidR="007D3118">
        <w:rPr>
          <w:rtl/>
        </w:rPr>
        <w:t xml:space="preserve">: </w:t>
      </w:r>
      <w:r>
        <w:rPr>
          <w:rtl/>
        </w:rPr>
        <w:t>ثُمَّ قَالَ أَبُو عَبْدِ اللَّهِ - عَلَيْهِ السَّلامُ -</w:t>
      </w:r>
      <w:r w:rsidR="007D3118">
        <w:rPr>
          <w:rtl/>
        </w:rPr>
        <w:t xml:space="preserve">: </w:t>
      </w:r>
      <w:r>
        <w:rPr>
          <w:rtl/>
        </w:rPr>
        <w:t>مَا خَرَجَ وَ لا يَخْرُجُ مِنَّا أَهْلَ الْبَيْتِ إِلَى قِيَامِ قَائِمِنَا أَحَدٌ لِيَدْفَعَ ظُلْما أَوْ يَنْعَشَ حَقّا إ لا اصْطَلَمَتْهُ الْبَلِيَّةُ</w:t>
      </w:r>
      <w:r w:rsidR="007D3118">
        <w:rPr>
          <w:rtl/>
        </w:rPr>
        <w:t xml:space="preserve">، </w:t>
      </w:r>
      <w:r>
        <w:rPr>
          <w:rtl/>
        </w:rPr>
        <w:t>وَ كَانَ قِيَامُهُ زِيَادَةً فِى مَكْرُوهِنَا وَ شِيعَتِنَا</w:t>
      </w:r>
      <w:r w:rsidR="007D3118">
        <w:rPr>
          <w:rtl/>
        </w:rPr>
        <w:t xml:space="preserve">. </w:t>
      </w:r>
    </w:p>
    <w:p w:rsidR="00587D34" w:rsidRDefault="00587D34" w:rsidP="00587D34">
      <w:pPr>
        <w:pStyle w:val="libNormal"/>
        <w:rPr>
          <w:rtl/>
        </w:rPr>
      </w:pPr>
      <w:r>
        <w:rPr>
          <w:rtl/>
        </w:rPr>
        <w:t>(63</w:t>
      </w:r>
      <w:r w:rsidR="007D3118">
        <w:rPr>
          <w:rtl/>
        </w:rPr>
        <w:t xml:space="preserve">) </w:t>
      </w:r>
      <w:r>
        <w:rPr>
          <w:rtl/>
        </w:rPr>
        <w:t>قَالَ الْمُتَوَكِّلُ بْنُ هَارُونَ</w:t>
      </w:r>
      <w:r w:rsidR="007D3118">
        <w:rPr>
          <w:rtl/>
        </w:rPr>
        <w:t xml:space="preserve">: </w:t>
      </w:r>
      <w:r>
        <w:rPr>
          <w:rtl/>
        </w:rPr>
        <w:t>ثُمَّ أَمْلَى عَلَيَّ أَبُو عَبْدِ اللَّهِ - عَلَيْهِ السَّلامُ - الْأَدْعِيَةَ وَ هِىَ خَمْسَةٌ وَ سَبْعُونَ بَابا</w:t>
      </w:r>
      <w:r w:rsidR="007D3118">
        <w:rPr>
          <w:rtl/>
        </w:rPr>
        <w:t xml:space="preserve">، </w:t>
      </w:r>
      <w:r>
        <w:rPr>
          <w:rtl/>
        </w:rPr>
        <w:t>سَقَطَ عَنِّى مِنْهَا أَحَدَ عَشَرَ بَابا</w:t>
      </w:r>
      <w:r w:rsidR="007D3118">
        <w:rPr>
          <w:rtl/>
        </w:rPr>
        <w:t xml:space="preserve">، </w:t>
      </w:r>
      <w:r>
        <w:rPr>
          <w:rtl/>
        </w:rPr>
        <w:t>وَ حَفِظْتُ مِنْهَا نَيِّفا وَ سِتِّينَ بَابا</w:t>
      </w:r>
    </w:p>
    <w:p w:rsidR="00587D34" w:rsidRDefault="00587D34" w:rsidP="00587D34">
      <w:pPr>
        <w:pStyle w:val="libNormal"/>
        <w:rPr>
          <w:rtl/>
        </w:rPr>
      </w:pPr>
      <w:r>
        <w:rPr>
          <w:rtl/>
        </w:rPr>
        <w:t>(64</w:t>
      </w:r>
      <w:r w:rsidR="007D3118">
        <w:rPr>
          <w:rtl/>
        </w:rPr>
        <w:t xml:space="preserve">) </w:t>
      </w:r>
      <w:r>
        <w:rPr>
          <w:rtl/>
        </w:rPr>
        <w:t>وَ حَدَّثَنَا أَبُو الْمُفَضَّلِ قَالَ</w:t>
      </w:r>
      <w:r w:rsidR="007D3118">
        <w:rPr>
          <w:rtl/>
        </w:rPr>
        <w:t xml:space="preserve">: </w:t>
      </w:r>
      <w:r>
        <w:rPr>
          <w:rtl/>
        </w:rPr>
        <w:t>وَ حَدَّثَنِى مُحَمَّدُ بْنُ الْحَسَنِ بْنِ رُوزْبِهَ أَبُو بَكْرٍ الْمَدَائِنِيُّ الْكَاتِبُ نَزِيلُ الرَّحْبَةِ فِى دَارِهِ</w:t>
      </w:r>
    </w:p>
    <w:p w:rsidR="00587D34" w:rsidRDefault="00587D34" w:rsidP="00587D34">
      <w:pPr>
        <w:pStyle w:val="libNormal"/>
        <w:rPr>
          <w:rtl/>
        </w:rPr>
      </w:pPr>
      <w:r>
        <w:rPr>
          <w:rtl/>
        </w:rPr>
        <w:t>(65</w:t>
      </w:r>
      <w:r w:rsidR="007D3118">
        <w:rPr>
          <w:rtl/>
        </w:rPr>
        <w:t xml:space="preserve">) </w:t>
      </w:r>
      <w:r>
        <w:rPr>
          <w:rtl/>
        </w:rPr>
        <w:t>قَالَ</w:t>
      </w:r>
      <w:r w:rsidR="007D3118">
        <w:rPr>
          <w:rtl/>
        </w:rPr>
        <w:t xml:space="preserve">: </w:t>
      </w:r>
      <w:r>
        <w:rPr>
          <w:rtl/>
        </w:rPr>
        <w:t>حَدَّثَنِى مُحَمَّدُ بْنُ أَحْمَدَ بْنِ مُسْلِمٍ الْمُطَهَّرِيُّ</w:t>
      </w:r>
    </w:p>
    <w:p w:rsidR="00587D34" w:rsidRDefault="00587D34" w:rsidP="00587D34">
      <w:pPr>
        <w:pStyle w:val="libNormal"/>
        <w:rPr>
          <w:rtl/>
        </w:rPr>
      </w:pPr>
      <w:r>
        <w:rPr>
          <w:rtl/>
        </w:rPr>
        <w:t>(66</w:t>
      </w:r>
      <w:r w:rsidR="007D3118">
        <w:rPr>
          <w:rtl/>
        </w:rPr>
        <w:t xml:space="preserve">) </w:t>
      </w:r>
      <w:r>
        <w:rPr>
          <w:rtl/>
        </w:rPr>
        <w:t>قَالَ</w:t>
      </w:r>
      <w:r w:rsidR="007D3118">
        <w:rPr>
          <w:rtl/>
        </w:rPr>
        <w:t xml:space="preserve">: </w:t>
      </w:r>
    </w:p>
    <w:p w:rsidR="00587D34" w:rsidRDefault="00587D34" w:rsidP="00587D34">
      <w:pPr>
        <w:pStyle w:val="libNormal"/>
        <w:rPr>
          <w:rtl/>
        </w:rPr>
      </w:pPr>
      <w:r>
        <w:rPr>
          <w:rtl/>
        </w:rPr>
        <w:t>حَدَّثَنِى أَبِى عَنْ عُمَيْرِ بْنِ مُتَوَكِّلٍ الْبَلْخِيِّ عَنْ أَبِيهِ الْمُتَوَكِّلِ بْنِ هَارُونَ</w:t>
      </w:r>
    </w:p>
    <w:p w:rsidR="00587D34" w:rsidRDefault="00587D34" w:rsidP="00587D34">
      <w:pPr>
        <w:pStyle w:val="libNormal"/>
      </w:pPr>
      <w:r>
        <w:rPr>
          <w:rtl/>
        </w:rPr>
        <w:t>(67</w:t>
      </w:r>
      <w:r w:rsidR="007D3118">
        <w:rPr>
          <w:rtl/>
        </w:rPr>
        <w:t xml:space="preserve">) </w:t>
      </w:r>
      <w:r>
        <w:rPr>
          <w:rtl/>
        </w:rPr>
        <w:t>قَالَ</w:t>
      </w:r>
      <w:r w:rsidR="007D3118">
        <w:rPr>
          <w:rtl/>
        </w:rPr>
        <w:t xml:space="preserve">: </w:t>
      </w:r>
      <w:r>
        <w:rPr>
          <w:rtl/>
        </w:rPr>
        <w:t>لَقِيتُ يَحْيَى بْنَ زَيْدِ بْنِ عَلِيٍّ - عَلَيْهِمَا السَّلامُ - فَذَكَرَ الْحَدِيثَ بِتَمَامِهِ إِلَى رُؤْيَا النَّبِيِّ - صَلَّى اللَّهُ عَلَيْهِ وَ آلِهِ - الَّتِى ذَكَرَهَا جَعْفَرُ بْنُ مُحَمَّدٍ عَنْ آبَائِهِ - صَلَواتُ اللَّهِ عَلَيْهِمْ -</w:t>
      </w:r>
    </w:p>
    <w:p w:rsidR="00587D34" w:rsidRDefault="00587D34" w:rsidP="00587D34">
      <w:pPr>
        <w:pStyle w:val="libNormal"/>
        <w:rPr>
          <w:rtl/>
        </w:rPr>
      </w:pPr>
      <w:r>
        <w:rPr>
          <w:rtl/>
        </w:rPr>
        <w:t>(68</w:t>
      </w:r>
      <w:r w:rsidR="007D3118">
        <w:rPr>
          <w:rtl/>
        </w:rPr>
        <w:t xml:space="preserve">) </w:t>
      </w:r>
      <w:r>
        <w:rPr>
          <w:rtl/>
        </w:rPr>
        <w:t>وَ فِى رِوَايَةِ الْمُطَهَّرِيِّ ذِكْرُ الْأَبْوَابِ وَ هِىَ</w:t>
      </w:r>
      <w:r w:rsidR="007D3118">
        <w:rPr>
          <w:rtl/>
        </w:rPr>
        <w:t xml:space="preserve">: </w:t>
      </w:r>
    </w:p>
    <w:p w:rsidR="00412306" w:rsidRDefault="00587D34" w:rsidP="00587D34">
      <w:pPr>
        <w:pStyle w:val="libNormal"/>
        <w:rPr>
          <w:rtl/>
        </w:rPr>
      </w:pPr>
      <w:r>
        <w:rPr>
          <w:rtl/>
        </w:rPr>
        <w:t>1</w:t>
      </w:r>
      <w:r w:rsidR="007D3118">
        <w:rPr>
          <w:rtl/>
        </w:rPr>
        <w:t xml:space="preserve">. </w:t>
      </w:r>
      <w:r>
        <w:rPr>
          <w:rtl/>
        </w:rPr>
        <w:t xml:space="preserve">التَّحْمِيدُ لِلَّهِ عَزَّ وَ جَلَّ </w:t>
      </w:r>
    </w:p>
    <w:p w:rsidR="00412306" w:rsidRDefault="00587D34" w:rsidP="00587D34">
      <w:pPr>
        <w:pStyle w:val="libNormal"/>
        <w:rPr>
          <w:rtl/>
        </w:rPr>
      </w:pPr>
      <w:r>
        <w:rPr>
          <w:rtl/>
        </w:rPr>
        <w:t>2</w:t>
      </w:r>
      <w:r w:rsidR="007D3118">
        <w:rPr>
          <w:rtl/>
        </w:rPr>
        <w:t xml:space="preserve">. </w:t>
      </w:r>
      <w:r>
        <w:rPr>
          <w:rtl/>
        </w:rPr>
        <w:t xml:space="preserve">الصَّلاةُ عَلَى مُحَمَّدٍ وَ آلِهِ </w:t>
      </w:r>
    </w:p>
    <w:p w:rsidR="00412306" w:rsidRDefault="00587D34" w:rsidP="00412306">
      <w:pPr>
        <w:pStyle w:val="libNormal"/>
        <w:rPr>
          <w:rtl/>
        </w:rPr>
      </w:pPr>
      <w:r>
        <w:rPr>
          <w:rtl/>
        </w:rPr>
        <w:lastRenderedPageBreak/>
        <w:t>3</w:t>
      </w:r>
      <w:r w:rsidR="007D3118">
        <w:rPr>
          <w:rtl/>
        </w:rPr>
        <w:t xml:space="preserve">. </w:t>
      </w:r>
      <w:r>
        <w:rPr>
          <w:rtl/>
        </w:rPr>
        <w:t>الصَّلاةُ عَلَى حَمَلَةِ الْعَرْشِ</w:t>
      </w:r>
    </w:p>
    <w:p w:rsidR="00412306" w:rsidRDefault="00587D34" w:rsidP="00412306">
      <w:pPr>
        <w:pStyle w:val="libNormal"/>
        <w:rPr>
          <w:rtl/>
        </w:rPr>
      </w:pPr>
      <w:r>
        <w:rPr>
          <w:rtl/>
        </w:rPr>
        <w:t>4</w:t>
      </w:r>
      <w:r w:rsidR="007D3118">
        <w:rPr>
          <w:rtl/>
        </w:rPr>
        <w:t xml:space="preserve">. </w:t>
      </w:r>
      <w:r>
        <w:rPr>
          <w:rtl/>
        </w:rPr>
        <w:t xml:space="preserve">الصَّلاةُ عَلَى مُصَدِّقِى الرُّسُلِ </w:t>
      </w:r>
    </w:p>
    <w:p w:rsidR="00412306" w:rsidRDefault="00587D34" w:rsidP="00412306">
      <w:pPr>
        <w:pStyle w:val="libNormal"/>
        <w:rPr>
          <w:rtl/>
        </w:rPr>
      </w:pPr>
      <w:r>
        <w:rPr>
          <w:rtl/>
        </w:rPr>
        <w:t>5</w:t>
      </w:r>
      <w:r w:rsidR="007D3118">
        <w:rPr>
          <w:rtl/>
        </w:rPr>
        <w:t xml:space="preserve">. </w:t>
      </w:r>
      <w:r>
        <w:rPr>
          <w:rtl/>
        </w:rPr>
        <w:t>دُعَاؤُهُ لِنَفْسِهِ وَ خَاصَّتِهِ</w:t>
      </w:r>
    </w:p>
    <w:p w:rsidR="00412306" w:rsidRDefault="00587D34" w:rsidP="00412306">
      <w:pPr>
        <w:pStyle w:val="libNormal"/>
        <w:rPr>
          <w:rtl/>
        </w:rPr>
      </w:pPr>
      <w:r>
        <w:rPr>
          <w:rtl/>
        </w:rPr>
        <w:t>6</w:t>
      </w:r>
      <w:r w:rsidR="007D3118">
        <w:rPr>
          <w:rtl/>
        </w:rPr>
        <w:t xml:space="preserve">. </w:t>
      </w:r>
      <w:r>
        <w:rPr>
          <w:rtl/>
        </w:rPr>
        <w:t>دُعَاؤُهُ عِنْدَ الصَّبَاحِ وَ الْمَسَاءِ</w:t>
      </w:r>
    </w:p>
    <w:p w:rsidR="00412306" w:rsidRDefault="00587D34" w:rsidP="00412306">
      <w:pPr>
        <w:pStyle w:val="libNormal"/>
        <w:rPr>
          <w:rtl/>
        </w:rPr>
      </w:pPr>
      <w:r>
        <w:rPr>
          <w:rtl/>
        </w:rPr>
        <w:t>7</w:t>
      </w:r>
      <w:r w:rsidR="007D3118">
        <w:rPr>
          <w:rtl/>
        </w:rPr>
        <w:t xml:space="preserve">. </w:t>
      </w:r>
      <w:r>
        <w:rPr>
          <w:rtl/>
        </w:rPr>
        <w:t>دُعَاؤُهُ فِى الْمُهِمَّاتِ</w:t>
      </w:r>
    </w:p>
    <w:p w:rsidR="00412306" w:rsidRDefault="00587D34" w:rsidP="00412306">
      <w:pPr>
        <w:pStyle w:val="libNormal"/>
        <w:rPr>
          <w:rtl/>
        </w:rPr>
      </w:pPr>
      <w:r>
        <w:rPr>
          <w:rtl/>
        </w:rPr>
        <w:t>8</w:t>
      </w:r>
      <w:r w:rsidR="007D3118">
        <w:rPr>
          <w:rtl/>
        </w:rPr>
        <w:t xml:space="preserve">. </w:t>
      </w:r>
      <w:r>
        <w:rPr>
          <w:rtl/>
        </w:rPr>
        <w:t xml:space="preserve">دُعَاؤُهُ فِى الاسْتِعَاذَةِ </w:t>
      </w:r>
    </w:p>
    <w:p w:rsidR="00412306" w:rsidRDefault="00587D34" w:rsidP="00412306">
      <w:pPr>
        <w:pStyle w:val="libNormal"/>
        <w:rPr>
          <w:rtl/>
        </w:rPr>
      </w:pPr>
      <w:r>
        <w:rPr>
          <w:rtl/>
        </w:rPr>
        <w:t>9</w:t>
      </w:r>
      <w:r w:rsidR="007D3118">
        <w:rPr>
          <w:rtl/>
        </w:rPr>
        <w:t xml:space="preserve">. </w:t>
      </w:r>
      <w:r>
        <w:rPr>
          <w:rtl/>
        </w:rPr>
        <w:t xml:space="preserve">دُعَاؤُهُ فِى الاشْتِيَاقِ </w:t>
      </w:r>
    </w:p>
    <w:p w:rsidR="00412306" w:rsidRDefault="00587D34" w:rsidP="00412306">
      <w:pPr>
        <w:pStyle w:val="libNormal"/>
        <w:rPr>
          <w:rtl/>
        </w:rPr>
      </w:pPr>
      <w:r>
        <w:rPr>
          <w:rtl/>
        </w:rPr>
        <w:t>10</w:t>
      </w:r>
      <w:r w:rsidR="007D3118">
        <w:rPr>
          <w:rtl/>
        </w:rPr>
        <w:t xml:space="preserve">. </w:t>
      </w:r>
      <w:r>
        <w:rPr>
          <w:rtl/>
        </w:rPr>
        <w:t xml:space="preserve">دُعَاؤُهُ فِى اللَّجَإِ إِلَى اللَّهِ تَعَالَى </w:t>
      </w:r>
    </w:p>
    <w:p w:rsidR="00412306" w:rsidRDefault="00587D34" w:rsidP="00412306">
      <w:pPr>
        <w:pStyle w:val="libNormal"/>
        <w:rPr>
          <w:rtl/>
        </w:rPr>
      </w:pPr>
      <w:r>
        <w:rPr>
          <w:rtl/>
        </w:rPr>
        <w:t>11</w:t>
      </w:r>
      <w:r w:rsidR="007D3118">
        <w:rPr>
          <w:rtl/>
        </w:rPr>
        <w:t xml:space="preserve">. </w:t>
      </w:r>
      <w:r>
        <w:rPr>
          <w:rtl/>
        </w:rPr>
        <w:t xml:space="preserve">دُعَاؤُهُ بِخَوَاتِمِ الْخَيْرِ </w:t>
      </w:r>
    </w:p>
    <w:p w:rsidR="00587D34" w:rsidRDefault="00587D34" w:rsidP="00412306">
      <w:pPr>
        <w:pStyle w:val="libNormal"/>
        <w:rPr>
          <w:rtl/>
        </w:rPr>
      </w:pPr>
      <w:r>
        <w:rPr>
          <w:rtl/>
        </w:rPr>
        <w:t>12</w:t>
      </w:r>
      <w:r w:rsidR="007D3118">
        <w:rPr>
          <w:rtl/>
        </w:rPr>
        <w:t xml:space="preserve">. </w:t>
      </w:r>
      <w:r>
        <w:rPr>
          <w:rtl/>
        </w:rPr>
        <w:t>دُعَاؤُهُ فِى الاعْتِرَافِ</w:t>
      </w:r>
    </w:p>
    <w:p w:rsidR="00587D34" w:rsidRDefault="00587D34" w:rsidP="00587D34">
      <w:pPr>
        <w:pStyle w:val="libNormal"/>
        <w:rPr>
          <w:rtl/>
        </w:rPr>
      </w:pPr>
      <w:r>
        <w:rPr>
          <w:rtl/>
        </w:rPr>
        <w:t>13</w:t>
      </w:r>
      <w:r w:rsidR="007D3118">
        <w:rPr>
          <w:rtl/>
        </w:rPr>
        <w:t xml:space="preserve">. </w:t>
      </w:r>
      <w:r>
        <w:rPr>
          <w:rtl/>
        </w:rPr>
        <w:t>دُعَاؤُهُ فِى طَلَبِ الْحَوَائِجِ</w:t>
      </w:r>
    </w:p>
    <w:p w:rsidR="00587D34" w:rsidRDefault="00587D34" w:rsidP="00587D34">
      <w:pPr>
        <w:pStyle w:val="libNormal"/>
        <w:rPr>
          <w:rtl/>
        </w:rPr>
      </w:pPr>
      <w:r>
        <w:rPr>
          <w:rtl/>
        </w:rPr>
        <w:t>14</w:t>
      </w:r>
      <w:r w:rsidR="007D3118">
        <w:rPr>
          <w:rtl/>
        </w:rPr>
        <w:t xml:space="preserve">. </w:t>
      </w:r>
      <w:r>
        <w:rPr>
          <w:rtl/>
        </w:rPr>
        <w:t>دُعَاؤُهُ فِى الظُّلامَاتِ</w:t>
      </w:r>
    </w:p>
    <w:p w:rsidR="00587D34" w:rsidRDefault="00587D34" w:rsidP="00587D34">
      <w:pPr>
        <w:pStyle w:val="libNormal"/>
        <w:rPr>
          <w:rtl/>
        </w:rPr>
      </w:pPr>
      <w:r>
        <w:rPr>
          <w:rtl/>
        </w:rPr>
        <w:t>15</w:t>
      </w:r>
      <w:r w:rsidR="007D3118">
        <w:rPr>
          <w:rtl/>
        </w:rPr>
        <w:t xml:space="preserve">. </w:t>
      </w:r>
      <w:r>
        <w:rPr>
          <w:rtl/>
        </w:rPr>
        <w:t>دُعَاؤُهُ عِنْدَ الْمَرَضِ</w:t>
      </w:r>
    </w:p>
    <w:p w:rsidR="00587D34" w:rsidRDefault="00587D34" w:rsidP="00587D34">
      <w:pPr>
        <w:pStyle w:val="libNormal"/>
        <w:rPr>
          <w:rtl/>
        </w:rPr>
      </w:pPr>
      <w:r>
        <w:rPr>
          <w:rtl/>
        </w:rPr>
        <w:t>16</w:t>
      </w:r>
      <w:r w:rsidR="007D3118">
        <w:rPr>
          <w:rtl/>
        </w:rPr>
        <w:t xml:space="preserve">. </w:t>
      </w:r>
      <w:r>
        <w:rPr>
          <w:rtl/>
        </w:rPr>
        <w:t>دُعَاؤُهُ فِى الاسْتِقَالَةِ</w:t>
      </w:r>
    </w:p>
    <w:p w:rsidR="00587D34" w:rsidRDefault="00587D34" w:rsidP="00587D34">
      <w:pPr>
        <w:pStyle w:val="libNormal"/>
        <w:rPr>
          <w:rtl/>
        </w:rPr>
      </w:pPr>
      <w:r>
        <w:rPr>
          <w:rtl/>
        </w:rPr>
        <w:t>17</w:t>
      </w:r>
      <w:r w:rsidR="007D3118">
        <w:rPr>
          <w:rtl/>
        </w:rPr>
        <w:t xml:space="preserve">. </w:t>
      </w:r>
      <w:r>
        <w:rPr>
          <w:rtl/>
        </w:rPr>
        <w:t>دُعَاؤُهُ عَلَى الشَّيْطَانِ</w:t>
      </w:r>
    </w:p>
    <w:p w:rsidR="00587D34" w:rsidRDefault="00587D34" w:rsidP="00587D34">
      <w:pPr>
        <w:pStyle w:val="libNormal"/>
        <w:rPr>
          <w:rtl/>
        </w:rPr>
      </w:pPr>
      <w:r>
        <w:rPr>
          <w:rtl/>
        </w:rPr>
        <w:t>18</w:t>
      </w:r>
      <w:r w:rsidR="007D3118">
        <w:rPr>
          <w:rtl/>
        </w:rPr>
        <w:t xml:space="preserve">. </w:t>
      </w:r>
      <w:r>
        <w:rPr>
          <w:rtl/>
        </w:rPr>
        <w:t>دُعَاؤُهُ فِى الْمَحْذُورَاتِ</w:t>
      </w:r>
    </w:p>
    <w:p w:rsidR="00587D34" w:rsidRDefault="00587D34" w:rsidP="00587D34">
      <w:pPr>
        <w:pStyle w:val="libNormal"/>
        <w:rPr>
          <w:rtl/>
        </w:rPr>
      </w:pPr>
      <w:r>
        <w:rPr>
          <w:rtl/>
        </w:rPr>
        <w:t>19</w:t>
      </w:r>
      <w:r w:rsidR="007D3118">
        <w:rPr>
          <w:rtl/>
        </w:rPr>
        <w:t xml:space="preserve">. </w:t>
      </w:r>
      <w:r>
        <w:rPr>
          <w:rtl/>
        </w:rPr>
        <w:t>دُعَاؤُهُ فِى الاسْتِسْقَاءِ</w:t>
      </w:r>
    </w:p>
    <w:p w:rsidR="00587D34" w:rsidRDefault="00587D34" w:rsidP="00587D34">
      <w:pPr>
        <w:pStyle w:val="libNormal"/>
        <w:rPr>
          <w:rtl/>
        </w:rPr>
      </w:pPr>
      <w:r>
        <w:rPr>
          <w:rtl/>
        </w:rPr>
        <w:t>20</w:t>
      </w:r>
      <w:r w:rsidR="007D3118">
        <w:rPr>
          <w:rtl/>
        </w:rPr>
        <w:t xml:space="preserve">. </w:t>
      </w:r>
      <w:r>
        <w:rPr>
          <w:rtl/>
        </w:rPr>
        <w:t>دُعَاؤُهُ فِى مَكَارِمِ الْأَخْلاقِ</w:t>
      </w:r>
    </w:p>
    <w:p w:rsidR="00587D34" w:rsidRDefault="00587D34" w:rsidP="00587D34">
      <w:pPr>
        <w:pStyle w:val="libNormal"/>
        <w:rPr>
          <w:rtl/>
        </w:rPr>
      </w:pPr>
      <w:r>
        <w:rPr>
          <w:rtl/>
        </w:rPr>
        <w:t>21</w:t>
      </w:r>
      <w:r w:rsidR="007D3118">
        <w:rPr>
          <w:rtl/>
        </w:rPr>
        <w:t xml:space="preserve">. </w:t>
      </w:r>
      <w:r>
        <w:rPr>
          <w:rtl/>
        </w:rPr>
        <w:t>دُعَاؤُهُ إِذَا حَزَنَهُ أَمْرٌ</w:t>
      </w:r>
    </w:p>
    <w:p w:rsidR="00587D34" w:rsidRDefault="00587D34" w:rsidP="00587D34">
      <w:pPr>
        <w:pStyle w:val="libNormal"/>
        <w:rPr>
          <w:rtl/>
        </w:rPr>
      </w:pPr>
      <w:r>
        <w:rPr>
          <w:rtl/>
        </w:rPr>
        <w:t>22</w:t>
      </w:r>
      <w:r w:rsidR="007D3118">
        <w:rPr>
          <w:rtl/>
        </w:rPr>
        <w:t xml:space="preserve">. </w:t>
      </w:r>
      <w:r>
        <w:rPr>
          <w:rtl/>
        </w:rPr>
        <w:t>دُعَاؤُهُ عِنْدَ الشِّدَّةِ</w:t>
      </w:r>
    </w:p>
    <w:p w:rsidR="00587D34" w:rsidRDefault="00587D34" w:rsidP="00587D34">
      <w:pPr>
        <w:pStyle w:val="libNormal"/>
        <w:rPr>
          <w:rtl/>
        </w:rPr>
      </w:pPr>
      <w:r>
        <w:rPr>
          <w:rtl/>
        </w:rPr>
        <w:t>23</w:t>
      </w:r>
      <w:r w:rsidR="007D3118">
        <w:rPr>
          <w:rtl/>
        </w:rPr>
        <w:t xml:space="preserve">. </w:t>
      </w:r>
      <w:r>
        <w:rPr>
          <w:rtl/>
        </w:rPr>
        <w:t>دُعَاؤُهُ بِالْعَافِيَةِ</w:t>
      </w:r>
    </w:p>
    <w:p w:rsidR="00587D34" w:rsidRDefault="00587D34" w:rsidP="00587D34">
      <w:pPr>
        <w:pStyle w:val="libNormal"/>
        <w:rPr>
          <w:rtl/>
        </w:rPr>
      </w:pPr>
      <w:r>
        <w:rPr>
          <w:rtl/>
        </w:rPr>
        <w:t>24</w:t>
      </w:r>
      <w:r w:rsidR="007D3118">
        <w:rPr>
          <w:rtl/>
        </w:rPr>
        <w:t xml:space="preserve">. </w:t>
      </w:r>
      <w:r>
        <w:rPr>
          <w:rtl/>
        </w:rPr>
        <w:t>دُعَاؤُهُ لِأَبَوَيْهِ</w:t>
      </w:r>
    </w:p>
    <w:p w:rsidR="00587D34" w:rsidRDefault="00587D34" w:rsidP="00587D34">
      <w:pPr>
        <w:pStyle w:val="libNormal"/>
        <w:rPr>
          <w:rtl/>
        </w:rPr>
      </w:pPr>
      <w:r>
        <w:rPr>
          <w:rtl/>
        </w:rPr>
        <w:lastRenderedPageBreak/>
        <w:t>25</w:t>
      </w:r>
      <w:r w:rsidR="007D3118">
        <w:rPr>
          <w:rtl/>
        </w:rPr>
        <w:t xml:space="preserve">. </w:t>
      </w:r>
      <w:r>
        <w:rPr>
          <w:rtl/>
        </w:rPr>
        <w:t>دُعَاؤُهُ لِوُلْدِهِ</w:t>
      </w:r>
    </w:p>
    <w:p w:rsidR="00587D34" w:rsidRDefault="00587D34" w:rsidP="00587D34">
      <w:pPr>
        <w:pStyle w:val="libNormal"/>
        <w:rPr>
          <w:rtl/>
        </w:rPr>
      </w:pPr>
      <w:r>
        <w:rPr>
          <w:rtl/>
        </w:rPr>
        <w:t>26</w:t>
      </w:r>
      <w:r w:rsidR="007D3118">
        <w:rPr>
          <w:rtl/>
        </w:rPr>
        <w:t xml:space="preserve">. </w:t>
      </w:r>
      <w:r>
        <w:rPr>
          <w:rtl/>
        </w:rPr>
        <w:t>دُعَاؤُهُ لِجِيرَانِهِ وَ أَوْلِيَائِهِ</w:t>
      </w:r>
    </w:p>
    <w:p w:rsidR="00587D34" w:rsidRDefault="00587D34" w:rsidP="00587D34">
      <w:pPr>
        <w:pStyle w:val="libNormal"/>
        <w:rPr>
          <w:rtl/>
        </w:rPr>
      </w:pPr>
      <w:r>
        <w:rPr>
          <w:rtl/>
        </w:rPr>
        <w:t>27</w:t>
      </w:r>
      <w:r w:rsidR="007D3118">
        <w:rPr>
          <w:rtl/>
        </w:rPr>
        <w:t xml:space="preserve">. </w:t>
      </w:r>
      <w:r>
        <w:rPr>
          <w:rtl/>
        </w:rPr>
        <w:t>دُعَاؤُهُ لِأَهْلِ الثُّغُورِ</w:t>
      </w:r>
    </w:p>
    <w:p w:rsidR="00587D34" w:rsidRDefault="00587D34" w:rsidP="00587D34">
      <w:pPr>
        <w:pStyle w:val="libNormal"/>
        <w:rPr>
          <w:rtl/>
        </w:rPr>
      </w:pPr>
      <w:r>
        <w:rPr>
          <w:rtl/>
        </w:rPr>
        <w:t>28</w:t>
      </w:r>
      <w:r w:rsidR="007D3118">
        <w:rPr>
          <w:rtl/>
        </w:rPr>
        <w:t xml:space="preserve">. </w:t>
      </w:r>
      <w:r>
        <w:rPr>
          <w:rtl/>
        </w:rPr>
        <w:t>دُعَاؤُهُ فِى التَّفَزُّعِ</w:t>
      </w:r>
    </w:p>
    <w:p w:rsidR="00587D34" w:rsidRDefault="00587D34" w:rsidP="00587D34">
      <w:pPr>
        <w:pStyle w:val="libNormal"/>
        <w:rPr>
          <w:rtl/>
        </w:rPr>
      </w:pPr>
      <w:r>
        <w:rPr>
          <w:rtl/>
        </w:rPr>
        <w:t>29</w:t>
      </w:r>
      <w:r w:rsidR="007D3118">
        <w:rPr>
          <w:rtl/>
        </w:rPr>
        <w:t xml:space="preserve">. </w:t>
      </w:r>
      <w:r>
        <w:rPr>
          <w:rtl/>
        </w:rPr>
        <w:t>دُعَاؤُهُ إِذَا قُتِّرَ عَلَيْهِ الرِّزْقُ</w:t>
      </w:r>
    </w:p>
    <w:p w:rsidR="00587D34" w:rsidRDefault="00587D34" w:rsidP="00587D34">
      <w:pPr>
        <w:pStyle w:val="libNormal"/>
        <w:rPr>
          <w:rtl/>
        </w:rPr>
      </w:pPr>
      <w:r>
        <w:rPr>
          <w:rtl/>
        </w:rPr>
        <w:t>30</w:t>
      </w:r>
      <w:r w:rsidR="007D3118">
        <w:rPr>
          <w:rtl/>
        </w:rPr>
        <w:t xml:space="preserve">. </w:t>
      </w:r>
      <w:r>
        <w:rPr>
          <w:rtl/>
        </w:rPr>
        <w:t>دُعَاؤُهُ فِى الْمَعُونَةِ عَلَى قَضَاءِ الدَّيْنِ</w:t>
      </w:r>
    </w:p>
    <w:p w:rsidR="00587D34" w:rsidRDefault="00587D34" w:rsidP="00587D34">
      <w:pPr>
        <w:pStyle w:val="libNormal"/>
        <w:rPr>
          <w:rtl/>
        </w:rPr>
      </w:pPr>
      <w:r>
        <w:rPr>
          <w:rtl/>
        </w:rPr>
        <w:t>31</w:t>
      </w:r>
      <w:r w:rsidR="007D3118">
        <w:rPr>
          <w:rtl/>
        </w:rPr>
        <w:t xml:space="preserve">. </w:t>
      </w:r>
      <w:r>
        <w:rPr>
          <w:rtl/>
        </w:rPr>
        <w:t>دُعَاؤُهُ بِالتَّوْبَةِ</w:t>
      </w:r>
    </w:p>
    <w:p w:rsidR="00587D34" w:rsidRDefault="00587D34" w:rsidP="00587D34">
      <w:pPr>
        <w:pStyle w:val="libNormal"/>
        <w:rPr>
          <w:rtl/>
        </w:rPr>
      </w:pPr>
      <w:r>
        <w:rPr>
          <w:rtl/>
        </w:rPr>
        <w:t>32</w:t>
      </w:r>
      <w:r w:rsidR="007D3118">
        <w:rPr>
          <w:rtl/>
        </w:rPr>
        <w:t xml:space="preserve">. </w:t>
      </w:r>
      <w:r>
        <w:rPr>
          <w:rtl/>
        </w:rPr>
        <w:t>دُعَاؤُهُ فِى صَلاةِ اللَّيْلِ</w:t>
      </w:r>
    </w:p>
    <w:p w:rsidR="00587D34" w:rsidRDefault="00587D34" w:rsidP="00587D34">
      <w:pPr>
        <w:pStyle w:val="libNormal"/>
        <w:rPr>
          <w:rtl/>
        </w:rPr>
      </w:pPr>
      <w:r>
        <w:rPr>
          <w:rtl/>
        </w:rPr>
        <w:t>33</w:t>
      </w:r>
      <w:r w:rsidR="007D3118">
        <w:rPr>
          <w:rtl/>
        </w:rPr>
        <w:t xml:space="preserve">. </w:t>
      </w:r>
      <w:r>
        <w:rPr>
          <w:rtl/>
        </w:rPr>
        <w:t>دُعَاؤُهُ فِى الاسْتِخَارَةِ</w:t>
      </w:r>
    </w:p>
    <w:p w:rsidR="00587D34" w:rsidRDefault="00587D34" w:rsidP="00587D34">
      <w:pPr>
        <w:pStyle w:val="libNormal"/>
        <w:rPr>
          <w:rtl/>
        </w:rPr>
      </w:pPr>
      <w:r>
        <w:rPr>
          <w:rtl/>
        </w:rPr>
        <w:t>34</w:t>
      </w:r>
      <w:r w:rsidR="007D3118">
        <w:rPr>
          <w:rtl/>
        </w:rPr>
        <w:t xml:space="preserve">. </w:t>
      </w:r>
      <w:r>
        <w:rPr>
          <w:rtl/>
        </w:rPr>
        <w:t>دُعَاؤُهُ إِذَا ابْتُلِىَ أَوْ رَأَى مُبْتَلًى بِفَضِيحَةٍ بِذَنْبٍ</w:t>
      </w:r>
    </w:p>
    <w:p w:rsidR="00587D34" w:rsidRDefault="00587D34" w:rsidP="00587D34">
      <w:pPr>
        <w:pStyle w:val="libNormal"/>
        <w:rPr>
          <w:rtl/>
        </w:rPr>
      </w:pPr>
      <w:r>
        <w:rPr>
          <w:rtl/>
        </w:rPr>
        <w:t>35</w:t>
      </w:r>
      <w:r w:rsidR="007D3118">
        <w:rPr>
          <w:rtl/>
        </w:rPr>
        <w:t xml:space="preserve">. </w:t>
      </w:r>
      <w:r>
        <w:rPr>
          <w:rtl/>
        </w:rPr>
        <w:t>دُعَاؤُهُ فِى الرِّضَا بِالْقَضَاءِ</w:t>
      </w:r>
    </w:p>
    <w:p w:rsidR="00587D34" w:rsidRDefault="00587D34" w:rsidP="00587D34">
      <w:pPr>
        <w:pStyle w:val="libNormal"/>
        <w:rPr>
          <w:rtl/>
        </w:rPr>
      </w:pPr>
      <w:r>
        <w:rPr>
          <w:rtl/>
        </w:rPr>
        <w:t>36</w:t>
      </w:r>
      <w:r w:rsidR="007D3118">
        <w:rPr>
          <w:rtl/>
        </w:rPr>
        <w:t xml:space="preserve">. </w:t>
      </w:r>
      <w:r>
        <w:rPr>
          <w:rtl/>
        </w:rPr>
        <w:t>دُعَاؤُهُ عِنْدَ سَمَاعِ الرَّعْدِ</w:t>
      </w:r>
    </w:p>
    <w:p w:rsidR="00587D34" w:rsidRDefault="00587D34" w:rsidP="00587D34">
      <w:pPr>
        <w:pStyle w:val="libNormal"/>
        <w:rPr>
          <w:rtl/>
        </w:rPr>
      </w:pPr>
      <w:r>
        <w:rPr>
          <w:rtl/>
        </w:rPr>
        <w:t>37</w:t>
      </w:r>
      <w:r w:rsidR="007D3118">
        <w:rPr>
          <w:rtl/>
        </w:rPr>
        <w:t xml:space="preserve">. </w:t>
      </w:r>
      <w:r>
        <w:rPr>
          <w:rtl/>
        </w:rPr>
        <w:t>دُعَاؤُهُ فِى الشُّكْرِ</w:t>
      </w:r>
    </w:p>
    <w:p w:rsidR="00587D34" w:rsidRDefault="00587D34" w:rsidP="00587D34">
      <w:pPr>
        <w:pStyle w:val="libNormal"/>
        <w:rPr>
          <w:rtl/>
        </w:rPr>
      </w:pPr>
      <w:r>
        <w:rPr>
          <w:rtl/>
        </w:rPr>
        <w:t>38</w:t>
      </w:r>
      <w:r w:rsidR="007D3118">
        <w:rPr>
          <w:rtl/>
        </w:rPr>
        <w:t xml:space="preserve">. </w:t>
      </w:r>
      <w:r>
        <w:rPr>
          <w:rtl/>
        </w:rPr>
        <w:t>دُعَاؤُهُ فِى الاعْتِذَارِ</w:t>
      </w:r>
    </w:p>
    <w:p w:rsidR="00587D34" w:rsidRDefault="00587D34" w:rsidP="00587D34">
      <w:pPr>
        <w:pStyle w:val="libNormal"/>
        <w:rPr>
          <w:rtl/>
        </w:rPr>
      </w:pPr>
      <w:r>
        <w:rPr>
          <w:rtl/>
        </w:rPr>
        <w:t>39</w:t>
      </w:r>
      <w:r w:rsidR="007D3118">
        <w:rPr>
          <w:rtl/>
        </w:rPr>
        <w:t xml:space="preserve">. </w:t>
      </w:r>
      <w:r>
        <w:rPr>
          <w:rtl/>
        </w:rPr>
        <w:t>دُعَاؤُهُ فِى طَلَبِ الْعَفْوِ</w:t>
      </w:r>
    </w:p>
    <w:p w:rsidR="00587D34" w:rsidRDefault="00587D34" w:rsidP="00587D34">
      <w:pPr>
        <w:pStyle w:val="libNormal"/>
        <w:rPr>
          <w:rtl/>
        </w:rPr>
      </w:pPr>
      <w:r>
        <w:rPr>
          <w:rtl/>
        </w:rPr>
        <w:t>40</w:t>
      </w:r>
      <w:r w:rsidR="007D3118">
        <w:rPr>
          <w:rtl/>
        </w:rPr>
        <w:t xml:space="preserve">. </w:t>
      </w:r>
      <w:r>
        <w:rPr>
          <w:rtl/>
        </w:rPr>
        <w:t>دُعَاؤُهُ عِنْدَ ذِكْرِ الْمَوْتِ</w:t>
      </w:r>
    </w:p>
    <w:p w:rsidR="00587D34" w:rsidRDefault="00587D34" w:rsidP="00587D34">
      <w:pPr>
        <w:pStyle w:val="libNormal"/>
        <w:rPr>
          <w:rtl/>
        </w:rPr>
      </w:pPr>
      <w:r>
        <w:rPr>
          <w:rtl/>
        </w:rPr>
        <w:t>41</w:t>
      </w:r>
      <w:r w:rsidR="007D3118">
        <w:rPr>
          <w:rtl/>
        </w:rPr>
        <w:t xml:space="preserve">. </w:t>
      </w:r>
      <w:r>
        <w:rPr>
          <w:rtl/>
        </w:rPr>
        <w:t>دُعَاؤُهُ فِى طَلَبِ السَّتْرِ وَ الْوِقَايَةِ</w:t>
      </w:r>
    </w:p>
    <w:p w:rsidR="00587D34" w:rsidRDefault="00587D34" w:rsidP="00587D34">
      <w:pPr>
        <w:pStyle w:val="libNormal"/>
        <w:rPr>
          <w:rtl/>
        </w:rPr>
      </w:pPr>
      <w:r>
        <w:rPr>
          <w:rtl/>
        </w:rPr>
        <w:t>42</w:t>
      </w:r>
      <w:r w:rsidR="007D3118">
        <w:rPr>
          <w:rtl/>
        </w:rPr>
        <w:t xml:space="preserve">. </w:t>
      </w:r>
      <w:r>
        <w:rPr>
          <w:rtl/>
        </w:rPr>
        <w:t>دُعَاؤُهُ عِنْدَ خَتْمِهِ الْقُرْآنَ</w:t>
      </w:r>
    </w:p>
    <w:p w:rsidR="00587D34" w:rsidRDefault="00587D34" w:rsidP="00587D34">
      <w:pPr>
        <w:pStyle w:val="libNormal"/>
        <w:rPr>
          <w:rtl/>
        </w:rPr>
      </w:pPr>
      <w:r>
        <w:rPr>
          <w:rtl/>
        </w:rPr>
        <w:t>43</w:t>
      </w:r>
      <w:r w:rsidR="007D3118">
        <w:rPr>
          <w:rtl/>
        </w:rPr>
        <w:t xml:space="preserve">. </w:t>
      </w:r>
      <w:r>
        <w:rPr>
          <w:rtl/>
        </w:rPr>
        <w:t>دُعَاؤُهُ إِذَا نَظَرَ إِلَى الْهِلالِ</w:t>
      </w:r>
    </w:p>
    <w:p w:rsidR="00587D34" w:rsidRDefault="00587D34" w:rsidP="00587D34">
      <w:pPr>
        <w:pStyle w:val="libNormal"/>
        <w:rPr>
          <w:rtl/>
        </w:rPr>
      </w:pPr>
      <w:r>
        <w:rPr>
          <w:rtl/>
        </w:rPr>
        <w:t>44</w:t>
      </w:r>
      <w:r w:rsidR="007D3118">
        <w:rPr>
          <w:rtl/>
        </w:rPr>
        <w:t xml:space="preserve">. </w:t>
      </w:r>
      <w:r>
        <w:rPr>
          <w:rtl/>
        </w:rPr>
        <w:t>دُعَاؤُهُ لِدُخُوْلِ شَهْرِ رَمَضَانَ</w:t>
      </w:r>
    </w:p>
    <w:p w:rsidR="00587D34" w:rsidRDefault="00587D34" w:rsidP="00587D34">
      <w:pPr>
        <w:pStyle w:val="libNormal"/>
        <w:rPr>
          <w:rtl/>
        </w:rPr>
      </w:pPr>
      <w:r>
        <w:rPr>
          <w:rtl/>
        </w:rPr>
        <w:t>45</w:t>
      </w:r>
      <w:r w:rsidR="007D3118">
        <w:rPr>
          <w:rtl/>
        </w:rPr>
        <w:t xml:space="preserve">. </w:t>
      </w:r>
      <w:r>
        <w:rPr>
          <w:rtl/>
        </w:rPr>
        <w:t>دُعَاؤُهُ لِوَدَاعِ شَهْرِ رَمَضَانَ</w:t>
      </w:r>
    </w:p>
    <w:p w:rsidR="00587D34" w:rsidRDefault="00587D34" w:rsidP="00587D34">
      <w:pPr>
        <w:pStyle w:val="libNormal"/>
        <w:rPr>
          <w:rtl/>
        </w:rPr>
      </w:pPr>
      <w:r>
        <w:rPr>
          <w:rtl/>
        </w:rPr>
        <w:t>46</w:t>
      </w:r>
      <w:r w:rsidR="007D3118">
        <w:rPr>
          <w:rtl/>
        </w:rPr>
        <w:t xml:space="preserve">. </w:t>
      </w:r>
      <w:r>
        <w:rPr>
          <w:rtl/>
        </w:rPr>
        <w:t>دُعَاؤُهُ فِى عِيدِ الْفِطْرِ وَ الْجُمُعَةِ</w:t>
      </w:r>
    </w:p>
    <w:p w:rsidR="00587D34" w:rsidRDefault="00587D34" w:rsidP="00587D34">
      <w:pPr>
        <w:pStyle w:val="libNormal"/>
        <w:rPr>
          <w:rtl/>
        </w:rPr>
      </w:pPr>
      <w:r>
        <w:rPr>
          <w:rtl/>
        </w:rPr>
        <w:lastRenderedPageBreak/>
        <w:t>47</w:t>
      </w:r>
      <w:r w:rsidR="007D3118">
        <w:rPr>
          <w:rtl/>
        </w:rPr>
        <w:t xml:space="preserve">. </w:t>
      </w:r>
      <w:r>
        <w:rPr>
          <w:rtl/>
        </w:rPr>
        <w:t>دُعَاؤُهُ فِى يَوْمِ عَرَفَةَ</w:t>
      </w:r>
    </w:p>
    <w:p w:rsidR="00587D34" w:rsidRDefault="00587D34" w:rsidP="00587D34">
      <w:pPr>
        <w:pStyle w:val="libNormal"/>
        <w:rPr>
          <w:rtl/>
        </w:rPr>
      </w:pPr>
      <w:r>
        <w:rPr>
          <w:rtl/>
        </w:rPr>
        <w:t>48</w:t>
      </w:r>
      <w:r w:rsidR="007D3118">
        <w:rPr>
          <w:rtl/>
        </w:rPr>
        <w:t xml:space="preserve">. </w:t>
      </w:r>
      <w:r>
        <w:rPr>
          <w:rtl/>
        </w:rPr>
        <w:t>دُعَاؤُهُ فِى يَوْمِ الْأَضْحَى وَ الْجُمُعَةِ</w:t>
      </w:r>
    </w:p>
    <w:p w:rsidR="00587D34" w:rsidRDefault="00587D34" w:rsidP="00587D34">
      <w:pPr>
        <w:pStyle w:val="libNormal"/>
        <w:rPr>
          <w:rtl/>
        </w:rPr>
      </w:pPr>
      <w:r>
        <w:rPr>
          <w:rtl/>
        </w:rPr>
        <w:t>49</w:t>
      </w:r>
      <w:r w:rsidR="007D3118">
        <w:rPr>
          <w:rtl/>
        </w:rPr>
        <w:t xml:space="preserve">. </w:t>
      </w:r>
      <w:r>
        <w:rPr>
          <w:rtl/>
        </w:rPr>
        <w:t>دُعَاؤُهُ فِى دَفْعِ كَيْدِ الْأَعْدَاءِ</w:t>
      </w:r>
    </w:p>
    <w:p w:rsidR="00587D34" w:rsidRDefault="00587D34" w:rsidP="00587D34">
      <w:pPr>
        <w:pStyle w:val="libNormal"/>
        <w:rPr>
          <w:rtl/>
        </w:rPr>
      </w:pPr>
      <w:r>
        <w:rPr>
          <w:rtl/>
        </w:rPr>
        <w:t>50</w:t>
      </w:r>
      <w:r w:rsidR="007D3118">
        <w:rPr>
          <w:rtl/>
        </w:rPr>
        <w:t xml:space="preserve">. </w:t>
      </w:r>
      <w:r>
        <w:rPr>
          <w:rtl/>
        </w:rPr>
        <w:t>دُعَاؤُهُ فِى الرَّهْبَةِ</w:t>
      </w:r>
    </w:p>
    <w:p w:rsidR="00587D34" w:rsidRDefault="00587D34" w:rsidP="00587D34">
      <w:pPr>
        <w:pStyle w:val="libNormal"/>
        <w:rPr>
          <w:rtl/>
        </w:rPr>
      </w:pPr>
      <w:r>
        <w:rPr>
          <w:rtl/>
        </w:rPr>
        <w:t>51</w:t>
      </w:r>
      <w:r w:rsidR="007D3118">
        <w:rPr>
          <w:rtl/>
        </w:rPr>
        <w:t xml:space="preserve">. </w:t>
      </w:r>
      <w:r>
        <w:rPr>
          <w:rtl/>
        </w:rPr>
        <w:t>دُعَاؤُهُ فِى التَّضَرُّعِ وَ الاسْتِكَانَةِ</w:t>
      </w:r>
    </w:p>
    <w:p w:rsidR="00587D34" w:rsidRDefault="00587D34" w:rsidP="00587D34">
      <w:pPr>
        <w:pStyle w:val="libNormal"/>
        <w:rPr>
          <w:rtl/>
        </w:rPr>
      </w:pPr>
      <w:r>
        <w:rPr>
          <w:rtl/>
        </w:rPr>
        <w:t>52</w:t>
      </w:r>
      <w:r w:rsidR="007D3118">
        <w:rPr>
          <w:rtl/>
        </w:rPr>
        <w:t xml:space="preserve">. </w:t>
      </w:r>
      <w:r>
        <w:rPr>
          <w:rtl/>
        </w:rPr>
        <w:t>دُعَاؤُهُ فِى الْإِلْحَاحِ</w:t>
      </w:r>
    </w:p>
    <w:p w:rsidR="00587D34" w:rsidRDefault="00587D34" w:rsidP="00587D34">
      <w:pPr>
        <w:pStyle w:val="libNormal"/>
        <w:rPr>
          <w:rtl/>
        </w:rPr>
      </w:pPr>
      <w:r>
        <w:rPr>
          <w:rtl/>
        </w:rPr>
        <w:t>53</w:t>
      </w:r>
      <w:r w:rsidR="007D3118">
        <w:rPr>
          <w:rtl/>
        </w:rPr>
        <w:t xml:space="preserve">. </w:t>
      </w:r>
      <w:r>
        <w:rPr>
          <w:rtl/>
        </w:rPr>
        <w:t>دُعَاؤُهُ فِى التَّذَلُّلِ</w:t>
      </w:r>
    </w:p>
    <w:p w:rsidR="00587D34" w:rsidRDefault="00587D34" w:rsidP="00587D34">
      <w:pPr>
        <w:pStyle w:val="libNormal"/>
        <w:rPr>
          <w:rtl/>
        </w:rPr>
      </w:pPr>
      <w:r>
        <w:rPr>
          <w:rtl/>
        </w:rPr>
        <w:t>54</w:t>
      </w:r>
      <w:r w:rsidR="007D3118">
        <w:rPr>
          <w:rtl/>
        </w:rPr>
        <w:t xml:space="preserve">. </w:t>
      </w:r>
      <w:r>
        <w:rPr>
          <w:rtl/>
        </w:rPr>
        <w:t>دُعَاؤُهُ فِى اسْتِكْشَافِ الْهُمُومِ</w:t>
      </w:r>
    </w:p>
    <w:p w:rsidR="00587D34" w:rsidRDefault="00587D34" w:rsidP="00587D34">
      <w:pPr>
        <w:pStyle w:val="libNormal"/>
        <w:rPr>
          <w:rtl/>
        </w:rPr>
      </w:pPr>
      <w:r>
        <w:rPr>
          <w:rtl/>
        </w:rPr>
        <w:t>(69</w:t>
      </w:r>
      <w:r w:rsidR="007D3118">
        <w:rPr>
          <w:rtl/>
        </w:rPr>
        <w:t xml:space="preserve">) </w:t>
      </w:r>
      <w:r>
        <w:rPr>
          <w:rtl/>
        </w:rPr>
        <w:t>وَ بَاقِى الْأَبْوَابِ بِلَفْظِ أَبِى عَبْدِ اللَّهِ الْحَسَنِيِّ - رَحِمَهُ اللَّهُ -</w:t>
      </w:r>
    </w:p>
    <w:p w:rsidR="00587D34" w:rsidRDefault="00587D34" w:rsidP="00587D34">
      <w:pPr>
        <w:pStyle w:val="libNormal"/>
        <w:rPr>
          <w:rtl/>
        </w:rPr>
      </w:pPr>
      <w:r>
        <w:rPr>
          <w:rtl/>
        </w:rPr>
        <w:t>(70</w:t>
      </w:r>
      <w:r w:rsidR="007D3118">
        <w:rPr>
          <w:rtl/>
        </w:rPr>
        <w:t xml:space="preserve">) </w:t>
      </w:r>
      <w:r>
        <w:rPr>
          <w:rtl/>
        </w:rPr>
        <w:t>حَدَّثَنَا أَبُو عَبْدِ اللَّهِ جَعْفَرُ بْنُ مُحَمَّدٍ الْحَسَنِيُّ</w:t>
      </w:r>
    </w:p>
    <w:p w:rsidR="00587D34" w:rsidRDefault="00587D34" w:rsidP="00587D34">
      <w:pPr>
        <w:pStyle w:val="libNormal"/>
        <w:rPr>
          <w:rtl/>
        </w:rPr>
      </w:pPr>
      <w:r>
        <w:rPr>
          <w:rtl/>
        </w:rPr>
        <w:t>(71</w:t>
      </w:r>
      <w:r w:rsidR="007D3118">
        <w:rPr>
          <w:rtl/>
        </w:rPr>
        <w:t xml:space="preserve">) </w:t>
      </w:r>
      <w:r>
        <w:rPr>
          <w:rtl/>
        </w:rPr>
        <w:t>قَالَ</w:t>
      </w:r>
      <w:r w:rsidR="007D3118">
        <w:rPr>
          <w:rtl/>
        </w:rPr>
        <w:t xml:space="preserve">: </w:t>
      </w:r>
      <w:r>
        <w:rPr>
          <w:rtl/>
        </w:rPr>
        <w:t>حَدَّثَنَا عَبْدُ اللَّهِ بْنُ عُمَرَ بْنِ خَطَّابٍ الزَّيَّاتُ</w:t>
      </w:r>
    </w:p>
    <w:p w:rsidR="00587D34" w:rsidRDefault="00587D34" w:rsidP="00587D34">
      <w:pPr>
        <w:pStyle w:val="libNormal"/>
        <w:rPr>
          <w:rtl/>
        </w:rPr>
      </w:pPr>
      <w:r>
        <w:rPr>
          <w:rtl/>
        </w:rPr>
        <w:t>(72</w:t>
      </w:r>
      <w:r w:rsidR="007D3118">
        <w:rPr>
          <w:rtl/>
        </w:rPr>
        <w:t xml:space="preserve">) </w:t>
      </w:r>
      <w:r>
        <w:rPr>
          <w:rtl/>
        </w:rPr>
        <w:t>قَالَ حَدَّثَنِى خَالِى عَلِيُّ بْنُ النُّعْمَانِ الْأَعْلَمُ</w:t>
      </w:r>
    </w:p>
    <w:p w:rsidR="00587D34" w:rsidRDefault="00587D34" w:rsidP="00587D34">
      <w:pPr>
        <w:pStyle w:val="libNormal"/>
        <w:rPr>
          <w:rtl/>
        </w:rPr>
      </w:pPr>
      <w:r>
        <w:rPr>
          <w:rtl/>
        </w:rPr>
        <w:t>(73</w:t>
      </w:r>
      <w:r w:rsidR="007D3118">
        <w:rPr>
          <w:rtl/>
        </w:rPr>
        <w:t xml:space="preserve">) </w:t>
      </w:r>
      <w:r>
        <w:rPr>
          <w:rtl/>
        </w:rPr>
        <w:t>قَالَ</w:t>
      </w:r>
      <w:r w:rsidR="007D3118">
        <w:rPr>
          <w:rtl/>
        </w:rPr>
        <w:t xml:space="preserve">: </w:t>
      </w:r>
      <w:r>
        <w:rPr>
          <w:rtl/>
        </w:rPr>
        <w:t>حَدَّثَنِى عُمَيْرُ بْنُ مُتَوَكِّلٍ الثَّقَفِيُّ الْبَلْخِيُّ عَنْ أَبِيهِ مُتَوَكِّلِ بْنِ هَارُونَ</w:t>
      </w:r>
    </w:p>
    <w:p w:rsidR="00587D34" w:rsidRDefault="00587D34" w:rsidP="00587D34">
      <w:pPr>
        <w:pStyle w:val="libNormal"/>
        <w:rPr>
          <w:rtl/>
        </w:rPr>
      </w:pPr>
      <w:r>
        <w:rPr>
          <w:rtl/>
        </w:rPr>
        <w:t>(74</w:t>
      </w:r>
      <w:r w:rsidR="007D3118">
        <w:rPr>
          <w:rtl/>
        </w:rPr>
        <w:t xml:space="preserve">) </w:t>
      </w:r>
      <w:r>
        <w:rPr>
          <w:rtl/>
        </w:rPr>
        <w:t>قَالَ</w:t>
      </w:r>
      <w:r w:rsidR="007D3118">
        <w:rPr>
          <w:rtl/>
        </w:rPr>
        <w:t xml:space="preserve">: </w:t>
      </w:r>
      <w:r>
        <w:rPr>
          <w:rtl/>
        </w:rPr>
        <w:t>أَمْلَى عَلَيَّ سَيِّدِى الصَّادِقُ</w:t>
      </w:r>
      <w:r w:rsidR="007D3118">
        <w:rPr>
          <w:rtl/>
        </w:rPr>
        <w:t xml:space="preserve">، </w:t>
      </w:r>
      <w:r>
        <w:rPr>
          <w:rtl/>
        </w:rPr>
        <w:t>أَبُو عَبْدِ اللَّهِ</w:t>
      </w:r>
      <w:r w:rsidR="007D3118">
        <w:rPr>
          <w:rtl/>
        </w:rPr>
        <w:t xml:space="preserve">: </w:t>
      </w:r>
      <w:r>
        <w:rPr>
          <w:rtl/>
        </w:rPr>
        <w:t>جَعْفَرُ بْنُ مُحَمَّدٍ</w:t>
      </w:r>
    </w:p>
    <w:p w:rsidR="00587D34" w:rsidRDefault="00587D34" w:rsidP="00587D34">
      <w:pPr>
        <w:pStyle w:val="libNormal"/>
        <w:rPr>
          <w:rtl/>
        </w:rPr>
      </w:pPr>
      <w:r>
        <w:rPr>
          <w:rtl/>
        </w:rPr>
        <w:t>(75</w:t>
      </w:r>
      <w:r w:rsidR="007D3118">
        <w:rPr>
          <w:rtl/>
        </w:rPr>
        <w:t xml:space="preserve">) </w:t>
      </w:r>
      <w:r>
        <w:rPr>
          <w:rtl/>
        </w:rPr>
        <w:t>قَالَ</w:t>
      </w:r>
      <w:r w:rsidR="007D3118">
        <w:rPr>
          <w:rtl/>
        </w:rPr>
        <w:t xml:space="preserve">: </w:t>
      </w:r>
      <w:r>
        <w:rPr>
          <w:rtl/>
        </w:rPr>
        <w:t>أَمْلَى جَدِّى عَلِيُّ بْنُ الْحُسَيْنِ عَلَى أَبِى مُحَمَّدِ بْنِ عَلِيٍّ - عَلَيْهِمْ أَجْمَعِينَ السَّلامُ - بِمَشْهَدٍ مِنِّى</w:t>
      </w:r>
      <w:r w:rsidR="007D3118">
        <w:rPr>
          <w:rtl/>
        </w:rPr>
        <w:t xml:space="preserve">. </w:t>
      </w:r>
    </w:p>
    <w:p w:rsidR="00587D34" w:rsidRDefault="00412306" w:rsidP="004C63D0">
      <w:pPr>
        <w:pStyle w:val="Heading2"/>
        <w:rPr>
          <w:rtl/>
        </w:rPr>
      </w:pPr>
      <w:r>
        <w:rPr>
          <w:rtl/>
        </w:rPr>
        <w:br w:type="page"/>
      </w:r>
      <w:bookmarkStart w:id="5" w:name="_Toc394915134"/>
      <w:r w:rsidR="00AA3CBA">
        <w:rPr>
          <w:rtl/>
        </w:rPr>
        <w:lastRenderedPageBreak/>
        <w:t>مقدمه صحيفه سجاديه</w:t>
      </w:r>
      <w:bookmarkEnd w:id="5"/>
    </w:p>
    <w:p w:rsidR="00587D34" w:rsidRDefault="00587D34" w:rsidP="00587D34">
      <w:pPr>
        <w:pStyle w:val="libNormal"/>
        <w:rPr>
          <w:rtl/>
        </w:rPr>
      </w:pPr>
      <w:r>
        <w:rPr>
          <w:rtl/>
        </w:rPr>
        <w:t>بسم الله الرحمن الرحيم</w:t>
      </w:r>
    </w:p>
    <w:p w:rsidR="00587D34" w:rsidRDefault="00587D34" w:rsidP="00587D34">
      <w:pPr>
        <w:pStyle w:val="libNormal"/>
        <w:rPr>
          <w:rtl/>
        </w:rPr>
      </w:pPr>
      <w:r>
        <w:rPr>
          <w:rtl/>
        </w:rPr>
        <w:t xml:space="preserve">حديث كرد </w:t>
      </w:r>
      <w:r w:rsidRPr="00AA3CBA">
        <w:rPr>
          <w:rStyle w:val="libFootnotenumChar"/>
          <w:rtl/>
        </w:rPr>
        <w:t>(2</w:t>
      </w:r>
      <w:r w:rsidR="007D3118" w:rsidRPr="00AA3CBA">
        <w:rPr>
          <w:rStyle w:val="libFootnotenumChar"/>
          <w:rtl/>
        </w:rPr>
        <w:t>)</w:t>
      </w:r>
      <w:r>
        <w:rPr>
          <w:rtl/>
        </w:rPr>
        <w:t xml:space="preserve"> ما را سيد بزروگوار نجم الدين بهاء الشرف ابوالحسن محمد ابن حسن ابن احمد بن على بن محمد بن عمر بن يحيى العلوى الحسينى رحمة الله </w:t>
      </w:r>
      <w:r w:rsidRPr="00AA3CBA">
        <w:rPr>
          <w:rStyle w:val="libFootnotenumChar"/>
          <w:rtl/>
        </w:rPr>
        <w:t>(3</w:t>
      </w:r>
      <w:r w:rsidR="007D3118" w:rsidRPr="00AA3CBA">
        <w:rPr>
          <w:rStyle w:val="libFootnotenumChar"/>
          <w:rtl/>
        </w:rPr>
        <w:t>)</w:t>
      </w:r>
      <w:r>
        <w:rPr>
          <w:rtl/>
        </w:rPr>
        <w:t xml:space="preserve"> گفت</w:t>
      </w:r>
      <w:r w:rsidR="007D3118">
        <w:rPr>
          <w:rtl/>
        </w:rPr>
        <w:t xml:space="preserve">: </w:t>
      </w:r>
      <w:r>
        <w:rPr>
          <w:rtl/>
        </w:rPr>
        <w:t xml:space="preserve">خبر داد ما را شيخ سعيد ابوعبدالله محمد بن احمد بن شهريار خزينه دار مولانا اميرالمؤمنين على بن ابى طالب </w:t>
      </w:r>
      <w:r w:rsidR="000C598D" w:rsidRPr="000C598D">
        <w:rPr>
          <w:rStyle w:val="libAlaemChar"/>
          <w:rtl/>
        </w:rPr>
        <w:t>عليه‌السلام</w:t>
      </w:r>
      <w:r w:rsidR="007D3118">
        <w:rPr>
          <w:rtl/>
        </w:rPr>
        <w:t xml:space="preserve"> </w:t>
      </w:r>
      <w:r>
        <w:rPr>
          <w:rtl/>
        </w:rPr>
        <w:t>در ماه ربيع الاول سال پانصد و شانزده</w:t>
      </w:r>
      <w:r w:rsidR="007D3118">
        <w:rPr>
          <w:rtl/>
        </w:rPr>
        <w:t xml:space="preserve">، </w:t>
      </w:r>
      <w:r>
        <w:rPr>
          <w:rtl/>
        </w:rPr>
        <w:t>بر او مى خواندم و من مى شنيدم</w:t>
      </w:r>
      <w:r w:rsidR="007D3118">
        <w:rPr>
          <w:rtl/>
        </w:rPr>
        <w:t xml:space="preserve">. </w:t>
      </w:r>
    </w:p>
    <w:p w:rsidR="00587D34" w:rsidRDefault="00587D34" w:rsidP="00587D34">
      <w:pPr>
        <w:pStyle w:val="libNormal"/>
        <w:rPr>
          <w:rtl/>
        </w:rPr>
      </w:pPr>
      <w:r>
        <w:rPr>
          <w:rtl/>
        </w:rPr>
        <w:t>گفت</w:t>
      </w:r>
      <w:r w:rsidR="007D3118">
        <w:rPr>
          <w:rtl/>
        </w:rPr>
        <w:t xml:space="preserve">: </w:t>
      </w:r>
      <w:r>
        <w:rPr>
          <w:rtl/>
        </w:rPr>
        <w:t xml:space="preserve">شنيدم آن را هنگام قرائت بر شيخ صدوق ابى منصور محمد بن محمد بن احمد بن عبدالعزيز عكبرى المعدل رحمه الله </w:t>
      </w:r>
      <w:r w:rsidRPr="00AA3CBA">
        <w:rPr>
          <w:rStyle w:val="libFootnotenumChar"/>
          <w:rtl/>
        </w:rPr>
        <w:t>(4</w:t>
      </w:r>
      <w:r w:rsidR="007D3118" w:rsidRPr="00AA3CBA">
        <w:rPr>
          <w:rStyle w:val="libFootnotenumChar"/>
          <w:rtl/>
        </w:rPr>
        <w:t>)</w:t>
      </w:r>
      <w:r>
        <w:rPr>
          <w:rtl/>
        </w:rPr>
        <w:t xml:space="preserve"> از ابى المفضل محمد بن عبدالله بن مطلب شيبانى</w:t>
      </w:r>
      <w:r w:rsidR="007D3118">
        <w:rPr>
          <w:rtl/>
        </w:rPr>
        <w:t xml:space="preserve">، </w:t>
      </w:r>
      <w:r w:rsidRPr="00AA3CBA">
        <w:rPr>
          <w:rStyle w:val="libFootnotenumChar"/>
          <w:rtl/>
        </w:rPr>
        <w:t>(5</w:t>
      </w:r>
      <w:r w:rsidR="007D3118" w:rsidRPr="00AA3CBA">
        <w:rPr>
          <w:rStyle w:val="libFootnotenumChar"/>
          <w:rtl/>
        </w:rPr>
        <w:t>)</w:t>
      </w:r>
      <w:r>
        <w:rPr>
          <w:rtl/>
        </w:rPr>
        <w:t xml:space="preserve"> گفت</w:t>
      </w:r>
      <w:r w:rsidR="007D3118">
        <w:rPr>
          <w:rtl/>
        </w:rPr>
        <w:t xml:space="preserve">: </w:t>
      </w:r>
      <w:r>
        <w:rPr>
          <w:rtl/>
        </w:rPr>
        <w:t xml:space="preserve">حديث كرد مرا شريف ابوعبدالله جعفر بن محمد بن جعفر بن حسن بن حسن بن اميرالمؤمنين على بن ابى طالب </w:t>
      </w:r>
      <w:r w:rsidR="000C598D" w:rsidRPr="000C598D">
        <w:rPr>
          <w:rStyle w:val="libAlaemChar"/>
          <w:rtl/>
        </w:rPr>
        <w:t>عليه‌السلام</w:t>
      </w:r>
      <w:r w:rsidR="007D3118">
        <w:rPr>
          <w:rtl/>
        </w:rPr>
        <w:t xml:space="preserve"> ، </w:t>
      </w:r>
      <w:r w:rsidRPr="00AA3CBA">
        <w:rPr>
          <w:rStyle w:val="libFootnotenumChar"/>
          <w:rtl/>
        </w:rPr>
        <w:t>(6</w:t>
      </w:r>
      <w:r w:rsidR="007D3118" w:rsidRPr="00AA3CBA">
        <w:rPr>
          <w:rStyle w:val="libFootnotenumChar"/>
          <w:rtl/>
        </w:rPr>
        <w:t>)</w:t>
      </w:r>
      <w:r>
        <w:rPr>
          <w:rtl/>
        </w:rPr>
        <w:t xml:space="preserve"> گفت</w:t>
      </w:r>
      <w:r w:rsidR="007D3118">
        <w:rPr>
          <w:rtl/>
        </w:rPr>
        <w:t xml:space="preserve">: </w:t>
      </w:r>
      <w:r>
        <w:rPr>
          <w:rtl/>
        </w:rPr>
        <w:t>حديث كرد ما را عبدالله بن عمر بن خطاب الزيات به سال دويست و شصت و پنج</w:t>
      </w:r>
      <w:r w:rsidR="007D3118">
        <w:rPr>
          <w:rtl/>
        </w:rPr>
        <w:t xml:space="preserve">، </w:t>
      </w:r>
      <w:r w:rsidRPr="00AA3CBA">
        <w:rPr>
          <w:rStyle w:val="libFootnotenumChar"/>
          <w:rtl/>
        </w:rPr>
        <w:t>(7</w:t>
      </w:r>
      <w:r w:rsidR="007D3118" w:rsidRPr="00AA3CBA">
        <w:rPr>
          <w:rStyle w:val="libFootnotenumChar"/>
          <w:rtl/>
        </w:rPr>
        <w:t>)</w:t>
      </w:r>
      <w:r>
        <w:rPr>
          <w:rtl/>
        </w:rPr>
        <w:t xml:space="preserve"> گفت</w:t>
      </w:r>
      <w:r w:rsidR="007D3118">
        <w:rPr>
          <w:rtl/>
        </w:rPr>
        <w:t xml:space="preserve">: </w:t>
      </w:r>
      <w:r>
        <w:rPr>
          <w:rtl/>
        </w:rPr>
        <w:t>حديث كرد مرا خال من على بن نعمان اعلم</w:t>
      </w:r>
      <w:r w:rsidR="007D3118">
        <w:rPr>
          <w:rtl/>
        </w:rPr>
        <w:t xml:space="preserve">. </w:t>
      </w:r>
      <w:r>
        <w:rPr>
          <w:rtl/>
        </w:rPr>
        <w:t>گفت</w:t>
      </w:r>
      <w:r w:rsidR="007D3118">
        <w:rPr>
          <w:rtl/>
        </w:rPr>
        <w:t xml:space="preserve">: </w:t>
      </w:r>
      <w:r>
        <w:rPr>
          <w:rtl/>
        </w:rPr>
        <w:t>حديث كرد مرا عمير بن متوكل الثقفى البلخى از پدرش متوكل بن هارون</w:t>
      </w:r>
      <w:r w:rsidR="007D3118">
        <w:rPr>
          <w:rtl/>
        </w:rPr>
        <w:t xml:space="preserve">، </w:t>
      </w:r>
      <w:r w:rsidRPr="00AA3CBA">
        <w:rPr>
          <w:rStyle w:val="libFootnotenumChar"/>
          <w:rtl/>
        </w:rPr>
        <w:t>(8</w:t>
      </w:r>
      <w:r w:rsidR="007D3118" w:rsidRPr="00AA3CBA">
        <w:rPr>
          <w:rStyle w:val="libFootnotenumChar"/>
          <w:rtl/>
        </w:rPr>
        <w:t>)</w:t>
      </w:r>
      <w:r>
        <w:rPr>
          <w:rtl/>
        </w:rPr>
        <w:t xml:space="preserve"> گفت</w:t>
      </w:r>
      <w:r w:rsidR="007D3118">
        <w:rPr>
          <w:rtl/>
        </w:rPr>
        <w:t xml:space="preserve">: </w:t>
      </w:r>
      <w:r>
        <w:rPr>
          <w:rtl/>
        </w:rPr>
        <w:t xml:space="preserve">ديدم يحيى بن زيد بن على </w:t>
      </w:r>
      <w:r w:rsidR="000C598D" w:rsidRPr="000C598D">
        <w:rPr>
          <w:rStyle w:val="libAlaemChar"/>
          <w:rtl/>
        </w:rPr>
        <w:t>عليه‌السلام</w:t>
      </w:r>
      <w:r w:rsidR="007D3118">
        <w:rPr>
          <w:rtl/>
        </w:rPr>
        <w:t xml:space="preserve"> </w:t>
      </w:r>
      <w:r>
        <w:rPr>
          <w:rtl/>
        </w:rPr>
        <w:t>را</w:t>
      </w:r>
      <w:r w:rsidR="007D3118">
        <w:rPr>
          <w:rtl/>
        </w:rPr>
        <w:t xml:space="preserve">، </w:t>
      </w:r>
      <w:r>
        <w:rPr>
          <w:rtl/>
        </w:rPr>
        <w:t>و و پس از كشته شدن پدرش به خراسان مى رفت</w:t>
      </w:r>
      <w:r w:rsidR="007D3118">
        <w:rPr>
          <w:rtl/>
        </w:rPr>
        <w:t xml:space="preserve">. </w:t>
      </w:r>
      <w:r>
        <w:rPr>
          <w:rtl/>
        </w:rPr>
        <w:t>بر او سلام كردم پرسيد</w:t>
      </w:r>
      <w:r w:rsidR="007D3118">
        <w:rPr>
          <w:rtl/>
        </w:rPr>
        <w:t xml:space="preserve">: </w:t>
      </w:r>
      <w:r>
        <w:rPr>
          <w:rtl/>
        </w:rPr>
        <w:t>از كجا مى آيى؟ گفتم</w:t>
      </w:r>
      <w:r w:rsidR="007D3118">
        <w:rPr>
          <w:rtl/>
        </w:rPr>
        <w:t xml:space="preserve">: </w:t>
      </w:r>
      <w:r>
        <w:rPr>
          <w:rtl/>
        </w:rPr>
        <w:t>از حج</w:t>
      </w:r>
      <w:r w:rsidR="007D3118">
        <w:rPr>
          <w:rtl/>
        </w:rPr>
        <w:t xml:space="preserve">،، </w:t>
      </w:r>
      <w:r>
        <w:rPr>
          <w:rtl/>
        </w:rPr>
        <w:t xml:space="preserve">از كسان و پسر عمان خويش كه در مدينه اند حال بپرسيد و در </w:t>
      </w:r>
      <w:r w:rsidR="00F57782">
        <w:rPr>
          <w:rtl/>
        </w:rPr>
        <w:t>سئوال</w:t>
      </w:r>
      <w:r>
        <w:rPr>
          <w:rtl/>
        </w:rPr>
        <w:t xml:space="preserve"> از حال جعفر بن محمد </w:t>
      </w:r>
      <w:r w:rsidR="000C598D" w:rsidRPr="000C598D">
        <w:rPr>
          <w:rStyle w:val="libAlaemChar"/>
          <w:rtl/>
        </w:rPr>
        <w:t>عليه‌السلام</w:t>
      </w:r>
      <w:r w:rsidR="007D3118">
        <w:rPr>
          <w:rtl/>
        </w:rPr>
        <w:t xml:space="preserve"> </w:t>
      </w:r>
      <w:r>
        <w:rPr>
          <w:rtl/>
        </w:rPr>
        <w:t>مبالغه كرد</w:t>
      </w:r>
      <w:r w:rsidR="007D3118">
        <w:rPr>
          <w:rtl/>
        </w:rPr>
        <w:t xml:space="preserve">، </w:t>
      </w:r>
      <w:r>
        <w:rPr>
          <w:rtl/>
        </w:rPr>
        <w:t>خبر او و ايشان را گفتم و اندوه آنان را در مصيبت پدرش زيد پدر يحيى بن على بيان كردم</w:t>
      </w:r>
      <w:r w:rsidR="007D3118">
        <w:rPr>
          <w:rtl/>
        </w:rPr>
        <w:t xml:space="preserve">، </w:t>
      </w:r>
      <w:r>
        <w:rPr>
          <w:rtl/>
        </w:rPr>
        <w:t>يحيى گفت</w:t>
      </w:r>
      <w:r w:rsidR="007D3118">
        <w:rPr>
          <w:rtl/>
        </w:rPr>
        <w:t xml:space="preserve">: </w:t>
      </w:r>
      <w:r>
        <w:rPr>
          <w:rtl/>
        </w:rPr>
        <w:t xml:space="preserve">عم من محمد بن على باقر </w:t>
      </w:r>
      <w:r w:rsidR="000C598D" w:rsidRPr="000C598D">
        <w:rPr>
          <w:rStyle w:val="libAlaemChar"/>
          <w:rtl/>
        </w:rPr>
        <w:t>عليه‌السلام</w:t>
      </w:r>
      <w:r w:rsidR="007D3118">
        <w:rPr>
          <w:rtl/>
        </w:rPr>
        <w:t xml:space="preserve"> </w:t>
      </w:r>
      <w:r>
        <w:rPr>
          <w:rtl/>
        </w:rPr>
        <w:t xml:space="preserve">كجا شد آيا پسرعم من جعفر بن محمد </w:t>
      </w:r>
      <w:r w:rsidR="00412306" w:rsidRPr="00412306">
        <w:rPr>
          <w:rStyle w:val="libAlaemChar"/>
          <w:rtl/>
        </w:rPr>
        <w:t>عليهما‌السلام</w:t>
      </w:r>
      <w:r w:rsidR="007D3118">
        <w:rPr>
          <w:rtl/>
        </w:rPr>
        <w:t xml:space="preserve"> </w:t>
      </w:r>
      <w:r>
        <w:rPr>
          <w:rtl/>
        </w:rPr>
        <w:t>را ديدار كردى؟ گفتم</w:t>
      </w:r>
      <w:r w:rsidR="007D3118">
        <w:rPr>
          <w:rtl/>
        </w:rPr>
        <w:t xml:space="preserve">: </w:t>
      </w:r>
      <w:r>
        <w:rPr>
          <w:rtl/>
        </w:rPr>
        <w:t>آرى</w:t>
      </w:r>
      <w:r w:rsidR="007D3118">
        <w:rPr>
          <w:rtl/>
        </w:rPr>
        <w:t xml:space="preserve">، </w:t>
      </w:r>
      <w:r>
        <w:rPr>
          <w:rtl/>
        </w:rPr>
        <w:t>گفت</w:t>
      </w:r>
      <w:r w:rsidR="007D3118">
        <w:rPr>
          <w:rtl/>
        </w:rPr>
        <w:t xml:space="preserve">: </w:t>
      </w:r>
      <w:r>
        <w:rPr>
          <w:rtl/>
        </w:rPr>
        <w:t>آيا شنيدى درباره من سخنى به زبان آرد</w:t>
      </w:r>
      <w:r w:rsidR="007D3118">
        <w:rPr>
          <w:rtl/>
        </w:rPr>
        <w:t xml:space="preserve">. </w:t>
      </w:r>
      <w:r>
        <w:rPr>
          <w:rtl/>
        </w:rPr>
        <w:t>گفتم</w:t>
      </w:r>
      <w:r w:rsidR="007D3118">
        <w:rPr>
          <w:rtl/>
        </w:rPr>
        <w:t xml:space="preserve">: </w:t>
      </w:r>
      <w:r>
        <w:rPr>
          <w:rtl/>
        </w:rPr>
        <w:t>آرى</w:t>
      </w:r>
      <w:r w:rsidR="007D3118">
        <w:rPr>
          <w:rtl/>
        </w:rPr>
        <w:t xml:space="preserve">، </w:t>
      </w:r>
      <w:r>
        <w:rPr>
          <w:rtl/>
        </w:rPr>
        <w:t>گفت</w:t>
      </w:r>
      <w:r w:rsidR="007D3118">
        <w:rPr>
          <w:rtl/>
        </w:rPr>
        <w:t xml:space="preserve">: </w:t>
      </w:r>
      <w:r>
        <w:rPr>
          <w:rtl/>
        </w:rPr>
        <w:t xml:space="preserve">چه فرمود؟ گفتم فداى تو شوم دوست ندارم آن چه از او شنيدم پيش روى شما </w:t>
      </w:r>
      <w:r>
        <w:rPr>
          <w:rtl/>
        </w:rPr>
        <w:lastRenderedPageBreak/>
        <w:t>بگويم</w:t>
      </w:r>
      <w:r w:rsidR="007D3118">
        <w:rPr>
          <w:rtl/>
        </w:rPr>
        <w:t xml:space="preserve">. </w:t>
      </w:r>
      <w:r>
        <w:rPr>
          <w:rtl/>
        </w:rPr>
        <w:t>تبسمى كرد و گفت</w:t>
      </w:r>
      <w:r w:rsidR="007D3118">
        <w:rPr>
          <w:rtl/>
        </w:rPr>
        <w:t xml:space="preserve">: </w:t>
      </w:r>
      <w:r>
        <w:rPr>
          <w:rtl/>
        </w:rPr>
        <w:t>آيا مرا از مرگ مى ترسانى؟ هر چه شنيدى باز گوى</w:t>
      </w:r>
      <w:r w:rsidR="007D3118">
        <w:rPr>
          <w:rtl/>
        </w:rPr>
        <w:t xml:space="preserve">. </w:t>
      </w:r>
    </w:p>
    <w:p w:rsidR="00587D34" w:rsidRDefault="00587D34" w:rsidP="00587D34">
      <w:pPr>
        <w:pStyle w:val="libNormal"/>
        <w:rPr>
          <w:rtl/>
        </w:rPr>
      </w:pPr>
      <w:r>
        <w:rPr>
          <w:rtl/>
        </w:rPr>
        <w:t>گفتم</w:t>
      </w:r>
      <w:r w:rsidR="007D3118">
        <w:rPr>
          <w:rtl/>
        </w:rPr>
        <w:t xml:space="preserve">: </w:t>
      </w:r>
      <w:r>
        <w:rPr>
          <w:rtl/>
        </w:rPr>
        <w:t>شنيدم كه مى فرمود</w:t>
      </w:r>
      <w:r w:rsidR="007D3118">
        <w:rPr>
          <w:rtl/>
        </w:rPr>
        <w:t xml:space="preserve">: </w:t>
      </w:r>
      <w:r>
        <w:rPr>
          <w:rtl/>
        </w:rPr>
        <w:t>تو را مى كشند و به دار مى آويزند چنان كه پدرت را كشتند و به دار آويختند</w:t>
      </w:r>
      <w:r w:rsidR="007D3118">
        <w:rPr>
          <w:rtl/>
        </w:rPr>
        <w:t xml:space="preserve">. </w:t>
      </w:r>
      <w:r>
        <w:rPr>
          <w:rtl/>
        </w:rPr>
        <w:t>رنگ رويش بگرديد و گفت</w:t>
      </w:r>
      <w:r w:rsidR="007D3118">
        <w:rPr>
          <w:rtl/>
        </w:rPr>
        <w:t xml:space="preserve">: </w:t>
      </w:r>
      <w:r>
        <w:rPr>
          <w:rtl/>
        </w:rPr>
        <w:t>يمحو الله ما يشاء و يثبت و عنده ام الكتاب يعنى</w:t>
      </w:r>
      <w:r w:rsidR="007D3118">
        <w:rPr>
          <w:rtl/>
        </w:rPr>
        <w:t xml:space="preserve">: </w:t>
      </w:r>
      <w:r>
        <w:rPr>
          <w:rtl/>
        </w:rPr>
        <w:t>خداى هر چه را خواهد محو كند و هر چه را بخواهد اثبات مى كند و كتاب بزرگ نزد اوست</w:t>
      </w:r>
      <w:r w:rsidR="007D3118">
        <w:rPr>
          <w:rtl/>
        </w:rPr>
        <w:t xml:space="preserve">. </w:t>
      </w:r>
      <w:r w:rsidRPr="00AA3CBA">
        <w:rPr>
          <w:rStyle w:val="libFootnotenumChar"/>
          <w:rtl/>
        </w:rPr>
        <w:t>(9</w:t>
      </w:r>
      <w:r w:rsidR="007D3118" w:rsidRPr="00AA3CBA">
        <w:rPr>
          <w:rStyle w:val="libFootnotenumChar"/>
          <w:rtl/>
        </w:rPr>
        <w:t>)</w:t>
      </w:r>
    </w:p>
    <w:p w:rsidR="00587D34" w:rsidRDefault="00587D34" w:rsidP="00587D34">
      <w:pPr>
        <w:pStyle w:val="libNormal"/>
        <w:rPr>
          <w:rtl/>
        </w:rPr>
      </w:pPr>
      <w:r>
        <w:rPr>
          <w:rtl/>
        </w:rPr>
        <w:t>اى متوكل</w:t>
      </w:r>
      <w:r w:rsidR="007D3118">
        <w:rPr>
          <w:rtl/>
        </w:rPr>
        <w:t xml:space="preserve">، </w:t>
      </w:r>
      <w:r>
        <w:rPr>
          <w:rtl/>
        </w:rPr>
        <w:t>خداى عز و جل اين امر را به ما تاءكيد فرمود</w:t>
      </w:r>
      <w:r w:rsidR="007D3118">
        <w:rPr>
          <w:rtl/>
        </w:rPr>
        <w:t xml:space="preserve">: </w:t>
      </w:r>
      <w:r>
        <w:rPr>
          <w:rtl/>
        </w:rPr>
        <w:t>و به ما هم دانش و هم شمشير</w:t>
      </w:r>
      <w:r w:rsidR="007D3118">
        <w:rPr>
          <w:rtl/>
        </w:rPr>
        <w:t xml:space="preserve">، </w:t>
      </w:r>
      <w:r>
        <w:rPr>
          <w:rtl/>
        </w:rPr>
        <w:t>هر دو با هم و عموزادگان ما را دانش داد و پس گفتم</w:t>
      </w:r>
      <w:r w:rsidR="007D3118">
        <w:rPr>
          <w:rtl/>
        </w:rPr>
        <w:t xml:space="preserve">: </w:t>
      </w:r>
      <w:r>
        <w:rPr>
          <w:rtl/>
        </w:rPr>
        <w:t xml:space="preserve">فداى تو شوم مردم را مى بينم كه به پسر عم تو جعفر </w:t>
      </w:r>
      <w:r w:rsidR="000C598D" w:rsidRPr="000C598D">
        <w:rPr>
          <w:rStyle w:val="libAlaemChar"/>
          <w:rtl/>
        </w:rPr>
        <w:t>عليه‌السلام</w:t>
      </w:r>
      <w:r w:rsidR="007D3118">
        <w:rPr>
          <w:rtl/>
        </w:rPr>
        <w:t xml:space="preserve"> </w:t>
      </w:r>
      <w:r>
        <w:rPr>
          <w:rtl/>
        </w:rPr>
        <w:t>راغب ترند از تو و پدرت</w:t>
      </w:r>
      <w:r w:rsidR="007D3118">
        <w:rPr>
          <w:rtl/>
        </w:rPr>
        <w:t xml:space="preserve">. </w:t>
      </w:r>
      <w:r>
        <w:rPr>
          <w:rtl/>
        </w:rPr>
        <w:t>گفت</w:t>
      </w:r>
      <w:r w:rsidR="007D3118">
        <w:rPr>
          <w:rtl/>
        </w:rPr>
        <w:t xml:space="preserve">: </w:t>
      </w:r>
      <w:r>
        <w:rPr>
          <w:rtl/>
        </w:rPr>
        <w:t xml:space="preserve">عم من محمد بن على و پسرش جعفر </w:t>
      </w:r>
      <w:r w:rsidR="00412306" w:rsidRPr="00412306">
        <w:rPr>
          <w:rStyle w:val="libAlaemChar"/>
          <w:rtl/>
        </w:rPr>
        <w:t>عليهما‌السلام</w:t>
      </w:r>
      <w:r w:rsidR="007D3118">
        <w:rPr>
          <w:rtl/>
        </w:rPr>
        <w:t xml:space="preserve"> </w:t>
      </w:r>
      <w:r>
        <w:rPr>
          <w:rtl/>
        </w:rPr>
        <w:t>مردم را به زندگى مى خواندند و ما آنها را به زندگى مى خوانيم</w:t>
      </w:r>
      <w:r w:rsidR="007D3118">
        <w:rPr>
          <w:rtl/>
        </w:rPr>
        <w:t xml:space="preserve">. </w:t>
      </w:r>
      <w:r>
        <w:rPr>
          <w:rtl/>
        </w:rPr>
        <w:t>گفتم</w:t>
      </w:r>
      <w:r w:rsidR="007D3118">
        <w:rPr>
          <w:rtl/>
        </w:rPr>
        <w:t xml:space="preserve">: </w:t>
      </w:r>
      <w:r>
        <w:rPr>
          <w:rtl/>
        </w:rPr>
        <w:t xml:space="preserve">يابن رسول الله </w:t>
      </w:r>
      <w:r w:rsidR="00865B4A" w:rsidRPr="00865B4A">
        <w:rPr>
          <w:rStyle w:val="libAlaemChar"/>
          <w:rtl/>
        </w:rPr>
        <w:t>صلى‌الله‌عليه‌وآله‌وسلم</w:t>
      </w:r>
      <w:r>
        <w:rPr>
          <w:rtl/>
        </w:rPr>
        <w:t xml:space="preserve"> آيا آن ها داناترند يا شما؟</w:t>
      </w:r>
    </w:p>
    <w:p w:rsidR="00587D34" w:rsidRDefault="00587D34" w:rsidP="00587D34">
      <w:pPr>
        <w:pStyle w:val="libNormal"/>
        <w:rPr>
          <w:rtl/>
        </w:rPr>
      </w:pPr>
      <w:r>
        <w:rPr>
          <w:rtl/>
        </w:rPr>
        <w:t>زمانى سر به زير افكند</w:t>
      </w:r>
      <w:r w:rsidR="007D3118">
        <w:rPr>
          <w:rtl/>
        </w:rPr>
        <w:t xml:space="preserve">، </w:t>
      </w:r>
      <w:r>
        <w:rPr>
          <w:rtl/>
        </w:rPr>
        <w:t>آنگاه سر برآورد و گفت</w:t>
      </w:r>
      <w:r w:rsidR="007D3118">
        <w:rPr>
          <w:rtl/>
        </w:rPr>
        <w:t xml:space="preserve">: </w:t>
      </w:r>
      <w:r>
        <w:rPr>
          <w:rtl/>
        </w:rPr>
        <w:t>همه ما داناييم و آن گاه گفت</w:t>
      </w:r>
      <w:r w:rsidR="007D3118">
        <w:rPr>
          <w:rtl/>
        </w:rPr>
        <w:t xml:space="preserve">: </w:t>
      </w:r>
      <w:r>
        <w:rPr>
          <w:rtl/>
        </w:rPr>
        <w:t>آيا از گفته هاى پسر عم من جعفر چيزى نوشتى؟ گفتم</w:t>
      </w:r>
      <w:r w:rsidR="007D3118">
        <w:rPr>
          <w:rtl/>
        </w:rPr>
        <w:t xml:space="preserve">: </w:t>
      </w:r>
      <w:r>
        <w:rPr>
          <w:rtl/>
        </w:rPr>
        <w:t>آرى</w:t>
      </w:r>
      <w:r w:rsidR="007D3118">
        <w:rPr>
          <w:rtl/>
        </w:rPr>
        <w:t xml:space="preserve">، </w:t>
      </w:r>
      <w:r>
        <w:rPr>
          <w:rtl/>
        </w:rPr>
        <w:t>گفت</w:t>
      </w:r>
      <w:r w:rsidR="007D3118">
        <w:rPr>
          <w:rtl/>
        </w:rPr>
        <w:t xml:space="preserve">: </w:t>
      </w:r>
      <w:r>
        <w:rPr>
          <w:rtl/>
        </w:rPr>
        <w:t>به من باز نماى! مسائلى چند كه نوشته بودم بيرون آوردم</w:t>
      </w:r>
      <w:r w:rsidR="007D3118">
        <w:rPr>
          <w:rtl/>
        </w:rPr>
        <w:t xml:space="preserve">. </w:t>
      </w:r>
      <w:r>
        <w:rPr>
          <w:rtl/>
        </w:rPr>
        <w:t xml:space="preserve">از جمله دعايى بود كه حضرت اباعبدالله </w:t>
      </w:r>
      <w:r w:rsidR="000C598D" w:rsidRPr="000C598D">
        <w:rPr>
          <w:rStyle w:val="libAlaemChar"/>
          <w:rtl/>
        </w:rPr>
        <w:t>عليه‌السلام</w:t>
      </w:r>
      <w:r w:rsidR="007D3118">
        <w:rPr>
          <w:rtl/>
        </w:rPr>
        <w:t xml:space="preserve"> </w:t>
      </w:r>
      <w:r>
        <w:rPr>
          <w:rtl/>
        </w:rPr>
        <w:t>بر من املا فرموده</w:t>
      </w:r>
      <w:r w:rsidR="007D3118">
        <w:rPr>
          <w:rtl/>
        </w:rPr>
        <w:t xml:space="preserve">، </w:t>
      </w:r>
      <w:r>
        <w:rPr>
          <w:rtl/>
        </w:rPr>
        <w:t>و گفت</w:t>
      </w:r>
      <w:r w:rsidR="007D3118">
        <w:rPr>
          <w:rtl/>
        </w:rPr>
        <w:t xml:space="preserve">: </w:t>
      </w:r>
      <w:r>
        <w:rPr>
          <w:rtl/>
        </w:rPr>
        <w:t xml:space="preserve">پدرش محمد بن على </w:t>
      </w:r>
      <w:r w:rsidR="000C598D" w:rsidRPr="000C598D">
        <w:rPr>
          <w:rStyle w:val="libAlaemChar"/>
          <w:rtl/>
        </w:rPr>
        <w:t>عليه‌السلام</w:t>
      </w:r>
      <w:r w:rsidR="007D3118">
        <w:rPr>
          <w:rtl/>
        </w:rPr>
        <w:t xml:space="preserve"> </w:t>
      </w:r>
      <w:r>
        <w:rPr>
          <w:rtl/>
        </w:rPr>
        <w:t xml:space="preserve">بر او املا كرده است و از دعاهاى على بن الحسين </w:t>
      </w:r>
      <w:r w:rsidR="000C598D" w:rsidRPr="000C598D">
        <w:rPr>
          <w:rStyle w:val="libAlaemChar"/>
          <w:rtl/>
        </w:rPr>
        <w:t>عليه‌السلام</w:t>
      </w:r>
      <w:r w:rsidR="007D3118">
        <w:rPr>
          <w:rtl/>
        </w:rPr>
        <w:t xml:space="preserve"> </w:t>
      </w:r>
      <w:r>
        <w:rPr>
          <w:rtl/>
        </w:rPr>
        <w:t>است از صحيفه كامله</w:t>
      </w:r>
      <w:r w:rsidR="007D3118">
        <w:rPr>
          <w:rtl/>
        </w:rPr>
        <w:t xml:space="preserve">. </w:t>
      </w:r>
    </w:p>
    <w:p w:rsidR="00587D34" w:rsidRDefault="00587D34" w:rsidP="00587D34">
      <w:pPr>
        <w:pStyle w:val="libNormal"/>
        <w:rPr>
          <w:rtl/>
        </w:rPr>
      </w:pPr>
      <w:r>
        <w:rPr>
          <w:rtl/>
        </w:rPr>
        <w:t>يحيى در آن دعا نگريست از اول تا آخر و گفت</w:t>
      </w:r>
      <w:r w:rsidR="007D3118">
        <w:rPr>
          <w:rtl/>
        </w:rPr>
        <w:t xml:space="preserve">: </w:t>
      </w:r>
      <w:r>
        <w:rPr>
          <w:rtl/>
        </w:rPr>
        <w:t>آيا اذن مى دهى از آن نسخه برگيرم</w:t>
      </w:r>
      <w:r w:rsidR="007D3118">
        <w:rPr>
          <w:rtl/>
        </w:rPr>
        <w:t xml:space="preserve">، </w:t>
      </w:r>
      <w:r>
        <w:rPr>
          <w:rtl/>
        </w:rPr>
        <w:t>گفتم</w:t>
      </w:r>
      <w:r w:rsidR="007D3118">
        <w:rPr>
          <w:rtl/>
        </w:rPr>
        <w:t xml:space="preserve">: </w:t>
      </w:r>
      <w:r>
        <w:rPr>
          <w:rtl/>
        </w:rPr>
        <w:t>يابن رسول الله اين چيزى است از ناحيت شما به ما رسيده است</w:t>
      </w:r>
      <w:r w:rsidR="007D3118">
        <w:rPr>
          <w:rtl/>
        </w:rPr>
        <w:t xml:space="preserve">، </w:t>
      </w:r>
      <w:r>
        <w:rPr>
          <w:rtl/>
        </w:rPr>
        <w:t>آيا براى آن اذن بايد گرفت؟ پس فرمود</w:t>
      </w:r>
      <w:r w:rsidR="007D3118">
        <w:rPr>
          <w:rtl/>
        </w:rPr>
        <w:t xml:space="preserve">: </w:t>
      </w:r>
      <w:r>
        <w:rPr>
          <w:rtl/>
        </w:rPr>
        <w:t>اكنون صحيفه اى از دعاى كامل براى تو بيرون آرم كه پدرم از پدرش فرا گرفت و مرا فرمود نگاه دارم و به غير اهل نسپارم</w:t>
      </w:r>
      <w:r w:rsidR="007D3118">
        <w:rPr>
          <w:rtl/>
        </w:rPr>
        <w:t xml:space="preserve">، </w:t>
      </w:r>
      <w:r>
        <w:rPr>
          <w:rtl/>
        </w:rPr>
        <w:t>عمير گفت</w:t>
      </w:r>
      <w:r w:rsidR="007D3118">
        <w:rPr>
          <w:rtl/>
        </w:rPr>
        <w:t xml:space="preserve">: </w:t>
      </w:r>
      <w:r>
        <w:rPr>
          <w:rtl/>
        </w:rPr>
        <w:t>پدرم گفت</w:t>
      </w:r>
      <w:r w:rsidR="007D3118">
        <w:rPr>
          <w:rtl/>
        </w:rPr>
        <w:t xml:space="preserve">: </w:t>
      </w:r>
      <w:r>
        <w:rPr>
          <w:rtl/>
        </w:rPr>
        <w:t>برخاستم و سر او را بوسه دادم و گفتم</w:t>
      </w:r>
      <w:r w:rsidR="007D3118">
        <w:rPr>
          <w:rtl/>
        </w:rPr>
        <w:t xml:space="preserve">: </w:t>
      </w:r>
      <w:r>
        <w:rPr>
          <w:rtl/>
        </w:rPr>
        <w:lastRenderedPageBreak/>
        <w:t>يابن رسول الله دين من دوستى و طاعت شما است</w:t>
      </w:r>
      <w:r w:rsidR="007D3118">
        <w:rPr>
          <w:rtl/>
        </w:rPr>
        <w:t xml:space="preserve">، </w:t>
      </w:r>
      <w:r>
        <w:rPr>
          <w:rtl/>
        </w:rPr>
        <w:t>و اميدوارم همين مرا تا زنده ام پس از مرگ سعادتمند گرداند</w:t>
      </w:r>
      <w:r w:rsidR="007D3118">
        <w:rPr>
          <w:rtl/>
        </w:rPr>
        <w:t xml:space="preserve">. </w:t>
      </w:r>
      <w:r>
        <w:rPr>
          <w:rtl/>
        </w:rPr>
        <w:t>پس آن صفحه كاغذ كه من به او داده بودم سوى غلامى كه همراه او بود افكند و گفت</w:t>
      </w:r>
      <w:r w:rsidR="007D3118">
        <w:rPr>
          <w:rtl/>
        </w:rPr>
        <w:t xml:space="preserve">: </w:t>
      </w:r>
      <w:r>
        <w:rPr>
          <w:rtl/>
        </w:rPr>
        <w:t>اين دعا را به خطى روشن و نيكو بنويس و بر من عرضه دار</w:t>
      </w:r>
      <w:r w:rsidR="007D3118">
        <w:rPr>
          <w:rtl/>
        </w:rPr>
        <w:t xml:space="preserve">، </w:t>
      </w:r>
      <w:r>
        <w:rPr>
          <w:rtl/>
        </w:rPr>
        <w:t>شايد آن را بر كنيم كه آن را از جعفر حفظه الله مى خواستم و به من نمى داد</w:t>
      </w:r>
      <w:r w:rsidR="007D3118">
        <w:rPr>
          <w:rtl/>
        </w:rPr>
        <w:t xml:space="preserve">. </w:t>
      </w:r>
    </w:p>
    <w:p w:rsidR="00587D34" w:rsidRDefault="00587D34" w:rsidP="00587D34">
      <w:pPr>
        <w:pStyle w:val="libNormal"/>
        <w:rPr>
          <w:rtl/>
        </w:rPr>
      </w:pPr>
      <w:r>
        <w:rPr>
          <w:rtl/>
        </w:rPr>
        <w:t>متوكل گفت</w:t>
      </w:r>
      <w:r w:rsidR="007D3118">
        <w:rPr>
          <w:rtl/>
        </w:rPr>
        <w:t xml:space="preserve">: </w:t>
      </w:r>
      <w:r>
        <w:rPr>
          <w:rtl/>
        </w:rPr>
        <w:t xml:space="preserve">من از كرده پشيمان شدم و ندانستم چه كنم و حضرت ابى عبدالله </w:t>
      </w:r>
      <w:r w:rsidR="000C598D" w:rsidRPr="000C598D">
        <w:rPr>
          <w:rStyle w:val="libAlaemChar"/>
          <w:rtl/>
        </w:rPr>
        <w:t>عليه‌السلام</w:t>
      </w:r>
      <w:r w:rsidR="007D3118">
        <w:rPr>
          <w:rtl/>
        </w:rPr>
        <w:t xml:space="preserve"> </w:t>
      </w:r>
      <w:r>
        <w:rPr>
          <w:rtl/>
        </w:rPr>
        <w:t>پيش از اين نفرمود آن را به كسى ندهم</w:t>
      </w:r>
      <w:r w:rsidR="007D3118">
        <w:rPr>
          <w:rtl/>
        </w:rPr>
        <w:t xml:space="preserve">. </w:t>
      </w:r>
      <w:r w:rsidRPr="00AA3CBA">
        <w:rPr>
          <w:rStyle w:val="libFootnotenumChar"/>
          <w:rtl/>
        </w:rPr>
        <w:t>(10</w:t>
      </w:r>
      <w:r w:rsidR="007D3118" w:rsidRPr="00AA3CBA">
        <w:rPr>
          <w:rStyle w:val="libFootnotenumChar"/>
          <w:rtl/>
        </w:rPr>
        <w:t>)</w:t>
      </w:r>
    </w:p>
    <w:p w:rsidR="00587D34" w:rsidRDefault="00587D34" w:rsidP="00587D34">
      <w:pPr>
        <w:pStyle w:val="libNormal"/>
        <w:rPr>
          <w:rtl/>
        </w:rPr>
      </w:pPr>
      <w:r>
        <w:rPr>
          <w:rtl/>
        </w:rPr>
        <w:t xml:space="preserve">آن گاه يحيى صندوقچه اى خواست آوردند و از آن صحيفه اى قفل كرده و مهر زده بيرون آورد </w:t>
      </w:r>
      <w:r w:rsidRPr="00AA3CBA">
        <w:rPr>
          <w:rStyle w:val="libFootnotenumChar"/>
          <w:rtl/>
        </w:rPr>
        <w:t>(11</w:t>
      </w:r>
      <w:r w:rsidR="007D3118" w:rsidRPr="00AA3CBA">
        <w:rPr>
          <w:rStyle w:val="libFootnotenumChar"/>
          <w:rtl/>
        </w:rPr>
        <w:t>)</w:t>
      </w:r>
      <w:r>
        <w:rPr>
          <w:rtl/>
        </w:rPr>
        <w:t xml:space="preserve"> و در مهر آن نگريست و بوسيد و بگريست و مهر را بشكست و قفل را بگشود و صحيفه را باز كرد و بر ديده نهاد و بر روى كشيد و گفت</w:t>
      </w:r>
      <w:r w:rsidR="007D3118">
        <w:rPr>
          <w:rtl/>
        </w:rPr>
        <w:t xml:space="preserve">: </w:t>
      </w:r>
      <w:r>
        <w:rPr>
          <w:rtl/>
        </w:rPr>
        <w:t>اى متوكل</w:t>
      </w:r>
      <w:r w:rsidR="007D3118">
        <w:rPr>
          <w:rtl/>
        </w:rPr>
        <w:t xml:space="preserve">، </w:t>
      </w:r>
      <w:r>
        <w:rPr>
          <w:rtl/>
        </w:rPr>
        <w:t>به خدا سوگند</w:t>
      </w:r>
      <w:r w:rsidR="007D3118">
        <w:rPr>
          <w:rtl/>
        </w:rPr>
        <w:t xml:space="preserve">، </w:t>
      </w:r>
      <w:r>
        <w:rPr>
          <w:rtl/>
        </w:rPr>
        <w:t>اگر گفته پسرعمم نبود كه گفتى من كشته و به دار آويخته مى شوم</w:t>
      </w:r>
      <w:r w:rsidR="007D3118">
        <w:rPr>
          <w:rtl/>
        </w:rPr>
        <w:t xml:space="preserve">، </w:t>
      </w:r>
      <w:r>
        <w:rPr>
          <w:rtl/>
        </w:rPr>
        <w:t>اين صحيفه را به تو نمى دادم و بر آن بخل مى ورزيدم</w:t>
      </w:r>
      <w:r w:rsidR="007D3118">
        <w:rPr>
          <w:rtl/>
        </w:rPr>
        <w:t xml:space="preserve">، </w:t>
      </w:r>
      <w:r>
        <w:rPr>
          <w:rtl/>
        </w:rPr>
        <w:t>لكن من مى دانم كه گفتار او راست است</w:t>
      </w:r>
      <w:r w:rsidR="007D3118">
        <w:rPr>
          <w:rtl/>
        </w:rPr>
        <w:t xml:space="preserve">، </w:t>
      </w:r>
      <w:r>
        <w:rPr>
          <w:rtl/>
        </w:rPr>
        <w:t>از پدران ما به او رسيده و به زودى سخن او درست آيد و ترسيدم چنين عليمى به دست بنى اميه لعنهم الله بيفتد و پنهان كند و در خزائن خود نگهدارند</w:t>
      </w:r>
      <w:r w:rsidR="007D3118">
        <w:rPr>
          <w:rtl/>
        </w:rPr>
        <w:t xml:space="preserve">، </w:t>
      </w:r>
      <w:r>
        <w:rPr>
          <w:rtl/>
        </w:rPr>
        <w:t>پس آن را بگير و مرا از انديشه آن آسوده ساز و منتظر باش تا حكم خداوند درباره من و اينان به انجام رسد</w:t>
      </w:r>
      <w:r w:rsidR="007D3118">
        <w:rPr>
          <w:rtl/>
        </w:rPr>
        <w:t xml:space="preserve">. </w:t>
      </w:r>
      <w:r>
        <w:rPr>
          <w:rtl/>
        </w:rPr>
        <w:t xml:space="preserve">اين صحيفه نزد تو به امانت باشد و به دو پسر عم من محمد و ابراهيم و پسران عبدالله بن حسن بن حسن بن على </w:t>
      </w:r>
      <w:r w:rsidR="00412306" w:rsidRPr="00412306">
        <w:rPr>
          <w:rStyle w:val="libAlaemChar"/>
          <w:rtl/>
        </w:rPr>
        <w:t>عليهما‌السلام</w:t>
      </w:r>
      <w:r w:rsidR="007D3118">
        <w:rPr>
          <w:rtl/>
        </w:rPr>
        <w:t xml:space="preserve"> </w:t>
      </w:r>
      <w:r>
        <w:rPr>
          <w:rtl/>
        </w:rPr>
        <w:t>برسان كه در امامت جانشين من هستند</w:t>
      </w:r>
      <w:r w:rsidR="007D3118">
        <w:rPr>
          <w:rtl/>
        </w:rPr>
        <w:t xml:space="preserve">. </w:t>
      </w:r>
    </w:p>
    <w:p w:rsidR="00587D34" w:rsidRDefault="00587D34" w:rsidP="00587D34">
      <w:pPr>
        <w:pStyle w:val="libNormal"/>
        <w:rPr>
          <w:rtl/>
        </w:rPr>
      </w:pPr>
      <w:r>
        <w:rPr>
          <w:rtl/>
        </w:rPr>
        <w:t>متوكل گفت</w:t>
      </w:r>
      <w:r w:rsidR="007D3118">
        <w:rPr>
          <w:rtl/>
        </w:rPr>
        <w:t xml:space="preserve">: </w:t>
      </w:r>
      <w:r>
        <w:rPr>
          <w:rtl/>
        </w:rPr>
        <w:t xml:space="preserve">پس صحيفه را گرفتم و چون يحيى بن زيد كشته شد به مدينه رفتم و خدمت ابى عبدالله </w:t>
      </w:r>
      <w:r w:rsidR="000C598D" w:rsidRPr="000C598D">
        <w:rPr>
          <w:rStyle w:val="libAlaemChar"/>
          <w:rtl/>
        </w:rPr>
        <w:t>عليه‌السلام</w:t>
      </w:r>
      <w:r w:rsidR="007D3118">
        <w:rPr>
          <w:rtl/>
        </w:rPr>
        <w:t xml:space="preserve"> </w:t>
      </w:r>
      <w:r>
        <w:rPr>
          <w:rtl/>
        </w:rPr>
        <w:t>رسيدم</w:t>
      </w:r>
      <w:r w:rsidR="007D3118">
        <w:rPr>
          <w:rtl/>
        </w:rPr>
        <w:t xml:space="preserve">، </w:t>
      </w:r>
      <w:r>
        <w:rPr>
          <w:rtl/>
        </w:rPr>
        <w:t>و خبر يحيى باز گفتم</w:t>
      </w:r>
      <w:r w:rsidR="007D3118">
        <w:rPr>
          <w:rtl/>
        </w:rPr>
        <w:t xml:space="preserve">، </w:t>
      </w:r>
      <w:r>
        <w:rPr>
          <w:rtl/>
        </w:rPr>
        <w:t>بگريست و اندوهش افزون گشت و گفت</w:t>
      </w:r>
      <w:r w:rsidR="007D3118">
        <w:rPr>
          <w:rtl/>
        </w:rPr>
        <w:t xml:space="preserve">: </w:t>
      </w:r>
      <w:r>
        <w:rPr>
          <w:rtl/>
        </w:rPr>
        <w:t>خداى پسرعم مرا رحمت كند و او را به آباء و اجدادش ملحق گرداند</w:t>
      </w:r>
      <w:r w:rsidR="007D3118">
        <w:rPr>
          <w:rtl/>
        </w:rPr>
        <w:t xml:space="preserve">، </w:t>
      </w:r>
      <w:r>
        <w:rPr>
          <w:rtl/>
        </w:rPr>
        <w:t xml:space="preserve">به خدا سوگند كه مرا از دادن دعا به يحى باز نداشت </w:t>
      </w:r>
      <w:r>
        <w:rPr>
          <w:rtl/>
        </w:rPr>
        <w:lastRenderedPageBreak/>
        <w:t>مگر هم آن چه او بر صحيفه پدرش مى ترسيد</w:t>
      </w:r>
      <w:r w:rsidR="007D3118">
        <w:rPr>
          <w:rtl/>
        </w:rPr>
        <w:t xml:space="preserve">، </w:t>
      </w:r>
      <w:r>
        <w:rPr>
          <w:rtl/>
        </w:rPr>
        <w:t>اكنون آن صحيفه كجا است؟ گفتم</w:t>
      </w:r>
      <w:r w:rsidR="007D3118">
        <w:rPr>
          <w:rtl/>
        </w:rPr>
        <w:t xml:space="preserve">: </w:t>
      </w:r>
      <w:r>
        <w:rPr>
          <w:rtl/>
        </w:rPr>
        <w:t>اين است</w:t>
      </w:r>
      <w:r w:rsidR="007D3118">
        <w:rPr>
          <w:rtl/>
        </w:rPr>
        <w:t xml:space="preserve">، </w:t>
      </w:r>
      <w:r>
        <w:rPr>
          <w:rtl/>
        </w:rPr>
        <w:t>آنرا بگشود و گفت</w:t>
      </w:r>
      <w:r w:rsidR="007D3118">
        <w:rPr>
          <w:rtl/>
        </w:rPr>
        <w:t xml:space="preserve">: </w:t>
      </w:r>
      <w:r>
        <w:rPr>
          <w:rtl/>
        </w:rPr>
        <w:t xml:space="preserve">به خدا قسم كه اين خط عم من زيد و دعاى جد من على بن الحسين </w:t>
      </w:r>
      <w:r w:rsidR="000C598D" w:rsidRPr="000C598D">
        <w:rPr>
          <w:rStyle w:val="libAlaemChar"/>
          <w:rtl/>
        </w:rPr>
        <w:t>عليه‌السلام</w:t>
      </w:r>
      <w:r w:rsidR="007D3118">
        <w:rPr>
          <w:rtl/>
        </w:rPr>
        <w:t xml:space="preserve"> </w:t>
      </w:r>
      <w:r>
        <w:rPr>
          <w:rtl/>
        </w:rPr>
        <w:t>است</w:t>
      </w:r>
      <w:r w:rsidR="007D3118">
        <w:rPr>
          <w:rtl/>
        </w:rPr>
        <w:t xml:space="preserve">. </w:t>
      </w:r>
    </w:p>
    <w:p w:rsidR="00587D34" w:rsidRDefault="00587D34" w:rsidP="00587D34">
      <w:pPr>
        <w:pStyle w:val="libNormal"/>
        <w:rPr>
          <w:rtl/>
        </w:rPr>
      </w:pPr>
      <w:r>
        <w:rPr>
          <w:rtl/>
        </w:rPr>
        <w:t>آنگاه فرزند خويش را گفت</w:t>
      </w:r>
      <w:r w:rsidR="007D3118">
        <w:rPr>
          <w:rtl/>
        </w:rPr>
        <w:t xml:space="preserve">: </w:t>
      </w:r>
      <w:r>
        <w:rPr>
          <w:rtl/>
        </w:rPr>
        <w:t>اى اسماعيل برخيز و آن دعا كه تو را دستور دادم حفظ كنى و نگهدارى</w:t>
      </w:r>
      <w:r w:rsidR="007D3118">
        <w:rPr>
          <w:rtl/>
        </w:rPr>
        <w:t xml:space="preserve">، </w:t>
      </w:r>
      <w:r>
        <w:rPr>
          <w:rtl/>
        </w:rPr>
        <w:t>بياور!</w:t>
      </w:r>
    </w:p>
    <w:p w:rsidR="00587D34" w:rsidRDefault="00587D34" w:rsidP="00587D34">
      <w:pPr>
        <w:pStyle w:val="libNormal"/>
        <w:rPr>
          <w:rtl/>
        </w:rPr>
      </w:pPr>
      <w:r>
        <w:rPr>
          <w:rtl/>
        </w:rPr>
        <w:t>اسماعيل برخاست و صحيفه را آورد مانند همان صحيفه كه يحيى بن زيد به من داده بود</w:t>
      </w:r>
      <w:r w:rsidR="007D3118">
        <w:rPr>
          <w:rtl/>
        </w:rPr>
        <w:t xml:space="preserve">. </w:t>
      </w:r>
    </w:p>
    <w:p w:rsidR="00587D34" w:rsidRDefault="00587D34" w:rsidP="00587D34">
      <w:pPr>
        <w:pStyle w:val="libNormal"/>
        <w:rPr>
          <w:rtl/>
        </w:rPr>
      </w:pPr>
      <w:r>
        <w:rPr>
          <w:rtl/>
        </w:rPr>
        <w:t xml:space="preserve">ابوعبدالله </w:t>
      </w:r>
      <w:r w:rsidR="000C598D" w:rsidRPr="000C598D">
        <w:rPr>
          <w:rStyle w:val="libAlaemChar"/>
          <w:rtl/>
        </w:rPr>
        <w:t>عليه‌السلام</w:t>
      </w:r>
      <w:r w:rsidR="007D3118">
        <w:rPr>
          <w:rtl/>
        </w:rPr>
        <w:t xml:space="preserve"> </w:t>
      </w:r>
      <w:r>
        <w:rPr>
          <w:rtl/>
        </w:rPr>
        <w:t>آن را بوسيد و بر چشم خود نهاد و گفت</w:t>
      </w:r>
      <w:r w:rsidR="007D3118">
        <w:rPr>
          <w:rtl/>
        </w:rPr>
        <w:t xml:space="preserve">: </w:t>
      </w:r>
      <w:r>
        <w:rPr>
          <w:rtl/>
        </w:rPr>
        <w:t xml:space="preserve">اين خط پدر من است و املاى جد من </w:t>
      </w:r>
      <w:r w:rsidR="00412306" w:rsidRPr="00412306">
        <w:rPr>
          <w:rStyle w:val="libAlaemChar"/>
          <w:rtl/>
        </w:rPr>
        <w:t>عليهما‌السلام</w:t>
      </w:r>
      <w:r w:rsidR="007D3118">
        <w:rPr>
          <w:rtl/>
        </w:rPr>
        <w:t xml:space="preserve"> </w:t>
      </w:r>
      <w:r>
        <w:rPr>
          <w:rtl/>
        </w:rPr>
        <w:t>در حضور من</w:t>
      </w:r>
      <w:r w:rsidR="007D3118">
        <w:rPr>
          <w:rtl/>
        </w:rPr>
        <w:t xml:space="preserve">. </w:t>
      </w:r>
      <w:r>
        <w:rPr>
          <w:rtl/>
        </w:rPr>
        <w:t>گفتم</w:t>
      </w:r>
      <w:r w:rsidR="007D3118">
        <w:rPr>
          <w:rtl/>
        </w:rPr>
        <w:t xml:space="preserve">: </w:t>
      </w:r>
      <w:r>
        <w:rPr>
          <w:rtl/>
        </w:rPr>
        <w:t>يابن رسول الله دستورى هست آن را با صحيفه زيد و يحيى مقابله كنم؟ اذن داد و گفت</w:t>
      </w:r>
      <w:r w:rsidR="007D3118">
        <w:rPr>
          <w:rtl/>
        </w:rPr>
        <w:t xml:space="preserve">: </w:t>
      </w:r>
      <w:r>
        <w:rPr>
          <w:rtl/>
        </w:rPr>
        <w:t>تو را سزاوار آن ديدم</w:t>
      </w:r>
      <w:r w:rsidR="007D3118">
        <w:rPr>
          <w:rtl/>
        </w:rPr>
        <w:t xml:space="preserve">، </w:t>
      </w:r>
      <w:r>
        <w:rPr>
          <w:rtl/>
        </w:rPr>
        <w:t>پس من در آن نگريستم</w:t>
      </w:r>
      <w:r w:rsidR="007D3118">
        <w:rPr>
          <w:rtl/>
        </w:rPr>
        <w:t xml:space="preserve">، </w:t>
      </w:r>
      <w:r>
        <w:rPr>
          <w:rtl/>
        </w:rPr>
        <w:t>هر دو يكى بود و يك حرف آن را بر خلاف ديگرى نيافتم</w:t>
      </w:r>
      <w:r w:rsidR="007D3118">
        <w:rPr>
          <w:rtl/>
        </w:rPr>
        <w:t xml:space="preserve">، </w:t>
      </w:r>
      <w:r>
        <w:rPr>
          <w:rtl/>
        </w:rPr>
        <w:t>آن گاه از ابى عبدالله دستورى خواستم كه صحيفه اول را بر دو فرزند عبدالله بن حسن برسانم</w:t>
      </w:r>
      <w:r w:rsidR="007D3118">
        <w:rPr>
          <w:rtl/>
        </w:rPr>
        <w:t xml:space="preserve">. </w:t>
      </w:r>
    </w:p>
    <w:p w:rsidR="00587D34" w:rsidRDefault="00587D34" w:rsidP="00587D34">
      <w:pPr>
        <w:pStyle w:val="libNormal"/>
        <w:rPr>
          <w:rtl/>
        </w:rPr>
      </w:pPr>
      <w:r>
        <w:rPr>
          <w:rtl/>
        </w:rPr>
        <w:t>فرمود</w:t>
      </w:r>
      <w:r w:rsidR="007D3118">
        <w:rPr>
          <w:rtl/>
        </w:rPr>
        <w:t xml:space="preserve">: </w:t>
      </w:r>
      <w:r>
        <w:rPr>
          <w:rtl/>
        </w:rPr>
        <w:t>ان الله ياءمركم اءن تؤ دّوا الامانات الى اءهلها آرى! صحيفه را به آن ها ده و چون برخاستم كه به ديدار آن ها روم</w:t>
      </w:r>
      <w:r w:rsidR="007D3118">
        <w:rPr>
          <w:rtl/>
        </w:rPr>
        <w:t xml:space="preserve">، </w:t>
      </w:r>
      <w:r>
        <w:rPr>
          <w:rtl/>
        </w:rPr>
        <w:t>فرمود</w:t>
      </w:r>
      <w:r w:rsidR="007D3118">
        <w:rPr>
          <w:rtl/>
        </w:rPr>
        <w:t xml:space="preserve">:: </w:t>
      </w:r>
      <w:r>
        <w:rPr>
          <w:rtl/>
        </w:rPr>
        <w:t>بر جاى باش و كس نزد محمد و ابراهيم فرستاد</w:t>
      </w:r>
      <w:r w:rsidR="007D3118">
        <w:rPr>
          <w:rtl/>
        </w:rPr>
        <w:t xml:space="preserve">، </w:t>
      </w:r>
      <w:r>
        <w:rPr>
          <w:rtl/>
        </w:rPr>
        <w:t>حاضر آمدند و گفت</w:t>
      </w:r>
      <w:r w:rsidR="007D3118">
        <w:rPr>
          <w:rtl/>
        </w:rPr>
        <w:t xml:space="preserve">: </w:t>
      </w:r>
      <w:r>
        <w:rPr>
          <w:rtl/>
        </w:rPr>
        <w:t>اين ميراث پسر عم شما يحيى است از پدرش</w:t>
      </w:r>
      <w:r w:rsidR="007D3118">
        <w:rPr>
          <w:rtl/>
        </w:rPr>
        <w:t xml:space="preserve">، </w:t>
      </w:r>
      <w:r>
        <w:rPr>
          <w:rtl/>
        </w:rPr>
        <w:t>آن را مخصوص شما گردانيده و از برادران خود دريغ داشته است</w:t>
      </w:r>
      <w:r w:rsidR="007D3118">
        <w:rPr>
          <w:rtl/>
        </w:rPr>
        <w:t xml:space="preserve">، </w:t>
      </w:r>
      <w:r>
        <w:rPr>
          <w:rtl/>
        </w:rPr>
        <w:t>بگيريد اما من بر شما شرطى دارم</w:t>
      </w:r>
      <w:r w:rsidR="007D3118">
        <w:rPr>
          <w:rtl/>
        </w:rPr>
        <w:t xml:space="preserve">، </w:t>
      </w:r>
      <w:r>
        <w:rPr>
          <w:rtl/>
        </w:rPr>
        <w:t>گفتند</w:t>
      </w:r>
      <w:r w:rsidR="007D3118">
        <w:rPr>
          <w:rtl/>
        </w:rPr>
        <w:t xml:space="preserve">: </w:t>
      </w:r>
      <w:r>
        <w:rPr>
          <w:rtl/>
        </w:rPr>
        <w:t>رحمات الله بفرماى كه فرمان شما پذيرفته است</w:t>
      </w:r>
      <w:r w:rsidR="007D3118">
        <w:rPr>
          <w:rtl/>
        </w:rPr>
        <w:t xml:space="preserve">. </w:t>
      </w:r>
    </w:p>
    <w:p w:rsidR="00587D34" w:rsidRDefault="00587D34" w:rsidP="00587D34">
      <w:pPr>
        <w:pStyle w:val="libNormal"/>
        <w:rPr>
          <w:rtl/>
        </w:rPr>
      </w:pPr>
      <w:r>
        <w:rPr>
          <w:rtl/>
        </w:rPr>
        <w:t>فرمود</w:t>
      </w:r>
      <w:r w:rsidR="007D3118">
        <w:rPr>
          <w:rtl/>
        </w:rPr>
        <w:t xml:space="preserve">: </w:t>
      </w:r>
      <w:r>
        <w:rPr>
          <w:rtl/>
        </w:rPr>
        <w:t>اين صحيفه را از مدينه بيرون نبريد</w:t>
      </w:r>
      <w:r w:rsidR="007D3118">
        <w:rPr>
          <w:rtl/>
        </w:rPr>
        <w:t xml:space="preserve">، </w:t>
      </w:r>
      <w:r>
        <w:rPr>
          <w:rtl/>
        </w:rPr>
        <w:t>گفتند</w:t>
      </w:r>
      <w:r w:rsidR="007D3118">
        <w:rPr>
          <w:rtl/>
        </w:rPr>
        <w:t xml:space="preserve">: </w:t>
      </w:r>
      <w:r>
        <w:rPr>
          <w:rtl/>
        </w:rPr>
        <w:t>براى چه؟ فرمود</w:t>
      </w:r>
      <w:r w:rsidR="007D3118">
        <w:rPr>
          <w:rtl/>
        </w:rPr>
        <w:t xml:space="preserve">: </w:t>
      </w:r>
      <w:r>
        <w:rPr>
          <w:rtl/>
        </w:rPr>
        <w:t>پسر عم شما بر آن ترسيد از چيزى كه من هم بر شما از همان مى ترسم</w:t>
      </w:r>
      <w:r w:rsidR="007D3118">
        <w:rPr>
          <w:rtl/>
        </w:rPr>
        <w:t xml:space="preserve">. </w:t>
      </w:r>
    </w:p>
    <w:p w:rsidR="00587D34" w:rsidRDefault="00587D34" w:rsidP="00587D34">
      <w:pPr>
        <w:pStyle w:val="libNormal"/>
        <w:rPr>
          <w:rtl/>
        </w:rPr>
      </w:pPr>
      <w:r>
        <w:rPr>
          <w:rtl/>
        </w:rPr>
        <w:lastRenderedPageBreak/>
        <w:t>گفتند</w:t>
      </w:r>
      <w:r w:rsidR="007D3118">
        <w:rPr>
          <w:rtl/>
        </w:rPr>
        <w:t xml:space="preserve">: </w:t>
      </w:r>
      <w:r>
        <w:rPr>
          <w:rtl/>
        </w:rPr>
        <w:t>شما هم ايمن نباشيد</w:t>
      </w:r>
      <w:r w:rsidR="007D3118">
        <w:rPr>
          <w:rtl/>
        </w:rPr>
        <w:t xml:space="preserve">، </w:t>
      </w:r>
      <w:r>
        <w:rPr>
          <w:rtl/>
        </w:rPr>
        <w:t>به خدا سوگند كه من مى دانم شما مانند او خروج مى كنيد و كشته مى شويد</w:t>
      </w:r>
      <w:r w:rsidR="007D3118">
        <w:rPr>
          <w:rtl/>
        </w:rPr>
        <w:t xml:space="preserve">. </w:t>
      </w:r>
    </w:p>
    <w:p w:rsidR="00587D34" w:rsidRDefault="00587D34" w:rsidP="00587D34">
      <w:pPr>
        <w:pStyle w:val="libNormal"/>
        <w:rPr>
          <w:rtl/>
        </w:rPr>
      </w:pPr>
      <w:r>
        <w:rPr>
          <w:rtl/>
        </w:rPr>
        <w:t>ايشان برخاستند و لا حول و لا قوة الا بالله گويان بيرون رفتند</w:t>
      </w:r>
      <w:r w:rsidR="007D3118">
        <w:rPr>
          <w:rtl/>
        </w:rPr>
        <w:t xml:space="preserve">. </w:t>
      </w:r>
      <w:r w:rsidRPr="00AA3CBA">
        <w:rPr>
          <w:rStyle w:val="libFootnotenumChar"/>
          <w:rtl/>
        </w:rPr>
        <w:t>(12</w:t>
      </w:r>
      <w:r w:rsidR="007D3118" w:rsidRPr="00AA3CBA">
        <w:rPr>
          <w:rStyle w:val="libFootnotenumChar"/>
          <w:rtl/>
        </w:rPr>
        <w:t>)</w:t>
      </w:r>
    </w:p>
    <w:p w:rsidR="00587D34" w:rsidRDefault="00587D34" w:rsidP="00587D34">
      <w:pPr>
        <w:pStyle w:val="libNormal"/>
        <w:rPr>
          <w:rtl/>
        </w:rPr>
      </w:pPr>
      <w:r>
        <w:rPr>
          <w:rtl/>
        </w:rPr>
        <w:t xml:space="preserve">ابوعبدالله </w:t>
      </w:r>
      <w:r w:rsidR="000C598D" w:rsidRPr="000C598D">
        <w:rPr>
          <w:rStyle w:val="libAlaemChar"/>
          <w:rtl/>
        </w:rPr>
        <w:t>عليه‌السلام</w:t>
      </w:r>
      <w:r w:rsidR="007D3118">
        <w:rPr>
          <w:rtl/>
        </w:rPr>
        <w:t xml:space="preserve"> </w:t>
      </w:r>
      <w:r>
        <w:rPr>
          <w:rtl/>
        </w:rPr>
        <w:t>به من گفت</w:t>
      </w:r>
      <w:r w:rsidR="007D3118">
        <w:rPr>
          <w:rtl/>
        </w:rPr>
        <w:t xml:space="preserve">: </w:t>
      </w:r>
      <w:r>
        <w:rPr>
          <w:rtl/>
        </w:rPr>
        <w:t>اى متوكل يحيى با تو چه گفت</w:t>
      </w:r>
      <w:r w:rsidR="007D3118">
        <w:rPr>
          <w:rtl/>
        </w:rPr>
        <w:t xml:space="preserve">: </w:t>
      </w:r>
      <w:r>
        <w:rPr>
          <w:rtl/>
        </w:rPr>
        <w:t>عم من محمد بن على و پسرش جعفر مردم را به زندگى مى خواندند و ما آنها را سوى مرگ مى خوانيم؟ گفتم</w:t>
      </w:r>
      <w:r w:rsidR="007D3118">
        <w:rPr>
          <w:rtl/>
        </w:rPr>
        <w:t xml:space="preserve">: </w:t>
      </w:r>
      <w:r>
        <w:rPr>
          <w:rtl/>
        </w:rPr>
        <w:t>آرى</w:t>
      </w:r>
      <w:r w:rsidR="007D3118">
        <w:rPr>
          <w:rtl/>
        </w:rPr>
        <w:t xml:space="preserve">، </w:t>
      </w:r>
      <w:r>
        <w:rPr>
          <w:rtl/>
        </w:rPr>
        <w:t>اصلحك الله پسر عمت يحيى به من چنين گفت</w:t>
      </w:r>
      <w:r w:rsidR="007D3118">
        <w:rPr>
          <w:rtl/>
        </w:rPr>
        <w:t xml:space="preserve">؛ </w:t>
      </w:r>
      <w:r>
        <w:rPr>
          <w:rtl/>
        </w:rPr>
        <w:t>آن حضرت فرمود</w:t>
      </w:r>
      <w:r w:rsidR="007D3118">
        <w:rPr>
          <w:rtl/>
        </w:rPr>
        <w:t xml:space="preserve">: </w:t>
      </w:r>
      <w:r>
        <w:rPr>
          <w:rtl/>
        </w:rPr>
        <w:t>خداى رحمت كند يحيى را</w:t>
      </w:r>
      <w:r w:rsidR="007D3118">
        <w:rPr>
          <w:rtl/>
        </w:rPr>
        <w:t xml:space="preserve">، </w:t>
      </w:r>
      <w:r>
        <w:rPr>
          <w:rtl/>
        </w:rPr>
        <w:t xml:space="preserve">پدر من حديث كرد مرا از پدرش و از جدش از على </w:t>
      </w:r>
      <w:r w:rsidR="000C598D" w:rsidRPr="000C598D">
        <w:rPr>
          <w:rStyle w:val="libAlaemChar"/>
          <w:rtl/>
        </w:rPr>
        <w:t>عليه‌السلام</w:t>
      </w:r>
      <w:r w:rsidR="007D3118">
        <w:rPr>
          <w:rtl/>
        </w:rPr>
        <w:t xml:space="preserve"> </w:t>
      </w:r>
      <w:r>
        <w:rPr>
          <w:rtl/>
        </w:rPr>
        <w:t xml:space="preserve">كه رسول خددا </w:t>
      </w:r>
      <w:r w:rsidR="00865B4A" w:rsidRPr="00865B4A">
        <w:rPr>
          <w:rStyle w:val="libAlaemChar"/>
          <w:rtl/>
        </w:rPr>
        <w:t>صلى‌الله‌عليه‌وآله‌وسلم</w:t>
      </w:r>
      <w:r>
        <w:rPr>
          <w:rtl/>
        </w:rPr>
        <w:t xml:space="preserve"> را بر منبر حال خلسه و انصرافى دست داد </w:t>
      </w:r>
      <w:r w:rsidRPr="00AA3CBA">
        <w:rPr>
          <w:rStyle w:val="libFootnotenumChar"/>
          <w:rtl/>
        </w:rPr>
        <w:t>(13</w:t>
      </w:r>
      <w:r w:rsidR="007D3118" w:rsidRPr="00AA3CBA">
        <w:rPr>
          <w:rStyle w:val="libFootnotenumChar"/>
          <w:rtl/>
        </w:rPr>
        <w:t>)</w:t>
      </w:r>
      <w:r>
        <w:rPr>
          <w:rtl/>
        </w:rPr>
        <w:t xml:space="preserve"> در آن حال مردانى ديد مانند بوزينه بر منبر او مى جهند و مردم را كه روى بر منبر دارند به پشت مى گردانند</w:t>
      </w:r>
      <w:r w:rsidR="007D3118">
        <w:rPr>
          <w:rtl/>
        </w:rPr>
        <w:t xml:space="preserve">، </w:t>
      </w:r>
      <w:r>
        <w:rPr>
          <w:rtl/>
        </w:rPr>
        <w:t>رسول خدا (</w:t>
      </w:r>
      <w:r w:rsidR="00865B4A" w:rsidRPr="00865B4A">
        <w:rPr>
          <w:rStyle w:val="libAlaemChar"/>
          <w:rtl/>
        </w:rPr>
        <w:t>صلى‌الله‌عليه‌وآله‌وسلم</w:t>
      </w:r>
      <w:r w:rsidR="007D3118">
        <w:rPr>
          <w:rtl/>
        </w:rPr>
        <w:t xml:space="preserve">) </w:t>
      </w:r>
      <w:r>
        <w:rPr>
          <w:rtl/>
        </w:rPr>
        <w:t>راست بنشست و اندوه در چهره او هويدا بود</w:t>
      </w:r>
      <w:r w:rsidR="007D3118">
        <w:rPr>
          <w:rtl/>
        </w:rPr>
        <w:t xml:space="preserve">، </w:t>
      </w:r>
      <w:r>
        <w:rPr>
          <w:rtl/>
        </w:rPr>
        <w:t>جبرئيل اين آيت را آورد</w:t>
      </w:r>
      <w:r w:rsidR="007D3118">
        <w:rPr>
          <w:rtl/>
        </w:rPr>
        <w:t xml:space="preserve">: </w:t>
      </w:r>
      <w:r w:rsidRPr="000737E3">
        <w:rPr>
          <w:rStyle w:val="libAieChar"/>
          <w:rtl/>
        </w:rPr>
        <w:t>وَ ما جَعَلْنَا الرُّؤْيَا الَّتِى أَرَيْناكَ إِلا فِتْنَةً لِلنّاسِ (14</w:t>
      </w:r>
      <w:r w:rsidR="007D3118" w:rsidRPr="000737E3">
        <w:rPr>
          <w:rStyle w:val="libAieChar"/>
          <w:rtl/>
        </w:rPr>
        <w:t>)</w:t>
      </w:r>
      <w:r w:rsidRPr="000737E3">
        <w:rPr>
          <w:rStyle w:val="libAieChar"/>
          <w:rtl/>
        </w:rPr>
        <w:t xml:space="preserve"> وَ الشَّجَرَةَ الْمَلْعُونَةَ فِى الْقُرْآنِ وَ نُخَوِّفُهُمْ فَما يَزِيدُهُمْ إِلا طُغْيانا كَبِيرا</w:t>
      </w:r>
      <w:r>
        <w:rPr>
          <w:rtl/>
        </w:rPr>
        <w:t>»</w:t>
      </w:r>
      <w:r w:rsidR="007D3118">
        <w:rPr>
          <w:rtl/>
        </w:rPr>
        <w:t xml:space="preserve">. </w:t>
      </w:r>
    </w:p>
    <w:p w:rsidR="00587D34" w:rsidRDefault="00587D34" w:rsidP="00587D34">
      <w:pPr>
        <w:pStyle w:val="libNormal"/>
        <w:rPr>
          <w:rtl/>
        </w:rPr>
      </w:pPr>
      <w:r>
        <w:rPr>
          <w:rtl/>
        </w:rPr>
        <w:t>و مقصود از شجره ملعونه بنى اميه است</w:t>
      </w:r>
      <w:r w:rsidR="007D3118">
        <w:rPr>
          <w:rtl/>
        </w:rPr>
        <w:t xml:space="preserve">. </w:t>
      </w:r>
      <w:r>
        <w:rPr>
          <w:rtl/>
        </w:rPr>
        <w:t>پيغمبر گفت</w:t>
      </w:r>
      <w:r w:rsidR="007D3118">
        <w:rPr>
          <w:rtl/>
        </w:rPr>
        <w:t xml:space="preserve">: </w:t>
      </w:r>
      <w:r>
        <w:rPr>
          <w:rtl/>
        </w:rPr>
        <w:t>آيا اينان به عهد من و در زمان من باشند؟ جبرئيل گفت</w:t>
      </w:r>
      <w:r w:rsidR="007D3118">
        <w:rPr>
          <w:rtl/>
        </w:rPr>
        <w:t xml:space="preserve">: </w:t>
      </w:r>
      <w:r>
        <w:rPr>
          <w:rtl/>
        </w:rPr>
        <w:t>نه و لكن آسياى اسلام تا ده سال از هجرت تو بر مى گردد و پس از آن باز مى گردد تا بيست و پنج سال از هجرت تو و پنج سال يعنى باز همچنان باشد</w:t>
      </w:r>
      <w:r w:rsidR="007D3118">
        <w:rPr>
          <w:rtl/>
        </w:rPr>
        <w:t xml:space="preserve">، </w:t>
      </w:r>
      <w:r>
        <w:rPr>
          <w:rtl/>
        </w:rPr>
        <w:t xml:space="preserve">آن گاه آسياى ضلالت به گردش آيد كه بر قطب خود پايدار بود و از آن پس ملك فرعون ها باشد </w:t>
      </w:r>
      <w:r w:rsidRPr="00AA3CBA">
        <w:rPr>
          <w:rStyle w:val="libFootnotenumChar"/>
          <w:rtl/>
        </w:rPr>
        <w:t>(15</w:t>
      </w:r>
      <w:r w:rsidR="007D3118" w:rsidRPr="00AA3CBA">
        <w:rPr>
          <w:rStyle w:val="libFootnotenumChar"/>
          <w:rtl/>
        </w:rPr>
        <w:t>)</w:t>
      </w:r>
      <w:r>
        <w:rPr>
          <w:rtl/>
        </w:rPr>
        <w:t xml:space="preserve"> و امام صادق </w:t>
      </w:r>
      <w:r w:rsidR="000C598D" w:rsidRPr="000C598D">
        <w:rPr>
          <w:rStyle w:val="libAlaemChar"/>
          <w:rtl/>
        </w:rPr>
        <w:t>عليه‌السلام</w:t>
      </w:r>
      <w:r w:rsidR="007D3118">
        <w:rPr>
          <w:rtl/>
        </w:rPr>
        <w:t xml:space="preserve"> </w:t>
      </w:r>
      <w:r>
        <w:rPr>
          <w:rtl/>
        </w:rPr>
        <w:t>فرمود</w:t>
      </w:r>
      <w:r w:rsidR="007D3118">
        <w:rPr>
          <w:rtl/>
        </w:rPr>
        <w:t xml:space="preserve">: </w:t>
      </w:r>
      <w:r>
        <w:rPr>
          <w:rtl/>
        </w:rPr>
        <w:t>خداوند درباره دولت آن ها اين آيات را فرستاد</w:t>
      </w:r>
      <w:r w:rsidR="007D3118">
        <w:rPr>
          <w:rtl/>
        </w:rPr>
        <w:t xml:space="preserve">: </w:t>
      </w:r>
      <w:r>
        <w:rPr>
          <w:rtl/>
        </w:rPr>
        <w:t>انا انزلناه فى ليلة القدر و ما ادريك ما ليلة القدر ليلة القدر خير من الف شهر</w:t>
      </w:r>
      <w:r w:rsidR="007D3118">
        <w:rPr>
          <w:rtl/>
        </w:rPr>
        <w:t xml:space="preserve">. </w:t>
      </w:r>
    </w:p>
    <w:p w:rsidR="00587D34" w:rsidRDefault="00587D34" w:rsidP="00587D34">
      <w:pPr>
        <w:pStyle w:val="libNormal"/>
        <w:rPr>
          <w:rtl/>
        </w:rPr>
      </w:pPr>
      <w:r>
        <w:rPr>
          <w:rtl/>
        </w:rPr>
        <w:t xml:space="preserve">شب قدر بهتر از هزار ماه است كه بنى اميه در آن پادشاهى كنند </w:t>
      </w:r>
      <w:r w:rsidRPr="00AA3CBA">
        <w:rPr>
          <w:rStyle w:val="libFootnotenumChar"/>
          <w:rtl/>
        </w:rPr>
        <w:t>(16</w:t>
      </w:r>
      <w:r w:rsidR="007D3118" w:rsidRPr="00AA3CBA">
        <w:rPr>
          <w:rStyle w:val="libFootnotenumChar"/>
          <w:rtl/>
        </w:rPr>
        <w:t>)</w:t>
      </w:r>
      <w:r>
        <w:rPr>
          <w:rtl/>
        </w:rPr>
        <w:t xml:space="preserve"> اگر در آن هزار ماه شب قدر نباشد و فرمود</w:t>
      </w:r>
      <w:r w:rsidR="007D3118">
        <w:rPr>
          <w:rtl/>
        </w:rPr>
        <w:t xml:space="preserve">: </w:t>
      </w:r>
      <w:r>
        <w:rPr>
          <w:rtl/>
        </w:rPr>
        <w:t xml:space="preserve">خداوند پيغمبر خود را آگاه گردانيد كه بنى </w:t>
      </w:r>
      <w:r>
        <w:rPr>
          <w:rtl/>
        </w:rPr>
        <w:lastRenderedPageBreak/>
        <w:t>اميه پادشاهى امت را به دست آرند و در اين مدت فرمانروا باشند</w:t>
      </w:r>
      <w:r w:rsidR="007D3118">
        <w:rPr>
          <w:rtl/>
        </w:rPr>
        <w:t xml:space="preserve">، </w:t>
      </w:r>
      <w:r>
        <w:rPr>
          <w:rtl/>
        </w:rPr>
        <w:t>اگر كوه ها بر آنان سر كشند دشمنى و كينه ما اهل بيت را در دل مى پرورانند و خداوند پيغمبرش را خبر داد كه خاندان او و دوستان و پيروان ايشان در روزگار ملك بنى اميه چه شكنجه ها خواهند كشيد</w:t>
      </w:r>
      <w:r w:rsidR="007D3118">
        <w:rPr>
          <w:rtl/>
        </w:rPr>
        <w:t xml:space="preserve">، </w:t>
      </w:r>
      <w:r>
        <w:rPr>
          <w:rtl/>
        </w:rPr>
        <w:t xml:space="preserve">باز امام صادق </w:t>
      </w:r>
      <w:r w:rsidR="000C598D" w:rsidRPr="000C598D">
        <w:rPr>
          <w:rStyle w:val="libAlaemChar"/>
          <w:rtl/>
        </w:rPr>
        <w:t>عليه‌السلام</w:t>
      </w:r>
      <w:r w:rsidR="007D3118">
        <w:rPr>
          <w:rtl/>
        </w:rPr>
        <w:t xml:space="preserve"> </w:t>
      </w:r>
      <w:r>
        <w:rPr>
          <w:rtl/>
        </w:rPr>
        <w:t>فرمود</w:t>
      </w:r>
      <w:r w:rsidR="007D3118">
        <w:rPr>
          <w:rtl/>
        </w:rPr>
        <w:t xml:space="preserve">: </w:t>
      </w:r>
      <w:r>
        <w:rPr>
          <w:rtl/>
        </w:rPr>
        <w:t>خداوند درباره ايشانفرستاد</w:t>
      </w:r>
      <w:r w:rsidR="007D3118">
        <w:rPr>
          <w:rtl/>
        </w:rPr>
        <w:t xml:space="preserve">: </w:t>
      </w:r>
    </w:p>
    <w:p w:rsidR="00587D34" w:rsidRDefault="00587D34" w:rsidP="00587D34">
      <w:pPr>
        <w:pStyle w:val="libNormal"/>
        <w:rPr>
          <w:rtl/>
        </w:rPr>
      </w:pPr>
      <w:r>
        <w:rPr>
          <w:rtl/>
        </w:rPr>
        <w:t>الم تر الى الذين بدلوا نعمة الله كفرا و احلوا قومهم دار البوار جهنم يصلونها و بئس القرار</w:t>
      </w:r>
      <w:r w:rsidR="007D3118">
        <w:rPr>
          <w:rtl/>
        </w:rPr>
        <w:t xml:space="preserve">. </w:t>
      </w:r>
    </w:p>
    <w:p w:rsidR="00587D34" w:rsidRDefault="00587D34" w:rsidP="00587D34">
      <w:pPr>
        <w:pStyle w:val="libNormal"/>
        <w:rPr>
          <w:rtl/>
        </w:rPr>
      </w:pPr>
      <w:r>
        <w:rPr>
          <w:rtl/>
        </w:rPr>
        <w:t>نعمت خدا محمد خاندان اويند (صلوات الله عليهم اجمعين</w:t>
      </w:r>
      <w:r w:rsidR="007D3118">
        <w:rPr>
          <w:rtl/>
        </w:rPr>
        <w:t xml:space="preserve">) </w:t>
      </w:r>
      <w:r>
        <w:rPr>
          <w:rtl/>
        </w:rPr>
        <w:t>دوستى ايشان ايمان است و دوستدار را به بهشت در آورد و دشمنى ايشان كفر است و نفاق و دشمن را به آتش برد</w:t>
      </w:r>
      <w:r w:rsidR="007D3118">
        <w:rPr>
          <w:rtl/>
        </w:rPr>
        <w:t xml:space="preserve">. </w:t>
      </w:r>
      <w:r>
        <w:rPr>
          <w:rtl/>
        </w:rPr>
        <w:t>پيغمبر خدا (</w:t>
      </w:r>
      <w:r w:rsidR="00865B4A" w:rsidRPr="00865B4A">
        <w:rPr>
          <w:rStyle w:val="libAlaemChar"/>
          <w:rtl/>
        </w:rPr>
        <w:t>صلى‌الله‌عليه‌وآله‌وسلم</w:t>
      </w:r>
      <w:r w:rsidR="007D3118">
        <w:rPr>
          <w:rtl/>
        </w:rPr>
        <w:t xml:space="preserve">) </w:t>
      </w:r>
      <w:r>
        <w:rPr>
          <w:rtl/>
        </w:rPr>
        <w:t xml:space="preserve">اين راز با على </w:t>
      </w:r>
      <w:r w:rsidR="000C598D" w:rsidRPr="000C598D">
        <w:rPr>
          <w:rStyle w:val="libAlaemChar"/>
          <w:rtl/>
        </w:rPr>
        <w:t>عليه‌السلام</w:t>
      </w:r>
      <w:r w:rsidR="007D3118">
        <w:rPr>
          <w:rtl/>
        </w:rPr>
        <w:t xml:space="preserve"> </w:t>
      </w:r>
      <w:r>
        <w:rPr>
          <w:rtl/>
        </w:rPr>
        <w:t>و خاندان او باز گفت</w:t>
      </w:r>
      <w:r w:rsidR="007D3118">
        <w:rPr>
          <w:rtl/>
        </w:rPr>
        <w:t xml:space="preserve">. </w:t>
      </w:r>
    </w:p>
    <w:p w:rsidR="00587D34" w:rsidRDefault="00587D34" w:rsidP="00587D34">
      <w:pPr>
        <w:pStyle w:val="libNormal"/>
        <w:rPr>
          <w:rtl/>
        </w:rPr>
      </w:pPr>
      <w:r>
        <w:rPr>
          <w:rtl/>
        </w:rPr>
        <w:t>متوكل گويد</w:t>
      </w:r>
      <w:r w:rsidR="007D3118">
        <w:rPr>
          <w:rtl/>
        </w:rPr>
        <w:t xml:space="preserve">: </w:t>
      </w:r>
      <w:r>
        <w:rPr>
          <w:rtl/>
        </w:rPr>
        <w:t xml:space="preserve">آن گاه ابوعبدالله </w:t>
      </w:r>
      <w:r w:rsidR="000C598D" w:rsidRPr="000C598D">
        <w:rPr>
          <w:rStyle w:val="libAlaemChar"/>
          <w:rtl/>
        </w:rPr>
        <w:t>عليه‌السلام</w:t>
      </w:r>
      <w:r w:rsidR="007D3118">
        <w:rPr>
          <w:rtl/>
        </w:rPr>
        <w:t xml:space="preserve"> </w:t>
      </w:r>
      <w:r>
        <w:rPr>
          <w:rtl/>
        </w:rPr>
        <w:t>گفت</w:t>
      </w:r>
      <w:r w:rsidR="007D3118">
        <w:rPr>
          <w:rtl/>
        </w:rPr>
        <w:t xml:space="preserve">: </w:t>
      </w:r>
      <w:r>
        <w:rPr>
          <w:rtl/>
        </w:rPr>
        <w:t>هيچ يك از خاندان ما براى دفع ستم يا اقامه حق پيش از قيام قائم خروج نكرده و نخواهد كرد</w:t>
      </w:r>
      <w:r w:rsidR="007D3118">
        <w:rPr>
          <w:rtl/>
        </w:rPr>
        <w:t xml:space="preserve">، </w:t>
      </w:r>
      <w:r>
        <w:rPr>
          <w:rtl/>
        </w:rPr>
        <w:t>مگر از پاى در آيد و فتار و شكنجه و آزار ما و شيعيان ما را بيشتر گرداند</w:t>
      </w:r>
      <w:r w:rsidR="007D3118">
        <w:rPr>
          <w:rtl/>
        </w:rPr>
        <w:t xml:space="preserve">. </w:t>
      </w:r>
    </w:p>
    <w:p w:rsidR="00587D34" w:rsidRDefault="00587D34" w:rsidP="00587D34">
      <w:pPr>
        <w:pStyle w:val="libNormal"/>
        <w:rPr>
          <w:rtl/>
        </w:rPr>
      </w:pPr>
      <w:r>
        <w:rPr>
          <w:rtl/>
        </w:rPr>
        <w:t>متوكل بن هارون گفت</w:t>
      </w:r>
      <w:r w:rsidR="007D3118">
        <w:rPr>
          <w:rtl/>
        </w:rPr>
        <w:t xml:space="preserve">: </w:t>
      </w:r>
      <w:r>
        <w:rPr>
          <w:rtl/>
        </w:rPr>
        <w:t xml:space="preserve">پس از آن ابوعبدالله </w:t>
      </w:r>
      <w:r w:rsidR="000C598D" w:rsidRPr="000C598D">
        <w:rPr>
          <w:rStyle w:val="libAlaemChar"/>
          <w:rtl/>
        </w:rPr>
        <w:t>عليه‌السلام</w:t>
      </w:r>
      <w:r w:rsidR="007D3118">
        <w:rPr>
          <w:rtl/>
        </w:rPr>
        <w:t xml:space="preserve"> </w:t>
      </w:r>
      <w:r>
        <w:rPr>
          <w:rtl/>
        </w:rPr>
        <w:t>دعاها را املاء فرمود</w:t>
      </w:r>
      <w:r w:rsidR="007D3118">
        <w:rPr>
          <w:rtl/>
        </w:rPr>
        <w:t xml:space="preserve">: </w:t>
      </w:r>
      <w:r>
        <w:rPr>
          <w:rtl/>
        </w:rPr>
        <w:t xml:space="preserve">و آن ها هفتاد و پنج باب است </w:t>
      </w:r>
      <w:r w:rsidRPr="00AA3CBA">
        <w:rPr>
          <w:rStyle w:val="libFootnotenumChar"/>
          <w:rtl/>
        </w:rPr>
        <w:t>(17</w:t>
      </w:r>
      <w:r w:rsidR="007D3118" w:rsidRPr="00AA3CBA">
        <w:rPr>
          <w:rStyle w:val="libFootnotenumChar"/>
          <w:rtl/>
        </w:rPr>
        <w:t>)</w:t>
      </w:r>
      <w:r>
        <w:rPr>
          <w:rtl/>
        </w:rPr>
        <w:t xml:space="preserve"> يازده باب از دست رفت و چند باب را نگاه داشتم</w:t>
      </w:r>
      <w:r w:rsidR="007D3118">
        <w:rPr>
          <w:rtl/>
        </w:rPr>
        <w:t xml:space="preserve">. </w:t>
      </w:r>
    </w:p>
    <w:p w:rsidR="00587D34" w:rsidRDefault="00587D34" w:rsidP="00587D34">
      <w:pPr>
        <w:pStyle w:val="libNormal"/>
        <w:rPr>
          <w:rtl/>
        </w:rPr>
      </w:pPr>
      <w:r>
        <w:rPr>
          <w:rtl/>
        </w:rPr>
        <w:t>حديث كرد ما را ابوالفض</w:t>
      </w:r>
      <w:r w:rsidR="007D3118">
        <w:rPr>
          <w:rtl/>
        </w:rPr>
        <w:t xml:space="preserve">، </w:t>
      </w:r>
      <w:r w:rsidRPr="00AA3CBA">
        <w:rPr>
          <w:rStyle w:val="libFootnotenumChar"/>
          <w:rtl/>
        </w:rPr>
        <w:t>(18</w:t>
      </w:r>
      <w:r w:rsidR="007D3118" w:rsidRPr="00AA3CBA">
        <w:rPr>
          <w:rStyle w:val="libFootnotenumChar"/>
          <w:rtl/>
        </w:rPr>
        <w:t>)</w:t>
      </w:r>
      <w:r>
        <w:rPr>
          <w:rtl/>
        </w:rPr>
        <w:t xml:space="preserve"> گفت</w:t>
      </w:r>
      <w:r w:rsidR="007D3118">
        <w:rPr>
          <w:rtl/>
        </w:rPr>
        <w:t xml:space="preserve">: </w:t>
      </w:r>
      <w:r>
        <w:rPr>
          <w:rtl/>
        </w:rPr>
        <w:t xml:space="preserve">حديث كرد مرا محمد بن حسن بن روزبه </w:t>
      </w:r>
      <w:r w:rsidRPr="00AA3CBA">
        <w:rPr>
          <w:rStyle w:val="libFootnotenumChar"/>
          <w:rtl/>
        </w:rPr>
        <w:t>(19</w:t>
      </w:r>
      <w:r w:rsidR="007D3118" w:rsidRPr="00AA3CBA">
        <w:rPr>
          <w:rStyle w:val="libFootnotenumChar"/>
          <w:rtl/>
        </w:rPr>
        <w:t>)</w:t>
      </w:r>
      <w:r>
        <w:rPr>
          <w:rtl/>
        </w:rPr>
        <w:t xml:space="preserve"> ابوبكر مدائنى كاتب ساكن رحبه </w:t>
      </w:r>
      <w:r w:rsidRPr="00AA3CBA">
        <w:rPr>
          <w:rStyle w:val="libFootnotenumChar"/>
          <w:rtl/>
        </w:rPr>
        <w:t>(20</w:t>
      </w:r>
      <w:r w:rsidR="007D3118" w:rsidRPr="00AA3CBA">
        <w:rPr>
          <w:rStyle w:val="libFootnotenumChar"/>
          <w:rtl/>
        </w:rPr>
        <w:t>)</w:t>
      </w:r>
      <w:r>
        <w:rPr>
          <w:rtl/>
        </w:rPr>
        <w:t xml:space="preserve"> در سراى خود گفت</w:t>
      </w:r>
      <w:r w:rsidR="007D3118">
        <w:rPr>
          <w:rtl/>
        </w:rPr>
        <w:t xml:space="preserve">: </w:t>
      </w:r>
      <w:r>
        <w:rPr>
          <w:rtl/>
        </w:rPr>
        <w:t>حديث كرد مرا محمد ابن احمد بن مسلم مطهرى</w:t>
      </w:r>
      <w:r w:rsidR="007D3118">
        <w:rPr>
          <w:rtl/>
        </w:rPr>
        <w:t xml:space="preserve">. </w:t>
      </w:r>
      <w:r>
        <w:rPr>
          <w:rtl/>
        </w:rPr>
        <w:t>گفت</w:t>
      </w:r>
      <w:r w:rsidR="007D3118">
        <w:rPr>
          <w:rtl/>
        </w:rPr>
        <w:t xml:space="preserve">: </w:t>
      </w:r>
      <w:r>
        <w:rPr>
          <w:rtl/>
        </w:rPr>
        <w:t>حديث كرد مرا پدرم از عمير بن متوكل بلخى از پدرش متوكل بن هارون گفت</w:t>
      </w:r>
      <w:r w:rsidR="007D3118">
        <w:rPr>
          <w:rtl/>
        </w:rPr>
        <w:t xml:space="preserve">: </w:t>
      </w:r>
      <w:r>
        <w:rPr>
          <w:rtl/>
        </w:rPr>
        <w:t>ملاقات كردم يحيى بن زيد بن على را و همين حديث را بالتمام نقل كرد تا رؤ ياى پيغمبر (</w:t>
      </w:r>
      <w:r w:rsidR="00865B4A" w:rsidRPr="00865B4A">
        <w:rPr>
          <w:rStyle w:val="libAlaemChar"/>
          <w:rtl/>
        </w:rPr>
        <w:t>صلى‌الله‌عليه‌وآله‌وسلم</w:t>
      </w:r>
      <w:r w:rsidR="007D3118">
        <w:rPr>
          <w:rtl/>
        </w:rPr>
        <w:t xml:space="preserve">) </w:t>
      </w:r>
      <w:r>
        <w:rPr>
          <w:rtl/>
        </w:rPr>
        <w:t xml:space="preserve">كه جعفر بن </w:t>
      </w:r>
      <w:r>
        <w:rPr>
          <w:rtl/>
        </w:rPr>
        <w:lastRenderedPageBreak/>
        <w:t xml:space="preserve">محمد </w:t>
      </w:r>
      <w:r w:rsidR="00412306" w:rsidRPr="00412306">
        <w:rPr>
          <w:rStyle w:val="libAlaemChar"/>
          <w:rtl/>
        </w:rPr>
        <w:t>عليهما‌السلام</w:t>
      </w:r>
      <w:r w:rsidR="007D3118">
        <w:rPr>
          <w:rtl/>
        </w:rPr>
        <w:t xml:space="preserve"> </w:t>
      </w:r>
      <w:r>
        <w:rPr>
          <w:rtl/>
        </w:rPr>
        <w:t>از پدرانش روايت كرده</w:t>
      </w:r>
      <w:r w:rsidR="007D3118">
        <w:rPr>
          <w:rtl/>
        </w:rPr>
        <w:t xml:space="preserve">، </w:t>
      </w:r>
      <w:r>
        <w:rPr>
          <w:rtl/>
        </w:rPr>
        <w:t>و در روايت مطهرى ابواب را به خصوص ذكر كرده است كه عبارتند از</w:t>
      </w:r>
      <w:r w:rsidR="007D3118">
        <w:rPr>
          <w:rtl/>
        </w:rPr>
        <w:t xml:space="preserve">: </w:t>
      </w:r>
    </w:p>
    <w:p w:rsidR="00587D34" w:rsidRDefault="00587D34" w:rsidP="00587D34">
      <w:pPr>
        <w:pStyle w:val="libNormal"/>
        <w:rPr>
          <w:rtl/>
        </w:rPr>
      </w:pPr>
      <w:r>
        <w:rPr>
          <w:rtl/>
        </w:rPr>
        <w:t>1- سپاس خداوند جل و اعلا</w:t>
      </w:r>
      <w:r w:rsidR="007D3118">
        <w:rPr>
          <w:rtl/>
        </w:rPr>
        <w:t xml:space="preserve">. </w:t>
      </w:r>
    </w:p>
    <w:p w:rsidR="00587D34" w:rsidRDefault="00587D34" w:rsidP="00587D34">
      <w:pPr>
        <w:pStyle w:val="libNormal"/>
        <w:rPr>
          <w:rtl/>
        </w:rPr>
      </w:pPr>
      <w:r>
        <w:rPr>
          <w:rtl/>
        </w:rPr>
        <w:t>2- درود بر محمد و آل محمّد او</w:t>
      </w:r>
      <w:r w:rsidR="007D3118">
        <w:rPr>
          <w:rtl/>
        </w:rPr>
        <w:t xml:space="preserve">. </w:t>
      </w:r>
    </w:p>
    <w:p w:rsidR="00587D34" w:rsidRDefault="00587D34" w:rsidP="00587D34">
      <w:pPr>
        <w:pStyle w:val="libNormal"/>
        <w:rPr>
          <w:rtl/>
        </w:rPr>
      </w:pPr>
      <w:r>
        <w:rPr>
          <w:rtl/>
        </w:rPr>
        <w:t>3- درود بر حاملان عرش</w:t>
      </w:r>
      <w:r w:rsidR="007D3118">
        <w:rPr>
          <w:rtl/>
        </w:rPr>
        <w:t xml:space="preserve">. </w:t>
      </w:r>
    </w:p>
    <w:p w:rsidR="00587D34" w:rsidRDefault="00587D34" w:rsidP="00587D34">
      <w:pPr>
        <w:pStyle w:val="libNormal"/>
        <w:rPr>
          <w:rtl/>
        </w:rPr>
      </w:pPr>
      <w:r>
        <w:rPr>
          <w:rtl/>
        </w:rPr>
        <w:t>4- درود بر مؤمنين به پيغمبران</w:t>
      </w:r>
      <w:r w:rsidR="007D3118">
        <w:rPr>
          <w:rtl/>
        </w:rPr>
        <w:t xml:space="preserve">. </w:t>
      </w:r>
    </w:p>
    <w:p w:rsidR="00587D34" w:rsidRDefault="00587D34" w:rsidP="00587D34">
      <w:pPr>
        <w:pStyle w:val="libNormal"/>
        <w:rPr>
          <w:rtl/>
        </w:rPr>
      </w:pPr>
      <w:r>
        <w:rPr>
          <w:rtl/>
        </w:rPr>
        <w:t>5- دعاى درباره خود و كسان خود</w:t>
      </w:r>
      <w:r w:rsidR="007D3118">
        <w:rPr>
          <w:rtl/>
        </w:rPr>
        <w:t xml:space="preserve">. </w:t>
      </w:r>
    </w:p>
    <w:p w:rsidR="00587D34" w:rsidRDefault="00587D34" w:rsidP="00587D34">
      <w:pPr>
        <w:pStyle w:val="libNormal"/>
        <w:rPr>
          <w:rtl/>
        </w:rPr>
      </w:pPr>
      <w:r>
        <w:rPr>
          <w:rtl/>
        </w:rPr>
        <w:t>6- دعاى هنگام صبح و شام</w:t>
      </w:r>
      <w:r w:rsidR="007D3118">
        <w:rPr>
          <w:rtl/>
        </w:rPr>
        <w:t xml:space="preserve">. </w:t>
      </w:r>
    </w:p>
    <w:p w:rsidR="00587D34" w:rsidRDefault="00587D34" w:rsidP="00587D34">
      <w:pPr>
        <w:pStyle w:val="libNormal"/>
        <w:rPr>
          <w:rtl/>
        </w:rPr>
      </w:pPr>
      <w:r>
        <w:rPr>
          <w:rtl/>
        </w:rPr>
        <w:t>7- دعاى در حوائج مهمه</w:t>
      </w:r>
      <w:r w:rsidR="007D3118">
        <w:rPr>
          <w:rtl/>
        </w:rPr>
        <w:t xml:space="preserve">. </w:t>
      </w:r>
    </w:p>
    <w:p w:rsidR="00587D34" w:rsidRDefault="00587D34" w:rsidP="00587D34">
      <w:pPr>
        <w:pStyle w:val="libNormal"/>
        <w:rPr>
          <w:rtl/>
        </w:rPr>
      </w:pPr>
      <w:r>
        <w:rPr>
          <w:rtl/>
        </w:rPr>
        <w:t>8- دعاى در پناه بردن به خدا</w:t>
      </w:r>
      <w:r w:rsidR="007D3118">
        <w:rPr>
          <w:rtl/>
        </w:rPr>
        <w:t xml:space="preserve">. </w:t>
      </w:r>
    </w:p>
    <w:p w:rsidR="00587D34" w:rsidRDefault="00587D34" w:rsidP="00587D34">
      <w:pPr>
        <w:pStyle w:val="libNormal"/>
        <w:rPr>
          <w:rtl/>
        </w:rPr>
      </w:pPr>
      <w:r>
        <w:rPr>
          <w:rtl/>
        </w:rPr>
        <w:t>9- دعاى در اظهار شوق آمرزش</w:t>
      </w:r>
      <w:r w:rsidR="007D3118">
        <w:rPr>
          <w:rtl/>
        </w:rPr>
        <w:t xml:space="preserve">. </w:t>
      </w:r>
    </w:p>
    <w:p w:rsidR="00587D34" w:rsidRDefault="00587D34" w:rsidP="00587D34">
      <w:pPr>
        <w:pStyle w:val="libNormal"/>
        <w:rPr>
          <w:rtl/>
        </w:rPr>
      </w:pPr>
      <w:r>
        <w:rPr>
          <w:rtl/>
        </w:rPr>
        <w:t>10- دعاى در التجاء به خداوند</w:t>
      </w:r>
      <w:r w:rsidR="007D3118">
        <w:rPr>
          <w:rtl/>
        </w:rPr>
        <w:t xml:space="preserve">. </w:t>
      </w:r>
    </w:p>
    <w:p w:rsidR="00587D34" w:rsidRDefault="00587D34" w:rsidP="00587D34">
      <w:pPr>
        <w:pStyle w:val="libNormal"/>
        <w:rPr>
          <w:rtl/>
        </w:rPr>
      </w:pPr>
      <w:r>
        <w:rPr>
          <w:rtl/>
        </w:rPr>
        <w:t>11- دعاى طلب عاقبت خير</w:t>
      </w:r>
      <w:r w:rsidR="007D3118">
        <w:rPr>
          <w:rtl/>
        </w:rPr>
        <w:t xml:space="preserve">. </w:t>
      </w:r>
    </w:p>
    <w:p w:rsidR="00587D34" w:rsidRDefault="00587D34" w:rsidP="00587D34">
      <w:pPr>
        <w:pStyle w:val="libNormal"/>
        <w:rPr>
          <w:rtl/>
        </w:rPr>
      </w:pPr>
      <w:r>
        <w:rPr>
          <w:rtl/>
        </w:rPr>
        <w:t>12- دعاى در اعتراف به قصور</w:t>
      </w:r>
      <w:r w:rsidR="007D3118">
        <w:rPr>
          <w:rtl/>
        </w:rPr>
        <w:t xml:space="preserve">. </w:t>
      </w:r>
    </w:p>
    <w:p w:rsidR="00587D34" w:rsidRDefault="00587D34" w:rsidP="00587D34">
      <w:pPr>
        <w:pStyle w:val="libNormal"/>
        <w:rPr>
          <w:rtl/>
        </w:rPr>
      </w:pPr>
      <w:r>
        <w:rPr>
          <w:rtl/>
        </w:rPr>
        <w:t>13- دعاى در حاجت خواستن</w:t>
      </w:r>
      <w:r w:rsidR="007D3118">
        <w:rPr>
          <w:rtl/>
        </w:rPr>
        <w:t xml:space="preserve">. </w:t>
      </w:r>
    </w:p>
    <w:p w:rsidR="00587D34" w:rsidRDefault="00587D34" w:rsidP="00587D34">
      <w:pPr>
        <w:pStyle w:val="libNormal"/>
        <w:rPr>
          <w:rtl/>
        </w:rPr>
      </w:pPr>
      <w:r>
        <w:rPr>
          <w:rtl/>
        </w:rPr>
        <w:t>14- دعاى در شكايت از ظالمان</w:t>
      </w:r>
      <w:r w:rsidR="007D3118">
        <w:rPr>
          <w:rtl/>
        </w:rPr>
        <w:t xml:space="preserve">. </w:t>
      </w:r>
    </w:p>
    <w:p w:rsidR="00587D34" w:rsidRDefault="00587D34" w:rsidP="00587D34">
      <w:pPr>
        <w:pStyle w:val="libNormal"/>
        <w:rPr>
          <w:rtl/>
        </w:rPr>
      </w:pPr>
      <w:r>
        <w:rPr>
          <w:rtl/>
        </w:rPr>
        <w:t>15- دعاى هنگام بيمارى</w:t>
      </w:r>
      <w:r w:rsidR="007D3118">
        <w:rPr>
          <w:rtl/>
        </w:rPr>
        <w:t xml:space="preserve">. </w:t>
      </w:r>
    </w:p>
    <w:p w:rsidR="00587D34" w:rsidRDefault="00587D34" w:rsidP="00587D34">
      <w:pPr>
        <w:pStyle w:val="libNormal"/>
        <w:rPr>
          <w:rtl/>
        </w:rPr>
      </w:pPr>
      <w:r>
        <w:rPr>
          <w:rtl/>
        </w:rPr>
        <w:t>16- دعاى در طلب آمرزش</w:t>
      </w:r>
      <w:r w:rsidR="007D3118">
        <w:rPr>
          <w:rtl/>
        </w:rPr>
        <w:t xml:space="preserve">. </w:t>
      </w:r>
    </w:p>
    <w:p w:rsidR="00587D34" w:rsidRDefault="00587D34" w:rsidP="00587D34">
      <w:pPr>
        <w:pStyle w:val="libNormal"/>
        <w:rPr>
          <w:rtl/>
        </w:rPr>
      </w:pPr>
      <w:r>
        <w:rPr>
          <w:rtl/>
        </w:rPr>
        <w:t>17- نفرين بر شيطان</w:t>
      </w:r>
      <w:r w:rsidR="007D3118">
        <w:rPr>
          <w:rtl/>
        </w:rPr>
        <w:t xml:space="preserve">. </w:t>
      </w:r>
    </w:p>
    <w:p w:rsidR="00587D34" w:rsidRDefault="00587D34" w:rsidP="00587D34">
      <w:pPr>
        <w:pStyle w:val="libNormal"/>
        <w:rPr>
          <w:rtl/>
        </w:rPr>
      </w:pPr>
      <w:r>
        <w:rPr>
          <w:rtl/>
        </w:rPr>
        <w:t>18- دعاى در دفع محذورات</w:t>
      </w:r>
      <w:r w:rsidR="007D3118">
        <w:rPr>
          <w:rtl/>
        </w:rPr>
        <w:t xml:space="preserve">. </w:t>
      </w:r>
    </w:p>
    <w:p w:rsidR="00587D34" w:rsidRDefault="00587D34" w:rsidP="00587D34">
      <w:pPr>
        <w:pStyle w:val="libNormal"/>
        <w:rPr>
          <w:rtl/>
        </w:rPr>
      </w:pPr>
      <w:r>
        <w:rPr>
          <w:rtl/>
        </w:rPr>
        <w:t>19- دعاى در طلب باران</w:t>
      </w:r>
      <w:r w:rsidR="007D3118">
        <w:rPr>
          <w:rtl/>
        </w:rPr>
        <w:t xml:space="preserve">. </w:t>
      </w:r>
    </w:p>
    <w:p w:rsidR="00587D34" w:rsidRDefault="00587D34" w:rsidP="00587D34">
      <w:pPr>
        <w:pStyle w:val="libNormal"/>
        <w:rPr>
          <w:rtl/>
        </w:rPr>
      </w:pPr>
      <w:r>
        <w:rPr>
          <w:rtl/>
        </w:rPr>
        <w:t>20- دعاى براى تحصيل اخلاق نيك</w:t>
      </w:r>
      <w:r w:rsidR="007D3118">
        <w:rPr>
          <w:rtl/>
        </w:rPr>
        <w:t xml:space="preserve">. </w:t>
      </w:r>
    </w:p>
    <w:p w:rsidR="00587D34" w:rsidRDefault="00587D34" w:rsidP="00587D34">
      <w:pPr>
        <w:pStyle w:val="libNormal"/>
        <w:rPr>
          <w:rtl/>
        </w:rPr>
      </w:pPr>
      <w:r>
        <w:rPr>
          <w:rtl/>
        </w:rPr>
        <w:lastRenderedPageBreak/>
        <w:t>21- دعاى هنگامى كه اندوهگين مى شد</w:t>
      </w:r>
      <w:r w:rsidR="007D3118">
        <w:rPr>
          <w:rtl/>
        </w:rPr>
        <w:t xml:space="preserve">. </w:t>
      </w:r>
    </w:p>
    <w:p w:rsidR="00587D34" w:rsidRDefault="00587D34" w:rsidP="00587D34">
      <w:pPr>
        <w:pStyle w:val="libNormal"/>
        <w:rPr>
          <w:rtl/>
        </w:rPr>
      </w:pPr>
      <w:r>
        <w:rPr>
          <w:rtl/>
        </w:rPr>
        <w:t>22- دعاى در سختى</w:t>
      </w:r>
      <w:r w:rsidR="007D3118">
        <w:rPr>
          <w:rtl/>
        </w:rPr>
        <w:t xml:space="preserve">. </w:t>
      </w:r>
    </w:p>
    <w:p w:rsidR="00587D34" w:rsidRDefault="00587D34" w:rsidP="00587D34">
      <w:pPr>
        <w:pStyle w:val="libNormal"/>
        <w:rPr>
          <w:rtl/>
        </w:rPr>
      </w:pPr>
      <w:r>
        <w:rPr>
          <w:rtl/>
        </w:rPr>
        <w:t>23- دعاى در طلب عافيت</w:t>
      </w:r>
      <w:r w:rsidR="007D3118">
        <w:rPr>
          <w:rtl/>
        </w:rPr>
        <w:t xml:space="preserve">. </w:t>
      </w:r>
    </w:p>
    <w:p w:rsidR="00587D34" w:rsidRDefault="00587D34" w:rsidP="00587D34">
      <w:pPr>
        <w:pStyle w:val="libNormal"/>
        <w:rPr>
          <w:rtl/>
        </w:rPr>
      </w:pPr>
      <w:r>
        <w:rPr>
          <w:rtl/>
        </w:rPr>
        <w:t>24- دعاى درباره پدر و مادر</w:t>
      </w:r>
      <w:r w:rsidR="007D3118">
        <w:rPr>
          <w:rtl/>
        </w:rPr>
        <w:t xml:space="preserve">. </w:t>
      </w:r>
    </w:p>
    <w:p w:rsidR="00587D34" w:rsidRDefault="00587D34" w:rsidP="00587D34">
      <w:pPr>
        <w:pStyle w:val="libNormal"/>
        <w:rPr>
          <w:rtl/>
        </w:rPr>
      </w:pPr>
      <w:r>
        <w:rPr>
          <w:rtl/>
        </w:rPr>
        <w:t>25- دعاى درباره فرزندانش</w:t>
      </w:r>
      <w:r w:rsidR="007D3118">
        <w:rPr>
          <w:rtl/>
        </w:rPr>
        <w:t xml:space="preserve">. </w:t>
      </w:r>
    </w:p>
    <w:p w:rsidR="00587D34" w:rsidRDefault="00587D34" w:rsidP="00587D34">
      <w:pPr>
        <w:pStyle w:val="libNormal"/>
        <w:rPr>
          <w:rtl/>
        </w:rPr>
      </w:pPr>
      <w:r>
        <w:rPr>
          <w:rtl/>
        </w:rPr>
        <w:t>26- دعاى براى همسايگان</w:t>
      </w:r>
      <w:r w:rsidR="007D3118">
        <w:rPr>
          <w:rtl/>
        </w:rPr>
        <w:t xml:space="preserve">. </w:t>
      </w:r>
    </w:p>
    <w:p w:rsidR="00587D34" w:rsidRDefault="00587D34" w:rsidP="00587D34">
      <w:pPr>
        <w:pStyle w:val="libNormal"/>
        <w:rPr>
          <w:rtl/>
        </w:rPr>
      </w:pPr>
      <w:r>
        <w:rPr>
          <w:rtl/>
        </w:rPr>
        <w:t>27- دعاى براى مرزداران</w:t>
      </w:r>
      <w:r w:rsidR="007D3118">
        <w:rPr>
          <w:rtl/>
        </w:rPr>
        <w:t xml:space="preserve">. </w:t>
      </w:r>
    </w:p>
    <w:p w:rsidR="00587D34" w:rsidRDefault="00587D34" w:rsidP="00587D34">
      <w:pPr>
        <w:pStyle w:val="libNormal"/>
        <w:rPr>
          <w:rtl/>
        </w:rPr>
      </w:pPr>
      <w:r>
        <w:rPr>
          <w:rtl/>
        </w:rPr>
        <w:t>28- دعاى در اظهار ترس و خوف</w:t>
      </w:r>
      <w:r w:rsidR="007D3118">
        <w:rPr>
          <w:rtl/>
        </w:rPr>
        <w:t xml:space="preserve">. </w:t>
      </w:r>
    </w:p>
    <w:p w:rsidR="00587D34" w:rsidRDefault="00587D34" w:rsidP="00587D34">
      <w:pPr>
        <w:pStyle w:val="libNormal"/>
        <w:rPr>
          <w:rtl/>
        </w:rPr>
      </w:pPr>
      <w:r>
        <w:rPr>
          <w:rtl/>
        </w:rPr>
        <w:t>29- دعاى هنگامى كه روزى بر او تنگ ميشد</w:t>
      </w:r>
      <w:r w:rsidR="007D3118">
        <w:rPr>
          <w:rtl/>
        </w:rPr>
        <w:t xml:space="preserve">. </w:t>
      </w:r>
    </w:p>
    <w:p w:rsidR="00587D34" w:rsidRDefault="00587D34" w:rsidP="00587D34">
      <w:pPr>
        <w:pStyle w:val="libNormal"/>
        <w:rPr>
          <w:rtl/>
        </w:rPr>
      </w:pPr>
      <w:r>
        <w:rPr>
          <w:rtl/>
        </w:rPr>
        <w:t>30- دعاى در استعانت براى اداى دين</w:t>
      </w:r>
      <w:r w:rsidR="007D3118">
        <w:rPr>
          <w:rtl/>
        </w:rPr>
        <w:t xml:space="preserve">. </w:t>
      </w:r>
    </w:p>
    <w:p w:rsidR="00587D34" w:rsidRDefault="00587D34" w:rsidP="00587D34">
      <w:pPr>
        <w:pStyle w:val="libNormal"/>
        <w:rPr>
          <w:rtl/>
        </w:rPr>
      </w:pPr>
      <w:r>
        <w:rPr>
          <w:rtl/>
        </w:rPr>
        <w:t>31- دعاى در توبه</w:t>
      </w:r>
      <w:r w:rsidR="007D3118">
        <w:rPr>
          <w:rtl/>
        </w:rPr>
        <w:t xml:space="preserve">. </w:t>
      </w:r>
    </w:p>
    <w:p w:rsidR="00587D34" w:rsidRDefault="00587D34" w:rsidP="00587D34">
      <w:pPr>
        <w:pStyle w:val="libNormal"/>
        <w:rPr>
          <w:rtl/>
        </w:rPr>
      </w:pPr>
      <w:r>
        <w:rPr>
          <w:rtl/>
        </w:rPr>
        <w:t>32- دعاى در نماز شب</w:t>
      </w:r>
      <w:r w:rsidR="007D3118">
        <w:rPr>
          <w:rtl/>
        </w:rPr>
        <w:t xml:space="preserve">. </w:t>
      </w:r>
    </w:p>
    <w:p w:rsidR="00587D34" w:rsidRDefault="00587D34" w:rsidP="00587D34">
      <w:pPr>
        <w:pStyle w:val="libNormal"/>
        <w:rPr>
          <w:rtl/>
        </w:rPr>
      </w:pPr>
      <w:r>
        <w:rPr>
          <w:rtl/>
        </w:rPr>
        <w:t>33- دعاى در استخاره</w:t>
      </w:r>
      <w:r w:rsidR="007D3118">
        <w:rPr>
          <w:rtl/>
        </w:rPr>
        <w:t xml:space="preserve">. </w:t>
      </w:r>
    </w:p>
    <w:p w:rsidR="00587D34" w:rsidRDefault="00587D34" w:rsidP="00587D34">
      <w:pPr>
        <w:pStyle w:val="libNormal"/>
        <w:rPr>
          <w:rtl/>
        </w:rPr>
      </w:pPr>
      <w:r>
        <w:rPr>
          <w:rtl/>
        </w:rPr>
        <w:t>34- دعاى وقتى كسى را مبتلا به رسوايى گناه مى ديد</w:t>
      </w:r>
      <w:r w:rsidR="007D3118">
        <w:rPr>
          <w:rtl/>
        </w:rPr>
        <w:t xml:space="preserve">. </w:t>
      </w:r>
    </w:p>
    <w:p w:rsidR="00587D34" w:rsidRDefault="00587D34" w:rsidP="00587D34">
      <w:pPr>
        <w:pStyle w:val="libNormal"/>
        <w:rPr>
          <w:rtl/>
        </w:rPr>
      </w:pPr>
      <w:r>
        <w:rPr>
          <w:rtl/>
        </w:rPr>
        <w:t>35- دعاى در رضا به قضا</w:t>
      </w:r>
      <w:r w:rsidR="007D3118">
        <w:rPr>
          <w:rtl/>
        </w:rPr>
        <w:t xml:space="preserve">. </w:t>
      </w:r>
    </w:p>
    <w:p w:rsidR="00587D34" w:rsidRDefault="00587D34" w:rsidP="00587D34">
      <w:pPr>
        <w:pStyle w:val="libNormal"/>
        <w:rPr>
          <w:rtl/>
        </w:rPr>
      </w:pPr>
      <w:r>
        <w:rPr>
          <w:rtl/>
        </w:rPr>
        <w:t>36- دعاى هنگام شنيدن رعد</w:t>
      </w:r>
      <w:r w:rsidR="007D3118">
        <w:rPr>
          <w:rtl/>
        </w:rPr>
        <w:t xml:space="preserve">. </w:t>
      </w:r>
    </w:p>
    <w:p w:rsidR="00587D34" w:rsidRDefault="00587D34" w:rsidP="00587D34">
      <w:pPr>
        <w:pStyle w:val="libNormal"/>
        <w:rPr>
          <w:rtl/>
        </w:rPr>
      </w:pPr>
      <w:r>
        <w:rPr>
          <w:rtl/>
        </w:rPr>
        <w:t>37- دعاى در شكر خداوند</w:t>
      </w:r>
      <w:r w:rsidR="007D3118">
        <w:rPr>
          <w:rtl/>
        </w:rPr>
        <w:t xml:space="preserve">. </w:t>
      </w:r>
    </w:p>
    <w:p w:rsidR="00587D34" w:rsidRDefault="00587D34" w:rsidP="00587D34">
      <w:pPr>
        <w:pStyle w:val="libNormal"/>
        <w:rPr>
          <w:rtl/>
        </w:rPr>
      </w:pPr>
      <w:r>
        <w:rPr>
          <w:rtl/>
        </w:rPr>
        <w:t>38- دعاى در عذر خواهى</w:t>
      </w:r>
      <w:r w:rsidR="007D3118">
        <w:rPr>
          <w:rtl/>
        </w:rPr>
        <w:t xml:space="preserve">. </w:t>
      </w:r>
    </w:p>
    <w:p w:rsidR="00587D34" w:rsidRDefault="00587D34" w:rsidP="00587D34">
      <w:pPr>
        <w:pStyle w:val="libNormal"/>
        <w:rPr>
          <w:rtl/>
        </w:rPr>
      </w:pPr>
      <w:r>
        <w:rPr>
          <w:rtl/>
        </w:rPr>
        <w:t>39- دعاى در طلب عفو</w:t>
      </w:r>
      <w:r w:rsidR="007D3118">
        <w:rPr>
          <w:rtl/>
        </w:rPr>
        <w:t xml:space="preserve">. </w:t>
      </w:r>
    </w:p>
    <w:p w:rsidR="00587D34" w:rsidRDefault="00587D34" w:rsidP="00587D34">
      <w:pPr>
        <w:pStyle w:val="libNormal"/>
        <w:rPr>
          <w:rtl/>
        </w:rPr>
      </w:pPr>
      <w:r>
        <w:rPr>
          <w:rtl/>
        </w:rPr>
        <w:t>40- دعاى چون ياد مرگ مى كرد</w:t>
      </w:r>
      <w:r w:rsidR="007D3118">
        <w:rPr>
          <w:rtl/>
        </w:rPr>
        <w:t xml:space="preserve">. </w:t>
      </w:r>
    </w:p>
    <w:p w:rsidR="00587D34" w:rsidRDefault="00587D34" w:rsidP="00587D34">
      <w:pPr>
        <w:pStyle w:val="libNormal"/>
        <w:rPr>
          <w:rtl/>
        </w:rPr>
      </w:pPr>
      <w:r>
        <w:rPr>
          <w:rtl/>
        </w:rPr>
        <w:t>41- دعاى در طلب ستر و محفوظ ماندن</w:t>
      </w:r>
      <w:r w:rsidR="007D3118">
        <w:rPr>
          <w:rtl/>
        </w:rPr>
        <w:t xml:space="preserve">. </w:t>
      </w:r>
    </w:p>
    <w:p w:rsidR="00587D34" w:rsidRDefault="00587D34" w:rsidP="00587D34">
      <w:pPr>
        <w:pStyle w:val="libNormal"/>
        <w:rPr>
          <w:rtl/>
        </w:rPr>
      </w:pPr>
      <w:r>
        <w:rPr>
          <w:rtl/>
        </w:rPr>
        <w:t>42- دعاى ختم قرآن</w:t>
      </w:r>
      <w:r w:rsidR="007D3118">
        <w:rPr>
          <w:rtl/>
        </w:rPr>
        <w:t xml:space="preserve">. </w:t>
      </w:r>
    </w:p>
    <w:p w:rsidR="00587D34" w:rsidRDefault="00587D34" w:rsidP="00587D34">
      <w:pPr>
        <w:pStyle w:val="libNormal"/>
        <w:rPr>
          <w:rtl/>
        </w:rPr>
      </w:pPr>
      <w:r>
        <w:rPr>
          <w:rtl/>
        </w:rPr>
        <w:lastRenderedPageBreak/>
        <w:t>43- دعاى هنگام ديدن ماه نو</w:t>
      </w:r>
      <w:r w:rsidR="007D3118">
        <w:rPr>
          <w:rtl/>
        </w:rPr>
        <w:t xml:space="preserve">. </w:t>
      </w:r>
    </w:p>
    <w:p w:rsidR="00587D34" w:rsidRDefault="00587D34" w:rsidP="00587D34">
      <w:pPr>
        <w:pStyle w:val="libNormal"/>
        <w:rPr>
          <w:rtl/>
        </w:rPr>
      </w:pPr>
      <w:r>
        <w:rPr>
          <w:rtl/>
        </w:rPr>
        <w:t>44- دعاى براى آمدن ماه رمضان</w:t>
      </w:r>
      <w:r w:rsidR="007D3118">
        <w:rPr>
          <w:rtl/>
        </w:rPr>
        <w:t xml:space="preserve">. </w:t>
      </w:r>
    </w:p>
    <w:p w:rsidR="00587D34" w:rsidRDefault="00587D34" w:rsidP="00587D34">
      <w:pPr>
        <w:pStyle w:val="libNormal"/>
        <w:rPr>
          <w:rtl/>
        </w:rPr>
      </w:pPr>
      <w:r>
        <w:rPr>
          <w:rtl/>
        </w:rPr>
        <w:t>45- دعاى وداع ماه رمضان</w:t>
      </w:r>
      <w:r w:rsidR="007D3118">
        <w:rPr>
          <w:rtl/>
        </w:rPr>
        <w:t xml:space="preserve">. </w:t>
      </w:r>
    </w:p>
    <w:p w:rsidR="00587D34" w:rsidRDefault="00587D34" w:rsidP="00587D34">
      <w:pPr>
        <w:pStyle w:val="libNormal"/>
        <w:rPr>
          <w:rtl/>
        </w:rPr>
      </w:pPr>
      <w:r>
        <w:rPr>
          <w:rtl/>
        </w:rPr>
        <w:t>46- دعاى عيدين فطر و جمعه</w:t>
      </w:r>
      <w:r w:rsidR="007D3118">
        <w:rPr>
          <w:rtl/>
        </w:rPr>
        <w:t xml:space="preserve">. </w:t>
      </w:r>
    </w:p>
    <w:p w:rsidR="00587D34" w:rsidRDefault="00587D34" w:rsidP="00587D34">
      <w:pPr>
        <w:pStyle w:val="libNormal"/>
        <w:rPr>
          <w:rtl/>
        </w:rPr>
      </w:pPr>
      <w:r>
        <w:rPr>
          <w:rtl/>
        </w:rPr>
        <w:t>47- دعاى روز عرفه</w:t>
      </w:r>
      <w:r w:rsidR="007D3118">
        <w:rPr>
          <w:rtl/>
        </w:rPr>
        <w:t xml:space="preserve">. </w:t>
      </w:r>
    </w:p>
    <w:p w:rsidR="00587D34" w:rsidRDefault="00587D34" w:rsidP="00587D34">
      <w:pPr>
        <w:pStyle w:val="libNormal"/>
        <w:rPr>
          <w:rtl/>
        </w:rPr>
      </w:pPr>
      <w:r>
        <w:rPr>
          <w:rtl/>
        </w:rPr>
        <w:t>48- دعاى عيد قربان و جمعه</w:t>
      </w:r>
      <w:r w:rsidR="007D3118">
        <w:rPr>
          <w:rtl/>
        </w:rPr>
        <w:t xml:space="preserve">. </w:t>
      </w:r>
    </w:p>
    <w:p w:rsidR="00587D34" w:rsidRDefault="00587D34" w:rsidP="00587D34">
      <w:pPr>
        <w:pStyle w:val="libNormal"/>
        <w:rPr>
          <w:rtl/>
        </w:rPr>
      </w:pPr>
      <w:r>
        <w:rPr>
          <w:rtl/>
        </w:rPr>
        <w:t>49- دعاى براى دفع مكر دشمنان</w:t>
      </w:r>
      <w:r w:rsidR="007D3118">
        <w:rPr>
          <w:rtl/>
        </w:rPr>
        <w:t xml:space="preserve">. </w:t>
      </w:r>
    </w:p>
    <w:p w:rsidR="00587D34" w:rsidRDefault="00587D34" w:rsidP="00587D34">
      <w:pPr>
        <w:pStyle w:val="libNormal"/>
        <w:rPr>
          <w:rtl/>
        </w:rPr>
      </w:pPr>
      <w:r>
        <w:rPr>
          <w:rtl/>
        </w:rPr>
        <w:t>50- دعاى هنگام ترس</w:t>
      </w:r>
      <w:r w:rsidR="007D3118">
        <w:rPr>
          <w:rtl/>
        </w:rPr>
        <w:t xml:space="preserve">. </w:t>
      </w:r>
    </w:p>
    <w:p w:rsidR="00587D34" w:rsidRDefault="00587D34" w:rsidP="00587D34">
      <w:pPr>
        <w:pStyle w:val="libNormal"/>
        <w:rPr>
          <w:rtl/>
        </w:rPr>
      </w:pPr>
      <w:r>
        <w:rPr>
          <w:rtl/>
        </w:rPr>
        <w:t>51- دعاى هنگام تضرع و زارى</w:t>
      </w:r>
      <w:r w:rsidR="007D3118">
        <w:rPr>
          <w:rtl/>
        </w:rPr>
        <w:t xml:space="preserve">. </w:t>
      </w:r>
    </w:p>
    <w:p w:rsidR="00587D34" w:rsidRDefault="00587D34" w:rsidP="00587D34">
      <w:pPr>
        <w:pStyle w:val="libNormal"/>
        <w:rPr>
          <w:rtl/>
        </w:rPr>
      </w:pPr>
      <w:r>
        <w:rPr>
          <w:rtl/>
        </w:rPr>
        <w:t>52- دعاى در الحاح و استرحام</w:t>
      </w:r>
      <w:r w:rsidR="007D3118">
        <w:rPr>
          <w:rtl/>
        </w:rPr>
        <w:t xml:space="preserve">. </w:t>
      </w:r>
    </w:p>
    <w:p w:rsidR="00587D34" w:rsidRDefault="00587D34" w:rsidP="00587D34">
      <w:pPr>
        <w:pStyle w:val="libNormal"/>
        <w:rPr>
          <w:rtl/>
        </w:rPr>
      </w:pPr>
      <w:r>
        <w:rPr>
          <w:rtl/>
        </w:rPr>
        <w:t>53- دعا در فروتنى</w:t>
      </w:r>
      <w:r w:rsidR="007D3118">
        <w:rPr>
          <w:rtl/>
        </w:rPr>
        <w:t xml:space="preserve">. </w:t>
      </w:r>
    </w:p>
    <w:p w:rsidR="00587D34" w:rsidRDefault="00587D34" w:rsidP="00587D34">
      <w:pPr>
        <w:pStyle w:val="libNormal"/>
        <w:rPr>
          <w:rtl/>
        </w:rPr>
      </w:pPr>
      <w:r>
        <w:rPr>
          <w:rtl/>
        </w:rPr>
        <w:t>54- دعا در طلب رفع غم</w:t>
      </w:r>
      <w:r w:rsidR="007D3118">
        <w:rPr>
          <w:rtl/>
        </w:rPr>
        <w:t xml:space="preserve">. </w:t>
      </w:r>
    </w:p>
    <w:p w:rsidR="00587D34" w:rsidRDefault="00587D34" w:rsidP="00587D34">
      <w:pPr>
        <w:pStyle w:val="libNormal"/>
        <w:rPr>
          <w:rtl/>
        </w:rPr>
      </w:pPr>
      <w:r>
        <w:rPr>
          <w:rtl/>
        </w:rPr>
        <w:t>باب هاى ديگر به لفظ اءبى عبد اللَّه حسنى رحمه اللَّه است</w:t>
      </w:r>
      <w:r w:rsidR="007D3118">
        <w:rPr>
          <w:rtl/>
        </w:rPr>
        <w:t xml:space="preserve">. </w:t>
      </w:r>
    </w:p>
    <w:p w:rsidR="00587D34" w:rsidRDefault="00587D34" w:rsidP="00587D34">
      <w:pPr>
        <w:pStyle w:val="libNormal"/>
        <w:rPr>
          <w:rtl/>
        </w:rPr>
      </w:pPr>
      <w:r>
        <w:rPr>
          <w:rtl/>
        </w:rPr>
        <w:t>حديث كرد ما را اءبو عبد اللَّه جعفر بن محمّد حسنى</w:t>
      </w:r>
      <w:r w:rsidR="007D3118">
        <w:rPr>
          <w:rtl/>
        </w:rPr>
        <w:t xml:space="preserve">. </w:t>
      </w:r>
    </w:p>
    <w:p w:rsidR="00587D34" w:rsidRDefault="00587D34" w:rsidP="00587D34">
      <w:pPr>
        <w:pStyle w:val="libNormal"/>
        <w:rPr>
          <w:rtl/>
        </w:rPr>
      </w:pPr>
      <w:r>
        <w:rPr>
          <w:rtl/>
        </w:rPr>
        <w:t>گويد</w:t>
      </w:r>
      <w:r w:rsidR="007D3118">
        <w:rPr>
          <w:rtl/>
        </w:rPr>
        <w:t xml:space="preserve">: </w:t>
      </w:r>
      <w:r>
        <w:rPr>
          <w:rtl/>
        </w:rPr>
        <w:t>حديث كرد براى ما عبد اللَّه بن عمر بن خطاب زيّات</w:t>
      </w:r>
      <w:r w:rsidR="007D3118">
        <w:rPr>
          <w:rtl/>
        </w:rPr>
        <w:t xml:space="preserve">. </w:t>
      </w:r>
    </w:p>
    <w:p w:rsidR="00587D34" w:rsidRDefault="00587D34" w:rsidP="00587D34">
      <w:pPr>
        <w:pStyle w:val="libNormal"/>
        <w:rPr>
          <w:rtl/>
        </w:rPr>
      </w:pPr>
      <w:r>
        <w:rPr>
          <w:rtl/>
        </w:rPr>
        <w:t>گفت</w:t>
      </w:r>
      <w:r w:rsidR="007D3118">
        <w:rPr>
          <w:rtl/>
        </w:rPr>
        <w:t xml:space="preserve">: </w:t>
      </w:r>
      <w:r>
        <w:rPr>
          <w:rtl/>
        </w:rPr>
        <w:t>حديث كرد مرا خال من على بن نعمان اعلم</w:t>
      </w:r>
      <w:r w:rsidR="007D3118">
        <w:rPr>
          <w:rtl/>
        </w:rPr>
        <w:t xml:space="preserve">. </w:t>
      </w:r>
    </w:p>
    <w:p w:rsidR="00587D34" w:rsidRDefault="00587D34" w:rsidP="00587D34">
      <w:pPr>
        <w:pStyle w:val="libNormal"/>
        <w:rPr>
          <w:rtl/>
        </w:rPr>
      </w:pPr>
      <w:r>
        <w:rPr>
          <w:rtl/>
        </w:rPr>
        <w:t>گفت</w:t>
      </w:r>
      <w:r w:rsidR="007D3118">
        <w:rPr>
          <w:rtl/>
        </w:rPr>
        <w:t xml:space="preserve">: </w:t>
      </w:r>
      <w:r>
        <w:rPr>
          <w:rtl/>
        </w:rPr>
        <w:t>حديث كرد مرا عمير بن متوكل ثقفى بلخى</w:t>
      </w:r>
      <w:r w:rsidR="007D3118">
        <w:rPr>
          <w:rtl/>
        </w:rPr>
        <w:t xml:space="preserve">، </w:t>
      </w:r>
      <w:r>
        <w:rPr>
          <w:rtl/>
        </w:rPr>
        <w:t>از پدرش متوكل بن هارون</w:t>
      </w:r>
      <w:r w:rsidR="007D3118">
        <w:rPr>
          <w:rtl/>
        </w:rPr>
        <w:t xml:space="preserve">. </w:t>
      </w:r>
    </w:p>
    <w:p w:rsidR="00587D34" w:rsidRDefault="00587D34" w:rsidP="00587D34">
      <w:pPr>
        <w:pStyle w:val="libNormal"/>
        <w:rPr>
          <w:rtl/>
        </w:rPr>
      </w:pPr>
      <w:r>
        <w:rPr>
          <w:rtl/>
        </w:rPr>
        <w:t>گفت</w:t>
      </w:r>
      <w:r w:rsidR="007D3118">
        <w:rPr>
          <w:rtl/>
        </w:rPr>
        <w:t xml:space="preserve">: </w:t>
      </w:r>
      <w:r>
        <w:rPr>
          <w:rtl/>
        </w:rPr>
        <w:t xml:space="preserve">املا كرد بر من سيد من اءبو عبد اللَّه جعفر بن محمد الصادق </w:t>
      </w:r>
      <w:r w:rsidR="000C598D" w:rsidRPr="000C598D">
        <w:rPr>
          <w:rStyle w:val="libAlaemChar"/>
          <w:rtl/>
        </w:rPr>
        <w:t>عليه‌السلام</w:t>
      </w:r>
      <w:r w:rsidR="007D3118">
        <w:rPr>
          <w:rtl/>
        </w:rPr>
        <w:t xml:space="preserve"> . </w:t>
      </w:r>
    </w:p>
    <w:p w:rsidR="00587D34" w:rsidRDefault="00587D34" w:rsidP="00587D34">
      <w:pPr>
        <w:pStyle w:val="libNormal"/>
        <w:rPr>
          <w:rtl/>
        </w:rPr>
      </w:pPr>
      <w:r>
        <w:rPr>
          <w:rtl/>
        </w:rPr>
        <w:t>گفت</w:t>
      </w:r>
      <w:r w:rsidR="007D3118">
        <w:rPr>
          <w:rtl/>
        </w:rPr>
        <w:t xml:space="preserve">: </w:t>
      </w:r>
      <w:r>
        <w:rPr>
          <w:rtl/>
        </w:rPr>
        <w:t xml:space="preserve">املا كرد جد من على بن الحسين بر پدرم محمّد بن على </w:t>
      </w:r>
      <w:r w:rsidR="00412306" w:rsidRPr="00412306">
        <w:rPr>
          <w:rStyle w:val="libAlaemChar"/>
          <w:rtl/>
        </w:rPr>
        <w:t>عليهما‌السلام</w:t>
      </w:r>
      <w:r w:rsidR="007D3118">
        <w:rPr>
          <w:rtl/>
        </w:rPr>
        <w:t xml:space="preserve"> </w:t>
      </w:r>
      <w:r>
        <w:rPr>
          <w:rtl/>
        </w:rPr>
        <w:t>در حضور من اين (اين دعاها را</w:t>
      </w:r>
      <w:r w:rsidR="007D3118">
        <w:rPr>
          <w:rtl/>
        </w:rPr>
        <w:t xml:space="preserve">) . </w:t>
      </w:r>
    </w:p>
    <w:p w:rsidR="00587D34" w:rsidRDefault="004A7447" w:rsidP="004C63D0">
      <w:pPr>
        <w:pStyle w:val="Heading2"/>
        <w:rPr>
          <w:rtl/>
        </w:rPr>
      </w:pPr>
      <w:r>
        <w:br w:type="page"/>
      </w:r>
      <w:bookmarkStart w:id="6" w:name="_Toc394915135"/>
      <w:r w:rsidR="00AA3CBA">
        <w:lastRenderedPageBreak/>
        <w:t>1</w:t>
      </w:r>
      <w:r w:rsidR="00AA3CBA">
        <w:rPr>
          <w:rtl/>
        </w:rPr>
        <w:t xml:space="preserve"> وَ كَانَ مِنْ دُعَائِهِ عَلَيْهِ السَّلامُ إِذَا ابْتَدَأَ بِالدُّعَاءِ بَدَأَ بِالتَّحْمِيدِ لِلَّهِ عَزَّ وَ جَلَّ وَ الثَّنَاءِ عَلَيْهِ، فَقَالَ:</w:t>
      </w:r>
      <w:bookmarkEnd w:id="6"/>
      <w:r w:rsidR="00AA3CBA">
        <w:rPr>
          <w:rtl/>
        </w:rPr>
        <w:t xml:space="preserve"> </w:t>
      </w:r>
    </w:p>
    <w:p w:rsidR="00587D34" w:rsidRDefault="00587D34" w:rsidP="00587D34">
      <w:pPr>
        <w:pStyle w:val="libNormal"/>
        <w:rPr>
          <w:rtl/>
        </w:rPr>
      </w:pPr>
      <w:r>
        <w:rPr>
          <w:rtl/>
        </w:rPr>
        <w:t>(1</w:t>
      </w:r>
      <w:r w:rsidR="007D3118">
        <w:rPr>
          <w:rtl/>
        </w:rPr>
        <w:t xml:space="preserve">) </w:t>
      </w:r>
      <w:r>
        <w:rPr>
          <w:rtl/>
        </w:rPr>
        <w:t>الْحَمْدُ لِلَّهِ الْأَوَّلِ بِلا أَوَّلٍ كَانَ قَبْلَهُ</w:t>
      </w:r>
      <w:r w:rsidR="007D3118">
        <w:rPr>
          <w:rtl/>
        </w:rPr>
        <w:t xml:space="preserve">، </w:t>
      </w:r>
      <w:r>
        <w:rPr>
          <w:rtl/>
        </w:rPr>
        <w:t>وَ الاْخِرِ بِلا آخِرٍ يَكُونُ بَعْدَهُ</w:t>
      </w:r>
    </w:p>
    <w:p w:rsidR="00587D34" w:rsidRDefault="00587D34" w:rsidP="00587D34">
      <w:pPr>
        <w:pStyle w:val="libNormal"/>
        <w:rPr>
          <w:rtl/>
        </w:rPr>
      </w:pPr>
      <w:r>
        <w:rPr>
          <w:rtl/>
        </w:rPr>
        <w:t>(2</w:t>
      </w:r>
      <w:r w:rsidR="007D3118">
        <w:rPr>
          <w:rtl/>
        </w:rPr>
        <w:t xml:space="preserve">) </w:t>
      </w:r>
      <w:r>
        <w:rPr>
          <w:rtl/>
        </w:rPr>
        <w:t>الَّذِى قَصُرَتْ عَنْ رُؤْيَتِهِ أَبْصَارُ النَّاظِرِينَ</w:t>
      </w:r>
      <w:r w:rsidR="007D3118">
        <w:rPr>
          <w:rtl/>
        </w:rPr>
        <w:t xml:space="preserve">، </w:t>
      </w:r>
      <w:r>
        <w:rPr>
          <w:rtl/>
        </w:rPr>
        <w:t>وَ عَجَزَتْ عَنْ نَعْتِهِ أَوْهَامُ الْوَاصِفِينَ</w:t>
      </w:r>
      <w:r w:rsidR="007D3118">
        <w:rPr>
          <w:rtl/>
        </w:rPr>
        <w:t xml:space="preserve">. </w:t>
      </w:r>
    </w:p>
    <w:p w:rsidR="00587D34" w:rsidRDefault="00587D34" w:rsidP="00587D34">
      <w:pPr>
        <w:pStyle w:val="libNormal"/>
        <w:rPr>
          <w:rtl/>
        </w:rPr>
      </w:pPr>
      <w:r>
        <w:rPr>
          <w:rtl/>
        </w:rPr>
        <w:t>(3</w:t>
      </w:r>
      <w:r w:rsidR="007D3118">
        <w:rPr>
          <w:rtl/>
        </w:rPr>
        <w:t xml:space="preserve">) </w:t>
      </w:r>
      <w:r>
        <w:rPr>
          <w:rtl/>
        </w:rPr>
        <w:t>ابْتَدَعَ بِقُدْرَتِهِ الْخَلْقَ ابْتِدَاعا</w:t>
      </w:r>
      <w:r w:rsidR="007D3118">
        <w:rPr>
          <w:rtl/>
        </w:rPr>
        <w:t xml:space="preserve">، </w:t>
      </w:r>
      <w:r>
        <w:rPr>
          <w:rtl/>
        </w:rPr>
        <w:t>وَ اخْتَرَعَهُمْ عَلَى مَشِيَّتِهِ اخْتِرَاعا</w:t>
      </w:r>
      <w:r w:rsidR="007D3118">
        <w:rPr>
          <w:rtl/>
        </w:rPr>
        <w:t xml:space="preserve">. </w:t>
      </w:r>
    </w:p>
    <w:p w:rsidR="00587D34" w:rsidRDefault="00587D34" w:rsidP="00587D34">
      <w:pPr>
        <w:pStyle w:val="libNormal"/>
        <w:rPr>
          <w:rtl/>
        </w:rPr>
      </w:pPr>
      <w:r>
        <w:rPr>
          <w:rtl/>
        </w:rPr>
        <w:t>(4</w:t>
      </w:r>
      <w:r w:rsidR="007D3118">
        <w:rPr>
          <w:rtl/>
        </w:rPr>
        <w:t xml:space="preserve">) </w:t>
      </w:r>
      <w:r>
        <w:rPr>
          <w:rtl/>
        </w:rPr>
        <w:t>ثُمَّ سَلَكَ بِهِمْ طَرِيقَ إِرَادَتِهِ</w:t>
      </w:r>
      <w:r w:rsidR="007D3118">
        <w:rPr>
          <w:rtl/>
        </w:rPr>
        <w:t xml:space="preserve">، </w:t>
      </w:r>
      <w:r>
        <w:rPr>
          <w:rtl/>
        </w:rPr>
        <w:t>وَ بَعَثَهُمْ فِى سَبِيلِ مَحَبَّتِهِ</w:t>
      </w:r>
      <w:r w:rsidR="007D3118">
        <w:rPr>
          <w:rtl/>
        </w:rPr>
        <w:t xml:space="preserve">، </w:t>
      </w:r>
      <w:r>
        <w:rPr>
          <w:rtl/>
        </w:rPr>
        <w:t xml:space="preserve">لا يَمْلِكُونَ </w:t>
      </w:r>
      <w:r w:rsidR="00F57255">
        <w:rPr>
          <w:rtl/>
        </w:rPr>
        <w:t>تأخیر</w:t>
      </w:r>
      <w:r>
        <w:rPr>
          <w:rtl/>
        </w:rPr>
        <w:t>ا عَمَّا قَدَّمَهُمْ إِلَيْهِ</w:t>
      </w:r>
      <w:r w:rsidR="007D3118">
        <w:rPr>
          <w:rtl/>
        </w:rPr>
        <w:t xml:space="preserve">، </w:t>
      </w:r>
      <w:r>
        <w:rPr>
          <w:rtl/>
        </w:rPr>
        <w:t>وَ لا يَسْتَطِيعُونَ تَقَدُّما إِلَى مَا أَخَّرَهُمْ عَنْهُ</w:t>
      </w:r>
      <w:r w:rsidR="007D3118">
        <w:rPr>
          <w:rtl/>
        </w:rPr>
        <w:t xml:space="preserve">. </w:t>
      </w:r>
    </w:p>
    <w:p w:rsidR="00587D34" w:rsidRDefault="00587D34" w:rsidP="00587D34">
      <w:pPr>
        <w:pStyle w:val="libNormal"/>
        <w:rPr>
          <w:rtl/>
        </w:rPr>
      </w:pPr>
      <w:r>
        <w:rPr>
          <w:rtl/>
        </w:rPr>
        <w:t>(5</w:t>
      </w:r>
      <w:r w:rsidR="007D3118">
        <w:rPr>
          <w:rtl/>
        </w:rPr>
        <w:t xml:space="preserve">) </w:t>
      </w:r>
      <w:r>
        <w:rPr>
          <w:rtl/>
        </w:rPr>
        <w:t>وَ جَعَلَ لِكُلِّ رُوحٍ مِنْهُمْ قُوتا مَعْلُوما مَقْسُوما مِنْ رِزْقِهِ</w:t>
      </w:r>
      <w:r w:rsidR="007D3118">
        <w:rPr>
          <w:rtl/>
        </w:rPr>
        <w:t xml:space="preserve">، </w:t>
      </w:r>
      <w:r>
        <w:rPr>
          <w:rtl/>
        </w:rPr>
        <w:t>لا يَنْقُصُ مَنْ زَادَهُ نَاقِصٌ</w:t>
      </w:r>
      <w:r w:rsidR="007D3118">
        <w:rPr>
          <w:rtl/>
        </w:rPr>
        <w:t xml:space="preserve">، </w:t>
      </w:r>
      <w:r>
        <w:rPr>
          <w:rtl/>
        </w:rPr>
        <w:t>وَ لا يَزِيدُ مَنْ نَقَصَ مِنْهُمْ زَائِدٌ</w:t>
      </w:r>
      <w:r w:rsidR="007D3118">
        <w:rPr>
          <w:rtl/>
        </w:rPr>
        <w:t xml:space="preserve">. </w:t>
      </w:r>
    </w:p>
    <w:p w:rsidR="00587D34" w:rsidRDefault="00587D34" w:rsidP="00587D34">
      <w:pPr>
        <w:pStyle w:val="libNormal"/>
        <w:rPr>
          <w:rtl/>
        </w:rPr>
      </w:pPr>
      <w:r>
        <w:rPr>
          <w:rtl/>
        </w:rPr>
        <w:t>(6</w:t>
      </w:r>
      <w:r w:rsidR="007D3118">
        <w:rPr>
          <w:rtl/>
        </w:rPr>
        <w:t xml:space="preserve">) </w:t>
      </w:r>
      <w:r>
        <w:rPr>
          <w:rtl/>
        </w:rPr>
        <w:t>ثُمَّ ضَرَبَ لَهُ فِى الْحَيَاةِ أَجَلا مَوْقُوتا</w:t>
      </w:r>
      <w:r w:rsidR="007D3118">
        <w:rPr>
          <w:rtl/>
        </w:rPr>
        <w:t xml:space="preserve">، </w:t>
      </w:r>
      <w:r>
        <w:rPr>
          <w:rtl/>
        </w:rPr>
        <w:t>وَ نَصَبَ لَهُ أَمَدا مَحْدُودا</w:t>
      </w:r>
      <w:r w:rsidR="007D3118">
        <w:rPr>
          <w:rtl/>
        </w:rPr>
        <w:t xml:space="preserve">، </w:t>
      </w:r>
      <w:r>
        <w:rPr>
          <w:rtl/>
        </w:rPr>
        <w:t>يَتَخَطَّأ هُ إِلَيْهِ بِأَيَّامِ عُمُرِهِ</w:t>
      </w:r>
      <w:r w:rsidR="007D3118">
        <w:rPr>
          <w:rtl/>
        </w:rPr>
        <w:t xml:space="preserve">، </w:t>
      </w:r>
      <w:r>
        <w:rPr>
          <w:rtl/>
        </w:rPr>
        <w:t>وَ يَرْهَقُهُ بِأَعْوَامِ دَهْرِهِ</w:t>
      </w:r>
      <w:r w:rsidR="007D3118">
        <w:rPr>
          <w:rtl/>
        </w:rPr>
        <w:t xml:space="preserve">، </w:t>
      </w:r>
      <w:r>
        <w:rPr>
          <w:rtl/>
        </w:rPr>
        <w:t>حَتَّى إِذَا بَلَغَ أَقْصَى أَثَرِهِ</w:t>
      </w:r>
      <w:r w:rsidR="007D3118">
        <w:rPr>
          <w:rtl/>
        </w:rPr>
        <w:t xml:space="preserve">، </w:t>
      </w:r>
      <w:r>
        <w:rPr>
          <w:rtl/>
        </w:rPr>
        <w:t>وَ اسْتَوْعَبَ حِسَابَ عُمُرِهِ</w:t>
      </w:r>
      <w:r w:rsidR="007D3118">
        <w:rPr>
          <w:rtl/>
        </w:rPr>
        <w:t xml:space="preserve">، </w:t>
      </w:r>
      <w:r>
        <w:rPr>
          <w:rtl/>
        </w:rPr>
        <w:t>قَبَضَهُ إِلَى مَا نَدَبَهُ إِلَيْهِ مِنْ مَوْفُورِ ثَوَابِهِ</w:t>
      </w:r>
      <w:r w:rsidR="007D3118">
        <w:rPr>
          <w:rtl/>
        </w:rPr>
        <w:t xml:space="preserve">، </w:t>
      </w:r>
      <w:r>
        <w:rPr>
          <w:rtl/>
        </w:rPr>
        <w:t>أَوْ مَحْذُورِ عِقَابِهِ</w:t>
      </w:r>
      <w:r w:rsidR="007D3118">
        <w:rPr>
          <w:rtl/>
        </w:rPr>
        <w:t xml:space="preserve">، </w:t>
      </w:r>
      <w:r>
        <w:rPr>
          <w:rtl/>
        </w:rPr>
        <w:t>لِيَجْزِىَ الَّذِينَ أَسَاءُوا بِمَا عَمِلُوا وَ يَجْزِىَ الَّذِينَ أَحْسَنُوا بِالْحُسْنَى</w:t>
      </w:r>
      <w:r w:rsidR="007D3118">
        <w:rPr>
          <w:rtl/>
        </w:rPr>
        <w:t xml:space="preserve">. </w:t>
      </w:r>
    </w:p>
    <w:p w:rsidR="00587D34" w:rsidRDefault="00587D34" w:rsidP="00587D34">
      <w:pPr>
        <w:pStyle w:val="libNormal"/>
        <w:rPr>
          <w:rtl/>
        </w:rPr>
      </w:pPr>
      <w:r>
        <w:rPr>
          <w:rtl/>
        </w:rPr>
        <w:t>(7</w:t>
      </w:r>
      <w:r w:rsidR="007D3118">
        <w:rPr>
          <w:rtl/>
        </w:rPr>
        <w:t xml:space="preserve">) </w:t>
      </w:r>
      <w:r>
        <w:rPr>
          <w:rtl/>
        </w:rPr>
        <w:t>عَدْلا مِنْهُ</w:t>
      </w:r>
      <w:r w:rsidR="007D3118">
        <w:rPr>
          <w:rtl/>
        </w:rPr>
        <w:t xml:space="preserve">، </w:t>
      </w:r>
      <w:r>
        <w:rPr>
          <w:rtl/>
        </w:rPr>
        <w:t>تَقَدَّسَتْ أَسْمَاؤُهُ</w:t>
      </w:r>
      <w:r w:rsidR="007D3118">
        <w:rPr>
          <w:rtl/>
        </w:rPr>
        <w:t xml:space="preserve">، </w:t>
      </w:r>
      <w:r>
        <w:rPr>
          <w:rtl/>
        </w:rPr>
        <w:t>وَ تَظاهَرَتْ آلاؤُهُ</w:t>
      </w:r>
      <w:r w:rsidR="007D3118">
        <w:rPr>
          <w:rtl/>
        </w:rPr>
        <w:t xml:space="preserve">، </w:t>
      </w:r>
      <w:r>
        <w:rPr>
          <w:rtl/>
        </w:rPr>
        <w:t>لا يُسْأَلُ عَمَّا يَفْعَلُ وَ هُمْ يُسْأَلُونَ</w:t>
      </w:r>
      <w:r w:rsidR="007D3118">
        <w:rPr>
          <w:rtl/>
        </w:rPr>
        <w:t xml:space="preserve">. </w:t>
      </w:r>
    </w:p>
    <w:p w:rsidR="00587D34" w:rsidRDefault="00587D34" w:rsidP="00587D34">
      <w:pPr>
        <w:pStyle w:val="libNormal"/>
        <w:rPr>
          <w:rtl/>
        </w:rPr>
      </w:pPr>
      <w:r>
        <w:rPr>
          <w:rtl/>
        </w:rPr>
        <w:t>(8</w:t>
      </w:r>
      <w:r w:rsidR="007D3118">
        <w:rPr>
          <w:rtl/>
        </w:rPr>
        <w:t xml:space="preserve">) </w:t>
      </w:r>
      <w:r>
        <w:rPr>
          <w:rtl/>
        </w:rPr>
        <w:t>وَ الْحَمْدُ لِلَّهِ الَّذِى لَوْ حَبَسَ عَنْ عِبَادِهِ مَعْرِفَةَ حَمْدِهِ عَلَى مَا أَبْلاهُمْ مِنْ مِنَنِهِ الْمُتَتَابِعَةِ</w:t>
      </w:r>
      <w:r w:rsidR="007D3118">
        <w:rPr>
          <w:rtl/>
        </w:rPr>
        <w:t xml:space="preserve">، </w:t>
      </w:r>
      <w:r>
        <w:rPr>
          <w:rtl/>
        </w:rPr>
        <w:t>وَ أَسْبَغَ عَلَيْهِمْ مِنْ نِعَمِهِ الْمُتَظَاهِرَةِ</w:t>
      </w:r>
      <w:r w:rsidR="007D3118">
        <w:rPr>
          <w:rtl/>
        </w:rPr>
        <w:t xml:space="preserve">، </w:t>
      </w:r>
      <w:r>
        <w:rPr>
          <w:rtl/>
        </w:rPr>
        <w:t>لَتَصَرَّفُوا فِى مِنَنِهِ فَلَمْ يَحْمَدُوهُ</w:t>
      </w:r>
      <w:r w:rsidR="007D3118">
        <w:rPr>
          <w:rtl/>
        </w:rPr>
        <w:t xml:space="preserve">، </w:t>
      </w:r>
      <w:r>
        <w:rPr>
          <w:rtl/>
        </w:rPr>
        <w:t>وَ تَوَسَّعُوا فِى رِزْقِهِ فَلَمْ يَشْكُرُوهُ</w:t>
      </w:r>
      <w:r w:rsidR="007D3118">
        <w:rPr>
          <w:rtl/>
        </w:rPr>
        <w:t xml:space="preserve">. </w:t>
      </w:r>
    </w:p>
    <w:p w:rsidR="00587D34" w:rsidRDefault="00587D34" w:rsidP="00587D34">
      <w:pPr>
        <w:pStyle w:val="libNormal"/>
        <w:rPr>
          <w:rtl/>
        </w:rPr>
      </w:pPr>
      <w:r>
        <w:rPr>
          <w:rtl/>
        </w:rPr>
        <w:t>(9</w:t>
      </w:r>
      <w:r w:rsidR="007D3118">
        <w:rPr>
          <w:rtl/>
        </w:rPr>
        <w:t xml:space="preserve">) </w:t>
      </w:r>
      <w:r>
        <w:rPr>
          <w:rtl/>
        </w:rPr>
        <w:t>وَ لَوْ كَانُوا كَذَلِكَ لَخَرَجُوا مِنْ حُدُودِ الْإِنْسَانِيَّةِ إِلَى حَدِّ الْبَهِيمِيَّةِ فَكَانُوا كَمَا وَصَفَ فِى مُحْكَمِ كِتَابِهِ</w:t>
      </w:r>
      <w:r w:rsidR="007D3118">
        <w:rPr>
          <w:rtl/>
        </w:rPr>
        <w:t xml:space="preserve">: </w:t>
      </w:r>
      <w:r>
        <w:rPr>
          <w:rtl/>
        </w:rPr>
        <w:t>«إِنْ هُمْ إِلا كَالْأَنْعَامِ بَلْ هُمْ أَضَلُّ سَبِيلا</w:t>
      </w:r>
      <w:r w:rsidR="007D3118">
        <w:rPr>
          <w:rtl/>
        </w:rPr>
        <w:t xml:space="preserve">. </w:t>
      </w:r>
      <w:r>
        <w:rPr>
          <w:rtl/>
        </w:rPr>
        <w:t>»</w:t>
      </w:r>
    </w:p>
    <w:p w:rsidR="00587D34" w:rsidRDefault="00587D34" w:rsidP="00587D34">
      <w:pPr>
        <w:pStyle w:val="libNormal"/>
        <w:rPr>
          <w:rtl/>
        </w:rPr>
      </w:pPr>
      <w:r>
        <w:rPr>
          <w:rtl/>
        </w:rPr>
        <w:lastRenderedPageBreak/>
        <w:t>(10</w:t>
      </w:r>
      <w:r w:rsidR="007D3118">
        <w:rPr>
          <w:rtl/>
        </w:rPr>
        <w:t xml:space="preserve">) </w:t>
      </w:r>
      <w:r>
        <w:rPr>
          <w:rtl/>
        </w:rPr>
        <w:t>وَ الْحَمْدُ لِلَّهِ عَلَى مَا عَرَّفَنَا مِنْ نَفْسِهِ</w:t>
      </w:r>
      <w:r w:rsidR="007D3118">
        <w:rPr>
          <w:rtl/>
        </w:rPr>
        <w:t xml:space="preserve">، </w:t>
      </w:r>
      <w:r>
        <w:rPr>
          <w:rtl/>
        </w:rPr>
        <w:t>وَ أَلْهَمَنَا مِنْ شُكْرِهِ</w:t>
      </w:r>
      <w:r w:rsidR="007D3118">
        <w:rPr>
          <w:rtl/>
        </w:rPr>
        <w:t xml:space="preserve">، </w:t>
      </w:r>
      <w:r>
        <w:rPr>
          <w:rtl/>
        </w:rPr>
        <w:t>وَ فَتَحَ لَنَا مِنْ أَبْوَابِ الْعِلْمِ بِرُبُوبِيَّتِهِ</w:t>
      </w:r>
      <w:r w:rsidR="007D3118">
        <w:rPr>
          <w:rtl/>
        </w:rPr>
        <w:t xml:space="preserve">، </w:t>
      </w:r>
      <w:r>
        <w:rPr>
          <w:rtl/>
        </w:rPr>
        <w:t>وَ دَلَّنَا عَلَيْهِ مِنَ الْإِخْلاصِ لَهُ فِى تَوْحِيدِهِ</w:t>
      </w:r>
      <w:r w:rsidR="007D3118">
        <w:rPr>
          <w:rtl/>
        </w:rPr>
        <w:t xml:space="preserve">، </w:t>
      </w:r>
      <w:r>
        <w:rPr>
          <w:rtl/>
        </w:rPr>
        <w:t>وَ جَنَّبَنَا مِنَ الْإِلْحَادِ وَ الشَّكِّ فِى أَمْرِهِ</w:t>
      </w:r>
      <w:r w:rsidR="007D3118">
        <w:rPr>
          <w:rtl/>
        </w:rPr>
        <w:t xml:space="preserve">. </w:t>
      </w:r>
    </w:p>
    <w:p w:rsidR="00587D34" w:rsidRDefault="00587D34" w:rsidP="00587D34">
      <w:pPr>
        <w:pStyle w:val="libNormal"/>
        <w:rPr>
          <w:rtl/>
        </w:rPr>
      </w:pPr>
      <w:r>
        <w:rPr>
          <w:rtl/>
        </w:rPr>
        <w:t>(11</w:t>
      </w:r>
      <w:r w:rsidR="007D3118">
        <w:rPr>
          <w:rtl/>
        </w:rPr>
        <w:t xml:space="preserve">) </w:t>
      </w:r>
      <w:r>
        <w:rPr>
          <w:rtl/>
        </w:rPr>
        <w:t>حَمْدا نُعَمَّرُ بِهِ فِيمَنْ حَمِدَهُ مِنْ خَلْقِهِ</w:t>
      </w:r>
      <w:r w:rsidR="007D3118">
        <w:rPr>
          <w:rtl/>
        </w:rPr>
        <w:t xml:space="preserve">، </w:t>
      </w:r>
      <w:r>
        <w:rPr>
          <w:rtl/>
        </w:rPr>
        <w:t>وَ نَسْبِقُ بِهِ مَنْ سَبَقَ إِلَى رِضَاهُ وَ عَفْوِهِ</w:t>
      </w:r>
      <w:r w:rsidR="007D3118">
        <w:rPr>
          <w:rtl/>
        </w:rPr>
        <w:t xml:space="preserve">. </w:t>
      </w:r>
    </w:p>
    <w:p w:rsidR="00587D34" w:rsidRDefault="00587D34" w:rsidP="00587D34">
      <w:pPr>
        <w:pStyle w:val="libNormal"/>
        <w:rPr>
          <w:rtl/>
        </w:rPr>
      </w:pPr>
      <w:r>
        <w:rPr>
          <w:rtl/>
        </w:rPr>
        <w:t>(12</w:t>
      </w:r>
      <w:r w:rsidR="007D3118">
        <w:rPr>
          <w:rtl/>
        </w:rPr>
        <w:t xml:space="preserve">) </w:t>
      </w:r>
      <w:r>
        <w:rPr>
          <w:rtl/>
        </w:rPr>
        <w:t>حَمْدا يُضِى ءُ لَنَا بِهِ ظُلُمَاتِ الْبَرْزَخِ</w:t>
      </w:r>
      <w:r w:rsidR="007D3118">
        <w:rPr>
          <w:rtl/>
        </w:rPr>
        <w:t xml:space="preserve">، </w:t>
      </w:r>
      <w:r>
        <w:rPr>
          <w:rtl/>
        </w:rPr>
        <w:t>وَ يُسَهِّلُ عَلَيْنَا بِهِ سَبِيلَ الْمَبْعَثِ</w:t>
      </w:r>
      <w:r w:rsidR="007D3118">
        <w:rPr>
          <w:rtl/>
        </w:rPr>
        <w:t xml:space="preserve">، </w:t>
      </w:r>
      <w:r>
        <w:rPr>
          <w:rtl/>
        </w:rPr>
        <w:t>وَ يُشَرِّفُ بِهِ مَنَازِلَنَا عِنْدَ مَوَاقِفِ الْأَشْهَادِ</w:t>
      </w:r>
      <w:r w:rsidR="007D3118">
        <w:rPr>
          <w:rtl/>
        </w:rPr>
        <w:t xml:space="preserve">، </w:t>
      </w:r>
      <w:r>
        <w:rPr>
          <w:rtl/>
        </w:rPr>
        <w:t>يَوْمَ تُجْزَى كُلُّ نَفْسٍ بِمَا كَسَبَتْ وَ هُمْ لا يُظْلَمُونَ</w:t>
      </w:r>
      <w:r w:rsidR="007D3118">
        <w:rPr>
          <w:rtl/>
        </w:rPr>
        <w:t xml:space="preserve">، </w:t>
      </w:r>
      <w:r>
        <w:rPr>
          <w:rtl/>
        </w:rPr>
        <w:t>يَوْمَ لا يُغْنِى مَوْلًى عَنْ مَوْلًى شَيْئا وَ لا هُمْ يُنْصَرُونَ</w:t>
      </w:r>
      <w:r w:rsidR="007D3118">
        <w:rPr>
          <w:rtl/>
        </w:rPr>
        <w:t xml:space="preserve">. </w:t>
      </w:r>
    </w:p>
    <w:p w:rsidR="00587D34" w:rsidRDefault="00587D34" w:rsidP="00587D34">
      <w:pPr>
        <w:pStyle w:val="libNormal"/>
        <w:rPr>
          <w:rtl/>
        </w:rPr>
      </w:pPr>
      <w:r>
        <w:rPr>
          <w:rtl/>
        </w:rPr>
        <w:t>(13</w:t>
      </w:r>
      <w:r w:rsidR="007D3118">
        <w:rPr>
          <w:rtl/>
        </w:rPr>
        <w:t xml:space="preserve">) </w:t>
      </w:r>
      <w:r>
        <w:rPr>
          <w:rtl/>
        </w:rPr>
        <w:t>حَمْدا يَرْتَفِعُ مِنَّا إِلَى أَعْلَى عِلِّيِّينَ فِى كِتَابٍ مَرْقُومٍ يَشْهَدُهُ الْمُقَرَّبُونَ</w:t>
      </w:r>
      <w:r w:rsidR="007D3118">
        <w:rPr>
          <w:rtl/>
        </w:rPr>
        <w:t xml:space="preserve">. </w:t>
      </w:r>
    </w:p>
    <w:p w:rsidR="00587D34" w:rsidRDefault="00587D34" w:rsidP="00587D34">
      <w:pPr>
        <w:pStyle w:val="libNormal"/>
        <w:rPr>
          <w:rtl/>
        </w:rPr>
      </w:pPr>
      <w:r>
        <w:rPr>
          <w:rtl/>
        </w:rPr>
        <w:t>(14</w:t>
      </w:r>
      <w:r w:rsidR="007D3118">
        <w:rPr>
          <w:rtl/>
        </w:rPr>
        <w:t xml:space="preserve">) </w:t>
      </w:r>
      <w:r>
        <w:rPr>
          <w:rtl/>
        </w:rPr>
        <w:t>حَمْدا تَقَرُّ بِهِ عُيُونُنَا إِذَا بَرِقَتِ الْأَبْصَارُ</w:t>
      </w:r>
      <w:r w:rsidR="007D3118">
        <w:rPr>
          <w:rtl/>
        </w:rPr>
        <w:t xml:space="preserve">، </w:t>
      </w:r>
      <w:r>
        <w:rPr>
          <w:rtl/>
        </w:rPr>
        <w:t>وَ تَبْيَضُّ بِهِ وُجُوهُنَا إِذَا اسْوَدَّتِ الْأَبْشَارُ</w:t>
      </w:r>
      <w:r w:rsidR="007D3118">
        <w:rPr>
          <w:rtl/>
        </w:rPr>
        <w:t xml:space="preserve">. </w:t>
      </w:r>
    </w:p>
    <w:p w:rsidR="00587D34" w:rsidRDefault="00587D34" w:rsidP="00587D34">
      <w:pPr>
        <w:pStyle w:val="libNormal"/>
        <w:rPr>
          <w:rtl/>
        </w:rPr>
      </w:pPr>
      <w:r>
        <w:rPr>
          <w:rtl/>
        </w:rPr>
        <w:t>(15</w:t>
      </w:r>
      <w:r w:rsidR="007D3118">
        <w:rPr>
          <w:rtl/>
        </w:rPr>
        <w:t xml:space="preserve">) </w:t>
      </w:r>
      <w:r>
        <w:rPr>
          <w:rtl/>
        </w:rPr>
        <w:t>حَمْدا نُعْتَقُ بِهِ مِنْ أَلِيمِ نَارِ اللَّهِ إِلَى كَرِيمِ جِوَارِ اللَّهِ</w:t>
      </w:r>
      <w:r w:rsidR="007D3118">
        <w:rPr>
          <w:rtl/>
        </w:rPr>
        <w:t xml:space="preserve">. </w:t>
      </w:r>
    </w:p>
    <w:p w:rsidR="00587D34" w:rsidRDefault="00587D34" w:rsidP="00587D34">
      <w:pPr>
        <w:pStyle w:val="libNormal"/>
        <w:rPr>
          <w:rtl/>
        </w:rPr>
      </w:pPr>
      <w:r>
        <w:rPr>
          <w:rtl/>
        </w:rPr>
        <w:t>(16</w:t>
      </w:r>
      <w:r w:rsidR="007D3118">
        <w:rPr>
          <w:rtl/>
        </w:rPr>
        <w:t xml:space="preserve">) </w:t>
      </w:r>
      <w:r>
        <w:rPr>
          <w:rtl/>
        </w:rPr>
        <w:t>حَمْدا نُزَاحِمُ بِهِ مَلائِكَتَهُ الْمُقَرَّبِينَ</w:t>
      </w:r>
      <w:r w:rsidR="007D3118">
        <w:rPr>
          <w:rtl/>
        </w:rPr>
        <w:t xml:space="preserve">، </w:t>
      </w:r>
      <w:r>
        <w:rPr>
          <w:rtl/>
        </w:rPr>
        <w:t>وَ نُضَامُّ بِهِ أَنْبِيَاءَهُ الْمُرْسَلِينَ فِى دَارِ الْمُقَامَةِ الَّتِى لا تَزُولُ</w:t>
      </w:r>
      <w:r w:rsidR="007D3118">
        <w:rPr>
          <w:rtl/>
        </w:rPr>
        <w:t xml:space="preserve">، </w:t>
      </w:r>
      <w:r>
        <w:rPr>
          <w:rtl/>
        </w:rPr>
        <w:t>وَ مَحَلِّ كَرَامَتِهِ الَّتِى لا تَحُولُ</w:t>
      </w:r>
      <w:r w:rsidR="007D3118">
        <w:rPr>
          <w:rtl/>
        </w:rPr>
        <w:t xml:space="preserve">. </w:t>
      </w:r>
    </w:p>
    <w:p w:rsidR="00587D34" w:rsidRDefault="00587D34" w:rsidP="00587D34">
      <w:pPr>
        <w:pStyle w:val="libNormal"/>
        <w:rPr>
          <w:rtl/>
        </w:rPr>
      </w:pPr>
      <w:r>
        <w:rPr>
          <w:rtl/>
        </w:rPr>
        <w:t>(17</w:t>
      </w:r>
      <w:r w:rsidR="007D3118">
        <w:rPr>
          <w:rtl/>
        </w:rPr>
        <w:t xml:space="preserve">) </w:t>
      </w:r>
      <w:r>
        <w:rPr>
          <w:rtl/>
        </w:rPr>
        <w:t>وَ الْحَمْدُ لِلَّهِ الَّذِى اخْتَارَ لَنَا مَحَاسِنَ الْخَلْقِ</w:t>
      </w:r>
      <w:r w:rsidR="007D3118">
        <w:rPr>
          <w:rtl/>
        </w:rPr>
        <w:t xml:space="preserve">، </w:t>
      </w:r>
      <w:r>
        <w:rPr>
          <w:rtl/>
        </w:rPr>
        <w:t>وَ أَجْرَى عَلَيْنَا طَيِّبَاتِ الرِّزْقِ</w:t>
      </w:r>
      <w:r w:rsidR="007D3118">
        <w:rPr>
          <w:rtl/>
        </w:rPr>
        <w:t xml:space="preserve">. </w:t>
      </w:r>
    </w:p>
    <w:p w:rsidR="00587D34" w:rsidRDefault="00587D34" w:rsidP="00587D34">
      <w:pPr>
        <w:pStyle w:val="libNormal"/>
        <w:rPr>
          <w:rtl/>
        </w:rPr>
      </w:pPr>
      <w:r>
        <w:rPr>
          <w:rtl/>
        </w:rPr>
        <w:t>(18</w:t>
      </w:r>
      <w:r w:rsidR="007D3118">
        <w:rPr>
          <w:rtl/>
        </w:rPr>
        <w:t xml:space="preserve">) </w:t>
      </w:r>
      <w:r>
        <w:rPr>
          <w:rtl/>
        </w:rPr>
        <w:t>وَ جَعَلَ لَنَا الْفَضِيلَةَ بِالْمَلَكَةِ عَلَى جَمِيعِ الْخَلْقِ</w:t>
      </w:r>
      <w:r w:rsidR="007D3118">
        <w:rPr>
          <w:rtl/>
        </w:rPr>
        <w:t xml:space="preserve">، </w:t>
      </w:r>
      <w:r>
        <w:rPr>
          <w:rtl/>
        </w:rPr>
        <w:t>فَكُلُّ خَلِيقَتِهِ مُنْقَادَةٌ لَنَا بِقُدْرَتِهِ</w:t>
      </w:r>
      <w:r w:rsidR="007D3118">
        <w:rPr>
          <w:rtl/>
        </w:rPr>
        <w:t xml:space="preserve">، </w:t>
      </w:r>
      <w:r>
        <w:rPr>
          <w:rtl/>
        </w:rPr>
        <w:t>وَ صَائِرَةٌ إِلَى طَاعَتِنَا بِعِزَّتِهِ</w:t>
      </w:r>
      <w:r w:rsidR="007D3118">
        <w:rPr>
          <w:rtl/>
        </w:rPr>
        <w:t xml:space="preserve">. </w:t>
      </w:r>
    </w:p>
    <w:p w:rsidR="00587D34" w:rsidRDefault="00587D34" w:rsidP="00587D34">
      <w:pPr>
        <w:pStyle w:val="libNormal"/>
        <w:rPr>
          <w:rtl/>
        </w:rPr>
      </w:pPr>
      <w:r>
        <w:rPr>
          <w:rtl/>
        </w:rPr>
        <w:t>(19</w:t>
      </w:r>
      <w:r w:rsidR="007D3118">
        <w:rPr>
          <w:rtl/>
        </w:rPr>
        <w:t xml:space="preserve">) </w:t>
      </w:r>
      <w:r>
        <w:rPr>
          <w:rtl/>
        </w:rPr>
        <w:t>وَ الْحَمْدُ لِلَّهِ الَّذِى أَغْلَقَ عَنَّا بَابَ الْحَاجَةِ إِلا إِلَيْهِ</w:t>
      </w:r>
      <w:r w:rsidR="007D3118">
        <w:rPr>
          <w:rtl/>
        </w:rPr>
        <w:t xml:space="preserve">، </w:t>
      </w:r>
      <w:r>
        <w:rPr>
          <w:rtl/>
        </w:rPr>
        <w:t>فَكَيْفَ نُطِيقُ حَمْدَهُ؟ أَمْ مَتَى نُؤَدِّى شُكْرَهُ؟ لا</w:t>
      </w:r>
      <w:r w:rsidR="007D3118">
        <w:rPr>
          <w:rtl/>
        </w:rPr>
        <w:t xml:space="preserve">، </w:t>
      </w:r>
      <w:r>
        <w:rPr>
          <w:rtl/>
        </w:rPr>
        <w:t>مَتَى؟</w:t>
      </w:r>
      <w:r w:rsidR="007D3118">
        <w:rPr>
          <w:rtl/>
        </w:rPr>
        <w:t xml:space="preserve">. </w:t>
      </w:r>
    </w:p>
    <w:p w:rsidR="00587D34" w:rsidRDefault="00587D34" w:rsidP="00587D34">
      <w:pPr>
        <w:pStyle w:val="libNormal"/>
        <w:rPr>
          <w:rtl/>
        </w:rPr>
      </w:pPr>
      <w:r>
        <w:rPr>
          <w:rtl/>
        </w:rPr>
        <w:t>(20</w:t>
      </w:r>
      <w:r w:rsidR="007D3118">
        <w:rPr>
          <w:rtl/>
        </w:rPr>
        <w:t xml:space="preserve">) </w:t>
      </w:r>
      <w:r>
        <w:rPr>
          <w:rtl/>
        </w:rPr>
        <w:t>وَ الْحَمْدُ لِلَّهِ الَّذِى رَكَّبَ فِينَا آلاتِ الْبَسْطِ</w:t>
      </w:r>
      <w:r w:rsidR="007D3118">
        <w:rPr>
          <w:rtl/>
        </w:rPr>
        <w:t xml:space="preserve">، </w:t>
      </w:r>
      <w:r>
        <w:rPr>
          <w:rtl/>
        </w:rPr>
        <w:t>وَ جَعَلَ لَنَا أَدَوَاتِ الْقَبْضِ</w:t>
      </w:r>
      <w:r w:rsidR="007D3118">
        <w:rPr>
          <w:rtl/>
        </w:rPr>
        <w:t xml:space="preserve">، </w:t>
      </w:r>
      <w:r>
        <w:rPr>
          <w:rtl/>
        </w:rPr>
        <w:t>وَ مَتَّعَنَا بِأَرْوَاحِ الْحَيَاةِ</w:t>
      </w:r>
      <w:r w:rsidR="007D3118">
        <w:rPr>
          <w:rtl/>
        </w:rPr>
        <w:t xml:space="preserve">، </w:t>
      </w:r>
      <w:r>
        <w:rPr>
          <w:rtl/>
        </w:rPr>
        <w:t>وَ أَثْبَتَ فِينَا جَوَارِحَ الْأَعْمَالِ</w:t>
      </w:r>
      <w:r w:rsidR="007D3118">
        <w:rPr>
          <w:rtl/>
        </w:rPr>
        <w:t xml:space="preserve">، </w:t>
      </w:r>
      <w:r>
        <w:rPr>
          <w:rtl/>
        </w:rPr>
        <w:t>وَ غَذَّانَا بِطَيِّبَاتِ الرِّزْقِ</w:t>
      </w:r>
      <w:r w:rsidR="007D3118">
        <w:rPr>
          <w:rtl/>
        </w:rPr>
        <w:t xml:space="preserve">، </w:t>
      </w:r>
      <w:r>
        <w:rPr>
          <w:rtl/>
        </w:rPr>
        <w:t>وَ أَغْنَانَا بِفَضْلِهِ</w:t>
      </w:r>
      <w:r w:rsidR="007D3118">
        <w:rPr>
          <w:rtl/>
        </w:rPr>
        <w:t xml:space="preserve">، </w:t>
      </w:r>
      <w:r>
        <w:rPr>
          <w:rtl/>
        </w:rPr>
        <w:t>وَ أَقْنَانَا بِمَنِّهِ</w:t>
      </w:r>
      <w:r w:rsidR="007D3118">
        <w:rPr>
          <w:rtl/>
        </w:rPr>
        <w:t xml:space="preserve">. </w:t>
      </w:r>
    </w:p>
    <w:p w:rsidR="00587D34" w:rsidRDefault="00587D34" w:rsidP="00587D34">
      <w:pPr>
        <w:pStyle w:val="libNormal"/>
        <w:rPr>
          <w:rtl/>
        </w:rPr>
      </w:pPr>
      <w:r>
        <w:rPr>
          <w:rtl/>
        </w:rPr>
        <w:lastRenderedPageBreak/>
        <w:t>(21</w:t>
      </w:r>
      <w:r w:rsidR="007D3118">
        <w:rPr>
          <w:rtl/>
        </w:rPr>
        <w:t xml:space="preserve">) </w:t>
      </w:r>
      <w:r>
        <w:rPr>
          <w:rtl/>
        </w:rPr>
        <w:t>ثُمَّ أَمَرَنَا لِيَخْتَبِرَ طَاعَتَنَا</w:t>
      </w:r>
      <w:r w:rsidR="007D3118">
        <w:rPr>
          <w:rtl/>
        </w:rPr>
        <w:t xml:space="preserve">، </w:t>
      </w:r>
      <w:r>
        <w:rPr>
          <w:rtl/>
        </w:rPr>
        <w:t>وَ نَهَانَا لِيَبْتَلِىَ شُكْرَنَا</w:t>
      </w:r>
      <w:r w:rsidR="007D3118">
        <w:rPr>
          <w:rtl/>
        </w:rPr>
        <w:t xml:space="preserve">، </w:t>
      </w:r>
      <w:r>
        <w:rPr>
          <w:rtl/>
        </w:rPr>
        <w:t>فَخَالَفْنَا عَنْ طَرِيقِ أَمْرِهِ</w:t>
      </w:r>
      <w:r w:rsidR="007D3118">
        <w:rPr>
          <w:rtl/>
        </w:rPr>
        <w:t xml:space="preserve">، </w:t>
      </w:r>
      <w:r>
        <w:rPr>
          <w:rtl/>
        </w:rPr>
        <w:t>وَ رَكِبْنَا مُتُونَ زَجْرِهِ</w:t>
      </w:r>
      <w:r w:rsidR="007D3118">
        <w:rPr>
          <w:rtl/>
        </w:rPr>
        <w:t xml:space="preserve">، </w:t>
      </w:r>
      <w:r>
        <w:rPr>
          <w:rtl/>
        </w:rPr>
        <w:t>فَلَمْ يَبْتَدِرْنَا بِعُقُوبَتِهِ</w:t>
      </w:r>
      <w:r w:rsidR="007D3118">
        <w:rPr>
          <w:rtl/>
        </w:rPr>
        <w:t xml:space="preserve">، </w:t>
      </w:r>
      <w:r>
        <w:rPr>
          <w:rtl/>
        </w:rPr>
        <w:t>وَ لَمْ يُعَاجِلْنَا بِنِقْمَتِهِ</w:t>
      </w:r>
      <w:r w:rsidR="007D3118">
        <w:rPr>
          <w:rtl/>
        </w:rPr>
        <w:t xml:space="preserve">، </w:t>
      </w:r>
      <w:r>
        <w:rPr>
          <w:rtl/>
        </w:rPr>
        <w:t>بَلْ تَأَنَّانَا بِرَحْمَتِهِ تَكَرُّما</w:t>
      </w:r>
      <w:r w:rsidR="007D3118">
        <w:rPr>
          <w:rtl/>
        </w:rPr>
        <w:t xml:space="preserve">، </w:t>
      </w:r>
      <w:r>
        <w:rPr>
          <w:rtl/>
        </w:rPr>
        <w:t>وَ انْتَظَرَ مُرَاجَعَتَنَا بِرَأْفَتِهِ حِلْما</w:t>
      </w:r>
      <w:r w:rsidR="007D3118">
        <w:rPr>
          <w:rtl/>
        </w:rPr>
        <w:t xml:space="preserve">. </w:t>
      </w:r>
    </w:p>
    <w:p w:rsidR="00587D34" w:rsidRDefault="00587D34" w:rsidP="00587D34">
      <w:pPr>
        <w:pStyle w:val="libNormal"/>
        <w:rPr>
          <w:rtl/>
        </w:rPr>
      </w:pPr>
      <w:r>
        <w:rPr>
          <w:rtl/>
        </w:rPr>
        <w:t>(22</w:t>
      </w:r>
      <w:r w:rsidR="007D3118">
        <w:rPr>
          <w:rtl/>
        </w:rPr>
        <w:t xml:space="preserve">) </w:t>
      </w:r>
      <w:r>
        <w:rPr>
          <w:rtl/>
        </w:rPr>
        <w:t>وَ الْحَمْدُ لِلَّهِ الَّذِى دَلَّنَا عَلَى التَّوْبَةِ الَّتِى لَمْ نُفِدْهَا إِلا مِنْ فَضْلِهِ</w:t>
      </w:r>
      <w:r w:rsidR="007D3118">
        <w:rPr>
          <w:rtl/>
        </w:rPr>
        <w:t xml:space="preserve">، </w:t>
      </w:r>
      <w:r>
        <w:rPr>
          <w:rtl/>
        </w:rPr>
        <w:t>فَلَوْ لَمْ نَعْتَدِدْ مِنْ فَضْلِهِ إِلا بِهَا لَقَدْ حَسُنَ بَلاؤُهُ عِنْدَنَا</w:t>
      </w:r>
      <w:r w:rsidR="007D3118">
        <w:rPr>
          <w:rtl/>
        </w:rPr>
        <w:t xml:space="preserve">، </w:t>
      </w:r>
      <w:r>
        <w:rPr>
          <w:rtl/>
        </w:rPr>
        <w:t>وَ جَلَّ إِحْسَانُهُ إِلَيْنَا وَ جَسُمَ فَضْلُهُ عَلَيْنَا</w:t>
      </w:r>
    </w:p>
    <w:p w:rsidR="00587D34" w:rsidRDefault="00587D34" w:rsidP="00587D34">
      <w:pPr>
        <w:pStyle w:val="libNormal"/>
        <w:rPr>
          <w:rtl/>
        </w:rPr>
      </w:pPr>
      <w:r>
        <w:rPr>
          <w:rtl/>
        </w:rPr>
        <w:t>(23</w:t>
      </w:r>
      <w:r w:rsidR="007D3118">
        <w:rPr>
          <w:rtl/>
        </w:rPr>
        <w:t xml:space="preserve">) </w:t>
      </w:r>
      <w:r>
        <w:rPr>
          <w:rtl/>
        </w:rPr>
        <w:t>فَمَا هَكَذَا كَانَتْ سُنَّتُهُ فِى التَّوْبَةِ لِمَنْ كَانَ قَبْلَنَا</w:t>
      </w:r>
      <w:r w:rsidR="007D3118">
        <w:rPr>
          <w:rtl/>
        </w:rPr>
        <w:t xml:space="preserve">، </w:t>
      </w:r>
      <w:r>
        <w:rPr>
          <w:rtl/>
        </w:rPr>
        <w:t>لَقَدْ وَضَعَ عَنَّا مَا لا طَاقَةَ لَنَا بِهِ</w:t>
      </w:r>
      <w:r w:rsidR="007D3118">
        <w:rPr>
          <w:rtl/>
        </w:rPr>
        <w:t xml:space="preserve">، </w:t>
      </w:r>
      <w:r>
        <w:rPr>
          <w:rtl/>
        </w:rPr>
        <w:t>وَ لَمْ يُكَلِّفْنَا إِلا وُسْعا</w:t>
      </w:r>
      <w:r w:rsidR="007D3118">
        <w:rPr>
          <w:rtl/>
        </w:rPr>
        <w:t xml:space="preserve">، </w:t>
      </w:r>
      <w:r>
        <w:rPr>
          <w:rtl/>
        </w:rPr>
        <w:t>وَ لَمْ يُجَشِّمْنَا إِلا يُسْرا</w:t>
      </w:r>
      <w:r w:rsidR="007D3118">
        <w:rPr>
          <w:rtl/>
        </w:rPr>
        <w:t xml:space="preserve">، </w:t>
      </w:r>
      <w:r>
        <w:rPr>
          <w:rtl/>
        </w:rPr>
        <w:t>وَ لَمْ يَدَعْ لِأَحَدٍ مِنَّا حُجَّةً وَ لا عُذْرا</w:t>
      </w:r>
      <w:r w:rsidR="007D3118">
        <w:rPr>
          <w:rtl/>
        </w:rPr>
        <w:t xml:space="preserve">. </w:t>
      </w:r>
    </w:p>
    <w:p w:rsidR="00587D34" w:rsidRDefault="00587D34" w:rsidP="00587D34">
      <w:pPr>
        <w:pStyle w:val="libNormal"/>
        <w:rPr>
          <w:rtl/>
        </w:rPr>
      </w:pPr>
      <w:r>
        <w:rPr>
          <w:rtl/>
        </w:rPr>
        <w:t>(24</w:t>
      </w:r>
      <w:r w:rsidR="007D3118">
        <w:rPr>
          <w:rtl/>
        </w:rPr>
        <w:t xml:space="preserve">) </w:t>
      </w:r>
      <w:r>
        <w:rPr>
          <w:rtl/>
        </w:rPr>
        <w:t>فَالْهَالِكُ مِنَّا مَنْ هَلَكَ عَلَيْهِ</w:t>
      </w:r>
      <w:r w:rsidR="007D3118">
        <w:rPr>
          <w:rtl/>
        </w:rPr>
        <w:t xml:space="preserve">، </w:t>
      </w:r>
      <w:r>
        <w:rPr>
          <w:rtl/>
        </w:rPr>
        <w:t>وَ السَّعِيدُ مِنَّا مَنْ رَغِبَ إِلَيْهِ</w:t>
      </w:r>
    </w:p>
    <w:p w:rsidR="00587D34" w:rsidRDefault="00587D34" w:rsidP="00587D34">
      <w:pPr>
        <w:pStyle w:val="libNormal"/>
        <w:rPr>
          <w:rtl/>
        </w:rPr>
      </w:pPr>
      <w:r>
        <w:rPr>
          <w:rtl/>
        </w:rPr>
        <w:t>(25</w:t>
      </w:r>
      <w:r w:rsidR="007D3118">
        <w:rPr>
          <w:rtl/>
        </w:rPr>
        <w:t xml:space="preserve">) </w:t>
      </w:r>
      <w:r>
        <w:rPr>
          <w:rtl/>
        </w:rPr>
        <w:t>وَ الْحَمْدُ لِلَّهِ بِكُلِّ مَا حَمِدَهُ بِهِ أَدْنَى مَلائِكَتِهِ إِلَيْهِ وَ أَكْرَمُ خَلِيقَتِهِ عَلَيْهِ وَ أَرْضَى حَامِدِيهِ لَدَيْهِ</w:t>
      </w:r>
    </w:p>
    <w:p w:rsidR="00587D34" w:rsidRDefault="00587D34" w:rsidP="00587D34">
      <w:pPr>
        <w:pStyle w:val="libNormal"/>
        <w:rPr>
          <w:rtl/>
        </w:rPr>
      </w:pPr>
      <w:r>
        <w:rPr>
          <w:rtl/>
        </w:rPr>
        <w:t>(26</w:t>
      </w:r>
      <w:r w:rsidR="007D3118">
        <w:rPr>
          <w:rtl/>
        </w:rPr>
        <w:t xml:space="preserve">) </w:t>
      </w:r>
      <w:r>
        <w:rPr>
          <w:rtl/>
        </w:rPr>
        <w:t>حَمْدا يَفْضُلُ سَائِرَ الْحَمْدِ كَفَضْلِ رَبِّنَا عَلَى جَمِيعِ خَلْقِهِ</w:t>
      </w:r>
      <w:r w:rsidR="007D3118">
        <w:rPr>
          <w:rtl/>
        </w:rPr>
        <w:t xml:space="preserve">. </w:t>
      </w:r>
    </w:p>
    <w:p w:rsidR="00587D34" w:rsidRDefault="00587D34" w:rsidP="00587D34">
      <w:pPr>
        <w:pStyle w:val="libNormal"/>
        <w:rPr>
          <w:rtl/>
        </w:rPr>
      </w:pPr>
      <w:r>
        <w:rPr>
          <w:rtl/>
        </w:rPr>
        <w:t>(27</w:t>
      </w:r>
      <w:r w:rsidR="007D3118">
        <w:rPr>
          <w:rtl/>
        </w:rPr>
        <w:t xml:space="preserve">) </w:t>
      </w:r>
      <w:r>
        <w:rPr>
          <w:rtl/>
        </w:rPr>
        <w:t>ثُمَّ لَهُ الْحَمْدُ مَكَانَ كُلِّ نِعْمَةٍ لَهُ عَلَيْنَا وَ عَلَى جَمِيعِ عِبَادِهِ الْمَاضِينَ وَ الْبَاقِينَ عَدَدَ مَا أَحَاطَ بِهِ عِلْمُهُ مِنْ جَمِيعِ الْأَشْيَاءِ</w:t>
      </w:r>
      <w:r w:rsidR="007D3118">
        <w:rPr>
          <w:rtl/>
        </w:rPr>
        <w:t xml:space="preserve">، </w:t>
      </w:r>
      <w:r>
        <w:rPr>
          <w:rtl/>
        </w:rPr>
        <w:t>وَ مَكَانَ كُلِّ وَاحِدَةٍ مِنْهَا عَدَدُهَا أَضْعَافا مُضَاعَفَةً أَبَدا سَرْمَدا إِلَى يَوْمِ الْقِيَامَةِ</w:t>
      </w:r>
      <w:r w:rsidR="007D3118">
        <w:rPr>
          <w:rtl/>
        </w:rPr>
        <w:t xml:space="preserve">. </w:t>
      </w:r>
    </w:p>
    <w:p w:rsidR="00587D34" w:rsidRDefault="00587D34" w:rsidP="00587D34">
      <w:pPr>
        <w:pStyle w:val="libNormal"/>
        <w:rPr>
          <w:rtl/>
        </w:rPr>
      </w:pPr>
      <w:r>
        <w:rPr>
          <w:rtl/>
        </w:rPr>
        <w:t>(28</w:t>
      </w:r>
      <w:r w:rsidR="007D3118">
        <w:rPr>
          <w:rtl/>
        </w:rPr>
        <w:t xml:space="preserve">) </w:t>
      </w:r>
      <w:r>
        <w:rPr>
          <w:rtl/>
        </w:rPr>
        <w:t>حَمْدا لا مُنْتَهَى لِحَدِّهِ</w:t>
      </w:r>
      <w:r w:rsidR="007D3118">
        <w:rPr>
          <w:rtl/>
        </w:rPr>
        <w:t xml:space="preserve">، </w:t>
      </w:r>
      <w:r>
        <w:rPr>
          <w:rtl/>
        </w:rPr>
        <w:t>وَ لا حِسَابَ لِعَدَدِهِ</w:t>
      </w:r>
      <w:r w:rsidR="007D3118">
        <w:rPr>
          <w:rtl/>
        </w:rPr>
        <w:t xml:space="preserve">، </w:t>
      </w:r>
      <w:r>
        <w:rPr>
          <w:rtl/>
        </w:rPr>
        <w:t>وَ لا مَبْلَغَ لِغَايَتِهِ</w:t>
      </w:r>
      <w:r w:rsidR="007D3118">
        <w:rPr>
          <w:rtl/>
        </w:rPr>
        <w:t xml:space="preserve">، </w:t>
      </w:r>
      <w:r>
        <w:rPr>
          <w:rtl/>
        </w:rPr>
        <w:t>وَ لا انْقِطَاعَ لِأَمَدِهِ</w:t>
      </w:r>
    </w:p>
    <w:p w:rsidR="00587D34" w:rsidRDefault="00587D34" w:rsidP="00587D34">
      <w:pPr>
        <w:pStyle w:val="libNormal"/>
        <w:rPr>
          <w:rtl/>
        </w:rPr>
      </w:pPr>
      <w:r>
        <w:rPr>
          <w:rtl/>
        </w:rPr>
        <w:t>(29</w:t>
      </w:r>
      <w:r w:rsidR="007D3118">
        <w:rPr>
          <w:rtl/>
        </w:rPr>
        <w:t xml:space="preserve">) </w:t>
      </w:r>
      <w:r>
        <w:rPr>
          <w:rtl/>
        </w:rPr>
        <w:t>حَمْدا يَكُونُ وُصْلَةً إِلَى طَاعَتِهِ وَ عَفْوِهِ</w:t>
      </w:r>
      <w:r w:rsidR="007D3118">
        <w:rPr>
          <w:rtl/>
        </w:rPr>
        <w:t xml:space="preserve">، </w:t>
      </w:r>
      <w:r>
        <w:rPr>
          <w:rtl/>
        </w:rPr>
        <w:t>وَ سَبَبا إِلَى رِضْوَانِهِ</w:t>
      </w:r>
      <w:r w:rsidR="007D3118">
        <w:rPr>
          <w:rtl/>
        </w:rPr>
        <w:t xml:space="preserve">، </w:t>
      </w:r>
      <w:r>
        <w:rPr>
          <w:rtl/>
        </w:rPr>
        <w:t>وَ ذَرِيعَةً إِلَى مَغْفِرَتِهِ</w:t>
      </w:r>
      <w:r w:rsidR="007D3118">
        <w:rPr>
          <w:rtl/>
        </w:rPr>
        <w:t xml:space="preserve">، </w:t>
      </w:r>
      <w:r>
        <w:rPr>
          <w:rtl/>
        </w:rPr>
        <w:t>وَ طَرِيقا إِلَى جَنَّتِهِ</w:t>
      </w:r>
      <w:r w:rsidR="007D3118">
        <w:rPr>
          <w:rtl/>
        </w:rPr>
        <w:t xml:space="preserve">، </w:t>
      </w:r>
      <w:r>
        <w:rPr>
          <w:rtl/>
        </w:rPr>
        <w:t>وَ خَفِيرا مِنْ نَقِمَتِهِ</w:t>
      </w:r>
      <w:r w:rsidR="007D3118">
        <w:rPr>
          <w:rtl/>
        </w:rPr>
        <w:t xml:space="preserve">، </w:t>
      </w:r>
      <w:r>
        <w:rPr>
          <w:rtl/>
        </w:rPr>
        <w:t>وَ أَمْنا مِنْ غَضَبِهِ</w:t>
      </w:r>
      <w:r w:rsidR="007D3118">
        <w:rPr>
          <w:rtl/>
        </w:rPr>
        <w:t xml:space="preserve">، </w:t>
      </w:r>
      <w:r>
        <w:rPr>
          <w:rtl/>
        </w:rPr>
        <w:t>وَ ظَهِيرا عَلَى طَاعَتِهِ</w:t>
      </w:r>
      <w:r w:rsidR="007D3118">
        <w:rPr>
          <w:rtl/>
        </w:rPr>
        <w:t xml:space="preserve">، </w:t>
      </w:r>
      <w:r>
        <w:rPr>
          <w:rtl/>
        </w:rPr>
        <w:t>وَ حَاجِزا عَنْ مَعْصِيَتِهِ</w:t>
      </w:r>
      <w:r w:rsidR="007D3118">
        <w:rPr>
          <w:rtl/>
        </w:rPr>
        <w:t xml:space="preserve">، </w:t>
      </w:r>
      <w:r>
        <w:rPr>
          <w:rtl/>
        </w:rPr>
        <w:t>وَ عَوْنا عَلَى تَأْدِيَةِ حَقِّهِ وَ وَظَائِفِهِ</w:t>
      </w:r>
      <w:r w:rsidR="007D3118">
        <w:rPr>
          <w:rtl/>
        </w:rPr>
        <w:t xml:space="preserve">. </w:t>
      </w:r>
    </w:p>
    <w:p w:rsidR="00587D34" w:rsidRDefault="00587D34" w:rsidP="00587D34">
      <w:pPr>
        <w:pStyle w:val="libNormal"/>
        <w:rPr>
          <w:rtl/>
        </w:rPr>
      </w:pPr>
      <w:r>
        <w:rPr>
          <w:rtl/>
        </w:rPr>
        <w:lastRenderedPageBreak/>
        <w:t>(30</w:t>
      </w:r>
      <w:r w:rsidR="007D3118">
        <w:rPr>
          <w:rtl/>
        </w:rPr>
        <w:t xml:space="preserve">) </w:t>
      </w:r>
      <w:r>
        <w:rPr>
          <w:rtl/>
        </w:rPr>
        <w:t>حَمْدا نَسْعَدُ بِهِ فِى السُّعَدَاءِ مِنْ أَوْلِيَائِهِ</w:t>
      </w:r>
      <w:r w:rsidR="007D3118">
        <w:rPr>
          <w:rtl/>
        </w:rPr>
        <w:t xml:space="preserve">، </w:t>
      </w:r>
      <w:r>
        <w:rPr>
          <w:rtl/>
        </w:rPr>
        <w:t>وَ نَصِيرُ بِهِ فِى نَظْمِ الشُّهَدَاءِ بِسُيُوفِ أَعْدَائِهِ</w:t>
      </w:r>
      <w:r w:rsidR="007D3118">
        <w:rPr>
          <w:rtl/>
        </w:rPr>
        <w:t xml:space="preserve">، </w:t>
      </w:r>
      <w:r>
        <w:rPr>
          <w:rtl/>
        </w:rPr>
        <w:t>إِنَّهُ وَلِيٌّ حَمِيدٌ</w:t>
      </w:r>
      <w:r w:rsidR="007D3118">
        <w:rPr>
          <w:rtl/>
        </w:rPr>
        <w:t xml:space="preserve">. </w:t>
      </w:r>
    </w:p>
    <w:p w:rsidR="00587D34" w:rsidRDefault="00AA3CBA" w:rsidP="004C63D0">
      <w:pPr>
        <w:pStyle w:val="Heading2"/>
        <w:rPr>
          <w:rtl/>
        </w:rPr>
      </w:pPr>
      <w:bookmarkStart w:id="7" w:name="_Toc394915136"/>
      <w:r>
        <w:rPr>
          <w:rtl/>
        </w:rPr>
        <w:t>ترجمه دعاى اول: دعاى آن حضرت كه در آغاز سپاس خداى تعالى و ستايش او مى نمود</w:t>
      </w:r>
      <w:bookmarkEnd w:id="7"/>
    </w:p>
    <w:p w:rsidR="00587D34" w:rsidRDefault="00587D34" w:rsidP="00587D34">
      <w:pPr>
        <w:pStyle w:val="libNormal"/>
        <w:rPr>
          <w:rtl/>
        </w:rPr>
      </w:pPr>
      <w:r>
        <w:rPr>
          <w:rtl/>
        </w:rPr>
        <w:t>1</w:t>
      </w:r>
      <w:r w:rsidR="007D3118">
        <w:rPr>
          <w:rtl/>
        </w:rPr>
        <w:t xml:space="preserve">. </w:t>
      </w:r>
      <w:r>
        <w:rPr>
          <w:rtl/>
        </w:rPr>
        <w:t>سپاس خداوند را كه نخستين موجود است و پيش از او هيچ نبود و آخرين موجود است و پس از او هيچ نباشد</w:t>
      </w:r>
      <w:r w:rsidR="007D3118">
        <w:rPr>
          <w:rtl/>
        </w:rPr>
        <w:t xml:space="preserve">. </w:t>
      </w:r>
      <w:r w:rsidRPr="00AA3CBA">
        <w:rPr>
          <w:rStyle w:val="libFootnotenumChar"/>
          <w:rtl/>
        </w:rPr>
        <w:t>(21</w:t>
      </w:r>
      <w:r w:rsidR="007D3118" w:rsidRPr="00AA3CBA">
        <w:rPr>
          <w:rStyle w:val="libFootnotenumChar"/>
          <w:rtl/>
        </w:rPr>
        <w:t>)</w:t>
      </w:r>
    </w:p>
    <w:p w:rsidR="00587D34" w:rsidRDefault="00587D34" w:rsidP="00587D34">
      <w:pPr>
        <w:pStyle w:val="libNormal"/>
        <w:rPr>
          <w:rtl/>
        </w:rPr>
      </w:pPr>
      <w:r>
        <w:rPr>
          <w:rtl/>
        </w:rPr>
        <w:t>2</w:t>
      </w:r>
      <w:r w:rsidR="007D3118">
        <w:rPr>
          <w:rtl/>
        </w:rPr>
        <w:t xml:space="preserve">. </w:t>
      </w:r>
      <w:r>
        <w:rPr>
          <w:rtl/>
        </w:rPr>
        <w:t>ديده بينندگان از مشاهده ذات او فرو مانده و انديشه گويندگان از ذكر اوصاف او عاجز است</w:t>
      </w:r>
      <w:r w:rsidR="007D3118">
        <w:rPr>
          <w:rtl/>
        </w:rPr>
        <w:t xml:space="preserve">. </w:t>
      </w:r>
    </w:p>
    <w:p w:rsidR="00587D34" w:rsidRDefault="00587D34" w:rsidP="00587D34">
      <w:pPr>
        <w:pStyle w:val="libNormal"/>
        <w:rPr>
          <w:rtl/>
        </w:rPr>
      </w:pPr>
      <w:r>
        <w:rPr>
          <w:rtl/>
        </w:rPr>
        <w:t>3</w:t>
      </w:r>
      <w:r w:rsidR="007D3118">
        <w:rPr>
          <w:rtl/>
        </w:rPr>
        <w:t xml:space="preserve">. </w:t>
      </w:r>
      <w:r>
        <w:rPr>
          <w:rtl/>
        </w:rPr>
        <w:t>به قدرت خود آفريدگان را از نيستى به هستى آورد و به خواست خويش ‍ آن ها را از عدم ايجاد فرمود</w:t>
      </w:r>
      <w:r w:rsidR="007D3118">
        <w:rPr>
          <w:rtl/>
        </w:rPr>
        <w:t xml:space="preserve">. </w:t>
      </w:r>
    </w:p>
    <w:p w:rsidR="00587D34" w:rsidRDefault="00587D34" w:rsidP="00587D34">
      <w:pPr>
        <w:pStyle w:val="libNormal"/>
        <w:rPr>
          <w:rtl/>
        </w:rPr>
      </w:pPr>
      <w:r>
        <w:rPr>
          <w:rtl/>
        </w:rPr>
        <w:t>4</w:t>
      </w:r>
      <w:r w:rsidR="007D3118">
        <w:rPr>
          <w:rtl/>
        </w:rPr>
        <w:t xml:space="preserve">. </w:t>
      </w:r>
      <w:r>
        <w:rPr>
          <w:rtl/>
        </w:rPr>
        <w:t xml:space="preserve">آن گاه در راهى كه خود خواست آن ها را سالك گردانيد و در طريق محبت خويش بر انگيخت </w:t>
      </w:r>
      <w:r w:rsidRPr="00AA3CBA">
        <w:rPr>
          <w:rStyle w:val="libFootnotenumChar"/>
          <w:rtl/>
        </w:rPr>
        <w:t>(22</w:t>
      </w:r>
      <w:r w:rsidR="007D3118" w:rsidRPr="00AA3CBA">
        <w:rPr>
          <w:rStyle w:val="libFootnotenumChar"/>
          <w:rtl/>
        </w:rPr>
        <w:t>)</w:t>
      </w:r>
      <w:r>
        <w:rPr>
          <w:rtl/>
        </w:rPr>
        <w:t xml:space="preserve"> بدان سوى كه آنان را كشانيد</w:t>
      </w:r>
      <w:r w:rsidR="007D3118">
        <w:rPr>
          <w:rtl/>
        </w:rPr>
        <w:t xml:space="preserve">، </w:t>
      </w:r>
      <w:r>
        <w:rPr>
          <w:rtl/>
        </w:rPr>
        <w:t>ياراى باز پس شدن ندارند و از آن سو كه آن ها را بازداشت توانايى پيش رفتن نه!</w:t>
      </w:r>
    </w:p>
    <w:p w:rsidR="00587D34" w:rsidRDefault="00587D34" w:rsidP="00587D34">
      <w:pPr>
        <w:pStyle w:val="libNormal"/>
        <w:rPr>
          <w:rtl/>
        </w:rPr>
      </w:pPr>
      <w:r>
        <w:rPr>
          <w:rtl/>
        </w:rPr>
        <w:t>5</w:t>
      </w:r>
      <w:r w:rsidR="007D3118">
        <w:rPr>
          <w:rtl/>
        </w:rPr>
        <w:t xml:space="preserve">. </w:t>
      </w:r>
      <w:r>
        <w:rPr>
          <w:rtl/>
        </w:rPr>
        <w:t>براى هر زنده نصيبى معلوم و رزقى مقسوم فرمود</w:t>
      </w:r>
      <w:r w:rsidR="007D3118">
        <w:rPr>
          <w:rtl/>
        </w:rPr>
        <w:t xml:space="preserve">. </w:t>
      </w:r>
      <w:r>
        <w:rPr>
          <w:rtl/>
        </w:rPr>
        <w:t>كسى نتواند از روزى او اگر وافر است چيزى بكاهد و اگر ناقص است چيزى بيفزايد</w:t>
      </w:r>
      <w:r w:rsidR="007D3118">
        <w:rPr>
          <w:rtl/>
        </w:rPr>
        <w:t xml:space="preserve">. </w:t>
      </w:r>
    </w:p>
    <w:p w:rsidR="00587D34" w:rsidRDefault="00587D34" w:rsidP="00587D34">
      <w:pPr>
        <w:pStyle w:val="libNormal"/>
        <w:rPr>
          <w:rtl/>
        </w:rPr>
      </w:pPr>
      <w:r>
        <w:rPr>
          <w:rtl/>
        </w:rPr>
        <w:t>6</w:t>
      </w:r>
      <w:r w:rsidR="007D3118">
        <w:rPr>
          <w:rtl/>
        </w:rPr>
        <w:t xml:space="preserve">. </w:t>
      </w:r>
      <w:r>
        <w:rPr>
          <w:rtl/>
        </w:rPr>
        <w:t>آن گاه براى عمر هر يك انجامى معلوم مقرر داشت و مدتى معين</w:t>
      </w:r>
      <w:r w:rsidR="007D3118">
        <w:rPr>
          <w:rtl/>
        </w:rPr>
        <w:t xml:space="preserve">، </w:t>
      </w:r>
      <w:r>
        <w:rPr>
          <w:rtl/>
        </w:rPr>
        <w:t>هر روزى كه بگذرد گامى است كه به سوى اجل برداشته و هر سال كه بر آيد لختى از عمر است كه تباه شود</w:t>
      </w:r>
      <w:r w:rsidR="007D3118">
        <w:rPr>
          <w:rtl/>
        </w:rPr>
        <w:t xml:space="preserve">، </w:t>
      </w:r>
      <w:r>
        <w:rPr>
          <w:rtl/>
        </w:rPr>
        <w:t>چون به منتهى رسد و نشان آخرين گام او بر زمين نقش بندد و حصه خويش را از عمر</w:t>
      </w:r>
      <w:r w:rsidR="007D3118">
        <w:rPr>
          <w:rtl/>
        </w:rPr>
        <w:t xml:space="preserve">، </w:t>
      </w:r>
      <w:r>
        <w:rPr>
          <w:rtl/>
        </w:rPr>
        <w:t>مطابق حساب معلوم دريافت دارد</w:t>
      </w:r>
      <w:r w:rsidR="007D3118">
        <w:rPr>
          <w:rtl/>
        </w:rPr>
        <w:t xml:space="preserve">، </w:t>
      </w:r>
      <w:r>
        <w:rPr>
          <w:rtl/>
        </w:rPr>
        <w:t>خداوندش بدان جاى كه فراخوانده است از ثواب موقور يا عقاب محذور</w:t>
      </w:r>
      <w:r w:rsidR="007D3118">
        <w:rPr>
          <w:rtl/>
        </w:rPr>
        <w:t xml:space="preserve">، </w:t>
      </w:r>
      <w:r>
        <w:rPr>
          <w:rtl/>
        </w:rPr>
        <w:t>به قهر ببرد تا بدكاران را به عمل زشت كيفر كند و نيكوكاران را به عمل نيك پاداش دهد</w:t>
      </w:r>
      <w:r w:rsidR="007D3118">
        <w:rPr>
          <w:rtl/>
        </w:rPr>
        <w:t xml:space="preserve">. </w:t>
      </w:r>
    </w:p>
    <w:p w:rsidR="00587D34" w:rsidRDefault="00587D34" w:rsidP="00587D34">
      <w:pPr>
        <w:pStyle w:val="libNormal"/>
        <w:rPr>
          <w:rtl/>
        </w:rPr>
      </w:pPr>
      <w:r>
        <w:rPr>
          <w:rtl/>
        </w:rPr>
        <w:lastRenderedPageBreak/>
        <w:t>7</w:t>
      </w:r>
      <w:r w:rsidR="007D3118">
        <w:rPr>
          <w:rtl/>
        </w:rPr>
        <w:t xml:space="preserve">. </w:t>
      </w:r>
      <w:r>
        <w:rPr>
          <w:rtl/>
        </w:rPr>
        <w:t>رفتار او عدل است تقدست اسمائه نام هاى او پاك است (و او برى از نقص</w:t>
      </w:r>
      <w:r w:rsidR="007D3118">
        <w:rPr>
          <w:rtl/>
        </w:rPr>
        <w:t xml:space="preserve">) </w:t>
      </w:r>
      <w:r>
        <w:rPr>
          <w:rtl/>
        </w:rPr>
        <w:t>و نعمت هاى او پى در پى</w:t>
      </w:r>
      <w:r w:rsidR="007D3118">
        <w:rPr>
          <w:rtl/>
        </w:rPr>
        <w:t xml:space="preserve">، </w:t>
      </w:r>
      <w:r>
        <w:rPr>
          <w:rtl/>
        </w:rPr>
        <w:t>هر چه كند مسؤول ديگران نيست و ديگران همه مسؤول اويند</w:t>
      </w:r>
      <w:r w:rsidR="007D3118">
        <w:rPr>
          <w:rtl/>
        </w:rPr>
        <w:t xml:space="preserve">. </w:t>
      </w:r>
    </w:p>
    <w:p w:rsidR="00587D34" w:rsidRDefault="00587D34" w:rsidP="00587D34">
      <w:pPr>
        <w:pStyle w:val="libNormal"/>
        <w:rPr>
          <w:rtl/>
        </w:rPr>
      </w:pPr>
      <w:r>
        <w:rPr>
          <w:rtl/>
        </w:rPr>
        <w:t>8</w:t>
      </w:r>
      <w:r w:rsidR="007D3118">
        <w:rPr>
          <w:rtl/>
        </w:rPr>
        <w:t xml:space="preserve">. </w:t>
      </w:r>
      <w:r>
        <w:rPr>
          <w:rtl/>
        </w:rPr>
        <w:t>سپاس خداوند را كه با بخشش عطاياى پيوسته و تكميل نعمت هاى پى در پى اگر ايشان را از معرفت حمد خويش باز مى داشت</w:t>
      </w:r>
      <w:r w:rsidR="007D3118">
        <w:rPr>
          <w:rtl/>
        </w:rPr>
        <w:t xml:space="preserve">، </w:t>
      </w:r>
      <w:r>
        <w:rPr>
          <w:rtl/>
        </w:rPr>
        <w:t>همه در نعمت او مستغرق بودند</w:t>
      </w:r>
      <w:r w:rsidR="007D3118">
        <w:rPr>
          <w:rtl/>
        </w:rPr>
        <w:t xml:space="preserve">، </w:t>
      </w:r>
      <w:r>
        <w:rPr>
          <w:rtl/>
        </w:rPr>
        <w:t>بى آن كه شكر او به جا آرند</w:t>
      </w:r>
      <w:r w:rsidR="007D3118">
        <w:rPr>
          <w:rtl/>
        </w:rPr>
        <w:t xml:space="preserve">، </w:t>
      </w:r>
      <w:r>
        <w:rPr>
          <w:rtl/>
        </w:rPr>
        <w:t>و به فراخى از روزى او بهره مند مى گشتند</w:t>
      </w:r>
      <w:r w:rsidR="007D3118">
        <w:rPr>
          <w:rtl/>
        </w:rPr>
        <w:t xml:space="preserve">، </w:t>
      </w:r>
      <w:r>
        <w:rPr>
          <w:rtl/>
        </w:rPr>
        <w:t>بى آن كه سپاس او گزارند</w:t>
      </w:r>
      <w:r w:rsidR="007D3118">
        <w:rPr>
          <w:rtl/>
        </w:rPr>
        <w:t xml:space="preserve">. </w:t>
      </w:r>
    </w:p>
    <w:p w:rsidR="00587D34" w:rsidRDefault="00587D34" w:rsidP="00587D34">
      <w:pPr>
        <w:pStyle w:val="libNormal"/>
        <w:rPr>
          <w:rtl/>
        </w:rPr>
      </w:pPr>
      <w:r>
        <w:rPr>
          <w:rtl/>
        </w:rPr>
        <w:t>9</w:t>
      </w:r>
      <w:r w:rsidR="007D3118">
        <w:rPr>
          <w:rtl/>
        </w:rPr>
        <w:t xml:space="preserve">. </w:t>
      </w:r>
      <w:r>
        <w:rPr>
          <w:rtl/>
        </w:rPr>
        <w:t>و اگر چنين بودند از حد انسانى بيرون رفته</w:t>
      </w:r>
      <w:r w:rsidR="007D3118">
        <w:rPr>
          <w:rtl/>
        </w:rPr>
        <w:t xml:space="preserve">، </w:t>
      </w:r>
      <w:r>
        <w:rPr>
          <w:rtl/>
        </w:rPr>
        <w:t>از چهارپايان به شمار مى آمدند</w:t>
      </w:r>
      <w:r w:rsidR="007D3118">
        <w:rPr>
          <w:rtl/>
        </w:rPr>
        <w:t xml:space="preserve">، </w:t>
      </w:r>
      <w:r>
        <w:rPr>
          <w:rtl/>
        </w:rPr>
        <w:t>چنان كه در كتاب محكم خود وصف ايشان كرد</w:t>
      </w:r>
      <w:r w:rsidR="007D3118">
        <w:rPr>
          <w:rtl/>
        </w:rPr>
        <w:t xml:space="preserve">: </w:t>
      </w:r>
      <w:r>
        <w:rPr>
          <w:rtl/>
        </w:rPr>
        <w:t>إِنْ هُمْ إِلا كَالْأَنْعَامِ بَلْ هُمْ أَضَلُّ سَبِيلا</w:t>
      </w:r>
      <w:r w:rsidR="007D3118">
        <w:rPr>
          <w:rtl/>
        </w:rPr>
        <w:t xml:space="preserve">: </w:t>
      </w:r>
      <w:r>
        <w:rPr>
          <w:rtl/>
        </w:rPr>
        <w:t>(نيستند آن ها مگر مانند چهارپايان بلكه گمراه تر</w:t>
      </w:r>
      <w:r w:rsidR="007D3118">
        <w:rPr>
          <w:rtl/>
        </w:rPr>
        <w:t xml:space="preserve">) . </w:t>
      </w:r>
    </w:p>
    <w:p w:rsidR="00587D34" w:rsidRDefault="00587D34" w:rsidP="00587D34">
      <w:pPr>
        <w:pStyle w:val="libNormal"/>
        <w:rPr>
          <w:rtl/>
        </w:rPr>
      </w:pPr>
      <w:r>
        <w:rPr>
          <w:rtl/>
        </w:rPr>
        <w:t>10</w:t>
      </w:r>
      <w:r w:rsidR="007D3118">
        <w:rPr>
          <w:rtl/>
        </w:rPr>
        <w:t xml:space="preserve">. </w:t>
      </w:r>
      <w:r>
        <w:rPr>
          <w:rtl/>
        </w:rPr>
        <w:t>سپاس خداوند را كه خود را به ما شناسانيد و شكر خويش را الهام فرمود و درهاى معرفت را بر ما گشود كه پروردگار خود را شناختيم و ما را به توحيد خالص رهبرى كرد و از انكار شك دور داشت</w:t>
      </w:r>
      <w:r w:rsidR="007D3118">
        <w:rPr>
          <w:rtl/>
        </w:rPr>
        <w:t xml:space="preserve">. </w:t>
      </w:r>
    </w:p>
    <w:p w:rsidR="00587D34" w:rsidRDefault="00587D34" w:rsidP="00587D34">
      <w:pPr>
        <w:pStyle w:val="libNormal"/>
        <w:rPr>
          <w:rtl/>
        </w:rPr>
      </w:pPr>
      <w:r>
        <w:rPr>
          <w:rtl/>
        </w:rPr>
        <w:t>11</w:t>
      </w:r>
      <w:r w:rsidR="007D3118">
        <w:rPr>
          <w:rtl/>
        </w:rPr>
        <w:t xml:space="preserve">. </w:t>
      </w:r>
      <w:r>
        <w:rPr>
          <w:rtl/>
        </w:rPr>
        <w:t>سپاسى كه تا زنده باشيم از سپاس گزاران او باشيم و چون عمر به پايان رسد</w:t>
      </w:r>
      <w:r w:rsidR="007D3118">
        <w:rPr>
          <w:rtl/>
        </w:rPr>
        <w:t xml:space="preserve">، </w:t>
      </w:r>
      <w:r>
        <w:rPr>
          <w:rtl/>
        </w:rPr>
        <w:t>سوى رضا و عفو او بشتابيم</w:t>
      </w:r>
      <w:r w:rsidR="007D3118">
        <w:rPr>
          <w:rtl/>
        </w:rPr>
        <w:t xml:space="preserve">. </w:t>
      </w:r>
    </w:p>
    <w:p w:rsidR="00587D34" w:rsidRDefault="00587D34" w:rsidP="00587D34">
      <w:pPr>
        <w:pStyle w:val="libNormal"/>
        <w:rPr>
          <w:rtl/>
        </w:rPr>
      </w:pPr>
      <w:r>
        <w:rPr>
          <w:rtl/>
        </w:rPr>
        <w:t>12</w:t>
      </w:r>
      <w:r w:rsidR="007D3118">
        <w:rPr>
          <w:rtl/>
        </w:rPr>
        <w:t xml:space="preserve">. </w:t>
      </w:r>
      <w:r>
        <w:rPr>
          <w:rtl/>
        </w:rPr>
        <w:t>حمدى كه تاريكى هاى عالم برزخ براى ما به سبب آن روشن گردد و راه رستاخيز را هموار سازد و جاى ما را در موقف گواهان رفيع گرداند</w:t>
      </w:r>
      <w:r w:rsidR="007D3118">
        <w:rPr>
          <w:rtl/>
        </w:rPr>
        <w:t xml:space="preserve">، </w:t>
      </w:r>
      <w:r>
        <w:rPr>
          <w:rtl/>
        </w:rPr>
        <w:t>روزى كه هر كس پاداش رنج خويش را بيند و بر كسى ستم نشود</w:t>
      </w:r>
      <w:r w:rsidR="007D3118">
        <w:rPr>
          <w:rtl/>
        </w:rPr>
        <w:t xml:space="preserve">، </w:t>
      </w:r>
      <w:r>
        <w:rPr>
          <w:rtl/>
        </w:rPr>
        <w:t>روزى كه دوستان و بستگان به كار نيايند و يارى كس نكند</w:t>
      </w:r>
      <w:r w:rsidR="007D3118">
        <w:rPr>
          <w:rtl/>
        </w:rPr>
        <w:t xml:space="preserve">. </w:t>
      </w:r>
    </w:p>
    <w:p w:rsidR="00587D34" w:rsidRDefault="00587D34" w:rsidP="00587D34">
      <w:pPr>
        <w:pStyle w:val="libNormal"/>
        <w:rPr>
          <w:rtl/>
        </w:rPr>
      </w:pPr>
      <w:r>
        <w:rPr>
          <w:rtl/>
        </w:rPr>
        <w:t>13</w:t>
      </w:r>
      <w:r w:rsidR="007D3118">
        <w:rPr>
          <w:rtl/>
        </w:rPr>
        <w:t xml:space="preserve">. </w:t>
      </w:r>
      <w:r>
        <w:rPr>
          <w:rtl/>
        </w:rPr>
        <w:t>حمدى كه تا اعلى عليين بالا رود و در نامه مرقوم گردد و نزديكان بارگاه قدس بر آن گواهى دهند</w:t>
      </w:r>
      <w:r w:rsidR="007D3118">
        <w:rPr>
          <w:rtl/>
        </w:rPr>
        <w:t xml:space="preserve">. </w:t>
      </w:r>
    </w:p>
    <w:p w:rsidR="00587D34" w:rsidRDefault="00587D34" w:rsidP="00587D34">
      <w:pPr>
        <w:pStyle w:val="libNormal"/>
        <w:rPr>
          <w:rtl/>
        </w:rPr>
      </w:pPr>
      <w:r>
        <w:rPr>
          <w:rtl/>
        </w:rPr>
        <w:lastRenderedPageBreak/>
        <w:t>14</w:t>
      </w:r>
      <w:r w:rsidR="007D3118">
        <w:rPr>
          <w:rtl/>
        </w:rPr>
        <w:t xml:space="preserve">. </w:t>
      </w:r>
      <w:r>
        <w:rPr>
          <w:rtl/>
        </w:rPr>
        <w:t>سپاسى كه چون چشم ها خيره گردد چشم ما بدان روشن شود و چون روى ها سياه شود روى ما بدان سفيد گردد</w:t>
      </w:r>
      <w:r w:rsidR="007D3118">
        <w:rPr>
          <w:rtl/>
        </w:rPr>
        <w:t xml:space="preserve">. </w:t>
      </w:r>
    </w:p>
    <w:p w:rsidR="00587D34" w:rsidRDefault="00587D34" w:rsidP="00587D34">
      <w:pPr>
        <w:pStyle w:val="libNormal"/>
        <w:rPr>
          <w:rtl/>
        </w:rPr>
      </w:pPr>
      <w:r>
        <w:rPr>
          <w:rtl/>
        </w:rPr>
        <w:t>15</w:t>
      </w:r>
      <w:r w:rsidR="007D3118">
        <w:rPr>
          <w:rtl/>
        </w:rPr>
        <w:t xml:space="preserve">. </w:t>
      </w:r>
      <w:r>
        <w:rPr>
          <w:rtl/>
        </w:rPr>
        <w:t>حمدى كه ما را از آتش دردناك الهى آزاد ساخته در پناه خداى كريم محفوظ دارد</w:t>
      </w:r>
      <w:r w:rsidR="007D3118">
        <w:rPr>
          <w:rtl/>
        </w:rPr>
        <w:t xml:space="preserve">. </w:t>
      </w:r>
    </w:p>
    <w:p w:rsidR="00587D34" w:rsidRDefault="00587D34" w:rsidP="00587D34">
      <w:pPr>
        <w:pStyle w:val="libNormal"/>
        <w:rPr>
          <w:rtl/>
        </w:rPr>
      </w:pPr>
      <w:r>
        <w:rPr>
          <w:rtl/>
        </w:rPr>
        <w:t>16</w:t>
      </w:r>
      <w:r w:rsidR="007D3118">
        <w:rPr>
          <w:rtl/>
        </w:rPr>
        <w:t xml:space="preserve">. </w:t>
      </w:r>
      <w:r>
        <w:rPr>
          <w:rtl/>
        </w:rPr>
        <w:t>حمدى كه ما را در گروه فرشتگان مقرب جاى دهد و به پيغمبران مرسل پيوندد</w:t>
      </w:r>
      <w:r w:rsidR="007D3118">
        <w:rPr>
          <w:rtl/>
        </w:rPr>
        <w:t xml:space="preserve">، </w:t>
      </w:r>
      <w:r>
        <w:rPr>
          <w:rtl/>
        </w:rPr>
        <w:t>در سراى جاويد كه پيوسته باقى است و جاى نوازش و كرامت او كه هرگز تغيير نپذيرد</w:t>
      </w:r>
      <w:r w:rsidR="007D3118">
        <w:rPr>
          <w:rtl/>
        </w:rPr>
        <w:t xml:space="preserve">. </w:t>
      </w:r>
    </w:p>
    <w:p w:rsidR="00587D34" w:rsidRDefault="00587D34" w:rsidP="00587D34">
      <w:pPr>
        <w:pStyle w:val="libNormal"/>
        <w:rPr>
          <w:rtl/>
        </w:rPr>
      </w:pPr>
      <w:r>
        <w:rPr>
          <w:rtl/>
        </w:rPr>
        <w:t>17</w:t>
      </w:r>
      <w:r w:rsidR="007D3118">
        <w:rPr>
          <w:rtl/>
        </w:rPr>
        <w:t xml:space="preserve">. </w:t>
      </w:r>
      <w:r>
        <w:rPr>
          <w:rtl/>
        </w:rPr>
        <w:t>و ما را بر همه آفريدگان برترى داد تا مالك آن ها شديم</w:t>
      </w:r>
      <w:r w:rsidR="007D3118">
        <w:rPr>
          <w:rtl/>
        </w:rPr>
        <w:t xml:space="preserve">، </w:t>
      </w:r>
      <w:r>
        <w:rPr>
          <w:rtl/>
        </w:rPr>
        <w:t>همه آفريدگان به قدرت او فرمانبر ما گشتند و به عزت او به سوى ما شتافتند</w:t>
      </w:r>
      <w:r w:rsidR="007D3118">
        <w:rPr>
          <w:rtl/>
        </w:rPr>
        <w:t xml:space="preserve">. </w:t>
      </w:r>
    </w:p>
    <w:p w:rsidR="00587D34" w:rsidRDefault="00587D34" w:rsidP="00587D34">
      <w:pPr>
        <w:pStyle w:val="libNormal"/>
        <w:rPr>
          <w:rtl/>
        </w:rPr>
      </w:pPr>
      <w:r>
        <w:rPr>
          <w:rtl/>
        </w:rPr>
        <w:t>19</w:t>
      </w:r>
      <w:r w:rsidR="007D3118">
        <w:rPr>
          <w:rtl/>
        </w:rPr>
        <w:t xml:space="preserve">. </w:t>
      </w:r>
      <w:r>
        <w:rPr>
          <w:rtl/>
        </w:rPr>
        <w:t>سپاس خداى را كه باب احتياج را از همه سوى بر ما بست</w:t>
      </w:r>
      <w:r w:rsidR="007D3118">
        <w:rPr>
          <w:rtl/>
        </w:rPr>
        <w:t xml:space="preserve">، </w:t>
      </w:r>
      <w:r>
        <w:rPr>
          <w:rtl/>
        </w:rPr>
        <w:t>مگر به سوى خودش</w:t>
      </w:r>
      <w:r w:rsidR="007D3118">
        <w:rPr>
          <w:rtl/>
        </w:rPr>
        <w:t xml:space="preserve">، </w:t>
      </w:r>
      <w:r>
        <w:rPr>
          <w:rtl/>
        </w:rPr>
        <w:t>چگونه سپاس او توانيم و كى حق شكر او گزاريم</w:t>
      </w:r>
      <w:r w:rsidR="007D3118">
        <w:rPr>
          <w:rtl/>
        </w:rPr>
        <w:t xml:space="preserve">. </w:t>
      </w:r>
      <w:r>
        <w:rPr>
          <w:rtl/>
        </w:rPr>
        <w:t>البته نتوانيم! كى شكر او خواهيم گذاشت؟</w:t>
      </w:r>
    </w:p>
    <w:p w:rsidR="00587D34" w:rsidRDefault="00587D34" w:rsidP="00587D34">
      <w:pPr>
        <w:pStyle w:val="libNormal"/>
        <w:rPr>
          <w:rtl/>
        </w:rPr>
      </w:pPr>
      <w:r>
        <w:rPr>
          <w:rtl/>
        </w:rPr>
        <w:t>20</w:t>
      </w:r>
      <w:r w:rsidR="007D3118">
        <w:rPr>
          <w:rtl/>
        </w:rPr>
        <w:t xml:space="preserve">. </w:t>
      </w:r>
      <w:r>
        <w:rPr>
          <w:rtl/>
        </w:rPr>
        <w:t>سپاس خداوند را كه در تركيب تن ما آلات جمع و جذب و ادوات بسط و دفع نهاد و از نيروهاى حيات بهره مند ساخت</w:t>
      </w:r>
      <w:r w:rsidR="007D3118">
        <w:rPr>
          <w:rtl/>
        </w:rPr>
        <w:t xml:space="preserve">. </w:t>
      </w:r>
      <w:r w:rsidRPr="00AA3CBA">
        <w:rPr>
          <w:rStyle w:val="libFootnotenumChar"/>
          <w:rtl/>
        </w:rPr>
        <w:t>(23</w:t>
      </w:r>
      <w:r w:rsidR="007D3118" w:rsidRPr="00AA3CBA">
        <w:rPr>
          <w:rStyle w:val="libFootnotenumChar"/>
          <w:rtl/>
        </w:rPr>
        <w:t>)</w:t>
      </w:r>
    </w:p>
    <w:p w:rsidR="00587D34" w:rsidRDefault="00587D34" w:rsidP="00587D34">
      <w:pPr>
        <w:pStyle w:val="libNormal"/>
        <w:rPr>
          <w:rtl/>
        </w:rPr>
      </w:pPr>
      <w:r>
        <w:rPr>
          <w:rtl/>
        </w:rPr>
        <w:t>اندام ها براى كارها بيافريد و به روزى هاى پاك ما را پرورش داد و به فضل خويش بى نياز ساخت و به نعمت هاى خود سرمايه بخشيد</w:t>
      </w:r>
      <w:r w:rsidR="007D3118">
        <w:rPr>
          <w:rtl/>
        </w:rPr>
        <w:t xml:space="preserve">. </w:t>
      </w:r>
    </w:p>
    <w:p w:rsidR="00587D34" w:rsidRDefault="00587D34" w:rsidP="00587D34">
      <w:pPr>
        <w:pStyle w:val="libNormal"/>
      </w:pPr>
      <w:r>
        <w:rPr>
          <w:rtl/>
        </w:rPr>
        <w:t>21</w:t>
      </w:r>
      <w:r w:rsidR="007D3118">
        <w:rPr>
          <w:rtl/>
        </w:rPr>
        <w:t xml:space="preserve">. </w:t>
      </w:r>
      <w:r>
        <w:rPr>
          <w:rtl/>
        </w:rPr>
        <w:t>فرمان داد كه طاعت ما را بيازمايد و نهى كرد تا شكرگزارى ما آشكار گردد</w:t>
      </w:r>
      <w:r w:rsidR="007D3118">
        <w:rPr>
          <w:rtl/>
        </w:rPr>
        <w:t xml:space="preserve">. </w:t>
      </w:r>
      <w:r>
        <w:rPr>
          <w:rtl/>
        </w:rPr>
        <w:t>ما مخالفت فرمان او كرديم و مناهى او را مرتكب شديم</w:t>
      </w:r>
      <w:r w:rsidR="007D3118">
        <w:rPr>
          <w:rtl/>
        </w:rPr>
        <w:t xml:space="preserve">، </w:t>
      </w:r>
      <w:r>
        <w:rPr>
          <w:rtl/>
        </w:rPr>
        <w:t>او در كيفر ما شتاب نفرمود و در عقاب تعجيل نكرد</w:t>
      </w:r>
      <w:r w:rsidR="007D3118">
        <w:rPr>
          <w:rtl/>
        </w:rPr>
        <w:t xml:space="preserve">، </w:t>
      </w:r>
      <w:r>
        <w:rPr>
          <w:rtl/>
        </w:rPr>
        <w:t>بلكه به رحمت و كرم با ما مدارا نمود و به حلم و راءفت مهلت داد تا سوى او باز گرديم</w:t>
      </w:r>
      <w:r w:rsidR="007D3118">
        <w:rPr>
          <w:rtl/>
        </w:rPr>
        <w:t xml:space="preserve">. </w:t>
      </w:r>
    </w:p>
    <w:p w:rsidR="00587D34" w:rsidRDefault="00587D34" w:rsidP="00587D34">
      <w:pPr>
        <w:pStyle w:val="libNormal"/>
        <w:rPr>
          <w:rtl/>
        </w:rPr>
      </w:pPr>
      <w:r>
        <w:rPr>
          <w:rtl/>
        </w:rPr>
        <w:t>22</w:t>
      </w:r>
      <w:r w:rsidR="007D3118">
        <w:rPr>
          <w:rtl/>
        </w:rPr>
        <w:t xml:space="preserve">. </w:t>
      </w:r>
      <w:r>
        <w:rPr>
          <w:rtl/>
        </w:rPr>
        <w:t>سپاس خداوند را كه راه توبه را به ما نمود و اين را از فضل او يافتيم و بس</w:t>
      </w:r>
      <w:r w:rsidR="007D3118">
        <w:rPr>
          <w:rtl/>
        </w:rPr>
        <w:t xml:space="preserve">، </w:t>
      </w:r>
      <w:r>
        <w:rPr>
          <w:rtl/>
        </w:rPr>
        <w:t xml:space="preserve">اگر از همه نعمت هاى او هيچ يك را به حساب نياوريم جز همين يك </w:t>
      </w:r>
      <w:r>
        <w:rPr>
          <w:rtl/>
        </w:rPr>
        <w:lastRenderedPageBreak/>
        <w:t>نعمت را</w:t>
      </w:r>
      <w:r w:rsidR="007D3118">
        <w:rPr>
          <w:rtl/>
        </w:rPr>
        <w:t xml:space="preserve">، </w:t>
      </w:r>
      <w:r>
        <w:rPr>
          <w:rtl/>
        </w:rPr>
        <w:t>باز بايد بگوييم عنايت او درباره ما نيكو و احسانش عظيم و نعمتش بسيار است</w:t>
      </w:r>
      <w:r w:rsidR="007D3118">
        <w:rPr>
          <w:rtl/>
        </w:rPr>
        <w:t xml:space="preserve">. </w:t>
      </w:r>
    </w:p>
    <w:p w:rsidR="00587D34" w:rsidRDefault="00587D34" w:rsidP="00587D34">
      <w:pPr>
        <w:pStyle w:val="libNormal"/>
        <w:rPr>
          <w:rtl/>
        </w:rPr>
      </w:pPr>
      <w:r>
        <w:rPr>
          <w:rtl/>
        </w:rPr>
        <w:t>23</w:t>
      </w:r>
      <w:r w:rsidR="007D3118">
        <w:rPr>
          <w:rtl/>
        </w:rPr>
        <w:t xml:space="preserve">. </w:t>
      </w:r>
      <w:r>
        <w:rPr>
          <w:rtl/>
        </w:rPr>
        <w:t>سنت او در توبه امم گذشته اين نبود</w:t>
      </w:r>
      <w:r w:rsidR="007D3118">
        <w:rPr>
          <w:rtl/>
        </w:rPr>
        <w:t xml:space="preserve">، </w:t>
      </w:r>
      <w:r w:rsidRPr="00AA3CBA">
        <w:rPr>
          <w:rStyle w:val="libFootnotenumChar"/>
          <w:rtl/>
        </w:rPr>
        <w:t>(24</w:t>
      </w:r>
      <w:r w:rsidR="007D3118" w:rsidRPr="00AA3CBA">
        <w:rPr>
          <w:rStyle w:val="libFootnotenumChar"/>
          <w:rtl/>
        </w:rPr>
        <w:t>)</w:t>
      </w:r>
      <w:r>
        <w:rPr>
          <w:rtl/>
        </w:rPr>
        <w:t xml:space="preserve"> هر چه طاقت نداشتيم از ما برداشت و جز به آن چه سهل بود تكليف نفرمود و جز به كار آسان امر نكرد و براى هيچ يك از ما حجت و عذرى نگذاشت</w:t>
      </w:r>
      <w:r w:rsidR="007D3118">
        <w:rPr>
          <w:rtl/>
        </w:rPr>
        <w:t xml:space="preserve">. </w:t>
      </w:r>
    </w:p>
    <w:p w:rsidR="00587D34" w:rsidRDefault="00587D34" w:rsidP="00587D34">
      <w:pPr>
        <w:pStyle w:val="libNormal"/>
        <w:rPr>
          <w:rtl/>
        </w:rPr>
      </w:pPr>
      <w:r>
        <w:rPr>
          <w:rtl/>
        </w:rPr>
        <w:t>24</w:t>
      </w:r>
      <w:r w:rsidR="007D3118">
        <w:rPr>
          <w:rtl/>
        </w:rPr>
        <w:t xml:space="preserve">. </w:t>
      </w:r>
      <w:r>
        <w:rPr>
          <w:rtl/>
        </w:rPr>
        <w:t>هر كه هلاك شد</w:t>
      </w:r>
      <w:r w:rsidR="007D3118">
        <w:rPr>
          <w:rtl/>
        </w:rPr>
        <w:t xml:space="preserve">، </w:t>
      </w:r>
      <w:r>
        <w:rPr>
          <w:rtl/>
        </w:rPr>
        <w:t>هلاك او از ناحيت خود او است و هر كه نيك بخت گشت خود رغبت به حق نمود</w:t>
      </w:r>
      <w:r w:rsidR="007D3118">
        <w:rPr>
          <w:rtl/>
        </w:rPr>
        <w:t xml:space="preserve">. </w:t>
      </w:r>
    </w:p>
    <w:p w:rsidR="00587D34" w:rsidRDefault="00587D34" w:rsidP="00587D34">
      <w:pPr>
        <w:pStyle w:val="libNormal"/>
        <w:rPr>
          <w:rtl/>
        </w:rPr>
      </w:pPr>
      <w:r>
        <w:rPr>
          <w:rtl/>
        </w:rPr>
        <w:t>25</w:t>
      </w:r>
      <w:r w:rsidR="007D3118">
        <w:rPr>
          <w:rtl/>
        </w:rPr>
        <w:t xml:space="preserve">. </w:t>
      </w:r>
      <w:r>
        <w:rPr>
          <w:rtl/>
        </w:rPr>
        <w:t>حمد خدا را به هر چه مقرب ترين فرشتگان و گرامى ترين بندگان و پسنديده ترين ستايش كنندگان او را حمد كردند</w:t>
      </w:r>
      <w:r w:rsidR="007D3118">
        <w:rPr>
          <w:rtl/>
        </w:rPr>
        <w:t xml:space="preserve">. </w:t>
      </w:r>
    </w:p>
    <w:p w:rsidR="00587D34" w:rsidRDefault="00587D34" w:rsidP="00587D34">
      <w:pPr>
        <w:pStyle w:val="libNormal"/>
        <w:rPr>
          <w:rtl/>
        </w:rPr>
      </w:pPr>
      <w:r>
        <w:rPr>
          <w:rtl/>
        </w:rPr>
        <w:t>26</w:t>
      </w:r>
      <w:r w:rsidR="007D3118">
        <w:rPr>
          <w:rtl/>
        </w:rPr>
        <w:t xml:space="preserve">. </w:t>
      </w:r>
      <w:r>
        <w:rPr>
          <w:rtl/>
        </w:rPr>
        <w:t>حمدى از ساير حمدها برتر</w:t>
      </w:r>
      <w:r w:rsidR="007D3118">
        <w:rPr>
          <w:rtl/>
        </w:rPr>
        <w:t xml:space="preserve">، </w:t>
      </w:r>
      <w:r>
        <w:rPr>
          <w:rtl/>
        </w:rPr>
        <w:t>به اندازه اى كه پروردگار ما خود از ساير آفرينندگان برتر است</w:t>
      </w:r>
      <w:r w:rsidR="007D3118">
        <w:rPr>
          <w:rtl/>
        </w:rPr>
        <w:t xml:space="preserve">. </w:t>
      </w:r>
    </w:p>
    <w:p w:rsidR="00587D34" w:rsidRDefault="00587D34" w:rsidP="00587D34">
      <w:pPr>
        <w:pStyle w:val="libNormal"/>
        <w:rPr>
          <w:rtl/>
        </w:rPr>
      </w:pPr>
      <w:r>
        <w:rPr>
          <w:rtl/>
        </w:rPr>
        <w:t>27</w:t>
      </w:r>
      <w:r w:rsidR="007D3118">
        <w:rPr>
          <w:rtl/>
        </w:rPr>
        <w:t xml:space="preserve">. </w:t>
      </w:r>
      <w:r>
        <w:rPr>
          <w:rtl/>
        </w:rPr>
        <w:t>سپاس او را به ازاى هر نعمت كه بر ما و بر همه بندگان گذشته و آينده انعام فرمود</w:t>
      </w:r>
      <w:r w:rsidR="007D3118">
        <w:rPr>
          <w:rtl/>
        </w:rPr>
        <w:t xml:space="preserve">، </w:t>
      </w:r>
      <w:r>
        <w:rPr>
          <w:rtl/>
        </w:rPr>
        <w:t>به اندازه هر چه در علم او است</w:t>
      </w:r>
      <w:r w:rsidR="007D3118">
        <w:rPr>
          <w:rtl/>
        </w:rPr>
        <w:t xml:space="preserve">، </w:t>
      </w:r>
      <w:r>
        <w:rPr>
          <w:rtl/>
        </w:rPr>
        <w:t>شكر او را به ازاى هر يك از نعمت ها چندين برابر پيوسته و جاويد تا روز رستاخيز</w:t>
      </w:r>
      <w:r w:rsidR="007D3118">
        <w:rPr>
          <w:rtl/>
        </w:rPr>
        <w:t xml:space="preserve">. </w:t>
      </w:r>
    </w:p>
    <w:p w:rsidR="00587D34" w:rsidRDefault="00587D34" w:rsidP="00587D34">
      <w:pPr>
        <w:pStyle w:val="libNormal"/>
        <w:rPr>
          <w:rtl/>
        </w:rPr>
      </w:pPr>
      <w:r>
        <w:rPr>
          <w:rtl/>
        </w:rPr>
        <w:t>28</w:t>
      </w:r>
      <w:r w:rsidR="007D3118">
        <w:rPr>
          <w:rtl/>
        </w:rPr>
        <w:t xml:space="preserve">. </w:t>
      </w:r>
      <w:r>
        <w:rPr>
          <w:rtl/>
        </w:rPr>
        <w:t>حمدى كه آن را پايان نباشد و عدد آن به شمار نيايد و به غايت آن نتوان رسيد و مدت آن انقطاع نپذيرد</w:t>
      </w:r>
      <w:r w:rsidR="007D3118">
        <w:rPr>
          <w:rtl/>
        </w:rPr>
        <w:t xml:space="preserve">. </w:t>
      </w:r>
    </w:p>
    <w:p w:rsidR="00587D34" w:rsidRDefault="00587D34" w:rsidP="00587D34">
      <w:pPr>
        <w:pStyle w:val="libNormal"/>
        <w:rPr>
          <w:rtl/>
        </w:rPr>
      </w:pPr>
      <w:r>
        <w:rPr>
          <w:rtl/>
        </w:rPr>
        <w:t>29</w:t>
      </w:r>
      <w:r w:rsidR="007D3118">
        <w:rPr>
          <w:rtl/>
        </w:rPr>
        <w:t xml:space="preserve">. </w:t>
      </w:r>
      <w:r>
        <w:rPr>
          <w:rtl/>
        </w:rPr>
        <w:t>حمدى كه موجب طاعت و عفو او باشد و سبب خشنودى او گردد و علت آمرزش او شود و راه بهشت را بگشايد واز عقوبت او ما را در پناه خود گيرد و از خشم او ايمن گرداند</w:t>
      </w:r>
      <w:r w:rsidR="007D3118">
        <w:rPr>
          <w:rtl/>
        </w:rPr>
        <w:t xml:space="preserve">. </w:t>
      </w:r>
      <w:r>
        <w:rPr>
          <w:rtl/>
        </w:rPr>
        <w:t>در طاعت او ما را نيرو دهد و از نافرمانى او باز دارد و در اداى حق و وظايف الهى مدد كند</w:t>
      </w:r>
      <w:r w:rsidR="007D3118">
        <w:rPr>
          <w:rtl/>
        </w:rPr>
        <w:t xml:space="preserve">. </w:t>
      </w:r>
    </w:p>
    <w:p w:rsidR="00587D34" w:rsidRDefault="00587D34" w:rsidP="00587D34">
      <w:pPr>
        <w:pStyle w:val="libNormal"/>
        <w:rPr>
          <w:rtl/>
        </w:rPr>
      </w:pPr>
      <w:r>
        <w:rPr>
          <w:rtl/>
        </w:rPr>
        <w:t>30</w:t>
      </w:r>
      <w:r w:rsidR="007D3118">
        <w:rPr>
          <w:rtl/>
        </w:rPr>
        <w:t xml:space="preserve">. </w:t>
      </w:r>
      <w:r>
        <w:rPr>
          <w:rtl/>
        </w:rPr>
        <w:t>حمدى كه بدان نيك بخت شويم و در زمره نيك بختان و دوستان او باشيم و در سلك كشتگان راه حق به شمشير دشمنان محشور گرديم</w:t>
      </w:r>
      <w:r w:rsidR="007D3118">
        <w:rPr>
          <w:rtl/>
        </w:rPr>
        <w:t xml:space="preserve">. </w:t>
      </w:r>
    </w:p>
    <w:p w:rsidR="00587D34" w:rsidRDefault="00587D34" w:rsidP="00587D34">
      <w:pPr>
        <w:pStyle w:val="libNormal"/>
        <w:rPr>
          <w:rtl/>
        </w:rPr>
      </w:pPr>
      <w:r>
        <w:rPr>
          <w:rtl/>
        </w:rPr>
        <w:lastRenderedPageBreak/>
        <w:t>انه ولى حميد</w:t>
      </w:r>
      <w:r w:rsidR="007D3118">
        <w:rPr>
          <w:rtl/>
        </w:rPr>
        <w:t xml:space="preserve">. </w:t>
      </w:r>
    </w:p>
    <w:p w:rsidR="00587D34" w:rsidRDefault="004A7447" w:rsidP="004C63D0">
      <w:pPr>
        <w:pStyle w:val="Heading2"/>
        <w:rPr>
          <w:rtl/>
        </w:rPr>
      </w:pPr>
      <w:r>
        <w:br w:type="page"/>
      </w:r>
      <w:bookmarkStart w:id="8" w:name="_Toc394915137"/>
      <w:r w:rsidR="00AA3CBA">
        <w:lastRenderedPageBreak/>
        <w:t>2</w:t>
      </w:r>
      <w:r w:rsidR="00AA3CBA">
        <w:rPr>
          <w:rtl/>
        </w:rPr>
        <w:t xml:space="preserve"> وَ كَانَ مِنْ دُعَائِهِ عَلَيْهِ السَّلامُ بَعْدَ هَذَا التَّحْمِيدِ فِى الصَّلاةِ عَلَى رَسُولِ اللَّهِ صَلَّى اللَّهُ عَلَيْهِ وَ آلِهِ:</w:t>
      </w:r>
      <w:bookmarkEnd w:id="8"/>
      <w:r w:rsidR="00AA3CBA">
        <w:rPr>
          <w:rtl/>
        </w:rPr>
        <w:t xml:space="preserve"> </w:t>
      </w:r>
    </w:p>
    <w:p w:rsidR="00587D34" w:rsidRDefault="00587D34" w:rsidP="00587D34">
      <w:pPr>
        <w:pStyle w:val="libNormal"/>
        <w:rPr>
          <w:rtl/>
        </w:rPr>
      </w:pPr>
      <w:r>
        <w:rPr>
          <w:rtl/>
        </w:rPr>
        <w:t>(1</w:t>
      </w:r>
      <w:r w:rsidR="007D3118">
        <w:rPr>
          <w:rtl/>
        </w:rPr>
        <w:t xml:space="preserve">) </w:t>
      </w:r>
      <w:r>
        <w:rPr>
          <w:rtl/>
        </w:rPr>
        <w:t>وَ الْحَمْدُ لِلَّهِ الَّذِى مَنَّ عَليْنَا بِمُحَمَّدٍ نَبِيِّهِ - صَلَّى اللَّهُ عَلَيْهِ وَ آلِهِ - دُونَ الْأُمَمِ الْمَاضِيَةِ وَ الْقُرُونِ السَّالِفَةِ</w:t>
      </w:r>
      <w:r w:rsidR="007D3118">
        <w:rPr>
          <w:rtl/>
        </w:rPr>
        <w:t xml:space="preserve">، </w:t>
      </w:r>
      <w:r>
        <w:rPr>
          <w:rtl/>
        </w:rPr>
        <w:t>بِقُدْرَتِهِ الَّتِى لا تَعْجِزُ عَنْ شَيْءٍ وَ إِنْ عَظُمَ</w:t>
      </w:r>
      <w:r w:rsidR="007D3118">
        <w:rPr>
          <w:rtl/>
        </w:rPr>
        <w:t xml:space="preserve">، </w:t>
      </w:r>
      <w:r>
        <w:rPr>
          <w:rtl/>
        </w:rPr>
        <w:t>وَ لا يَفُوتُهَا شَيْءٌ وَ إِنْ لَطُفَ</w:t>
      </w:r>
      <w:r w:rsidR="007D3118">
        <w:rPr>
          <w:rtl/>
        </w:rPr>
        <w:t xml:space="preserve">. </w:t>
      </w:r>
    </w:p>
    <w:p w:rsidR="00587D34" w:rsidRDefault="00587D34" w:rsidP="00587D34">
      <w:pPr>
        <w:pStyle w:val="libNormal"/>
        <w:rPr>
          <w:rtl/>
        </w:rPr>
      </w:pPr>
      <w:r>
        <w:rPr>
          <w:rtl/>
        </w:rPr>
        <w:t>(2</w:t>
      </w:r>
      <w:r w:rsidR="007D3118">
        <w:rPr>
          <w:rtl/>
        </w:rPr>
        <w:t xml:space="preserve">) </w:t>
      </w:r>
      <w:r>
        <w:rPr>
          <w:rtl/>
        </w:rPr>
        <w:t>فَخَتَمَ بِنَا عَلَى جَمِيعِ مَنْ ذَرَأَ</w:t>
      </w:r>
      <w:r w:rsidR="007D3118">
        <w:rPr>
          <w:rtl/>
        </w:rPr>
        <w:t xml:space="preserve">، </w:t>
      </w:r>
      <w:r>
        <w:rPr>
          <w:rtl/>
        </w:rPr>
        <w:t>وَ جَعَلَنَا شُهَدَاءَ عَلَى مَنْ جَحَدَ</w:t>
      </w:r>
      <w:r w:rsidR="007D3118">
        <w:rPr>
          <w:rtl/>
        </w:rPr>
        <w:t xml:space="preserve">، </w:t>
      </w:r>
      <w:r>
        <w:rPr>
          <w:rtl/>
        </w:rPr>
        <w:t>وَ كَثَّرَنَا بِمَنِّهِ عَلَى مَنْ قَلَّ</w:t>
      </w:r>
      <w:r w:rsidR="007D3118">
        <w:rPr>
          <w:rtl/>
        </w:rPr>
        <w:t xml:space="preserve">. </w:t>
      </w:r>
    </w:p>
    <w:p w:rsidR="00587D34" w:rsidRDefault="00587D34" w:rsidP="00587D34">
      <w:pPr>
        <w:pStyle w:val="libNormal"/>
        <w:rPr>
          <w:rtl/>
        </w:rPr>
      </w:pPr>
      <w:r>
        <w:rPr>
          <w:rtl/>
        </w:rPr>
        <w:t>(3</w:t>
      </w:r>
      <w:r w:rsidR="007D3118">
        <w:rPr>
          <w:rtl/>
        </w:rPr>
        <w:t xml:space="preserve">) </w:t>
      </w:r>
      <w:r>
        <w:rPr>
          <w:rtl/>
        </w:rPr>
        <w:t>اللَّهُمَّ فَصَلِّ عَلَى مُحَمَّدٍ أَمِينِكَ عَلَى وَحْيِكَ</w:t>
      </w:r>
      <w:r w:rsidR="007D3118">
        <w:rPr>
          <w:rtl/>
        </w:rPr>
        <w:t xml:space="preserve">، </w:t>
      </w:r>
      <w:r>
        <w:rPr>
          <w:rtl/>
        </w:rPr>
        <w:t>وَ نَجِيبِكَ مِنْ خَلْقِكَ</w:t>
      </w:r>
      <w:r w:rsidR="007D3118">
        <w:rPr>
          <w:rtl/>
        </w:rPr>
        <w:t xml:space="preserve">، </w:t>
      </w:r>
      <w:r>
        <w:rPr>
          <w:rtl/>
        </w:rPr>
        <w:t>وَ صَفِيِّكَ مِنْ عِبَادِكَ</w:t>
      </w:r>
      <w:r w:rsidR="007D3118">
        <w:rPr>
          <w:rtl/>
        </w:rPr>
        <w:t xml:space="preserve">، </w:t>
      </w:r>
      <w:r>
        <w:rPr>
          <w:rtl/>
        </w:rPr>
        <w:t>إِمَامِ الرَّحْمَةِ</w:t>
      </w:r>
      <w:r w:rsidR="007D3118">
        <w:rPr>
          <w:rtl/>
        </w:rPr>
        <w:t xml:space="preserve">، </w:t>
      </w:r>
      <w:r>
        <w:rPr>
          <w:rtl/>
        </w:rPr>
        <w:t>وَ قَائِدِ الْخَيْرِ</w:t>
      </w:r>
      <w:r w:rsidR="007D3118">
        <w:rPr>
          <w:rtl/>
        </w:rPr>
        <w:t xml:space="preserve">، </w:t>
      </w:r>
      <w:r>
        <w:rPr>
          <w:rtl/>
        </w:rPr>
        <w:t>وَ مِفْتَاحِ الْبَرَكَةِ</w:t>
      </w:r>
      <w:r w:rsidR="007D3118">
        <w:rPr>
          <w:rtl/>
        </w:rPr>
        <w:t xml:space="preserve">. </w:t>
      </w:r>
    </w:p>
    <w:p w:rsidR="00587D34" w:rsidRDefault="00587D34" w:rsidP="00587D34">
      <w:pPr>
        <w:pStyle w:val="libNormal"/>
        <w:rPr>
          <w:rtl/>
        </w:rPr>
      </w:pPr>
      <w:r>
        <w:rPr>
          <w:rtl/>
        </w:rPr>
        <w:t>(4</w:t>
      </w:r>
      <w:r w:rsidR="007D3118">
        <w:rPr>
          <w:rtl/>
        </w:rPr>
        <w:t xml:space="preserve">) </w:t>
      </w:r>
      <w:r>
        <w:rPr>
          <w:rtl/>
        </w:rPr>
        <w:t>كَمَا نَصَبَ لِأَمْرِكَ نَفْسَهُ</w:t>
      </w:r>
    </w:p>
    <w:p w:rsidR="00587D34" w:rsidRDefault="00587D34" w:rsidP="00587D34">
      <w:pPr>
        <w:pStyle w:val="libNormal"/>
        <w:rPr>
          <w:rtl/>
        </w:rPr>
      </w:pPr>
      <w:r>
        <w:rPr>
          <w:rtl/>
        </w:rPr>
        <w:t>(5</w:t>
      </w:r>
      <w:r w:rsidR="007D3118">
        <w:rPr>
          <w:rtl/>
        </w:rPr>
        <w:t xml:space="preserve">) </w:t>
      </w:r>
      <w:r>
        <w:rPr>
          <w:rtl/>
        </w:rPr>
        <w:t>وَ عَرَّضَ فِيكَ لِلْمَكْرُوهِ بَدَنَهُ</w:t>
      </w:r>
    </w:p>
    <w:p w:rsidR="00587D34" w:rsidRDefault="00587D34" w:rsidP="00587D34">
      <w:pPr>
        <w:pStyle w:val="libNormal"/>
        <w:rPr>
          <w:rtl/>
        </w:rPr>
      </w:pPr>
      <w:r>
        <w:rPr>
          <w:rtl/>
        </w:rPr>
        <w:t>(6</w:t>
      </w:r>
      <w:r w:rsidR="007D3118">
        <w:rPr>
          <w:rtl/>
        </w:rPr>
        <w:t xml:space="preserve">) </w:t>
      </w:r>
      <w:r>
        <w:rPr>
          <w:rtl/>
        </w:rPr>
        <w:t>وَ كَاشَفَ فِى الدُّعَاءِ إِلَيْكَ حَامَّتَهُ</w:t>
      </w:r>
    </w:p>
    <w:p w:rsidR="00587D34" w:rsidRDefault="00587D34" w:rsidP="00587D34">
      <w:pPr>
        <w:pStyle w:val="libNormal"/>
        <w:rPr>
          <w:rtl/>
        </w:rPr>
      </w:pPr>
      <w:r>
        <w:rPr>
          <w:rtl/>
        </w:rPr>
        <w:t>(7</w:t>
      </w:r>
      <w:r w:rsidR="007D3118">
        <w:rPr>
          <w:rtl/>
        </w:rPr>
        <w:t xml:space="preserve">) </w:t>
      </w:r>
      <w:r>
        <w:rPr>
          <w:rtl/>
        </w:rPr>
        <w:t>وَ حَارَبَ فِى رِضَاكَ أُسْرَتَهُ</w:t>
      </w:r>
    </w:p>
    <w:p w:rsidR="00587D34" w:rsidRDefault="00587D34" w:rsidP="00587D34">
      <w:pPr>
        <w:pStyle w:val="libNormal"/>
        <w:rPr>
          <w:rtl/>
        </w:rPr>
      </w:pPr>
      <w:r>
        <w:rPr>
          <w:rtl/>
        </w:rPr>
        <w:t>(8</w:t>
      </w:r>
      <w:r w:rsidR="007D3118">
        <w:rPr>
          <w:rtl/>
        </w:rPr>
        <w:t xml:space="preserve">) </w:t>
      </w:r>
      <w:r>
        <w:rPr>
          <w:rtl/>
        </w:rPr>
        <w:t>وَ قَطَعَ فِى إِحْيَاءِ دِينِكَ رَحِمَهُ</w:t>
      </w:r>
      <w:r w:rsidR="007D3118">
        <w:rPr>
          <w:rtl/>
        </w:rPr>
        <w:t xml:space="preserve">. </w:t>
      </w:r>
    </w:p>
    <w:p w:rsidR="00587D34" w:rsidRDefault="00587D34" w:rsidP="00587D34">
      <w:pPr>
        <w:pStyle w:val="libNormal"/>
        <w:rPr>
          <w:rtl/>
        </w:rPr>
      </w:pPr>
      <w:r>
        <w:rPr>
          <w:rtl/>
        </w:rPr>
        <w:t>(9</w:t>
      </w:r>
      <w:r w:rsidR="007D3118">
        <w:rPr>
          <w:rtl/>
        </w:rPr>
        <w:t xml:space="preserve">) </w:t>
      </w:r>
      <w:r>
        <w:rPr>
          <w:rtl/>
        </w:rPr>
        <w:t>وَ أَقْصَى الْأَدْنَيْنَ عَلَى جُحُودِهِمْ</w:t>
      </w:r>
    </w:p>
    <w:p w:rsidR="00587D34" w:rsidRDefault="00587D34" w:rsidP="00587D34">
      <w:pPr>
        <w:pStyle w:val="libNormal"/>
        <w:rPr>
          <w:rtl/>
        </w:rPr>
      </w:pPr>
      <w:r>
        <w:rPr>
          <w:rtl/>
        </w:rPr>
        <w:t>(10</w:t>
      </w:r>
      <w:r w:rsidR="007D3118">
        <w:rPr>
          <w:rtl/>
        </w:rPr>
        <w:t xml:space="preserve">) </w:t>
      </w:r>
      <w:r>
        <w:rPr>
          <w:rtl/>
        </w:rPr>
        <w:t>وَ قَرَّبَ الْأَقْصَيْنَ عَلَى اسْتِجَابَتِهِمْ لَكَ</w:t>
      </w:r>
      <w:r w:rsidR="007D3118">
        <w:rPr>
          <w:rtl/>
        </w:rPr>
        <w:t xml:space="preserve">. </w:t>
      </w:r>
    </w:p>
    <w:p w:rsidR="00587D34" w:rsidRDefault="00587D34" w:rsidP="00587D34">
      <w:pPr>
        <w:pStyle w:val="libNormal"/>
        <w:rPr>
          <w:rtl/>
        </w:rPr>
      </w:pPr>
      <w:r>
        <w:rPr>
          <w:rtl/>
        </w:rPr>
        <w:t>(11</w:t>
      </w:r>
      <w:r w:rsidR="007D3118">
        <w:rPr>
          <w:rtl/>
        </w:rPr>
        <w:t xml:space="preserve">) </w:t>
      </w:r>
      <w:r>
        <w:rPr>
          <w:rtl/>
        </w:rPr>
        <w:t>وَ وَالَى فِيكَ الْأَبْعَدِينَ</w:t>
      </w:r>
    </w:p>
    <w:p w:rsidR="00587D34" w:rsidRDefault="00587D34" w:rsidP="00587D34">
      <w:pPr>
        <w:pStyle w:val="libNormal"/>
        <w:rPr>
          <w:rtl/>
        </w:rPr>
      </w:pPr>
      <w:r>
        <w:rPr>
          <w:rtl/>
        </w:rPr>
        <w:t>(12</w:t>
      </w:r>
      <w:r w:rsidR="007D3118">
        <w:rPr>
          <w:rtl/>
        </w:rPr>
        <w:t xml:space="preserve">) </w:t>
      </w:r>
      <w:r>
        <w:rPr>
          <w:rtl/>
        </w:rPr>
        <w:t>وَ عَادَى فِيكَ الْأَقْرَبِينَ</w:t>
      </w:r>
    </w:p>
    <w:p w:rsidR="00587D34" w:rsidRDefault="00587D34" w:rsidP="00587D34">
      <w:pPr>
        <w:pStyle w:val="libNormal"/>
        <w:rPr>
          <w:rtl/>
        </w:rPr>
      </w:pPr>
      <w:r>
        <w:rPr>
          <w:rtl/>
        </w:rPr>
        <w:t>(13</w:t>
      </w:r>
      <w:r w:rsidR="007D3118">
        <w:rPr>
          <w:rtl/>
        </w:rPr>
        <w:t xml:space="preserve">) </w:t>
      </w:r>
      <w:r>
        <w:rPr>
          <w:rtl/>
        </w:rPr>
        <w:t>و أَدْأَبَ نَفْسَهُ فِى تَبْلِيغِ رِسَالَتِكَ</w:t>
      </w:r>
    </w:p>
    <w:p w:rsidR="00587D34" w:rsidRDefault="00587D34" w:rsidP="00587D34">
      <w:pPr>
        <w:pStyle w:val="libNormal"/>
        <w:rPr>
          <w:rtl/>
        </w:rPr>
      </w:pPr>
      <w:r>
        <w:rPr>
          <w:rtl/>
        </w:rPr>
        <w:t>(14</w:t>
      </w:r>
      <w:r w:rsidR="007D3118">
        <w:rPr>
          <w:rtl/>
        </w:rPr>
        <w:t xml:space="preserve">) </w:t>
      </w:r>
      <w:r>
        <w:rPr>
          <w:rtl/>
        </w:rPr>
        <w:t>وَ أَتْعَبَهَا بِالدُّعَاءِ إِلَى مِلَّتِكَ</w:t>
      </w:r>
      <w:r w:rsidR="007D3118">
        <w:rPr>
          <w:rtl/>
        </w:rPr>
        <w:t xml:space="preserve">. </w:t>
      </w:r>
    </w:p>
    <w:p w:rsidR="00587D34" w:rsidRDefault="00587D34" w:rsidP="00587D34">
      <w:pPr>
        <w:pStyle w:val="libNormal"/>
        <w:rPr>
          <w:rtl/>
        </w:rPr>
      </w:pPr>
      <w:r>
        <w:rPr>
          <w:rtl/>
        </w:rPr>
        <w:t>(15</w:t>
      </w:r>
      <w:r w:rsidR="007D3118">
        <w:rPr>
          <w:rtl/>
        </w:rPr>
        <w:t xml:space="preserve">) </w:t>
      </w:r>
      <w:r>
        <w:rPr>
          <w:rtl/>
        </w:rPr>
        <w:t>وَ شَغَلَهَا بِالنُّصْحِ لِأَهْلِ دَعْوَتِكَ</w:t>
      </w:r>
    </w:p>
    <w:p w:rsidR="00587D34" w:rsidRDefault="00587D34" w:rsidP="00587D34">
      <w:pPr>
        <w:pStyle w:val="libNormal"/>
        <w:rPr>
          <w:rtl/>
        </w:rPr>
      </w:pPr>
      <w:r>
        <w:rPr>
          <w:rtl/>
        </w:rPr>
        <w:lastRenderedPageBreak/>
        <w:t>(16</w:t>
      </w:r>
      <w:r w:rsidR="007D3118">
        <w:rPr>
          <w:rtl/>
        </w:rPr>
        <w:t xml:space="preserve">) </w:t>
      </w:r>
      <w:r>
        <w:rPr>
          <w:rtl/>
        </w:rPr>
        <w:t>وَ هَاجَرَ إِلَى بِلادِ الْغُربَةِ</w:t>
      </w:r>
      <w:r w:rsidR="007D3118">
        <w:rPr>
          <w:rtl/>
        </w:rPr>
        <w:t xml:space="preserve">، </w:t>
      </w:r>
      <w:r>
        <w:rPr>
          <w:rtl/>
        </w:rPr>
        <w:t>وَ مَحَلِّ النَّأْيِ عَنْ مَوْطِنِ رَحْلِهِ</w:t>
      </w:r>
      <w:r w:rsidR="007D3118">
        <w:rPr>
          <w:rtl/>
        </w:rPr>
        <w:t xml:space="preserve">، </w:t>
      </w:r>
      <w:r>
        <w:rPr>
          <w:rtl/>
        </w:rPr>
        <w:t>وَ مَوْضِعِ رِجْلِهِ</w:t>
      </w:r>
      <w:r w:rsidR="007D3118">
        <w:rPr>
          <w:rtl/>
        </w:rPr>
        <w:t xml:space="preserve">، </w:t>
      </w:r>
      <w:r>
        <w:rPr>
          <w:rtl/>
        </w:rPr>
        <w:t>وَ مَسْقَطِ رَأْسِهِ</w:t>
      </w:r>
      <w:r w:rsidR="007D3118">
        <w:rPr>
          <w:rtl/>
        </w:rPr>
        <w:t xml:space="preserve">، </w:t>
      </w:r>
      <w:r>
        <w:rPr>
          <w:rtl/>
        </w:rPr>
        <w:t>وَ مَأْنَسِ نَفْسِهِ</w:t>
      </w:r>
      <w:r w:rsidR="007D3118">
        <w:rPr>
          <w:rtl/>
        </w:rPr>
        <w:t xml:space="preserve">، </w:t>
      </w:r>
      <w:r>
        <w:rPr>
          <w:rtl/>
        </w:rPr>
        <w:t>إِرَادَةً مِنْهُ لِإِعْزَازِ دِينِكَ</w:t>
      </w:r>
      <w:r w:rsidR="007D3118">
        <w:rPr>
          <w:rtl/>
        </w:rPr>
        <w:t xml:space="preserve">، </w:t>
      </w:r>
      <w:r>
        <w:rPr>
          <w:rtl/>
        </w:rPr>
        <w:t>وَ اسْتِنْصَارا عَلَى أَهْلِ الْكُفْرِ بِكَ</w:t>
      </w:r>
      <w:r w:rsidR="007D3118">
        <w:rPr>
          <w:rtl/>
        </w:rPr>
        <w:t xml:space="preserve">. </w:t>
      </w:r>
    </w:p>
    <w:p w:rsidR="00587D34" w:rsidRDefault="00587D34" w:rsidP="00587D34">
      <w:pPr>
        <w:pStyle w:val="libNormal"/>
        <w:rPr>
          <w:rtl/>
        </w:rPr>
      </w:pPr>
      <w:r>
        <w:rPr>
          <w:rtl/>
        </w:rPr>
        <w:t>(17</w:t>
      </w:r>
      <w:r w:rsidR="007D3118">
        <w:rPr>
          <w:rtl/>
        </w:rPr>
        <w:t xml:space="preserve">) </w:t>
      </w:r>
      <w:r>
        <w:rPr>
          <w:rtl/>
        </w:rPr>
        <w:t>حَتَّى اسْتَتَبَّ لَهُ مَا حَاوَلَ فِى أَعْدَائِكَ</w:t>
      </w:r>
    </w:p>
    <w:p w:rsidR="00587D34" w:rsidRDefault="00587D34" w:rsidP="00587D34">
      <w:pPr>
        <w:pStyle w:val="libNormal"/>
        <w:rPr>
          <w:rtl/>
        </w:rPr>
      </w:pPr>
      <w:r>
        <w:rPr>
          <w:rtl/>
        </w:rPr>
        <w:t>(18</w:t>
      </w:r>
      <w:r w:rsidR="007D3118">
        <w:rPr>
          <w:rtl/>
        </w:rPr>
        <w:t xml:space="preserve">) </w:t>
      </w:r>
      <w:r>
        <w:rPr>
          <w:rtl/>
        </w:rPr>
        <w:t>وَ اسْتَتَمَّ لَهُ مَا دَبَّرَ فِى أَوْلِيَائِكَ</w:t>
      </w:r>
      <w:r w:rsidR="007D3118">
        <w:rPr>
          <w:rtl/>
        </w:rPr>
        <w:t xml:space="preserve">. </w:t>
      </w:r>
    </w:p>
    <w:p w:rsidR="00587D34" w:rsidRDefault="00587D34" w:rsidP="00587D34">
      <w:pPr>
        <w:pStyle w:val="libNormal"/>
        <w:rPr>
          <w:rtl/>
        </w:rPr>
      </w:pPr>
      <w:r>
        <w:rPr>
          <w:rtl/>
        </w:rPr>
        <w:t>(19</w:t>
      </w:r>
      <w:r w:rsidR="007D3118">
        <w:rPr>
          <w:rtl/>
        </w:rPr>
        <w:t xml:space="preserve">) </w:t>
      </w:r>
      <w:r>
        <w:rPr>
          <w:rtl/>
        </w:rPr>
        <w:t>فَنَهَدَ إِلَيْهِمْ مُسْتَفْتِحا بِعَوْنِكَ</w:t>
      </w:r>
      <w:r w:rsidR="007D3118">
        <w:rPr>
          <w:rtl/>
        </w:rPr>
        <w:t xml:space="preserve">، </w:t>
      </w:r>
      <w:r>
        <w:rPr>
          <w:rtl/>
        </w:rPr>
        <w:t>وَ مُتَقَوِّيا عَلَى ضَعْفِهِ بِنَصْرِكَ</w:t>
      </w:r>
    </w:p>
    <w:p w:rsidR="00587D34" w:rsidRDefault="00587D34" w:rsidP="00587D34">
      <w:pPr>
        <w:pStyle w:val="libNormal"/>
        <w:rPr>
          <w:rtl/>
        </w:rPr>
      </w:pPr>
      <w:r>
        <w:rPr>
          <w:rtl/>
        </w:rPr>
        <w:t>(20</w:t>
      </w:r>
      <w:r w:rsidR="007D3118">
        <w:rPr>
          <w:rtl/>
        </w:rPr>
        <w:t xml:space="preserve">) </w:t>
      </w:r>
      <w:r>
        <w:rPr>
          <w:rtl/>
        </w:rPr>
        <w:t>فَغَزَاهُمْ فِى عُقْرِ دِيَارِهِمْ</w:t>
      </w:r>
      <w:r w:rsidR="007D3118">
        <w:rPr>
          <w:rtl/>
        </w:rPr>
        <w:t xml:space="preserve">. </w:t>
      </w:r>
    </w:p>
    <w:p w:rsidR="00587D34" w:rsidRDefault="00587D34" w:rsidP="00587D34">
      <w:pPr>
        <w:pStyle w:val="libNormal"/>
        <w:rPr>
          <w:rtl/>
        </w:rPr>
      </w:pPr>
      <w:r>
        <w:rPr>
          <w:rtl/>
        </w:rPr>
        <w:t>(21</w:t>
      </w:r>
      <w:r w:rsidR="007D3118">
        <w:rPr>
          <w:rtl/>
        </w:rPr>
        <w:t xml:space="preserve">) </w:t>
      </w:r>
      <w:r>
        <w:rPr>
          <w:rtl/>
        </w:rPr>
        <w:t>وَ هَجَمَ عَلَيْهِمْ فِى بُحْبُوحَةِ قَرَارِهِمْ</w:t>
      </w:r>
    </w:p>
    <w:p w:rsidR="00587D34" w:rsidRDefault="00587D34" w:rsidP="00587D34">
      <w:pPr>
        <w:pStyle w:val="libNormal"/>
        <w:rPr>
          <w:rtl/>
        </w:rPr>
      </w:pPr>
      <w:r>
        <w:rPr>
          <w:rtl/>
        </w:rPr>
        <w:t>(22</w:t>
      </w:r>
      <w:r w:rsidR="007D3118">
        <w:rPr>
          <w:rtl/>
        </w:rPr>
        <w:t xml:space="preserve">) </w:t>
      </w:r>
      <w:r>
        <w:rPr>
          <w:rtl/>
        </w:rPr>
        <w:t>حَتَّى ظَهَرَ أَمْرُكَ</w:t>
      </w:r>
      <w:r w:rsidR="007D3118">
        <w:rPr>
          <w:rtl/>
        </w:rPr>
        <w:t xml:space="preserve">، </w:t>
      </w:r>
      <w:r>
        <w:rPr>
          <w:rtl/>
        </w:rPr>
        <w:t>وَ عَلَتْ كَلِمَتُكَ</w:t>
      </w:r>
      <w:r w:rsidR="007D3118">
        <w:rPr>
          <w:rtl/>
        </w:rPr>
        <w:t xml:space="preserve">، </w:t>
      </w:r>
      <w:r>
        <w:rPr>
          <w:rtl/>
        </w:rPr>
        <w:t>وَ لَوْ كَرِهَ الْمُشْرِكُونَ</w:t>
      </w:r>
      <w:r w:rsidR="007D3118">
        <w:rPr>
          <w:rtl/>
        </w:rPr>
        <w:t xml:space="preserve">. </w:t>
      </w:r>
    </w:p>
    <w:p w:rsidR="00587D34" w:rsidRDefault="00587D34" w:rsidP="00587D34">
      <w:pPr>
        <w:pStyle w:val="libNormal"/>
        <w:rPr>
          <w:rtl/>
        </w:rPr>
      </w:pPr>
      <w:r>
        <w:rPr>
          <w:rtl/>
        </w:rPr>
        <w:t>(23</w:t>
      </w:r>
      <w:r w:rsidR="007D3118">
        <w:rPr>
          <w:rtl/>
        </w:rPr>
        <w:t xml:space="preserve">) </w:t>
      </w:r>
      <w:r>
        <w:rPr>
          <w:rtl/>
        </w:rPr>
        <w:t>اللَّهُمَّ فَارْفَعْهُ بِمَا كَدَحَ فِيكَ إِلَى الدَّرَجَةِ الْعُلْيَا مِنْ جَنَّتِكَ</w:t>
      </w:r>
    </w:p>
    <w:p w:rsidR="00587D34" w:rsidRDefault="00587D34" w:rsidP="00587D34">
      <w:pPr>
        <w:pStyle w:val="libNormal"/>
        <w:rPr>
          <w:rtl/>
        </w:rPr>
      </w:pPr>
      <w:r>
        <w:rPr>
          <w:rtl/>
        </w:rPr>
        <w:t>(24</w:t>
      </w:r>
      <w:r w:rsidR="007D3118">
        <w:rPr>
          <w:rtl/>
        </w:rPr>
        <w:t xml:space="preserve">) </w:t>
      </w:r>
      <w:r>
        <w:rPr>
          <w:rtl/>
        </w:rPr>
        <w:t>حَتَّى لا يُسَاوَى فِى مَنْزِلَةٍ</w:t>
      </w:r>
      <w:r w:rsidR="007D3118">
        <w:rPr>
          <w:rtl/>
        </w:rPr>
        <w:t xml:space="preserve">، </w:t>
      </w:r>
      <w:r>
        <w:rPr>
          <w:rtl/>
        </w:rPr>
        <w:t>وَ لا يُكَافَأَ فِى مَرْتَبَةٍ</w:t>
      </w:r>
      <w:r w:rsidR="007D3118">
        <w:rPr>
          <w:rtl/>
        </w:rPr>
        <w:t xml:space="preserve">، </w:t>
      </w:r>
      <w:r>
        <w:rPr>
          <w:rtl/>
        </w:rPr>
        <w:t>وَ لا يُوَازِيَهُ لَدَيْكَ مَلَكٌ مُقَرَّبٌ</w:t>
      </w:r>
      <w:r w:rsidR="007D3118">
        <w:rPr>
          <w:rtl/>
        </w:rPr>
        <w:t xml:space="preserve">، </w:t>
      </w:r>
      <w:r>
        <w:rPr>
          <w:rtl/>
        </w:rPr>
        <w:t>وَ لا نَبِيٌّ مُرْسَلٌ</w:t>
      </w:r>
      <w:r w:rsidR="007D3118">
        <w:rPr>
          <w:rtl/>
        </w:rPr>
        <w:t xml:space="preserve">. </w:t>
      </w:r>
    </w:p>
    <w:p w:rsidR="00587D34" w:rsidRDefault="00587D34" w:rsidP="00587D34">
      <w:pPr>
        <w:pStyle w:val="libNormal"/>
        <w:rPr>
          <w:rtl/>
        </w:rPr>
      </w:pPr>
      <w:r>
        <w:rPr>
          <w:rtl/>
        </w:rPr>
        <w:t>(25</w:t>
      </w:r>
      <w:r w:rsidR="007D3118">
        <w:rPr>
          <w:rtl/>
        </w:rPr>
        <w:t xml:space="preserve">) </w:t>
      </w:r>
      <w:r>
        <w:rPr>
          <w:rtl/>
        </w:rPr>
        <w:t>وَ عَرِّفْهُ فِى أَهْلِهِ الطَّاهِرِينَ وَ أُمَّتِهِ الْمُؤْمِنِينَ مِنْ حُسْنِ الشَّفَاعَةِ أَجَلَّ مَا وَعَدْتَهُ</w:t>
      </w:r>
    </w:p>
    <w:p w:rsidR="00587D34" w:rsidRDefault="00587D34" w:rsidP="00587D34">
      <w:pPr>
        <w:pStyle w:val="libNormal"/>
        <w:rPr>
          <w:rtl/>
        </w:rPr>
      </w:pPr>
      <w:r>
        <w:rPr>
          <w:rtl/>
        </w:rPr>
        <w:t>(26</w:t>
      </w:r>
      <w:r w:rsidR="007D3118">
        <w:rPr>
          <w:rtl/>
        </w:rPr>
        <w:t xml:space="preserve">) </w:t>
      </w:r>
      <w:r>
        <w:rPr>
          <w:rtl/>
        </w:rPr>
        <w:t>يَا نَافِذَ الْعِدَةِ</w:t>
      </w:r>
      <w:r w:rsidR="007D3118">
        <w:rPr>
          <w:rtl/>
        </w:rPr>
        <w:t xml:space="preserve">، </w:t>
      </w:r>
      <w:r>
        <w:rPr>
          <w:rtl/>
        </w:rPr>
        <w:t>يَا وَافِىَ الْقَوْلِ</w:t>
      </w:r>
      <w:r w:rsidR="007D3118">
        <w:rPr>
          <w:rtl/>
        </w:rPr>
        <w:t xml:space="preserve">، </w:t>
      </w:r>
      <w:r>
        <w:rPr>
          <w:rtl/>
        </w:rPr>
        <w:t>يَا مُبَدِّلَ السَّيِّئَاتِ بِأَضْعَافِهَا مِنَ الْحَسَنَاتِ إِنَّكَ ذُو الْفَضْلِ الْعَظِيمِ</w:t>
      </w:r>
      <w:r w:rsidR="007D3118">
        <w:rPr>
          <w:rtl/>
        </w:rPr>
        <w:t xml:space="preserve">. </w:t>
      </w:r>
    </w:p>
    <w:p w:rsidR="00587D34" w:rsidRDefault="00AA3CBA" w:rsidP="004C63D0">
      <w:pPr>
        <w:pStyle w:val="Heading2"/>
        <w:rPr>
          <w:rtl/>
        </w:rPr>
      </w:pPr>
      <w:bookmarkStart w:id="9" w:name="_Toc394915138"/>
      <w:r>
        <w:rPr>
          <w:rtl/>
        </w:rPr>
        <w:t>ترجمه دعاى دوم: دعاى آن حضرت در سپاسگزارى خداوند و درود بر رسول او (</w:t>
      </w:r>
      <w:r w:rsidR="00865B4A" w:rsidRPr="00865B4A">
        <w:rPr>
          <w:rStyle w:val="libAlaemChar"/>
          <w:rtl/>
        </w:rPr>
        <w:t>صلى‌الله‌عليه‌وآله‌وسلم</w:t>
      </w:r>
      <w:r>
        <w:rPr>
          <w:rtl/>
        </w:rPr>
        <w:t>)</w:t>
      </w:r>
      <w:bookmarkEnd w:id="9"/>
      <w:r>
        <w:rPr>
          <w:rtl/>
        </w:rPr>
        <w:t xml:space="preserve"> </w:t>
      </w:r>
    </w:p>
    <w:p w:rsidR="00587D34" w:rsidRDefault="00587D34" w:rsidP="00587D34">
      <w:pPr>
        <w:pStyle w:val="libNormal"/>
        <w:rPr>
          <w:rtl/>
        </w:rPr>
      </w:pPr>
      <w:r>
        <w:rPr>
          <w:rtl/>
        </w:rPr>
        <w:t>1</w:t>
      </w:r>
      <w:r w:rsidR="007D3118">
        <w:rPr>
          <w:rtl/>
        </w:rPr>
        <w:t xml:space="preserve">. </w:t>
      </w:r>
      <w:r>
        <w:rPr>
          <w:rtl/>
        </w:rPr>
        <w:t>سپاس خداوند را كه بر ما منّت نهاد و پيغمبرش محمد (</w:t>
      </w:r>
      <w:r w:rsidR="00865B4A" w:rsidRPr="00865B4A">
        <w:rPr>
          <w:rStyle w:val="libAlaemChar"/>
          <w:rtl/>
        </w:rPr>
        <w:t>صلى‌الله‌عليه‌وآله‌وسلم</w:t>
      </w:r>
      <w:r w:rsidR="007D3118">
        <w:rPr>
          <w:rtl/>
        </w:rPr>
        <w:t xml:space="preserve">) </w:t>
      </w:r>
      <w:r>
        <w:rPr>
          <w:rtl/>
        </w:rPr>
        <w:t>را بر ما فرستاد نه بر امم گذشته و مردم پيشين</w:t>
      </w:r>
      <w:r w:rsidR="007D3118">
        <w:rPr>
          <w:rtl/>
        </w:rPr>
        <w:t xml:space="preserve">، </w:t>
      </w:r>
      <w:r>
        <w:rPr>
          <w:rtl/>
        </w:rPr>
        <w:t>به قدرت خود كه از هيچ كار اگر چه بزرگ بود فرو نمى ماند و هيچ چيز گرچه خرد باشد از دست او به در نمى رود</w:t>
      </w:r>
      <w:r w:rsidR="007D3118">
        <w:rPr>
          <w:rtl/>
        </w:rPr>
        <w:t xml:space="preserve">. </w:t>
      </w:r>
    </w:p>
    <w:p w:rsidR="00587D34" w:rsidRDefault="00587D34" w:rsidP="00587D34">
      <w:pPr>
        <w:pStyle w:val="libNormal"/>
        <w:rPr>
          <w:rtl/>
        </w:rPr>
      </w:pPr>
      <w:r>
        <w:rPr>
          <w:rtl/>
        </w:rPr>
        <w:lastRenderedPageBreak/>
        <w:t>2</w:t>
      </w:r>
      <w:r w:rsidR="007D3118">
        <w:rPr>
          <w:rtl/>
        </w:rPr>
        <w:t xml:space="preserve">. </w:t>
      </w:r>
      <w:r>
        <w:rPr>
          <w:rtl/>
        </w:rPr>
        <w:t>همه امت ها را به ما ختم فرمود و ما را شاهد انكار آنان قرار داد</w:t>
      </w:r>
      <w:r w:rsidR="007D3118">
        <w:rPr>
          <w:rtl/>
        </w:rPr>
        <w:t xml:space="preserve">، </w:t>
      </w:r>
      <w:r>
        <w:rPr>
          <w:rtl/>
        </w:rPr>
        <w:t>به فضل خويش ما را به شماره از آن ها افزون گردانيد</w:t>
      </w:r>
      <w:r w:rsidR="007D3118">
        <w:rPr>
          <w:rtl/>
        </w:rPr>
        <w:t xml:space="preserve">. </w:t>
      </w:r>
    </w:p>
    <w:p w:rsidR="00587D34" w:rsidRDefault="00587D34" w:rsidP="00587D34">
      <w:pPr>
        <w:pStyle w:val="libNormal"/>
        <w:rPr>
          <w:rtl/>
        </w:rPr>
      </w:pPr>
      <w:r>
        <w:rPr>
          <w:rtl/>
        </w:rPr>
        <w:t>3</w:t>
      </w:r>
      <w:r w:rsidR="007D3118">
        <w:rPr>
          <w:rtl/>
        </w:rPr>
        <w:t xml:space="preserve">. </w:t>
      </w:r>
      <w:r>
        <w:rPr>
          <w:rtl/>
        </w:rPr>
        <w:t>خدايا بر محمد درود فرست كه امين وحى تو است</w:t>
      </w:r>
      <w:r w:rsidR="007D3118">
        <w:rPr>
          <w:rtl/>
        </w:rPr>
        <w:t xml:space="preserve">، </w:t>
      </w:r>
      <w:r>
        <w:rPr>
          <w:rtl/>
        </w:rPr>
        <w:t>و برگزيده آفريدگان و خالص از بندگان تو</w:t>
      </w:r>
      <w:r w:rsidR="007D3118">
        <w:rPr>
          <w:rtl/>
        </w:rPr>
        <w:t xml:space="preserve">. </w:t>
      </w:r>
      <w:r>
        <w:rPr>
          <w:rtl/>
        </w:rPr>
        <w:t>پيشواى رحمت است و كاروانسالار خير و كليد بركت</w:t>
      </w:r>
      <w:r w:rsidR="007D3118">
        <w:rPr>
          <w:rtl/>
        </w:rPr>
        <w:t xml:space="preserve">. </w:t>
      </w:r>
    </w:p>
    <w:p w:rsidR="00587D34" w:rsidRDefault="00587D34" w:rsidP="00587D34">
      <w:pPr>
        <w:pStyle w:val="libNormal"/>
        <w:rPr>
          <w:rtl/>
        </w:rPr>
      </w:pPr>
      <w:r>
        <w:rPr>
          <w:rtl/>
        </w:rPr>
        <w:t>4</w:t>
      </w:r>
      <w:r w:rsidR="007D3118">
        <w:rPr>
          <w:rtl/>
        </w:rPr>
        <w:t xml:space="preserve">. </w:t>
      </w:r>
      <w:r>
        <w:rPr>
          <w:rtl/>
        </w:rPr>
        <w:t>در ازاى آن كه براى امر تو رنج كشيد</w:t>
      </w:r>
      <w:r w:rsidR="007D3118">
        <w:rPr>
          <w:rtl/>
        </w:rPr>
        <w:t xml:space="preserve">. </w:t>
      </w:r>
    </w:p>
    <w:p w:rsidR="00587D34" w:rsidRDefault="00587D34" w:rsidP="00587D34">
      <w:pPr>
        <w:pStyle w:val="libNormal"/>
        <w:rPr>
          <w:rtl/>
        </w:rPr>
      </w:pPr>
      <w:r>
        <w:rPr>
          <w:rtl/>
        </w:rPr>
        <w:t>5</w:t>
      </w:r>
      <w:r w:rsidR="007D3118">
        <w:rPr>
          <w:rtl/>
        </w:rPr>
        <w:t xml:space="preserve">. </w:t>
      </w:r>
      <w:r>
        <w:rPr>
          <w:rtl/>
        </w:rPr>
        <w:t>و تن خود را در مقابل آزارها فراپيش داشت</w:t>
      </w:r>
      <w:r w:rsidR="007D3118">
        <w:rPr>
          <w:rtl/>
        </w:rPr>
        <w:t xml:space="preserve">. </w:t>
      </w:r>
    </w:p>
    <w:p w:rsidR="00587D34" w:rsidRDefault="00587D34" w:rsidP="00587D34">
      <w:pPr>
        <w:pStyle w:val="libNormal"/>
        <w:rPr>
          <w:rtl/>
        </w:rPr>
      </w:pPr>
      <w:r>
        <w:rPr>
          <w:rtl/>
        </w:rPr>
        <w:t>6</w:t>
      </w:r>
      <w:r w:rsidR="007D3118">
        <w:rPr>
          <w:rtl/>
        </w:rPr>
        <w:t xml:space="preserve">. </w:t>
      </w:r>
      <w:r>
        <w:rPr>
          <w:rtl/>
        </w:rPr>
        <w:t>و با خويشان خود در راه دعوت تو آشكار در آويخت</w:t>
      </w:r>
      <w:r w:rsidR="007D3118">
        <w:rPr>
          <w:rtl/>
        </w:rPr>
        <w:t xml:space="preserve">. </w:t>
      </w:r>
    </w:p>
    <w:p w:rsidR="00587D34" w:rsidRDefault="00587D34" w:rsidP="00587D34">
      <w:pPr>
        <w:pStyle w:val="libNormal"/>
        <w:rPr>
          <w:rtl/>
        </w:rPr>
      </w:pPr>
      <w:r>
        <w:rPr>
          <w:rtl/>
        </w:rPr>
        <w:t>7</w:t>
      </w:r>
      <w:r w:rsidR="007D3118">
        <w:rPr>
          <w:rtl/>
        </w:rPr>
        <w:t xml:space="preserve">. </w:t>
      </w:r>
      <w:r>
        <w:rPr>
          <w:rtl/>
        </w:rPr>
        <w:t>و با قوم و تبار خود براى خشنودى تو نبرد كرد</w:t>
      </w:r>
      <w:r w:rsidR="007D3118">
        <w:rPr>
          <w:rtl/>
        </w:rPr>
        <w:t xml:space="preserve">. </w:t>
      </w:r>
    </w:p>
    <w:p w:rsidR="00587D34" w:rsidRDefault="00587D34" w:rsidP="00587D34">
      <w:pPr>
        <w:pStyle w:val="libNormal"/>
        <w:rPr>
          <w:rtl/>
        </w:rPr>
      </w:pPr>
      <w:r>
        <w:rPr>
          <w:rtl/>
        </w:rPr>
        <w:t>8</w:t>
      </w:r>
      <w:r w:rsidR="007D3118">
        <w:rPr>
          <w:rtl/>
        </w:rPr>
        <w:t xml:space="preserve">. </w:t>
      </w:r>
      <w:r>
        <w:rPr>
          <w:rtl/>
        </w:rPr>
        <w:t>براى زنده كردن دين تو از ارحام خود بريد</w:t>
      </w:r>
      <w:r w:rsidR="007D3118">
        <w:rPr>
          <w:rtl/>
        </w:rPr>
        <w:t xml:space="preserve">. </w:t>
      </w:r>
    </w:p>
    <w:p w:rsidR="00587D34" w:rsidRDefault="00587D34" w:rsidP="00587D34">
      <w:pPr>
        <w:pStyle w:val="libNormal"/>
        <w:rPr>
          <w:rtl/>
        </w:rPr>
      </w:pPr>
      <w:r>
        <w:rPr>
          <w:rtl/>
        </w:rPr>
        <w:t>9</w:t>
      </w:r>
      <w:r w:rsidR="007D3118">
        <w:rPr>
          <w:rtl/>
        </w:rPr>
        <w:t xml:space="preserve">. </w:t>
      </w:r>
      <w:r>
        <w:rPr>
          <w:rtl/>
        </w:rPr>
        <w:t>و نزديكان را كه انكار تو كردند از خود دور ساخت</w:t>
      </w:r>
      <w:r w:rsidR="007D3118">
        <w:rPr>
          <w:rtl/>
        </w:rPr>
        <w:t xml:space="preserve">. </w:t>
      </w:r>
    </w:p>
    <w:p w:rsidR="00587D34" w:rsidRDefault="00587D34" w:rsidP="00587D34">
      <w:pPr>
        <w:pStyle w:val="libNormal"/>
        <w:rPr>
          <w:rtl/>
        </w:rPr>
      </w:pPr>
      <w:r>
        <w:rPr>
          <w:rtl/>
        </w:rPr>
        <w:t>10</w:t>
      </w:r>
      <w:r w:rsidR="007D3118">
        <w:rPr>
          <w:rtl/>
        </w:rPr>
        <w:t xml:space="preserve">. </w:t>
      </w:r>
      <w:r>
        <w:rPr>
          <w:rtl/>
        </w:rPr>
        <w:t>و بيگانگان كه دين تو را پذيرفتند به خود نزديك ساخت</w:t>
      </w:r>
      <w:r w:rsidR="007D3118">
        <w:rPr>
          <w:rtl/>
        </w:rPr>
        <w:t xml:space="preserve">. </w:t>
      </w:r>
    </w:p>
    <w:p w:rsidR="00587D34" w:rsidRDefault="00587D34" w:rsidP="00587D34">
      <w:pPr>
        <w:pStyle w:val="libNormal"/>
        <w:rPr>
          <w:rtl/>
        </w:rPr>
      </w:pPr>
      <w:r>
        <w:rPr>
          <w:rtl/>
        </w:rPr>
        <w:t>11</w:t>
      </w:r>
      <w:r w:rsidR="007D3118">
        <w:rPr>
          <w:rtl/>
        </w:rPr>
        <w:t xml:space="preserve">. </w:t>
      </w:r>
      <w:r>
        <w:rPr>
          <w:rtl/>
        </w:rPr>
        <w:t>با دوران دوستى كرد براى تو</w:t>
      </w:r>
      <w:r w:rsidR="007D3118">
        <w:rPr>
          <w:rtl/>
        </w:rPr>
        <w:t xml:space="preserve">. </w:t>
      </w:r>
    </w:p>
    <w:p w:rsidR="00587D34" w:rsidRDefault="00587D34" w:rsidP="00587D34">
      <w:pPr>
        <w:pStyle w:val="libNormal"/>
        <w:rPr>
          <w:rtl/>
        </w:rPr>
      </w:pPr>
      <w:r>
        <w:rPr>
          <w:rtl/>
        </w:rPr>
        <w:t>12</w:t>
      </w:r>
      <w:r w:rsidR="007D3118">
        <w:rPr>
          <w:rtl/>
        </w:rPr>
        <w:t xml:space="preserve">. </w:t>
      </w:r>
      <w:r>
        <w:rPr>
          <w:rtl/>
        </w:rPr>
        <w:t>و با نزديكان دشمنى نمود در راه تو</w:t>
      </w:r>
      <w:r w:rsidR="007D3118">
        <w:rPr>
          <w:rtl/>
        </w:rPr>
        <w:t xml:space="preserve">. </w:t>
      </w:r>
    </w:p>
    <w:p w:rsidR="00587D34" w:rsidRDefault="00587D34" w:rsidP="00587D34">
      <w:pPr>
        <w:pStyle w:val="libNormal"/>
        <w:rPr>
          <w:rtl/>
        </w:rPr>
      </w:pPr>
      <w:r>
        <w:rPr>
          <w:rtl/>
        </w:rPr>
        <w:t>13</w:t>
      </w:r>
      <w:r w:rsidR="007D3118">
        <w:rPr>
          <w:rtl/>
        </w:rPr>
        <w:t xml:space="preserve">. </w:t>
      </w:r>
      <w:r>
        <w:rPr>
          <w:rtl/>
        </w:rPr>
        <w:t>تن خويش را در رسانيدن پيام تو به رنج افكند</w:t>
      </w:r>
      <w:r w:rsidR="007D3118">
        <w:rPr>
          <w:rtl/>
        </w:rPr>
        <w:t xml:space="preserve">. </w:t>
      </w:r>
    </w:p>
    <w:p w:rsidR="00587D34" w:rsidRDefault="00587D34" w:rsidP="00587D34">
      <w:pPr>
        <w:pStyle w:val="libNormal"/>
        <w:rPr>
          <w:rtl/>
        </w:rPr>
      </w:pPr>
      <w:r>
        <w:rPr>
          <w:rtl/>
        </w:rPr>
        <w:t>14</w:t>
      </w:r>
      <w:r w:rsidR="007D3118">
        <w:rPr>
          <w:rtl/>
        </w:rPr>
        <w:t xml:space="preserve">. </w:t>
      </w:r>
      <w:r>
        <w:rPr>
          <w:rtl/>
        </w:rPr>
        <w:t>و براى دعوت به دين تو خود را به تعب انداخت</w:t>
      </w:r>
      <w:r w:rsidR="007D3118">
        <w:rPr>
          <w:rtl/>
        </w:rPr>
        <w:t xml:space="preserve">. </w:t>
      </w:r>
    </w:p>
    <w:p w:rsidR="00587D34" w:rsidRDefault="00587D34" w:rsidP="00587D34">
      <w:pPr>
        <w:pStyle w:val="libNormal"/>
        <w:rPr>
          <w:rtl/>
        </w:rPr>
      </w:pPr>
      <w:r>
        <w:rPr>
          <w:rtl/>
        </w:rPr>
        <w:t>15</w:t>
      </w:r>
      <w:r w:rsidR="007D3118">
        <w:rPr>
          <w:rtl/>
        </w:rPr>
        <w:t xml:space="preserve">. </w:t>
      </w:r>
      <w:r>
        <w:rPr>
          <w:rtl/>
        </w:rPr>
        <w:t>و به پند اهل دعوت مشغول داشت</w:t>
      </w:r>
      <w:r w:rsidR="007D3118">
        <w:rPr>
          <w:rtl/>
        </w:rPr>
        <w:t xml:space="preserve">. </w:t>
      </w:r>
    </w:p>
    <w:p w:rsidR="00587D34" w:rsidRDefault="00587D34" w:rsidP="00587D34">
      <w:pPr>
        <w:pStyle w:val="libNormal"/>
        <w:rPr>
          <w:rtl/>
        </w:rPr>
      </w:pPr>
      <w:r>
        <w:rPr>
          <w:rtl/>
        </w:rPr>
        <w:t>16</w:t>
      </w:r>
      <w:r w:rsidR="007D3118">
        <w:rPr>
          <w:rtl/>
        </w:rPr>
        <w:t xml:space="preserve">. </w:t>
      </w:r>
      <w:r>
        <w:rPr>
          <w:rtl/>
        </w:rPr>
        <w:t>و به سوى شهر غربت هجرت كرد</w:t>
      </w:r>
      <w:r w:rsidR="007D3118">
        <w:rPr>
          <w:rtl/>
        </w:rPr>
        <w:t xml:space="preserve">، </w:t>
      </w:r>
      <w:r>
        <w:rPr>
          <w:rtl/>
        </w:rPr>
        <w:t>از وطن و اهل و خانه و زادگاه و هرچه دلبستگى داشت دورى گزيد</w:t>
      </w:r>
      <w:r w:rsidR="007D3118">
        <w:rPr>
          <w:rtl/>
        </w:rPr>
        <w:t xml:space="preserve">، </w:t>
      </w:r>
      <w:r>
        <w:rPr>
          <w:rtl/>
        </w:rPr>
        <w:t>چون مى خواست دين تو را فيروز گرداند و براى سركوبى منكران تو ياوران به دست آورد</w:t>
      </w:r>
      <w:r w:rsidR="007D3118">
        <w:rPr>
          <w:rtl/>
        </w:rPr>
        <w:t xml:space="preserve">. </w:t>
      </w:r>
    </w:p>
    <w:p w:rsidR="00587D34" w:rsidRDefault="00587D34" w:rsidP="00587D34">
      <w:pPr>
        <w:pStyle w:val="libNormal"/>
        <w:rPr>
          <w:rtl/>
        </w:rPr>
      </w:pPr>
      <w:r>
        <w:rPr>
          <w:rtl/>
        </w:rPr>
        <w:t>17</w:t>
      </w:r>
      <w:r w:rsidR="007D3118">
        <w:rPr>
          <w:rtl/>
        </w:rPr>
        <w:t xml:space="preserve">. </w:t>
      </w:r>
      <w:r>
        <w:rPr>
          <w:rtl/>
        </w:rPr>
        <w:t>تا آن چه درباره دشمنان مى خواست به انجام رسيد</w:t>
      </w:r>
      <w:r w:rsidR="007D3118">
        <w:rPr>
          <w:rtl/>
        </w:rPr>
        <w:t xml:space="preserve">. </w:t>
      </w:r>
    </w:p>
    <w:p w:rsidR="00587D34" w:rsidRDefault="00587D34" w:rsidP="00587D34">
      <w:pPr>
        <w:pStyle w:val="libNormal"/>
        <w:rPr>
          <w:rtl/>
        </w:rPr>
      </w:pPr>
      <w:r>
        <w:rPr>
          <w:rtl/>
        </w:rPr>
        <w:t>18</w:t>
      </w:r>
      <w:r w:rsidR="007D3118">
        <w:rPr>
          <w:rtl/>
        </w:rPr>
        <w:t xml:space="preserve">. </w:t>
      </w:r>
      <w:r>
        <w:rPr>
          <w:rtl/>
        </w:rPr>
        <w:t>و آنچه براى دوستان تو مى خواست تمام گشت</w:t>
      </w:r>
      <w:r w:rsidR="007D3118">
        <w:rPr>
          <w:rtl/>
        </w:rPr>
        <w:t xml:space="preserve">. </w:t>
      </w:r>
    </w:p>
    <w:p w:rsidR="00587D34" w:rsidRDefault="00587D34" w:rsidP="00587D34">
      <w:pPr>
        <w:pStyle w:val="libNormal"/>
        <w:rPr>
          <w:rtl/>
        </w:rPr>
      </w:pPr>
      <w:r>
        <w:rPr>
          <w:rtl/>
        </w:rPr>
        <w:lastRenderedPageBreak/>
        <w:t>19</w:t>
      </w:r>
      <w:r w:rsidR="007D3118">
        <w:rPr>
          <w:rtl/>
        </w:rPr>
        <w:t xml:space="preserve">. </w:t>
      </w:r>
      <w:r>
        <w:rPr>
          <w:rtl/>
        </w:rPr>
        <w:t>از يارى تو گشايش خواست و با ناتوانى از تو نيرو طلبيد و سوى آنان تاخت</w:t>
      </w:r>
      <w:r w:rsidR="007D3118">
        <w:rPr>
          <w:rtl/>
        </w:rPr>
        <w:t xml:space="preserve">. </w:t>
      </w:r>
    </w:p>
    <w:p w:rsidR="00587D34" w:rsidRDefault="00587D34" w:rsidP="00587D34">
      <w:pPr>
        <w:pStyle w:val="libNormal"/>
        <w:rPr>
          <w:rtl/>
        </w:rPr>
      </w:pPr>
      <w:r>
        <w:rPr>
          <w:rtl/>
        </w:rPr>
        <w:t>20</w:t>
      </w:r>
      <w:r w:rsidR="007D3118">
        <w:rPr>
          <w:rtl/>
        </w:rPr>
        <w:t xml:space="preserve">. </w:t>
      </w:r>
      <w:r>
        <w:rPr>
          <w:rtl/>
        </w:rPr>
        <w:t>در ميان سراى ايشان جنگ پيوست</w:t>
      </w:r>
      <w:r w:rsidR="007D3118">
        <w:rPr>
          <w:rtl/>
        </w:rPr>
        <w:t xml:space="preserve">. </w:t>
      </w:r>
    </w:p>
    <w:p w:rsidR="00587D34" w:rsidRDefault="00587D34" w:rsidP="00587D34">
      <w:pPr>
        <w:pStyle w:val="libNormal"/>
        <w:rPr>
          <w:rtl/>
        </w:rPr>
      </w:pPr>
      <w:r>
        <w:rPr>
          <w:rtl/>
        </w:rPr>
        <w:t>21</w:t>
      </w:r>
      <w:r w:rsidR="007D3118">
        <w:rPr>
          <w:rtl/>
        </w:rPr>
        <w:t xml:space="preserve">. </w:t>
      </w:r>
      <w:r>
        <w:rPr>
          <w:rtl/>
        </w:rPr>
        <w:t>و بر آرامشگاه آنان هجوم برد</w:t>
      </w:r>
      <w:r w:rsidR="007D3118">
        <w:rPr>
          <w:rtl/>
        </w:rPr>
        <w:t xml:space="preserve">. </w:t>
      </w:r>
    </w:p>
    <w:p w:rsidR="00587D34" w:rsidRDefault="00587D34" w:rsidP="00587D34">
      <w:pPr>
        <w:pStyle w:val="libNormal"/>
        <w:rPr>
          <w:rtl/>
        </w:rPr>
      </w:pPr>
      <w:r>
        <w:rPr>
          <w:rtl/>
        </w:rPr>
        <w:t>22</w:t>
      </w:r>
      <w:r w:rsidR="007D3118">
        <w:rPr>
          <w:rtl/>
        </w:rPr>
        <w:t xml:space="preserve">. </w:t>
      </w:r>
      <w:r>
        <w:rPr>
          <w:rtl/>
        </w:rPr>
        <w:t>تا فرمان تو آشكار گشت و سخن تو بر كرسى نشست</w:t>
      </w:r>
      <w:r w:rsidR="007D3118">
        <w:rPr>
          <w:rtl/>
        </w:rPr>
        <w:t xml:space="preserve">، </w:t>
      </w:r>
      <w:r>
        <w:rPr>
          <w:rtl/>
        </w:rPr>
        <w:t>با اين كه مشركان را ناخوش آمد</w:t>
      </w:r>
      <w:r w:rsidR="007D3118">
        <w:rPr>
          <w:rtl/>
        </w:rPr>
        <w:t xml:space="preserve">. </w:t>
      </w:r>
    </w:p>
    <w:p w:rsidR="00587D34" w:rsidRDefault="00587D34" w:rsidP="00587D34">
      <w:pPr>
        <w:pStyle w:val="libNormal"/>
        <w:rPr>
          <w:rtl/>
        </w:rPr>
      </w:pPr>
      <w:r>
        <w:rPr>
          <w:rtl/>
        </w:rPr>
        <w:t>23</w:t>
      </w:r>
      <w:r w:rsidR="007D3118">
        <w:rPr>
          <w:rtl/>
        </w:rPr>
        <w:t xml:space="preserve">. </w:t>
      </w:r>
      <w:r>
        <w:rPr>
          <w:rtl/>
        </w:rPr>
        <w:t>خداوندا! او را به ازاى اين رنج به بالاترين درجات بهشت بالا بر</w:t>
      </w:r>
      <w:r w:rsidR="007D3118">
        <w:rPr>
          <w:rtl/>
        </w:rPr>
        <w:t xml:space="preserve">. </w:t>
      </w:r>
    </w:p>
    <w:p w:rsidR="00587D34" w:rsidRDefault="00587D34" w:rsidP="00587D34">
      <w:pPr>
        <w:pStyle w:val="libNormal"/>
        <w:rPr>
          <w:rtl/>
        </w:rPr>
      </w:pPr>
      <w:r>
        <w:rPr>
          <w:rtl/>
        </w:rPr>
        <w:t>24</w:t>
      </w:r>
      <w:r w:rsidR="007D3118">
        <w:rPr>
          <w:rtl/>
        </w:rPr>
        <w:t xml:space="preserve">. </w:t>
      </w:r>
      <w:r>
        <w:rPr>
          <w:rtl/>
        </w:rPr>
        <w:t>چنان كه ديگرى با او در يك منزلت نباشد و در مرتبه مانند او نبود و هيچ فرشته مقرب و نبى مرسل با او برابر نباشد</w:t>
      </w:r>
      <w:r w:rsidR="007D3118">
        <w:rPr>
          <w:rtl/>
        </w:rPr>
        <w:t xml:space="preserve">. </w:t>
      </w:r>
      <w:r w:rsidRPr="00AA3CBA">
        <w:rPr>
          <w:rStyle w:val="libFootnotenumChar"/>
          <w:rtl/>
        </w:rPr>
        <w:t>(25</w:t>
      </w:r>
      <w:r w:rsidR="007D3118" w:rsidRPr="00AA3CBA">
        <w:rPr>
          <w:rStyle w:val="libFootnotenumChar"/>
          <w:rtl/>
        </w:rPr>
        <w:t>)</w:t>
      </w:r>
    </w:p>
    <w:p w:rsidR="00587D34" w:rsidRDefault="00587D34" w:rsidP="00587D34">
      <w:pPr>
        <w:pStyle w:val="libNormal"/>
        <w:rPr>
          <w:rtl/>
        </w:rPr>
      </w:pPr>
      <w:r>
        <w:rPr>
          <w:rtl/>
        </w:rPr>
        <w:t>25</w:t>
      </w:r>
      <w:r w:rsidR="007D3118">
        <w:rPr>
          <w:rtl/>
        </w:rPr>
        <w:t xml:space="preserve">. </w:t>
      </w:r>
      <w:r>
        <w:rPr>
          <w:rtl/>
        </w:rPr>
        <w:t>و آن چه نويد دادى از شفاعت نيكو درباره خاندان پاك و امت مؤمن او بيشتر از آن عطا فرما</w:t>
      </w:r>
      <w:r w:rsidR="007D3118">
        <w:rPr>
          <w:rtl/>
        </w:rPr>
        <w:t xml:space="preserve">. </w:t>
      </w:r>
    </w:p>
    <w:p w:rsidR="00587D34" w:rsidRDefault="00587D34" w:rsidP="00587D34">
      <w:pPr>
        <w:pStyle w:val="libNormal"/>
        <w:rPr>
          <w:rtl/>
        </w:rPr>
      </w:pPr>
      <w:r>
        <w:rPr>
          <w:rtl/>
        </w:rPr>
        <w:t>26</w:t>
      </w:r>
      <w:r w:rsidR="007D3118">
        <w:rPr>
          <w:rtl/>
        </w:rPr>
        <w:t xml:space="preserve">. </w:t>
      </w:r>
      <w:r>
        <w:rPr>
          <w:rtl/>
        </w:rPr>
        <w:t>اى كه به وعده خود وفا مى كنى و گفتار خود را به انجام مى رسانى و زشتى ها را به چندين برابر از حسنات مبدل ميكنى</w:t>
      </w:r>
      <w:r w:rsidR="007D3118">
        <w:rPr>
          <w:rtl/>
        </w:rPr>
        <w:t xml:space="preserve">، </w:t>
      </w:r>
      <w:r>
        <w:rPr>
          <w:rtl/>
        </w:rPr>
        <w:t>كه تويى صاحب احسان عظيم</w:t>
      </w:r>
      <w:r w:rsidR="007D3118">
        <w:rPr>
          <w:rtl/>
        </w:rPr>
        <w:t xml:space="preserve">. </w:t>
      </w:r>
    </w:p>
    <w:p w:rsidR="00587D34" w:rsidRDefault="004A7447" w:rsidP="004C63D0">
      <w:pPr>
        <w:pStyle w:val="Heading2"/>
        <w:rPr>
          <w:rtl/>
        </w:rPr>
      </w:pPr>
      <w:r>
        <w:br w:type="page"/>
      </w:r>
      <w:bookmarkStart w:id="10" w:name="_Toc394915139"/>
      <w:r w:rsidR="00AA3CBA">
        <w:lastRenderedPageBreak/>
        <w:t>3</w:t>
      </w:r>
      <w:r w:rsidR="00AA3CBA">
        <w:rPr>
          <w:rtl/>
        </w:rPr>
        <w:t xml:space="preserve"> وَ كَانَ مِنْ دُعَائِهِ عَلَيْهِ السَّلامُ فِى الصَّلاةِ عَلَى حَمَلَةِ الْعَرْشِ وَ كُلِّ مَلَكٍ مُقَرَّبٍ:</w:t>
      </w:r>
      <w:bookmarkEnd w:id="10"/>
      <w:r w:rsidR="00AA3CBA">
        <w:rPr>
          <w:rtl/>
        </w:rPr>
        <w:t xml:space="preserve"> </w:t>
      </w:r>
    </w:p>
    <w:p w:rsidR="00587D34" w:rsidRDefault="00587D34" w:rsidP="00587D34">
      <w:pPr>
        <w:pStyle w:val="libNormal"/>
      </w:pPr>
      <w:r>
        <w:rPr>
          <w:rtl/>
        </w:rPr>
        <w:t>(1</w:t>
      </w:r>
      <w:r w:rsidR="007D3118">
        <w:rPr>
          <w:rtl/>
        </w:rPr>
        <w:t xml:space="preserve">) </w:t>
      </w:r>
      <w:r>
        <w:rPr>
          <w:rtl/>
        </w:rPr>
        <w:t>اللَّهُمَّ وَ حَمَلَةُ عَرْشِكَ الَّذِينَ لا يَفْتُرُونَ مِنْ تَسْبِيحِكَ</w:t>
      </w:r>
      <w:r w:rsidR="007D3118">
        <w:rPr>
          <w:rtl/>
        </w:rPr>
        <w:t xml:space="preserve">، </w:t>
      </w:r>
      <w:r>
        <w:rPr>
          <w:rtl/>
        </w:rPr>
        <w:t>وَ لا يَسْأَمُونَ مِنْ تَقْدِيسِكَ</w:t>
      </w:r>
      <w:r w:rsidR="007D3118">
        <w:rPr>
          <w:rtl/>
        </w:rPr>
        <w:t xml:space="preserve">، </w:t>
      </w:r>
      <w:r>
        <w:rPr>
          <w:rtl/>
        </w:rPr>
        <w:t>وَ لا يَسْتَحْسِرُونَ مِنْ عِبَادَتِكَ</w:t>
      </w:r>
      <w:r w:rsidR="007D3118">
        <w:rPr>
          <w:rtl/>
        </w:rPr>
        <w:t xml:space="preserve">، </w:t>
      </w:r>
      <w:r>
        <w:rPr>
          <w:rtl/>
        </w:rPr>
        <w:t>وَ لا يُؤْثِرُونَ التَّقْصِيرَ عَلَى الْجِدِّ فِى أَمْرِكَ</w:t>
      </w:r>
      <w:r w:rsidR="007D3118">
        <w:rPr>
          <w:rtl/>
        </w:rPr>
        <w:t xml:space="preserve">، </w:t>
      </w:r>
      <w:r>
        <w:rPr>
          <w:rtl/>
        </w:rPr>
        <w:t>وَ لا يَغْفُلُونَ عَنِ الْوَلَهِ إِلَيْكَ</w:t>
      </w:r>
    </w:p>
    <w:p w:rsidR="00587D34" w:rsidRDefault="00587D34" w:rsidP="00587D34">
      <w:pPr>
        <w:pStyle w:val="libNormal"/>
        <w:rPr>
          <w:rtl/>
        </w:rPr>
      </w:pPr>
      <w:r>
        <w:rPr>
          <w:rtl/>
        </w:rPr>
        <w:t>(2</w:t>
      </w:r>
      <w:r w:rsidR="007D3118">
        <w:rPr>
          <w:rtl/>
        </w:rPr>
        <w:t xml:space="preserve">) </w:t>
      </w:r>
      <w:r>
        <w:rPr>
          <w:rtl/>
        </w:rPr>
        <w:t>وَ إِسْرَافِيلُ صَاحِبُ الصُّورِ</w:t>
      </w:r>
      <w:r w:rsidR="007D3118">
        <w:rPr>
          <w:rtl/>
        </w:rPr>
        <w:t xml:space="preserve">، </w:t>
      </w:r>
      <w:r>
        <w:rPr>
          <w:rtl/>
        </w:rPr>
        <w:t>الشَّاخِصُ الَّذِى يَنْتَظِرُ مِنْكَ الْإِذْنَ</w:t>
      </w:r>
      <w:r w:rsidR="007D3118">
        <w:rPr>
          <w:rtl/>
        </w:rPr>
        <w:t xml:space="preserve">، </w:t>
      </w:r>
      <w:r>
        <w:rPr>
          <w:rtl/>
        </w:rPr>
        <w:t>وَ حُلُولَ الْأَمْرِ</w:t>
      </w:r>
      <w:r w:rsidR="007D3118">
        <w:rPr>
          <w:rtl/>
        </w:rPr>
        <w:t xml:space="preserve">، </w:t>
      </w:r>
      <w:r>
        <w:rPr>
          <w:rtl/>
        </w:rPr>
        <w:t>فَيُنَبِّهُ بِالنَّفْخَةِ صَرْعَى رَهَائِنِ الْقُبُورِ</w:t>
      </w:r>
      <w:r w:rsidR="007D3118">
        <w:rPr>
          <w:rtl/>
        </w:rPr>
        <w:t xml:space="preserve">. </w:t>
      </w:r>
    </w:p>
    <w:p w:rsidR="00587D34" w:rsidRDefault="00587D34" w:rsidP="00587D34">
      <w:pPr>
        <w:pStyle w:val="libNormal"/>
        <w:rPr>
          <w:rtl/>
        </w:rPr>
      </w:pPr>
      <w:r>
        <w:rPr>
          <w:rtl/>
        </w:rPr>
        <w:t>(3</w:t>
      </w:r>
      <w:r w:rsidR="007D3118">
        <w:rPr>
          <w:rtl/>
        </w:rPr>
        <w:t xml:space="preserve">) </w:t>
      </w:r>
      <w:r>
        <w:rPr>
          <w:rtl/>
        </w:rPr>
        <w:t>وَ مِيكَائِيلُ ذُو الْجَاهِ عِنْدَكَ</w:t>
      </w:r>
      <w:r w:rsidR="007D3118">
        <w:rPr>
          <w:rtl/>
        </w:rPr>
        <w:t xml:space="preserve">، </w:t>
      </w:r>
      <w:r>
        <w:rPr>
          <w:rtl/>
        </w:rPr>
        <w:t>وَ الْمَكَانِ الرَّفِيعِ مِنْ طَاعَتِكَ</w:t>
      </w:r>
      <w:r w:rsidR="007D3118">
        <w:rPr>
          <w:rtl/>
        </w:rPr>
        <w:t xml:space="preserve">. </w:t>
      </w:r>
    </w:p>
    <w:p w:rsidR="00587D34" w:rsidRDefault="00587D34" w:rsidP="00587D34">
      <w:pPr>
        <w:pStyle w:val="libNormal"/>
        <w:rPr>
          <w:rtl/>
        </w:rPr>
      </w:pPr>
      <w:r>
        <w:rPr>
          <w:rtl/>
        </w:rPr>
        <w:t>(4</w:t>
      </w:r>
      <w:r w:rsidR="007D3118">
        <w:rPr>
          <w:rtl/>
        </w:rPr>
        <w:t xml:space="preserve">) </w:t>
      </w:r>
      <w:r>
        <w:rPr>
          <w:rtl/>
        </w:rPr>
        <w:t>وَ جِبْرِيلُ الْأَمِينُ عَلَى وَحْيِكَ</w:t>
      </w:r>
      <w:r w:rsidR="007D3118">
        <w:rPr>
          <w:rtl/>
        </w:rPr>
        <w:t xml:space="preserve">، </w:t>
      </w:r>
      <w:r>
        <w:rPr>
          <w:rtl/>
        </w:rPr>
        <w:t>الْمُطَاعُ فِى أَهْلِ سَمَاوَاتِكَ</w:t>
      </w:r>
      <w:r w:rsidR="007D3118">
        <w:rPr>
          <w:rtl/>
        </w:rPr>
        <w:t xml:space="preserve">، </w:t>
      </w:r>
      <w:r>
        <w:rPr>
          <w:rtl/>
        </w:rPr>
        <w:t>الْمَكِينُ لَدَيْكَ</w:t>
      </w:r>
      <w:r w:rsidR="007D3118">
        <w:rPr>
          <w:rtl/>
        </w:rPr>
        <w:t xml:space="preserve">، </w:t>
      </w:r>
      <w:r>
        <w:rPr>
          <w:rtl/>
        </w:rPr>
        <w:t>الْمُقَرَّبُ عِنْدَكَ</w:t>
      </w:r>
    </w:p>
    <w:p w:rsidR="00587D34" w:rsidRDefault="00587D34" w:rsidP="00587D34">
      <w:pPr>
        <w:pStyle w:val="libNormal"/>
        <w:rPr>
          <w:rtl/>
        </w:rPr>
      </w:pPr>
      <w:r>
        <w:rPr>
          <w:rtl/>
        </w:rPr>
        <w:t>(5</w:t>
      </w:r>
      <w:r w:rsidR="007D3118">
        <w:rPr>
          <w:rtl/>
        </w:rPr>
        <w:t xml:space="preserve">) </w:t>
      </w:r>
      <w:r>
        <w:rPr>
          <w:rtl/>
        </w:rPr>
        <w:t>وَ الرُّوحُ الَّذِى هُوَ عَلَى مَلَائِكَةِ الْحُجُبِ</w:t>
      </w:r>
      <w:r w:rsidR="007D3118">
        <w:rPr>
          <w:rtl/>
        </w:rPr>
        <w:t xml:space="preserve">. </w:t>
      </w:r>
    </w:p>
    <w:p w:rsidR="00587D34" w:rsidRDefault="00587D34" w:rsidP="00587D34">
      <w:pPr>
        <w:pStyle w:val="libNormal"/>
        <w:rPr>
          <w:rtl/>
        </w:rPr>
      </w:pPr>
      <w:r>
        <w:rPr>
          <w:rtl/>
        </w:rPr>
        <w:t>(6</w:t>
      </w:r>
      <w:r w:rsidR="007D3118">
        <w:rPr>
          <w:rtl/>
        </w:rPr>
        <w:t xml:space="preserve">) </w:t>
      </w:r>
      <w:r>
        <w:rPr>
          <w:rtl/>
        </w:rPr>
        <w:t>وَ الرُّوحُ الَّذِى هُوَ مِنْ أَمْرِكَ</w:t>
      </w:r>
      <w:r w:rsidR="007D3118">
        <w:rPr>
          <w:rtl/>
        </w:rPr>
        <w:t xml:space="preserve">، </w:t>
      </w:r>
      <w:r>
        <w:rPr>
          <w:rtl/>
        </w:rPr>
        <w:t>فَصَلِّ عَلَيْهِمْ</w:t>
      </w:r>
      <w:r w:rsidR="007D3118">
        <w:rPr>
          <w:rtl/>
        </w:rPr>
        <w:t xml:space="preserve">، </w:t>
      </w:r>
      <w:r>
        <w:rPr>
          <w:rtl/>
        </w:rPr>
        <w:t>وَ عَلَى الْمَلائِكَةِ الَّذِينَ مِنْ دُونِهِمْ</w:t>
      </w:r>
      <w:r w:rsidR="007D3118">
        <w:rPr>
          <w:rtl/>
        </w:rPr>
        <w:t xml:space="preserve">: </w:t>
      </w:r>
    </w:p>
    <w:p w:rsidR="00587D34" w:rsidRDefault="00587D34" w:rsidP="00587D34">
      <w:pPr>
        <w:pStyle w:val="libNormal"/>
        <w:rPr>
          <w:rtl/>
        </w:rPr>
      </w:pPr>
      <w:r>
        <w:rPr>
          <w:rtl/>
        </w:rPr>
        <w:t>مِنْ سُكَّانِ سَمَاوَاتِكَ</w:t>
      </w:r>
      <w:r w:rsidR="007D3118">
        <w:rPr>
          <w:rtl/>
        </w:rPr>
        <w:t xml:space="preserve">، </w:t>
      </w:r>
      <w:r>
        <w:rPr>
          <w:rtl/>
        </w:rPr>
        <w:t>وَ أَهْلِ الْأَمَانَةِ عَلَى رِسَالاتِكَ</w:t>
      </w:r>
    </w:p>
    <w:p w:rsidR="00587D34" w:rsidRDefault="00587D34" w:rsidP="00587D34">
      <w:pPr>
        <w:pStyle w:val="libNormal"/>
        <w:rPr>
          <w:rtl/>
        </w:rPr>
      </w:pPr>
      <w:r>
        <w:rPr>
          <w:rtl/>
        </w:rPr>
        <w:t>(7</w:t>
      </w:r>
      <w:r w:rsidR="007D3118">
        <w:rPr>
          <w:rtl/>
        </w:rPr>
        <w:t xml:space="preserve">) </w:t>
      </w:r>
      <w:r>
        <w:rPr>
          <w:rtl/>
        </w:rPr>
        <w:t>وَ الَّذِينَ لا تَدْخُلُهُمْ سَأْمَةٌ مِنْ دُءُوبٍ</w:t>
      </w:r>
      <w:r w:rsidR="007D3118">
        <w:rPr>
          <w:rtl/>
        </w:rPr>
        <w:t xml:space="preserve">، </w:t>
      </w:r>
      <w:r>
        <w:rPr>
          <w:rtl/>
        </w:rPr>
        <w:t>وَ لا إِعْيَاءٌ مِنْ لُغُوبٍ وَ لا فُتُورٌ</w:t>
      </w:r>
      <w:r w:rsidR="007D3118">
        <w:rPr>
          <w:rtl/>
        </w:rPr>
        <w:t xml:space="preserve">، </w:t>
      </w:r>
      <w:r>
        <w:rPr>
          <w:rtl/>
        </w:rPr>
        <w:t>وَ لا تَشْغَلُهُمْ عَنْ تَسْبِيحِكَ الشَّهَوَاتُ</w:t>
      </w:r>
      <w:r w:rsidR="007D3118">
        <w:rPr>
          <w:rtl/>
        </w:rPr>
        <w:t xml:space="preserve">، </w:t>
      </w:r>
      <w:r>
        <w:rPr>
          <w:rtl/>
        </w:rPr>
        <w:t>وَ لا يَقْطَعُهُمْ عَنْ تَعْظِيمِكَ سَهْوُ الْغَفَلاتِ</w:t>
      </w:r>
      <w:r w:rsidR="007D3118">
        <w:rPr>
          <w:rtl/>
        </w:rPr>
        <w:t xml:space="preserve">. </w:t>
      </w:r>
    </w:p>
    <w:p w:rsidR="00587D34" w:rsidRDefault="00587D34" w:rsidP="00587D34">
      <w:pPr>
        <w:pStyle w:val="libNormal"/>
        <w:rPr>
          <w:rtl/>
        </w:rPr>
      </w:pPr>
      <w:r>
        <w:rPr>
          <w:rtl/>
        </w:rPr>
        <w:t>(8</w:t>
      </w:r>
      <w:r w:rsidR="007D3118">
        <w:rPr>
          <w:rtl/>
        </w:rPr>
        <w:t xml:space="preserve">) </w:t>
      </w:r>
      <w:r>
        <w:rPr>
          <w:rtl/>
        </w:rPr>
        <w:t>الْخُشَّعُ الْأَبْصَارِ فَلا يَرُومُونَ النَّظَرَ إِلَيْكَ</w:t>
      </w:r>
      <w:r w:rsidR="007D3118">
        <w:rPr>
          <w:rtl/>
        </w:rPr>
        <w:t xml:space="preserve">، </w:t>
      </w:r>
      <w:r>
        <w:rPr>
          <w:rtl/>
        </w:rPr>
        <w:t>النَّوَاكِسُ الْأَذْقَانِ</w:t>
      </w:r>
      <w:r w:rsidR="007D3118">
        <w:rPr>
          <w:rtl/>
        </w:rPr>
        <w:t xml:space="preserve">، </w:t>
      </w:r>
      <w:r>
        <w:rPr>
          <w:rtl/>
        </w:rPr>
        <w:t>الَّذِينَ قَدْ طَالَتْ رَغْبَتُهُمْ فِيمَا لَدَيْكَ</w:t>
      </w:r>
      <w:r w:rsidR="007D3118">
        <w:rPr>
          <w:rtl/>
        </w:rPr>
        <w:t xml:space="preserve">، </w:t>
      </w:r>
      <w:r>
        <w:rPr>
          <w:rtl/>
        </w:rPr>
        <w:t>الْمُسْتَهْتَرُونَ بِذِكْرِ آلائِكَ</w:t>
      </w:r>
      <w:r w:rsidR="007D3118">
        <w:rPr>
          <w:rtl/>
        </w:rPr>
        <w:t xml:space="preserve">، </w:t>
      </w:r>
      <w:r>
        <w:rPr>
          <w:rtl/>
        </w:rPr>
        <w:t>وَ الْمُتَوَاضِعُونَ دُونَ عَظَمَتِكَ وَ جَلالِ كِبْرِيَائِكَ</w:t>
      </w:r>
    </w:p>
    <w:p w:rsidR="00587D34" w:rsidRDefault="00587D34" w:rsidP="00587D34">
      <w:pPr>
        <w:pStyle w:val="libNormal"/>
        <w:rPr>
          <w:rtl/>
        </w:rPr>
      </w:pPr>
      <w:r>
        <w:rPr>
          <w:rtl/>
        </w:rPr>
        <w:t>(9</w:t>
      </w:r>
      <w:r w:rsidR="007D3118">
        <w:rPr>
          <w:rtl/>
        </w:rPr>
        <w:t xml:space="preserve">) </w:t>
      </w:r>
      <w:r>
        <w:rPr>
          <w:rtl/>
        </w:rPr>
        <w:t>وَ الَّذِينَ يَقُولُونَ إِذَا نَظَرُوا إِلَى جَهَنَّمَ تَزْفِرُ عَلَى أَهْلِ مَعْصِيَتِكَ</w:t>
      </w:r>
      <w:r w:rsidR="007D3118">
        <w:rPr>
          <w:rtl/>
        </w:rPr>
        <w:t xml:space="preserve">: </w:t>
      </w:r>
    </w:p>
    <w:p w:rsidR="00587D34" w:rsidRDefault="00587D34" w:rsidP="00587D34">
      <w:pPr>
        <w:pStyle w:val="libNormal"/>
        <w:rPr>
          <w:rtl/>
        </w:rPr>
      </w:pPr>
      <w:r>
        <w:rPr>
          <w:rtl/>
        </w:rPr>
        <w:t>سُبْحَانَكَ مَا عَبَدْنَاكَ حَقَّ عِبَادَتِكَ</w:t>
      </w:r>
      <w:r w:rsidR="007D3118">
        <w:rPr>
          <w:rtl/>
        </w:rPr>
        <w:t xml:space="preserve">. </w:t>
      </w:r>
    </w:p>
    <w:p w:rsidR="00587D34" w:rsidRDefault="00587D34" w:rsidP="00587D34">
      <w:pPr>
        <w:pStyle w:val="libNormal"/>
        <w:rPr>
          <w:rtl/>
        </w:rPr>
      </w:pPr>
      <w:r>
        <w:rPr>
          <w:rtl/>
        </w:rPr>
        <w:lastRenderedPageBreak/>
        <w:t>(10</w:t>
      </w:r>
      <w:r w:rsidR="007D3118">
        <w:rPr>
          <w:rtl/>
        </w:rPr>
        <w:t xml:space="preserve">) </w:t>
      </w:r>
      <w:r>
        <w:rPr>
          <w:rtl/>
        </w:rPr>
        <w:t>فَصَلِّ عَلَيْهِمْ وَ عَلَى الرَّوْحَانِيِّينَ مِنْ مَلائِكَتِكَ</w:t>
      </w:r>
      <w:r w:rsidR="007D3118">
        <w:rPr>
          <w:rtl/>
        </w:rPr>
        <w:t xml:space="preserve">، </w:t>
      </w:r>
      <w:r>
        <w:rPr>
          <w:rtl/>
        </w:rPr>
        <w:t>وَ أَهْلِ الزُّلْفَةِ عِنْدَكَ</w:t>
      </w:r>
      <w:r w:rsidR="007D3118">
        <w:rPr>
          <w:rtl/>
        </w:rPr>
        <w:t xml:space="preserve">، </w:t>
      </w:r>
      <w:r>
        <w:rPr>
          <w:rtl/>
        </w:rPr>
        <w:t>وَ حُمَّالِ الْغَيْبِ إِلَى رُسُلِكَ</w:t>
      </w:r>
      <w:r w:rsidR="007D3118">
        <w:rPr>
          <w:rtl/>
        </w:rPr>
        <w:t xml:space="preserve">، </w:t>
      </w:r>
      <w:r>
        <w:rPr>
          <w:rtl/>
        </w:rPr>
        <w:t>وَ الْمُؤْتَمَنِينَ عَلَى وَحْيِكَ</w:t>
      </w:r>
    </w:p>
    <w:p w:rsidR="00587D34" w:rsidRDefault="00587D34" w:rsidP="00587D34">
      <w:pPr>
        <w:pStyle w:val="libNormal"/>
        <w:rPr>
          <w:rtl/>
        </w:rPr>
      </w:pPr>
      <w:r>
        <w:rPr>
          <w:rtl/>
        </w:rPr>
        <w:t>(11</w:t>
      </w:r>
      <w:r w:rsidR="007D3118">
        <w:rPr>
          <w:rtl/>
        </w:rPr>
        <w:t xml:space="preserve">) </w:t>
      </w:r>
      <w:r>
        <w:rPr>
          <w:rtl/>
        </w:rPr>
        <w:t>وَ قَبَائِلِ الْمَلائِكَةِ الَّذِينَ اخْتَصَصْتَهُمْ لِنَفْسِكَ</w:t>
      </w:r>
      <w:r w:rsidR="007D3118">
        <w:rPr>
          <w:rtl/>
        </w:rPr>
        <w:t xml:space="preserve">، </w:t>
      </w:r>
      <w:r>
        <w:rPr>
          <w:rtl/>
        </w:rPr>
        <w:t>وَ أَغْنَيْتَهُمْ عَنِ الطَّعَامِ وَ الشَّرَابِ بِتَقْدِيسِكَ</w:t>
      </w:r>
      <w:r w:rsidR="007D3118">
        <w:rPr>
          <w:rtl/>
        </w:rPr>
        <w:t xml:space="preserve">، </w:t>
      </w:r>
      <w:r>
        <w:rPr>
          <w:rtl/>
        </w:rPr>
        <w:t>وَ أَسْكَنْتَهُمْ بُطُونَ أَطْبَاقِ سَمَاوَاتِكَ</w:t>
      </w:r>
      <w:r w:rsidR="007D3118">
        <w:rPr>
          <w:rtl/>
        </w:rPr>
        <w:t xml:space="preserve">. </w:t>
      </w:r>
    </w:p>
    <w:p w:rsidR="00587D34" w:rsidRDefault="00587D34" w:rsidP="00587D34">
      <w:pPr>
        <w:pStyle w:val="libNormal"/>
        <w:rPr>
          <w:rtl/>
        </w:rPr>
      </w:pPr>
      <w:r>
        <w:rPr>
          <w:rtl/>
        </w:rPr>
        <w:t>(12</w:t>
      </w:r>
      <w:r w:rsidR="007D3118">
        <w:rPr>
          <w:rtl/>
        </w:rPr>
        <w:t xml:space="preserve">) </w:t>
      </w:r>
      <w:r>
        <w:rPr>
          <w:rtl/>
        </w:rPr>
        <w:t>وَ الَّذِينَ عَلَى أَرْجَائِهَا إِذَا نَزَلَ الْأَمْرُ بِتَمَامِ وَعْدِكَ</w:t>
      </w:r>
    </w:p>
    <w:p w:rsidR="00587D34" w:rsidRDefault="00587D34" w:rsidP="00587D34">
      <w:pPr>
        <w:pStyle w:val="libNormal"/>
        <w:rPr>
          <w:rtl/>
        </w:rPr>
      </w:pPr>
      <w:r>
        <w:rPr>
          <w:rtl/>
        </w:rPr>
        <w:t>(13</w:t>
      </w:r>
      <w:r w:rsidR="007D3118">
        <w:rPr>
          <w:rtl/>
        </w:rPr>
        <w:t xml:space="preserve">) </w:t>
      </w:r>
      <w:r>
        <w:rPr>
          <w:rtl/>
        </w:rPr>
        <w:t>وَ خُزَّانِ الْمَطَرِ وَ زَوَاجِرِ السَّحَابِ</w:t>
      </w:r>
    </w:p>
    <w:p w:rsidR="00587D34" w:rsidRDefault="00587D34" w:rsidP="00587D34">
      <w:pPr>
        <w:pStyle w:val="libNormal"/>
        <w:rPr>
          <w:rtl/>
        </w:rPr>
      </w:pPr>
      <w:r>
        <w:rPr>
          <w:rtl/>
        </w:rPr>
        <w:t>(14</w:t>
      </w:r>
      <w:r w:rsidR="007D3118">
        <w:rPr>
          <w:rtl/>
        </w:rPr>
        <w:t xml:space="preserve">) </w:t>
      </w:r>
      <w:r>
        <w:rPr>
          <w:rtl/>
        </w:rPr>
        <w:t>وَ الَّذِى بِصَوْتِ زَجْرِهِ يُسْمَعُ زَجَلُ الرُّعُودِ</w:t>
      </w:r>
      <w:r w:rsidR="007D3118">
        <w:rPr>
          <w:rtl/>
        </w:rPr>
        <w:t xml:space="preserve">، </w:t>
      </w:r>
      <w:r>
        <w:rPr>
          <w:rtl/>
        </w:rPr>
        <w:t>وَ إِذَا سَبَحَتْ بِهِ حَفِيفَةُ السَّحَابِ الْتَمَعَتْ صَوَاعِقُ الْبُرُوقِ</w:t>
      </w:r>
      <w:r w:rsidR="007D3118">
        <w:rPr>
          <w:rtl/>
        </w:rPr>
        <w:t xml:space="preserve">. </w:t>
      </w:r>
    </w:p>
    <w:p w:rsidR="00587D34" w:rsidRDefault="00587D34" w:rsidP="00587D34">
      <w:pPr>
        <w:pStyle w:val="libNormal"/>
        <w:rPr>
          <w:rtl/>
        </w:rPr>
      </w:pPr>
      <w:r>
        <w:rPr>
          <w:rtl/>
        </w:rPr>
        <w:t>(15</w:t>
      </w:r>
      <w:r w:rsidR="007D3118">
        <w:rPr>
          <w:rtl/>
        </w:rPr>
        <w:t xml:space="preserve">) </w:t>
      </w:r>
      <w:r>
        <w:rPr>
          <w:rtl/>
        </w:rPr>
        <w:t>وَ مُشَيِّعِى الثَّلْجِ وَ الْبَرَدِ</w:t>
      </w:r>
      <w:r w:rsidR="007D3118">
        <w:rPr>
          <w:rtl/>
        </w:rPr>
        <w:t xml:space="preserve">، </w:t>
      </w:r>
      <w:r>
        <w:rPr>
          <w:rtl/>
        </w:rPr>
        <w:t>وَ الْهَابِطِينَ مَعَ قَطْرِ الْمَطَرِ إِذَا نَزَلَ</w:t>
      </w:r>
      <w:r w:rsidR="007D3118">
        <w:rPr>
          <w:rtl/>
        </w:rPr>
        <w:t xml:space="preserve">، </w:t>
      </w:r>
      <w:r>
        <w:rPr>
          <w:rtl/>
        </w:rPr>
        <w:t>وَ الْقُوَّامِ عَلَى خَزَائِنِ الرِّيَاحِ</w:t>
      </w:r>
      <w:r w:rsidR="007D3118">
        <w:rPr>
          <w:rtl/>
        </w:rPr>
        <w:t xml:space="preserve">، </w:t>
      </w:r>
      <w:r>
        <w:rPr>
          <w:rtl/>
        </w:rPr>
        <w:t>وَ الْمُوَكَّلِينَ بِالْجِبَالِ فَلا تَزُولُ</w:t>
      </w:r>
    </w:p>
    <w:p w:rsidR="00587D34" w:rsidRDefault="00587D34" w:rsidP="00587D34">
      <w:pPr>
        <w:pStyle w:val="libNormal"/>
        <w:rPr>
          <w:rtl/>
        </w:rPr>
      </w:pPr>
      <w:r>
        <w:rPr>
          <w:rtl/>
        </w:rPr>
        <w:t>(16</w:t>
      </w:r>
      <w:r w:rsidR="007D3118">
        <w:rPr>
          <w:rtl/>
        </w:rPr>
        <w:t xml:space="preserve">) </w:t>
      </w:r>
      <w:r>
        <w:rPr>
          <w:rtl/>
        </w:rPr>
        <w:t>وَ الَّذِينَ عَرَّفْتَهُمْ مَثَاقِيلَ الْمِيَاهِ</w:t>
      </w:r>
      <w:r w:rsidR="007D3118">
        <w:rPr>
          <w:rtl/>
        </w:rPr>
        <w:t xml:space="preserve">، </w:t>
      </w:r>
      <w:r>
        <w:rPr>
          <w:rtl/>
        </w:rPr>
        <w:t>وَ كَيْلَ مَا تَحْوِيهِ لَوَاعِجُ الْأَمْطَارِ وَ عَوَالِجُهَا</w:t>
      </w:r>
    </w:p>
    <w:p w:rsidR="00587D34" w:rsidRDefault="00587D34" w:rsidP="00587D34">
      <w:pPr>
        <w:pStyle w:val="libNormal"/>
        <w:rPr>
          <w:rtl/>
        </w:rPr>
      </w:pPr>
      <w:r>
        <w:rPr>
          <w:rtl/>
        </w:rPr>
        <w:t>(17</w:t>
      </w:r>
      <w:r w:rsidR="007D3118">
        <w:rPr>
          <w:rtl/>
        </w:rPr>
        <w:t xml:space="preserve">) </w:t>
      </w:r>
      <w:r>
        <w:rPr>
          <w:rtl/>
        </w:rPr>
        <w:t>وَ رُسُلِكَ مِنَ الْمَلائِكَةِ إِلَى أَهْلِ الْأَرْضِ بِمَكْرُوهِ مَا يَنْزِلُ مِنَ الْبَلاءِ وَ مَحْبُوبِ الرَّخَاءِ</w:t>
      </w:r>
    </w:p>
    <w:p w:rsidR="00587D34" w:rsidRDefault="00587D34" w:rsidP="00587D34">
      <w:pPr>
        <w:pStyle w:val="libNormal"/>
        <w:rPr>
          <w:rtl/>
        </w:rPr>
      </w:pPr>
      <w:r>
        <w:rPr>
          <w:rtl/>
        </w:rPr>
        <w:t>(18</w:t>
      </w:r>
      <w:r w:rsidR="007D3118">
        <w:rPr>
          <w:rtl/>
        </w:rPr>
        <w:t xml:space="preserve">) </w:t>
      </w:r>
      <w:r>
        <w:rPr>
          <w:rtl/>
        </w:rPr>
        <w:t>وَ السَّفَرَةِ الْكِرَامِ الْبَرَرَةِ</w:t>
      </w:r>
      <w:r w:rsidR="007D3118">
        <w:rPr>
          <w:rtl/>
        </w:rPr>
        <w:t xml:space="preserve">، </w:t>
      </w:r>
      <w:r>
        <w:rPr>
          <w:rtl/>
        </w:rPr>
        <w:t>وَ الْحَفَظَةِ الْكِرَامِ الْكَاتِبِينَ</w:t>
      </w:r>
      <w:r w:rsidR="007D3118">
        <w:rPr>
          <w:rtl/>
        </w:rPr>
        <w:t xml:space="preserve">، </w:t>
      </w:r>
      <w:r>
        <w:rPr>
          <w:rtl/>
        </w:rPr>
        <w:t>وَ مَلَكِ الْمَوْتِ وَ أَعْوَانِهِ</w:t>
      </w:r>
      <w:r w:rsidR="007D3118">
        <w:rPr>
          <w:rtl/>
        </w:rPr>
        <w:t xml:space="preserve">، </w:t>
      </w:r>
      <w:r>
        <w:rPr>
          <w:rtl/>
        </w:rPr>
        <w:t>وَ مُنْكَرٍ وَ نَكِيرٍ</w:t>
      </w:r>
      <w:r w:rsidR="007D3118">
        <w:rPr>
          <w:rtl/>
        </w:rPr>
        <w:t xml:space="preserve">، </w:t>
      </w:r>
      <w:r>
        <w:rPr>
          <w:rtl/>
        </w:rPr>
        <w:t>وَ رُومَانَ فَتَّانِ الْقُبُورِ</w:t>
      </w:r>
      <w:r w:rsidR="007D3118">
        <w:rPr>
          <w:rtl/>
        </w:rPr>
        <w:t xml:space="preserve">، </w:t>
      </w:r>
      <w:r>
        <w:rPr>
          <w:rtl/>
        </w:rPr>
        <w:t>وَ الطَّائِفِينَ بِالْبَيْتِ الْمَعْمُورِ</w:t>
      </w:r>
      <w:r w:rsidR="007D3118">
        <w:rPr>
          <w:rtl/>
        </w:rPr>
        <w:t xml:space="preserve">، </w:t>
      </w:r>
      <w:r>
        <w:rPr>
          <w:rtl/>
        </w:rPr>
        <w:t>وَ مَالِكٍ</w:t>
      </w:r>
      <w:r w:rsidR="007D3118">
        <w:rPr>
          <w:rtl/>
        </w:rPr>
        <w:t xml:space="preserve">، </w:t>
      </w:r>
      <w:r>
        <w:rPr>
          <w:rtl/>
        </w:rPr>
        <w:t>وَ الْخَزَنَةِ</w:t>
      </w:r>
      <w:r w:rsidR="007D3118">
        <w:rPr>
          <w:rtl/>
        </w:rPr>
        <w:t xml:space="preserve">، </w:t>
      </w:r>
      <w:r>
        <w:rPr>
          <w:rtl/>
        </w:rPr>
        <w:t>وَ رِضْوَانَ</w:t>
      </w:r>
      <w:r w:rsidR="007D3118">
        <w:rPr>
          <w:rtl/>
        </w:rPr>
        <w:t xml:space="preserve">، </w:t>
      </w:r>
      <w:r>
        <w:rPr>
          <w:rtl/>
        </w:rPr>
        <w:t>وَ سَدَنَةِ الْجِنَانِ</w:t>
      </w:r>
      <w:r w:rsidR="007D3118">
        <w:rPr>
          <w:rtl/>
        </w:rPr>
        <w:t xml:space="preserve">. </w:t>
      </w:r>
    </w:p>
    <w:p w:rsidR="00587D34" w:rsidRDefault="00587D34" w:rsidP="00587D34">
      <w:pPr>
        <w:pStyle w:val="libNormal"/>
        <w:rPr>
          <w:rtl/>
        </w:rPr>
      </w:pPr>
      <w:r>
        <w:rPr>
          <w:rtl/>
        </w:rPr>
        <w:t>(19</w:t>
      </w:r>
      <w:r w:rsidR="007D3118">
        <w:rPr>
          <w:rtl/>
        </w:rPr>
        <w:t xml:space="preserve">) </w:t>
      </w:r>
      <w:r>
        <w:rPr>
          <w:rtl/>
        </w:rPr>
        <w:t>وَ الَّذِينَ لا يَعْصُونَ اللَّهَ مَا أَمَرَهُمْ</w:t>
      </w:r>
      <w:r w:rsidR="007D3118">
        <w:rPr>
          <w:rtl/>
        </w:rPr>
        <w:t xml:space="preserve">، </w:t>
      </w:r>
      <w:r>
        <w:rPr>
          <w:rtl/>
        </w:rPr>
        <w:t>وَ يَفْعَلُونَ مَا يُؤْمَرُونَ</w:t>
      </w:r>
    </w:p>
    <w:p w:rsidR="00587D34" w:rsidRDefault="00587D34" w:rsidP="00587D34">
      <w:pPr>
        <w:pStyle w:val="libNormal"/>
        <w:rPr>
          <w:rtl/>
        </w:rPr>
      </w:pPr>
      <w:r>
        <w:rPr>
          <w:rtl/>
        </w:rPr>
        <w:t>(20</w:t>
      </w:r>
      <w:r w:rsidR="007D3118">
        <w:rPr>
          <w:rtl/>
        </w:rPr>
        <w:t xml:space="preserve">) </w:t>
      </w:r>
      <w:r>
        <w:rPr>
          <w:rtl/>
        </w:rPr>
        <w:t>وَ الَّذِينَ يَقُولُونَ</w:t>
      </w:r>
      <w:r w:rsidR="007D3118">
        <w:rPr>
          <w:rtl/>
        </w:rPr>
        <w:t xml:space="preserve">: </w:t>
      </w:r>
      <w:r>
        <w:rPr>
          <w:rtl/>
        </w:rPr>
        <w:t>سَلامٌ عَلَيْكُمْ بِمَا صَبَرْتُمْ فَنِعْمَ عُقْبَى الدَّارِ</w:t>
      </w:r>
    </w:p>
    <w:p w:rsidR="00587D34" w:rsidRDefault="00587D34" w:rsidP="00587D34">
      <w:pPr>
        <w:pStyle w:val="libNormal"/>
        <w:rPr>
          <w:rtl/>
        </w:rPr>
      </w:pPr>
      <w:r>
        <w:rPr>
          <w:rtl/>
        </w:rPr>
        <w:t>(21</w:t>
      </w:r>
      <w:r w:rsidR="007D3118">
        <w:rPr>
          <w:rtl/>
        </w:rPr>
        <w:t xml:space="preserve">) </w:t>
      </w:r>
      <w:r>
        <w:rPr>
          <w:rtl/>
        </w:rPr>
        <w:t>وَ الزَّبَانِيَةِ الَّذِينَ إِذَا قِيلَ لَهُمْ</w:t>
      </w:r>
      <w:r w:rsidR="007D3118">
        <w:rPr>
          <w:rtl/>
        </w:rPr>
        <w:t xml:space="preserve">: </w:t>
      </w:r>
      <w:r>
        <w:rPr>
          <w:rtl/>
        </w:rPr>
        <w:t>خُذُوهُ فَغُلُّوهُ ثُمَّ الْجَحِيمَ صَلُّوهُ ابْتَدَرُوهُ سِرَاعا</w:t>
      </w:r>
      <w:r w:rsidR="007D3118">
        <w:rPr>
          <w:rtl/>
        </w:rPr>
        <w:t xml:space="preserve">، </w:t>
      </w:r>
      <w:r>
        <w:rPr>
          <w:rtl/>
        </w:rPr>
        <w:t>وَ لَمْ يُنْظِرُوهُ</w:t>
      </w:r>
      <w:r w:rsidR="007D3118">
        <w:rPr>
          <w:rtl/>
        </w:rPr>
        <w:t xml:space="preserve">. </w:t>
      </w:r>
    </w:p>
    <w:p w:rsidR="00587D34" w:rsidRDefault="00587D34" w:rsidP="00587D34">
      <w:pPr>
        <w:pStyle w:val="libNormal"/>
        <w:rPr>
          <w:rtl/>
        </w:rPr>
      </w:pPr>
      <w:r>
        <w:rPr>
          <w:rtl/>
        </w:rPr>
        <w:t>(22</w:t>
      </w:r>
      <w:r w:rsidR="007D3118">
        <w:rPr>
          <w:rtl/>
        </w:rPr>
        <w:t xml:space="preserve">) </w:t>
      </w:r>
      <w:r>
        <w:rPr>
          <w:rtl/>
        </w:rPr>
        <w:t>وَ مَنْ أَوْهَمْنَا ذِكْرَهُ</w:t>
      </w:r>
      <w:r w:rsidR="007D3118">
        <w:rPr>
          <w:rtl/>
        </w:rPr>
        <w:t xml:space="preserve">، </w:t>
      </w:r>
      <w:r>
        <w:rPr>
          <w:rtl/>
        </w:rPr>
        <w:t>وَ لَمْ نَعْلَمْ مَكَانَهُ مِنْكَ</w:t>
      </w:r>
      <w:r w:rsidR="007D3118">
        <w:rPr>
          <w:rtl/>
        </w:rPr>
        <w:t xml:space="preserve">، </w:t>
      </w:r>
      <w:r>
        <w:rPr>
          <w:rtl/>
        </w:rPr>
        <w:t>و بِأَيِّ أَمْرٍ وَكَّلْتَهُ</w:t>
      </w:r>
      <w:r w:rsidR="007D3118">
        <w:rPr>
          <w:rtl/>
        </w:rPr>
        <w:t xml:space="preserve">. </w:t>
      </w:r>
    </w:p>
    <w:p w:rsidR="00587D34" w:rsidRDefault="00587D34" w:rsidP="00587D34">
      <w:pPr>
        <w:pStyle w:val="libNormal"/>
        <w:rPr>
          <w:rtl/>
        </w:rPr>
      </w:pPr>
      <w:r>
        <w:rPr>
          <w:rtl/>
        </w:rPr>
        <w:t>(23</w:t>
      </w:r>
      <w:r w:rsidR="007D3118">
        <w:rPr>
          <w:rtl/>
        </w:rPr>
        <w:t xml:space="preserve">) </w:t>
      </w:r>
      <w:r>
        <w:rPr>
          <w:rtl/>
        </w:rPr>
        <w:t>وَ سُكَّانِ الْهَوَاءِ وَ الْأَرْضِ وَ الْمَاءِ وَ مَنْ مِنْهُمْ عَلَى الْخَلْقِ</w:t>
      </w:r>
    </w:p>
    <w:p w:rsidR="00587D34" w:rsidRDefault="00587D34" w:rsidP="00587D34">
      <w:pPr>
        <w:pStyle w:val="libNormal"/>
        <w:rPr>
          <w:rtl/>
        </w:rPr>
      </w:pPr>
      <w:r>
        <w:rPr>
          <w:rtl/>
        </w:rPr>
        <w:lastRenderedPageBreak/>
        <w:t>(24</w:t>
      </w:r>
      <w:r w:rsidR="007D3118">
        <w:rPr>
          <w:rtl/>
        </w:rPr>
        <w:t xml:space="preserve">) </w:t>
      </w:r>
      <w:r>
        <w:rPr>
          <w:rtl/>
        </w:rPr>
        <w:t>فَصَلِّ عَلَيْهِمْ يَومَ يَأْتِى كُلُّ نَفْسٍ مَعَهَا سَائِقٌ وَ شَهِيدٌ</w:t>
      </w:r>
    </w:p>
    <w:p w:rsidR="00587D34" w:rsidRDefault="00587D34" w:rsidP="00587D34">
      <w:pPr>
        <w:pStyle w:val="libNormal"/>
        <w:rPr>
          <w:rtl/>
        </w:rPr>
      </w:pPr>
      <w:r>
        <w:rPr>
          <w:rtl/>
        </w:rPr>
        <w:t>(25</w:t>
      </w:r>
      <w:r w:rsidR="007D3118">
        <w:rPr>
          <w:rtl/>
        </w:rPr>
        <w:t xml:space="preserve">) </w:t>
      </w:r>
      <w:r>
        <w:rPr>
          <w:rtl/>
        </w:rPr>
        <w:t>وَ صَلِّ عَلَيْهِمْ صَلاةً تَزِيدُهُمْ كَرَامَةً عَلَى كَرَامَتِهِمْ وَ طَهَارَةً عَلَى طَهَارَتِهِمْ</w:t>
      </w:r>
    </w:p>
    <w:p w:rsidR="00587D34" w:rsidRDefault="00587D34" w:rsidP="00587D34">
      <w:pPr>
        <w:pStyle w:val="libNormal"/>
        <w:rPr>
          <w:rtl/>
        </w:rPr>
      </w:pPr>
      <w:r>
        <w:rPr>
          <w:rtl/>
        </w:rPr>
        <w:t>(26</w:t>
      </w:r>
      <w:r w:rsidR="007D3118">
        <w:rPr>
          <w:rtl/>
        </w:rPr>
        <w:t xml:space="preserve">) </w:t>
      </w:r>
      <w:r>
        <w:rPr>
          <w:rtl/>
        </w:rPr>
        <w:t>اللَّهُمَّ وَ إِذَا صَلَّيْتَ عَلَى مَلَائِكَتِكَ وَ رُسُلِكَ وَ بَلَّغْتَهُمْ صَلاتَنَا عَلَيْهِمْ فَصَلِّ عَلَيْنَا بِمَا فَتَحْتَ لَنَا مِنْ حُسْنِ الْقَوْلِ فِيهِمْ</w:t>
      </w:r>
      <w:r w:rsidR="007D3118">
        <w:rPr>
          <w:rtl/>
        </w:rPr>
        <w:t xml:space="preserve">، </w:t>
      </w:r>
      <w:r>
        <w:rPr>
          <w:rtl/>
        </w:rPr>
        <w:t>إِنَّكَ جَوَادٌ كَرِيمٌ</w:t>
      </w:r>
      <w:r w:rsidR="007D3118">
        <w:rPr>
          <w:rtl/>
        </w:rPr>
        <w:t xml:space="preserve">. </w:t>
      </w:r>
    </w:p>
    <w:p w:rsidR="00587D34" w:rsidRDefault="00AA3CBA" w:rsidP="004C63D0">
      <w:pPr>
        <w:pStyle w:val="Heading2"/>
        <w:rPr>
          <w:rtl/>
        </w:rPr>
      </w:pPr>
      <w:bookmarkStart w:id="11" w:name="_Toc394915140"/>
      <w:r>
        <w:rPr>
          <w:rtl/>
        </w:rPr>
        <w:t xml:space="preserve">ترجمه دعاى سوم: دعاى آن حضرت </w:t>
      </w:r>
      <w:r w:rsidR="000C598D" w:rsidRPr="000C598D">
        <w:rPr>
          <w:rStyle w:val="libAlaemChar"/>
          <w:rtl/>
        </w:rPr>
        <w:t>عليه‌السلام</w:t>
      </w:r>
      <w:r>
        <w:rPr>
          <w:rtl/>
        </w:rPr>
        <w:t xml:space="preserve"> </w:t>
      </w:r>
      <w:r w:rsidRPr="007A6928">
        <w:rPr>
          <w:rtl/>
        </w:rPr>
        <w:t>در درود بر حاملان عرش و هر فرشته مقرب</w:t>
      </w:r>
      <w:bookmarkEnd w:id="11"/>
    </w:p>
    <w:p w:rsidR="00587D34" w:rsidRDefault="00587D34" w:rsidP="00587D34">
      <w:pPr>
        <w:pStyle w:val="libNormal"/>
        <w:rPr>
          <w:rtl/>
        </w:rPr>
      </w:pPr>
      <w:r>
        <w:rPr>
          <w:rtl/>
        </w:rPr>
        <w:t>1</w:t>
      </w:r>
      <w:r w:rsidR="007D3118">
        <w:rPr>
          <w:rtl/>
        </w:rPr>
        <w:t xml:space="preserve">. </w:t>
      </w:r>
      <w:r>
        <w:rPr>
          <w:rtl/>
        </w:rPr>
        <w:t xml:space="preserve">خدايا حاملان عرش </w:t>
      </w:r>
      <w:r w:rsidRPr="00AA3CBA">
        <w:rPr>
          <w:rStyle w:val="libFootnotenumChar"/>
          <w:rtl/>
        </w:rPr>
        <w:t>(26</w:t>
      </w:r>
      <w:r w:rsidR="007D3118" w:rsidRPr="00AA3CBA">
        <w:rPr>
          <w:rStyle w:val="libFootnotenumChar"/>
          <w:rtl/>
        </w:rPr>
        <w:t>)</w:t>
      </w:r>
      <w:r>
        <w:rPr>
          <w:rtl/>
        </w:rPr>
        <w:t xml:space="preserve"> تو كه در تسبيح تو سستى نمى كنند</w:t>
      </w:r>
      <w:r w:rsidR="007D3118">
        <w:rPr>
          <w:rtl/>
        </w:rPr>
        <w:t xml:space="preserve">، </w:t>
      </w:r>
      <w:r>
        <w:rPr>
          <w:rtl/>
        </w:rPr>
        <w:t>و از تقديس تو ملول نمى گردند</w:t>
      </w:r>
      <w:r w:rsidR="007D3118">
        <w:rPr>
          <w:rtl/>
        </w:rPr>
        <w:t xml:space="preserve">، </w:t>
      </w:r>
      <w:r>
        <w:rPr>
          <w:rtl/>
        </w:rPr>
        <w:t>و از بندگى فرو نمى مانند</w:t>
      </w:r>
      <w:r w:rsidR="007D3118">
        <w:rPr>
          <w:rtl/>
        </w:rPr>
        <w:t xml:space="preserve">، </w:t>
      </w:r>
      <w:r>
        <w:rPr>
          <w:rtl/>
        </w:rPr>
        <w:t>و راحتى را در بر كوشش در امر تو ترجيح نمى دهند</w:t>
      </w:r>
      <w:r w:rsidR="007D3118">
        <w:rPr>
          <w:rtl/>
        </w:rPr>
        <w:t xml:space="preserve">، </w:t>
      </w:r>
      <w:r>
        <w:rPr>
          <w:rtl/>
        </w:rPr>
        <w:t>و در عشق و وله به سوى تو غفلت نمى ورزند</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اسرافيل صاحب صور كه چشم گشوده نگران دستور و فرمان تو است تا به يك دميدن خفتگان خاك و گروگان مغاك را بيدار كند</w:t>
      </w:r>
      <w:r w:rsidR="007D3118">
        <w:rPr>
          <w:rtl/>
        </w:rPr>
        <w:t xml:space="preserve">. </w:t>
      </w:r>
    </w:p>
    <w:p w:rsidR="00587D34" w:rsidRDefault="00587D34" w:rsidP="00587D34">
      <w:pPr>
        <w:pStyle w:val="libNormal"/>
        <w:rPr>
          <w:rtl/>
        </w:rPr>
      </w:pPr>
      <w:r>
        <w:rPr>
          <w:rtl/>
        </w:rPr>
        <w:t>3</w:t>
      </w:r>
      <w:r w:rsidR="007D3118">
        <w:rPr>
          <w:rtl/>
        </w:rPr>
        <w:t xml:space="preserve">. </w:t>
      </w:r>
      <w:r>
        <w:rPr>
          <w:rtl/>
        </w:rPr>
        <w:t>و ميكائيل صاحب جاه و منزلت نزد تو</w:t>
      </w:r>
      <w:r w:rsidR="007D3118">
        <w:rPr>
          <w:rtl/>
        </w:rPr>
        <w:t xml:space="preserve">، </w:t>
      </w:r>
      <w:r>
        <w:rPr>
          <w:rtl/>
        </w:rPr>
        <w:t>و و كانت بلند در طاعت تو</w:t>
      </w:r>
      <w:r w:rsidR="007D3118">
        <w:rPr>
          <w:rtl/>
        </w:rPr>
        <w:t xml:space="preserve">. </w:t>
      </w:r>
    </w:p>
    <w:p w:rsidR="00587D34" w:rsidRDefault="00587D34" w:rsidP="00587D34">
      <w:pPr>
        <w:pStyle w:val="libNormal"/>
        <w:rPr>
          <w:rtl/>
        </w:rPr>
      </w:pPr>
      <w:r>
        <w:rPr>
          <w:rtl/>
        </w:rPr>
        <w:t>4</w:t>
      </w:r>
      <w:r w:rsidR="007D3118">
        <w:rPr>
          <w:rtl/>
        </w:rPr>
        <w:t xml:space="preserve">. </w:t>
      </w:r>
      <w:r>
        <w:rPr>
          <w:rtl/>
        </w:rPr>
        <w:t>و جبرئيل كه امين وحى تو است</w:t>
      </w:r>
      <w:r w:rsidR="007D3118">
        <w:rPr>
          <w:rtl/>
        </w:rPr>
        <w:t xml:space="preserve">، </w:t>
      </w:r>
      <w:r>
        <w:rPr>
          <w:rtl/>
        </w:rPr>
        <w:t>و مطاع اهل آسمانهاى و صاحب شاءن و منزلت در پيشگاه و مقرّب نزد تو</w:t>
      </w:r>
      <w:r w:rsidR="007D3118">
        <w:rPr>
          <w:rtl/>
        </w:rPr>
        <w:t xml:space="preserve">. </w:t>
      </w:r>
    </w:p>
    <w:p w:rsidR="00587D34" w:rsidRDefault="00587D34" w:rsidP="00587D34">
      <w:pPr>
        <w:pStyle w:val="libNormal"/>
        <w:rPr>
          <w:rtl/>
        </w:rPr>
      </w:pPr>
      <w:r>
        <w:rPr>
          <w:rtl/>
        </w:rPr>
        <w:t>5</w:t>
      </w:r>
      <w:r w:rsidR="007D3118">
        <w:rPr>
          <w:rtl/>
        </w:rPr>
        <w:t xml:space="preserve">. </w:t>
      </w:r>
      <w:r>
        <w:rPr>
          <w:rtl/>
        </w:rPr>
        <w:t>و روح كه موكل بر فرشتگان حجب</w:t>
      </w:r>
      <w:r w:rsidR="007D3118">
        <w:rPr>
          <w:rtl/>
        </w:rPr>
        <w:t xml:space="preserve">. </w:t>
      </w:r>
    </w:p>
    <w:p w:rsidR="00587D34" w:rsidRDefault="00587D34" w:rsidP="00587D34">
      <w:pPr>
        <w:pStyle w:val="libNormal"/>
        <w:rPr>
          <w:rtl/>
        </w:rPr>
      </w:pPr>
      <w:r>
        <w:rPr>
          <w:rtl/>
        </w:rPr>
        <w:t>6</w:t>
      </w:r>
      <w:r w:rsidR="007D3118">
        <w:rPr>
          <w:rtl/>
        </w:rPr>
        <w:t xml:space="preserve">. </w:t>
      </w:r>
      <w:r>
        <w:rPr>
          <w:rtl/>
        </w:rPr>
        <w:t>و روحى كه از فرمان تو آفريده شده است</w:t>
      </w:r>
      <w:r w:rsidR="007D3118">
        <w:rPr>
          <w:rtl/>
        </w:rPr>
        <w:t xml:space="preserve">، </w:t>
      </w:r>
      <w:r>
        <w:rPr>
          <w:rtl/>
        </w:rPr>
        <w:t>بر اين ها درود فرست</w:t>
      </w:r>
      <w:r w:rsidR="007D3118">
        <w:rPr>
          <w:rtl/>
        </w:rPr>
        <w:t xml:space="preserve">، </w:t>
      </w:r>
      <w:r>
        <w:rPr>
          <w:rtl/>
        </w:rPr>
        <w:t>و هم بر فرشتگانى كه در رتبه فروتر از آنانند</w:t>
      </w:r>
      <w:r w:rsidR="007D3118">
        <w:rPr>
          <w:rtl/>
        </w:rPr>
        <w:t xml:space="preserve">. </w:t>
      </w:r>
      <w:r>
        <w:rPr>
          <w:rtl/>
        </w:rPr>
        <w:t>از ساكنان آسمانها كه امين در پيغامهاى تواند</w:t>
      </w:r>
      <w:r w:rsidR="007D3118">
        <w:rPr>
          <w:rtl/>
        </w:rPr>
        <w:t xml:space="preserve">. </w:t>
      </w:r>
    </w:p>
    <w:p w:rsidR="00587D34" w:rsidRDefault="00587D34" w:rsidP="00587D34">
      <w:pPr>
        <w:pStyle w:val="libNormal"/>
        <w:rPr>
          <w:rtl/>
        </w:rPr>
      </w:pPr>
      <w:r>
        <w:rPr>
          <w:rtl/>
        </w:rPr>
        <w:t>7</w:t>
      </w:r>
      <w:r w:rsidR="007D3118">
        <w:rPr>
          <w:rtl/>
        </w:rPr>
        <w:t xml:space="preserve">. </w:t>
      </w:r>
      <w:r>
        <w:rPr>
          <w:rtl/>
        </w:rPr>
        <w:t>آن ها كه رنج نمى برند در كار تا ملول گردند</w:t>
      </w:r>
      <w:r w:rsidR="007D3118">
        <w:rPr>
          <w:rtl/>
        </w:rPr>
        <w:t xml:space="preserve">، </w:t>
      </w:r>
      <w:r>
        <w:rPr>
          <w:rtl/>
        </w:rPr>
        <w:t>و سختى نمى كشند تا درمانده و سست شوند</w:t>
      </w:r>
      <w:r w:rsidR="007D3118">
        <w:rPr>
          <w:rtl/>
        </w:rPr>
        <w:t xml:space="preserve">. </w:t>
      </w:r>
      <w:r>
        <w:rPr>
          <w:rtl/>
        </w:rPr>
        <w:t>و خواهشهاى نفسانى ندارند تا آنها را از تسبيح باز دارد</w:t>
      </w:r>
      <w:r w:rsidR="007D3118">
        <w:rPr>
          <w:rtl/>
        </w:rPr>
        <w:t xml:space="preserve">، </w:t>
      </w:r>
      <w:r>
        <w:rPr>
          <w:rtl/>
        </w:rPr>
        <w:t>و سهو و غفلت ندارند تا از تعظيم تو زمانى فرو مانند</w:t>
      </w:r>
      <w:r w:rsidR="007D3118">
        <w:rPr>
          <w:rtl/>
        </w:rPr>
        <w:t xml:space="preserve">. </w:t>
      </w:r>
    </w:p>
    <w:p w:rsidR="00587D34" w:rsidRDefault="00587D34" w:rsidP="00587D34">
      <w:pPr>
        <w:pStyle w:val="libNormal"/>
        <w:rPr>
          <w:rtl/>
        </w:rPr>
      </w:pPr>
      <w:r>
        <w:rPr>
          <w:rtl/>
        </w:rPr>
        <w:lastRenderedPageBreak/>
        <w:t>8</w:t>
      </w:r>
      <w:r w:rsidR="007D3118">
        <w:rPr>
          <w:rtl/>
        </w:rPr>
        <w:t xml:space="preserve">. </w:t>
      </w:r>
      <w:r>
        <w:rPr>
          <w:rtl/>
        </w:rPr>
        <w:t>چشم به زير افكنده</w:t>
      </w:r>
      <w:r w:rsidR="007D3118">
        <w:rPr>
          <w:rtl/>
        </w:rPr>
        <w:t xml:space="preserve">، </w:t>
      </w:r>
      <w:r>
        <w:rPr>
          <w:rtl/>
        </w:rPr>
        <w:t>هوس آن ندارند كه تو را بنگرند</w:t>
      </w:r>
      <w:r w:rsidR="007D3118">
        <w:rPr>
          <w:rtl/>
        </w:rPr>
        <w:t xml:space="preserve">. </w:t>
      </w:r>
      <w:r>
        <w:rPr>
          <w:rtl/>
        </w:rPr>
        <w:t>زنخ ‌ها فروهشته اند</w:t>
      </w:r>
      <w:r w:rsidR="007D3118">
        <w:rPr>
          <w:rtl/>
        </w:rPr>
        <w:t xml:space="preserve">، </w:t>
      </w:r>
      <w:r>
        <w:rPr>
          <w:rtl/>
        </w:rPr>
        <w:t>رغبت در خدمت تو دارند</w:t>
      </w:r>
      <w:r w:rsidR="007D3118">
        <w:rPr>
          <w:rtl/>
        </w:rPr>
        <w:t xml:space="preserve">، </w:t>
      </w:r>
      <w:r>
        <w:rPr>
          <w:rtl/>
        </w:rPr>
        <w:t>شيفته ذكر نعمت هاى تواند و نزد بزرگى وبزرگوارى تو فروتن</w:t>
      </w:r>
      <w:r w:rsidR="007D3118">
        <w:rPr>
          <w:rtl/>
        </w:rPr>
        <w:t xml:space="preserve">. </w:t>
      </w:r>
    </w:p>
    <w:p w:rsidR="00587D34" w:rsidRDefault="00587D34" w:rsidP="00587D34">
      <w:pPr>
        <w:pStyle w:val="libNormal"/>
        <w:rPr>
          <w:rtl/>
        </w:rPr>
      </w:pPr>
      <w:r>
        <w:rPr>
          <w:rtl/>
        </w:rPr>
        <w:t>9</w:t>
      </w:r>
      <w:r w:rsidR="007D3118">
        <w:rPr>
          <w:rtl/>
        </w:rPr>
        <w:t xml:space="preserve">. </w:t>
      </w:r>
      <w:r>
        <w:rPr>
          <w:rtl/>
        </w:rPr>
        <w:t>چون به سوى دوزخ نگرند كه بر گناهكاران دم گشاده است</w:t>
      </w:r>
      <w:r w:rsidR="007D3118">
        <w:rPr>
          <w:rtl/>
        </w:rPr>
        <w:t xml:space="preserve">، </w:t>
      </w:r>
      <w:r>
        <w:rPr>
          <w:rtl/>
        </w:rPr>
        <w:t>گويند</w:t>
      </w:r>
      <w:r w:rsidR="007D3118">
        <w:rPr>
          <w:rtl/>
        </w:rPr>
        <w:t xml:space="preserve">: </w:t>
      </w:r>
      <w:r>
        <w:rPr>
          <w:rtl/>
        </w:rPr>
        <w:t>پاكا خداوندا</w:t>
      </w:r>
      <w:r w:rsidR="007D3118">
        <w:rPr>
          <w:rtl/>
        </w:rPr>
        <w:t xml:space="preserve">، </w:t>
      </w:r>
      <w:r>
        <w:rPr>
          <w:rtl/>
        </w:rPr>
        <w:t>ما تو را چنان كه شايسته تو است بندگى نكرديم</w:t>
      </w:r>
      <w:r w:rsidR="007D3118">
        <w:rPr>
          <w:rtl/>
        </w:rPr>
        <w:t xml:space="preserve">. </w:t>
      </w:r>
    </w:p>
    <w:p w:rsidR="00587D34" w:rsidRDefault="00587D34" w:rsidP="00587D34">
      <w:pPr>
        <w:pStyle w:val="libNormal"/>
        <w:rPr>
          <w:rtl/>
        </w:rPr>
      </w:pPr>
      <w:r>
        <w:rPr>
          <w:rtl/>
        </w:rPr>
        <w:t>10</w:t>
      </w:r>
      <w:r w:rsidR="007D3118">
        <w:rPr>
          <w:rtl/>
        </w:rPr>
        <w:t xml:space="preserve">. </w:t>
      </w:r>
      <w:r>
        <w:rPr>
          <w:rtl/>
        </w:rPr>
        <w:t>پس درود بر آن ها فرست</w:t>
      </w:r>
      <w:r w:rsidR="007D3118">
        <w:rPr>
          <w:rtl/>
        </w:rPr>
        <w:t xml:space="preserve">، </w:t>
      </w:r>
      <w:r>
        <w:rPr>
          <w:rtl/>
        </w:rPr>
        <w:t>و بر فرشتگان روحانى و مقرب تو و آنها كه اخبار نهانى به سوى پيامبران برند و به وحى تو امين باشند</w:t>
      </w:r>
      <w:r w:rsidR="007D3118">
        <w:rPr>
          <w:rtl/>
        </w:rPr>
        <w:t xml:space="preserve">. </w:t>
      </w:r>
    </w:p>
    <w:p w:rsidR="00587D34" w:rsidRDefault="00587D34" w:rsidP="00587D34">
      <w:pPr>
        <w:pStyle w:val="libNormal"/>
        <w:rPr>
          <w:rtl/>
        </w:rPr>
      </w:pPr>
      <w:r>
        <w:rPr>
          <w:rtl/>
        </w:rPr>
        <w:t>11</w:t>
      </w:r>
      <w:r w:rsidR="007D3118">
        <w:rPr>
          <w:rtl/>
        </w:rPr>
        <w:t xml:space="preserve">. </w:t>
      </w:r>
      <w:r>
        <w:rPr>
          <w:rtl/>
        </w:rPr>
        <w:t>و و هم بر گروه هاى فرشتگان كه خاصگان تواند و آنان را به تسبيح خود از خوراك و نوشيدنى بى نياز كردى و در ميان طبقه هاى آسمانى جاى دادى</w:t>
      </w:r>
      <w:r w:rsidR="007D3118">
        <w:rPr>
          <w:rtl/>
        </w:rPr>
        <w:t xml:space="preserve">. </w:t>
      </w:r>
    </w:p>
    <w:p w:rsidR="00587D34" w:rsidRDefault="00587D34" w:rsidP="00587D34">
      <w:pPr>
        <w:pStyle w:val="libNormal"/>
        <w:rPr>
          <w:rtl/>
        </w:rPr>
      </w:pPr>
      <w:r>
        <w:rPr>
          <w:rtl/>
        </w:rPr>
        <w:t>12</w:t>
      </w:r>
      <w:r w:rsidR="007D3118">
        <w:rPr>
          <w:rtl/>
        </w:rPr>
        <w:t xml:space="preserve">. </w:t>
      </w:r>
      <w:r>
        <w:rPr>
          <w:rtl/>
        </w:rPr>
        <w:t>و آن ها كه چون فرمان تو آيد كه وعده به انجام رسيد</w:t>
      </w:r>
      <w:r w:rsidR="007D3118">
        <w:rPr>
          <w:rtl/>
        </w:rPr>
        <w:t xml:space="preserve">، </w:t>
      </w:r>
      <w:r w:rsidRPr="00AA3CBA">
        <w:rPr>
          <w:rStyle w:val="libFootnotenumChar"/>
          <w:rtl/>
        </w:rPr>
        <w:t>(27</w:t>
      </w:r>
      <w:r w:rsidR="007D3118" w:rsidRPr="00AA3CBA">
        <w:rPr>
          <w:rStyle w:val="libFootnotenumChar"/>
          <w:rtl/>
        </w:rPr>
        <w:t>)</w:t>
      </w:r>
      <w:r>
        <w:rPr>
          <w:rtl/>
        </w:rPr>
        <w:t xml:space="preserve"> در كناره هاى آسمان ها (آماده اطاعت باشند</w:t>
      </w:r>
      <w:r w:rsidR="007D3118">
        <w:rPr>
          <w:rtl/>
        </w:rPr>
        <w:t xml:space="preserve">) . </w:t>
      </w:r>
    </w:p>
    <w:p w:rsidR="00587D34" w:rsidRDefault="00587D34" w:rsidP="00587D34">
      <w:pPr>
        <w:pStyle w:val="libNormal"/>
        <w:rPr>
          <w:rtl/>
        </w:rPr>
      </w:pPr>
      <w:r>
        <w:rPr>
          <w:rtl/>
        </w:rPr>
        <w:t>13</w:t>
      </w:r>
      <w:r w:rsidR="007D3118">
        <w:rPr>
          <w:rtl/>
        </w:rPr>
        <w:t xml:space="preserve">. </w:t>
      </w:r>
      <w:r>
        <w:rPr>
          <w:rtl/>
        </w:rPr>
        <w:t>و گنجوران باران</w:t>
      </w:r>
      <w:r w:rsidR="007D3118">
        <w:rPr>
          <w:rtl/>
        </w:rPr>
        <w:t xml:space="preserve">، </w:t>
      </w:r>
      <w:r>
        <w:rPr>
          <w:rtl/>
        </w:rPr>
        <w:t>و رانندگان ابر</w:t>
      </w:r>
      <w:r w:rsidR="007D3118">
        <w:rPr>
          <w:rtl/>
        </w:rPr>
        <w:t xml:space="preserve">. </w:t>
      </w:r>
    </w:p>
    <w:p w:rsidR="00587D34" w:rsidRDefault="00587D34" w:rsidP="00587D34">
      <w:pPr>
        <w:pStyle w:val="libNormal"/>
        <w:rPr>
          <w:rtl/>
        </w:rPr>
      </w:pPr>
      <w:r>
        <w:rPr>
          <w:rtl/>
        </w:rPr>
        <w:t>14</w:t>
      </w:r>
      <w:r w:rsidR="007D3118">
        <w:rPr>
          <w:rtl/>
        </w:rPr>
        <w:t xml:space="preserve">. </w:t>
      </w:r>
      <w:r>
        <w:rPr>
          <w:rtl/>
        </w:rPr>
        <w:t xml:space="preserve">و آن كه از آواز راندن او بانگ رعد خيزد و چون ابر به تازيانه او روان شود </w:t>
      </w:r>
      <w:r w:rsidRPr="00AA3CBA">
        <w:rPr>
          <w:rStyle w:val="libFootnotenumChar"/>
          <w:rtl/>
        </w:rPr>
        <w:t>(28</w:t>
      </w:r>
      <w:r w:rsidR="007D3118" w:rsidRPr="00AA3CBA">
        <w:rPr>
          <w:rStyle w:val="libFootnotenumChar"/>
          <w:rtl/>
        </w:rPr>
        <w:t>)</w:t>
      </w:r>
      <w:r>
        <w:rPr>
          <w:rtl/>
        </w:rPr>
        <w:t xml:space="preserve"> برق هاى صاعقه زاى درخشيدن گيرد</w:t>
      </w:r>
      <w:r w:rsidR="007D3118">
        <w:rPr>
          <w:rtl/>
        </w:rPr>
        <w:t xml:space="preserve">. </w:t>
      </w:r>
    </w:p>
    <w:p w:rsidR="00587D34" w:rsidRDefault="00587D34" w:rsidP="00587D34">
      <w:pPr>
        <w:pStyle w:val="libNormal"/>
        <w:rPr>
          <w:rtl/>
        </w:rPr>
      </w:pPr>
      <w:r>
        <w:rPr>
          <w:rtl/>
        </w:rPr>
        <w:t>15</w:t>
      </w:r>
      <w:r w:rsidR="007D3118">
        <w:rPr>
          <w:rtl/>
        </w:rPr>
        <w:t xml:space="preserve">. </w:t>
      </w:r>
      <w:r>
        <w:rPr>
          <w:rtl/>
        </w:rPr>
        <w:t>و آن فرشتگان كه در پى برف و تگرگ آيند و با دانه هاى باران نازل شوند و آن ها كه گنجور خزانه هاى بادند و آن ها كه نگهبان كوه هايند تا از جاى نجنبد</w:t>
      </w:r>
      <w:r w:rsidR="007D3118">
        <w:rPr>
          <w:rtl/>
        </w:rPr>
        <w:t xml:space="preserve">. </w:t>
      </w:r>
    </w:p>
    <w:p w:rsidR="00587D34" w:rsidRDefault="00587D34" w:rsidP="00587D34">
      <w:pPr>
        <w:pStyle w:val="libNormal"/>
        <w:rPr>
          <w:rtl/>
        </w:rPr>
      </w:pPr>
      <w:r>
        <w:rPr>
          <w:rtl/>
        </w:rPr>
        <w:t>16</w:t>
      </w:r>
      <w:r w:rsidR="007D3118">
        <w:rPr>
          <w:rtl/>
        </w:rPr>
        <w:t xml:space="preserve">. </w:t>
      </w:r>
      <w:r>
        <w:rPr>
          <w:rtl/>
        </w:rPr>
        <w:t>و آن ها كه وزن آبها و پيمانه باران هاى بسيار و پى در پى را به آن ها آموخته اى</w:t>
      </w:r>
      <w:r w:rsidR="007D3118">
        <w:rPr>
          <w:rtl/>
        </w:rPr>
        <w:t xml:space="preserve">. </w:t>
      </w:r>
    </w:p>
    <w:p w:rsidR="00587D34" w:rsidRDefault="00587D34" w:rsidP="00587D34">
      <w:pPr>
        <w:pStyle w:val="libNormal"/>
        <w:rPr>
          <w:rtl/>
        </w:rPr>
      </w:pPr>
      <w:r>
        <w:rPr>
          <w:rtl/>
        </w:rPr>
        <w:t>17</w:t>
      </w:r>
      <w:r w:rsidR="007D3118">
        <w:rPr>
          <w:rtl/>
        </w:rPr>
        <w:t xml:space="preserve">. </w:t>
      </w:r>
      <w:r>
        <w:rPr>
          <w:rtl/>
        </w:rPr>
        <w:t>و آن فرشتگان كه بر مردم زمين مكاره و رنج و بلا فراز آرند يا نعمت و رخاء فرو بارند</w:t>
      </w:r>
      <w:r w:rsidR="007D3118">
        <w:rPr>
          <w:rtl/>
        </w:rPr>
        <w:t xml:space="preserve">. </w:t>
      </w:r>
    </w:p>
    <w:p w:rsidR="00587D34" w:rsidRDefault="00587D34" w:rsidP="00587D34">
      <w:pPr>
        <w:pStyle w:val="libNormal"/>
        <w:rPr>
          <w:rtl/>
        </w:rPr>
      </w:pPr>
      <w:r>
        <w:rPr>
          <w:rtl/>
        </w:rPr>
        <w:lastRenderedPageBreak/>
        <w:t>18</w:t>
      </w:r>
      <w:r w:rsidR="007D3118">
        <w:rPr>
          <w:rtl/>
        </w:rPr>
        <w:t xml:space="preserve">. </w:t>
      </w:r>
      <w:r>
        <w:rPr>
          <w:rtl/>
        </w:rPr>
        <w:t>و نويسندگان ارجمند نيكوكار و نگهبانان مردم كه كرام الكاتبين نام دارند و بر ملك الموت و ياران وى و منكر و نكير و رومان آزماينده قبرها و آن ها كه بر گرد بيت المعمور طواف كنند و بر مالك و خازنان دوزخ و رضوان و متوليان بهشت</w:t>
      </w:r>
      <w:r w:rsidR="007D3118">
        <w:rPr>
          <w:rtl/>
        </w:rPr>
        <w:t xml:space="preserve">. </w:t>
      </w:r>
    </w:p>
    <w:p w:rsidR="00587D34" w:rsidRDefault="00587D34" w:rsidP="00587D34">
      <w:pPr>
        <w:pStyle w:val="libNormal"/>
        <w:rPr>
          <w:rtl/>
        </w:rPr>
      </w:pPr>
      <w:r>
        <w:rPr>
          <w:rtl/>
        </w:rPr>
        <w:t>19</w:t>
      </w:r>
      <w:r w:rsidR="007D3118">
        <w:rPr>
          <w:rtl/>
        </w:rPr>
        <w:t xml:space="preserve">. </w:t>
      </w:r>
      <w:r>
        <w:rPr>
          <w:rtl/>
        </w:rPr>
        <w:t>آن ها كه از فرمان خداى تخلف نمى كنند و هر چه فرمايد انجام مى دهند</w:t>
      </w:r>
      <w:r w:rsidR="007D3118">
        <w:rPr>
          <w:rtl/>
        </w:rPr>
        <w:t xml:space="preserve">. </w:t>
      </w:r>
    </w:p>
    <w:p w:rsidR="00587D34" w:rsidRDefault="00587D34" w:rsidP="00587D34">
      <w:pPr>
        <w:pStyle w:val="libNormal"/>
        <w:rPr>
          <w:rtl/>
        </w:rPr>
      </w:pPr>
      <w:r>
        <w:rPr>
          <w:rtl/>
        </w:rPr>
        <w:t>20</w:t>
      </w:r>
      <w:r w:rsidR="007D3118">
        <w:rPr>
          <w:rtl/>
        </w:rPr>
        <w:t xml:space="preserve">. </w:t>
      </w:r>
      <w:r>
        <w:rPr>
          <w:rtl/>
        </w:rPr>
        <w:t>و آن ها كه به اهل بهشت گويند</w:t>
      </w:r>
      <w:r w:rsidR="007D3118">
        <w:rPr>
          <w:rtl/>
        </w:rPr>
        <w:t xml:space="preserve">: </w:t>
      </w:r>
      <w:r>
        <w:rPr>
          <w:rtl/>
        </w:rPr>
        <w:t>سلام عليكم بما صبرتم فنعم عقبى الدار</w:t>
      </w:r>
      <w:r w:rsidR="007D3118">
        <w:rPr>
          <w:rtl/>
        </w:rPr>
        <w:t xml:space="preserve">. </w:t>
      </w:r>
    </w:p>
    <w:p w:rsidR="00587D34" w:rsidRDefault="00587D34" w:rsidP="00587D34">
      <w:pPr>
        <w:pStyle w:val="libNormal"/>
        <w:rPr>
          <w:rtl/>
        </w:rPr>
      </w:pPr>
      <w:r>
        <w:rPr>
          <w:rtl/>
        </w:rPr>
        <w:t>21</w:t>
      </w:r>
      <w:r w:rsidR="007D3118">
        <w:rPr>
          <w:rtl/>
        </w:rPr>
        <w:t xml:space="preserve">. </w:t>
      </w:r>
      <w:r>
        <w:rPr>
          <w:rtl/>
        </w:rPr>
        <w:t>و بر زبانيه دوزخ كه چون به آن ها گفته شود بگيريد و ببنديد و در دوزخ بسوزانيد</w:t>
      </w:r>
      <w:r w:rsidR="007D3118">
        <w:rPr>
          <w:rtl/>
        </w:rPr>
        <w:t xml:space="preserve">، </w:t>
      </w:r>
      <w:r>
        <w:rPr>
          <w:rtl/>
        </w:rPr>
        <w:t>بشتابند و مهلت ندهند</w:t>
      </w:r>
      <w:r w:rsidR="007D3118">
        <w:rPr>
          <w:rtl/>
        </w:rPr>
        <w:t xml:space="preserve">. </w:t>
      </w:r>
      <w:r>
        <w:rPr>
          <w:rtl/>
        </w:rPr>
        <w:t>22</w:t>
      </w:r>
      <w:r w:rsidR="007D3118">
        <w:rPr>
          <w:rtl/>
        </w:rPr>
        <w:t xml:space="preserve">. </w:t>
      </w:r>
      <w:r>
        <w:rPr>
          <w:rtl/>
        </w:rPr>
        <w:t>و آن ها كه نامشان نبرديم و مكانت آن را در پيشگاه تو نشناختيم</w:t>
      </w:r>
      <w:r w:rsidR="007D3118">
        <w:rPr>
          <w:rtl/>
        </w:rPr>
        <w:t xml:space="preserve">. </w:t>
      </w:r>
      <w:r>
        <w:rPr>
          <w:rtl/>
        </w:rPr>
        <w:t>و ندانستيم كه به چه كار گماشته اند</w:t>
      </w:r>
      <w:r w:rsidR="007D3118">
        <w:rPr>
          <w:rtl/>
        </w:rPr>
        <w:t xml:space="preserve">. </w:t>
      </w:r>
    </w:p>
    <w:p w:rsidR="00587D34" w:rsidRDefault="00587D34" w:rsidP="00587D34">
      <w:pPr>
        <w:pStyle w:val="libNormal"/>
        <w:rPr>
          <w:rtl/>
        </w:rPr>
      </w:pPr>
      <w:r>
        <w:rPr>
          <w:rtl/>
        </w:rPr>
        <w:t>22</w:t>
      </w:r>
      <w:r w:rsidR="007D3118">
        <w:rPr>
          <w:rtl/>
        </w:rPr>
        <w:t xml:space="preserve">. </w:t>
      </w:r>
      <w:r>
        <w:rPr>
          <w:rtl/>
        </w:rPr>
        <w:t>و بر ساكنان هوا و زمين و آب و آن ها كه موكل بر خلقند</w:t>
      </w:r>
      <w:r w:rsidR="007D3118">
        <w:rPr>
          <w:rtl/>
        </w:rPr>
        <w:t xml:space="preserve">. </w:t>
      </w:r>
    </w:p>
    <w:p w:rsidR="00587D34" w:rsidRDefault="00587D34" w:rsidP="00587D34">
      <w:pPr>
        <w:pStyle w:val="libNormal"/>
        <w:rPr>
          <w:rtl/>
        </w:rPr>
      </w:pPr>
      <w:r>
        <w:rPr>
          <w:rtl/>
        </w:rPr>
        <w:t>24</w:t>
      </w:r>
      <w:r w:rsidR="007D3118">
        <w:rPr>
          <w:rtl/>
        </w:rPr>
        <w:t xml:space="preserve">. </w:t>
      </w:r>
      <w:r>
        <w:rPr>
          <w:rtl/>
        </w:rPr>
        <w:t>پس بر آن ها درود فرست آن روز كه هر كس به زندگى باز گردد و با او گواهى و راننده اى باشد</w:t>
      </w:r>
      <w:r w:rsidR="007D3118">
        <w:rPr>
          <w:rtl/>
        </w:rPr>
        <w:t xml:space="preserve">. </w:t>
      </w:r>
    </w:p>
    <w:p w:rsidR="00587D34" w:rsidRDefault="00587D34" w:rsidP="00587D34">
      <w:pPr>
        <w:pStyle w:val="libNormal"/>
        <w:rPr>
          <w:rtl/>
        </w:rPr>
      </w:pPr>
      <w:r>
        <w:rPr>
          <w:rtl/>
        </w:rPr>
        <w:t>25</w:t>
      </w:r>
      <w:r w:rsidR="007D3118">
        <w:rPr>
          <w:rtl/>
        </w:rPr>
        <w:t xml:space="preserve">. </w:t>
      </w:r>
      <w:r>
        <w:rPr>
          <w:rtl/>
        </w:rPr>
        <w:t>خدايا درود بر آن ها فرست درودى كه بر منزلت آن ها منزلتى و بر پاكى آن ها پاكى بيفزايى</w:t>
      </w:r>
      <w:r w:rsidR="007D3118">
        <w:rPr>
          <w:rtl/>
        </w:rPr>
        <w:t xml:space="preserve">. </w:t>
      </w:r>
    </w:p>
    <w:p w:rsidR="00587D34" w:rsidRDefault="00587D34" w:rsidP="00587D34">
      <w:pPr>
        <w:pStyle w:val="libNormal"/>
        <w:rPr>
          <w:rtl/>
        </w:rPr>
      </w:pPr>
      <w:r>
        <w:rPr>
          <w:rtl/>
        </w:rPr>
        <w:t>26</w:t>
      </w:r>
      <w:r w:rsidR="007D3118">
        <w:rPr>
          <w:rtl/>
        </w:rPr>
        <w:t xml:space="preserve">. </w:t>
      </w:r>
      <w:r>
        <w:rPr>
          <w:rtl/>
        </w:rPr>
        <w:t>خدايا چون بر فرشتگان و پيغمبرانت درود فرستادى و درود ما را به آن ها رسانيدى</w:t>
      </w:r>
      <w:r w:rsidR="007D3118">
        <w:rPr>
          <w:rtl/>
        </w:rPr>
        <w:t xml:space="preserve">، </w:t>
      </w:r>
      <w:r>
        <w:rPr>
          <w:rtl/>
        </w:rPr>
        <w:t>بر ما نيز درود فرست</w:t>
      </w:r>
      <w:r w:rsidR="007D3118">
        <w:rPr>
          <w:rtl/>
        </w:rPr>
        <w:t xml:space="preserve">. </w:t>
      </w:r>
      <w:r w:rsidRPr="00AA3CBA">
        <w:rPr>
          <w:rStyle w:val="libFootnotenumChar"/>
          <w:rtl/>
        </w:rPr>
        <w:t>(29</w:t>
      </w:r>
      <w:r w:rsidR="007D3118" w:rsidRPr="00AA3CBA">
        <w:rPr>
          <w:rStyle w:val="libFootnotenumChar"/>
          <w:rtl/>
        </w:rPr>
        <w:t>)</w:t>
      </w:r>
      <w:r>
        <w:rPr>
          <w:rtl/>
        </w:rPr>
        <w:t xml:space="preserve"> چون زبان ما را به نيكى درباره ايشان گشودى كه تويى بخشنده و بزرگوار</w:t>
      </w:r>
      <w:r w:rsidR="007D3118">
        <w:rPr>
          <w:rtl/>
        </w:rPr>
        <w:t xml:space="preserve">. </w:t>
      </w:r>
    </w:p>
    <w:p w:rsidR="00587D34" w:rsidRDefault="004A7447" w:rsidP="004C63D0">
      <w:pPr>
        <w:pStyle w:val="Heading2"/>
        <w:rPr>
          <w:rtl/>
        </w:rPr>
      </w:pPr>
      <w:r>
        <w:br w:type="page"/>
      </w:r>
      <w:bookmarkStart w:id="12" w:name="_Toc394915141"/>
      <w:r w:rsidR="00AA3CBA">
        <w:lastRenderedPageBreak/>
        <w:t>4</w:t>
      </w:r>
      <w:r w:rsidR="00AA3CBA">
        <w:rPr>
          <w:rtl/>
        </w:rPr>
        <w:t xml:space="preserve"> وَ كَانَ مِنْ دُعَائِهِ عَلَيْهِ السَّلامُ فِى الصَّلاةِ عَلَى أَتْبَاعِ الرُّسُلِ وَ مُصَدِّقِيهِمْ:</w:t>
      </w:r>
      <w:bookmarkEnd w:id="12"/>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وَ أَتْبَاعُ الرُّسُلِ وَ مُصَدِّقُوهُمْ مِنْ أَهْلِ الْأَرْضِ بِالْغَيْبِ عِنْدَ مُعَارَضَةِ الْمُعَانِدِينَ لَهُمْ بِالتَّكْذِيبِ وَ الاشْتِيَاقِ إِلَى الْمُرْسَلِينَ بِحَقَائِقِ الْإِيمَانِ</w:t>
      </w:r>
    </w:p>
    <w:p w:rsidR="00587D34" w:rsidRDefault="00587D34" w:rsidP="00587D34">
      <w:pPr>
        <w:pStyle w:val="libNormal"/>
        <w:rPr>
          <w:rtl/>
        </w:rPr>
      </w:pPr>
      <w:r>
        <w:rPr>
          <w:rtl/>
        </w:rPr>
        <w:t>(2</w:t>
      </w:r>
      <w:r w:rsidR="007D3118">
        <w:rPr>
          <w:rtl/>
        </w:rPr>
        <w:t xml:space="preserve">) </w:t>
      </w:r>
      <w:r>
        <w:rPr>
          <w:rtl/>
        </w:rPr>
        <w:t>فِى كُلِّ دَهْرٍ وَ زَمَانٍ أَرْسَلْتَ فِيهِ رَسُولا وَ أَقَمْتَ لِأَهْلِهِ دَلِيلا مِنْ لَدُنْ آدَمَ إِلَى مُحَمَّدٍ - صَلَّى اللَّهُ عَلَيْهِ وَ آلِهِ - مِنْ أَئِمَّةِ الْهُدَى</w:t>
      </w:r>
      <w:r w:rsidR="007D3118">
        <w:rPr>
          <w:rtl/>
        </w:rPr>
        <w:t xml:space="preserve">، </w:t>
      </w:r>
      <w:r>
        <w:rPr>
          <w:rtl/>
        </w:rPr>
        <w:t>وَ قَادَةِ أَهْلِ التُّقَى</w:t>
      </w:r>
      <w:r w:rsidR="007D3118">
        <w:rPr>
          <w:rtl/>
        </w:rPr>
        <w:t xml:space="preserve">، </w:t>
      </w:r>
      <w:r>
        <w:rPr>
          <w:rtl/>
        </w:rPr>
        <w:t>عَلَى جَمِيعِهِمُ السَّلامُ</w:t>
      </w:r>
      <w:r w:rsidR="007D3118">
        <w:rPr>
          <w:rtl/>
        </w:rPr>
        <w:t xml:space="preserve">، </w:t>
      </w:r>
      <w:r>
        <w:rPr>
          <w:rtl/>
        </w:rPr>
        <w:t>فَاذْكُرْهُمْ مِنْكَ بِمَغْفِرَةٍ وَ رِضْوَانٍ</w:t>
      </w:r>
      <w:r w:rsidR="007D3118">
        <w:rPr>
          <w:rtl/>
        </w:rPr>
        <w:t xml:space="preserve">. </w:t>
      </w:r>
    </w:p>
    <w:p w:rsidR="00587D34" w:rsidRDefault="00587D34" w:rsidP="00587D34">
      <w:pPr>
        <w:pStyle w:val="libNormal"/>
        <w:rPr>
          <w:rtl/>
        </w:rPr>
      </w:pPr>
      <w:r>
        <w:rPr>
          <w:rtl/>
        </w:rPr>
        <w:t>(3</w:t>
      </w:r>
      <w:r w:rsidR="007D3118">
        <w:rPr>
          <w:rtl/>
        </w:rPr>
        <w:t xml:space="preserve">) </w:t>
      </w:r>
      <w:r>
        <w:rPr>
          <w:rtl/>
        </w:rPr>
        <w:t>اللَّهُمَّ وَ أَصْحَابُ مُحَمَّدٍ خَاصَّةً الَّذِينَ أَحْسَنُوا الصَّحَابَةَ وَ الَّذِينَ أَبْلَوُا الْبَلاءَ الْحَسَنَ فِى نَصْرِهِ</w:t>
      </w:r>
      <w:r w:rsidR="007D3118">
        <w:rPr>
          <w:rtl/>
        </w:rPr>
        <w:t xml:space="preserve">، </w:t>
      </w:r>
      <w:r>
        <w:rPr>
          <w:rtl/>
        </w:rPr>
        <w:t>وَ كَانَفُوهُ</w:t>
      </w:r>
      <w:r w:rsidR="007D3118">
        <w:rPr>
          <w:rtl/>
        </w:rPr>
        <w:t xml:space="preserve">، </w:t>
      </w:r>
      <w:r>
        <w:rPr>
          <w:rtl/>
        </w:rPr>
        <w:t>وَ أَسْرَعُوا إِلَى وِفَادَتِهِ</w:t>
      </w:r>
      <w:r w:rsidR="007D3118">
        <w:rPr>
          <w:rtl/>
        </w:rPr>
        <w:t xml:space="preserve">، </w:t>
      </w:r>
      <w:r>
        <w:rPr>
          <w:rtl/>
        </w:rPr>
        <w:t>وَ سَابَقُوا إِلَى دَعْوَتِهِ</w:t>
      </w:r>
      <w:r w:rsidR="007D3118">
        <w:rPr>
          <w:rtl/>
        </w:rPr>
        <w:t xml:space="preserve">، </w:t>
      </w:r>
      <w:r>
        <w:rPr>
          <w:rtl/>
        </w:rPr>
        <w:t>وَ اسْتَجَابُوا لَهُ حَيْثُ أَسْمَعَهُمْ حُجَّةَ رِسَالاتِهِ</w:t>
      </w:r>
      <w:r w:rsidR="007D3118">
        <w:rPr>
          <w:rtl/>
        </w:rPr>
        <w:t xml:space="preserve">. </w:t>
      </w:r>
    </w:p>
    <w:p w:rsidR="00587D34" w:rsidRDefault="00587D34" w:rsidP="00587D34">
      <w:pPr>
        <w:pStyle w:val="libNormal"/>
        <w:rPr>
          <w:rtl/>
        </w:rPr>
      </w:pPr>
      <w:r>
        <w:rPr>
          <w:rtl/>
        </w:rPr>
        <w:t>(4</w:t>
      </w:r>
      <w:r w:rsidR="007D3118">
        <w:rPr>
          <w:rtl/>
        </w:rPr>
        <w:t xml:space="preserve">) </w:t>
      </w:r>
      <w:r>
        <w:rPr>
          <w:rtl/>
        </w:rPr>
        <w:t>وَ فَارَقُوا الْأَزْوَاجَ وَ الْأَوْلادَ فِى إِظْهَارِ كَلِمَتِهِ</w:t>
      </w:r>
      <w:r w:rsidR="007D3118">
        <w:rPr>
          <w:rtl/>
        </w:rPr>
        <w:t xml:space="preserve">، </w:t>
      </w:r>
      <w:r>
        <w:rPr>
          <w:rtl/>
        </w:rPr>
        <w:t>وَ قَاتَلُوا الاْبَاءَ وَ الْأَبْنَاءَ فِى تَثْبِيتِ نُبُوَّتِهِ</w:t>
      </w:r>
      <w:r w:rsidR="007D3118">
        <w:rPr>
          <w:rtl/>
        </w:rPr>
        <w:t xml:space="preserve">، </w:t>
      </w:r>
      <w:r>
        <w:rPr>
          <w:rtl/>
        </w:rPr>
        <w:t>وَ انْتَصَرُوا بِهِ</w:t>
      </w:r>
      <w:r w:rsidR="007D3118">
        <w:rPr>
          <w:rtl/>
        </w:rPr>
        <w:t xml:space="preserve">. </w:t>
      </w:r>
    </w:p>
    <w:p w:rsidR="00587D34" w:rsidRDefault="00587D34" w:rsidP="00587D34">
      <w:pPr>
        <w:pStyle w:val="libNormal"/>
        <w:rPr>
          <w:rtl/>
        </w:rPr>
      </w:pPr>
      <w:r>
        <w:rPr>
          <w:rtl/>
        </w:rPr>
        <w:t>(5</w:t>
      </w:r>
      <w:r w:rsidR="007D3118">
        <w:rPr>
          <w:rtl/>
        </w:rPr>
        <w:t xml:space="preserve">) </w:t>
      </w:r>
      <w:r>
        <w:rPr>
          <w:rtl/>
        </w:rPr>
        <w:t>وَ مَنْ كَانُوا مُنْطَوِينَ عَلَى مَحَبَّتِهِ يَرْجُونَ تِجَارَةً لَنْ تَبُورَ فِى مَوَدَّتِهِ</w:t>
      </w:r>
      <w:r w:rsidR="007D3118">
        <w:rPr>
          <w:rtl/>
        </w:rPr>
        <w:t xml:space="preserve">. </w:t>
      </w:r>
    </w:p>
    <w:p w:rsidR="00587D34" w:rsidRDefault="00587D34" w:rsidP="00587D34">
      <w:pPr>
        <w:pStyle w:val="libNormal"/>
        <w:rPr>
          <w:rtl/>
        </w:rPr>
      </w:pPr>
      <w:r>
        <w:rPr>
          <w:rtl/>
        </w:rPr>
        <w:t>(6</w:t>
      </w:r>
      <w:r w:rsidR="007D3118">
        <w:rPr>
          <w:rtl/>
        </w:rPr>
        <w:t xml:space="preserve">) </w:t>
      </w:r>
      <w:r>
        <w:rPr>
          <w:rtl/>
        </w:rPr>
        <w:t>وَ الَّذِينَ هَجَرَتْهُمُ الْعَشَائِرُ إِذْ تَعَلَّقُوا بِعُرْوَتِهِ</w:t>
      </w:r>
      <w:r w:rsidR="007D3118">
        <w:rPr>
          <w:rtl/>
        </w:rPr>
        <w:t xml:space="preserve">، </w:t>
      </w:r>
      <w:r>
        <w:rPr>
          <w:rtl/>
        </w:rPr>
        <w:t>وَ انْتَفَتْ مِنْهُمُ الْقَرَابَاتُ إِذْ سَكَنُوا فِى ظِلِّ قَرَابَتِهِ</w:t>
      </w:r>
      <w:r w:rsidR="007D3118">
        <w:rPr>
          <w:rtl/>
        </w:rPr>
        <w:t xml:space="preserve">. </w:t>
      </w:r>
    </w:p>
    <w:p w:rsidR="00587D34" w:rsidRDefault="00587D34" w:rsidP="00587D34">
      <w:pPr>
        <w:pStyle w:val="libNormal"/>
        <w:rPr>
          <w:rtl/>
        </w:rPr>
      </w:pPr>
      <w:r>
        <w:rPr>
          <w:rtl/>
        </w:rPr>
        <w:t>(7</w:t>
      </w:r>
      <w:r w:rsidR="007D3118">
        <w:rPr>
          <w:rtl/>
        </w:rPr>
        <w:t xml:space="preserve">) </w:t>
      </w:r>
      <w:r>
        <w:rPr>
          <w:rtl/>
        </w:rPr>
        <w:t>فَلا تَنْسَ لَهُمُ اللَّهُمَّ مَا تَرَكُوا لَكَ وَ فِيكَ</w:t>
      </w:r>
      <w:r w:rsidR="007D3118">
        <w:rPr>
          <w:rtl/>
        </w:rPr>
        <w:t xml:space="preserve">، </w:t>
      </w:r>
      <w:r>
        <w:rPr>
          <w:rtl/>
        </w:rPr>
        <w:t>وَ أَرْضِهِمْ مِنْ رِضْوَانِكَ</w:t>
      </w:r>
      <w:r w:rsidR="007D3118">
        <w:rPr>
          <w:rtl/>
        </w:rPr>
        <w:t xml:space="preserve">، </w:t>
      </w:r>
      <w:r>
        <w:rPr>
          <w:rtl/>
        </w:rPr>
        <w:t>وَ بِمَا حَاشُوا الْخَلْقَ عَلَيْكَ</w:t>
      </w:r>
      <w:r w:rsidR="007D3118">
        <w:rPr>
          <w:rtl/>
        </w:rPr>
        <w:t xml:space="preserve">، </w:t>
      </w:r>
      <w:r>
        <w:rPr>
          <w:rtl/>
        </w:rPr>
        <w:t>وَ كَانُوا مَعَ رَسُولِكَ دُعَاةً لَكَ إِلَيْكَ</w:t>
      </w:r>
      <w:r w:rsidR="007D3118">
        <w:rPr>
          <w:rtl/>
        </w:rPr>
        <w:t xml:space="preserve">. </w:t>
      </w:r>
    </w:p>
    <w:p w:rsidR="00587D34" w:rsidRDefault="00587D34" w:rsidP="00587D34">
      <w:pPr>
        <w:pStyle w:val="libNormal"/>
        <w:rPr>
          <w:rtl/>
        </w:rPr>
      </w:pPr>
      <w:r>
        <w:rPr>
          <w:rtl/>
        </w:rPr>
        <w:t>(8</w:t>
      </w:r>
      <w:r w:rsidR="007D3118">
        <w:rPr>
          <w:rtl/>
        </w:rPr>
        <w:t xml:space="preserve">) </w:t>
      </w:r>
      <w:r>
        <w:rPr>
          <w:rtl/>
        </w:rPr>
        <w:t>وَ اشْكُرْهُمْ عَلَى هَجْرِهِمْ فِيكَ دِيَارَ قَوْمِهِمْ</w:t>
      </w:r>
      <w:r w:rsidR="007D3118">
        <w:rPr>
          <w:rtl/>
        </w:rPr>
        <w:t xml:space="preserve">، </w:t>
      </w:r>
      <w:r>
        <w:rPr>
          <w:rtl/>
        </w:rPr>
        <w:t>وَ خُرُوجِهِمْ مِنْ سَعَةِ الْمَعَاشِ إِلَى ضِيقِهِ</w:t>
      </w:r>
      <w:r w:rsidR="007D3118">
        <w:rPr>
          <w:rtl/>
        </w:rPr>
        <w:t xml:space="preserve">، </w:t>
      </w:r>
      <w:r>
        <w:rPr>
          <w:rtl/>
        </w:rPr>
        <w:t>وَ مَنْ كَثَّرْتَ فِى إِعْزَازِ دِينِكَ مِنْ مَظْلُومِهِمْ</w:t>
      </w:r>
      <w:r w:rsidR="007D3118">
        <w:rPr>
          <w:rtl/>
        </w:rPr>
        <w:t xml:space="preserve">. </w:t>
      </w:r>
    </w:p>
    <w:p w:rsidR="00587D34" w:rsidRDefault="00587D34" w:rsidP="00587D34">
      <w:pPr>
        <w:pStyle w:val="libNormal"/>
        <w:rPr>
          <w:rtl/>
        </w:rPr>
      </w:pPr>
      <w:r>
        <w:rPr>
          <w:rtl/>
        </w:rPr>
        <w:t>(9</w:t>
      </w:r>
      <w:r w:rsidR="007D3118">
        <w:rPr>
          <w:rtl/>
        </w:rPr>
        <w:t xml:space="preserve">) </w:t>
      </w:r>
      <w:r>
        <w:rPr>
          <w:rtl/>
        </w:rPr>
        <w:t>اللَّهُمَّ وَ أَوْصِلْ إِلَى التَّابِعِينَ لَهُمْ بِإِحْسَانٍ</w:t>
      </w:r>
      <w:r w:rsidR="007D3118">
        <w:rPr>
          <w:rtl/>
        </w:rPr>
        <w:t xml:space="preserve">، </w:t>
      </w:r>
      <w:r>
        <w:rPr>
          <w:rtl/>
        </w:rPr>
        <w:t>الَّذِينَ يَقُولُونَ</w:t>
      </w:r>
      <w:r w:rsidR="007D3118">
        <w:rPr>
          <w:rtl/>
        </w:rPr>
        <w:t xml:space="preserve">: </w:t>
      </w:r>
      <w:r>
        <w:rPr>
          <w:rtl/>
        </w:rPr>
        <w:t>رَبَّنَا اغْفِرْ لَنَا وَ لِإِخْوَانِنَا الَّذِينَ سَبَقُونَا بِالْإِيمَانِ خَيْرَ جَزَائِكَ</w:t>
      </w:r>
      <w:r w:rsidR="007D3118">
        <w:rPr>
          <w:rtl/>
        </w:rPr>
        <w:t xml:space="preserve">. </w:t>
      </w:r>
    </w:p>
    <w:p w:rsidR="00587D34" w:rsidRDefault="00587D34" w:rsidP="00587D34">
      <w:pPr>
        <w:pStyle w:val="libNormal"/>
        <w:rPr>
          <w:rtl/>
        </w:rPr>
      </w:pPr>
      <w:r>
        <w:rPr>
          <w:rtl/>
        </w:rPr>
        <w:t>(10</w:t>
      </w:r>
      <w:r w:rsidR="007D3118">
        <w:rPr>
          <w:rtl/>
        </w:rPr>
        <w:t xml:space="preserve">) </w:t>
      </w:r>
      <w:r>
        <w:rPr>
          <w:rtl/>
        </w:rPr>
        <w:t>الَّذِينَ قَصَدُوا سَمْتَهُمْ</w:t>
      </w:r>
      <w:r w:rsidR="007D3118">
        <w:rPr>
          <w:rtl/>
        </w:rPr>
        <w:t xml:space="preserve">، </w:t>
      </w:r>
      <w:r>
        <w:rPr>
          <w:rtl/>
        </w:rPr>
        <w:t>وَ تَحَرَّوْا وِجْهَتَهُمْ</w:t>
      </w:r>
      <w:r w:rsidR="007D3118">
        <w:rPr>
          <w:rtl/>
        </w:rPr>
        <w:t xml:space="preserve">، </w:t>
      </w:r>
      <w:r>
        <w:rPr>
          <w:rtl/>
        </w:rPr>
        <w:t>وَ مَضَوْا عَلَى شَاكِلَتِهِمْ</w:t>
      </w:r>
      <w:r w:rsidR="007D3118">
        <w:rPr>
          <w:rtl/>
        </w:rPr>
        <w:t xml:space="preserve">. </w:t>
      </w:r>
    </w:p>
    <w:p w:rsidR="00587D34" w:rsidRDefault="00587D34" w:rsidP="00587D34">
      <w:pPr>
        <w:pStyle w:val="libNormal"/>
        <w:rPr>
          <w:rtl/>
        </w:rPr>
      </w:pPr>
      <w:r>
        <w:rPr>
          <w:rtl/>
        </w:rPr>
        <w:lastRenderedPageBreak/>
        <w:t>(11</w:t>
      </w:r>
      <w:r w:rsidR="007D3118">
        <w:rPr>
          <w:rtl/>
        </w:rPr>
        <w:t xml:space="preserve">) </w:t>
      </w:r>
      <w:r>
        <w:rPr>
          <w:rtl/>
        </w:rPr>
        <w:t>لَمْ يَثْنِهِمْ رَيْبٌ فِى بَصِيرَتِهِمْ</w:t>
      </w:r>
      <w:r w:rsidR="007D3118">
        <w:rPr>
          <w:rtl/>
        </w:rPr>
        <w:t xml:space="preserve">، </w:t>
      </w:r>
      <w:r>
        <w:rPr>
          <w:rtl/>
        </w:rPr>
        <w:t>وَ لَمْ يَخْتَلِجْهُمْ شَكٌّ فِى قَفْوِ آثَارِهِمْ</w:t>
      </w:r>
      <w:r w:rsidR="007D3118">
        <w:rPr>
          <w:rtl/>
        </w:rPr>
        <w:t xml:space="preserve">، </w:t>
      </w:r>
      <w:r>
        <w:rPr>
          <w:rtl/>
        </w:rPr>
        <w:t>وَ الايتِمَامِ بِهِدَايَةِ مَنَارِهِمْ</w:t>
      </w:r>
      <w:r w:rsidR="007D3118">
        <w:rPr>
          <w:rtl/>
        </w:rPr>
        <w:t xml:space="preserve">. </w:t>
      </w:r>
    </w:p>
    <w:p w:rsidR="00587D34" w:rsidRDefault="00587D34" w:rsidP="00587D34">
      <w:pPr>
        <w:pStyle w:val="libNormal"/>
        <w:rPr>
          <w:rtl/>
        </w:rPr>
      </w:pPr>
      <w:r>
        <w:rPr>
          <w:rtl/>
        </w:rPr>
        <w:t>(12</w:t>
      </w:r>
      <w:r w:rsidR="007D3118">
        <w:rPr>
          <w:rtl/>
        </w:rPr>
        <w:t xml:space="preserve">) </w:t>
      </w:r>
      <w:r>
        <w:rPr>
          <w:rtl/>
        </w:rPr>
        <w:t>مُكَانِفِينَ وَ مُوَازِرِينَ لَهُمْ</w:t>
      </w:r>
      <w:r w:rsidR="007D3118">
        <w:rPr>
          <w:rtl/>
        </w:rPr>
        <w:t xml:space="preserve">، </w:t>
      </w:r>
      <w:r>
        <w:rPr>
          <w:rtl/>
        </w:rPr>
        <w:t>يَدِينُونَ بِدِينِهِمْ</w:t>
      </w:r>
      <w:r w:rsidR="007D3118">
        <w:rPr>
          <w:rtl/>
        </w:rPr>
        <w:t xml:space="preserve">، </w:t>
      </w:r>
      <w:r>
        <w:rPr>
          <w:rtl/>
        </w:rPr>
        <w:t>وَ يَهْتَدُونَ بِهَدْيِهِمْ</w:t>
      </w:r>
      <w:r w:rsidR="007D3118">
        <w:rPr>
          <w:rtl/>
        </w:rPr>
        <w:t xml:space="preserve">، </w:t>
      </w:r>
      <w:r>
        <w:rPr>
          <w:rtl/>
        </w:rPr>
        <w:t>يَتَّفِقُونَ عَلَيْهِمْ</w:t>
      </w:r>
      <w:r w:rsidR="007D3118">
        <w:rPr>
          <w:rtl/>
        </w:rPr>
        <w:t xml:space="preserve">، </w:t>
      </w:r>
      <w:r>
        <w:rPr>
          <w:rtl/>
        </w:rPr>
        <w:t>وَ لا يَتَّهِمُونَهُمْ فِيمَا أَدَّوْا إِلَيْهِمْ</w:t>
      </w:r>
      <w:r w:rsidR="007D3118">
        <w:rPr>
          <w:rtl/>
        </w:rPr>
        <w:t xml:space="preserve">. </w:t>
      </w:r>
    </w:p>
    <w:p w:rsidR="00587D34" w:rsidRDefault="00587D34" w:rsidP="00587D34">
      <w:pPr>
        <w:pStyle w:val="libNormal"/>
        <w:rPr>
          <w:rtl/>
        </w:rPr>
      </w:pPr>
      <w:r>
        <w:rPr>
          <w:rtl/>
        </w:rPr>
        <w:t>(13</w:t>
      </w:r>
      <w:r w:rsidR="007D3118">
        <w:rPr>
          <w:rtl/>
        </w:rPr>
        <w:t xml:space="preserve">) </w:t>
      </w:r>
      <w:r>
        <w:rPr>
          <w:rtl/>
        </w:rPr>
        <w:t>اللَّهُمَّ وَ صَلِّ عَلَى التَّابِعِينَ مِنْ يَوْمِنَا هَذَا إِلَى يَوْمِ الدِّينِ وَ عَلَى أَزْوَاجِهِمْ وَ عَلَى ذُرِّيَّاتِهِمْ وَ عَلَى مَنْ أَطَاعَكَ مِنْهُمْ</w:t>
      </w:r>
      <w:r w:rsidR="007D3118">
        <w:rPr>
          <w:rtl/>
        </w:rPr>
        <w:t xml:space="preserve">. </w:t>
      </w:r>
    </w:p>
    <w:p w:rsidR="00587D34" w:rsidRDefault="00587D34" w:rsidP="00587D34">
      <w:pPr>
        <w:pStyle w:val="libNormal"/>
        <w:rPr>
          <w:rtl/>
        </w:rPr>
      </w:pPr>
      <w:r>
        <w:rPr>
          <w:rtl/>
        </w:rPr>
        <w:t>(14</w:t>
      </w:r>
      <w:r w:rsidR="007D3118">
        <w:rPr>
          <w:rtl/>
        </w:rPr>
        <w:t xml:space="preserve">) </w:t>
      </w:r>
      <w:r>
        <w:rPr>
          <w:rtl/>
        </w:rPr>
        <w:t>صَلاةً تَعْصِمُهُمْ بِهَا مِنْ مَعْصِيَتِكَ</w:t>
      </w:r>
      <w:r w:rsidR="007D3118">
        <w:rPr>
          <w:rtl/>
        </w:rPr>
        <w:t xml:space="preserve">، </w:t>
      </w:r>
      <w:r>
        <w:rPr>
          <w:rtl/>
        </w:rPr>
        <w:t>وَ تَفْسَحُ لَهُمْ فِى رِيَاضِ جَنَّتِكَ</w:t>
      </w:r>
      <w:r w:rsidR="007D3118">
        <w:rPr>
          <w:rtl/>
        </w:rPr>
        <w:t xml:space="preserve">، </w:t>
      </w:r>
      <w:r>
        <w:rPr>
          <w:rtl/>
        </w:rPr>
        <w:t>وَ تَمْنَعُهُمْ بِهَا مِنْ كَيْدِ الشَّيْطَانِ</w:t>
      </w:r>
      <w:r w:rsidR="007D3118">
        <w:rPr>
          <w:rtl/>
        </w:rPr>
        <w:t xml:space="preserve">، </w:t>
      </w:r>
      <w:r>
        <w:rPr>
          <w:rtl/>
        </w:rPr>
        <w:t>وَ تُعِينُهُمْ بِهَا عَلَى مَا اسْتَعَانُوكَ عَلَيْهِ مِنْ بِرٍّ</w:t>
      </w:r>
      <w:r w:rsidR="007D3118">
        <w:rPr>
          <w:rtl/>
        </w:rPr>
        <w:t xml:space="preserve">، </w:t>
      </w:r>
      <w:r>
        <w:rPr>
          <w:rtl/>
        </w:rPr>
        <w:t>وَ تَقِيهِمْ طَوَارِقَ اللَّيْلِ وَ النَّهَارِ إِلا طَارِقا يَطْرُقُ بِخَيْرٍ</w:t>
      </w:r>
      <w:r w:rsidR="007D3118">
        <w:rPr>
          <w:rtl/>
        </w:rPr>
        <w:t xml:space="preserve">. </w:t>
      </w:r>
    </w:p>
    <w:p w:rsidR="00587D34" w:rsidRDefault="00587D34" w:rsidP="00587D34">
      <w:pPr>
        <w:pStyle w:val="libNormal"/>
        <w:rPr>
          <w:rtl/>
        </w:rPr>
      </w:pPr>
      <w:r>
        <w:rPr>
          <w:rtl/>
        </w:rPr>
        <w:t>(15</w:t>
      </w:r>
      <w:r w:rsidR="007D3118">
        <w:rPr>
          <w:rtl/>
        </w:rPr>
        <w:t xml:space="preserve">) </w:t>
      </w:r>
      <w:r>
        <w:rPr>
          <w:rtl/>
        </w:rPr>
        <w:t>وَ تَبْعَثُهُمْ بِهَا عَلَى اعْتِقَادِ حُسْنِ الرَّجَاءِ لَكَ</w:t>
      </w:r>
      <w:r w:rsidR="007D3118">
        <w:rPr>
          <w:rtl/>
        </w:rPr>
        <w:t xml:space="preserve">، </w:t>
      </w:r>
      <w:r>
        <w:rPr>
          <w:rtl/>
        </w:rPr>
        <w:t>وَ الطَّمَعِ فِيمَا عِنْدَكَ وَ تَرْكِ التُّهْمَةِ فِيمَا تَحْوِيهِ أَيْدِى الْعِبَادِ</w:t>
      </w:r>
    </w:p>
    <w:p w:rsidR="00587D34" w:rsidRDefault="00587D34" w:rsidP="00587D34">
      <w:pPr>
        <w:pStyle w:val="libNormal"/>
        <w:rPr>
          <w:rtl/>
        </w:rPr>
      </w:pPr>
      <w:r>
        <w:rPr>
          <w:rtl/>
        </w:rPr>
        <w:t>(16</w:t>
      </w:r>
      <w:r w:rsidR="007D3118">
        <w:rPr>
          <w:rtl/>
        </w:rPr>
        <w:t xml:space="preserve">) </w:t>
      </w:r>
      <w:r>
        <w:rPr>
          <w:rtl/>
        </w:rPr>
        <w:t>لِتَرُدَّهُمْ إِلَى الرَّغْبَةِ إِلَيْكَ وَ الرَّهْبَةِ مِنْكَ</w:t>
      </w:r>
      <w:r w:rsidR="007D3118">
        <w:rPr>
          <w:rtl/>
        </w:rPr>
        <w:t xml:space="preserve">، </w:t>
      </w:r>
      <w:r>
        <w:rPr>
          <w:rtl/>
        </w:rPr>
        <w:t>وَ تُزَهِّدَهُمْ فِى سَعَةِ الْعَاجِلِ</w:t>
      </w:r>
      <w:r w:rsidR="007D3118">
        <w:rPr>
          <w:rtl/>
        </w:rPr>
        <w:t xml:space="preserve">، </w:t>
      </w:r>
      <w:r>
        <w:rPr>
          <w:rtl/>
        </w:rPr>
        <w:t>وَ تُحَبِّبَ إِلَيْهِمُ الْعَمَلَ لِلاْجِلِ</w:t>
      </w:r>
      <w:r w:rsidR="007D3118">
        <w:rPr>
          <w:rtl/>
        </w:rPr>
        <w:t xml:space="preserve">، </w:t>
      </w:r>
      <w:r>
        <w:rPr>
          <w:rtl/>
        </w:rPr>
        <w:t>وَ الاسْتِعْدَادَ لِمَا بَعْدَ الْمَوْتِ</w:t>
      </w:r>
    </w:p>
    <w:p w:rsidR="00587D34" w:rsidRDefault="00587D34" w:rsidP="00587D34">
      <w:pPr>
        <w:pStyle w:val="libNormal"/>
        <w:rPr>
          <w:rtl/>
        </w:rPr>
      </w:pPr>
      <w:r>
        <w:rPr>
          <w:rtl/>
        </w:rPr>
        <w:t>(17</w:t>
      </w:r>
      <w:r w:rsidR="007D3118">
        <w:rPr>
          <w:rtl/>
        </w:rPr>
        <w:t xml:space="preserve">) </w:t>
      </w:r>
      <w:r>
        <w:rPr>
          <w:rtl/>
        </w:rPr>
        <w:t>وَ تُهَوِّنَ عَلَيْهِمْ كُلَّ كَرْبٍ يَحِلُّ بِهِمْ يَوْمَ خُرُوجِ الْأَنْفُسِ مِنْ أَبْدَانِهَا</w:t>
      </w:r>
    </w:p>
    <w:p w:rsidR="00587D34" w:rsidRDefault="00587D34" w:rsidP="00587D34">
      <w:pPr>
        <w:pStyle w:val="libNormal"/>
        <w:rPr>
          <w:rtl/>
        </w:rPr>
      </w:pPr>
      <w:r>
        <w:rPr>
          <w:rtl/>
        </w:rPr>
        <w:t>(18</w:t>
      </w:r>
      <w:r w:rsidR="007D3118">
        <w:rPr>
          <w:rtl/>
        </w:rPr>
        <w:t xml:space="preserve">) </w:t>
      </w:r>
      <w:r>
        <w:rPr>
          <w:rtl/>
        </w:rPr>
        <w:t>وَ تُعَافِيَهُمْ مِمَّا تَقَعُ بِهِ الْفِتْنَةُ مِنْ مَحْذُورَاتِهَا</w:t>
      </w:r>
      <w:r w:rsidR="007D3118">
        <w:rPr>
          <w:rtl/>
        </w:rPr>
        <w:t xml:space="preserve">، </w:t>
      </w:r>
      <w:r>
        <w:rPr>
          <w:rtl/>
        </w:rPr>
        <w:t>وَ كَبَّةِ النَّارِ وَ طُولِ الْخُلُودِ فِيهَا</w:t>
      </w:r>
    </w:p>
    <w:p w:rsidR="00587D34" w:rsidRDefault="00587D34" w:rsidP="00587D34">
      <w:pPr>
        <w:pStyle w:val="libNormal"/>
        <w:rPr>
          <w:rtl/>
        </w:rPr>
      </w:pPr>
      <w:r>
        <w:rPr>
          <w:rtl/>
        </w:rPr>
        <w:t>(19</w:t>
      </w:r>
      <w:r w:rsidR="007D3118">
        <w:rPr>
          <w:rtl/>
        </w:rPr>
        <w:t xml:space="preserve">) </w:t>
      </w:r>
      <w:r>
        <w:rPr>
          <w:rtl/>
        </w:rPr>
        <w:t>وَ تُصَيِّرَهُمْ إِلَى أَمْنٍ مِنْ مَقِيلِ الْمُتَّقِينَ</w:t>
      </w:r>
      <w:r w:rsidR="007D3118">
        <w:rPr>
          <w:rtl/>
        </w:rPr>
        <w:t xml:space="preserve">. </w:t>
      </w:r>
    </w:p>
    <w:p w:rsidR="00587D34" w:rsidRDefault="00AA3CBA" w:rsidP="004C63D0">
      <w:pPr>
        <w:pStyle w:val="Heading2"/>
        <w:rPr>
          <w:rtl/>
        </w:rPr>
      </w:pPr>
      <w:bookmarkStart w:id="13" w:name="_Toc394915142"/>
      <w:r>
        <w:rPr>
          <w:rtl/>
        </w:rPr>
        <w:t>ترجمه دعاى چهارم: دعاى آن حضرت در درود بر پيروان انبيا</w:t>
      </w:r>
      <w:bookmarkEnd w:id="13"/>
    </w:p>
    <w:p w:rsidR="00587D34" w:rsidRDefault="00587D34" w:rsidP="00587D34">
      <w:pPr>
        <w:pStyle w:val="libNormal"/>
        <w:rPr>
          <w:rtl/>
        </w:rPr>
      </w:pPr>
      <w:r>
        <w:rPr>
          <w:rtl/>
        </w:rPr>
        <w:t>1</w:t>
      </w:r>
      <w:r w:rsidR="007D3118">
        <w:rPr>
          <w:rtl/>
        </w:rPr>
        <w:t xml:space="preserve">. </w:t>
      </w:r>
      <w:r>
        <w:rPr>
          <w:rtl/>
        </w:rPr>
        <w:t>خدايا پيروان پيغمبران و و هركس از اهل زمين كه وقتى دشمنان انبيا به تكذيب برخاستند آن ها نديده ايمان آوردند و راستى از روى ايمان رغبت نمودند</w:t>
      </w:r>
      <w:r w:rsidR="007D3118">
        <w:rPr>
          <w:rtl/>
        </w:rPr>
        <w:t xml:space="preserve">. </w:t>
      </w:r>
    </w:p>
    <w:p w:rsidR="00587D34" w:rsidRDefault="00587D34" w:rsidP="00587D34">
      <w:pPr>
        <w:pStyle w:val="libNormal"/>
        <w:rPr>
          <w:rtl/>
        </w:rPr>
      </w:pPr>
      <w:r>
        <w:rPr>
          <w:rtl/>
        </w:rPr>
        <w:lastRenderedPageBreak/>
        <w:t>2</w:t>
      </w:r>
      <w:r w:rsidR="007D3118">
        <w:rPr>
          <w:rtl/>
        </w:rPr>
        <w:t xml:space="preserve">. </w:t>
      </w:r>
      <w:r>
        <w:rPr>
          <w:rtl/>
        </w:rPr>
        <w:t>در هر عهد و زمان از دوران آدم تا زمان محمد (</w:t>
      </w:r>
      <w:r w:rsidR="00865B4A" w:rsidRPr="00865B4A">
        <w:rPr>
          <w:rStyle w:val="libAlaemChar"/>
          <w:rtl/>
        </w:rPr>
        <w:t>صلى‌الله‌عليه‌وآله‌وسلم</w:t>
      </w:r>
      <w:r w:rsidR="007D3118">
        <w:rPr>
          <w:rtl/>
        </w:rPr>
        <w:t xml:space="preserve">) </w:t>
      </w:r>
      <w:r>
        <w:rPr>
          <w:rtl/>
        </w:rPr>
        <w:t>رسولى فرستادى و راهنمايى برگزيدى كه پيشواى هدايت بودند و سروران پرهيزگاران</w:t>
      </w:r>
      <w:r w:rsidR="007D3118">
        <w:rPr>
          <w:rtl/>
        </w:rPr>
        <w:t xml:space="preserve">، </w:t>
      </w:r>
      <w:r>
        <w:rPr>
          <w:rtl/>
        </w:rPr>
        <w:t>بر همه آنها درود باد</w:t>
      </w:r>
      <w:r w:rsidR="007D3118">
        <w:rPr>
          <w:rtl/>
        </w:rPr>
        <w:t xml:space="preserve">. </w:t>
      </w:r>
      <w:r>
        <w:rPr>
          <w:rtl/>
        </w:rPr>
        <w:t>خداوندا به آمرزش و خشنودى به آنان عنايت فرما</w:t>
      </w:r>
      <w:r w:rsidR="007D3118">
        <w:rPr>
          <w:rtl/>
        </w:rPr>
        <w:t xml:space="preserve">. </w:t>
      </w:r>
    </w:p>
    <w:p w:rsidR="00587D34" w:rsidRDefault="00587D34" w:rsidP="00587D34">
      <w:pPr>
        <w:pStyle w:val="libNormal"/>
        <w:rPr>
          <w:rtl/>
        </w:rPr>
      </w:pPr>
      <w:r>
        <w:rPr>
          <w:rtl/>
        </w:rPr>
        <w:t>3</w:t>
      </w:r>
      <w:r w:rsidR="007D3118">
        <w:rPr>
          <w:rtl/>
        </w:rPr>
        <w:t xml:space="preserve">. </w:t>
      </w:r>
      <w:r>
        <w:rPr>
          <w:rtl/>
        </w:rPr>
        <w:t>خاصه اصحاب محمد (</w:t>
      </w:r>
      <w:r w:rsidR="00865B4A" w:rsidRPr="00865B4A">
        <w:rPr>
          <w:rStyle w:val="libAlaemChar"/>
          <w:rtl/>
        </w:rPr>
        <w:t>صلى‌الله‌عليه‌وآله‌وسلم</w:t>
      </w:r>
      <w:r w:rsidR="007D3118">
        <w:rPr>
          <w:rtl/>
        </w:rPr>
        <w:t xml:space="preserve">) </w:t>
      </w:r>
      <w:r>
        <w:rPr>
          <w:rtl/>
        </w:rPr>
        <w:t>را كه حق صحبت ادا كردند و در يارى او كوشيدند و او را مدد كردند و سوى او شتافتند</w:t>
      </w:r>
      <w:r w:rsidR="007D3118">
        <w:rPr>
          <w:rtl/>
        </w:rPr>
        <w:t xml:space="preserve">، </w:t>
      </w:r>
      <w:r>
        <w:rPr>
          <w:rtl/>
        </w:rPr>
        <w:t>و به دعوت او پيشى گرفتند</w:t>
      </w:r>
      <w:r w:rsidR="007D3118">
        <w:rPr>
          <w:rtl/>
        </w:rPr>
        <w:t xml:space="preserve">، </w:t>
      </w:r>
      <w:r>
        <w:rPr>
          <w:rtl/>
        </w:rPr>
        <w:t>و چون براهين نبوت خود را به آنان شنوانيد</w:t>
      </w:r>
      <w:r w:rsidR="007D3118">
        <w:rPr>
          <w:rtl/>
        </w:rPr>
        <w:t xml:space="preserve">، </w:t>
      </w:r>
      <w:r>
        <w:rPr>
          <w:rtl/>
        </w:rPr>
        <w:t>پذيرفتند</w:t>
      </w:r>
      <w:r w:rsidR="007D3118">
        <w:rPr>
          <w:rtl/>
        </w:rPr>
        <w:t xml:space="preserve">. </w:t>
      </w:r>
    </w:p>
    <w:p w:rsidR="00587D34" w:rsidRDefault="00587D34" w:rsidP="00587D34">
      <w:pPr>
        <w:pStyle w:val="libNormal"/>
        <w:rPr>
          <w:rtl/>
        </w:rPr>
      </w:pPr>
      <w:r>
        <w:rPr>
          <w:rtl/>
        </w:rPr>
        <w:t>4</w:t>
      </w:r>
      <w:r w:rsidR="007D3118">
        <w:rPr>
          <w:rtl/>
        </w:rPr>
        <w:t xml:space="preserve">. </w:t>
      </w:r>
      <w:r>
        <w:rPr>
          <w:rtl/>
        </w:rPr>
        <w:t>و از زن و فرزند جدا گشتند تا سخن او آشكار گشت و براى استوار كردن دين او با پدر و پسر خود در آويختند</w:t>
      </w:r>
      <w:r w:rsidR="007D3118">
        <w:rPr>
          <w:rtl/>
        </w:rPr>
        <w:t xml:space="preserve">، </w:t>
      </w:r>
      <w:r>
        <w:rPr>
          <w:rtl/>
        </w:rPr>
        <w:t>و به يمن حضرتش داد خود بگرفتند</w:t>
      </w:r>
      <w:r w:rsidR="007D3118">
        <w:rPr>
          <w:rtl/>
        </w:rPr>
        <w:t xml:space="preserve">. </w:t>
      </w:r>
    </w:p>
    <w:p w:rsidR="00587D34" w:rsidRDefault="00587D34" w:rsidP="00587D34">
      <w:pPr>
        <w:pStyle w:val="libNormal"/>
        <w:rPr>
          <w:rtl/>
        </w:rPr>
      </w:pPr>
      <w:r>
        <w:rPr>
          <w:rtl/>
        </w:rPr>
        <w:t>5</w:t>
      </w:r>
      <w:r w:rsidR="007D3118">
        <w:rPr>
          <w:rtl/>
        </w:rPr>
        <w:t xml:space="preserve">. </w:t>
      </w:r>
      <w:r>
        <w:rPr>
          <w:rtl/>
        </w:rPr>
        <w:t>دوستى او در دل داشتند به اميد تجارتى كه هرگز كاسد نگردد</w:t>
      </w:r>
      <w:r w:rsidR="007D3118">
        <w:rPr>
          <w:rtl/>
        </w:rPr>
        <w:t xml:space="preserve">. </w:t>
      </w:r>
    </w:p>
    <w:p w:rsidR="00587D34" w:rsidRDefault="00587D34" w:rsidP="00587D34">
      <w:pPr>
        <w:pStyle w:val="libNormal"/>
        <w:rPr>
          <w:rtl/>
        </w:rPr>
      </w:pPr>
      <w:r>
        <w:rPr>
          <w:rtl/>
        </w:rPr>
        <w:t>6</w:t>
      </w:r>
      <w:r w:rsidR="007D3118">
        <w:rPr>
          <w:rtl/>
        </w:rPr>
        <w:t xml:space="preserve">. </w:t>
      </w:r>
      <w:r>
        <w:rPr>
          <w:rtl/>
        </w:rPr>
        <w:t>خويشان از آن ها بيگانه گشتند</w:t>
      </w:r>
      <w:r w:rsidR="007D3118">
        <w:rPr>
          <w:rtl/>
        </w:rPr>
        <w:t xml:space="preserve">، </w:t>
      </w:r>
      <w:r>
        <w:rPr>
          <w:rtl/>
        </w:rPr>
        <w:t>چون كه در دامن او آويختند و نزديكان</w:t>
      </w:r>
      <w:r w:rsidR="007D3118">
        <w:rPr>
          <w:rtl/>
        </w:rPr>
        <w:t xml:space="preserve">، </w:t>
      </w:r>
      <w:r>
        <w:rPr>
          <w:rtl/>
        </w:rPr>
        <w:t>دور شدند</w:t>
      </w:r>
      <w:r w:rsidR="007D3118">
        <w:rPr>
          <w:rtl/>
        </w:rPr>
        <w:t xml:space="preserve">، </w:t>
      </w:r>
      <w:r>
        <w:rPr>
          <w:rtl/>
        </w:rPr>
        <w:t>چون در سايه قرب او آرميدند</w:t>
      </w:r>
      <w:r w:rsidR="007D3118">
        <w:rPr>
          <w:rtl/>
        </w:rPr>
        <w:t xml:space="preserve">. </w:t>
      </w:r>
    </w:p>
    <w:p w:rsidR="00587D34" w:rsidRDefault="00587D34" w:rsidP="00587D34">
      <w:pPr>
        <w:pStyle w:val="libNormal"/>
        <w:rPr>
          <w:rtl/>
        </w:rPr>
      </w:pPr>
      <w:r>
        <w:rPr>
          <w:rtl/>
        </w:rPr>
        <w:t>7</w:t>
      </w:r>
      <w:r w:rsidR="007D3118">
        <w:rPr>
          <w:rtl/>
        </w:rPr>
        <w:t xml:space="preserve">. </w:t>
      </w:r>
      <w:r>
        <w:rPr>
          <w:rtl/>
        </w:rPr>
        <w:t>پس خدايا آنچه را براى تو و در راه تو رها كردند از نظر عنايت دور مدار</w:t>
      </w:r>
      <w:r w:rsidR="007D3118">
        <w:rPr>
          <w:rtl/>
        </w:rPr>
        <w:t xml:space="preserve">، </w:t>
      </w:r>
      <w:r>
        <w:rPr>
          <w:rtl/>
        </w:rPr>
        <w:t>و به خشنودى خود آن ها را شاد كن</w:t>
      </w:r>
      <w:r w:rsidR="007D3118">
        <w:rPr>
          <w:rtl/>
        </w:rPr>
        <w:t xml:space="preserve">، </w:t>
      </w:r>
      <w:r>
        <w:rPr>
          <w:rtl/>
        </w:rPr>
        <w:t>كه مردم را بر پرستش تو متفق ساختند و با پيغمبر تو خلق را سوى تو خواندند</w:t>
      </w:r>
      <w:r w:rsidR="007D3118">
        <w:rPr>
          <w:rtl/>
        </w:rPr>
        <w:t xml:space="preserve">. </w:t>
      </w:r>
    </w:p>
    <w:p w:rsidR="00587D34" w:rsidRDefault="00587D34" w:rsidP="00587D34">
      <w:pPr>
        <w:pStyle w:val="libNormal"/>
        <w:rPr>
          <w:rtl/>
        </w:rPr>
      </w:pPr>
      <w:r>
        <w:rPr>
          <w:rtl/>
        </w:rPr>
        <w:t>8</w:t>
      </w:r>
      <w:r w:rsidR="007D3118">
        <w:rPr>
          <w:rtl/>
        </w:rPr>
        <w:t xml:space="preserve">. </w:t>
      </w:r>
      <w:r>
        <w:rPr>
          <w:rtl/>
        </w:rPr>
        <w:t>وپاداش عمل آنان را كه كامل مرحمت كن كه از خاندان خود دورى گزيدند و از فراخى معاش به تنگى راضى گشتند</w:t>
      </w:r>
      <w:r w:rsidR="007D3118">
        <w:rPr>
          <w:rtl/>
        </w:rPr>
        <w:t xml:space="preserve">. </w:t>
      </w:r>
      <w:r>
        <w:rPr>
          <w:rtl/>
        </w:rPr>
        <w:t xml:space="preserve">و درود فرست بر ستمديدگان ايشان در راه عزت دين تو </w:t>
      </w:r>
      <w:r w:rsidRPr="00AA3CBA">
        <w:rPr>
          <w:rStyle w:val="libFootnotenumChar"/>
          <w:rtl/>
        </w:rPr>
        <w:t>(30</w:t>
      </w:r>
      <w:r w:rsidR="007D3118" w:rsidRPr="00AA3CBA">
        <w:rPr>
          <w:rStyle w:val="libFootnotenumChar"/>
          <w:rtl/>
        </w:rPr>
        <w:t>)</w:t>
      </w:r>
      <w:r>
        <w:rPr>
          <w:rtl/>
        </w:rPr>
        <w:t xml:space="preserve"> چنان كه آنان را به كثرت عدد نيرو دادى</w:t>
      </w:r>
      <w:r w:rsidR="007D3118">
        <w:rPr>
          <w:rtl/>
        </w:rPr>
        <w:t xml:space="preserve">. </w:t>
      </w:r>
    </w:p>
    <w:p w:rsidR="00587D34" w:rsidRDefault="00587D34" w:rsidP="00587D34">
      <w:pPr>
        <w:pStyle w:val="libNormal"/>
        <w:rPr>
          <w:rtl/>
        </w:rPr>
      </w:pPr>
      <w:r>
        <w:rPr>
          <w:rtl/>
        </w:rPr>
        <w:t>9</w:t>
      </w:r>
      <w:r w:rsidR="007D3118">
        <w:rPr>
          <w:rtl/>
        </w:rPr>
        <w:t xml:space="preserve">. </w:t>
      </w:r>
      <w:r>
        <w:rPr>
          <w:rtl/>
        </w:rPr>
        <w:t>خدايا بهترين پاداش خود را بدان گروه برسان كه در نيكوكارى پيرو ياران پيغمبر شدند</w:t>
      </w:r>
      <w:r w:rsidR="007D3118">
        <w:rPr>
          <w:rtl/>
        </w:rPr>
        <w:t xml:space="preserve">. </w:t>
      </w:r>
      <w:r>
        <w:rPr>
          <w:rtl/>
        </w:rPr>
        <w:t>مى گفتند</w:t>
      </w:r>
      <w:r w:rsidR="007D3118">
        <w:rPr>
          <w:rtl/>
        </w:rPr>
        <w:t xml:space="preserve">: </w:t>
      </w:r>
      <w:r>
        <w:rPr>
          <w:rtl/>
        </w:rPr>
        <w:t>اى پروردگار ما</w:t>
      </w:r>
      <w:r w:rsidR="007D3118">
        <w:rPr>
          <w:rtl/>
        </w:rPr>
        <w:t xml:space="preserve">، </w:t>
      </w:r>
      <w:r>
        <w:rPr>
          <w:rtl/>
        </w:rPr>
        <w:t>ما و برادران ما را كه به ايمان سبقت جستند بيامرز</w:t>
      </w:r>
      <w:r w:rsidR="007D3118">
        <w:rPr>
          <w:rtl/>
        </w:rPr>
        <w:t xml:space="preserve">. </w:t>
      </w:r>
    </w:p>
    <w:p w:rsidR="00587D34" w:rsidRDefault="00587D34" w:rsidP="00587D34">
      <w:pPr>
        <w:pStyle w:val="libNormal"/>
        <w:rPr>
          <w:rtl/>
        </w:rPr>
      </w:pPr>
      <w:r>
        <w:rPr>
          <w:rtl/>
        </w:rPr>
        <w:lastRenderedPageBreak/>
        <w:t>10</w:t>
      </w:r>
      <w:r w:rsidR="007D3118">
        <w:rPr>
          <w:rtl/>
        </w:rPr>
        <w:t xml:space="preserve">. </w:t>
      </w:r>
      <w:r>
        <w:rPr>
          <w:rtl/>
        </w:rPr>
        <w:t>آنها كه روش صحابه را پيش گرفتند</w:t>
      </w:r>
      <w:r w:rsidR="007D3118">
        <w:rPr>
          <w:rtl/>
        </w:rPr>
        <w:t xml:space="preserve">، </w:t>
      </w:r>
      <w:r>
        <w:rPr>
          <w:rtl/>
        </w:rPr>
        <w:t>و طريقت آنان را برگزيدند</w:t>
      </w:r>
      <w:r w:rsidR="007D3118">
        <w:rPr>
          <w:rtl/>
        </w:rPr>
        <w:t xml:space="preserve">، </w:t>
      </w:r>
      <w:r>
        <w:rPr>
          <w:rtl/>
        </w:rPr>
        <w:t>و با كردارى مانند آنها روزگار به سر بردند</w:t>
      </w:r>
      <w:r w:rsidR="007D3118">
        <w:rPr>
          <w:rtl/>
        </w:rPr>
        <w:t xml:space="preserve">. </w:t>
      </w:r>
    </w:p>
    <w:p w:rsidR="00587D34" w:rsidRDefault="00587D34" w:rsidP="00587D34">
      <w:pPr>
        <w:pStyle w:val="libNormal"/>
        <w:rPr>
          <w:rtl/>
        </w:rPr>
      </w:pPr>
      <w:r>
        <w:rPr>
          <w:rtl/>
        </w:rPr>
        <w:t>11</w:t>
      </w:r>
      <w:r w:rsidR="007D3118">
        <w:rPr>
          <w:rtl/>
        </w:rPr>
        <w:t xml:space="preserve">. </w:t>
      </w:r>
      <w:r>
        <w:rPr>
          <w:rtl/>
        </w:rPr>
        <w:t>در بينايى آن ها شك راه نيافت</w:t>
      </w:r>
      <w:r w:rsidR="007D3118">
        <w:rPr>
          <w:rtl/>
        </w:rPr>
        <w:t xml:space="preserve">، </w:t>
      </w:r>
      <w:r>
        <w:rPr>
          <w:rtl/>
        </w:rPr>
        <w:t>و در پيروى از آثار و اقتداء به چراغ هدايت ايشان ترديد ننمودند</w:t>
      </w:r>
      <w:r w:rsidR="007D3118">
        <w:rPr>
          <w:rtl/>
        </w:rPr>
        <w:t xml:space="preserve">. </w:t>
      </w:r>
    </w:p>
    <w:p w:rsidR="00587D34" w:rsidRDefault="00587D34" w:rsidP="00587D34">
      <w:pPr>
        <w:pStyle w:val="libNormal"/>
        <w:rPr>
          <w:rtl/>
        </w:rPr>
      </w:pPr>
      <w:r>
        <w:rPr>
          <w:rtl/>
        </w:rPr>
        <w:t>12</w:t>
      </w:r>
      <w:r w:rsidR="007D3118">
        <w:rPr>
          <w:rtl/>
        </w:rPr>
        <w:t xml:space="preserve">. </w:t>
      </w:r>
      <w:r>
        <w:rPr>
          <w:rtl/>
        </w:rPr>
        <w:t>يار و مددكار آنان بودند</w:t>
      </w:r>
      <w:r w:rsidR="007D3118">
        <w:rPr>
          <w:rtl/>
        </w:rPr>
        <w:t xml:space="preserve">، </w:t>
      </w:r>
      <w:r>
        <w:rPr>
          <w:rtl/>
        </w:rPr>
        <w:t>دين آنها را پذيرفتند و به سيرت آنان راه يافتند</w:t>
      </w:r>
      <w:r w:rsidR="007D3118">
        <w:rPr>
          <w:rtl/>
        </w:rPr>
        <w:t xml:space="preserve">، </w:t>
      </w:r>
      <w:r>
        <w:rPr>
          <w:rtl/>
        </w:rPr>
        <w:t>و با آن ها دل راست داشتند و سخنان ايشان را هرچه گفتند باور كردند</w:t>
      </w:r>
      <w:r w:rsidR="007D3118">
        <w:rPr>
          <w:rtl/>
        </w:rPr>
        <w:t xml:space="preserve">. </w:t>
      </w:r>
    </w:p>
    <w:p w:rsidR="00587D34" w:rsidRDefault="00587D34" w:rsidP="00587D34">
      <w:pPr>
        <w:pStyle w:val="libNormal"/>
        <w:rPr>
          <w:rtl/>
        </w:rPr>
      </w:pPr>
      <w:r>
        <w:rPr>
          <w:rtl/>
        </w:rPr>
        <w:t>13</w:t>
      </w:r>
      <w:r w:rsidR="007D3118">
        <w:rPr>
          <w:rtl/>
        </w:rPr>
        <w:t xml:space="preserve">. </w:t>
      </w:r>
      <w:r>
        <w:rPr>
          <w:rtl/>
        </w:rPr>
        <w:t>خدايا درود فرست بر پيروان ايشان از امروز تا روز قيامت و بر زنان و فرزندان ايشان و هركه فرمان تو برد</w:t>
      </w:r>
      <w:r w:rsidR="007D3118">
        <w:rPr>
          <w:rtl/>
        </w:rPr>
        <w:t xml:space="preserve">. </w:t>
      </w:r>
    </w:p>
    <w:p w:rsidR="00587D34" w:rsidRDefault="00587D34" w:rsidP="00587D34">
      <w:pPr>
        <w:pStyle w:val="libNormal"/>
        <w:rPr>
          <w:rtl/>
        </w:rPr>
      </w:pPr>
      <w:r>
        <w:rPr>
          <w:rtl/>
        </w:rPr>
        <w:t>14</w:t>
      </w:r>
      <w:r w:rsidR="007D3118">
        <w:rPr>
          <w:rtl/>
        </w:rPr>
        <w:t xml:space="preserve">. </w:t>
      </w:r>
      <w:r>
        <w:rPr>
          <w:rtl/>
        </w:rPr>
        <w:t>درودى كه آن ها را از معصيت بازدارى</w:t>
      </w:r>
      <w:r w:rsidR="007D3118">
        <w:rPr>
          <w:rtl/>
        </w:rPr>
        <w:t xml:space="preserve">، </w:t>
      </w:r>
      <w:r>
        <w:rPr>
          <w:rtl/>
        </w:rPr>
        <w:t>و باغ بهشت را بر ايشان گشاده گردانى</w:t>
      </w:r>
      <w:r w:rsidR="007D3118">
        <w:rPr>
          <w:rtl/>
        </w:rPr>
        <w:t xml:space="preserve">. </w:t>
      </w:r>
      <w:r>
        <w:rPr>
          <w:rtl/>
        </w:rPr>
        <w:t>و از مكر شيطان حفظ كنى</w:t>
      </w:r>
      <w:r w:rsidR="007D3118">
        <w:rPr>
          <w:rtl/>
        </w:rPr>
        <w:t xml:space="preserve">، </w:t>
      </w:r>
      <w:r>
        <w:rPr>
          <w:rtl/>
        </w:rPr>
        <w:t>و در هر كار نيك كه از تو توفيق خواهند آنان را توفى دهى</w:t>
      </w:r>
      <w:r w:rsidR="007D3118">
        <w:rPr>
          <w:rtl/>
        </w:rPr>
        <w:t xml:space="preserve">، </w:t>
      </w:r>
      <w:r>
        <w:rPr>
          <w:rtl/>
        </w:rPr>
        <w:t>و از حوادث شب و روز نگهدارى</w:t>
      </w:r>
      <w:r w:rsidR="007D3118">
        <w:rPr>
          <w:rtl/>
        </w:rPr>
        <w:t xml:space="preserve">، </w:t>
      </w:r>
      <w:r>
        <w:rPr>
          <w:rtl/>
        </w:rPr>
        <w:t>مگر آن چه خير آن ها باشد</w:t>
      </w:r>
      <w:r w:rsidR="007D3118">
        <w:rPr>
          <w:rtl/>
        </w:rPr>
        <w:t xml:space="preserve">. </w:t>
      </w:r>
    </w:p>
    <w:p w:rsidR="00587D34" w:rsidRDefault="00587D34" w:rsidP="00587D34">
      <w:pPr>
        <w:pStyle w:val="libNormal"/>
        <w:rPr>
          <w:rtl/>
        </w:rPr>
      </w:pPr>
      <w:r>
        <w:rPr>
          <w:rtl/>
        </w:rPr>
        <w:t>15</w:t>
      </w:r>
      <w:r w:rsidR="007D3118">
        <w:rPr>
          <w:rtl/>
        </w:rPr>
        <w:t xml:space="preserve">. </w:t>
      </w:r>
      <w:r>
        <w:rPr>
          <w:rtl/>
        </w:rPr>
        <w:t>ايشان را بر آن دار كه چشم اميدشان به دست تو باشد و طمع در نعمت هاى تو بندند و از آنچه در دست بندگان توست چشم فرو پوشند</w:t>
      </w:r>
      <w:r w:rsidR="007D3118">
        <w:rPr>
          <w:rtl/>
        </w:rPr>
        <w:t xml:space="preserve">. </w:t>
      </w:r>
      <w:r w:rsidRPr="00AA3CBA">
        <w:rPr>
          <w:rStyle w:val="libFootnotenumChar"/>
          <w:rtl/>
        </w:rPr>
        <w:t xml:space="preserve">(31 </w:t>
      </w:r>
      <w:r w:rsidR="007D3118" w:rsidRPr="00AA3CBA">
        <w:rPr>
          <w:rStyle w:val="libFootnotenumChar"/>
          <w:rtl/>
        </w:rPr>
        <w:t>)</w:t>
      </w:r>
    </w:p>
    <w:p w:rsidR="00587D34" w:rsidRDefault="00587D34" w:rsidP="00587D34">
      <w:pPr>
        <w:pStyle w:val="libNormal"/>
        <w:rPr>
          <w:rtl/>
        </w:rPr>
      </w:pPr>
      <w:r>
        <w:rPr>
          <w:rtl/>
        </w:rPr>
        <w:t>16</w:t>
      </w:r>
      <w:r w:rsidR="007D3118">
        <w:rPr>
          <w:rtl/>
        </w:rPr>
        <w:t xml:space="preserve">. </w:t>
      </w:r>
      <w:r>
        <w:rPr>
          <w:rtl/>
        </w:rPr>
        <w:t>چنان كن تا رغبت سوى تو داشته باشند و ترس ايشان از تو باشد و از فراخى دنيا روى بگردانند و دوست دار عمل آخرت و آماده جهان پس از مرگ گردند</w:t>
      </w:r>
      <w:r w:rsidR="007D3118">
        <w:rPr>
          <w:rtl/>
        </w:rPr>
        <w:t xml:space="preserve">. </w:t>
      </w:r>
    </w:p>
    <w:p w:rsidR="00587D34" w:rsidRDefault="00587D34" w:rsidP="00587D34">
      <w:pPr>
        <w:pStyle w:val="libNormal"/>
        <w:rPr>
          <w:rtl/>
        </w:rPr>
      </w:pPr>
      <w:r>
        <w:rPr>
          <w:rtl/>
        </w:rPr>
        <w:t>17</w:t>
      </w:r>
      <w:r w:rsidR="007D3118">
        <w:rPr>
          <w:rtl/>
        </w:rPr>
        <w:t xml:space="preserve">. </w:t>
      </w:r>
      <w:r>
        <w:rPr>
          <w:rtl/>
        </w:rPr>
        <w:t>آن روز كه جان ها از تن بيرون رود</w:t>
      </w:r>
      <w:r w:rsidR="007D3118">
        <w:rPr>
          <w:rtl/>
        </w:rPr>
        <w:t xml:space="preserve">. </w:t>
      </w:r>
      <w:r w:rsidRPr="00AA3CBA">
        <w:rPr>
          <w:rStyle w:val="libFootnotenumChar"/>
          <w:rtl/>
        </w:rPr>
        <w:t>(32</w:t>
      </w:r>
      <w:r w:rsidR="007D3118" w:rsidRPr="00AA3CBA">
        <w:rPr>
          <w:rStyle w:val="libFootnotenumChar"/>
          <w:rtl/>
        </w:rPr>
        <w:t>)</w:t>
      </w:r>
      <w:r>
        <w:rPr>
          <w:rtl/>
        </w:rPr>
        <w:t xml:space="preserve"> هر اندوهى كه روى بديشان كند بر آنها آسان كن</w:t>
      </w:r>
      <w:r w:rsidR="007D3118">
        <w:rPr>
          <w:rtl/>
        </w:rPr>
        <w:t xml:space="preserve">. </w:t>
      </w:r>
    </w:p>
    <w:p w:rsidR="00587D34" w:rsidRDefault="00587D34" w:rsidP="00587D34">
      <w:pPr>
        <w:pStyle w:val="libNormal"/>
        <w:rPr>
          <w:rtl/>
        </w:rPr>
      </w:pPr>
      <w:r>
        <w:rPr>
          <w:rtl/>
        </w:rPr>
        <w:t>18</w:t>
      </w:r>
      <w:r w:rsidR="007D3118">
        <w:rPr>
          <w:rtl/>
        </w:rPr>
        <w:t xml:space="preserve">. </w:t>
      </w:r>
      <w:r>
        <w:rPr>
          <w:rtl/>
        </w:rPr>
        <w:t>و آنان را از هر چه موجب فتنه آن ها شود و از آتش سخت و جاويد ماندن در آن ايمن گردان</w:t>
      </w:r>
      <w:r w:rsidR="007D3118">
        <w:rPr>
          <w:rtl/>
        </w:rPr>
        <w:t xml:space="preserve">. </w:t>
      </w:r>
    </w:p>
    <w:p w:rsidR="00587D34" w:rsidRDefault="00587D34" w:rsidP="00587D34">
      <w:pPr>
        <w:pStyle w:val="libNormal"/>
        <w:rPr>
          <w:rtl/>
        </w:rPr>
      </w:pPr>
      <w:r>
        <w:rPr>
          <w:rtl/>
        </w:rPr>
        <w:t>19</w:t>
      </w:r>
      <w:r w:rsidR="007D3118">
        <w:rPr>
          <w:rtl/>
        </w:rPr>
        <w:t xml:space="preserve">. </w:t>
      </w:r>
      <w:r>
        <w:rPr>
          <w:rtl/>
        </w:rPr>
        <w:t>و آنان را به جاى امن بر</w:t>
      </w:r>
      <w:r w:rsidR="007D3118">
        <w:rPr>
          <w:rtl/>
        </w:rPr>
        <w:t xml:space="preserve">؛ </w:t>
      </w:r>
      <w:r>
        <w:rPr>
          <w:rtl/>
        </w:rPr>
        <w:t>كه آسايشگاه پرهيزگاران است</w:t>
      </w:r>
      <w:r w:rsidR="007D3118">
        <w:rPr>
          <w:rtl/>
        </w:rPr>
        <w:t xml:space="preserve">. </w:t>
      </w:r>
    </w:p>
    <w:p w:rsidR="00587D34" w:rsidRDefault="00F57255" w:rsidP="004C63D0">
      <w:pPr>
        <w:pStyle w:val="Heading2"/>
        <w:rPr>
          <w:rtl/>
        </w:rPr>
      </w:pPr>
      <w:r>
        <w:br w:type="page"/>
      </w:r>
      <w:bookmarkStart w:id="14" w:name="_Toc394915143"/>
      <w:r w:rsidR="00AA3CBA">
        <w:lastRenderedPageBreak/>
        <w:t>5</w:t>
      </w:r>
      <w:r w:rsidR="00AA3CBA">
        <w:rPr>
          <w:rtl/>
        </w:rPr>
        <w:t xml:space="preserve"> وَ كَانَ مِنْ دُعَائِهِ عَلَيْهِ السَّلامُ لِنَفْسِهِ و لِأَهْلِ وَلايَتِهِ:</w:t>
      </w:r>
      <w:bookmarkEnd w:id="14"/>
      <w:r w:rsidR="00AA3CBA">
        <w:rPr>
          <w:rtl/>
        </w:rPr>
        <w:t xml:space="preserve"> </w:t>
      </w:r>
    </w:p>
    <w:p w:rsidR="00587D34" w:rsidRDefault="00587D34" w:rsidP="00587D34">
      <w:pPr>
        <w:pStyle w:val="libNormal"/>
        <w:rPr>
          <w:rtl/>
        </w:rPr>
      </w:pPr>
      <w:r>
        <w:rPr>
          <w:rtl/>
        </w:rPr>
        <w:t>(1</w:t>
      </w:r>
      <w:r w:rsidR="007D3118">
        <w:rPr>
          <w:rtl/>
        </w:rPr>
        <w:t xml:space="preserve">) </w:t>
      </w:r>
      <w:r>
        <w:rPr>
          <w:rtl/>
        </w:rPr>
        <w:t>يَا مَنْ لا تَنْقَضِى عَجَائِبُ عَظَمَتِهِ</w:t>
      </w:r>
      <w:r w:rsidR="007D3118">
        <w:rPr>
          <w:rtl/>
        </w:rPr>
        <w:t xml:space="preserve">، </w:t>
      </w:r>
      <w:r>
        <w:rPr>
          <w:rtl/>
        </w:rPr>
        <w:t>صَلِّ عَلَى مُحَمَّدٍ وَ آلِهِ</w:t>
      </w:r>
      <w:r w:rsidR="007D3118">
        <w:rPr>
          <w:rtl/>
        </w:rPr>
        <w:t xml:space="preserve">، </w:t>
      </w:r>
      <w:r>
        <w:rPr>
          <w:rtl/>
        </w:rPr>
        <w:t>وَ احْجُبْنَا عَنِ الْإِلْحَادِ فِى عَظَمَتِكَ</w:t>
      </w:r>
    </w:p>
    <w:p w:rsidR="00587D34" w:rsidRDefault="00587D34" w:rsidP="00587D34">
      <w:pPr>
        <w:pStyle w:val="libNormal"/>
        <w:rPr>
          <w:rtl/>
        </w:rPr>
      </w:pPr>
      <w:r>
        <w:rPr>
          <w:rtl/>
        </w:rPr>
        <w:t>(2</w:t>
      </w:r>
      <w:r w:rsidR="007D3118">
        <w:rPr>
          <w:rtl/>
        </w:rPr>
        <w:t xml:space="preserve">) </w:t>
      </w:r>
      <w:r>
        <w:rPr>
          <w:rtl/>
        </w:rPr>
        <w:t>وَ يَا مَنْ لا تَنْتَهِى مُدَّةُ مُلْكِهِ</w:t>
      </w:r>
      <w:r w:rsidR="007D3118">
        <w:rPr>
          <w:rtl/>
        </w:rPr>
        <w:t xml:space="preserve">، </w:t>
      </w:r>
      <w:r>
        <w:rPr>
          <w:rtl/>
        </w:rPr>
        <w:t>صَلِّ عَلَى مُحَمَّدٍ وَ آلِهِ</w:t>
      </w:r>
      <w:r w:rsidR="007D3118">
        <w:rPr>
          <w:rtl/>
        </w:rPr>
        <w:t xml:space="preserve">، </w:t>
      </w:r>
      <w:r>
        <w:rPr>
          <w:rtl/>
        </w:rPr>
        <w:t>وَ أَعْتِقْ رِقَابَنَا مِنْ نَقِمَتِكَ</w:t>
      </w:r>
      <w:r w:rsidR="007D3118">
        <w:rPr>
          <w:rtl/>
        </w:rPr>
        <w:t xml:space="preserve">. </w:t>
      </w:r>
    </w:p>
    <w:p w:rsidR="00587D34" w:rsidRDefault="00587D34" w:rsidP="00587D34">
      <w:pPr>
        <w:pStyle w:val="libNormal"/>
        <w:rPr>
          <w:rtl/>
        </w:rPr>
      </w:pPr>
      <w:r>
        <w:rPr>
          <w:rtl/>
        </w:rPr>
        <w:t>(3</w:t>
      </w:r>
      <w:r w:rsidR="007D3118">
        <w:rPr>
          <w:rtl/>
        </w:rPr>
        <w:t xml:space="preserve">) </w:t>
      </w:r>
      <w:r>
        <w:rPr>
          <w:rtl/>
        </w:rPr>
        <w:t>وَ يَا مَنْ لا تَفْنَى خَزَائِنُ رَحْمَتِهِ</w:t>
      </w:r>
      <w:r w:rsidR="007D3118">
        <w:rPr>
          <w:rtl/>
        </w:rPr>
        <w:t xml:space="preserve">، </w:t>
      </w:r>
      <w:r>
        <w:rPr>
          <w:rtl/>
        </w:rPr>
        <w:t>صَلِّ عَلَى مُحَمَّدٍ وَ آلِهِ وَ اجْعَلْ لَنَا نَصِيبا فِى رَحْمَتِكَ</w:t>
      </w:r>
      <w:r w:rsidR="007D3118">
        <w:rPr>
          <w:rtl/>
        </w:rPr>
        <w:t xml:space="preserve">. </w:t>
      </w:r>
    </w:p>
    <w:p w:rsidR="00587D34" w:rsidRDefault="00587D34" w:rsidP="00587D34">
      <w:pPr>
        <w:pStyle w:val="libNormal"/>
        <w:rPr>
          <w:rtl/>
        </w:rPr>
      </w:pPr>
      <w:r>
        <w:rPr>
          <w:rtl/>
        </w:rPr>
        <w:t>(4</w:t>
      </w:r>
      <w:r w:rsidR="007D3118">
        <w:rPr>
          <w:rtl/>
        </w:rPr>
        <w:t xml:space="preserve">) </w:t>
      </w:r>
      <w:r>
        <w:rPr>
          <w:rtl/>
        </w:rPr>
        <w:t>وَ يَا مَنْ تَنْقَطِعُ دُونَ رُؤْيَتِهِ الْأَبْصَارُ صَلِّ عَلَى مُحَمَّدٍ وَ آلِهِ</w:t>
      </w:r>
      <w:r w:rsidR="007D3118">
        <w:rPr>
          <w:rtl/>
        </w:rPr>
        <w:t xml:space="preserve">، </w:t>
      </w:r>
      <w:r>
        <w:rPr>
          <w:rtl/>
        </w:rPr>
        <w:t>وَ أَدْنِنَا إِلَى قُرْبِكَ</w:t>
      </w:r>
    </w:p>
    <w:p w:rsidR="00587D34" w:rsidRDefault="00587D34" w:rsidP="00587D34">
      <w:pPr>
        <w:pStyle w:val="libNormal"/>
        <w:rPr>
          <w:rtl/>
        </w:rPr>
      </w:pPr>
      <w:r>
        <w:rPr>
          <w:rtl/>
        </w:rPr>
        <w:t>(5</w:t>
      </w:r>
      <w:r w:rsidR="007D3118">
        <w:rPr>
          <w:rtl/>
        </w:rPr>
        <w:t xml:space="preserve">) </w:t>
      </w:r>
      <w:r>
        <w:rPr>
          <w:rtl/>
        </w:rPr>
        <w:t>وَ يَا مَنْ تَصْغُرُ عِنْدَ خَطَرِهِ الْأَخْطَارُ</w:t>
      </w:r>
      <w:r w:rsidR="007D3118">
        <w:rPr>
          <w:rtl/>
        </w:rPr>
        <w:t xml:space="preserve">، </w:t>
      </w:r>
      <w:r>
        <w:rPr>
          <w:rtl/>
        </w:rPr>
        <w:t>صَلِّ عَلَى مُحَمَّدٍ وَ آلِهِ</w:t>
      </w:r>
      <w:r w:rsidR="007D3118">
        <w:rPr>
          <w:rtl/>
        </w:rPr>
        <w:t xml:space="preserve">، </w:t>
      </w:r>
      <w:r>
        <w:rPr>
          <w:rtl/>
        </w:rPr>
        <w:t>وَ كَرِّمْنَا عَلَيْكَ</w:t>
      </w:r>
      <w:r w:rsidR="007D3118">
        <w:rPr>
          <w:rtl/>
        </w:rPr>
        <w:t xml:space="preserve">. </w:t>
      </w:r>
    </w:p>
    <w:p w:rsidR="00587D34" w:rsidRDefault="00587D34" w:rsidP="00587D34">
      <w:pPr>
        <w:pStyle w:val="libNormal"/>
        <w:rPr>
          <w:rtl/>
        </w:rPr>
      </w:pPr>
      <w:r>
        <w:rPr>
          <w:rtl/>
        </w:rPr>
        <w:t>(6</w:t>
      </w:r>
      <w:r w:rsidR="007D3118">
        <w:rPr>
          <w:rtl/>
        </w:rPr>
        <w:t xml:space="preserve">) </w:t>
      </w:r>
      <w:r>
        <w:rPr>
          <w:rtl/>
        </w:rPr>
        <w:t>وَ يَا مَنْ تَظْهَرُ عِنْدَهُ بَوَاطِنُ الْأَخْبَارِ</w:t>
      </w:r>
      <w:r w:rsidR="007D3118">
        <w:rPr>
          <w:rtl/>
        </w:rPr>
        <w:t xml:space="preserve">، </w:t>
      </w:r>
      <w:r>
        <w:rPr>
          <w:rtl/>
        </w:rPr>
        <w:t>صَلِّ عَلَى مُحَمَّدٍ وَ آلِهِ</w:t>
      </w:r>
      <w:r w:rsidR="007D3118">
        <w:rPr>
          <w:rtl/>
        </w:rPr>
        <w:t xml:space="preserve">، </w:t>
      </w:r>
      <w:r>
        <w:rPr>
          <w:rtl/>
        </w:rPr>
        <w:t>وَ لا تَفْضَحْنَا لَدَيْكَ</w:t>
      </w:r>
      <w:r w:rsidR="007D3118">
        <w:rPr>
          <w:rtl/>
        </w:rPr>
        <w:t xml:space="preserve">. </w:t>
      </w:r>
    </w:p>
    <w:p w:rsidR="00587D34" w:rsidRDefault="00587D34" w:rsidP="00587D34">
      <w:pPr>
        <w:pStyle w:val="libNormal"/>
        <w:rPr>
          <w:rtl/>
        </w:rPr>
      </w:pPr>
      <w:r>
        <w:rPr>
          <w:rtl/>
        </w:rPr>
        <w:t>(7</w:t>
      </w:r>
      <w:r w:rsidR="007D3118">
        <w:rPr>
          <w:rtl/>
        </w:rPr>
        <w:t xml:space="preserve">) </w:t>
      </w:r>
      <w:r>
        <w:rPr>
          <w:rtl/>
        </w:rPr>
        <w:t>اللَّهُمَّ أَغْنِنَا عَنْ هِبَةِ الْوَهَّابِينَ بِهِبَتِكَ</w:t>
      </w:r>
      <w:r w:rsidR="007D3118">
        <w:rPr>
          <w:rtl/>
        </w:rPr>
        <w:t xml:space="preserve">، </w:t>
      </w:r>
      <w:r>
        <w:rPr>
          <w:rtl/>
        </w:rPr>
        <w:t>وَ اكْفِنَا وَحْشَةَ الْقَاطِعِينَ بِصِلَتِكَ حَتَّى لا نَرْغَبَ إِلَى أَحَدٍ مَعَ بَذْلِكَ</w:t>
      </w:r>
      <w:r w:rsidR="007D3118">
        <w:rPr>
          <w:rtl/>
        </w:rPr>
        <w:t xml:space="preserve">، </w:t>
      </w:r>
      <w:r>
        <w:rPr>
          <w:rtl/>
        </w:rPr>
        <w:t>وَ لا نَسْتَوْحِشَ مِنْ أَحَدٍ مَعَ فَضْلِكَ</w:t>
      </w:r>
      <w:r w:rsidR="007D3118">
        <w:rPr>
          <w:rtl/>
        </w:rPr>
        <w:t xml:space="preserve">. </w:t>
      </w:r>
    </w:p>
    <w:p w:rsidR="00587D34" w:rsidRDefault="00587D34" w:rsidP="00587D34">
      <w:pPr>
        <w:pStyle w:val="libNormal"/>
        <w:rPr>
          <w:rtl/>
        </w:rPr>
      </w:pPr>
      <w:r>
        <w:rPr>
          <w:rtl/>
        </w:rPr>
        <w:t>(8</w:t>
      </w:r>
      <w:r w:rsidR="007D3118">
        <w:rPr>
          <w:rtl/>
        </w:rPr>
        <w:t xml:space="preserve">) </w:t>
      </w:r>
      <w:r>
        <w:rPr>
          <w:rtl/>
        </w:rPr>
        <w:t>اللَّهُمَّ فَصَلِّ عَلَى مُحَمَّدٍ وَ آلِهِ</w:t>
      </w:r>
      <w:r w:rsidR="007D3118">
        <w:rPr>
          <w:rtl/>
        </w:rPr>
        <w:t xml:space="preserve">، </w:t>
      </w:r>
      <w:r>
        <w:rPr>
          <w:rtl/>
        </w:rPr>
        <w:t>وَ كِدْ لَنَا وَ لا تَكِدْ عَلَيْنَا</w:t>
      </w:r>
      <w:r w:rsidR="007D3118">
        <w:rPr>
          <w:rtl/>
        </w:rPr>
        <w:t xml:space="preserve">، </w:t>
      </w:r>
      <w:r>
        <w:rPr>
          <w:rtl/>
        </w:rPr>
        <w:t>وَ امْكُرْ لَنَا وَ لا تَمْكُرْ بِنَا</w:t>
      </w:r>
      <w:r w:rsidR="007D3118">
        <w:rPr>
          <w:rtl/>
        </w:rPr>
        <w:t xml:space="preserve">، </w:t>
      </w:r>
      <w:r>
        <w:rPr>
          <w:rtl/>
        </w:rPr>
        <w:t>وَ أَدِلْ لَنَا وَ لا تُدِلْ مِنَّا</w:t>
      </w:r>
      <w:r w:rsidR="007D3118">
        <w:rPr>
          <w:rtl/>
        </w:rPr>
        <w:t xml:space="preserve">. </w:t>
      </w:r>
    </w:p>
    <w:p w:rsidR="00587D34" w:rsidRDefault="00587D34" w:rsidP="00587D34">
      <w:pPr>
        <w:pStyle w:val="libNormal"/>
        <w:rPr>
          <w:rtl/>
        </w:rPr>
      </w:pPr>
      <w:r>
        <w:rPr>
          <w:rtl/>
        </w:rPr>
        <w:t>(9</w:t>
      </w:r>
      <w:r w:rsidR="007D3118">
        <w:rPr>
          <w:rtl/>
        </w:rPr>
        <w:t xml:space="preserve">) </w:t>
      </w:r>
      <w:r>
        <w:rPr>
          <w:rtl/>
        </w:rPr>
        <w:t>اللَّهُمَّ صَلِّ عَلَى مُحَمَّدٍ وَ آلِهِ</w:t>
      </w:r>
      <w:r w:rsidR="007D3118">
        <w:rPr>
          <w:rtl/>
        </w:rPr>
        <w:t xml:space="preserve">، </w:t>
      </w:r>
      <w:r>
        <w:rPr>
          <w:rtl/>
        </w:rPr>
        <w:t>وَ قِنَا مِنْكَ</w:t>
      </w:r>
      <w:r w:rsidR="007D3118">
        <w:rPr>
          <w:rtl/>
        </w:rPr>
        <w:t xml:space="preserve">، </w:t>
      </w:r>
      <w:r>
        <w:rPr>
          <w:rtl/>
        </w:rPr>
        <w:t>وَ احْفَظْنَا بِكَ</w:t>
      </w:r>
      <w:r w:rsidR="007D3118">
        <w:rPr>
          <w:rtl/>
        </w:rPr>
        <w:t xml:space="preserve">، </w:t>
      </w:r>
      <w:r>
        <w:rPr>
          <w:rtl/>
        </w:rPr>
        <w:t>وَ اهْدِنَا إِلَيْكَ</w:t>
      </w:r>
      <w:r w:rsidR="007D3118">
        <w:rPr>
          <w:rtl/>
        </w:rPr>
        <w:t xml:space="preserve">، </w:t>
      </w:r>
      <w:r>
        <w:rPr>
          <w:rtl/>
        </w:rPr>
        <w:t>وَ لا تُبَاعِدْنَا عَنْكَ إِنَّ مَنْ تَقِهِ يَسْلَمْ وَ مَنْ تَهْدِهِ يَعْلَمْ</w:t>
      </w:r>
      <w:r w:rsidR="007D3118">
        <w:rPr>
          <w:rtl/>
        </w:rPr>
        <w:t xml:space="preserve">، </w:t>
      </w:r>
      <w:r>
        <w:rPr>
          <w:rtl/>
        </w:rPr>
        <w:t>وَ مَنْ تُقَرِّبْهُ إِلَيْكَ يَغْنَمْ</w:t>
      </w:r>
      <w:r w:rsidR="007D3118">
        <w:rPr>
          <w:rtl/>
        </w:rPr>
        <w:t xml:space="preserve">. </w:t>
      </w:r>
    </w:p>
    <w:p w:rsidR="00587D34" w:rsidRDefault="00587D34" w:rsidP="00587D34">
      <w:pPr>
        <w:pStyle w:val="libNormal"/>
        <w:rPr>
          <w:rtl/>
        </w:rPr>
      </w:pPr>
      <w:r>
        <w:rPr>
          <w:rtl/>
        </w:rPr>
        <w:t>(10</w:t>
      </w:r>
      <w:r w:rsidR="007D3118">
        <w:rPr>
          <w:rtl/>
        </w:rPr>
        <w:t xml:space="preserve">) </w:t>
      </w:r>
      <w:r>
        <w:rPr>
          <w:rtl/>
        </w:rPr>
        <w:t>اللَّهُمَّ صَلِّ عَلَى مُحَمَّدٍ وَ آلِهِ</w:t>
      </w:r>
      <w:r w:rsidR="007D3118">
        <w:rPr>
          <w:rtl/>
        </w:rPr>
        <w:t xml:space="preserve">، </w:t>
      </w:r>
      <w:r>
        <w:rPr>
          <w:rtl/>
        </w:rPr>
        <w:t>وَ اكْفِنَا حَدَّ نَوَائِبِ الزَّمَانِ</w:t>
      </w:r>
      <w:r w:rsidR="007D3118">
        <w:rPr>
          <w:rtl/>
        </w:rPr>
        <w:t xml:space="preserve">، </w:t>
      </w:r>
      <w:r>
        <w:rPr>
          <w:rtl/>
        </w:rPr>
        <w:t>وَ شَرَّ مَصَائِدِ الشَّيْطَانِ</w:t>
      </w:r>
      <w:r w:rsidR="007D3118">
        <w:rPr>
          <w:rtl/>
        </w:rPr>
        <w:t xml:space="preserve">، </w:t>
      </w:r>
      <w:r>
        <w:rPr>
          <w:rtl/>
        </w:rPr>
        <w:t>وَ مَرَارَةَ صَوْلَةِ السُّلْطَانِ</w:t>
      </w:r>
      <w:r w:rsidR="007D3118">
        <w:rPr>
          <w:rtl/>
        </w:rPr>
        <w:t xml:space="preserve">. </w:t>
      </w:r>
    </w:p>
    <w:p w:rsidR="00587D34" w:rsidRDefault="00587D34" w:rsidP="00587D34">
      <w:pPr>
        <w:pStyle w:val="libNormal"/>
        <w:rPr>
          <w:rtl/>
        </w:rPr>
      </w:pPr>
      <w:r>
        <w:rPr>
          <w:rtl/>
        </w:rPr>
        <w:lastRenderedPageBreak/>
        <w:t>(11</w:t>
      </w:r>
      <w:r w:rsidR="007D3118">
        <w:rPr>
          <w:rtl/>
        </w:rPr>
        <w:t xml:space="preserve">) </w:t>
      </w:r>
      <w:r>
        <w:rPr>
          <w:rtl/>
        </w:rPr>
        <w:t>اللَّهُمَّ إِنَّمَا يَكْتَفِى الْمُكْتَفُونَ بِفَضْلِ قُوَّتِكَ</w:t>
      </w:r>
      <w:r w:rsidR="007D3118">
        <w:rPr>
          <w:rtl/>
        </w:rPr>
        <w:t xml:space="preserve">، </w:t>
      </w:r>
      <w:r>
        <w:rPr>
          <w:rtl/>
        </w:rPr>
        <w:t>فَصَلِّ عَلَى مُحَمَّدٍ وَ آلِهِ</w:t>
      </w:r>
      <w:r w:rsidR="007D3118">
        <w:rPr>
          <w:rtl/>
        </w:rPr>
        <w:t xml:space="preserve">، </w:t>
      </w:r>
      <w:r>
        <w:rPr>
          <w:rtl/>
        </w:rPr>
        <w:t>وَ اكْفِنَا</w:t>
      </w:r>
      <w:r w:rsidR="007D3118">
        <w:rPr>
          <w:rtl/>
        </w:rPr>
        <w:t xml:space="preserve">، </w:t>
      </w:r>
      <w:r>
        <w:rPr>
          <w:rtl/>
        </w:rPr>
        <w:t>وَ إِنَّمَا يُعْطِى الْمُعْطُونَ مِنْ فَضْلِ جِدَتِكَ</w:t>
      </w:r>
      <w:r w:rsidR="007D3118">
        <w:rPr>
          <w:rtl/>
        </w:rPr>
        <w:t xml:space="preserve">، </w:t>
      </w:r>
      <w:r>
        <w:rPr>
          <w:rtl/>
        </w:rPr>
        <w:t>فَصَلِّ عَلَى مُحَمَّدٍ وَ آلِهِ</w:t>
      </w:r>
      <w:r w:rsidR="007D3118">
        <w:rPr>
          <w:rtl/>
        </w:rPr>
        <w:t xml:space="preserve">، </w:t>
      </w:r>
      <w:r>
        <w:rPr>
          <w:rtl/>
        </w:rPr>
        <w:t>وَ أَعْطِنَا</w:t>
      </w:r>
      <w:r w:rsidR="007D3118">
        <w:rPr>
          <w:rtl/>
        </w:rPr>
        <w:t xml:space="preserve">، </w:t>
      </w:r>
      <w:r>
        <w:rPr>
          <w:rtl/>
        </w:rPr>
        <w:t>وَ إِنَّمَا يَهْتَدِى الْمُهْتَدُونَ بِنُورِ وَجْهِكَ</w:t>
      </w:r>
      <w:r w:rsidR="007D3118">
        <w:rPr>
          <w:rtl/>
        </w:rPr>
        <w:t xml:space="preserve">، </w:t>
      </w:r>
      <w:r>
        <w:rPr>
          <w:rtl/>
        </w:rPr>
        <w:t>فَصَلِّ عَلَى مُحَمَّدٍ وَ آلِهِ</w:t>
      </w:r>
      <w:r w:rsidR="007D3118">
        <w:rPr>
          <w:rtl/>
        </w:rPr>
        <w:t xml:space="preserve">، </w:t>
      </w:r>
      <w:r>
        <w:rPr>
          <w:rtl/>
        </w:rPr>
        <w:t>وَ اهْدِنَا</w:t>
      </w:r>
      <w:r w:rsidR="007D3118">
        <w:rPr>
          <w:rtl/>
        </w:rPr>
        <w:t xml:space="preserve">. </w:t>
      </w:r>
    </w:p>
    <w:p w:rsidR="00587D34" w:rsidRDefault="00587D34" w:rsidP="00587D34">
      <w:pPr>
        <w:pStyle w:val="libNormal"/>
        <w:rPr>
          <w:rtl/>
        </w:rPr>
      </w:pPr>
      <w:r>
        <w:rPr>
          <w:rtl/>
        </w:rPr>
        <w:t>(12</w:t>
      </w:r>
      <w:r w:rsidR="007D3118">
        <w:rPr>
          <w:rtl/>
        </w:rPr>
        <w:t xml:space="preserve">) </w:t>
      </w:r>
      <w:r>
        <w:rPr>
          <w:rtl/>
        </w:rPr>
        <w:t>اللَّهُمَّ إِنَّكَ مَنْ وَالَيْتَ لَمْ يَضْرُرْهُ خِذْلانُ الْخَاذِلِينَ</w:t>
      </w:r>
      <w:r w:rsidR="007D3118">
        <w:rPr>
          <w:rtl/>
        </w:rPr>
        <w:t xml:space="preserve">، </w:t>
      </w:r>
      <w:r>
        <w:rPr>
          <w:rtl/>
        </w:rPr>
        <w:t>وَ مَنْ أَعْطَيْتَ لَمْ يَنْقُصْهُ مَنْعُ الْمَانِعِينَ</w:t>
      </w:r>
      <w:r w:rsidR="007D3118">
        <w:rPr>
          <w:rtl/>
        </w:rPr>
        <w:t xml:space="preserve">، </w:t>
      </w:r>
      <w:r>
        <w:rPr>
          <w:rtl/>
        </w:rPr>
        <w:t>وَ مَنْ هَدَيْتَ لَمْ يُغْوِهِ إِضْلالُ الْمُضِلِّينَ</w:t>
      </w:r>
    </w:p>
    <w:p w:rsidR="00587D34" w:rsidRDefault="00587D34" w:rsidP="00587D34">
      <w:pPr>
        <w:pStyle w:val="libNormal"/>
        <w:rPr>
          <w:rtl/>
        </w:rPr>
      </w:pPr>
      <w:r>
        <w:rPr>
          <w:rtl/>
        </w:rPr>
        <w:t>(13</w:t>
      </w:r>
      <w:r w:rsidR="007D3118">
        <w:rPr>
          <w:rtl/>
        </w:rPr>
        <w:t xml:space="preserve">) </w:t>
      </w:r>
      <w:r>
        <w:rPr>
          <w:rtl/>
        </w:rPr>
        <w:t>فَصَلِّ عَلَى مُحَمَّدٍ وَ آلِهِ</w:t>
      </w:r>
      <w:r w:rsidR="007D3118">
        <w:rPr>
          <w:rtl/>
        </w:rPr>
        <w:t xml:space="preserve">، </w:t>
      </w:r>
      <w:r>
        <w:rPr>
          <w:rtl/>
        </w:rPr>
        <w:t>وَ امْنَعْنَا بِعِزِّكَ مِنْ عِبَادِكَ</w:t>
      </w:r>
      <w:r w:rsidR="007D3118">
        <w:rPr>
          <w:rtl/>
        </w:rPr>
        <w:t xml:space="preserve">، </w:t>
      </w:r>
      <w:r>
        <w:rPr>
          <w:rtl/>
        </w:rPr>
        <w:t>وَ أَغْنِنَا عَنْ غَيْرِكَ بِإِرْفَادِكَ</w:t>
      </w:r>
      <w:r w:rsidR="007D3118">
        <w:rPr>
          <w:rtl/>
        </w:rPr>
        <w:t xml:space="preserve">، </w:t>
      </w:r>
      <w:r>
        <w:rPr>
          <w:rtl/>
        </w:rPr>
        <w:t>وَ اسْلُكْ بِنَا سَبِيلَ الْحَقِّ بِإِرْشَادِكَ</w:t>
      </w:r>
      <w:r w:rsidR="007D3118">
        <w:rPr>
          <w:rtl/>
        </w:rPr>
        <w:t xml:space="preserve">. </w:t>
      </w:r>
    </w:p>
    <w:p w:rsidR="00587D34" w:rsidRDefault="00587D34" w:rsidP="00587D34">
      <w:pPr>
        <w:pStyle w:val="libNormal"/>
        <w:rPr>
          <w:rtl/>
        </w:rPr>
      </w:pPr>
      <w:r>
        <w:rPr>
          <w:rtl/>
        </w:rPr>
        <w:t>(14</w:t>
      </w:r>
      <w:r w:rsidR="007D3118">
        <w:rPr>
          <w:rtl/>
        </w:rPr>
        <w:t xml:space="preserve">) </w:t>
      </w:r>
      <w:r>
        <w:rPr>
          <w:rtl/>
        </w:rPr>
        <w:t>اللَّهُمَّ صَلِّ عَلَى مُحَمَّدٍ وَ آلِهِ</w:t>
      </w:r>
      <w:r w:rsidR="007D3118">
        <w:rPr>
          <w:rtl/>
        </w:rPr>
        <w:t xml:space="preserve">، </w:t>
      </w:r>
      <w:r>
        <w:rPr>
          <w:rtl/>
        </w:rPr>
        <w:t>وَ اجْعَلْ سَلامَةَ قُلُوبِنَا فِى ذِكْرِ عَظَمَتِكَ</w:t>
      </w:r>
      <w:r w:rsidR="007D3118">
        <w:rPr>
          <w:rtl/>
        </w:rPr>
        <w:t xml:space="preserve">، </w:t>
      </w:r>
      <w:r>
        <w:rPr>
          <w:rtl/>
        </w:rPr>
        <w:t>وَ فَرَاغَ أَبْدَانِنَا فِى شُكْرِ نِعْمَتِكَ</w:t>
      </w:r>
      <w:r w:rsidR="007D3118">
        <w:rPr>
          <w:rtl/>
        </w:rPr>
        <w:t xml:space="preserve">، </w:t>
      </w:r>
      <w:r>
        <w:rPr>
          <w:rtl/>
        </w:rPr>
        <w:t>وَ انْطِلاقَ أَلْسِنَتِنَا فِى وَصْفِ مِنَّتِكَ</w:t>
      </w:r>
      <w:r w:rsidR="007D3118">
        <w:rPr>
          <w:rtl/>
        </w:rPr>
        <w:t xml:space="preserve">. </w:t>
      </w:r>
    </w:p>
    <w:p w:rsidR="00587D34" w:rsidRDefault="00587D34" w:rsidP="00587D34">
      <w:pPr>
        <w:pStyle w:val="libNormal"/>
        <w:rPr>
          <w:rtl/>
        </w:rPr>
      </w:pPr>
      <w:r>
        <w:rPr>
          <w:rtl/>
        </w:rPr>
        <w:t>(15</w:t>
      </w:r>
      <w:r w:rsidR="007D3118">
        <w:rPr>
          <w:rtl/>
        </w:rPr>
        <w:t xml:space="preserve">) </w:t>
      </w:r>
      <w:r>
        <w:rPr>
          <w:rtl/>
        </w:rPr>
        <w:t>اللَّهُمَّ صَلِّ عَلَى مُحَمَّدٍ وَ آلِهِ</w:t>
      </w:r>
      <w:r w:rsidR="007D3118">
        <w:rPr>
          <w:rtl/>
        </w:rPr>
        <w:t xml:space="preserve">، </w:t>
      </w:r>
      <w:r>
        <w:rPr>
          <w:rtl/>
        </w:rPr>
        <w:t>وَ اجْعَلْنَا مِنْ دُعَاتِكَ الدَّاعِينَ إِلَيْكَ</w:t>
      </w:r>
      <w:r w:rsidR="007D3118">
        <w:rPr>
          <w:rtl/>
        </w:rPr>
        <w:t xml:space="preserve">، </w:t>
      </w:r>
      <w:r>
        <w:rPr>
          <w:rtl/>
        </w:rPr>
        <w:t>وَ هُدَاتِكَ الدَّالِّينَ عَلَيْكَ</w:t>
      </w:r>
      <w:r w:rsidR="007D3118">
        <w:rPr>
          <w:rtl/>
        </w:rPr>
        <w:t xml:space="preserve">، </w:t>
      </w:r>
      <w:r>
        <w:rPr>
          <w:rtl/>
        </w:rPr>
        <w:t>وَ مِنْ خَاصَّتِكَ الْخَاصِّينَ لَدَيْكَ</w:t>
      </w:r>
      <w:r w:rsidR="007D3118">
        <w:rPr>
          <w:rtl/>
        </w:rPr>
        <w:t xml:space="preserve">، </w:t>
      </w:r>
      <w:r>
        <w:rPr>
          <w:rtl/>
        </w:rPr>
        <w:t>يَا أَرْحَمَ الرَّاحِمِينَ</w:t>
      </w:r>
      <w:r w:rsidR="007D3118">
        <w:rPr>
          <w:rtl/>
        </w:rPr>
        <w:t xml:space="preserve">. </w:t>
      </w:r>
    </w:p>
    <w:p w:rsidR="00587D34" w:rsidRDefault="00AA3CBA" w:rsidP="004C63D0">
      <w:pPr>
        <w:pStyle w:val="Heading2"/>
        <w:rPr>
          <w:rtl/>
        </w:rPr>
      </w:pPr>
      <w:bookmarkStart w:id="15" w:name="_Toc394915144"/>
      <w:r>
        <w:rPr>
          <w:rtl/>
        </w:rPr>
        <w:t xml:space="preserve">ترجمه دعاى پنجم: دعاى آن حضرت </w:t>
      </w:r>
      <w:r w:rsidR="000C598D" w:rsidRPr="000C598D">
        <w:rPr>
          <w:rStyle w:val="libAlaemChar"/>
          <w:rtl/>
        </w:rPr>
        <w:t>عليه‌السلام</w:t>
      </w:r>
      <w:r>
        <w:rPr>
          <w:rtl/>
        </w:rPr>
        <w:t xml:space="preserve"> </w:t>
      </w:r>
      <w:r w:rsidRPr="004C63D0">
        <w:rPr>
          <w:rtl/>
        </w:rPr>
        <w:t>براى خود و بستگان</w:t>
      </w:r>
      <w:bookmarkEnd w:id="15"/>
    </w:p>
    <w:p w:rsidR="00587D34" w:rsidRDefault="00587D34" w:rsidP="00587D34">
      <w:pPr>
        <w:pStyle w:val="libNormal"/>
        <w:rPr>
          <w:rtl/>
        </w:rPr>
      </w:pPr>
      <w:r>
        <w:rPr>
          <w:rtl/>
        </w:rPr>
        <w:t>1</w:t>
      </w:r>
      <w:r w:rsidR="007D3118">
        <w:rPr>
          <w:rtl/>
        </w:rPr>
        <w:t xml:space="preserve">. </w:t>
      </w:r>
      <w:r>
        <w:rPr>
          <w:rtl/>
        </w:rPr>
        <w:t>اى كه نشانه هاى شگفت انگيز عظمت تو به پايان نمى رسد! درود بر محمد و خاندان او فرست و ما را از لغزش در معرفت بزرگى خود</w:t>
      </w:r>
      <w:r w:rsidR="007D3118">
        <w:rPr>
          <w:rtl/>
        </w:rPr>
        <w:t xml:space="preserve">، </w:t>
      </w:r>
      <w:r>
        <w:rPr>
          <w:rtl/>
        </w:rPr>
        <w:t>نگاه دار</w:t>
      </w:r>
      <w:r w:rsidR="007D3118">
        <w:rPr>
          <w:rtl/>
        </w:rPr>
        <w:t xml:space="preserve">. </w:t>
      </w:r>
    </w:p>
    <w:p w:rsidR="00587D34" w:rsidRDefault="00587D34" w:rsidP="00587D34">
      <w:pPr>
        <w:pStyle w:val="libNormal"/>
        <w:rPr>
          <w:rtl/>
        </w:rPr>
      </w:pPr>
      <w:r>
        <w:rPr>
          <w:rtl/>
        </w:rPr>
        <w:t>2</w:t>
      </w:r>
      <w:r w:rsidR="007D3118">
        <w:rPr>
          <w:rtl/>
        </w:rPr>
        <w:t xml:space="preserve">. </w:t>
      </w:r>
      <w:r>
        <w:rPr>
          <w:rtl/>
        </w:rPr>
        <w:t>اى كسى كه مدت پادشاهى تو را آخر نيست بر محمد و آل او درود فرست و گردن هاى ما را از قيد عتاب و انتقام خود آزاد كن</w:t>
      </w:r>
      <w:r w:rsidR="007D3118">
        <w:rPr>
          <w:rtl/>
        </w:rPr>
        <w:t xml:space="preserve">. </w:t>
      </w:r>
    </w:p>
    <w:p w:rsidR="00587D34" w:rsidRDefault="00587D34" w:rsidP="00587D34">
      <w:pPr>
        <w:pStyle w:val="libNormal"/>
        <w:rPr>
          <w:rtl/>
        </w:rPr>
      </w:pPr>
      <w:r>
        <w:rPr>
          <w:rtl/>
        </w:rPr>
        <w:t>3</w:t>
      </w:r>
      <w:r w:rsidR="007D3118">
        <w:rPr>
          <w:rtl/>
        </w:rPr>
        <w:t xml:space="preserve">. </w:t>
      </w:r>
      <w:r>
        <w:rPr>
          <w:rtl/>
        </w:rPr>
        <w:t>اى كسى كه گنج هاى رحمتت سپرى نمى گردد بر محمد و آل او درود فرست و ما را از رحمت خود بهره مند گردان</w:t>
      </w:r>
      <w:r w:rsidR="007D3118">
        <w:rPr>
          <w:rtl/>
        </w:rPr>
        <w:t xml:space="preserve">. </w:t>
      </w:r>
    </w:p>
    <w:p w:rsidR="00587D34" w:rsidRDefault="00587D34" w:rsidP="00587D34">
      <w:pPr>
        <w:pStyle w:val="libNormal"/>
        <w:rPr>
          <w:rtl/>
        </w:rPr>
      </w:pPr>
      <w:r>
        <w:rPr>
          <w:rtl/>
        </w:rPr>
        <w:t>4</w:t>
      </w:r>
      <w:r w:rsidR="007D3118">
        <w:rPr>
          <w:rtl/>
        </w:rPr>
        <w:t xml:space="preserve">. </w:t>
      </w:r>
      <w:r>
        <w:rPr>
          <w:rtl/>
        </w:rPr>
        <w:t>اى كسى كه چشم ها از ديدن تو فرو مانده است بر محمد و آل او درود فرست و ما را به جانب خود نزديك ساز</w:t>
      </w:r>
      <w:r w:rsidR="007D3118">
        <w:rPr>
          <w:rtl/>
        </w:rPr>
        <w:t xml:space="preserve">. </w:t>
      </w:r>
    </w:p>
    <w:p w:rsidR="00587D34" w:rsidRDefault="00587D34" w:rsidP="00587D34">
      <w:pPr>
        <w:pStyle w:val="libNormal"/>
        <w:rPr>
          <w:rtl/>
        </w:rPr>
      </w:pPr>
      <w:r>
        <w:rPr>
          <w:rtl/>
        </w:rPr>
        <w:t>5</w:t>
      </w:r>
      <w:r w:rsidR="007D3118">
        <w:rPr>
          <w:rtl/>
        </w:rPr>
        <w:t xml:space="preserve">. </w:t>
      </w:r>
      <w:r>
        <w:rPr>
          <w:rtl/>
        </w:rPr>
        <w:t>اى كسى كه در مقابل قدر تو همه چيز بيقدر است بر محمد و آل او درود فرست و ما را نزد خود گرامى دار</w:t>
      </w:r>
      <w:r w:rsidR="007D3118">
        <w:rPr>
          <w:rtl/>
        </w:rPr>
        <w:t xml:space="preserve">. </w:t>
      </w:r>
    </w:p>
    <w:p w:rsidR="00587D34" w:rsidRDefault="00587D34" w:rsidP="00587D34">
      <w:pPr>
        <w:pStyle w:val="libNormal"/>
        <w:rPr>
          <w:rtl/>
        </w:rPr>
      </w:pPr>
      <w:r>
        <w:rPr>
          <w:rtl/>
        </w:rPr>
        <w:lastRenderedPageBreak/>
        <w:t>6</w:t>
      </w:r>
      <w:r w:rsidR="007D3118">
        <w:rPr>
          <w:rtl/>
        </w:rPr>
        <w:t xml:space="preserve">. </w:t>
      </w:r>
      <w:r>
        <w:rPr>
          <w:rtl/>
        </w:rPr>
        <w:t>و اى كسى كه اخبار پنهان نزد تو آشكار است</w:t>
      </w:r>
      <w:r w:rsidR="007D3118">
        <w:rPr>
          <w:rtl/>
        </w:rPr>
        <w:t xml:space="preserve">، </w:t>
      </w:r>
      <w:r>
        <w:rPr>
          <w:rtl/>
        </w:rPr>
        <w:t>بر محمد و خاندان او درود فرست و ما را نزد خود رسوا مكن</w:t>
      </w:r>
      <w:r w:rsidR="007D3118">
        <w:rPr>
          <w:rtl/>
        </w:rPr>
        <w:t xml:space="preserve">. </w:t>
      </w:r>
    </w:p>
    <w:p w:rsidR="00587D34" w:rsidRDefault="00587D34" w:rsidP="00587D34">
      <w:pPr>
        <w:pStyle w:val="libNormal"/>
        <w:rPr>
          <w:rtl/>
        </w:rPr>
      </w:pPr>
      <w:r>
        <w:rPr>
          <w:rtl/>
        </w:rPr>
        <w:t>7</w:t>
      </w:r>
      <w:r w:rsidR="007D3118">
        <w:rPr>
          <w:rtl/>
        </w:rPr>
        <w:t xml:space="preserve">. </w:t>
      </w:r>
      <w:r>
        <w:rPr>
          <w:rtl/>
        </w:rPr>
        <w:t>اى خداوند ما را به بخشش خود از بخشش بخشندگان بى نياز كن و گسستن ديگران را از ما به پيوستن خود جبران فرما تا با بخشش تو سوى كسى نگراييم و با احسان تو از منع ديگران نهراسيم</w:t>
      </w:r>
      <w:r w:rsidR="007D3118">
        <w:rPr>
          <w:rtl/>
        </w:rPr>
        <w:t xml:space="preserve">. </w:t>
      </w:r>
    </w:p>
    <w:p w:rsidR="00587D34" w:rsidRDefault="00587D34" w:rsidP="00587D34">
      <w:pPr>
        <w:pStyle w:val="libNormal"/>
        <w:rPr>
          <w:rtl/>
        </w:rPr>
      </w:pPr>
      <w:r>
        <w:rPr>
          <w:rtl/>
        </w:rPr>
        <w:t>8</w:t>
      </w:r>
      <w:r w:rsidR="007D3118">
        <w:rPr>
          <w:rtl/>
        </w:rPr>
        <w:t xml:space="preserve">. </w:t>
      </w:r>
      <w:r>
        <w:rPr>
          <w:rtl/>
        </w:rPr>
        <w:t>خدايا درود بر محمد و آل او فرست و تدبير تو موافق ما باشد نه بر خلاف ما</w:t>
      </w:r>
      <w:r w:rsidR="007D3118">
        <w:rPr>
          <w:rtl/>
        </w:rPr>
        <w:t xml:space="preserve">، </w:t>
      </w:r>
      <w:r>
        <w:rPr>
          <w:rtl/>
        </w:rPr>
        <w:t>و در هر كار جانب ما گير و ما را رها مكن و بر مخالفان پيروز كن و ديگران را بر ما مستولى مگردان</w:t>
      </w:r>
      <w:r w:rsidR="007D3118">
        <w:rPr>
          <w:rtl/>
        </w:rPr>
        <w:t xml:space="preserve">. </w:t>
      </w:r>
    </w:p>
    <w:p w:rsidR="00587D34" w:rsidRDefault="00587D34" w:rsidP="00587D34">
      <w:pPr>
        <w:pStyle w:val="libNormal"/>
        <w:rPr>
          <w:rtl/>
        </w:rPr>
      </w:pPr>
      <w:r>
        <w:rPr>
          <w:rtl/>
        </w:rPr>
        <w:t>9</w:t>
      </w:r>
      <w:r w:rsidR="007D3118">
        <w:rPr>
          <w:rtl/>
        </w:rPr>
        <w:t xml:space="preserve">. </w:t>
      </w:r>
      <w:r>
        <w:rPr>
          <w:rtl/>
        </w:rPr>
        <w:t>خدايا درود بر محمد و آل او فرست و ما را از خشم خود حفظ كن و تو خود نگهدار ما باش و ما را راه نماى و از خود دور مكن كه هر كه را تو نگهدارى به سلامت ماند و هر كه را تو هدايت كنى دانا شود و هر كه را تو به خود نزديك سازى غنيمت برد</w:t>
      </w:r>
      <w:r w:rsidR="007D3118">
        <w:rPr>
          <w:rtl/>
        </w:rPr>
        <w:t xml:space="preserve">. </w:t>
      </w:r>
    </w:p>
    <w:p w:rsidR="00587D34" w:rsidRDefault="00587D34" w:rsidP="00587D34">
      <w:pPr>
        <w:pStyle w:val="libNormal"/>
        <w:rPr>
          <w:rtl/>
        </w:rPr>
      </w:pPr>
      <w:r>
        <w:rPr>
          <w:rtl/>
        </w:rPr>
        <w:t>10</w:t>
      </w:r>
      <w:r w:rsidR="007D3118">
        <w:rPr>
          <w:rtl/>
        </w:rPr>
        <w:t xml:space="preserve">. </w:t>
      </w:r>
      <w:r>
        <w:rPr>
          <w:rtl/>
        </w:rPr>
        <w:t>خدايا درود بر محمد و آلش فرست و مصيبت هاى زمانه را از ما كفايت كن و شر دام شيطان را از ما بگردان و از تلخى قهر پادشاه ايمن كن</w:t>
      </w:r>
      <w:r w:rsidR="007D3118">
        <w:rPr>
          <w:rtl/>
        </w:rPr>
        <w:t xml:space="preserve">. </w:t>
      </w:r>
    </w:p>
    <w:p w:rsidR="00587D34" w:rsidRDefault="00587D34" w:rsidP="00587D34">
      <w:pPr>
        <w:pStyle w:val="libNormal"/>
        <w:rPr>
          <w:rtl/>
        </w:rPr>
      </w:pPr>
      <w:r>
        <w:rPr>
          <w:rtl/>
        </w:rPr>
        <w:t>11</w:t>
      </w:r>
      <w:r w:rsidR="007D3118">
        <w:rPr>
          <w:rtl/>
        </w:rPr>
        <w:t xml:space="preserve">. </w:t>
      </w:r>
      <w:r>
        <w:rPr>
          <w:rtl/>
        </w:rPr>
        <w:t>خدايا كارگزاران جهان به نيروى تو كارگزارند پس درود بر محمد و آل او فرست و خود تو كارگزار ما باش و آن ها كه عطا مى بخشند از زيارت عطاى تو مى بخشند پس درود بر محمد و آل او فرست و تو خود به ما عطا كن و آن ها كه راه حق را يافتند به نور تو يافتند پس درود بر محمد و آل او فرست و ما را تو خود هدايت فرما</w:t>
      </w:r>
      <w:r w:rsidR="007D3118">
        <w:rPr>
          <w:rtl/>
        </w:rPr>
        <w:t xml:space="preserve">. </w:t>
      </w:r>
    </w:p>
    <w:p w:rsidR="00587D34" w:rsidRDefault="00587D34" w:rsidP="00587D34">
      <w:pPr>
        <w:pStyle w:val="libNormal"/>
        <w:rPr>
          <w:rtl/>
        </w:rPr>
      </w:pPr>
      <w:r>
        <w:rPr>
          <w:rtl/>
        </w:rPr>
        <w:t>12</w:t>
      </w:r>
      <w:r w:rsidR="007D3118">
        <w:rPr>
          <w:rtl/>
        </w:rPr>
        <w:t xml:space="preserve">. </w:t>
      </w:r>
      <w:r>
        <w:rPr>
          <w:rtl/>
        </w:rPr>
        <w:t>خداوندا</w:t>
      </w:r>
      <w:r w:rsidR="007D3118">
        <w:rPr>
          <w:rtl/>
        </w:rPr>
        <w:t xml:space="preserve">، </w:t>
      </w:r>
      <w:r>
        <w:rPr>
          <w:rtl/>
        </w:rPr>
        <w:t>كسى را كه تو دست گيرى خذلان ديگرى زيان ندارد و كسى را كه تو عطا كنى نوميد كردن ديگران چيزى نكاهد و آن را كه تو هادى باشى كسى گمراه نتواند كرد</w:t>
      </w:r>
      <w:r w:rsidR="007D3118">
        <w:rPr>
          <w:rtl/>
        </w:rPr>
        <w:t xml:space="preserve">. </w:t>
      </w:r>
    </w:p>
    <w:p w:rsidR="00587D34" w:rsidRDefault="00587D34" w:rsidP="00587D34">
      <w:pPr>
        <w:pStyle w:val="libNormal"/>
        <w:rPr>
          <w:rtl/>
        </w:rPr>
      </w:pPr>
      <w:r>
        <w:rPr>
          <w:rtl/>
        </w:rPr>
        <w:lastRenderedPageBreak/>
        <w:t>13</w:t>
      </w:r>
      <w:r w:rsidR="007D3118">
        <w:rPr>
          <w:rtl/>
        </w:rPr>
        <w:t xml:space="preserve">. </w:t>
      </w:r>
      <w:r>
        <w:rPr>
          <w:rtl/>
        </w:rPr>
        <w:t>پس بر محمد و آل او درود فرست و ما را به عزت خود از شر مردم حفظ كن و به عطاى خود از ديگران بى نياز گردان و به ارشاد خود ما را در راه حق بدار</w:t>
      </w:r>
      <w:r w:rsidR="007D3118">
        <w:rPr>
          <w:rtl/>
        </w:rPr>
        <w:t xml:space="preserve">. </w:t>
      </w:r>
    </w:p>
    <w:p w:rsidR="00587D34" w:rsidRDefault="00587D34" w:rsidP="00587D34">
      <w:pPr>
        <w:pStyle w:val="libNormal"/>
        <w:rPr>
          <w:rtl/>
        </w:rPr>
      </w:pPr>
      <w:r>
        <w:rPr>
          <w:rtl/>
        </w:rPr>
        <w:t>14</w:t>
      </w:r>
      <w:r w:rsidR="007D3118">
        <w:rPr>
          <w:rtl/>
        </w:rPr>
        <w:t xml:space="preserve">. </w:t>
      </w:r>
      <w:r>
        <w:rPr>
          <w:rtl/>
        </w:rPr>
        <w:t>خدايا درود بر محمد و آل او فرست و سلامت دل ما را در ياد عظمت خود قرار ده و آسايش تن ما را در شكر نعمت خود مصروف گردان</w:t>
      </w:r>
      <w:r w:rsidR="007D3118">
        <w:rPr>
          <w:rtl/>
        </w:rPr>
        <w:t xml:space="preserve">. </w:t>
      </w:r>
    </w:p>
    <w:p w:rsidR="00587D34" w:rsidRDefault="00587D34" w:rsidP="00587D34">
      <w:pPr>
        <w:pStyle w:val="libNormal"/>
        <w:rPr>
          <w:rtl/>
        </w:rPr>
      </w:pPr>
      <w:r>
        <w:rPr>
          <w:rtl/>
        </w:rPr>
        <w:t>نيروى گفتار ما را در وصف نعم خود به كار دار</w:t>
      </w:r>
      <w:r w:rsidR="007D3118">
        <w:rPr>
          <w:rtl/>
        </w:rPr>
        <w:t xml:space="preserve">. </w:t>
      </w:r>
    </w:p>
    <w:p w:rsidR="00587D34" w:rsidRDefault="00587D34" w:rsidP="00587D34">
      <w:pPr>
        <w:pStyle w:val="libNormal"/>
        <w:rPr>
          <w:rtl/>
        </w:rPr>
      </w:pPr>
      <w:r>
        <w:rPr>
          <w:rtl/>
        </w:rPr>
        <w:t>15</w:t>
      </w:r>
      <w:r w:rsidR="007D3118">
        <w:rPr>
          <w:rtl/>
        </w:rPr>
        <w:t xml:space="preserve">. </w:t>
      </w:r>
      <w:r>
        <w:rPr>
          <w:rtl/>
        </w:rPr>
        <w:t>خدايا درود بر محمد و آل او فرست و ما را از داعيان خود گردان كه مردم را سوى تو خوانيم و از هاديان كه راه تو را به مردم بنماييم و از خاصان مقرب خويش شمار</w:t>
      </w:r>
      <w:r w:rsidR="007D3118">
        <w:rPr>
          <w:rtl/>
        </w:rPr>
        <w:t xml:space="preserve">، </w:t>
      </w:r>
      <w:r>
        <w:rPr>
          <w:rtl/>
        </w:rPr>
        <w:t>اى ارحم الراحمين</w:t>
      </w:r>
      <w:r w:rsidR="007D3118">
        <w:rPr>
          <w:rtl/>
        </w:rPr>
        <w:t xml:space="preserve">. </w:t>
      </w:r>
    </w:p>
    <w:p w:rsidR="00587D34" w:rsidRDefault="00F57255" w:rsidP="004C63D0">
      <w:pPr>
        <w:pStyle w:val="Heading2"/>
        <w:rPr>
          <w:rtl/>
        </w:rPr>
      </w:pPr>
      <w:r>
        <w:br w:type="page"/>
      </w:r>
      <w:bookmarkStart w:id="16" w:name="_Toc394915145"/>
      <w:r w:rsidR="00AA3CBA">
        <w:lastRenderedPageBreak/>
        <w:t>6</w:t>
      </w:r>
      <w:r w:rsidR="00AA3CBA">
        <w:rPr>
          <w:rtl/>
        </w:rPr>
        <w:t xml:space="preserve"> وَ كَانَ مِنْ دُعَائِهِ عَلَيْهِ السَّلامُ عِنْدَ الصَّبَاحِ وَ الْمَسَاءِ:</w:t>
      </w:r>
      <w:bookmarkEnd w:id="16"/>
      <w:r w:rsidR="00AA3CBA">
        <w:rPr>
          <w:rtl/>
        </w:rPr>
        <w:t xml:space="preserve"> </w:t>
      </w:r>
    </w:p>
    <w:p w:rsidR="00587D34" w:rsidRDefault="00587D34" w:rsidP="00587D34">
      <w:pPr>
        <w:pStyle w:val="libNormal"/>
        <w:rPr>
          <w:rtl/>
        </w:rPr>
      </w:pPr>
      <w:r>
        <w:rPr>
          <w:rtl/>
        </w:rPr>
        <w:t>(1</w:t>
      </w:r>
      <w:r w:rsidR="007D3118">
        <w:rPr>
          <w:rtl/>
        </w:rPr>
        <w:t xml:space="preserve">) </w:t>
      </w:r>
      <w:r>
        <w:rPr>
          <w:rtl/>
        </w:rPr>
        <w:t>الْحَمْدُ لِلَّهِ الَّذِى خَلَقَ اللَّيْلَ وَ النَّهَارَ بِقُوَّتِهِ</w:t>
      </w:r>
    </w:p>
    <w:p w:rsidR="00587D34" w:rsidRDefault="00587D34" w:rsidP="00587D34">
      <w:pPr>
        <w:pStyle w:val="libNormal"/>
        <w:rPr>
          <w:rtl/>
        </w:rPr>
      </w:pPr>
      <w:r>
        <w:rPr>
          <w:rtl/>
        </w:rPr>
        <w:t>(2</w:t>
      </w:r>
      <w:r w:rsidR="007D3118">
        <w:rPr>
          <w:rtl/>
        </w:rPr>
        <w:t xml:space="preserve">) </w:t>
      </w:r>
      <w:r>
        <w:rPr>
          <w:rtl/>
        </w:rPr>
        <w:t>وَ مَيَّزَ بَيْنَهُمَا بِقُدْرَتِهِ</w:t>
      </w:r>
    </w:p>
    <w:p w:rsidR="00587D34" w:rsidRDefault="00587D34" w:rsidP="00587D34">
      <w:pPr>
        <w:pStyle w:val="libNormal"/>
        <w:rPr>
          <w:rtl/>
        </w:rPr>
      </w:pPr>
      <w:r>
        <w:rPr>
          <w:rtl/>
        </w:rPr>
        <w:t>(3</w:t>
      </w:r>
      <w:r w:rsidR="007D3118">
        <w:rPr>
          <w:rtl/>
        </w:rPr>
        <w:t xml:space="preserve">) </w:t>
      </w:r>
      <w:r>
        <w:rPr>
          <w:rtl/>
        </w:rPr>
        <w:t>وَ جَعَلَ لِكُلِّ وَاحِدٍ مِنْهُمَا حَدّا مَحْدُودا</w:t>
      </w:r>
      <w:r w:rsidR="007D3118">
        <w:rPr>
          <w:rtl/>
        </w:rPr>
        <w:t xml:space="preserve">، </w:t>
      </w:r>
      <w:r>
        <w:rPr>
          <w:rtl/>
        </w:rPr>
        <w:t>وَ أَمَدا مَمْدُودا</w:t>
      </w:r>
    </w:p>
    <w:p w:rsidR="00587D34" w:rsidRDefault="00587D34" w:rsidP="00587D34">
      <w:pPr>
        <w:pStyle w:val="libNormal"/>
        <w:rPr>
          <w:rtl/>
        </w:rPr>
      </w:pPr>
      <w:r>
        <w:rPr>
          <w:rtl/>
        </w:rPr>
        <w:t>(4</w:t>
      </w:r>
      <w:r w:rsidR="007D3118">
        <w:rPr>
          <w:rtl/>
        </w:rPr>
        <w:t xml:space="preserve">) </w:t>
      </w:r>
      <w:r>
        <w:rPr>
          <w:rtl/>
        </w:rPr>
        <w:t>يُولِجُ كُلَّ وَاحِدٍ مِنْهُمَا فِى صَاحِبِهِ</w:t>
      </w:r>
      <w:r w:rsidR="007D3118">
        <w:rPr>
          <w:rtl/>
        </w:rPr>
        <w:t xml:space="preserve">، </w:t>
      </w:r>
      <w:r>
        <w:rPr>
          <w:rtl/>
        </w:rPr>
        <w:t>وَ يُولِجُ صَاحِبَهُ فِيهِ بِتَقْدِيرٍ مِنْهُ لِلْعِبَادِ فِيمَا يَغْذُوهُمْ بِهِ</w:t>
      </w:r>
      <w:r w:rsidR="007D3118">
        <w:rPr>
          <w:rtl/>
        </w:rPr>
        <w:t xml:space="preserve">، </w:t>
      </w:r>
      <w:r>
        <w:rPr>
          <w:rtl/>
        </w:rPr>
        <w:t>وَ يُنْشِئُهُمْ عَلَيْهِ</w:t>
      </w:r>
    </w:p>
    <w:p w:rsidR="00587D34" w:rsidRDefault="00587D34" w:rsidP="00587D34">
      <w:pPr>
        <w:pStyle w:val="libNormal"/>
        <w:rPr>
          <w:rtl/>
        </w:rPr>
      </w:pPr>
      <w:r>
        <w:rPr>
          <w:rtl/>
        </w:rPr>
        <w:t>(5</w:t>
      </w:r>
      <w:r w:rsidR="007D3118">
        <w:rPr>
          <w:rtl/>
        </w:rPr>
        <w:t xml:space="preserve">) </w:t>
      </w:r>
      <w:r>
        <w:rPr>
          <w:rtl/>
        </w:rPr>
        <w:t>فَخَلَقَ لَهُمُ اللَّيْلَ لِيَسْكُنُوا فِيهِ مِنْ حَرَكَاتِ التَّعَبِ وَ نَهَضَاتِ النَّصَبِ</w:t>
      </w:r>
      <w:r w:rsidR="007D3118">
        <w:rPr>
          <w:rtl/>
        </w:rPr>
        <w:t xml:space="preserve">، </w:t>
      </w:r>
      <w:r>
        <w:rPr>
          <w:rtl/>
        </w:rPr>
        <w:t>وَ جَعَلَهُ لِبَاسا لِيَلْبَسُوا مِنْ رَاحَتِهِ وَ مَنَامِهِ</w:t>
      </w:r>
      <w:r w:rsidR="007D3118">
        <w:rPr>
          <w:rtl/>
        </w:rPr>
        <w:t xml:space="preserve">، </w:t>
      </w:r>
      <w:r>
        <w:rPr>
          <w:rtl/>
        </w:rPr>
        <w:t>فَيَكُونَ ذَلِكَ لَهُمْ جَمَاما وَ قُوَّةً</w:t>
      </w:r>
      <w:r w:rsidR="007D3118">
        <w:rPr>
          <w:rtl/>
        </w:rPr>
        <w:t xml:space="preserve">، </w:t>
      </w:r>
      <w:r>
        <w:rPr>
          <w:rtl/>
        </w:rPr>
        <w:t>وَ لِيَنَالُوا بِهِ لَذَّةً وَ شَهْوَةً</w:t>
      </w:r>
    </w:p>
    <w:p w:rsidR="00587D34" w:rsidRDefault="00587D34" w:rsidP="00587D34">
      <w:pPr>
        <w:pStyle w:val="libNormal"/>
        <w:rPr>
          <w:rtl/>
        </w:rPr>
      </w:pPr>
      <w:r>
        <w:rPr>
          <w:rtl/>
        </w:rPr>
        <w:t>(6</w:t>
      </w:r>
      <w:r w:rsidR="007D3118">
        <w:rPr>
          <w:rtl/>
        </w:rPr>
        <w:t xml:space="preserve">) </w:t>
      </w:r>
      <w:r>
        <w:rPr>
          <w:rtl/>
        </w:rPr>
        <w:t>وَ خَلَقَ لَهُمُ النَّهَارَ مُبْصِرا لِيَبْتَغُوا فِيهِ مِنْ فَضْلِهِ</w:t>
      </w:r>
      <w:r w:rsidR="007D3118">
        <w:rPr>
          <w:rtl/>
        </w:rPr>
        <w:t xml:space="preserve">، </w:t>
      </w:r>
      <w:r>
        <w:rPr>
          <w:rtl/>
        </w:rPr>
        <w:t>وَ لِيَتَسَبَّبُوا إِلَى رِزْقِهِ</w:t>
      </w:r>
      <w:r w:rsidR="007D3118">
        <w:rPr>
          <w:rtl/>
        </w:rPr>
        <w:t xml:space="preserve">، </w:t>
      </w:r>
      <w:r>
        <w:rPr>
          <w:rtl/>
        </w:rPr>
        <w:t>وَ يَسْرَحُوا فِى أَرْضِهِ</w:t>
      </w:r>
      <w:r w:rsidR="007D3118">
        <w:rPr>
          <w:rtl/>
        </w:rPr>
        <w:t xml:space="preserve">، </w:t>
      </w:r>
      <w:r>
        <w:rPr>
          <w:rtl/>
        </w:rPr>
        <w:t>طَلَبا لِمَا فِيهِ نَيْلُ الْعَاجِلِ مِنْ دُنْيَاهُمْ</w:t>
      </w:r>
      <w:r w:rsidR="007D3118">
        <w:rPr>
          <w:rtl/>
        </w:rPr>
        <w:t xml:space="preserve">، </w:t>
      </w:r>
      <w:r>
        <w:rPr>
          <w:rtl/>
        </w:rPr>
        <w:t>وَ دَرَكُ الاْجِلِ فِى أُخْرَاهُمْ</w:t>
      </w:r>
    </w:p>
    <w:p w:rsidR="00587D34" w:rsidRDefault="00587D34" w:rsidP="00587D34">
      <w:pPr>
        <w:pStyle w:val="libNormal"/>
        <w:rPr>
          <w:rtl/>
        </w:rPr>
      </w:pPr>
      <w:r>
        <w:rPr>
          <w:rtl/>
        </w:rPr>
        <w:t>(7</w:t>
      </w:r>
      <w:r w:rsidR="007D3118">
        <w:rPr>
          <w:rtl/>
        </w:rPr>
        <w:t xml:space="preserve">) </w:t>
      </w:r>
      <w:r>
        <w:rPr>
          <w:rtl/>
        </w:rPr>
        <w:t>بِكُلِّ ذَلِكَ يُصْلِحُ شَأْنَهُمْ</w:t>
      </w:r>
      <w:r w:rsidR="007D3118">
        <w:rPr>
          <w:rtl/>
        </w:rPr>
        <w:t xml:space="preserve">، </w:t>
      </w:r>
      <w:r>
        <w:rPr>
          <w:rtl/>
        </w:rPr>
        <w:t>وَ يَبْلُو أَخْبَارَهُمْ</w:t>
      </w:r>
      <w:r w:rsidR="007D3118">
        <w:rPr>
          <w:rtl/>
        </w:rPr>
        <w:t xml:space="preserve">، </w:t>
      </w:r>
      <w:r>
        <w:rPr>
          <w:rtl/>
        </w:rPr>
        <w:t>وَ يَنْظُرُ كَيْفَ هُمْ فِى أَوْقَاتِ طَاعَتِهِ</w:t>
      </w:r>
      <w:r w:rsidR="007D3118">
        <w:rPr>
          <w:rtl/>
        </w:rPr>
        <w:t xml:space="preserve">، </w:t>
      </w:r>
      <w:r>
        <w:rPr>
          <w:rtl/>
        </w:rPr>
        <w:t>وَ مَنَازِلِ فُرُوضِهِ</w:t>
      </w:r>
      <w:r w:rsidR="007D3118">
        <w:rPr>
          <w:rtl/>
        </w:rPr>
        <w:t xml:space="preserve">، </w:t>
      </w:r>
      <w:r>
        <w:rPr>
          <w:rtl/>
        </w:rPr>
        <w:t>وَ مَوَاقِعِ أَحْكَامِهِ</w:t>
      </w:r>
      <w:r w:rsidR="007D3118">
        <w:rPr>
          <w:rtl/>
        </w:rPr>
        <w:t xml:space="preserve">، </w:t>
      </w:r>
      <w:r>
        <w:rPr>
          <w:rtl/>
        </w:rPr>
        <w:t>لِيَجْزِىَ الَّذِينَ أَسَاءُوا بِمَا عَمِلُوا</w:t>
      </w:r>
      <w:r w:rsidR="007D3118">
        <w:rPr>
          <w:rtl/>
        </w:rPr>
        <w:t xml:space="preserve">، </w:t>
      </w:r>
      <w:r>
        <w:rPr>
          <w:rtl/>
        </w:rPr>
        <w:t>وَ يَجْزِىَ الَّذِينَ أَحْسَنُوا بِالْحُسْنَى</w:t>
      </w:r>
      <w:r w:rsidR="007D3118">
        <w:rPr>
          <w:rtl/>
        </w:rPr>
        <w:t xml:space="preserve">. </w:t>
      </w:r>
    </w:p>
    <w:p w:rsidR="00587D34" w:rsidRDefault="00587D34" w:rsidP="00587D34">
      <w:pPr>
        <w:pStyle w:val="libNormal"/>
        <w:rPr>
          <w:rtl/>
        </w:rPr>
      </w:pPr>
      <w:r>
        <w:rPr>
          <w:rtl/>
        </w:rPr>
        <w:t>(8</w:t>
      </w:r>
      <w:r w:rsidR="007D3118">
        <w:rPr>
          <w:rtl/>
        </w:rPr>
        <w:t xml:space="preserve">) </w:t>
      </w:r>
      <w:r>
        <w:rPr>
          <w:rtl/>
        </w:rPr>
        <w:t>اللَّهُمَّ فَلَكَ الْحَمْدُ عَلَى مَا فَلَقْتَ لَنَا مِنَ الْإِصْبَاحِ</w:t>
      </w:r>
      <w:r w:rsidR="007D3118">
        <w:rPr>
          <w:rtl/>
        </w:rPr>
        <w:t xml:space="preserve">، </w:t>
      </w:r>
      <w:r>
        <w:rPr>
          <w:rtl/>
        </w:rPr>
        <w:t>وَ مَتَّعْتَنَا بِهِ مِنْ ضَوْءِ النَّهَارِ</w:t>
      </w:r>
      <w:r w:rsidR="007D3118">
        <w:rPr>
          <w:rtl/>
        </w:rPr>
        <w:t xml:space="preserve">، </w:t>
      </w:r>
      <w:r>
        <w:rPr>
          <w:rtl/>
        </w:rPr>
        <w:t>وَ بَصَّرْتَنَا مِنْ مَطَالِبِ الْأَقْوَاتِ</w:t>
      </w:r>
      <w:r w:rsidR="007D3118">
        <w:rPr>
          <w:rtl/>
        </w:rPr>
        <w:t xml:space="preserve">، </w:t>
      </w:r>
      <w:r>
        <w:rPr>
          <w:rtl/>
        </w:rPr>
        <w:t>وَ وَقَيْتَنَا فِيهِ مِنْ طَوَارِقِ الاْفَاتِ</w:t>
      </w:r>
      <w:r w:rsidR="007D3118">
        <w:rPr>
          <w:rtl/>
        </w:rPr>
        <w:t xml:space="preserve">. </w:t>
      </w:r>
    </w:p>
    <w:p w:rsidR="00587D34" w:rsidRDefault="00587D34" w:rsidP="00587D34">
      <w:pPr>
        <w:pStyle w:val="libNormal"/>
        <w:rPr>
          <w:rtl/>
        </w:rPr>
      </w:pPr>
      <w:r>
        <w:rPr>
          <w:rtl/>
        </w:rPr>
        <w:t>(9</w:t>
      </w:r>
      <w:r w:rsidR="007D3118">
        <w:rPr>
          <w:rtl/>
        </w:rPr>
        <w:t xml:space="preserve">) </w:t>
      </w:r>
      <w:r>
        <w:rPr>
          <w:rtl/>
        </w:rPr>
        <w:t>أَصْبَحْنَا وَ أَصْبَحَتِ الْأَشْيَاءُ كُلُّهَا بِجُمْلَتِهَا لَكَ</w:t>
      </w:r>
      <w:r w:rsidR="007D3118">
        <w:rPr>
          <w:rtl/>
        </w:rPr>
        <w:t xml:space="preserve">: </w:t>
      </w:r>
      <w:r>
        <w:rPr>
          <w:rtl/>
        </w:rPr>
        <w:t>سَمَاؤُهَا وَ أَرْضُهَا</w:t>
      </w:r>
      <w:r w:rsidR="007D3118">
        <w:rPr>
          <w:rtl/>
        </w:rPr>
        <w:t xml:space="preserve">، </w:t>
      </w:r>
      <w:r>
        <w:rPr>
          <w:rtl/>
        </w:rPr>
        <w:t>وَ مَا بَثَثْتَ فِى كُلِّ وَاحِدٍ مِنْهُمَا</w:t>
      </w:r>
      <w:r w:rsidR="007D3118">
        <w:rPr>
          <w:rtl/>
        </w:rPr>
        <w:t xml:space="preserve">، </w:t>
      </w:r>
      <w:r>
        <w:rPr>
          <w:rtl/>
        </w:rPr>
        <w:t>سَاكِنُهُ وَ مُتَحَرِّكُهُ</w:t>
      </w:r>
      <w:r w:rsidR="007D3118">
        <w:rPr>
          <w:rtl/>
        </w:rPr>
        <w:t xml:space="preserve">، </w:t>
      </w:r>
      <w:r>
        <w:rPr>
          <w:rtl/>
        </w:rPr>
        <w:t>وَ مُقِيمُهُ وَ شَاخِصُهُ وَ مَا عَلا فِى الْهَوَاءِ</w:t>
      </w:r>
      <w:r w:rsidR="007D3118">
        <w:rPr>
          <w:rtl/>
        </w:rPr>
        <w:t xml:space="preserve">، </w:t>
      </w:r>
      <w:r>
        <w:rPr>
          <w:rtl/>
        </w:rPr>
        <w:t>وَ مَا كُنَّ تَحْتَ الثَّرَى</w:t>
      </w:r>
    </w:p>
    <w:p w:rsidR="00587D34" w:rsidRDefault="00587D34" w:rsidP="00587D34">
      <w:pPr>
        <w:pStyle w:val="libNormal"/>
        <w:rPr>
          <w:rtl/>
        </w:rPr>
      </w:pPr>
      <w:r>
        <w:rPr>
          <w:rtl/>
        </w:rPr>
        <w:t>(10</w:t>
      </w:r>
      <w:r w:rsidR="007D3118">
        <w:rPr>
          <w:rtl/>
        </w:rPr>
        <w:t xml:space="preserve">) </w:t>
      </w:r>
      <w:r>
        <w:rPr>
          <w:rtl/>
        </w:rPr>
        <w:t>أَصْبَحْنَا فِى قَبْضَتِكَ يَحْوِينَا مُلْكُكَ وَ سُلْطَانُكَ</w:t>
      </w:r>
      <w:r w:rsidR="007D3118">
        <w:rPr>
          <w:rtl/>
        </w:rPr>
        <w:t xml:space="preserve">، </w:t>
      </w:r>
      <w:r>
        <w:rPr>
          <w:rtl/>
        </w:rPr>
        <w:t>وَ تَضُمُّنَا مَشِيَّتُكَ</w:t>
      </w:r>
      <w:r w:rsidR="007D3118">
        <w:rPr>
          <w:rtl/>
        </w:rPr>
        <w:t xml:space="preserve">، </w:t>
      </w:r>
      <w:r>
        <w:rPr>
          <w:rtl/>
        </w:rPr>
        <w:t>وَ نَتَصَرَّفُ عَنْ أَمْرِكَ</w:t>
      </w:r>
      <w:r w:rsidR="007D3118">
        <w:rPr>
          <w:rtl/>
        </w:rPr>
        <w:t xml:space="preserve">، </w:t>
      </w:r>
      <w:r>
        <w:rPr>
          <w:rtl/>
        </w:rPr>
        <w:t>وَ نَتَقَلَّبُ فِى تَدْبِيرِكَ</w:t>
      </w:r>
      <w:r w:rsidR="007D3118">
        <w:rPr>
          <w:rtl/>
        </w:rPr>
        <w:t xml:space="preserve">. </w:t>
      </w:r>
    </w:p>
    <w:p w:rsidR="00587D34" w:rsidRDefault="00587D34" w:rsidP="00587D34">
      <w:pPr>
        <w:pStyle w:val="libNormal"/>
        <w:rPr>
          <w:rtl/>
        </w:rPr>
      </w:pPr>
      <w:r>
        <w:rPr>
          <w:rtl/>
        </w:rPr>
        <w:lastRenderedPageBreak/>
        <w:t>(11</w:t>
      </w:r>
      <w:r w:rsidR="007D3118">
        <w:rPr>
          <w:rtl/>
        </w:rPr>
        <w:t xml:space="preserve">) </w:t>
      </w:r>
      <w:r>
        <w:rPr>
          <w:rtl/>
        </w:rPr>
        <w:t>لَيْسَ لَنَا مِنَ الْأَمْرِ إِلا مَا قَضَيْتَ</w:t>
      </w:r>
      <w:r w:rsidR="007D3118">
        <w:rPr>
          <w:rtl/>
        </w:rPr>
        <w:t xml:space="preserve">، </w:t>
      </w:r>
      <w:r>
        <w:rPr>
          <w:rtl/>
        </w:rPr>
        <w:t>وَ لا مِنَ الْخَيْرِ إِلا مَا أَعْطَيْتَ</w:t>
      </w:r>
      <w:r w:rsidR="007D3118">
        <w:rPr>
          <w:rtl/>
        </w:rPr>
        <w:t xml:space="preserve">. </w:t>
      </w:r>
    </w:p>
    <w:p w:rsidR="00587D34" w:rsidRDefault="00587D34" w:rsidP="00587D34">
      <w:pPr>
        <w:pStyle w:val="libNormal"/>
        <w:rPr>
          <w:rtl/>
        </w:rPr>
      </w:pPr>
      <w:r>
        <w:rPr>
          <w:rtl/>
        </w:rPr>
        <w:t>(12</w:t>
      </w:r>
      <w:r w:rsidR="007D3118">
        <w:rPr>
          <w:rtl/>
        </w:rPr>
        <w:t xml:space="preserve">) </w:t>
      </w:r>
      <w:r>
        <w:rPr>
          <w:rtl/>
        </w:rPr>
        <w:t>وَ هَذَا يَوْمٌ حَادِثٌ جَدِيدٌ</w:t>
      </w:r>
      <w:r w:rsidR="007D3118">
        <w:rPr>
          <w:rtl/>
        </w:rPr>
        <w:t xml:space="preserve">، </w:t>
      </w:r>
      <w:r>
        <w:rPr>
          <w:rtl/>
        </w:rPr>
        <w:t>وَ هُوَ عَلَيْنَا شَاهِدٌ عَتِيدٌ</w:t>
      </w:r>
      <w:r w:rsidR="007D3118">
        <w:rPr>
          <w:rtl/>
        </w:rPr>
        <w:t xml:space="preserve">، </w:t>
      </w:r>
      <w:r>
        <w:rPr>
          <w:rtl/>
        </w:rPr>
        <w:t>إِنْ أَحْسَنَّا وَدَّعَنَا بِحَمْدٍ</w:t>
      </w:r>
      <w:r w:rsidR="007D3118">
        <w:rPr>
          <w:rtl/>
        </w:rPr>
        <w:t xml:space="preserve">، </w:t>
      </w:r>
      <w:r>
        <w:rPr>
          <w:rtl/>
        </w:rPr>
        <w:t>وَ إِنْ أَسَأْنَا فَارَقَنَا بِذَمٍّ</w:t>
      </w:r>
      <w:r w:rsidR="007D3118">
        <w:rPr>
          <w:rtl/>
        </w:rPr>
        <w:t xml:space="preserve">. </w:t>
      </w:r>
    </w:p>
    <w:p w:rsidR="00587D34" w:rsidRDefault="00587D34" w:rsidP="00587D34">
      <w:pPr>
        <w:pStyle w:val="libNormal"/>
        <w:rPr>
          <w:rtl/>
        </w:rPr>
      </w:pPr>
      <w:r>
        <w:rPr>
          <w:rtl/>
        </w:rPr>
        <w:t>(13</w:t>
      </w:r>
      <w:r w:rsidR="007D3118">
        <w:rPr>
          <w:rtl/>
        </w:rPr>
        <w:t xml:space="preserve">) </w:t>
      </w:r>
      <w:r>
        <w:rPr>
          <w:rtl/>
        </w:rPr>
        <w:t>اللَّهُمَّ صَلِّ عَلَى مُحَمَّدٍ وَ آلِهِ</w:t>
      </w:r>
      <w:r w:rsidR="007D3118">
        <w:rPr>
          <w:rtl/>
        </w:rPr>
        <w:t xml:space="preserve">، </w:t>
      </w:r>
      <w:r>
        <w:rPr>
          <w:rtl/>
        </w:rPr>
        <w:t>وَ ارْزُقْنَا حُسْنَ مُصَاحَبَتِهِ</w:t>
      </w:r>
      <w:r w:rsidR="007D3118">
        <w:rPr>
          <w:rtl/>
        </w:rPr>
        <w:t xml:space="preserve">، </w:t>
      </w:r>
      <w:r>
        <w:rPr>
          <w:rtl/>
        </w:rPr>
        <w:t>وَ اعْصِمْنَا مِنْ سُوءِ مُفَارَقَتِهِ بِارْتِكَابِ جَرِيرَةٍ</w:t>
      </w:r>
      <w:r w:rsidR="007D3118">
        <w:rPr>
          <w:rtl/>
        </w:rPr>
        <w:t xml:space="preserve">، </w:t>
      </w:r>
      <w:r>
        <w:rPr>
          <w:rtl/>
        </w:rPr>
        <w:t>أَوِ اقْتِرَافِ صَغِيرَةٍ أَوْ كَبِيرَةٍ</w:t>
      </w:r>
    </w:p>
    <w:p w:rsidR="00587D34" w:rsidRDefault="00587D34" w:rsidP="00587D34">
      <w:pPr>
        <w:pStyle w:val="libNormal"/>
        <w:rPr>
          <w:rtl/>
        </w:rPr>
      </w:pPr>
      <w:r>
        <w:rPr>
          <w:rtl/>
        </w:rPr>
        <w:t>(14</w:t>
      </w:r>
      <w:r w:rsidR="007D3118">
        <w:rPr>
          <w:rtl/>
        </w:rPr>
        <w:t xml:space="preserve">) </w:t>
      </w:r>
      <w:r>
        <w:rPr>
          <w:rtl/>
        </w:rPr>
        <w:t>وَ أَجْزِلْ لَنَا فِيهِ مِنَ الْحَسَنَاتِ</w:t>
      </w:r>
      <w:r w:rsidR="007D3118">
        <w:rPr>
          <w:rtl/>
        </w:rPr>
        <w:t xml:space="preserve">، </w:t>
      </w:r>
      <w:r>
        <w:rPr>
          <w:rtl/>
        </w:rPr>
        <w:t>وَ أَخْلِنَا فِيهِ مِنَ السَّيِّئَاتِ</w:t>
      </w:r>
      <w:r w:rsidR="007D3118">
        <w:rPr>
          <w:rtl/>
        </w:rPr>
        <w:t xml:space="preserve">، </w:t>
      </w:r>
      <w:r>
        <w:rPr>
          <w:rtl/>
        </w:rPr>
        <w:t>وَ امْلَأْ لَنَا مَا بَيْنَ طَرَفَيْهِ حَمْدا وَ شُكْرا وَ أَجْرا وَ ذُخْرا وَ فَضْلا وَ إِحْسَانا</w:t>
      </w:r>
      <w:r w:rsidR="007D3118">
        <w:rPr>
          <w:rtl/>
        </w:rPr>
        <w:t xml:space="preserve">. </w:t>
      </w:r>
    </w:p>
    <w:p w:rsidR="00587D34" w:rsidRDefault="00587D34" w:rsidP="00587D34">
      <w:pPr>
        <w:pStyle w:val="libNormal"/>
        <w:rPr>
          <w:rtl/>
        </w:rPr>
      </w:pPr>
      <w:r>
        <w:rPr>
          <w:rtl/>
        </w:rPr>
        <w:t>(15</w:t>
      </w:r>
      <w:r w:rsidR="007D3118">
        <w:rPr>
          <w:rtl/>
        </w:rPr>
        <w:t xml:space="preserve">) </w:t>
      </w:r>
      <w:r>
        <w:rPr>
          <w:rtl/>
        </w:rPr>
        <w:t>اللَّهُمَّ يَسِّرْ عَلَى الْكِرَامِ الْكَاتِبِينَ مَئُونَتَنَا</w:t>
      </w:r>
      <w:r w:rsidR="007D3118">
        <w:rPr>
          <w:rtl/>
        </w:rPr>
        <w:t xml:space="preserve">، </w:t>
      </w:r>
      <w:r>
        <w:rPr>
          <w:rtl/>
        </w:rPr>
        <w:t>وَ امْلَأْ لَنَا مِنْ حَسَنَاتِنَا صَحَائِفَنَا</w:t>
      </w:r>
      <w:r w:rsidR="007D3118">
        <w:rPr>
          <w:rtl/>
        </w:rPr>
        <w:t xml:space="preserve">، </w:t>
      </w:r>
      <w:r>
        <w:rPr>
          <w:rtl/>
        </w:rPr>
        <w:t>وَ لا تُخْزِنَا عِنْدَهُمْ بِسُوءِ أَعْمَالِنَا</w:t>
      </w:r>
      <w:r w:rsidR="007D3118">
        <w:rPr>
          <w:rtl/>
        </w:rPr>
        <w:t xml:space="preserve">. </w:t>
      </w:r>
    </w:p>
    <w:p w:rsidR="00587D34" w:rsidRDefault="00587D34" w:rsidP="00587D34">
      <w:pPr>
        <w:pStyle w:val="libNormal"/>
        <w:rPr>
          <w:rtl/>
        </w:rPr>
      </w:pPr>
      <w:r>
        <w:rPr>
          <w:rtl/>
        </w:rPr>
        <w:t>(16</w:t>
      </w:r>
      <w:r w:rsidR="007D3118">
        <w:rPr>
          <w:rtl/>
        </w:rPr>
        <w:t xml:space="preserve">) </w:t>
      </w:r>
      <w:r>
        <w:rPr>
          <w:rtl/>
        </w:rPr>
        <w:t>اللَّهُمَّ اجْعَلْ لَنَا فِى كُلِّ سَاعَةٍ مِنْ سَاعَاتِهِ حَظّا مِنْ عِبَادِكَ</w:t>
      </w:r>
      <w:r w:rsidR="007D3118">
        <w:rPr>
          <w:rtl/>
        </w:rPr>
        <w:t xml:space="preserve">، </w:t>
      </w:r>
      <w:r>
        <w:rPr>
          <w:rtl/>
        </w:rPr>
        <w:t>وَ نَصِيبا مِنْ شُكْرِكَ وَ شَاهِدَ صِدْقٍ مِنْ مَلائِكَتِكَ</w:t>
      </w:r>
      <w:r w:rsidR="007D3118">
        <w:rPr>
          <w:rtl/>
        </w:rPr>
        <w:t xml:space="preserve">. </w:t>
      </w:r>
    </w:p>
    <w:p w:rsidR="00587D34" w:rsidRDefault="00587D34" w:rsidP="00587D34">
      <w:pPr>
        <w:pStyle w:val="libNormal"/>
        <w:rPr>
          <w:rtl/>
        </w:rPr>
      </w:pPr>
      <w:r>
        <w:rPr>
          <w:rtl/>
        </w:rPr>
        <w:t>(17</w:t>
      </w:r>
      <w:r w:rsidR="007D3118">
        <w:rPr>
          <w:rtl/>
        </w:rPr>
        <w:t xml:space="preserve">) </w:t>
      </w:r>
      <w:r>
        <w:rPr>
          <w:rtl/>
        </w:rPr>
        <w:t>اللَّهُمَّ صَلِّ عَلَى مُحَمَّدٍ وَ آلِهِ</w:t>
      </w:r>
      <w:r w:rsidR="007D3118">
        <w:rPr>
          <w:rtl/>
        </w:rPr>
        <w:t xml:space="preserve">، </w:t>
      </w:r>
      <w:r>
        <w:rPr>
          <w:rtl/>
        </w:rPr>
        <w:t>وَ احْفَظْنَا مِنْ بَيْنِ أَيْدِينَا وَ مِنْ خَلْفِنَا وَ عَنْ أَيْمَانِنَا وَ عَنْ شَمَائِلِنَا وَ مِنْ جَمِيعِ نَوَاحِينَا</w:t>
      </w:r>
      <w:r w:rsidR="007D3118">
        <w:rPr>
          <w:rtl/>
        </w:rPr>
        <w:t xml:space="preserve">، </w:t>
      </w:r>
      <w:r>
        <w:rPr>
          <w:rtl/>
        </w:rPr>
        <w:t>حِفْظا عَاصِما مِنْ مَعْصِيَتِكَ</w:t>
      </w:r>
      <w:r w:rsidR="007D3118">
        <w:rPr>
          <w:rtl/>
        </w:rPr>
        <w:t xml:space="preserve">، </w:t>
      </w:r>
      <w:r>
        <w:rPr>
          <w:rtl/>
        </w:rPr>
        <w:t>هَادِيا إِلَى طَاعَتِكَ</w:t>
      </w:r>
      <w:r w:rsidR="007D3118">
        <w:rPr>
          <w:rtl/>
        </w:rPr>
        <w:t xml:space="preserve">، </w:t>
      </w:r>
      <w:r>
        <w:rPr>
          <w:rtl/>
        </w:rPr>
        <w:t>مُسْتَعْمِلا لِمَحَبَّتِكَ</w:t>
      </w:r>
      <w:r w:rsidR="007D3118">
        <w:rPr>
          <w:rtl/>
        </w:rPr>
        <w:t xml:space="preserve">. </w:t>
      </w:r>
    </w:p>
    <w:p w:rsidR="00587D34" w:rsidRDefault="00587D34" w:rsidP="00587D34">
      <w:pPr>
        <w:pStyle w:val="libNormal"/>
        <w:rPr>
          <w:rtl/>
        </w:rPr>
      </w:pPr>
      <w:r>
        <w:rPr>
          <w:rtl/>
        </w:rPr>
        <w:t>(18</w:t>
      </w:r>
      <w:r w:rsidR="007D3118">
        <w:rPr>
          <w:rtl/>
        </w:rPr>
        <w:t xml:space="preserve">) </w:t>
      </w:r>
      <w:r>
        <w:rPr>
          <w:rtl/>
        </w:rPr>
        <w:t>اللَّهُمَّ صَلِّ عَلَى مُحَمَّدٍ وَ آلِهِ</w:t>
      </w:r>
      <w:r w:rsidR="007D3118">
        <w:rPr>
          <w:rtl/>
        </w:rPr>
        <w:t xml:space="preserve">، </w:t>
      </w:r>
      <w:r>
        <w:rPr>
          <w:rtl/>
        </w:rPr>
        <w:t>وَ وَفِّقْنَا فِى يَوْمِنَا هَذَا وَ لَيْلَتِنَا هَذِهِ وَ فِى جَمِيعِ أَيَّامِنَا لاسْتِعْمَالِ الْخَيْرِ</w:t>
      </w:r>
      <w:r w:rsidR="007D3118">
        <w:rPr>
          <w:rtl/>
        </w:rPr>
        <w:t xml:space="preserve">، </w:t>
      </w:r>
      <w:r>
        <w:rPr>
          <w:rtl/>
        </w:rPr>
        <w:t>وَ هِجْرَانِ الشَّرِّ</w:t>
      </w:r>
      <w:r w:rsidR="007D3118">
        <w:rPr>
          <w:rtl/>
        </w:rPr>
        <w:t xml:space="preserve">، </w:t>
      </w:r>
      <w:r>
        <w:rPr>
          <w:rtl/>
        </w:rPr>
        <w:t>وَ شُكْرِ النِّعَمِ</w:t>
      </w:r>
      <w:r w:rsidR="007D3118">
        <w:rPr>
          <w:rtl/>
        </w:rPr>
        <w:t xml:space="preserve">، </w:t>
      </w:r>
      <w:r>
        <w:rPr>
          <w:rtl/>
        </w:rPr>
        <w:t>وَ اتِّبَاعِ السُّنَنِ</w:t>
      </w:r>
      <w:r w:rsidR="007D3118">
        <w:rPr>
          <w:rtl/>
        </w:rPr>
        <w:t xml:space="preserve">، </w:t>
      </w:r>
      <w:r>
        <w:rPr>
          <w:rtl/>
        </w:rPr>
        <w:t>وَ مُجَانَبَةِ الْبِدَعِ</w:t>
      </w:r>
      <w:r w:rsidR="007D3118">
        <w:rPr>
          <w:rtl/>
        </w:rPr>
        <w:t xml:space="preserve">، </w:t>
      </w:r>
      <w:r>
        <w:rPr>
          <w:rtl/>
        </w:rPr>
        <w:t>وَ الْأَمْرِ بِالْمَعْرُوفِ</w:t>
      </w:r>
      <w:r w:rsidR="007D3118">
        <w:rPr>
          <w:rtl/>
        </w:rPr>
        <w:t xml:space="preserve">، </w:t>
      </w:r>
      <w:r>
        <w:rPr>
          <w:rtl/>
        </w:rPr>
        <w:t>وَ النَّهْيِ عَنِ الْمُنْكَرِ</w:t>
      </w:r>
      <w:r w:rsidR="007D3118">
        <w:rPr>
          <w:rtl/>
        </w:rPr>
        <w:t xml:space="preserve">، </w:t>
      </w:r>
      <w:r>
        <w:rPr>
          <w:rtl/>
        </w:rPr>
        <w:t>وَ حِيَاطَةِ الْإِسْلامِ</w:t>
      </w:r>
      <w:r w:rsidR="007D3118">
        <w:rPr>
          <w:rtl/>
        </w:rPr>
        <w:t xml:space="preserve">، </w:t>
      </w:r>
      <w:r>
        <w:rPr>
          <w:rtl/>
        </w:rPr>
        <w:t>وَ انْتِقَاصِ الْبَاطِلِ وَ إِذْلالِهِ</w:t>
      </w:r>
      <w:r w:rsidR="007D3118">
        <w:rPr>
          <w:rtl/>
        </w:rPr>
        <w:t xml:space="preserve">، </w:t>
      </w:r>
      <w:r>
        <w:rPr>
          <w:rtl/>
        </w:rPr>
        <w:t>وَ نُصْرَةِ الْحَقِّ وَ إِعْزَازِهِ</w:t>
      </w:r>
      <w:r w:rsidR="007D3118">
        <w:rPr>
          <w:rtl/>
        </w:rPr>
        <w:t xml:space="preserve">، </w:t>
      </w:r>
      <w:r>
        <w:rPr>
          <w:rtl/>
        </w:rPr>
        <w:t>وَ إِرْشَادِ الضَّالِّ</w:t>
      </w:r>
      <w:r w:rsidR="007D3118">
        <w:rPr>
          <w:rtl/>
        </w:rPr>
        <w:t xml:space="preserve">، </w:t>
      </w:r>
      <w:r>
        <w:rPr>
          <w:rtl/>
        </w:rPr>
        <w:t>وَ مُعَاوَنَةِ الضَّعِيفِ</w:t>
      </w:r>
      <w:r w:rsidR="007D3118">
        <w:rPr>
          <w:rtl/>
        </w:rPr>
        <w:t xml:space="preserve">، </w:t>
      </w:r>
      <w:r>
        <w:rPr>
          <w:rtl/>
        </w:rPr>
        <w:t>وَ إِدْرَاكِ اللَّهِيفِ</w:t>
      </w:r>
    </w:p>
    <w:p w:rsidR="00587D34" w:rsidRDefault="00587D34" w:rsidP="00587D34">
      <w:pPr>
        <w:pStyle w:val="libNormal"/>
        <w:rPr>
          <w:rtl/>
        </w:rPr>
      </w:pPr>
      <w:r>
        <w:rPr>
          <w:rtl/>
        </w:rPr>
        <w:t>(19</w:t>
      </w:r>
      <w:r w:rsidR="007D3118">
        <w:rPr>
          <w:rtl/>
        </w:rPr>
        <w:t xml:space="preserve">) </w:t>
      </w:r>
      <w:r>
        <w:rPr>
          <w:rtl/>
        </w:rPr>
        <w:t>اللَّهُمَّ صَلِّ عَلَى مُحَمَّدٍ وَ آلِهِ</w:t>
      </w:r>
      <w:r w:rsidR="007D3118">
        <w:rPr>
          <w:rtl/>
        </w:rPr>
        <w:t xml:space="preserve">، </w:t>
      </w:r>
      <w:r>
        <w:rPr>
          <w:rtl/>
        </w:rPr>
        <w:t>وَ اجْعَلْهُ أَيْمَنَ يَوْمٍ عَهِدْنَاهُ</w:t>
      </w:r>
      <w:r w:rsidR="007D3118">
        <w:rPr>
          <w:rtl/>
        </w:rPr>
        <w:t xml:space="preserve">، </w:t>
      </w:r>
      <w:r>
        <w:rPr>
          <w:rtl/>
        </w:rPr>
        <w:t>وَ أَفْضَلَ صَاحِبٍ صَحِبْنَاهُ</w:t>
      </w:r>
      <w:r w:rsidR="007D3118">
        <w:rPr>
          <w:rtl/>
        </w:rPr>
        <w:t xml:space="preserve">، </w:t>
      </w:r>
      <w:r>
        <w:rPr>
          <w:rtl/>
        </w:rPr>
        <w:t>وَ خَيْرَ وَقْتٍ ظَلِلْنَا فِيهِ</w:t>
      </w:r>
    </w:p>
    <w:p w:rsidR="00587D34" w:rsidRDefault="00587D34" w:rsidP="00587D34">
      <w:pPr>
        <w:pStyle w:val="libNormal"/>
        <w:rPr>
          <w:rtl/>
        </w:rPr>
      </w:pPr>
      <w:r>
        <w:rPr>
          <w:rtl/>
        </w:rPr>
        <w:lastRenderedPageBreak/>
        <w:t>(20</w:t>
      </w:r>
      <w:r w:rsidR="007D3118">
        <w:rPr>
          <w:rtl/>
        </w:rPr>
        <w:t xml:space="preserve">) </w:t>
      </w:r>
      <w:r>
        <w:rPr>
          <w:rtl/>
        </w:rPr>
        <w:t>وَ اجْعَلْنَا مِنْ أَرْضَى مَنْ مَرَّ عَلَيْهِ اللَّيْلُ وَ النَّهَارُ مِنْ جُمْلَةِ خَلْقِكَ</w:t>
      </w:r>
      <w:r w:rsidR="007D3118">
        <w:rPr>
          <w:rtl/>
        </w:rPr>
        <w:t xml:space="preserve">، </w:t>
      </w:r>
      <w:r>
        <w:rPr>
          <w:rtl/>
        </w:rPr>
        <w:t>أَشْكَرَهُمْ لِمَا أَوْلَيْتَ مِنْ نِعَمِكَ</w:t>
      </w:r>
      <w:r w:rsidR="007D3118">
        <w:rPr>
          <w:rtl/>
        </w:rPr>
        <w:t xml:space="preserve">، </w:t>
      </w:r>
      <w:r>
        <w:rPr>
          <w:rtl/>
        </w:rPr>
        <w:t>وَ أَقْوَمَهُمْ بِمَا شَرَعْتَ مِنْ شرَائِعِكَ</w:t>
      </w:r>
      <w:r w:rsidR="007D3118">
        <w:rPr>
          <w:rtl/>
        </w:rPr>
        <w:t xml:space="preserve">، </w:t>
      </w:r>
      <w:r>
        <w:rPr>
          <w:rtl/>
        </w:rPr>
        <w:t>وَ أَوْقَفَهُمْ عَمَّا حَذَّرْتَ مِنْ نَهْيِكَ</w:t>
      </w:r>
      <w:r w:rsidR="007D3118">
        <w:rPr>
          <w:rtl/>
        </w:rPr>
        <w:t xml:space="preserve">. </w:t>
      </w:r>
    </w:p>
    <w:p w:rsidR="00587D34" w:rsidRDefault="00587D34" w:rsidP="00587D34">
      <w:pPr>
        <w:pStyle w:val="libNormal"/>
        <w:rPr>
          <w:rtl/>
        </w:rPr>
      </w:pPr>
      <w:r>
        <w:rPr>
          <w:rtl/>
        </w:rPr>
        <w:t>(21</w:t>
      </w:r>
      <w:r w:rsidR="007D3118">
        <w:rPr>
          <w:rtl/>
        </w:rPr>
        <w:t xml:space="preserve">) </w:t>
      </w:r>
      <w:r>
        <w:rPr>
          <w:rtl/>
        </w:rPr>
        <w:t>اللَّهُمَّ إِنِّى أُشْهِدُكَ وَ كَفَى بِكَ شَهِيدا</w:t>
      </w:r>
      <w:r w:rsidR="007D3118">
        <w:rPr>
          <w:rtl/>
        </w:rPr>
        <w:t xml:space="preserve">، </w:t>
      </w:r>
      <w:r>
        <w:rPr>
          <w:rtl/>
        </w:rPr>
        <w:t>وَ أُشْهِدُ سَمَاءَكَ وَ أَرْضَكَ وَ مَنْ أَسْكَنْتَهُمَا مِنْ مَلائِكَتِكَ وَ سَائِرِ خَلْقِكَ فِى يَوْمِى هَذَا وَ سَاعَتِى هَذِهِ وَ لَيْلَتِى هَذِهِ وَ مُسْتَقَرِّى هَذَا</w:t>
      </w:r>
      <w:r w:rsidR="007D3118">
        <w:rPr>
          <w:rtl/>
        </w:rPr>
        <w:t xml:space="preserve">، </w:t>
      </w:r>
      <w:r>
        <w:rPr>
          <w:rtl/>
        </w:rPr>
        <w:t>أَنِّى أَشْهَدُ أَنَّكَ أَنْتَ اللَّهُ الَّذِى لا إِلَهَ إِلا أَنْتَ</w:t>
      </w:r>
      <w:r w:rsidR="007D3118">
        <w:rPr>
          <w:rtl/>
        </w:rPr>
        <w:t xml:space="preserve">، </w:t>
      </w:r>
      <w:r>
        <w:rPr>
          <w:rtl/>
        </w:rPr>
        <w:t>قَائِمٌ بِالْقِسْطِ</w:t>
      </w:r>
      <w:r w:rsidR="007D3118">
        <w:rPr>
          <w:rtl/>
        </w:rPr>
        <w:t xml:space="preserve">، </w:t>
      </w:r>
      <w:r>
        <w:rPr>
          <w:rtl/>
        </w:rPr>
        <w:t>عَدْلٌ فِى الْحُكْمِ</w:t>
      </w:r>
      <w:r w:rsidR="007D3118">
        <w:rPr>
          <w:rtl/>
        </w:rPr>
        <w:t xml:space="preserve">، </w:t>
      </w:r>
      <w:r>
        <w:rPr>
          <w:rtl/>
        </w:rPr>
        <w:t>رَءُوفٌ بِالْعِبَادِ</w:t>
      </w:r>
      <w:r w:rsidR="007D3118">
        <w:rPr>
          <w:rtl/>
        </w:rPr>
        <w:t xml:space="preserve">، </w:t>
      </w:r>
      <w:r>
        <w:rPr>
          <w:rtl/>
        </w:rPr>
        <w:t>مَالِكُ الْمُلْكِ</w:t>
      </w:r>
      <w:r w:rsidR="007D3118">
        <w:rPr>
          <w:rtl/>
        </w:rPr>
        <w:t xml:space="preserve">، </w:t>
      </w:r>
      <w:r>
        <w:rPr>
          <w:rtl/>
        </w:rPr>
        <w:t>رَحِيمٌ بِالْخَلْقِ</w:t>
      </w:r>
      <w:r w:rsidR="007D3118">
        <w:rPr>
          <w:rtl/>
        </w:rPr>
        <w:t xml:space="preserve">. </w:t>
      </w:r>
    </w:p>
    <w:p w:rsidR="00587D34" w:rsidRDefault="00587D34" w:rsidP="00587D34">
      <w:pPr>
        <w:pStyle w:val="libNormal"/>
        <w:rPr>
          <w:rtl/>
        </w:rPr>
      </w:pPr>
      <w:r>
        <w:rPr>
          <w:rtl/>
        </w:rPr>
        <w:t>(22</w:t>
      </w:r>
      <w:r w:rsidR="007D3118">
        <w:rPr>
          <w:rtl/>
        </w:rPr>
        <w:t xml:space="preserve">) </w:t>
      </w:r>
      <w:r>
        <w:rPr>
          <w:rtl/>
        </w:rPr>
        <w:t>وَ أَنَّ مُحَمَّدا عَبْدُكَ وَ رَسُولُكَ و خِيَرَتُكَ مِنْ خَلْقِكَ</w:t>
      </w:r>
      <w:r w:rsidR="007D3118">
        <w:rPr>
          <w:rtl/>
        </w:rPr>
        <w:t xml:space="preserve">، </w:t>
      </w:r>
      <w:r>
        <w:rPr>
          <w:rtl/>
        </w:rPr>
        <w:t>حَمَّلْتَهُ رِسَالَتَكَ فَأَدَّاهَا</w:t>
      </w:r>
      <w:r w:rsidR="007D3118">
        <w:rPr>
          <w:rtl/>
        </w:rPr>
        <w:t xml:space="preserve">، </w:t>
      </w:r>
      <w:r>
        <w:rPr>
          <w:rtl/>
        </w:rPr>
        <w:t>وَ أَمَرْتَهُ بِالنُّصْحِ لِأُمَّتِهِ فَنَصَحَ لَهَا</w:t>
      </w:r>
    </w:p>
    <w:p w:rsidR="00587D34" w:rsidRDefault="00587D34" w:rsidP="00F57255">
      <w:pPr>
        <w:pStyle w:val="libNormal"/>
        <w:rPr>
          <w:rtl/>
        </w:rPr>
      </w:pPr>
      <w:r>
        <w:rPr>
          <w:rtl/>
        </w:rPr>
        <w:t>(23</w:t>
      </w:r>
      <w:r w:rsidR="007D3118">
        <w:rPr>
          <w:rtl/>
        </w:rPr>
        <w:t xml:space="preserve">) </w:t>
      </w:r>
      <w:r>
        <w:rPr>
          <w:rtl/>
        </w:rPr>
        <w:t>اللَّهُمَّ فَصَلِّ عَلَى مُحَمَّدٍ وَ آلِهِ</w:t>
      </w:r>
      <w:r w:rsidR="007D3118">
        <w:rPr>
          <w:rtl/>
        </w:rPr>
        <w:t xml:space="preserve">، </w:t>
      </w:r>
      <w:r>
        <w:rPr>
          <w:rtl/>
        </w:rPr>
        <w:t>أَكْثَرَ مَا صَلَّيْتَ عَلَى أَحَدٍ مِنْ خَلْقِكَ</w:t>
      </w:r>
      <w:r w:rsidR="007D3118">
        <w:rPr>
          <w:rtl/>
        </w:rPr>
        <w:t xml:space="preserve">، </w:t>
      </w:r>
      <w:r>
        <w:rPr>
          <w:rtl/>
        </w:rPr>
        <w:t>وَ آتِهِ عَنَّا أَفْضَلَ مَا آتَيْتَ أَحَدا مِنْ عِبَادِكَ</w:t>
      </w:r>
      <w:r w:rsidR="007D3118">
        <w:rPr>
          <w:rtl/>
        </w:rPr>
        <w:t xml:space="preserve">، </w:t>
      </w:r>
      <w:r>
        <w:rPr>
          <w:rtl/>
        </w:rPr>
        <w:t>وَ اجْزِهِ عَنَّا أَفْضَلَ وَ أَكْرَمَ مَا جَزَيْتَ أَحَدا مِنْ أَنْبِيَائِكَ عَنْ أُمَّتِهِ</w:t>
      </w:r>
      <w:r>
        <w:rPr>
          <w:rtl/>
        </w:rPr>
        <w:cr/>
      </w:r>
      <w:r w:rsidR="00F57255">
        <w:rPr>
          <w:rtl/>
        </w:rPr>
        <w:t xml:space="preserve"> </w:t>
      </w:r>
      <w:r>
        <w:rPr>
          <w:rtl/>
        </w:rPr>
        <w:t>(24</w:t>
      </w:r>
      <w:r w:rsidR="007D3118">
        <w:rPr>
          <w:rtl/>
        </w:rPr>
        <w:t xml:space="preserve">) </w:t>
      </w:r>
      <w:r>
        <w:rPr>
          <w:rtl/>
        </w:rPr>
        <w:t>إِنَّكَ أَنْتَ الْمَنَّانُ بِالْجَسِيمِ</w:t>
      </w:r>
      <w:r w:rsidR="007D3118">
        <w:rPr>
          <w:rtl/>
        </w:rPr>
        <w:t xml:space="preserve">، </w:t>
      </w:r>
      <w:r>
        <w:rPr>
          <w:rtl/>
        </w:rPr>
        <w:t>الْغَافِرُ لِلْعَظِيمِ</w:t>
      </w:r>
      <w:r w:rsidR="007D3118">
        <w:rPr>
          <w:rtl/>
        </w:rPr>
        <w:t xml:space="preserve">، </w:t>
      </w:r>
      <w:r>
        <w:rPr>
          <w:rtl/>
        </w:rPr>
        <w:t>وَ أَنْتَ أَرْحَمُ مِنْ كُلِّ رَحِيمٍ</w:t>
      </w:r>
      <w:r w:rsidR="007D3118">
        <w:rPr>
          <w:rtl/>
        </w:rPr>
        <w:t xml:space="preserve">، </w:t>
      </w:r>
      <w:r>
        <w:rPr>
          <w:rtl/>
        </w:rPr>
        <w:t>فَصَلِّ عَلَى مُحَمَّدٍ وَ آلِهِ الطَّيِّبِينَ الطَّاهِرِينَ الْأَخْيَارِ الْأَنْجَبِينَ</w:t>
      </w:r>
      <w:r w:rsidR="007D3118">
        <w:rPr>
          <w:rtl/>
        </w:rPr>
        <w:t xml:space="preserve">. </w:t>
      </w:r>
    </w:p>
    <w:p w:rsidR="00587D34" w:rsidRDefault="00AA3CBA" w:rsidP="004C63D0">
      <w:pPr>
        <w:pStyle w:val="Heading2"/>
        <w:rPr>
          <w:rtl/>
        </w:rPr>
      </w:pPr>
      <w:bookmarkStart w:id="17" w:name="_Toc394915146"/>
      <w:r>
        <w:rPr>
          <w:rtl/>
        </w:rPr>
        <w:t xml:space="preserve">ترجمه دعاى ششم: دعاى آن حضرت </w:t>
      </w:r>
      <w:r w:rsidR="000C598D" w:rsidRPr="000C598D">
        <w:rPr>
          <w:rStyle w:val="libAlaemChar"/>
          <w:rtl/>
        </w:rPr>
        <w:t>عليه‌السلام</w:t>
      </w:r>
      <w:r>
        <w:rPr>
          <w:rtl/>
        </w:rPr>
        <w:t xml:space="preserve"> هنگام صبح و شام</w:t>
      </w:r>
      <w:bookmarkEnd w:id="17"/>
    </w:p>
    <w:p w:rsidR="00587D34" w:rsidRDefault="00587D34" w:rsidP="00587D34">
      <w:pPr>
        <w:pStyle w:val="libNormal"/>
        <w:rPr>
          <w:rtl/>
        </w:rPr>
      </w:pPr>
      <w:r>
        <w:rPr>
          <w:rtl/>
        </w:rPr>
        <w:t>1</w:t>
      </w:r>
      <w:r w:rsidR="007D3118">
        <w:rPr>
          <w:rtl/>
        </w:rPr>
        <w:t xml:space="preserve">. </w:t>
      </w:r>
      <w:r>
        <w:rPr>
          <w:rtl/>
        </w:rPr>
        <w:t>سپاس خداوند را كه شب و روز را به توانايى خود آفريد</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به قدرت خود از هم جدا ساخت</w:t>
      </w:r>
      <w:r w:rsidR="007D3118">
        <w:rPr>
          <w:rtl/>
        </w:rPr>
        <w:t xml:space="preserve">. </w:t>
      </w:r>
    </w:p>
    <w:p w:rsidR="00587D34" w:rsidRDefault="00587D34" w:rsidP="00587D34">
      <w:pPr>
        <w:pStyle w:val="libNormal"/>
        <w:rPr>
          <w:rtl/>
        </w:rPr>
      </w:pPr>
      <w:r>
        <w:rPr>
          <w:rtl/>
        </w:rPr>
        <w:t>3</w:t>
      </w:r>
      <w:r w:rsidR="007D3118">
        <w:rPr>
          <w:rtl/>
        </w:rPr>
        <w:t xml:space="preserve">. </w:t>
      </w:r>
      <w:r>
        <w:rPr>
          <w:rtl/>
        </w:rPr>
        <w:t>و هر كدام را حدى محدود و مدتى معين قرار داد</w:t>
      </w:r>
      <w:r w:rsidR="007D3118">
        <w:rPr>
          <w:rtl/>
        </w:rPr>
        <w:t xml:space="preserve">. </w:t>
      </w:r>
    </w:p>
    <w:p w:rsidR="00587D34" w:rsidRDefault="00587D34" w:rsidP="00587D34">
      <w:pPr>
        <w:pStyle w:val="libNormal"/>
        <w:rPr>
          <w:rtl/>
        </w:rPr>
      </w:pPr>
      <w:r>
        <w:rPr>
          <w:rtl/>
        </w:rPr>
        <w:t>4</w:t>
      </w:r>
      <w:r w:rsidR="007D3118">
        <w:rPr>
          <w:rtl/>
        </w:rPr>
        <w:t xml:space="preserve">. </w:t>
      </w:r>
      <w:r>
        <w:rPr>
          <w:rtl/>
        </w:rPr>
        <w:t xml:space="preserve">از هر يك كاسته بر ديگرى مى افزايد و باز از ديگرى گرفته به اول باز مى گرداند </w:t>
      </w:r>
      <w:r w:rsidRPr="00AA3CBA">
        <w:rPr>
          <w:rStyle w:val="libFootnotenumChar"/>
          <w:rtl/>
        </w:rPr>
        <w:t>(33</w:t>
      </w:r>
      <w:r w:rsidR="007D3118" w:rsidRPr="00AA3CBA">
        <w:rPr>
          <w:rStyle w:val="libFootnotenumChar"/>
          <w:rtl/>
        </w:rPr>
        <w:t>)</w:t>
      </w:r>
      <w:r>
        <w:rPr>
          <w:rtl/>
        </w:rPr>
        <w:t xml:space="preserve"> كه بندگان را مايه خورش و پرورش به اندازه اى كه مقرر فرموده است فراهم آيد</w:t>
      </w:r>
      <w:r w:rsidR="007D3118">
        <w:rPr>
          <w:rtl/>
        </w:rPr>
        <w:t xml:space="preserve">. </w:t>
      </w:r>
    </w:p>
    <w:p w:rsidR="00587D34" w:rsidRDefault="00587D34" w:rsidP="00587D34">
      <w:pPr>
        <w:pStyle w:val="libNormal"/>
        <w:rPr>
          <w:rtl/>
        </w:rPr>
      </w:pPr>
      <w:r>
        <w:rPr>
          <w:rtl/>
        </w:rPr>
        <w:lastRenderedPageBreak/>
        <w:t>5</w:t>
      </w:r>
      <w:r w:rsidR="007D3118">
        <w:rPr>
          <w:rtl/>
        </w:rPr>
        <w:t xml:space="preserve">. </w:t>
      </w:r>
      <w:r>
        <w:rPr>
          <w:rtl/>
        </w:rPr>
        <w:t>پس شب را آفريد تا از رنج و حركت و كوشش و ماندگى بياسايند و آن را پوشش ساخت تا از آرامش و خواب بهره برند و ايشان را آسايش و نيروى تازه پديد آيد و از لذت و كام دل برخوردار گردند</w:t>
      </w:r>
      <w:r w:rsidR="007D3118">
        <w:rPr>
          <w:rtl/>
        </w:rPr>
        <w:t xml:space="preserve">. </w:t>
      </w:r>
    </w:p>
    <w:p w:rsidR="00587D34" w:rsidRDefault="00587D34" w:rsidP="00587D34">
      <w:pPr>
        <w:pStyle w:val="libNormal"/>
        <w:rPr>
          <w:rtl/>
        </w:rPr>
      </w:pPr>
      <w:r>
        <w:rPr>
          <w:rtl/>
        </w:rPr>
        <w:t>6</w:t>
      </w:r>
      <w:r w:rsidR="007D3118">
        <w:rPr>
          <w:rtl/>
        </w:rPr>
        <w:t xml:space="preserve">. </w:t>
      </w:r>
      <w:r>
        <w:rPr>
          <w:rtl/>
        </w:rPr>
        <w:t>و روز را براى آنان روشن آفريد تا فضل او را طلب كنند و براى روزى وسيله جويند و در زمين به تكاپو افتند و نفع عاجل اين جهان و سود آجل آن جهان را به دست آرند</w:t>
      </w:r>
      <w:r w:rsidR="007D3118">
        <w:rPr>
          <w:rtl/>
        </w:rPr>
        <w:t xml:space="preserve">. </w:t>
      </w:r>
    </w:p>
    <w:p w:rsidR="00587D34" w:rsidRDefault="00587D34" w:rsidP="00587D34">
      <w:pPr>
        <w:pStyle w:val="libNormal"/>
        <w:rPr>
          <w:rtl/>
        </w:rPr>
      </w:pPr>
      <w:r>
        <w:rPr>
          <w:rtl/>
        </w:rPr>
        <w:t>7</w:t>
      </w:r>
      <w:r w:rsidR="007D3118">
        <w:rPr>
          <w:rtl/>
        </w:rPr>
        <w:t xml:space="preserve">. </w:t>
      </w:r>
      <w:r>
        <w:rPr>
          <w:rtl/>
        </w:rPr>
        <w:t>بدين ها كار آن ها به سامان آرد و آنان را بيازمايد و بنگرد كه در اوقات طاعت و مواقع فرايض و احكام او چگونه اند تا بدكاران را مطابق كارشان كيفر دهد و نيكوكاران را به نيكى پاداش فرمايد</w:t>
      </w:r>
      <w:r w:rsidR="007D3118">
        <w:rPr>
          <w:rtl/>
        </w:rPr>
        <w:t xml:space="preserve">. </w:t>
      </w:r>
    </w:p>
    <w:p w:rsidR="00587D34" w:rsidRDefault="00587D34" w:rsidP="00587D34">
      <w:pPr>
        <w:pStyle w:val="libNormal"/>
        <w:rPr>
          <w:rtl/>
        </w:rPr>
      </w:pPr>
      <w:r>
        <w:rPr>
          <w:rtl/>
        </w:rPr>
        <w:t>8</w:t>
      </w:r>
      <w:r w:rsidR="007D3118">
        <w:rPr>
          <w:rtl/>
        </w:rPr>
        <w:t xml:space="preserve">. </w:t>
      </w:r>
      <w:r>
        <w:rPr>
          <w:rtl/>
        </w:rPr>
        <w:t>خدايا</w:t>
      </w:r>
      <w:r w:rsidR="007D3118">
        <w:rPr>
          <w:rtl/>
        </w:rPr>
        <w:t xml:space="preserve">، </w:t>
      </w:r>
      <w:r>
        <w:rPr>
          <w:rtl/>
        </w:rPr>
        <w:t>تو را سپاس كه صبح را براى ما شكافتى و ما را از روشنايى روز بهره مند ساختى و راه طلب روزى را بر ما نمودى</w:t>
      </w:r>
      <w:r w:rsidR="007D3118">
        <w:rPr>
          <w:rtl/>
        </w:rPr>
        <w:t xml:space="preserve">. </w:t>
      </w:r>
      <w:r w:rsidRPr="00AA3CBA">
        <w:rPr>
          <w:rStyle w:val="libFootnotenumChar"/>
          <w:rtl/>
        </w:rPr>
        <w:t>(34</w:t>
      </w:r>
      <w:r w:rsidR="007D3118" w:rsidRPr="00AA3CBA">
        <w:rPr>
          <w:rStyle w:val="libFootnotenumChar"/>
          <w:rtl/>
        </w:rPr>
        <w:t>)</w:t>
      </w:r>
      <w:r>
        <w:rPr>
          <w:rtl/>
        </w:rPr>
        <w:t xml:space="preserve"> و ما را از آفات شبانه حفظ كردى</w:t>
      </w:r>
      <w:r w:rsidR="007D3118">
        <w:rPr>
          <w:rtl/>
        </w:rPr>
        <w:t xml:space="preserve">. </w:t>
      </w:r>
    </w:p>
    <w:p w:rsidR="00587D34" w:rsidRDefault="00587D34" w:rsidP="00587D34">
      <w:pPr>
        <w:pStyle w:val="libNormal"/>
        <w:rPr>
          <w:rtl/>
        </w:rPr>
      </w:pPr>
      <w:r>
        <w:rPr>
          <w:rtl/>
        </w:rPr>
        <w:t>9</w:t>
      </w:r>
      <w:r w:rsidR="007D3118">
        <w:rPr>
          <w:rtl/>
        </w:rPr>
        <w:t xml:space="preserve">. </w:t>
      </w:r>
      <w:r>
        <w:rPr>
          <w:rtl/>
        </w:rPr>
        <w:t>ما و همه چيز صبح كرديم در حالى كه همه ملك توايم</w:t>
      </w:r>
      <w:r w:rsidR="007D3118">
        <w:rPr>
          <w:rtl/>
        </w:rPr>
        <w:t xml:space="preserve">، </w:t>
      </w:r>
      <w:r>
        <w:rPr>
          <w:rtl/>
        </w:rPr>
        <w:t xml:space="preserve">آسمان و زمين و آن چه در اين دو پراكنده ساختى </w:t>
      </w:r>
      <w:r w:rsidRPr="00AA3CBA">
        <w:rPr>
          <w:rStyle w:val="libFootnotenumChar"/>
          <w:rtl/>
        </w:rPr>
        <w:t>(35</w:t>
      </w:r>
      <w:r w:rsidR="007D3118" w:rsidRPr="00AA3CBA">
        <w:rPr>
          <w:rStyle w:val="libFootnotenumChar"/>
          <w:rtl/>
        </w:rPr>
        <w:t>)</w:t>
      </w:r>
      <w:r>
        <w:rPr>
          <w:rtl/>
        </w:rPr>
        <w:t xml:space="preserve"> ساكن يا متحرك</w:t>
      </w:r>
      <w:r w:rsidR="007D3118">
        <w:rPr>
          <w:rtl/>
        </w:rPr>
        <w:t xml:space="preserve">، </w:t>
      </w:r>
      <w:r>
        <w:rPr>
          <w:rtl/>
        </w:rPr>
        <w:t>ايستاده يا رونده و هرچه در هوا بر آمده و زير خاك پنهان است</w:t>
      </w:r>
      <w:r w:rsidR="007D3118">
        <w:rPr>
          <w:rtl/>
        </w:rPr>
        <w:t xml:space="preserve">. </w:t>
      </w:r>
    </w:p>
    <w:p w:rsidR="00587D34" w:rsidRDefault="00587D34" w:rsidP="00587D34">
      <w:pPr>
        <w:pStyle w:val="libNormal"/>
        <w:rPr>
          <w:rtl/>
        </w:rPr>
      </w:pPr>
      <w:r>
        <w:rPr>
          <w:rtl/>
        </w:rPr>
        <w:t>10</w:t>
      </w:r>
      <w:r w:rsidR="007D3118">
        <w:rPr>
          <w:rtl/>
        </w:rPr>
        <w:t xml:space="preserve">. </w:t>
      </w:r>
      <w:r>
        <w:rPr>
          <w:rtl/>
        </w:rPr>
        <w:t>همه ما در پنجه قدرت توايم و ملك و قدرت تو ما را فروگرفته و مشيت تو ما را به هم پيوسته است</w:t>
      </w:r>
      <w:r w:rsidR="007D3118">
        <w:rPr>
          <w:rtl/>
        </w:rPr>
        <w:t xml:space="preserve">، </w:t>
      </w:r>
      <w:r>
        <w:rPr>
          <w:rtl/>
        </w:rPr>
        <w:t>دست در هر كار داريم به فرمان تو داريم</w:t>
      </w:r>
      <w:r w:rsidR="007D3118">
        <w:rPr>
          <w:rtl/>
        </w:rPr>
        <w:t xml:space="preserve">، </w:t>
      </w:r>
      <w:r>
        <w:rPr>
          <w:rtl/>
        </w:rPr>
        <w:t>تصرف ما به تدبير تو است</w:t>
      </w:r>
      <w:r w:rsidR="007D3118">
        <w:rPr>
          <w:rtl/>
        </w:rPr>
        <w:t xml:space="preserve">. </w:t>
      </w:r>
    </w:p>
    <w:p w:rsidR="00587D34" w:rsidRDefault="00587D34" w:rsidP="00587D34">
      <w:pPr>
        <w:pStyle w:val="libNormal"/>
        <w:rPr>
          <w:rtl/>
        </w:rPr>
      </w:pPr>
      <w:r>
        <w:rPr>
          <w:rtl/>
        </w:rPr>
        <w:t>11</w:t>
      </w:r>
      <w:r w:rsidR="007D3118">
        <w:rPr>
          <w:rtl/>
        </w:rPr>
        <w:t xml:space="preserve">. </w:t>
      </w:r>
      <w:r>
        <w:rPr>
          <w:rtl/>
        </w:rPr>
        <w:t>هيچ كار نتوانيم مگر فرمان تو باشد</w:t>
      </w:r>
      <w:r w:rsidR="007D3118">
        <w:rPr>
          <w:rtl/>
        </w:rPr>
        <w:t xml:space="preserve">، </w:t>
      </w:r>
      <w:r w:rsidRPr="00AA3CBA">
        <w:rPr>
          <w:rStyle w:val="libFootnotenumChar"/>
          <w:rtl/>
        </w:rPr>
        <w:t>(36</w:t>
      </w:r>
      <w:r w:rsidR="007D3118" w:rsidRPr="00AA3CBA">
        <w:rPr>
          <w:rStyle w:val="libFootnotenumChar"/>
          <w:rtl/>
        </w:rPr>
        <w:t>)</w:t>
      </w:r>
      <w:r>
        <w:rPr>
          <w:rtl/>
        </w:rPr>
        <w:t>و هيچ خير به ما نرسد مگر تو بخشيده باشى</w:t>
      </w:r>
      <w:r w:rsidR="007D3118">
        <w:rPr>
          <w:rtl/>
        </w:rPr>
        <w:t xml:space="preserve">. </w:t>
      </w:r>
    </w:p>
    <w:p w:rsidR="00587D34" w:rsidRDefault="00587D34" w:rsidP="00587D34">
      <w:pPr>
        <w:pStyle w:val="libNormal"/>
        <w:rPr>
          <w:rtl/>
        </w:rPr>
      </w:pPr>
      <w:r>
        <w:rPr>
          <w:rtl/>
        </w:rPr>
        <w:t>12</w:t>
      </w:r>
      <w:r w:rsidR="007D3118">
        <w:rPr>
          <w:rtl/>
        </w:rPr>
        <w:t xml:space="preserve">. </w:t>
      </w:r>
      <w:r>
        <w:rPr>
          <w:rtl/>
        </w:rPr>
        <w:t>اين روزى است نو و تازه و گواهى آماده بر اعمال</w:t>
      </w:r>
      <w:r w:rsidR="007D3118">
        <w:rPr>
          <w:rtl/>
        </w:rPr>
        <w:t xml:space="preserve">، </w:t>
      </w:r>
      <w:r>
        <w:rPr>
          <w:rtl/>
        </w:rPr>
        <w:t>اگر نيكوكار باشيم ستايش كنان ما را بدرود گويد و اگر بد كنيم با ذم و نكوهش از ما جدا گردد</w:t>
      </w:r>
      <w:r w:rsidR="007D3118">
        <w:rPr>
          <w:rtl/>
        </w:rPr>
        <w:t xml:space="preserve">. </w:t>
      </w:r>
    </w:p>
    <w:p w:rsidR="00587D34" w:rsidRDefault="00587D34" w:rsidP="00587D34">
      <w:pPr>
        <w:pStyle w:val="libNormal"/>
        <w:rPr>
          <w:rtl/>
        </w:rPr>
      </w:pPr>
      <w:r>
        <w:rPr>
          <w:rtl/>
        </w:rPr>
        <w:lastRenderedPageBreak/>
        <w:t>13</w:t>
      </w:r>
      <w:r w:rsidR="007D3118">
        <w:rPr>
          <w:rtl/>
        </w:rPr>
        <w:t xml:space="preserve">. </w:t>
      </w:r>
      <w:r>
        <w:rPr>
          <w:rtl/>
        </w:rPr>
        <w:t>خدايا بر محمد و آل او درود فرست و چنان مقدر كن كه با او به خوشى مصاحبت كنيم و به ناخوشى از ما جدا نگردد</w:t>
      </w:r>
      <w:r w:rsidR="007D3118">
        <w:rPr>
          <w:rtl/>
        </w:rPr>
        <w:t xml:space="preserve">، </w:t>
      </w:r>
      <w:r>
        <w:rPr>
          <w:rtl/>
        </w:rPr>
        <w:t>مرتكب گناهى نشويم</w:t>
      </w:r>
      <w:r w:rsidR="007D3118">
        <w:rPr>
          <w:rtl/>
        </w:rPr>
        <w:t xml:space="preserve">، </w:t>
      </w:r>
      <w:r>
        <w:rPr>
          <w:rtl/>
        </w:rPr>
        <w:t xml:space="preserve">به صغيره يا كبيره </w:t>
      </w:r>
      <w:r w:rsidRPr="00AA3CBA">
        <w:rPr>
          <w:rStyle w:val="libFootnotenumChar"/>
          <w:rtl/>
        </w:rPr>
        <w:t>(37</w:t>
      </w:r>
      <w:r w:rsidR="007D3118" w:rsidRPr="00AA3CBA">
        <w:rPr>
          <w:rStyle w:val="libFootnotenumChar"/>
          <w:rtl/>
        </w:rPr>
        <w:t>)</w:t>
      </w:r>
      <w:r>
        <w:rPr>
          <w:rtl/>
        </w:rPr>
        <w:t xml:space="preserve"> دست نيازيم</w:t>
      </w:r>
      <w:r w:rsidR="007D3118">
        <w:rPr>
          <w:rtl/>
        </w:rPr>
        <w:t xml:space="preserve">. </w:t>
      </w:r>
    </w:p>
    <w:p w:rsidR="00587D34" w:rsidRDefault="00587D34" w:rsidP="00587D34">
      <w:pPr>
        <w:pStyle w:val="libNormal"/>
        <w:rPr>
          <w:rtl/>
        </w:rPr>
      </w:pPr>
      <w:r>
        <w:rPr>
          <w:rtl/>
        </w:rPr>
        <w:t>14</w:t>
      </w:r>
      <w:r w:rsidR="007D3118">
        <w:rPr>
          <w:rtl/>
        </w:rPr>
        <w:t xml:space="preserve">. </w:t>
      </w:r>
      <w:r>
        <w:rPr>
          <w:rtl/>
        </w:rPr>
        <w:t>حسنات ما را بسيار گردان و ما را از بدى ها دور دار</w:t>
      </w:r>
      <w:r w:rsidR="007D3118">
        <w:rPr>
          <w:rtl/>
        </w:rPr>
        <w:t xml:space="preserve">. </w:t>
      </w:r>
      <w:r>
        <w:rPr>
          <w:rtl/>
        </w:rPr>
        <w:t>همه ساعات روز ما را از آغاز تا انجام در حمد و سپاس و اجر مصروف دار و از فضل و احسان خود مستغرق كن</w:t>
      </w:r>
      <w:r w:rsidR="007D3118">
        <w:rPr>
          <w:rtl/>
        </w:rPr>
        <w:t xml:space="preserve">. </w:t>
      </w:r>
    </w:p>
    <w:p w:rsidR="00587D34" w:rsidRDefault="00587D34" w:rsidP="00587D34">
      <w:pPr>
        <w:pStyle w:val="libNormal"/>
        <w:rPr>
          <w:rtl/>
        </w:rPr>
      </w:pPr>
      <w:r>
        <w:rPr>
          <w:rtl/>
        </w:rPr>
        <w:t>15</w:t>
      </w:r>
      <w:r w:rsidR="007D3118">
        <w:rPr>
          <w:rtl/>
        </w:rPr>
        <w:t xml:space="preserve">. </w:t>
      </w:r>
      <w:r>
        <w:rPr>
          <w:rtl/>
        </w:rPr>
        <w:t xml:space="preserve">خدايا زحمت ما را بر كرام الكاتبين آسان گردان و نامه اعمال ما از حسنات پر كن </w:t>
      </w:r>
      <w:r w:rsidRPr="00AA3CBA">
        <w:rPr>
          <w:rStyle w:val="libFootnotenumChar"/>
          <w:rtl/>
        </w:rPr>
        <w:t>(38</w:t>
      </w:r>
      <w:r w:rsidR="007D3118" w:rsidRPr="00AA3CBA">
        <w:rPr>
          <w:rStyle w:val="libFootnotenumChar"/>
          <w:rtl/>
        </w:rPr>
        <w:t>)</w:t>
      </w:r>
      <w:r>
        <w:rPr>
          <w:rtl/>
        </w:rPr>
        <w:t xml:space="preserve"> و به كار زشت رسوا مساز</w:t>
      </w:r>
      <w:r w:rsidR="007D3118">
        <w:rPr>
          <w:rtl/>
        </w:rPr>
        <w:t xml:space="preserve">. </w:t>
      </w:r>
    </w:p>
    <w:p w:rsidR="00587D34" w:rsidRDefault="00587D34" w:rsidP="00587D34">
      <w:pPr>
        <w:pStyle w:val="libNormal"/>
        <w:rPr>
          <w:rtl/>
        </w:rPr>
      </w:pPr>
      <w:r>
        <w:rPr>
          <w:rtl/>
        </w:rPr>
        <w:t>16</w:t>
      </w:r>
      <w:r w:rsidR="007D3118">
        <w:rPr>
          <w:rtl/>
        </w:rPr>
        <w:t xml:space="preserve">. </w:t>
      </w:r>
      <w:r>
        <w:rPr>
          <w:rtl/>
        </w:rPr>
        <w:t>خدايا در هر ساعتى از ساعات روز براى ما بهره از عبادت و توفيق شكر مرحمت كن و گواهى راستگو از فرشتگانت بر ما بر گمار</w:t>
      </w:r>
      <w:r w:rsidR="007D3118">
        <w:rPr>
          <w:rtl/>
        </w:rPr>
        <w:t xml:space="preserve">. </w:t>
      </w:r>
    </w:p>
    <w:p w:rsidR="00587D34" w:rsidRDefault="00587D34" w:rsidP="00587D34">
      <w:pPr>
        <w:pStyle w:val="libNormal"/>
        <w:rPr>
          <w:rtl/>
        </w:rPr>
      </w:pPr>
      <w:r>
        <w:rPr>
          <w:rtl/>
        </w:rPr>
        <w:t>17</w:t>
      </w:r>
      <w:r w:rsidR="007D3118">
        <w:rPr>
          <w:rtl/>
        </w:rPr>
        <w:t xml:space="preserve">. </w:t>
      </w:r>
      <w:r>
        <w:rPr>
          <w:rtl/>
        </w:rPr>
        <w:t>خدايا بر محمد و آل او درود فرست و ما را از پيش رو و پشت سر و راست و چپ و از همه سو حفظ كن</w:t>
      </w:r>
      <w:r w:rsidR="007D3118">
        <w:rPr>
          <w:rtl/>
        </w:rPr>
        <w:t xml:space="preserve">. </w:t>
      </w:r>
      <w:r>
        <w:rPr>
          <w:rtl/>
        </w:rPr>
        <w:t>چنان كه ما را از گناه محفوظ دارد و به طاعت تو راه نمايد و دوستى تو را در دل جاى دهد</w:t>
      </w:r>
      <w:r w:rsidR="007D3118">
        <w:rPr>
          <w:rtl/>
        </w:rPr>
        <w:t xml:space="preserve">. </w:t>
      </w:r>
    </w:p>
    <w:p w:rsidR="00587D34" w:rsidRDefault="00587D34" w:rsidP="00587D34">
      <w:pPr>
        <w:pStyle w:val="libNormal"/>
        <w:rPr>
          <w:rtl/>
        </w:rPr>
      </w:pPr>
      <w:r>
        <w:rPr>
          <w:rtl/>
        </w:rPr>
        <w:t>18</w:t>
      </w:r>
      <w:r w:rsidR="007D3118">
        <w:rPr>
          <w:rtl/>
        </w:rPr>
        <w:t xml:space="preserve">. </w:t>
      </w:r>
      <w:r>
        <w:rPr>
          <w:rtl/>
        </w:rPr>
        <w:t>خدايا درود بر محمد و آل او فرست و ما را امروز و امشب و در همه روز توفيق ده كه نيكى كنيم و از بدى بپرهيزيم و شكر نعمت تو بگزاريم و پيرو سنت رسول (</w:t>
      </w:r>
      <w:r w:rsidR="00865B4A" w:rsidRPr="00865B4A">
        <w:rPr>
          <w:rStyle w:val="libAlaemChar"/>
          <w:rtl/>
        </w:rPr>
        <w:t>صلى‌الله‌عليه‌وآله‌وسلم</w:t>
      </w:r>
      <w:r w:rsidR="007D3118">
        <w:rPr>
          <w:rtl/>
        </w:rPr>
        <w:t xml:space="preserve">) </w:t>
      </w:r>
      <w:r>
        <w:rPr>
          <w:rtl/>
        </w:rPr>
        <w:t>باشيم و از بدعت ها دورى جوييم و امر به معروف و نهى از منكر كنيم و پاسدار اسلام باشيم و باطل را عيب گوييم و خوار داريم و حق را يارى كنيم و گرامى داريم</w:t>
      </w:r>
      <w:r w:rsidR="007D3118">
        <w:rPr>
          <w:rtl/>
        </w:rPr>
        <w:t xml:space="preserve">. </w:t>
      </w:r>
      <w:r w:rsidRPr="00AA3CBA">
        <w:rPr>
          <w:rStyle w:val="libFootnotenumChar"/>
          <w:rtl/>
        </w:rPr>
        <w:t>(39</w:t>
      </w:r>
      <w:r w:rsidR="007D3118" w:rsidRPr="00AA3CBA">
        <w:rPr>
          <w:rStyle w:val="libFootnotenumChar"/>
          <w:rtl/>
        </w:rPr>
        <w:t>)</w:t>
      </w:r>
      <w:r>
        <w:rPr>
          <w:rtl/>
        </w:rPr>
        <w:t xml:space="preserve"> و گمراه را هدايت كنيم و ناتوان را يارى دهيم و ستم رسيده را به فرياد رسيم</w:t>
      </w:r>
      <w:r w:rsidR="007D3118">
        <w:rPr>
          <w:rtl/>
        </w:rPr>
        <w:t xml:space="preserve">. </w:t>
      </w:r>
      <w:r>
        <w:rPr>
          <w:rtl/>
        </w:rPr>
        <w:t>19</w:t>
      </w:r>
      <w:r w:rsidR="007D3118">
        <w:rPr>
          <w:rtl/>
        </w:rPr>
        <w:t xml:space="preserve">. </w:t>
      </w:r>
      <w:r>
        <w:rPr>
          <w:rtl/>
        </w:rPr>
        <w:t>خدايا درود بر محمد و آل او فرست و اين روز را فرخ ‌ترين روز گردان كه تاكنون ديده و شناخته ايم و بهترين همدمى كه با وى بوده ايم و نيكوترين وقتى كه در آن به سر برده ايم</w:t>
      </w:r>
      <w:r w:rsidR="007D3118">
        <w:rPr>
          <w:rtl/>
        </w:rPr>
        <w:t xml:space="preserve">. </w:t>
      </w:r>
    </w:p>
    <w:p w:rsidR="00587D34" w:rsidRDefault="00587D34" w:rsidP="00587D34">
      <w:pPr>
        <w:pStyle w:val="libNormal"/>
        <w:rPr>
          <w:rtl/>
        </w:rPr>
      </w:pPr>
      <w:r>
        <w:rPr>
          <w:rtl/>
        </w:rPr>
        <w:lastRenderedPageBreak/>
        <w:t>20</w:t>
      </w:r>
      <w:r w:rsidR="007D3118">
        <w:rPr>
          <w:rtl/>
        </w:rPr>
        <w:t xml:space="preserve">. </w:t>
      </w:r>
      <w:r>
        <w:rPr>
          <w:rtl/>
        </w:rPr>
        <w:t>و ما را پسنديده ترين آفريدگان خود گردان كه شب و روز بر آن ها گذشته است و سپاسگزارنده ترين كسى كه نعمت به آن ها عطا كرده اى و چابك ترين كسى كه به شريعت تو عمل كرده است و پارساترين كسى كه از معاصى بيم داده اى</w:t>
      </w:r>
      <w:r w:rsidR="007D3118">
        <w:rPr>
          <w:rtl/>
        </w:rPr>
        <w:t xml:space="preserve">. </w:t>
      </w:r>
    </w:p>
    <w:p w:rsidR="00587D34" w:rsidRDefault="00587D34" w:rsidP="00587D34">
      <w:pPr>
        <w:pStyle w:val="libNormal"/>
        <w:rPr>
          <w:rtl/>
        </w:rPr>
      </w:pPr>
      <w:r>
        <w:rPr>
          <w:rtl/>
        </w:rPr>
        <w:t>21</w:t>
      </w:r>
      <w:r w:rsidR="007D3118">
        <w:rPr>
          <w:rtl/>
        </w:rPr>
        <w:t xml:space="preserve">. </w:t>
      </w:r>
      <w:r>
        <w:rPr>
          <w:rtl/>
        </w:rPr>
        <w:t>خدايا</w:t>
      </w:r>
      <w:r w:rsidR="007D3118">
        <w:rPr>
          <w:rtl/>
        </w:rPr>
        <w:t xml:space="preserve">، </w:t>
      </w:r>
      <w:r>
        <w:rPr>
          <w:rtl/>
        </w:rPr>
        <w:t xml:space="preserve">من تو را گواه مى گيرم و گواهى تو ما را بس </w:t>
      </w:r>
      <w:r w:rsidRPr="00AA3CBA">
        <w:rPr>
          <w:rStyle w:val="libFootnotenumChar"/>
          <w:rtl/>
        </w:rPr>
        <w:t>(40</w:t>
      </w:r>
      <w:r w:rsidR="007D3118" w:rsidRPr="00AA3CBA">
        <w:rPr>
          <w:rStyle w:val="libFootnotenumChar"/>
          <w:rtl/>
        </w:rPr>
        <w:t>)</w:t>
      </w:r>
      <w:r>
        <w:rPr>
          <w:rtl/>
        </w:rPr>
        <w:t xml:space="preserve"> و هم آسمان و زمين و فرشتگان و ديگر آفريدگان كه در اين دو مسكن داده اى در اين روز و اين ساعت و اين شب و اين جگايگاه گواه باشند كه من شهادت مى دهم</w:t>
      </w:r>
      <w:r w:rsidR="007D3118">
        <w:rPr>
          <w:rtl/>
        </w:rPr>
        <w:t xml:space="preserve">؛ </w:t>
      </w:r>
      <w:r>
        <w:rPr>
          <w:rtl/>
        </w:rPr>
        <w:t>تو خداوندى و هيچ معبودى غير تو نيست</w:t>
      </w:r>
      <w:r w:rsidR="007D3118">
        <w:rPr>
          <w:rtl/>
        </w:rPr>
        <w:t xml:space="preserve">. </w:t>
      </w:r>
      <w:r>
        <w:rPr>
          <w:rtl/>
        </w:rPr>
        <w:t>دادگستر و حاكم داد ده و مهربان بر بندگان</w:t>
      </w:r>
      <w:r w:rsidR="007D3118">
        <w:rPr>
          <w:rtl/>
        </w:rPr>
        <w:t xml:space="preserve">، </w:t>
      </w:r>
      <w:r>
        <w:rPr>
          <w:rtl/>
        </w:rPr>
        <w:t>پادشاه گيتى</w:t>
      </w:r>
      <w:r w:rsidR="007D3118">
        <w:rPr>
          <w:rtl/>
        </w:rPr>
        <w:t xml:space="preserve">، </w:t>
      </w:r>
      <w:r>
        <w:rPr>
          <w:rtl/>
        </w:rPr>
        <w:t>بخشاينده بر خلق</w:t>
      </w:r>
      <w:r w:rsidR="007D3118">
        <w:rPr>
          <w:rtl/>
        </w:rPr>
        <w:t xml:space="preserve">. </w:t>
      </w:r>
    </w:p>
    <w:p w:rsidR="00587D34" w:rsidRDefault="00587D34" w:rsidP="00587D34">
      <w:pPr>
        <w:pStyle w:val="libNormal"/>
        <w:rPr>
          <w:rtl/>
        </w:rPr>
      </w:pPr>
      <w:r>
        <w:rPr>
          <w:rtl/>
        </w:rPr>
        <w:t>22</w:t>
      </w:r>
      <w:r w:rsidR="007D3118">
        <w:rPr>
          <w:rtl/>
        </w:rPr>
        <w:t xml:space="preserve">. </w:t>
      </w:r>
      <w:r>
        <w:rPr>
          <w:rtl/>
        </w:rPr>
        <w:t>و شهادت مى دهم كه محمد (</w:t>
      </w:r>
      <w:r w:rsidR="00865B4A" w:rsidRPr="00865B4A">
        <w:rPr>
          <w:rStyle w:val="libAlaemChar"/>
          <w:rtl/>
        </w:rPr>
        <w:t>صلى‌الله‌عليه‌وآله‌وسلم</w:t>
      </w:r>
      <w:r w:rsidR="007D3118">
        <w:rPr>
          <w:rtl/>
        </w:rPr>
        <w:t xml:space="preserve">) </w:t>
      </w:r>
      <w:r>
        <w:rPr>
          <w:rtl/>
        </w:rPr>
        <w:t>بنده و پيغمبر و برگزيده تو است از همه آفرينش</w:t>
      </w:r>
      <w:r w:rsidR="007D3118">
        <w:rPr>
          <w:rtl/>
        </w:rPr>
        <w:t xml:space="preserve">، </w:t>
      </w:r>
      <w:r>
        <w:rPr>
          <w:rtl/>
        </w:rPr>
        <w:t>رسالت خويش بدو سپردى و او پيام تو را برسانيد و فرمودى خير خواهى امت كند و كرد</w:t>
      </w:r>
      <w:r w:rsidR="007D3118">
        <w:rPr>
          <w:rtl/>
        </w:rPr>
        <w:t xml:space="preserve">. </w:t>
      </w:r>
    </w:p>
    <w:p w:rsidR="00587D34" w:rsidRDefault="00587D34" w:rsidP="00587D34">
      <w:pPr>
        <w:pStyle w:val="libNormal"/>
        <w:rPr>
          <w:rtl/>
        </w:rPr>
      </w:pPr>
      <w:r>
        <w:rPr>
          <w:rtl/>
        </w:rPr>
        <w:t>23</w:t>
      </w:r>
      <w:r w:rsidR="007D3118">
        <w:rPr>
          <w:rtl/>
        </w:rPr>
        <w:t xml:space="preserve">. </w:t>
      </w:r>
      <w:r>
        <w:rPr>
          <w:rtl/>
        </w:rPr>
        <w:t>خدايا بر محمد و آل او درود فرست</w:t>
      </w:r>
      <w:r w:rsidR="007D3118">
        <w:rPr>
          <w:rtl/>
        </w:rPr>
        <w:t xml:space="preserve">، </w:t>
      </w:r>
      <w:r>
        <w:rPr>
          <w:rtl/>
        </w:rPr>
        <w:t>بيش از آن چه بر ديگر آفريدگان فرستادى و عطا كن به او برترين عطيه كه به يكى از بندگانت عطا كردى و پاداش فرما به جاى ما بهتر و گرامى تر پاداشى كه به يكى از پيغمبرانت از جانب امتش مرحمت فرمودى</w:t>
      </w:r>
      <w:r w:rsidR="007D3118">
        <w:rPr>
          <w:rtl/>
        </w:rPr>
        <w:t xml:space="preserve">. </w:t>
      </w:r>
    </w:p>
    <w:p w:rsidR="00587D34" w:rsidRDefault="00587D34" w:rsidP="00587D34">
      <w:pPr>
        <w:pStyle w:val="libNormal"/>
        <w:rPr>
          <w:rtl/>
        </w:rPr>
      </w:pPr>
      <w:r>
        <w:rPr>
          <w:rtl/>
        </w:rPr>
        <w:t>24</w:t>
      </w:r>
      <w:r w:rsidR="007D3118">
        <w:rPr>
          <w:rtl/>
        </w:rPr>
        <w:t xml:space="preserve">. </w:t>
      </w:r>
      <w:r>
        <w:rPr>
          <w:rtl/>
        </w:rPr>
        <w:t>كه تويى دهنده نعمت عظيم و آمرزنده گناه بزرگ و تويى مهربان تر از هر مهربانى</w:t>
      </w:r>
      <w:r w:rsidR="007D3118">
        <w:rPr>
          <w:rtl/>
        </w:rPr>
        <w:t xml:space="preserve">، </w:t>
      </w:r>
      <w:r>
        <w:rPr>
          <w:rtl/>
        </w:rPr>
        <w:t>پس درود فرست بر محمد و آل او كه پاكان و پاكيزگان و برگزيده و گرامى ترين خلقند</w:t>
      </w:r>
      <w:r w:rsidR="007D3118">
        <w:rPr>
          <w:rtl/>
        </w:rPr>
        <w:t xml:space="preserve">. </w:t>
      </w:r>
    </w:p>
    <w:p w:rsidR="00587D34" w:rsidRDefault="00F57255" w:rsidP="004C63D0">
      <w:pPr>
        <w:pStyle w:val="Heading2"/>
        <w:rPr>
          <w:rtl/>
        </w:rPr>
      </w:pPr>
      <w:r>
        <w:br w:type="page"/>
      </w:r>
      <w:bookmarkStart w:id="18" w:name="_Toc394915147"/>
      <w:r w:rsidR="00AA3CBA">
        <w:lastRenderedPageBreak/>
        <w:t>7</w:t>
      </w:r>
      <w:r w:rsidR="00AA3CBA">
        <w:rPr>
          <w:rtl/>
        </w:rPr>
        <w:t xml:space="preserve"> وَ كَانَ مِنْ دُعَائِهِ عَلَيْهِ السَّلامُ إِذَا عَرَضَتْ لَهُ مُهِمَّةٌ أَوْ نَزَلَتْ بِهِ، مُلِمَّةٌ وَ عِنْدَ الْكَرْبِ:</w:t>
      </w:r>
      <w:bookmarkEnd w:id="18"/>
      <w:r w:rsidR="00AA3CBA">
        <w:rPr>
          <w:rtl/>
        </w:rPr>
        <w:t xml:space="preserve"> </w:t>
      </w:r>
    </w:p>
    <w:p w:rsidR="00587D34" w:rsidRDefault="00587D34" w:rsidP="00587D34">
      <w:pPr>
        <w:pStyle w:val="libNormal"/>
        <w:rPr>
          <w:rtl/>
        </w:rPr>
      </w:pPr>
      <w:r>
        <w:rPr>
          <w:rtl/>
        </w:rPr>
        <w:t>(1</w:t>
      </w:r>
      <w:r w:rsidR="007D3118">
        <w:rPr>
          <w:rtl/>
        </w:rPr>
        <w:t xml:space="preserve">) </w:t>
      </w:r>
      <w:r>
        <w:rPr>
          <w:rtl/>
        </w:rPr>
        <w:t>يَا مَنْ تُحَلُّ بِهِ عُقَدُ الْمَكَارِهِ</w:t>
      </w:r>
      <w:r w:rsidR="007D3118">
        <w:rPr>
          <w:rtl/>
        </w:rPr>
        <w:t xml:space="preserve">، </w:t>
      </w:r>
      <w:r>
        <w:rPr>
          <w:rtl/>
        </w:rPr>
        <w:t>وَ يَا مَنْ يَفْثَأُ بِهِ حَدُّ الشَّدَائِدِ</w:t>
      </w:r>
      <w:r w:rsidR="007D3118">
        <w:rPr>
          <w:rtl/>
        </w:rPr>
        <w:t xml:space="preserve">، </w:t>
      </w:r>
      <w:r>
        <w:rPr>
          <w:rtl/>
        </w:rPr>
        <w:t>وَ يَا مَنْ يُلْتَمَسُ مِنْهُ الْمَخْرَجُ إِلَى رَوْحِ الْفَرَجِ</w:t>
      </w:r>
      <w:r w:rsidR="007D3118">
        <w:rPr>
          <w:rtl/>
        </w:rPr>
        <w:t xml:space="preserve">. </w:t>
      </w:r>
    </w:p>
    <w:p w:rsidR="00587D34" w:rsidRDefault="00587D34" w:rsidP="00587D34">
      <w:pPr>
        <w:pStyle w:val="libNormal"/>
        <w:rPr>
          <w:rtl/>
        </w:rPr>
      </w:pPr>
      <w:r>
        <w:rPr>
          <w:rtl/>
        </w:rPr>
        <w:t>(2</w:t>
      </w:r>
      <w:r w:rsidR="007D3118">
        <w:rPr>
          <w:rtl/>
        </w:rPr>
        <w:t xml:space="preserve">) </w:t>
      </w:r>
      <w:r>
        <w:rPr>
          <w:rtl/>
        </w:rPr>
        <w:t>ذَلَّتْ لِقُدْرَتِكَ الصِّعَابُ</w:t>
      </w:r>
      <w:r w:rsidR="007D3118">
        <w:rPr>
          <w:rtl/>
        </w:rPr>
        <w:t xml:space="preserve">، </w:t>
      </w:r>
      <w:r>
        <w:rPr>
          <w:rtl/>
        </w:rPr>
        <w:t>وَ تَسَبَّبَتْ بِلُطْفِكَ الْأَسْبَابُ</w:t>
      </w:r>
      <w:r w:rsidR="007D3118">
        <w:rPr>
          <w:rtl/>
        </w:rPr>
        <w:t xml:space="preserve">، </w:t>
      </w:r>
      <w:r>
        <w:rPr>
          <w:rtl/>
        </w:rPr>
        <w:t>وَ جَرَى بِقُدرَتِكَ الْقَضَاءُ</w:t>
      </w:r>
      <w:r w:rsidR="007D3118">
        <w:rPr>
          <w:rtl/>
        </w:rPr>
        <w:t xml:space="preserve">، </w:t>
      </w:r>
      <w:r>
        <w:rPr>
          <w:rtl/>
        </w:rPr>
        <w:t>وَ مَضَتْ عَلَى إِرَادَتِكَ الْأَشْيَاءُ</w:t>
      </w:r>
      <w:r w:rsidR="007D3118">
        <w:rPr>
          <w:rtl/>
        </w:rPr>
        <w:t xml:space="preserve">. </w:t>
      </w:r>
    </w:p>
    <w:p w:rsidR="00587D34" w:rsidRDefault="00587D34" w:rsidP="00587D34">
      <w:pPr>
        <w:pStyle w:val="libNormal"/>
        <w:rPr>
          <w:rtl/>
        </w:rPr>
      </w:pPr>
      <w:r>
        <w:rPr>
          <w:rtl/>
        </w:rPr>
        <w:t>(3</w:t>
      </w:r>
      <w:r w:rsidR="007D3118">
        <w:rPr>
          <w:rtl/>
        </w:rPr>
        <w:t xml:space="preserve">) </w:t>
      </w:r>
      <w:r>
        <w:rPr>
          <w:rtl/>
        </w:rPr>
        <w:t>فَهِىَ بِمَشِيَّتِكَ دُونَ قَوْلِكَ مُؤْتَمِرَةٌ</w:t>
      </w:r>
      <w:r w:rsidR="007D3118">
        <w:rPr>
          <w:rtl/>
        </w:rPr>
        <w:t xml:space="preserve">، </w:t>
      </w:r>
      <w:r>
        <w:rPr>
          <w:rtl/>
        </w:rPr>
        <w:t>وَ بِإِرَادَتِكَ دُونَ نَهْيِكَ مُنْزَجِرَةٌ</w:t>
      </w:r>
      <w:r w:rsidR="007D3118">
        <w:rPr>
          <w:rtl/>
        </w:rPr>
        <w:t xml:space="preserve">. </w:t>
      </w:r>
    </w:p>
    <w:p w:rsidR="00587D34" w:rsidRDefault="00587D34" w:rsidP="00587D34">
      <w:pPr>
        <w:pStyle w:val="libNormal"/>
        <w:rPr>
          <w:rtl/>
        </w:rPr>
      </w:pPr>
      <w:r>
        <w:rPr>
          <w:rtl/>
        </w:rPr>
        <w:t>(4</w:t>
      </w:r>
      <w:r w:rsidR="007D3118">
        <w:rPr>
          <w:rtl/>
        </w:rPr>
        <w:t xml:space="preserve">) </w:t>
      </w:r>
      <w:r>
        <w:rPr>
          <w:rtl/>
        </w:rPr>
        <w:t>أَنْتَ الْمَدْعُوُّ لِلْمُهِمَّاتِ</w:t>
      </w:r>
      <w:r w:rsidR="007D3118">
        <w:rPr>
          <w:rtl/>
        </w:rPr>
        <w:t xml:space="preserve">، </w:t>
      </w:r>
      <w:r>
        <w:rPr>
          <w:rtl/>
        </w:rPr>
        <w:t>وَ أَنْتَ الْمَفْزَعُ فِى الْمُلِمَّاتِ</w:t>
      </w:r>
      <w:r w:rsidR="007D3118">
        <w:rPr>
          <w:rtl/>
        </w:rPr>
        <w:t xml:space="preserve">، </w:t>
      </w:r>
      <w:r>
        <w:rPr>
          <w:rtl/>
        </w:rPr>
        <w:t>لا يَنْدَفِعُ مِنْهَا إِلا مَا دَفَعْتَ</w:t>
      </w:r>
      <w:r w:rsidR="007D3118">
        <w:rPr>
          <w:rtl/>
        </w:rPr>
        <w:t xml:space="preserve">، </w:t>
      </w:r>
      <w:r>
        <w:rPr>
          <w:rtl/>
        </w:rPr>
        <w:t>وَ لا يَنْكَشِفُ مِنْهَا إِلا مَا كَشَفْتَ</w:t>
      </w:r>
    </w:p>
    <w:p w:rsidR="00587D34" w:rsidRDefault="00587D34" w:rsidP="00587D34">
      <w:pPr>
        <w:pStyle w:val="libNormal"/>
        <w:rPr>
          <w:rtl/>
        </w:rPr>
      </w:pPr>
      <w:r>
        <w:rPr>
          <w:rtl/>
        </w:rPr>
        <w:t>(5</w:t>
      </w:r>
      <w:r w:rsidR="007D3118">
        <w:rPr>
          <w:rtl/>
        </w:rPr>
        <w:t xml:space="preserve">) </w:t>
      </w:r>
      <w:r>
        <w:rPr>
          <w:rtl/>
        </w:rPr>
        <w:t>وَ قَدْ نَزَلَ بِى يَا رَبِّ مَا قَدْ تَكَأَّدَنِى ثِقْلُهُ</w:t>
      </w:r>
      <w:r w:rsidR="007D3118">
        <w:rPr>
          <w:rtl/>
        </w:rPr>
        <w:t xml:space="preserve">، </w:t>
      </w:r>
      <w:r>
        <w:rPr>
          <w:rtl/>
        </w:rPr>
        <w:t>وَ أَلَمَّ بِى مَا قَدْ بَهَظَنِى حَمْلُهُ</w:t>
      </w:r>
      <w:r w:rsidR="007D3118">
        <w:rPr>
          <w:rtl/>
        </w:rPr>
        <w:t xml:space="preserve">. </w:t>
      </w:r>
    </w:p>
    <w:p w:rsidR="00587D34" w:rsidRDefault="00587D34" w:rsidP="00587D34">
      <w:pPr>
        <w:pStyle w:val="libNormal"/>
        <w:rPr>
          <w:rtl/>
        </w:rPr>
      </w:pPr>
      <w:r>
        <w:rPr>
          <w:rtl/>
        </w:rPr>
        <w:t>(6</w:t>
      </w:r>
      <w:r w:rsidR="007D3118">
        <w:rPr>
          <w:rtl/>
        </w:rPr>
        <w:t xml:space="preserve">) </w:t>
      </w:r>
      <w:r>
        <w:rPr>
          <w:rtl/>
        </w:rPr>
        <w:t>وَ بِقُدْرَتِكَ أَوْرَدْتَهُ عَلَيَّ وَ بِسُلْطَانِكَ وَجَّهْتَهُ إِلَيَّ</w:t>
      </w:r>
      <w:r w:rsidR="007D3118">
        <w:rPr>
          <w:rtl/>
        </w:rPr>
        <w:t xml:space="preserve">. </w:t>
      </w:r>
    </w:p>
    <w:p w:rsidR="00587D34" w:rsidRDefault="00587D34" w:rsidP="00587D34">
      <w:pPr>
        <w:pStyle w:val="libNormal"/>
        <w:rPr>
          <w:rtl/>
        </w:rPr>
      </w:pPr>
      <w:r>
        <w:rPr>
          <w:rtl/>
        </w:rPr>
        <w:t>(7</w:t>
      </w:r>
      <w:r w:rsidR="007D3118">
        <w:rPr>
          <w:rtl/>
        </w:rPr>
        <w:t xml:space="preserve">) </w:t>
      </w:r>
      <w:r>
        <w:rPr>
          <w:rtl/>
        </w:rPr>
        <w:t>فَلا مُصْدِرَ لِمَا أَوْرَدْتَ</w:t>
      </w:r>
      <w:r w:rsidR="007D3118">
        <w:rPr>
          <w:rtl/>
        </w:rPr>
        <w:t xml:space="preserve">، </w:t>
      </w:r>
      <w:r>
        <w:rPr>
          <w:rtl/>
        </w:rPr>
        <w:t>وَ لا صَارِفَ لِمَا وَجَّهْتَ</w:t>
      </w:r>
      <w:r w:rsidR="007D3118">
        <w:rPr>
          <w:rtl/>
        </w:rPr>
        <w:t xml:space="preserve">، </w:t>
      </w:r>
      <w:r>
        <w:rPr>
          <w:rtl/>
        </w:rPr>
        <w:t>وَ لا فَاتِحَ لِمَا أَغْلَقْتَ</w:t>
      </w:r>
      <w:r w:rsidR="007D3118">
        <w:rPr>
          <w:rtl/>
        </w:rPr>
        <w:t xml:space="preserve">، </w:t>
      </w:r>
      <w:r>
        <w:rPr>
          <w:rtl/>
        </w:rPr>
        <w:t>وَ لا مُغْلِقَ لِمَا فَتَحْتَ</w:t>
      </w:r>
      <w:r w:rsidR="007D3118">
        <w:rPr>
          <w:rtl/>
        </w:rPr>
        <w:t xml:space="preserve">، </w:t>
      </w:r>
      <w:r>
        <w:rPr>
          <w:rtl/>
        </w:rPr>
        <w:t>وَ لا مُيَسِّرَ لِمَا عَسَّرْتَ</w:t>
      </w:r>
      <w:r w:rsidR="007D3118">
        <w:rPr>
          <w:rtl/>
        </w:rPr>
        <w:t xml:space="preserve">، </w:t>
      </w:r>
      <w:r>
        <w:rPr>
          <w:rtl/>
        </w:rPr>
        <w:t>وَ لا نَاصِرَ لِمَنْ خَذَلْتَ</w:t>
      </w:r>
      <w:r w:rsidR="007D3118">
        <w:rPr>
          <w:rtl/>
        </w:rPr>
        <w:t xml:space="preserve">. </w:t>
      </w:r>
    </w:p>
    <w:p w:rsidR="00587D34" w:rsidRDefault="00587D34" w:rsidP="00587D34">
      <w:pPr>
        <w:pStyle w:val="libNormal"/>
        <w:rPr>
          <w:rtl/>
        </w:rPr>
      </w:pPr>
      <w:r>
        <w:rPr>
          <w:rtl/>
        </w:rPr>
        <w:t>(8</w:t>
      </w:r>
      <w:r w:rsidR="007D3118">
        <w:rPr>
          <w:rtl/>
        </w:rPr>
        <w:t xml:space="preserve">) </w:t>
      </w:r>
      <w:r>
        <w:rPr>
          <w:rtl/>
        </w:rPr>
        <w:t>فَصَلِّ عَلَى مُحَمَّدٍ وَ آلِهِ</w:t>
      </w:r>
      <w:r w:rsidR="007D3118">
        <w:rPr>
          <w:rtl/>
        </w:rPr>
        <w:t xml:space="preserve">، </w:t>
      </w:r>
      <w:r>
        <w:rPr>
          <w:rtl/>
        </w:rPr>
        <w:t>وَ افْتَحْ لِى يَا رَبِّ بَابَ الْفَرَجِ بِطَوْلِكَ</w:t>
      </w:r>
      <w:r w:rsidR="007D3118">
        <w:rPr>
          <w:rtl/>
        </w:rPr>
        <w:t xml:space="preserve">، </w:t>
      </w:r>
      <w:r>
        <w:rPr>
          <w:rtl/>
        </w:rPr>
        <w:t>وَ اكْسِرْ عَنِّى سُلْطَانَ الْهَمِّ بِحَوْلِكَ</w:t>
      </w:r>
      <w:r w:rsidR="007D3118">
        <w:rPr>
          <w:rtl/>
        </w:rPr>
        <w:t xml:space="preserve">، </w:t>
      </w:r>
      <w:r>
        <w:rPr>
          <w:rtl/>
        </w:rPr>
        <w:t>وَ أَنِلْنِى حُسْنَ النَّظَرِ فِيمَا شَكَوْتُ</w:t>
      </w:r>
      <w:r w:rsidR="007D3118">
        <w:rPr>
          <w:rtl/>
        </w:rPr>
        <w:t xml:space="preserve">، </w:t>
      </w:r>
      <w:r>
        <w:rPr>
          <w:rtl/>
        </w:rPr>
        <w:t>وَ أَذِقْنِى حَلاوَةَ الصُّنْعِ فِيمَا سَأَلْتُ</w:t>
      </w:r>
      <w:r w:rsidR="007D3118">
        <w:rPr>
          <w:rtl/>
        </w:rPr>
        <w:t xml:space="preserve">، </w:t>
      </w:r>
      <w:r>
        <w:rPr>
          <w:rtl/>
        </w:rPr>
        <w:t>وَ هَبْ لِى مِنْ لَدُنْكَ رَحْمَةً وَ فَرَجا هَنِيئا</w:t>
      </w:r>
      <w:r w:rsidR="007D3118">
        <w:rPr>
          <w:rtl/>
        </w:rPr>
        <w:t xml:space="preserve">، </w:t>
      </w:r>
      <w:r>
        <w:rPr>
          <w:rtl/>
        </w:rPr>
        <w:t>وَ اجْعَلْ لِى مِنْ عِنْدِكَ مَخْرَجا وَحِيّا</w:t>
      </w:r>
      <w:r w:rsidR="007D3118">
        <w:rPr>
          <w:rtl/>
        </w:rPr>
        <w:t xml:space="preserve">. </w:t>
      </w:r>
    </w:p>
    <w:p w:rsidR="00587D34" w:rsidRDefault="00587D34" w:rsidP="00587D34">
      <w:pPr>
        <w:pStyle w:val="libNormal"/>
        <w:rPr>
          <w:rtl/>
        </w:rPr>
      </w:pPr>
      <w:r>
        <w:rPr>
          <w:rtl/>
        </w:rPr>
        <w:t>(9</w:t>
      </w:r>
      <w:r w:rsidR="007D3118">
        <w:rPr>
          <w:rtl/>
        </w:rPr>
        <w:t xml:space="preserve">) </w:t>
      </w:r>
      <w:r>
        <w:rPr>
          <w:rtl/>
        </w:rPr>
        <w:t>وَ لا تَشْغَلْنِى بِالاهْتِمَامِ عَنْ تَعَاهُدِ فُرُوضِكَ</w:t>
      </w:r>
      <w:r w:rsidR="007D3118">
        <w:rPr>
          <w:rtl/>
        </w:rPr>
        <w:t xml:space="preserve">، </w:t>
      </w:r>
      <w:r>
        <w:rPr>
          <w:rtl/>
        </w:rPr>
        <w:t>وَ اسْتِعْمَالِ سُنَّتِكَ</w:t>
      </w:r>
      <w:r w:rsidR="007D3118">
        <w:rPr>
          <w:rtl/>
        </w:rPr>
        <w:t xml:space="preserve">. </w:t>
      </w:r>
    </w:p>
    <w:p w:rsidR="00587D34" w:rsidRDefault="00587D34" w:rsidP="00587D34">
      <w:pPr>
        <w:pStyle w:val="libNormal"/>
        <w:rPr>
          <w:rtl/>
        </w:rPr>
      </w:pPr>
      <w:r>
        <w:rPr>
          <w:rtl/>
        </w:rPr>
        <w:t>(10</w:t>
      </w:r>
      <w:r w:rsidR="007D3118">
        <w:rPr>
          <w:rtl/>
        </w:rPr>
        <w:t xml:space="preserve">) </w:t>
      </w:r>
      <w:r>
        <w:rPr>
          <w:rtl/>
        </w:rPr>
        <w:t>فَقَدْ ضِقْتُ لِمَا نَزَلَ بِى يَا رَبِّ ذَرْعا</w:t>
      </w:r>
      <w:r w:rsidR="007D3118">
        <w:rPr>
          <w:rtl/>
        </w:rPr>
        <w:t xml:space="preserve">، </w:t>
      </w:r>
      <w:r>
        <w:rPr>
          <w:rtl/>
        </w:rPr>
        <w:t>وَ امْتَلَأْتُ بِحَمْلِ مَا حَدَثَ عَلَيَّ هَمّا</w:t>
      </w:r>
      <w:r w:rsidR="007D3118">
        <w:rPr>
          <w:rtl/>
        </w:rPr>
        <w:t xml:space="preserve">، </w:t>
      </w:r>
      <w:r>
        <w:rPr>
          <w:rtl/>
        </w:rPr>
        <w:t>وَ أَنْتَ الْقَادِرُ عَلَى كَشْفِ مَا مُنِيتُ بِهِ</w:t>
      </w:r>
      <w:r w:rsidR="007D3118">
        <w:rPr>
          <w:rtl/>
        </w:rPr>
        <w:t xml:space="preserve">، </w:t>
      </w:r>
      <w:r>
        <w:rPr>
          <w:rtl/>
        </w:rPr>
        <w:t>وَ دَفْعِ مَا وَقَعْتُ فِيهِ</w:t>
      </w:r>
      <w:r w:rsidR="007D3118">
        <w:rPr>
          <w:rtl/>
        </w:rPr>
        <w:t xml:space="preserve">، </w:t>
      </w:r>
      <w:r>
        <w:rPr>
          <w:rtl/>
        </w:rPr>
        <w:t>فَافْعَلْ بِى ذَلِكَ وَ إِنْ لَمْ أَسْتَوْجِبْهُ مِنْكَ</w:t>
      </w:r>
      <w:r w:rsidR="007D3118">
        <w:rPr>
          <w:rtl/>
        </w:rPr>
        <w:t xml:space="preserve">، </w:t>
      </w:r>
      <w:r>
        <w:rPr>
          <w:rtl/>
        </w:rPr>
        <w:t>يَا ذَا الْعَرْشِ الْعَظِيمِ</w:t>
      </w:r>
      <w:r w:rsidR="007D3118">
        <w:rPr>
          <w:rtl/>
        </w:rPr>
        <w:t xml:space="preserve">. </w:t>
      </w:r>
    </w:p>
    <w:p w:rsidR="00587D34" w:rsidRDefault="00AA3CBA" w:rsidP="004C63D0">
      <w:pPr>
        <w:pStyle w:val="Heading2"/>
        <w:rPr>
          <w:rtl/>
        </w:rPr>
      </w:pPr>
      <w:bookmarkStart w:id="19" w:name="_Toc394915148"/>
      <w:r>
        <w:rPr>
          <w:rtl/>
        </w:rPr>
        <w:lastRenderedPageBreak/>
        <w:t>ترجمه دعاى هفتم: دعاى آن حضرت آن گاه كه حادثه غم انگيز يا پيش آمدى ناگوار رخ مى داد</w:t>
      </w:r>
      <w:bookmarkEnd w:id="19"/>
    </w:p>
    <w:p w:rsidR="00587D34" w:rsidRDefault="00587D34" w:rsidP="00587D34">
      <w:pPr>
        <w:pStyle w:val="libNormal"/>
        <w:rPr>
          <w:rtl/>
        </w:rPr>
      </w:pPr>
      <w:r>
        <w:rPr>
          <w:rtl/>
        </w:rPr>
        <w:t>1</w:t>
      </w:r>
      <w:r w:rsidR="007D3118">
        <w:rPr>
          <w:rtl/>
        </w:rPr>
        <w:t xml:space="preserve">. </w:t>
      </w:r>
      <w:r>
        <w:rPr>
          <w:rtl/>
        </w:rPr>
        <w:t>اى كه گره هر دشواى به دست تو مى گشايد</w:t>
      </w:r>
      <w:r w:rsidR="007D3118">
        <w:rPr>
          <w:rtl/>
        </w:rPr>
        <w:t xml:space="preserve">، </w:t>
      </w:r>
      <w:r>
        <w:rPr>
          <w:rtl/>
        </w:rPr>
        <w:t>و اى كه حدت هر سختى به لطف تو نرم مى شود</w:t>
      </w:r>
      <w:r w:rsidR="007D3118">
        <w:rPr>
          <w:rtl/>
        </w:rPr>
        <w:t xml:space="preserve">. </w:t>
      </w:r>
      <w:r>
        <w:rPr>
          <w:rtl/>
        </w:rPr>
        <w:t>راه گريز به سوى آسايش و رفع اندوه از تو بايد خواست</w:t>
      </w:r>
      <w:r w:rsidR="007D3118">
        <w:rPr>
          <w:rtl/>
        </w:rPr>
        <w:t xml:space="preserve">. </w:t>
      </w:r>
    </w:p>
    <w:p w:rsidR="00587D34" w:rsidRDefault="00587D34" w:rsidP="00587D34">
      <w:pPr>
        <w:pStyle w:val="libNormal"/>
        <w:rPr>
          <w:rtl/>
        </w:rPr>
      </w:pPr>
      <w:r>
        <w:rPr>
          <w:rtl/>
        </w:rPr>
        <w:t>2</w:t>
      </w:r>
      <w:r w:rsidR="007D3118">
        <w:rPr>
          <w:rtl/>
        </w:rPr>
        <w:t xml:space="preserve">. </w:t>
      </w:r>
      <w:r>
        <w:rPr>
          <w:rtl/>
        </w:rPr>
        <w:t>نشيب و فرازهاى درشت و ناهموار زندگى پيش قدرت تو هموار مى شود و به لطف تو تدبير تو اسباب هر چيز فراهم مى گردد</w:t>
      </w:r>
      <w:r w:rsidR="007D3118">
        <w:rPr>
          <w:rtl/>
        </w:rPr>
        <w:t xml:space="preserve">. </w:t>
      </w:r>
      <w:r>
        <w:rPr>
          <w:rtl/>
        </w:rPr>
        <w:t>قضا به نيروى تو جارى است و همه چيز مطابق اراده تو مى گذرد</w:t>
      </w:r>
      <w:r w:rsidR="007D3118">
        <w:rPr>
          <w:rtl/>
        </w:rPr>
        <w:t xml:space="preserve">. </w:t>
      </w:r>
    </w:p>
    <w:p w:rsidR="00587D34" w:rsidRDefault="00587D34" w:rsidP="00587D34">
      <w:pPr>
        <w:pStyle w:val="libNormal"/>
        <w:rPr>
          <w:rtl/>
        </w:rPr>
      </w:pPr>
      <w:r>
        <w:rPr>
          <w:rtl/>
        </w:rPr>
        <w:t>3</w:t>
      </w:r>
      <w:r w:rsidR="007D3118">
        <w:rPr>
          <w:rtl/>
        </w:rPr>
        <w:t xml:space="preserve">. </w:t>
      </w:r>
      <w:r>
        <w:rPr>
          <w:rtl/>
        </w:rPr>
        <w:t>همه اشيا مشيت تو را ناگفته اطاعت مى كنند و به نهى تو اظهار ناكرده باز مى ايستند</w:t>
      </w:r>
      <w:r w:rsidR="007D3118">
        <w:rPr>
          <w:rtl/>
        </w:rPr>
        <w:t xml:space="preserve">. </w:t>
      </w:r>
    </w:p>
    <w:p w:rsidR="00587D34" w:rsidRDefault="00587D34" w:rsidP="00587D34">
      <w:pPr>
        <w:pStyle w:val="libNormal"/>
        <w:rPr>
          <w:rtl/>
        </w:rPr>
      </w:pPr>
      <w:r>
        <w:rPr>
          <w:rtl/>
        </w:rPr>
        <w:t>4</w:t>
      </w:r>
      <w:r w:rsidR="007D3118">
        <w:rPr>
          <w:rtl/>
        </w:rPr>
        <w:t xml:space="preserve">. </w:t>
      </w:r>
      <w:r>
        <w:rPr>
          <w:rtl/>
        </w:rPr>
        <w:t>آن تويى كه در حوادث غم انگيز تو را مى خوانند و در پيش آمدهاى ناگوار به تو پناه برند</w:t>
      </w:r>
      <w:r w:rsidR="007D3118">
        <w:rPr>
          <w:rtl/>
        </w:rPr>
        <w:t xml:space="preserve">. </w:t>
      </w:r>
      <w:r>
        <w:rPr>
          <w:rtl/>
        </w:rPr>
        <w:t>بليه دفع نشود مگر آن كه تو دفع كنى و بسته گشوده نشود مگر آن چه تو بگشايى</w:t>
      </w:r>
      <w:r w:rsidR="007D3118">
        <w:rPr>
          <w:rtl/>
        </w:rPr>
        <w:t xml:space="preserve">. </w:t>
      </w:r>
    </w:p>
    <w:p w:rsidR="00587D34" w:rsidRDefault="00587D34" w:rsidP="00587D34">
      <w:pPr>
        <w:pStyle w:val="libNormal"/>
        <w:rPr>
          <w:rtl/>
        </w:rPr>
      </w:pPr>
      <w:r>
        <w:rPr>
          <w:rtl/>
        </w:rPr>
        <w:t>5</w:t>
      </w:r>
      <w:r w:rsidR="007D3118">
        <w:rPr>
          <w:rtl/>
        </w:rPr>
        <w:t xml:space="preserve">. </w:t>
      </w:r>
      <w:r>
        <w:rPr>
          <w:rtl/>
        </w:rPr>
        <w:t>(اى پروردگار</w:t>
      </w:r>
      <w:r w:rsidR="007D3118">
        <w:rPr>
          <w:rtl/>
        </w:rPr>
        <w:t xml:space="preserve">) </w:t>
      </w:r>
      <w:r>
        <w:rPr>
          <w:rtl/>
        </w:rPr>
        <w:t>سختى پيش من آمد كه سنگينى آن مرا خرد كرد و و گرفتارى فرا رسيد كه بار آن مرا به ستوه آورد</w:t>
      </w:r>
      <w:r w:rsidR="007D3118">
        <w:rPr>
          <w:rtl/>
        </w:rPr>
        <w:t xml:space="preserve">. </w:t>
      </w:r>
    </w:p>
    <w:p w:rsidR="00587D34" w:rsidRDefault="00587D34" w:rsidP="00587D34">
      <w:pPr>
        <w:pStyle w:val="libNormal"/>
        <w:rPr>
          <w:rtl/>
        </w:rPr>
      </w:pPr>
      <w:r>
        <w:rPr>
          <w:rtl/>
        </w:rPr>
        <w:t>6</w:t>
      </w:r>
      <w:r w:rsidR="007D3118">
        <w:rPr>
          <w:rtl/>
        </w:rPr>
        <w:t xml:space="preserve">. </w:t>
      </w:r>
      <w:r>
        <w:rPr>
          <w:rtl/>
        </w:rPr>
        <w:t>تو آن را با قدرت خويش بر من فرود آورده اى</w:t>
      </w:r>
      <w:r w:rsidR="007D3118">
        <w:rPr>
          <w:rtl/>
        </w:rPr>
        <w:t xml:space="preserve">، </w:t>
      </w:r>
      <w:r>
        <w:rPr>
          <w:rtl/>
        </w:rPr>
        <w:t>و به فرمان خود سوى من روان ساخته</w:t>
      </w:r>
      <w:r w:rsidR="007D3118">
        <w:rPr>
          <w:rtl/>
        </w:rPr>
        <w:t xml:space="preserve">. </w:t>
      </w:r>
      <w:r w:rsidRPr="00AA3CBA">
        <w:rPr>
          <w:rStyle w:val="libFootnotenumChar"/>
          <w:rtl/>
        </w:rPr>
        <w:t>(41</w:t>
      </w:r>
      <w:r w:rsidR="007D3118" w:rsidRPr="00AA3CBA">
        <w:rPr>
          <w:rStyle w:val="libFootnotenumChar"/>
          <w:rtl/>
        </w:rPr>
        <w:t>)</w:t>
      </w:r>
    </w:p>
    <w:p w:rsidR="00587D34" w:rsidRDefault="00587D34" w:rsidP="00587D34">
      <w:pPr>
        <w:pStyle w:val="libNormal"/>
        <w:rPr>
          <w:rtl/>
        </w:rPr>
      </w:pPr>
      <w:r>
        <w:rPr>
          <w:rtl/>
        </w:rPr>
        <w:t>7</w:t>
      </w:r>
      <w:r w:rsidR="007D3118">
        <w:rPr>
          <w:rtl/>
        </w:rPr>
        <w:t xml:space="preserve">. </w:t>
      </w:r>
      <w:r>
        <w:rPr>
          <w:rtl/>
        </w:rPr>
        <w:t>آن را كه تو آوردى ديگرى نبرد</w:t>
      </w:r>
      <w:r w:rsidR="007D3118">
        <w:rPr>
          <w:rtl/>
        </w:rPr>
        <w:t xml:space="preserve">، </w:t>
      </w:r>
      <w:r>
        <w:rPr>
          <w:rtl/>
        </w:rPr>
        <w:t>و آنچه تو فرستى ديگرى باز نگرداند</w:t>
      </w:r>
      <w:r w:rsidR="007D3118">
        <w:rPr>
          <w:rtl/>
        </w:rPr>
        <w:t xml:space="preserve">، </w:t>
      </w:r>
      <w:r>
        <w:rPr>
          <w:rtl/>
        </w:rPr>
        <w:t>بسته تو را ديگرى نگشايد و گشاده تو را ديگرى نبندد</w:t>
      </w:r>
      <w:r w:rsidR="007D3118">
        <w:rPr>
          <w:rtl/>
        </w:rPr>
        <w:t xml:space="preserve">، </w:t>
      </w:r>
      <w:r>
        <w:rPr>
          <w:rtl/>
        </w:rPr>
        <w:t>و دشوار تو را كسى آسان نگرداند</w:t>
      </w:r>
      <w:r w:rsidR="007D3118">
        <w:rPr>
          <w:rtl/>
        </w:rPr>
        <w:t xml:space="preserve">، </w:t>
      </w:r>
      <w:r>
        <w:rPr>
          <w:rtl/>
        </w:rPr>
        <w:t>و رها كرده تو را ديگرى دست نگيرد</w:t>
      </w:r>
      <w:r w:rsidR="007D3118">
        <w:rPr>
          <w:rtl/>
        </w:rPr>
        <w:t xml:space="preserve">. </w:t>
      </w:r>
    </w:p>
    <w:p w:rsidR="00587D34" w:rsidRDefault="00587D34" w:rsidP="00587D34">
      <w:pPr>
        <w:pStyle w:val="libNormal"/>
        <w:rPr>
          <w:rtl/>
        </w:rPr>
      </w:pPr>
      <w:r>
        <w:rPr>
          <w:rtl/>
        </w:rPr>
        <w:t>8</w:t>
      </w:r>
      <w:r w:rsidR="007D3118">
        <w:rPr>
          <w:rtl/>
        </w:rPr>
        <w:t xml:space="preserve">. </w:t>
      </w:r>
      <w:r>
        <w:rPr>
          <w:rtl/>
        </w:rPr>
        <w:t>پس بر محمد و آل او درود فرست</w:t>
      </w:r>
      <w:r w:rsidR="007D3118">
        <w:rPr>
          <w:rtl/>
        </w:rPr>
        <w:t xml:space="preserve">، </w:t>
      </w:r>
      <w:r>
        <w:rPr>
          <w:rtl/>
        </w:rPr>
        <w:t>اى پروردگار و به فضلت خود باب فرج را به روى من بگشاى</w:t>
      </w:r>
      <w:r w:rsidR="007D3118">
        <w:rPr>
          <w:rtl/>
        </w:rPr>
        <w:t xml:space="preserve">، </w:t>
      </w:r>
      <w:r>
        <w:rPr>
          <w:rtl/>
        </w:rPr>
        <w:t>و دست اندوه را به قدرت خود از من رفع كن</w:t>
      </w:r>
      <w:r w:rsidR="007D3118">
        <w:rPr>
          <w:rtl/>
        </w:rPr>
        <w:t xml:space="preserve">، </w:t>
      </w:r>
      <w:r>
        <w:rPr>
          <w:rtl/>
        </w:rPr>
        <w:t>در شكايت من نيك بنگر</w:t>
      </w:r>
      <w:r w:rsidR="007D3118">
        <w:rPr>
          <w:rtl/>
        </w:rPr>
        <w:t xml:space="preserve">. </w:t>
      </w:r>
      <w:r>
        <w:rPr>
          <w:rtl/>
        </w:rPr>
        <w:t xml:space="preserve">و كام مرا به اجابت مسئول من شيرين گردان و از نزد </w:t>
      </w:r>
      <w:r>
        <w:rPr>
          <w:rtl/>
        </w:rPr>
        <w:lastRenderedPageBreak/>
        <w:t>خود رحمت و گشايشى</w:t>
      </w:r>
      <w:r w:rsidR="007D3118">
        <w:rPr>
          <w:rtl/>
        </w:rPr>
        <w:t xml:space="preserve">، </w:t>
      </w:r>
      <w:r>
        <w:rPr>
          <w:rtl/>
        </w:rPr>
        <w:t>نصيب من كن</w:t>
      </w:r>
      <w:r w:rsidR="007D3118">
        <w:rPr>
          <w:rtl/>
        </w:rPr>
        <w:t xml:space="preserve">، </w:t>
      </w:r>
      <w:r>
        <w:rPr>
          <w:rtl/>
        </w:rPr>
        <w:t>راه بيرون شدن از اين شدايد را به زودى فراهم ساز</w:t>
      </w:r>
      <w:r w:rsidR="007D3118">
        <w:rPr>
          <w:rtl/>
        </w:rPr>
        <w:t xml:space="preserve">. </w:t>
      </w:r>
    </w:p>
    <w:p w:rsidR="00587D34" w:rsidRDefault="00587D34" w:rsidP="00587D34">
      <w:pPr>
        <w:pStyle w:val="libNormal"/>
        <w:rPr>
          <w:rtl/>
        </w:rPr>
      </w:pPr>
      <w:r>
        <w:rPr>
          <w:rtl/>
        </w:rPr>
        <w:t>9</w:t>
      </w:r>
      <w:r w:rsidR="007D3118">
        <w:rPr>
          <w:rtl/>
        </w:rPr>
        <w:t xml:space="preserve">. </w:t>
      </w:r>
      <w:r>
        <w:rPr>
          <w:rtl/>
        </w:rPr>
        <w:t>و مرا به سبب پرييشانيدل از رعايت واجبات و متابعت سنت باز مدار</w:t>
      </w:r>
      <w:r w:rsidR="007D3118">
        <w:rPr>
          <w:rtl/>
        </w:rPr>
        <w:t xml:space="preserve">. </w:t>
      </w:r>
    </w:p>
    <w:p w:rsidR="00587D34" w:rsidRDefault="00587D34" w:rsidP="00587D34">
      <w:pPr>
        <w:pStyle w:val="libNormal"/>
        <w:rPr>
          <w:rtl/>
        </w:rPr>
      </w:pPr>
      <w:r>
        <w:rPr>
          <w:rtl/>
        </w:rPr>
        <w:t>10</w:t>
      </w:r>
      <w:r w:rsidR="007D3118">
        <w:rPr>
          <w:rtl/>
        </w:rPr>
        <w:t xml:space="preserve">. </w:t>
      </w:r>
      <w:r>
        <w:rPr>
          <w:rtl/>
        </w:rPr>
        <w:t>كه از آنچه پيش آمد دل تنگ دارم و زير بار حوادث از اندوه آكنده ام</w:t>
      </w:r>
      <w:r w:rsidR="007D3118">
        <w:rPr>
          <w:rtl/>
        </w:rPr>
        <w:t xml:space="preserve">. </w:t>
      </w:r>
    </w:p>
    <w:p w:rsidR="00587D34" w:rsidRDefault="00587D34" w:rsidP="00587D34">
      <w:pPr>
        <w:pStyle w:val="libNormal"/>
        <w:rPr>
          <w:rtl/>
        </w:rPr>
      </w:pPr>
      <w:r>
        <w:rPr>
          <w:rtl/>
        </w:rPr>
        <w:t>تويى كه مى توانى بلا را از من دور كنى و آن چه گرفتار آن شده ام از من باز گردانى</w:t>
      </w:r>
      <w:r w:rsidR="007D3118">
        <w:rPr>
          <w:rtl/>
        </w:rPr>
        <w:t xml:space="preserve">، </w:t>
      </w:r>
      <w:r>
        <w:rPr>
          <w:rtl/>
        </w:rPr>
        <w:t>اين لطف را درباره من انجام ده</w:t>
      </w:r>
      <w:r w:rsidR="007D3118">
        <w:rPr>
          <w:rtl/>
        </w:rPr>
        <w:t xml:space="preserve">، </w:t>
      </w:r>
      <w:r>
        <w:rPr>
          <w:rtl/>
        </w:rPr>
        <w:t>هر چند شايسته آن نيستم</w:t>
      </w:r>
      <w:r w:rsidR="007D3118">
        <w:rPr>
          <w:rtl/>
        </w:rPr>
        <w:t xml:space="preserve">، </w:t>
      </w:r>
      <w:r>
        <w:rPr>
          <w:rtl/>
        </w:rPr>
        <w:t>اى كسى كه تخت پادشاهى عظيم خاص تو است</w:t>
      </w:r>
      <w:r w:rsidR="007D3118">
        <w:rPr>
          <w:rtl/>
        </w:rPr>
        <w:t xml:space="preserve">. </w:t>
      </w:r>
      <w:r w:rsidRPr="00AA3CBA">
        <w:rPr>
          <w:rStyle w:val="libFootnotenumChar"/>
          <w:rtl/>
        </w:rPr>
        <w:t>(42</w:t>
      </w:r>
      <w:r w:rsidR="007D3118" w:rsidRPr="00AA3CBA">
        <w:rPr>
          <w:rStyle w:val="libFootnotenumChar"/>
          <w:rtl/>
        </w:rPr>
        <w:t>)</w:t>
      </w:r>
    </w:p>
    <w:p w:rsidR="00587D34" w:rsidRDefault="00F57255" w:rsidP="004C63D0">
      <w:pPr>
        <w:pStyle w:val="Heading2"/>
        <w:rPr>
          <w:rtl/>
        </w:rPr>
      </w:pPr>
      <w:r>
        <w:br w:type="page"/>
      </w:r>
      <w:bookmarkStart w:id="20" w:name="_Toc394915149"/>
      <w:r w:rsidR="00AA3CBA">
        <w:lastRenderedPageBreak/>
        <w:t>8</w:t>
      </w:r>
      <w:r w:rsidR="00AA3CBA">
        <w:rPr>
          <w:rtl/>
        </w:rPr>
        <w:t xml:space="preserve"> وَ كَانَ مِنْ دُعَائِهِ عَلَيْهِ السَّلامُ فِى الاسْتِعَاذَةِ مِنَ الْمَكَارِهِ وَ سَيِّئِ الْأَخْلاقِ وَ مَذَامِّ الْأَفْعَالِ:</w:t>
      </w:r>
      <w:bookmarkEnd w:id="20"/>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إِنيِّ أَعُوذُ بِكَ مِنْ هَيَجَانِ الْحِرْصِ</w:t>
      </w:r>
      <w:r w:rsidR="007D3118">
        <w:rPr>
          <w:rtl/>
        </w:rPr>
        <w:t xml:space="preserve">، </w:t>
      </w:r>
      <w:r>
        <w:rPr>
          <w:rtl/>
        </w:rPr>
        <w:t>وَ سَوْرَةِ الْغَضَبِ</w:t>
      </w:r>
      <w:r w:rsidR="007D3118">
        <w:rPr>
          <w:rtl/>
        </w:rPr>
        <w:t xml:space="preserve">، </w:t>
      </w:r>
      <w:r>
        <w:rPr>
          <w:rtl/>
        </w:rPr>
        <w:t>وَ غَلَبَةِ الْحَسَدِ</w:t>
      </w:r>
      <w:r w:rsidR="007D3118">
        <w:rPr>
          <w:rtl/>
        </w:rPr>
        <w:t xml:space="preserve">، </w:t>
      </w:r>
      <w:r>
        <w:rPr>
          <w:rtl/>
        </w:rPr>
        <w:t>وَ ضَعْفِ الصَّبْرِ</w:t>
      </w:r>
      <w:r w:rsidR="007D3118">
        <w:rPr>
          <w:rtl/>
        </w:rPr>
        <w:t xml:space="preserve">، </w:t>
      </w:r>
      <w:r>
        <w:rPr>
          <w:rtl/>
        </w:rPr>
        <w:t>وَ قِلَّةِ الْقَنَاعَةِ</w:t>
      </w:r>
      <w:r w:rsidR="007D3118">
        <w:rPr>
          <w:rtl/>
        </w:rPr>
        <w:t xml:space="preserve">، </w:t>
      </w:r>
      <w:r>
        <w:rPr>
          <w:rtl/>
        </w:rPr>
        <w:t>وَ شَكَاسَةِ الْخُلْقِ</w:t>
      </w:r>
      <w:r w:rsidR="007D3118">
        <w:rPr>
          <w:rtl/>
        </w:rPr>
        <w:t xml:space="preserve">، </w:t>
      </w:r>
      <w:r>
        <w:rPr>
          <w:rtl/>
        </w:rPr>
        <w:t>وَ إِلْحَاحِ الشَّهْوَةِ</w:t>
      </w:r>
      <w:r w:rsidR="007D3118">
        <w:rPr>
          <w:rtl/>
        </w:rPr>
        <w:t xml:space="preserve">، </w:t>
      </w:r>
      <w:r>
        <w:rPr>
          <w:rtl/>
        </w:rPr>
        <w:t>وَ مَلَكَةِ الْحَمِيَّةِ</w:t>
      </w:r>
    </w:p>
    <w:p w:rsidR="00587D34" w:rsidRDefault="00587D34" w:rsidP="00587D34">
      <w:pPr>
        <w:pStyle w:val="libNormal"/>
        <w:rPr>
          <w:rtl/>
        </w:rPr>
      </w:pPr>
      <w:r>
        <w:rPr>
          <w:rtl/>
        </w:rPr>
        <w:t>(2</w:t>
      </w:r>
      <w:r w:rsidR="007D3118">
        <w:rPr>
          <w:rtl/>
        </w:rPr>
        <w:t xml:space="preserve">) </w:t>
      </w:r>
      <w:r>
        <w:rPr>
          <w:rtl/>
        </w:rPr>
        <w:t>وَ مُتَابَعَةِ الْهَوَى</w:t>
      </w:r>
      <w:r w:rsidR="007D3118">
        <w:rPr>
          <w:rtl/>
        </w:rPr>
        <w:t xml:space="preserve">، </w:t>
      </w:r>
      <w:r>
        <w:rPr>
          <w:rtl/>
        </w:rPr>
        <w:t>وَ مُخَالَفَةِ الْهُدَى</w:t>
      </w:r>
      <w:r w:rsidR="007D3118">
        <w:rPr>
          <w:rtl/>
        </w:rPr>
        <w:t xml:space="preserve">، </w:t>
      </w:r>
      <w:r>
        <w:rPr>
          <w:rtl/>
        </w:rPr>
        <w:t>وَ سِنَةِ الْغَفْلَةِ</w:t>
      </w:r>
      <w:r w:rsidR="007D3118">
        <w:rPr>
          <w:rtl/>
        </w:rPr>
        <w:t xml:space="preserve">، </w:t>
      </w:r>
      <w:r>
        <w:rPr>
          <w:rtl/>
        </w:rPr>
        <w:t>وَ تَعَاطِى الْكُلْفَةِ</w:t>
      </w:r>
      <w:r w:rsidR="007D3118">
        <w:rPr>
          <w:rtl/>
        </w:rPr>
        <w:t xml:space="preserve">، </w:t>
      </w:r>
      <w:r>
        <w:rPr>
          <w:rtl/>
        </w:rPr>
        <w:t>وَ إِيثَارِ الْبَاطِلِ عَلَى الْحَقِّ</w:t>
      </w:r>
      <w:r w:rsidR="007D3118">
        <w:rPr>
          <w:rtl/>
        </w:rPr>
        <w:t xml:space="preserve">، </w:t>
      </w:r>
      <w:r>
        <w:rPr>
          <w:rtl/>
        </w:rPr>
        <w:t>وَ الْإِصْرَارِ عَلَى الْمَأْثَمِ</w:t>
      </w:r>
      <w:r w:rsidR="007D3118">
        <w:rPr>
          <w:rtl/>
        </w:rPr>
        <w:t xml:space="preserve">، </w:t>
      </w:r>
      <w:r>
        <w:rPr>
          <w:rtl/>
        </w:rPr>
        <w:t>وَ اسْتِصْغَارِ الْمَعْصِيَةِ</w:t>
      </w:r>
      <w:r w:rsidR="007D3118">
        <w:rPr>
          <w:rtl/>
        </w:rPr>
        <w:t xml:space="preserve">، </w:t>
      </w:r>
      <w:r>
        <w:rPr>
          <w:rtl/>
        </w:rPr>
        <w:t>وَ اسْتِكْبَارِ الطَّاعَةِ</w:t>
      </w:r>
      <w:r w:rsidR="007D3118">
        <w:rPr>
          <w:rtl/>
        </w:rPr>
        <w:t xml:space="preserve">. </w:t>
      </w:r>
    </w:p>
    <w:p w:rsidR="00587D34" w:rsidRDefault="00587D34" w:rsidP="00587D34">
      <w:pPr>
        <w:pStyle w:val="libNormal"/>
        <w:rPr>
          <w:rtl/>
        </w:rPr>
      </w:pPr>
      <w:r>
        <w:rPr>
          <w:rtl/>
        </w:rPr>
        <w:t>(3</w:t>
      </w:r>
      <w:r w:rsidR="007D3118">
        <w:rPr>
          <w:rtl/>
        </w:rPr>
        <w:t xml:space="preserve">) </w:t>
      </w:r>
      <w:r>
        <w:rPr>
          <w:rtl/>
        </w:rPr>
        <w:t>وَ مُبَاهَاةِ الْمُكْثِرِينَ</w:t>
      </w:r>
      <w:r w:rsidR="007D3118">
        <w:rPr>
          <w:rtl/>
        </w:rPr>
        <w:t xml:space="preserve">، </w:t>
      </w:r>
      <w:r>
        <w:rPr>
          <w:rtl/>
        </w:rPr>
        <w:t>وَ الْإِزْرَاءِ بِالْمُقِلِّينَ</w:t>
      </w:r>
      <w:r w:rsidR="007D3118">
        <w:rPr>
          <w:rtl/>
        </w:rPr>
        <w:t xml:space="preserve">، </w:t>
      </w:r>
      <w:r>
        <w:rPr>
          <w:rtl/>
        </w:rPr>
        <w:t>وَ سُوءِ الْوِلايَةِ لِمَنْ تَحْتَ أَيْدِينَا</w:t>
      </w:r>
      <w:r w:rsidR="007D3118">
        <w:rPr>
          <w:rtl/>
        </w:rPr>
        <w:t xml:space="preserve">، </w:t>
      </w:r>
      <w:r>
        <w:rPr>
          <w:rtl/>
        </w:rPr>
        <w:t>وَ تَرْكِ الشُّكْرِ لِمَنِ اصْطَنَعَ الْعَارِفَةَ عِنْدَنَا</w:t>
      </w:r>
    </w:p>
    <w:p w:rsidR="00587D34" w:rsidRDefault="00587D34" w:rsidP="00587D34">
      <w:pPr>
        <w:pStyle w:val="libNormal"/>
        <w:rPr>
          <w:rtl/>
        </w:rPr>
      </w:pPr>
      <w:r>
        <w:rPr>
          <w:rtl/>
        </w:rPr>
        <w:t>(4</w:t>
      </w:r>
      <w:r w:rsidR="007D3118">
        <w:rPr>
          <w:rtl/>
        </w:rPr>
        <w:t xml:space="preserve">) </w:t>
      </w:r>
      <w:r>
        <w:rPr>
          <w:rtl/>
        </w:rPr>
        <w:t>أَوْ أَنْ نَعْضُدَ ظَالِما</w:t>
      </w:r>
      <w:r w:rsidR="007D3118">
        <w:rPr>
          <w:rtl/>
        </w:rPr>
        <w:t xml:space="preserve">، </w:t>
      </w:r>
      <w:r>
        <w:rPr>
          <w:rtl/>
        </w:rPr>
        <w:t>أَوْ نَخْذُلَ مَلْهُوفا</w:t>
      </w:r>
      <w:r w:rsidR="007D3118">
        <w:rPr>
          <w:rtl/>
        </w:rPr>
        <w:t xml:space="preserve">، </w:t>
      </w:r>
      <w:r>
        <w:rPr>
          <w:rtl/>
        </w:rPr>
        <w:t>أَوْ نَرُومَ مَا لَيْسَ لَنَا بِحَقٍّ</w:t>
      </w:r>
      <w:r w:rsidR="007D3118">
        <w:rPr>
          <w:rtl/>
        </w:rPr>
        <w:t xml:space="preserve">، </w:t>
      </w:r>
      <w:r>
        <w:rPr>
          <w:rtl/>
        </w:rPr>
        <w:t>أَوْ نَقُولَ فِى الْعِلْمِ بِغَيْرِ عِلْمٍ</w:t>
      </w:r>
    </w:p>
    <w:p w:rsidR="00587D34" w:rsidRDefault="00587D34" w:rsidP="00587D34">
      <w:pPr>
        <w:pStyle w:val="libNormal"/>
        <w:rPr>
          <w:rtl/>
        </w:rPr>
      </w:pPr>
      <w:r>
        <w:rPr>
          <w:rtl/>
        </w:rPr>
        <w:t>(5</w:t>
      </w:r>
      <w:r w:rsidR="007D3118">
        <w:rPr>
          <w:rtl/>
        </w:rPr>
        <w:t xml:space="preserve">) </w:t>
      </w:r>
      <w:r>
        <w:rPr>
          <w:rtl/>
        </w:rPr>
        <w:t>وَ نَعُوذُ بِكَ أَنْ نَنْطَوِىَ عَلَى غِشِّ أَحَدٍ</w:t>
      </w:r>
      <w:r w:rsidR="007D3118">
        <w:rPr>
          <w:rtl/>
        </w:rPr>
        <w:t xml:space="preserve">، </w:t>
      </w:r>
      <w:r>
        <w:rPr>
          <w:rtl/>
        </w:rPr>
        <w:t>وَ أَنْ نُعْجِبَ بِأَعْمَالِنَا</w:t>
      </w:r>
      <w:r w:rsidR="007D3118">
        <w:rPr>
          <w:rtl/>
        </w:rPr>
        <w:t xml:space="preserve">، </w:t>
      </w:r>
      <w:r>
        <w:rPr>
          <w:rtl/>
        </w:rPr>
        <w:t>وَ نَمُدَّ فِى آمَالِنَا</w:t>
      </w:r>
    </w:p>
    <w:p w:rsidR="00587D34" w:rsidRDefault="00587D34" w:rsidP="00587D34">
      <w:pPr>
        <w:pStyle w:val="libNormal"/>
        <w:rPr>
          <w:rtl/>
        </w:rPr>
      </w:pPr>
      <w:r>
        <w:rPr>
          <w:rtl/>
        </w:rPr>
        <w:t>(6</w:t>
      </w:r>
      <w:r w:rsidR="007D3118">
        <w:rPr>
          <w:rtl/>
        </w:rPr>
        <w:t xml:space="preserve">) </w:t>
      </w:r>
      <w:r>
        <w:rPr>
          <w:rtl/>
        </w:rPr>
        <w:t>وَ نَعُوذُ بِكَ مِنْ سُوءِ السَّرِيرَةِ</w:t>
      </w:r>
      <w:r w:rsidR="007D3118">
        <w:rPr>
          <w:rtl/>
        </w:rPr>
        <w:t xml:space="preserve">، </w:t>
      </w:r>
      <w:r>
        <w:rPr>
          <w:rtl/>
        </w:rPr>
        <w:t>وَ احْتِقَارِ الصَّغِيرَةِ</w:t>
      </w:r>
      <w:r w:rsidR="007D3118">
        <w:rPr>
          <w:rtl/>
        </w:rPr>
        <w:t xml:space="preserve">، </w:t>
      </w:r>
      <w:r>
        <w:rPr>
          <w:rtl/>
        </w:rPr>
        <w:t>وَ أَنْ يَسْتَحْوِذَ عَلَيْنَا الشَّيْطَانُ</w:t>
      </w:r>
      <w:r w:rsidR="007D3118">
        <w:rPr>
          <w:rtl/>
        </w:rPr>
        <w:t xml:space="preserve">، </w:t>
      </w:r>
      <w:r>
        <w:rPr>
          <w:rtl/>
        </w:rPr>
        <w:t>أَوْ يَنْكُبَنَا الزَّمَانُ</w:t>
      </w:r>
      <w:r w:rsidR="007D3118">
        <w:rPr>
          <w:rtl/>
        </w:rPr>
        <w:t xml:space="preserve">، </w:t>
      </w:r>
      <w:r>
        <w:rPr>
          <w:rtl/>
        </w:rPr>
        <w:t>أَوْ يَتَهَضَّمَنَا السُّلْطَانُ</w:t>
      </w:r>
    </w:p>
    <w:p w:rsidR="00587D34" w:rsidRDefault="00587D34" w:rsidP="00587D34">
      <w:pPr>
        <w:pStyle w:val="libNormal"/>
        <w:rPr>
          <w:rtl/>
        </w:rPr>
      </w:pPr>
      <w:r>
        <w:rPr>
          <w:rtl/>
        </w:rPr>
        <w:t>(7</w:t>
      </w:r>
      <w:r w:rsidR="007D3118">
        <w:rPr>
          <w:rtl/>
        </w:rPr>
        <w:t xml:space="preserve">) </w:t>
      </w:r>
      <w:r>
        <w:rPr>
          <w:rtl/>
        </w:rPr>
        <w:t>وَ نَعُوذُ بِكَ مِنْ تَنَاوُلِ الْإِسرَافِ</w:t>
      </w:r>
      <w:r w:rsidR="007D3118">
        <w:rPr>
          <w:rtl/>
        </w:rPr>
        <w:t xml:space="preserve">، </w:t>
      </w:r>
      <w:r>
        <w:rPr>
          <w:rtl/>
        </w:rPr>
        <w:t>وَ مِنْ فِقْدَانِ الْكَفَافِ</w:t>
      </w:r>
    </w:p>
    <w:p w:rsidR="00587D34" w:rsidRDefault="00587D34" w:rsidP="00587D34">
      <w:pPr>
        <w:pStyle w:val="libNormal"/>
        <w:rPr>
          <w:rtl/>
        </w:rPr>
      </w:pPr>
      <w:r>
        <w:rPr>
          <w:rtl/>
        </w:rPr>
        <w:t>(8</w:t>
      </w:r>
      <w:r w:rsidR="007D3118">
        <w:rPr>
          <w:rtl/>
        </w:rPr>
        <w:t xml:space="preserve">) </w:t>
      </w:r>
      <w:r>
        <w:rPr>
          <w:rtl/>
        </w:rPr>
        <w:t>وَ نَعُوذُ بِكَ مِنْ شَمَاتَةِ الْأَعْدَاءِ</w:t>
      </w:r>
      <w:r w:rsidR="007D3118">
        <w:rPr>
          <w:rtl/>
        </w:rPr>
        <w:t xml:space="preserve">، </w:t>
      </w:r>
      <w:r>
        <w:rPr>
          <w:rtl/>
        </w:rPr>
        <w:t>وَ مِنْ الْفَقْرِ إِلَى الْأَكْفَاءِ</w:t>
      </w:r>
      <w:r w:rsidR="007D3118">
        <w:rPr>
          <w:rtl/>
        </w:rPr>
        <w:t xml:space="preserve">، </w:t>
      </w:r>
      <w:r>
        <w:rPr>
          <w:rtl/>
        </w:rPr>
        <w:t>وَ مِنْ مَعِيشَةٍ فِى شِدَّةٍ</w:t>
      </w:r>
      <w:r w:rsidR="007D3118">
        <w:rPr>
          <w:rtl/>
        </w:rPr>
        <w:t xml:space="preserve">، </w:t>
      </w:r>
      <w:r>
        <w:rPr>
          <w:rtl/>
        </w:rPr>
        <w:t>وَ مِيتَةٍ عَلَى غَيْرِ عُدَّةٍ</w:t>
      </w:r>
      <w:r w:rsidR="007D3118">
        <w:rPr>
          <w:rtl/>
        </w:rPr>
        <w:t xml:space="preserve">. </w:t>
      </w:r>
    </w:p>
    <w:p w:rsidR="00587D34" w:rsidRDefault="00587D34" w:rsidP="00587D34">
      <w:pPr>
        <w:pStyle w:val="libNormal"/>
        <w:rPr>
          <w:rtl/>
        </w:rPr>
      </w:pPr>
      <w:r>
        <w:rPr>
          <w:rtl/>
        </w:rPr>
        <w:t>(9</w:t>
      </w:r>
      <w:r w:rsidR="007D3118">
        <w:rPr>
          <w:rtl/>
        </w:rPr>
        <w:t xml:space="preserve">) </w:t>
      </w:r>
      <w:r>
        <w:rPr>
          <w:rtl/>
        </w:rPr>
        <w:t>وَ نَعُوذُ بِكَ مِنَ الْحَسْرَةِ الْعُظْمَى</w:t>
      </w:r>
      <w:r w:rsidR="007D3118">
        <w:rPr>
          <w:rtl/>
        </w:rPr>
        <w:t xml:space="preserve">، </w:t>
      </w:r>
      <w:r>
        <w:rPr>
          <w:rtl/>
        </w:rPr>
        <w:t>وَ الْمُصِيبَةِ الْكُبْرَى</w:t>
      </w:r>
      <w:r w:rsidR="007D3118">
        <w:rPr>
          <w:rtl/>
        </w:rPr>
        <w:t xml:space="preserve">، </w:t>
      </w:r>
      <w:r>
        <w:rPr>
          <w:rtl/>
        </w:rPr>
        <w:t>وَ أَشْقَى الشَّقَاءِ</w:t>
      </w:r>
      <w:r w:rsidR="007D3118">
        <w:rPr>
          <w:rtl/>
        </w:rPr>
        <w:t xml:space="preserve">، </w:t>
      </w:r>
      <w:r>
        <w:rPr>
          <w:rtl/>
        </w:rPr>
        <w:t>وَ سُوءِ الْمَآبِ</w:t>
      </w:r>
      <w:r w:rsidR="007D3118">
        <w:rPr>
          <w:rtl/>
        </w:rPr>
        <w:t xml:space="preserve">، </w:t>
      </w:r>
      <w:r>
        <w:rPr>
          <w:rtl/>
        </w:rPr>
        <w:t>وَ حِرْمَانِ الثَّوَابِ</w:t>
      </w:r>
      <w:r w:rsidR="007D3118">
        <w:rPr>
          <w:rtl/>
        </w:rPr>
        <w:t xml:space="preserve">، </w:t>
      </w:r>
      <w:r>
        <w:rPr>
          <w:rtl/>
        </w:rPr>
        <w:t>وَ حُلُولِ الْعِقَابِ</w:t>
      </w:r>
    </w:p>
    <w:p w:rsidR="00587D34" w:rsidRDefault="00587D34" w:rsidP="00587D34">
      <w:pPr>
        <w:pStyle w:val="libNormal"/>
        <w:rPr>
          <w:rtl/>
        </w:rPr>
      </w:pPr>
      <w:r>
        <w:rPr>
          <w:rtl/>
        </w:rPr>
        <w:t>(10</w:t>
      </w:r>
      <w:r w:rsidR="007D3118">
        <w:rPr>
          <w:rtl/>
        </w:rPr>
        <w:t xml:space="preserve">) </w:t>
      </w:r>
      <w:r>
        <w:rPr>
          <w:rtl/>
        </w:rPr>
        <w:t>اللَّهُمَّ صَلِّ عَلَى مُحَمَّدٍ وَ آلِهِ</w:t>
      </w:r>
      <w:r w:rsidR="007D3118">
        <w:rPr>
          <w:rtl/>
        </w:rPr>
        <w:t xml:space="preserve">، </w:t>
      </w:r>
      <w:r>
        <w:rPr>
          <w:rtl/>
        </w:rPr>
        <w:t>وَ أَعِذْنِى مِنْ كُلِّ ذَلِكَ بِرَحْمَتِكَ وَ جَمِيعَ الْمُؤْمِنِينَ وَ الْمُؤْمِنَاتِ</w:t>
      </w:r>
      <w:r w:rsidR="007D3118">
        <w:rPr>
          <w:rtl/>
        </w:rPr>
        <w:t xml:space="preserve">، </w:t>
      </w:r>
      <w:r>
        <w:rPr>
          <w:rtl/>
        </w:rPr>
        <w:t>يَا أَرْحَمَ الرَّاحِمِينَ</w:t>
      </w:r>
      <w:r w:rsidR="007D3118">
        <w:rPr>
          <w:rtl/>
        </w:rPr>
        <w:t xml:space="preserve">. </w:t>
      </w:r>
    </w:p>
    <w:p w:rsidR="00587D34" w:rsidRDefault="00AA3CBA" w:rsidP="004C63D0">
      <w:pPr>
        <w:pStyle w:val="Heading2"/>
        <w:rPr>
          <w:rtl/>
        </w:rPr>
      </w:pPr>
      <w:bookmarkStart w:id="21" w:name="_Toc394915150"/>
      <w:r>
        <w:rPr>
          <w:rtl/>
        </w:rPr>
        <w:lastRenderedPageBreak/>
        <w:t xml:space="preserve">ترجمه دعاى هشتم: دعاى آن حضرت </w:t>
      </w:r>
      <w:r w:rsidR="000C598D" w:rsidRPr="000C598D">
        <w:rPr>
          <w:rStyle w:val="libAlaemChar"/>
          <w:rtl/>
        </w:rPr>
        <w:t>عليه‌السلام</w:t>
      </w:r>
      <w:r>
        <w:rPr>
          <w:rtl/>
        </w:rPr>
        <w:t xml:space="preserve"> در پناه بردن به خدا از خوى بد و كارهاى نكوهيده</w:t>
      </w:r>
      <w:bookmarkEnd w:id="21"/>
    </w:p>
    <w:p w:rsidR="00587D34" w:rsidRDefault="00587D34" w:rsidP="00587D34">
      <w:pPr>
        <w:pStyle w:val="libNormal"/>
        <w:rPr>
          <w:rtl/>
        </w:rPr>
      </w:pPr>
      <w:r>
        <w:rPr>
          <w:rtl/>
        </w:rPr>
        <w:t>1</w:t>
      </w:r>
      <w:r w:rsidR="007D3118">
        <w:rPr>
          <w:rtl/>
        </w:rPr>
        <w:t xml:space="preserve">. </w:t>
      </w:r>
      <w:r>
        <w:rPr>
          <w:rtl/>
        </w:rPr>
        <w:t>خدايا پناه به تو مى برم از آشفتن حرص و افروختن خشم</w:t>
      </w:r>
      <w:r w:rsidR="007D3118">
        <w:rPr>
          <w:rtl/>
        </w:rPr>
        <w:t xml:space="preserve">، </w:t>
      </w:r>
      <w:r>
        <w:rPr>
          <w:rtl/>
        </w:rPr>
        <w:t>و چيرگى حسد</w:t>
      </w:r>
      <w:r w:rsidR="007D3118">
        <w:rPr>
          <w:rtl/>
        </w:rPr>
        <w:t xml:space="preserve">، </w:t>
      </w:r>
      <w:r>
        <w:rPr>
          <w:rtl/>
        </w:rPr>
        <w:t>و ضعف شكيبايى و كمى قناعت</w:t>
      </w:r>
      <w:r w:rsidR="007D3118">
        <w:rPr>
          <w:rtl/>
        </w:rPr>
        <w:t xml:space="preserve">، </w:t>
      </w:r>
      <w:r>
        <w:rPr>
          <w:rtl/>
        </w:rPr>
        <w:t>و تندخويى</w:t>
      </w:r>
      <w:r w:rsidR="007D3118">
        <w:rPr>
          <w:rtl/>
        </w:rPr>
        <w:t xml:space="preserve">، </w:t>
      </w:r>
      <w:r>
        <w:rPr>
          <w:rtl/>
        </w:rPr>
        <w:t>و مبالغه در طلب لذات و تعصب بر باطل</w:t>
      </w:r>
      <w:r w:rsidR="007D3118">
        <w:rPr>
          <w:rtl/>
        </w:rPr>
        <w:t xml:space="preserve">. </w:t>
      </w:r>
    </w:p>
    <w:p w:rsidR="00587D34" w:rsidRDefault="00587D34" w:rsidP="00587D34">
      <w:pPr>
        <w:pStyle w:val="libNormal"/>
        <w:rPr>
          <w:rtl/>
        </w:rPr>
      </w:pPr>
      <w:r>
        <w:rPr>
          <w:rtl/>
        </w:rPr>
        <w:t>2</w:t>
      </w:r>
      <w:r w:rsidR="007D3118">
        <w:rPr>
          <w:rtl/>
        </w:rPr>
        <w:t xml:space="preserve">. </w:t>
      </w:r>
      <w:r>
        <w:rPr>
          <w:rtl/>
        </w:rPr>
        <w:t>و پيروى هوا و سرپيچى از راه راست و خواب غفلت</w:t>
      </w:r>
      <w:r w:rsidR="007D3118">
        <w:rPr>
          <w:rtl/>
        </w:rPr>
        <w:t xml:space="preserve">، </w:t>
      </w:r>
      <w:r>
        <w:rPr>
          <w:rtl/>
        </w:rPr>
        <w:t>و كوشش كردن بيش از حاحت</w:t>
      </w:r>
      <w:r w:rsidR="007D3118">
        <w:rPr>
          <w:rtl/>
        </w:rPr>
        <w:t xml:space="preserve">، </w:t>
      </w:r>
      <w:r>
        <w:rPr>
          <w:rtl/>
        </w:rPr>
        <w:t>و برگزيدن باطل بر حق</w:t>
      </w:r>
      <w:r w:rsidR="007D3118">
        <w:rPr>
          <w:rtl/>
        </w:rPr>
        <w:t xml:space="preserve">، </w:t>
      </w:r>
      <w:r>
        <w:rPr>
          <w:rtl/>
        </w:rPr>
        <w:t>و اصرار بر گناه</w:t>
      </w:r>
      <w:r w:rsidR="007D3118">
        <w:rPr>
          <w:rtl/>
        </w:rPr>
        <w:t xml:space="preserve">، </w:t>
      </w:r>
      <w:r>
        <w:rPr>
          <w:rtl/>
        </w:rPr>
        <w:t>و خرد شمردن معصيت</w:t>
      </w:r>
      <w:r w:rsidR="007D3118">
        <w:rPr>
          <w:rtl/>
        </w:rPr>
        <w:t xml:space="preserve">، </w:t>
      </w:r>
      <w:r>
        <w:rPr>
          <w:rtl/>
        </w:rPr>
        <w:t>و بسيار شمردن طاعت</w:t>
      </w:r>
      <w:r w:rsidR="007D3118">
        <w:rPr>
          <w:rtl/>
        </w:rPr>
        <w:t xml:space="preserve">. </w:t>
      </w:r>
    </w:p>
    <w:p w:rsidR="00587D34" w:rsidRDefault="00587D34" w:rsidP="00587D34">
      <w:pPr>
        <w:pStyle w:val="libNormal"/>
        <w:rPr>
          <w:rtl/>
        </w:rPr>
      </w:pPr>
      <w:r>
        <w:rPr>
          <w:rtl/>
        </w:rPr>
        <w:t>3</w:t>
      </w:r>
      <w:r w:rsidR="007D3118">
        <w:rPr>
          <w:rtl/>
        </w:rPr>
        <w:t xml:space="preserve">. </w:t>
      </w:r>
      <w:r>
        <w:rPr>
          <w:rtl/>
        </w:rPr>
        <w:t>و همسرى نمودن با توانگران</w:t>
      </w:r>
      <w:r w:rsidR="007D3118">
        <w:rPr>
          <w:rtl/>
        </w:rPr>
        <w:t xml:space="preserve">، </w:t>
      </w:r>
      <w:r>
        <w:rPr>
          <w:rtl/>
        </w:rPr>
        <w:t>و خوار شمردن درويشان و بدرفتارى با زيردستان</w:t>
      </w:r>
      <w:r w:rsidR="007D3118">
        <w:rPr>
          <w:rtl/>
        </w:rPr>
        <w:t xml:space="preserve">، </w:t>
      </w:r>
      <w:r>
        <w:rPr>
          <w:rtl/>
        </w:rPr>
        <w:t>و ناسپاسى نيكويى كنندگان</w:t>
      </w:r>
      <w:r w:rsidR="007D3118">
        <w:rPr>
          <w:rtl/>
        </w:rPr>
        <w:t xml:space="preserve">. </w:t>
      </w:r>
    </w:p>
    <w:p w:rsidR="00587D34" w:rsidRDefault="00587D34" w:rsidP="00587D34">
      <w:pPr>
        <w:pStyle w:val="libNormal"/>
        <w:rPr>
          <w:rtl/>
        </w:rPr>
      </w:pPr>
      <w:r>
        <w:rPr>
          <w:rtl/>
        </w:rPr>
        <w:t>4</w:t>
      </w:r>
      <w:r w:rsidR="007D3118">
        <w:rPr>
          <w:rtl/>
        </w:rPr>
        <w:t xml:space="preserve">. </w:t>
      </w:r>
      <w:r>
        <w:rPr>
          <w:rtl/>
        </w:rPr>
        <w:t>و يارى ستمگران و رها كردن ستمديدگان</w:t>
      </w:r>
      <w:r w:rsidR="007D3118">
        <w:rPr>
          <w:rtl/>
        </w:rPr>
        <w:t xml:space="preserve">، </w:t>
      </w:r>
      <w:r>
        <w:rPr>
          <w:rtl/>
        </w:rPr>
        <w:t>از اين كه آنچه حق ما نيست بخواهيم</w:t>
      </w:r>
      <w:r w:rsidR="007D3118">
        <w:rPr>
          <w:rtl/>
        </w:rPr>
        <w:t xml:space="preserve">، </w:t>
      </w:r>
      <w:r>
        <w:rPr>
          <w:rtl/>
        </w:rPr>
        <w:t>يا ندانسته در علم دين چيزى بگوييم</w:t>
      </w:r>
      <w:r w:rsidR="007D3118">
        <w:rPr>
          <w:rtl/>
        </w:rPr>
        <w:t xml:space="preserve">. </w:t>
      </w:r>
    </w:p>
    <w:p w:rsidR="00587D34" w:rsidRDefault="00587D34" w:rsidP="00587D34">
      <w:pPr>
        <w:pStyle w:val="libNormal"/>
        <w:rPr>
          <w:rtl/>
        </w:rPr>
      </w:pPr>
      <w:r>
        <w:rPr>
          <w:rtl/>
        </w:rPr>
        <w:t>5</w:t>
      </w:r>
      <w:r w:rsidR="007D3118">
        <w:rPr>
          <w:rtl/>
        </w:rPr>
        <w:t xml:space="preserve">. </w:t>
      </w:r>
      <w:r>
        <w:rPr>
          <w:rtl/>
        </w:rPr>
        <w:t>و پناه به تو ميبريم كه قصد فريب كسى در دل گيريم يا به كارهاى خويش ‍ بباليم و اميدهاى خود را دراز كنيم</w:t>
      </w:r>
      <w:r w:rsidR="007D3118">
        <w:rPr>
          <w:rtl/>
        </w:rPr>
        <w:t xml:space="preserve">. </w:t>
      </w:r>
    </w:p>
    <w:p w:rsidR="00587D34" w:rsidRDefault="00587D34" w:rsidP="00587D34">
      <w:pPr>
        <w:pStyle w:val="libNormal"/>
        <w:rPr>
          <w:rtl/>
        </w:rPr>
      </w:pPr>
      <w:r>
        <w:rPr>
          <w:rtl/>
        </w:rPr>
        <w:t>6</w:t>
      </w:r>
      <w:r w:rsidR="007D3118">
        <w:rPr>
          <w:rtl/>
        </w:rPr>
        <w:t xml:space="preserve">. </w:t>
      </w:r>
      <w:r>
        <w:rPr>
          <w:rtl/>
        </w:rPr>
        <w:t>پناه به تو مى بريم از سرشت بد و حقير شمردن گناه كوچك</w:t>
      </w:r>
      <w:r w:rsidR="007D3118">
        <w:rPr>
          <w:rtl/>
        </w:rPr>
        <w:t xml:space="preserve">، </w:t>
      </w:r>
      <w:r>
        <w:rPr>
          <w:rtl/>
        </w:rPr>
        <w:t>و اين كه شيطان بر ما مستولى گردد يا زمانه ما را در سختى افكند</w:t>
      </w:r>
      <w:r w:rsidR="007D3118">
        <w:rPr>
          <w:rtl/>
        </w:rPr>
        <w:t xml:space="preserve">، </w:t>
      </w:r>
      <w:r>
        <w:rPr>
          <w:rtl/>
        </w:rPr>
        <w:t>يا سلطان بر ما ستم كند</w:t>
      </w:r>
      <w:r w:rsidR="007D3118">
        <w:rPr>
          <w:rtl/>
        </w:rPr>
        <w:t xml:space="preserve">. </w:t>
      </w:r>
    </w:p>
    <w:p w:rsidR="00587D34" w:rsidRDefault="00587D34" w:rsidP="00587D34">
      <w:pPr>
        <w:pStyle w:val="libNormal"/>
        <w:rPr>
          <w:rtl/>
        </w:rPr>
      </w:pPr>
      <w:r>
        <w:rPr>
          <w:rtl/>
        </w:rPr>
        <w:t>7</w:t>
      </w:r>
      <w:r w:rsidR="007D3118">
        <w:rPr>
          <w:rtl/>
        </w:rPr>
        <w:t xml:space="preserve">. </w:t>
      </w:r>
      <w:r>
        <w:rPr>
          <w:rtl/>
        </w:rPr>
        <w:t>پناه به تو مى بريم از شادى دشمن</w:t>
      </w:r>
      <w:r w:rsidR="007D3118">
        <w:rPr>
          <w:rtl/>
        </w:rPr>
        <w:t xml:space="preserve">، </w:t>
      </w:r>
      <w:r>
        <w:rPr>
          <w:rtl/>
        </w:rPr>
        <w:t>و احتياج به اقران و زندگى در سختى و مرگ ناگهانى</w:t>
      </w:r>
      <w:r w:rsidR="007D3118">
        <w:rPr>
          <w:rtl/>
        </w:rPr>
        <w:t xml:space="preserve">. </w:t>
      </w:r>
    </w:p>
    <w:p w:rsidR="00587D34" w:rsidRDefault="00587D34" w:rsidP="00587D34">
      <w:pPr>
        <w:pStyle w:val="libNormal"/>
        <w:rPr>
          <w:rtl/>
        </w:rPr>
      </w:pPr>
      <w:r>
        <w:rPr>
          <w:rtl/>
        </w:rPr>
        <w:t>9</w:t>
      </w:r>
      <w:r w:rsidR="007D3118">
        <w:rPr>
          <w:rtl/>
        </w:rPr>
        <w:t xml:space="preserve">. </w:t>
      </w:r>
      <w:r>
        <w:rPr>
          <w:rtl/>
        </w:rPr>
        <w:t>پناه به تو مى بريم از دريغ و افسوس بزرگ و كارى كه پشيمانى آرد و از اندوه عظيم و بدترين بدبختى ها و سوء عاقبت و نوميدى از ثواب و فرود آمدن عقاب</w:t>
      </w:r>
      <w:r w:rsidR="007D3118">
        <w:rPr>
          <w:rtl/>
        </w:rPr>
        <w:t xml:space="preserve">. </w:t>
      </w:r>
    </w:p>
    <w:p w:rsidR="00587D34" w:rsidRDefault="00587D34" w:rsidP="00587D34">
      <w:pPr>
        <w:pStyle w:val="libNormal"/>
        <w:rPr>
          <w:rtl/>
        </w:rPr>
      </w:pPr>
      <w:r>
        <w:rPr>
          <w:rtl/>
        </w:rPr>
        <w:lastRenderedPageBreak/>
        <w:t>10</w:t>
      </w:r>
      <w:r w:rsidR="007D3118">
        <w:rPr>
          <w:rtl/>
        </w:rPr>
        <w:t xml:space="preserve">. </w:t>
      </w:r>
      <w:r>
        <w:rPr>
          <w:rtl/>
        </w:rPr>
        <w:t>خدايا درود بر محمد و آل او فرست</w:t>
      </w:r>
      <w:r w:rsidR="007D3118">
        <w:rPr>
          <w:rtl/>
        </w:rPr>
        <w:t xml:space="preserve">، </w:t>
      </w:r>
      <w:r>
        <w:rPr>
          <w:rtl/>
        </w:rPr>
        <w:t>و مرا و همه مردان و زنان مؤمن را از اين ها در پناه خود حفظ كن</w:t>
      </w:r>
      <w:r w:rsidR="007D3118">
        <w:rPr>
          <w:rtl/>
        </w:rPr>
        <w:t xml:space="preserve">، </w:t>
      </w:r>
      <w:r>
        <w:rPr>
          <w:rtl/>
        </w:rPr>
        <w:t>برحمتك يا ارحم الراحمين</w:t>
      </w:r>
      <w:r w:rsidR="007D3118">
        <w:rPr>
          <w:rtl/>
        </w:rPr>
        <w:t xml:space="preserve">. </w:t>
      </w:r>
    </w:p>
    <w:p w:rsidR="00587D34" w:rsidRDefault="00F57255" w:rsidP="004C63D0">
      <w:pPr>
        <w:pStyle w:val="Heading2"/>
        <w:rPr>
          <w:rtl/>
        </w:rPr>
      </w:pPr>
      <w:bookmarkStart w:id="22" w:name="_Toc394915151"/>
      <w:r>
        <w:rPr>
          <w:rFonts w:hint="cs"/>
          <w:rtl/>
        </w:rPr>
        <w:t xml:space="preserve">9 </w:t>
      </w:r>
      <w:r w:rsidR="00AA3CBA">
        <w:rPr>
          <w:rtl/>
        </w:rPr>
        <w:t>وَ كَانَ مِنْ دُعَائِهِ عَلَيْهِ السَّلامُ فِى الاشْتِيَاقِ إِلَى طَلَبِ الْمَغْفِرَةِ مِنَ اللَّهِ جَلَّ جَلالُهُ:</w:t>
      </w:r>
      <w:bookmarkEnd w:id="22"/>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صَلِّ عَلَى مُحَمَّدٍ وَ آلِهِ</w:t>
      </w:r>
      <w:r w:rsidR="007D3118">
        <w:rPr>
          <w:rtl/>
        </w:rPr>
        <w:t xml:space="preserve">، </w:t>
      </w:r>
      <w:r>
        <w:rPr>
          <w:rtl/>
        </w:rPr>
        <w:t>وَ صَيِّرْنَا إِلَى مَحْبُوبِكَ مِنَ التَّوْبَةِ</w:t>
      </w:r>
      <w:r w:rsidR="007D3118">
        <w:rPr>
          <w:rtl/>
        </w:rPr>
        <w:t xml:space="preserve">، </w:t>
      </w:r>
      <w:r>
        <w:rPr>
          <w:rtl/>
        </w:rPr>
        <w:t>و أَزِلْنَا عَنْ مَكْرُوهِكَ مِنَ الْإِصْرَارِ</w:t>
      </w:r>
    </w:p>
    <w:p w:rsidR="00587D34" w:rsidRDefault="00587D34" w:rsidP="00587D34">
      <w:pPr>
        <w:pStyle w:val="libNormal"/>
        <w:rPr>
          <w:rtl/>
        </w:rPr>
      </w:pPr>
      <w:r>
        <w:rPr>
          <w:rtl/>
        </w:rPr>
        <w:t>(2</w:t>
      </w:r>
      <w:r w:rsidR="007D3118">
        <w:rPr>
          <w:rtl/>
        </w:rPr>
        <w:t xml:space="preserve">) </w:t>
      </w:r>
      <w:r>
        <w:rPr>
          <w:rtl/>
        </w:rPr>
        <w:t>اللَّهُمَّ وَ مَتَى وَقَفْنَا بَيْنَ نَقْصَيْنِ فِى دِينٍ أَوْ دُنْيَا</w:t>
      </w:r>
      <w:r w:rsidR="007D3118">
        <w:rPr>
          <w:rtl/>
        </w:rPr>
        <w:t xml:space="preserve">، </w:t>
      </w:r>
      <w:r>
        <w:rPr>
          <w:rtl/>
        </w:rPr>
        <w:t>فَأَوْقِعِ النَّقْصَ بِأَسْرَعِهِمَا فَنَاءً</w:t>
      </w:r>
      <w:r w:rsidR="007D3118">
        <w:rPr>
          <w:rtl/>
        </w:rPr>
        <w:t xml:space="preserve">، </w:t>
      </w:r>
      <w:r>
        <w:rPr>
          <w:rtl/>
        </w:rPr>
        <w:t>وَ اجْعَلِ التَّوْبَةَ فِى أَطْوَلِهِمَا بَقَاءً</w:t>
      </w:r>
    </w:p>
    <w:p w:rsidR="00587D34" w:rsidRDefault="00587D34" w:rsidP="00587D34">
      <w:pPr>
        <w:pStyle w:val="libNormal"/>
        <w:rPr>
          <w:rtl/>
        </w:rPr>
      </w:pPr>
      <w:r>
        <w:rPr>
          <w:rtl/>
        </w:rPr>
        <w:t>(3</w:t>
      </w:r>
      <w:r w:rsidR="007D3118">
        <w:rPr>
          <w:rtl/>
        </w:rPr>
        <w:t xml:space="preserve">) </w:t>
      </w:r>
      <w:r>
        <w:rPr>
          <w:rtl/>
        </w:rPr>
        <w:t>وَ إِذَا هَمَمْنَا بِهَمَّيْنِ يُرْضِيكَ أَحَدُهُمَا عَنَّا</w:t>
      </w:r>
      <w:r w:rsidR="007D3118">
        <w:rPr>
          <w:rtl/>
        </w:rPr>
        <w:t xml:space="preserve">، </w:t>
      </w:r>
      <w:r>
        <w:rPr>
          <w:rtl/>
        </w:rPr>
        <w:t>وَ يُسْخِطُكَ الاْخَرُ عَلَيْنَا</w:t>
      </w:r>
      <w:r w:rsidR="007D3118">
        <w:rPr>
          <w:rtl/>
        </w:rPr>
        <w:t xml:space="preserve">، </w:t>
      </w:r>
      <w:r>
        <w:rPr>
          <w:rtl/>
        </w:rPr>
        <w:t>فَمِلْ بِنَا إِلَى مَا يُرْضِيكَ عَنَّا</w:t>
      </w:r>
      <w:r w:rsidR="007D3118">
        <w:rPr>
          <w:rtl/>
        </w:rPr>
        <w:t xml:space="preserve">، </w:t>
      </w:r>
      <w:r>
        <w:rPr>
          <w:rtl/>
        </w:rPr>
        <w:t>وَ أَوْهِنْ قُوَّتَنَا عَمَّا يُسْخِطُكَ عَلَيْنَا</w:t>
      </w:r>
    </w:p>
    <w:p w:rsidR="00587D34" w:rsidRDefault="00587D34" w:rsidP="00587D34">
      <w:pPr>
        <w:pStyle w:val="libNormal"/>
        <w:rPr>
          <w:rtl/>
        </w:rPr>
      </w:pPr>
      <w:r>
        <w:rPr>
          <w:rtl/>
        </w:rPr>
        <w:t>(4</w:t>
      </w:r>
      <w:r w:rsidR="007D3118">
        <w:rPr>
          <w:rtl/>
        </w:rPr>
        <w:t xml:space="preserve">) </w:t>
      </w:r>
      <w:r>
        <w:rPr>
          <w:rtl/>
        </w:rPr>
        <w:t>وَ لا تُخَلِّ فِى ذَلِكَ بَيْنَ نُفُوسِنَا وَ اخْتِيَارِهَا</w:t>
      </w:r>
      <w:r w:rsidR="007D3118">
        <w:rPr>
          <w:rtl/>
        </w:rPr>
        <w:t xml:space="preserve">، </w:t>
      </w:r>
      <w:r>
        <w:rPr>
          <w:rtl/>
        </w:rPr>
        <w:t>فَإِنَّهَا مُخْتَارَةٌ لِلْبَاطِلِ إِلا مَا وَفَّقْتَ</w:t>
      </w:r>
      <w:r w:rsidR="007D3118">
        <w:rPr>
          <w:rtl/>
        </w:rPr>
        <w:t xml:space="preserve">، </w:t>
      </w:r>
      <w:r>
        <w:rPr>
          <w:rtl/>
        </w:rPr>
        <w:t>أَمَّارَةٌ بِالسُّوءِ إِلا مَا رَحِمْتَ</w:t>
      </w:r>
    </w:p>
    <w:p w:rsidR="00587D34" w:rsidRDefault="00587D34" w:rsidP="00587D34">
      <w:pPr>
        <w:pStyle w:val="libNormal"/>
        <w:rPr>
          <w:rtl/>
        </w:rPr>
      </w:pPr>
      <w:r>
        <w:rPr>
          <w:rtl/>
        </w:rPr>
        <w:t>(5</w:t>
      </w:r>
      <w:r w:rsidR="007D3118">
        <w:rPr>
          <w:rtl/>
        </w:rPr>
        <w:t xml:space="preserve">) </w:t>
      </w:r>
      <w:r>
        <w:rPr>
          <w:rtl/>
        </w:rPr>
        <w:t>اللَّهُمَّ وَ إِنَّكَ مِنَ الضُّعْفِ خَلَقْتَنَا</w:t>
      </w:r>
      <w:r w:rsidR="007D3118">
        <w:rPr>
          <w:rtl/>
        </w:rPr>
        <w:t xml:space="preserve">، </w:t>
      </w:r>
      <w:r>
        <w:rPr>
          <w:rtl/>
        </w:rPr>
        <w:t>وَ عَلَى الْوَهْنِ بَنَيْتَنَا</w:t>
      </w:r>
      <w:r w:rsidR="007D3118">
        <w:rPr>
          <w:rtl/>
        </w:rPr>
        <w:t xml:space="preserve">، </w:t>
      </w:r>
      <w:r>
        <w:rPr>
          <w:rtl/>
        </w:rPr>
        <w:t>وَ مِنْ مَاءٍ مَهِينٍ ابْتَدَأْتَنَا</w:t>
      </w:r>
      <w:r w:rsidR="007D3118">
        <w:rPr>
          <w:rtl/>
        </w:rPr>
        <w:t xml:space="preserve">، </w:t>
      </w:r>
      <w:r>
        <w:rPr>
          <w:rtl/>
        </w:rPr>
        <w:t>فَلا حَوْلَ لَنَا إِلا بِقُوَّتِكَ</w:t>
      </w:r>
      <w:r w:rsidR="007D3118">
        <w:rPr>
          <w:rtl/>
        </w:rPr>
        <w:t xml:space="preserve">، </w:t>
      </w:r>
      <w:r>
        <w:rPr>
          <w:rtl/>
        </w:rPr>
        <w:t>وَ لا قُوَّةَ لَنَا إِلا بِعَوْنِكَ</w:t>
      </w:r>
    </w:p>
    <w:p w:rsidR="00587D34" w:rsidRDefault="00587D34" w:rsidP="00587D34">
      <w:pPr>
        <w:pStyle w:val="libNormal"/>
        <w:rPr>
          <w:rtl/>
        </w:rPr>
      </w:pPr>
      <w:r>
        <w:rPr>
          <w:rtl/>
        </w:rPr>
        <w:t>(6</w:t>
      </w:r>
      <w:r w:rsidR="007D3118">
        <w:rPr>
          <w:rtl/>
        </w:rPr>
        <w:t xml:space="preserve">) </w:t>
      </w:r>
      <w:r>
        <w:rPr>
          <w:rtl/>
        </w:rPr>
        <w:t>فَأَيِّدْنَا بِتَوْفِيقِكَ</w:t>
      </w:r>
      <w:r w:rsidR="007D3118">
        <w:rPr>
          <w:rtl/>
        </w:rPr>
        <w:t xml:space="preserve">، </w:t>
      </w:r>
      <w:r>
        <w:rPr>
          <w:rtl/>
        </w:rPr>
        <w:t>وَ سَدِّدْنَا بِتَسْدِيدِكَ</w:t>
      </w:r>
      <w:r w:rsidR="007D3118">
        <w:rPr>
          <w:rtl/>
        </w:rPr>
        <w:t xml:space="preserve">، </w:t>
      </w:r>
      <w:r>
        <w:rPr>
          <w:rtl/>
        </w:rPr>
        <w:t>وَ أَعْمِ أَبْصَارَ قُلُوبِنَا عَمَّا خَالَفَ مَحَبَّتَكَ</w:t>
      </w:r>
      <w:r w:rsidR="007D3118">
        <w:rPr>
          <w:rtl/>
        </w:rPr>
        <w:t xml:space="preserve">، </w:t>
      </w:r>
      <w:r>
        <w:rPr>
          <w:rtl/>
        </w:rPr>
        <w:t>وَ لا تَجْعَلْ لِشَيْءٍ مِنْ جَوَارِحِنَا نُفُوذا فِى مَعْصِيَتِكَ</w:t>
      </w:r>
    </w:p>
    <w:p w:rsidR="00587D34" w:rsidRDefault="00587D34" w:rsidP="00587D34">
      <w:pPr>
        <w:pStyle w:val="libNormal"/>
        <w:rPr>
          <w:rtl/>
        </w:rPr>
      </w:pPr>
      <w:r>
        <w:rPr>
          <w:rtl/>
        </w:rPr>
        <w:t>(7</w:t>
      </w:r>
      <w:r w:rsidR="007D3118">
        <w:rPr>
          <w:rtl/>
        </w:rPr>
        <w:t xml:space="preserve">) </w:t>
      </w:r>
      <w:r>
        <w:rPr>
          <w:rtl/>
        </w:rPr>
        <w:t>اللَّهُمَّ فَصَلِّ عَلَى مُحَمَّدٍ وَ آلِهِ</w:t>
      </w:r>
      <w:r w:rsidR="007D3118">
        <w:rPr>
          <w:rtl/>
        </w:rPr>
        <w:t xml:space="preserve">، </w:t>
      </w:r>
      <w:r>
        <w:rPr>
          <w:rtl/>
        </w:rPr>
        <w:t>وَ اجْعَلْ هَمَسَاتِ قُلُوبِنَا</w:t>
      </w:r>
      <w:r w:rsidR="007D3118">
        <w:rPr>
          <w:rtl/>
        </w:rPr>
        <w:t xml:space="preserve">، </w:t>
      </w:r>
      <w:r>
        <w:rPr>
          <w:rtl/>
        </w:rPr>
        <w:t>وَ حَرَكَاتِ أَعْضَائِنَا وَ لَمَحَاتِ أَعْيُنِنَا</w:t>
      </w:r>
      <w:r w:rsidR="007D3118">
        <w:rPr>
          <w:rtl/>
        </w:rPr>
        <w:t xml:space="preserve">، </w:t>
      </w:r>
      <w:r>
        <w:rPr>
          <w:rtl/>
        </w:rPr>
        <w:t>وَ لَهَجَاتِ أَلْسِنَتِنَا فِى مُوجِبَاتِ ثَوَابِكَ حَتَّى لا تَفُوتَنَا حَسَنَةٌ نَسْتَحِقُّ بِهَا جَزَاءَكَ</w:t>
      </w:r>
      <w:r w:rsidR="007D3118">
        <w:rPr>
          <w:rtl/>
        </w:rPr>
        <w:t xml:space="preserve">، </w:t>
      </w:r>
      <w:r>
        <w:rPr>
          <w:rtl/>
        </w:rPr>
        <w:t>وَ لا تَبْقَى لَنَا سَيِّئَةٌ نَسْتَوْجِبُ بِهَا عِقَابَكَ</w:t>
      </w:r>
      <w:r w:rsidR="007D3118">
        <w:rPr>
          <w:rtl/>
        </w:rPr>
        <w:t xml:space="preserve">. </w:t>
      </w:r>
    </w:p>
    <w:p w:rsidR="00587D34" w:rsidRDefault="00AA3CBA" w:rsidP="004C63D0">
      <w:pPr>
        <w:pStyle w:val="Heading2"/>
        <w:rPr>
          <w:rtl/>
        </w:rPr>
      </w:pPr>
      <w:bookmarkStart w:id="23" w:name="_Toc394915152"/>
      <w:r>
        <w:rPr>
          <w:rtl/>
        </w:rPr>
        <w:lastRenderedPageBreak/>
        <w:t xml:space="preserve">ترجمه دعاى نهم: دعاى آن حضرت </w:t>
      </w:r>
      <w:r w:rsidR="000C598D" w:rsidRPr="000C598D">
        <w:rPr>
          <w:rStyle w:val="libAlaemChar"/>
          <w:rtl/>
        </w:rPr>
        <w:t>عليه‌السلام</w:t>
      </w:r>
      <w:r>
        <w:rPr>
          <w:rtl/>
        </w:rPr>
        <w:t xml:space="preserve"> در اشتياق به درخواست آمرزش از خداجل جلاله</w:t>
      </w:r>
      <w:bookmarkEnd w:id="23"/>
    </w:p>
    <w:p w:rsidR="00587D34" w:rsidRDefault="00587D34" w:rsidP="00587D34">
      <w:pPr>
        <w:pStyle w:val="libNormal"/>
        <w:rPr>
          <w:rtl/>
        </w:rPr>
      </w:pPr>
      <w:r>
        <w:rPr>
          <w:rtl/>
        </w:rPr>
        <w:t>1</w:t>
      </w:r>
      <w:r w:rsidR="007D3118">
        <w:rPr>
          <w:rtl/>
        </w:rPr>
        <w:t xml:space="preserve">. </w:t>
      </w:r>
      <w:r>
        <w:rPr>
          <w:rtl/>
        </w:rPr>
        <w:t>خدايا درود بر محمد و آل او فرست و ما را به سوى توبه هدايت كن كه محبوب تو است و از اصرار بر گناه دور دار كه مبغوض تو است</w:t>
      </w:r>
      <w:r w:rsidR="007D3118">
        <w:rPr>
          <w:rtl/>
        </w:rPr>
        <w:t xml:space="preserve">. </w:t>
      </w:r>
    </w:p>
    <w:p w:rsidR="00587D34" w:rsidRDefault="00587D34" w:rsidP="00587D34">
      <w:pPr>
        <w:pStyle w:val="libNormal"/>
        <w:rPr>
          <w:rtl/>
        </w:rPr>
      </w:pPr>
      <w:r>
        <w:rPr>
          <w:rtl/>
        </w:rPr>
        <w:t>2</w:t>
      </w:r>
      <w:r w:rsidR="007D3118">
        <w:rPr>
          <w:rtl/>
        </w:rPr>
        <w:t xml:space="preserve">. </w:t>
      </w:r>
      <w:r>
        <w:rPr>
          <w:rtl/>
        </w:rPr>
        <w:t>خداوندا هر وقت ناگزير بايد از دين ما كاسته شود يا از دنيا</w:t>
      </w:r>
      <w:r w:rsidR="007D3118">
        <w:rPr>
          <w:rtl/>
        </w:rPr>
        <w:t xml:space="preserve">، </w:t>
      </w:r>
      <w:r>
        <w:rPr>
          <w:rtl/>
        </w:rPr>
        <w:t>چنان كن كه كاهش در آن شود كه زودتر فانى مى گردد و بازگشت ما سوى آن باشد كه بيشتر باقى ماند</w:t>
      </w:r>
      <w:r w:rsidR="007D3118">
        <w:rPr>
          <w:rtl/>
        </w:rPr>
        <w:t xml:space="preserve">. </w:t>
      </w:r>
    </w:p>
    <w:p w:rsidR="00587D34" w:rsidRDefault="00587D34" w:rsidP="00587D34">
      <w:pPr>
        <w:pStyle w:val="libNormal"/>
        <w:rPr>
          <w:rtl/>
        </w:rPr>
      </w:pPr>
      <w:r>
        <w:rPr>
          <w:rtl/>
        </w:rPr>
        <w:t>3</w:t>
      </w:r>
      <w:r w:rsidR="007D3118">
        <w:rPr>
          <w:rtl/>
        </w:rPr>
        <w:t xml:space="preserve">. </w:t>
      </w:r>
      <w:r>
        <w:rPr>
          <w:rtl/>
        </w:rPr>
        <w:t>و هرگاه آهنگ دو چيز كنيم كه يكى تو را خشنود سازد و ديگرى تو را به خشم آرد</w:t>
      </w:r>
      <w:r w:rsidR="007D3118">
        <w:rPr>
          <w:rtl/>
        </w:rPr>
        <w:t xml:space="preserve">، </w:t>
      </w:r>
      <w:r w:rsidRPr="00AA3CBA">
        <w:rPr>
          <w:rStyle w:val="libFootnotenumChar"/>
          <w:rtl/>
        </w:rPr>
        <w:t>(43</w:t>
      </w:r>
      <w:r w:rsidR="007D3118" w:rsidRPr="00AA3CBA">
        <w:rPr>
          <w:rStyle w:val="libFootnotenumChar"/>
          <w:rtl/>
        </w:rPr>
        <w:t>)</w:t>
      </w:r>
      <w:r>
        <w:rPr>
          <w:rtl/>
        </w:rPr>
        <w:t xml:space="preserve"> دل ما را به جانب آن كش كه تو را از ما خشنود كند و نيروى ما را آن چه موجب خشم تو است سست گردان</w:t>
      </w:r>
      <w:r w:rsidR="007D3118">
        <w:rPr>
          <w:rtl/>
        </w:rPr>
        <w:t xml:space="preserve">. </w:t>
      </w:r>
    </w:p>
    <w:p w:rsidR="00587D34" w:rsidRDefault="00587D34" w:rsidP="00587D34">
      <w:pPr>
        <w:pStyle w:val="libNormal"/>
        <w:rPr>
          <w:rtl/>
        </w:rPr>
      </w:pPr>
      <w:r>
        <w:rPr>
          <w:rtl/>
        </w:rPr>
        <w:t>4</w:t>
      </w:r>
      <w:r w:rsidR="007D3118">
        <w:rPr>
          <w:rtl/>
        </w:rPr>
        <w:t xml:space="preserve">. </w:t>
      </w:r>
      <w:r>
        <w:rPr>
          <w:rtl/>
        </w:rPr>
        <w:t>و ما را به خود و اختيار خود وامگذار كه نفس ما باطل را بر مى گزيند مگر تو توفيق دهى و به بدى امر مى كند مگر تو رحمت آرى</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خداوندا ما را ناتوان آفريدى و بنياد ما بر سستى نهادى و از آبى حقير و پست آفرينش ما را آغاز كردى</w:t>
      </w:r>
      <w:r w:rsidR="007D3118">
        <w:rPr>
          <w:rtl/>
        </w:rPr>
        <w:t xml:space="preserve">. </w:t>
      </w:r>
      <w:r>
        <w:rPr>
          <w:rtl/>
        </w:rPr>
        <w:t xml:space="preserve">جنبش ما به نيروى توست </w:t>
      </w:r>
      <w:r w:rsidRPr="00AA3CBA">
        <w:rPr>
          <w:rStyle w:val="libFootnotenumChar"/>
          <w:rtl/>
        </w:rPr>
        <w:t>(44</w:t>
      </w:r>
      <w:r w:rsidR="007D3118" w:rsidRPr="00AA3CBA">
        <w:rPr>
          <w:rStyle w:val="libFootnotenumChar"/>
          <w:rtl/>
        </w:rPr>
        <w:t>)</w:t>
      </w:r>
      <w:r>
        <w:rPr>
          <w:rtl/>
        </w:rPr>
        <w:t xml:space="preserve"> و از خود نيرو نداريم</w:t>
      </w:r>
      <w:r w:rsidR="007D3118">
        <w:rPr>
          <w:rtl/>
        </w:rPr>
        <w:t xml:space="preserve">، </w:t>
      </w:r>
      <w:r>
        <w:rPr>
          <w:rtl/>
        </w:rPr>
        <w:t>مگر به مددكارى تو</w:t>
      </w:r>
      <w:r w:rsidR="007D3118">
        <w:rPr>
          <w:rtl/>
        </w:rPr>
        <w:t xml:space="preserve">. </w:t>
      </w:r>
    </w:p>
    <w:p w:rsidR="00587D34" w:rsidRDefault="00587D34" w:rsidP="00587D34">
      <w:pPr>
        <w:pStyle w:val="libNormal"/>
        <w:rPr>
          <w:rtl/>
        </w:rPr>
      </w:pPr>
      <w:r>
        <w:rPr>
          <w:rtl/>
        </w:rPr>
        <w:t>6</w:t>
      </w:r>
      <w:r w:rsidR="007D3118">
        <w:rPr>
          <w:rtl/>
        </w:rPr>
        <w:t xml:space="preserve">. </w:t>
      </w:r>
      <w:r>
        <w:rPr>
          <w:rtl/>
        </w:rPr>
        <w:t>پس ما را توفيق مدد كن و به راه اصحاب استوار دار و چشم دل ما را از هر چه دوست ندارى نابينا گردان و نافرمانى را در هيچ يك از اعضاى ما راه نده</w:t>
      </w:r>
      <w:r w:rsidR="007D3118">
        <w:rPr>
          <w:rtl/>
        </w:rPr>
        <w:t xml:space="preserve">. </w:t>
      </w:r>
    </w:p>
    <w:p w:rsidR="00587D34" w:rsidRDefault="00587D34" w:rsidP="00587D34">
      <w:pPr>
        <w:pStyle w:val="libNormal"/>
        <w:rPr>
          <w:rtl/>
        </w:rPr>
      </w:pPr>
      <w:r>
        <w:rPr>
          <w:rtl/>
        </w:rPr>
        <w:t>7</w:t>
      </w:r>
      <w:r w:rsidR="007D3118">
        <w:rPr>
          <w:rtl/>
        </w:rPr>
        <w:t xml:space="preserve">. </w:t>
      </w:r>
      <w:r>
        <w:rPr>
          <w:rtl/>
        </w:rPr>
        <w:t>خدايا درود بر محمد و آل او فرست و چنان كن كه انديشه دل و جنبش ‍ اندام و بينش چشم و گفتار زبان ما همه در موجبات ثواب تو گردد</w:t>
      </w:r>
      <w:r w:rsidR="007D3118">
        <w:rPr>
          <w:rtl/>
        </w:rPr>
        <w:t xml:space="preserve">، </w:t>
      </w:r>
      <w:r>
        <w:rPr>
          <w:rtl/>
        </w:rPr>
        <w:t>چنان كه هيچ عمل نيك كه موجب پاداش تو است از دست ما به در نرود و هيچ كار زشت كه مستوجب عقوبت تو باشد براى ما نماند</w:t>
      </w:r>
      <w:r w:rsidR="007D3118">
        <w:rPr>
          <w:rtl/>
        </w:rPr>
        <w:t xml:space="preserve">. </w:t>
      </w:r>
    </w:p>
    <w:p w:rsidR="00587D34" w:rsidRDefault="00F57255" w:rsidP="004C63D0">
      <w:pPr>
        <w:pStyle w:val="Heading2"/>
        <w:rPr>
          <w:rtl/>
        </w:rPr>
      </w:pPr>
      <w:r>
        <w:br w:type="page"/>
      </w:r>
      <w:bookmarkStart w:id="24" w:name="_Toc394915153"/>
      <w:r w:rsidR="00AA3CBA">
        <w:lastRenderedPageBreak/>
        <w:t>10</w:t>
      </w:r>
      <w:r w:rsidR="00AA3CBA">
        <w:rPr>
          <w:rtl/>
        </w:rPr>
        <w:t xml:space="preserve"> وَ كَانَ مِنْ دُعَائِهِ عَلَيْهِ السَّلامُ فِى اللَّجَإِ إِلَى اللَّهِ تَعَالَى:</w:t>
      </w:r>
      <w:bookmarkEnd w:id="24"/>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إِنْ تَشَأْ تَعْفُ عَنَّا فَبِفَضْلِكَ</w:t>
      </w:r>
      <w:r w:rsidR="007D3118">
        <w:rPr>
          <w:rtl/>
        </w:rPr>
        <w:t xml:space="preserve">، </w:t>
      </w:r>
      <w:r>
        <w:rPr>
          <w:rtl/>
        </w:rPr>
        <w:t>وَ إِنْ تَشَأْ تُعَذِّبْنَا فَبِعَدْلِكَ</w:t>
      </w:r>
    </w:p>
    <w:p w:rsidR="00587D34" w:rsidRDefault="00587D34" w:rsidP="00587D34">
      <w:pPr>
        <w:pStyle w:val="libNormal"/>
        <w:rPr>
          <w:rtl/>
        </w:rPr>
      </w:pPr>
      <w:r>
        <w:rPr>
          <w:rtl/>
        </w:rPr>
        <w:t>(2</w:t>
      </w:r>
      <w:r w:rsidR="007D3118">
        <w:rPr>
          <w:rtl/>
        </w:rPr>
        <w:t xml:space="preserve">) </w:t>
      </w:r>
      <w:r>
        <w:rPr>
          <w:rtl/>
        </w:rPr>
        <w:t>فَسَهِّلْ لَنَا عَفْوَكَ بِمَنِّكَ</w:t>
      </w:r>
      <w:r w:rsidR="007D3118">
        <w:rPr>
          <w:rtl/>
        </w:rPr>
        <w:t xml:space="preserve">، </w:t>
      </w:r>
      <w:r>
        <w:rPr>
          <w:rtl/>
        </w:rPr>
        <w:t>وَ أَجِرْنَا مِنْ عَذَابِكَ بِتَجَاوُزِكَ</w:t>
      </w:r>
      <w:r w:rsidR="007D3118">
        <w:rPr>
          <w:rtl/>
        </w:rPr>
        <w:t xml:space="preserve">، </w:t>
      </w:r>
      <w:r>
        <w:rPr>
          <w:rtl/>
        </w:rPr>
        <w:t>فَإِنَّهُ لا طَاقَةَ لَنَا بِعَدْلِكَ</w:t>
      </w:r>
      <w:r w:rsidR="007D3118">
        <w:rPr>
          <w:rtl/>
        </w:rPr>
        <w:t xml:space="preserve">، </w:t>
      </w:r>
      <w:r>
        <w:rPr>
          <w:rtl/>
        </w:rPr>
        <w:t>وَ لا نَجَاةَ لِأَحَدٍ مِنَّا دُونَ عَفْوِكَ</w:t>
      </w:r>
    </w:p>
    <w:p w:rsidR="00587D34" w:rsidRDefault="00587D34" w:rsidP="00587D34">
      <w:pPr>
        <w:pStyle w:val="libNormal"/>
        <w:rPr>
          <w:rtl/>
        </w:rPr>
      </w:pPr>
      <w:r>
        <w:rPr>
          <w:rtl/>
        </w:rPr>
        <w:t>(3</w:t>
      </w:r>
      <w:r w:rsidR="007D3118">
        <w:rPr>
          <w:rtl/>
        </w:rPr>
        <w:t xml:space="preserve">) </w:t>
      </w:r>
      <w:r>
        <w:rPr>
          <w:rtl/>
        </w:rPr>
        <w:t>يَا غَنِيَّ الْأَغْنِيَاءِ</w:t>
      </w:r>
      <w:r w:rsidR="007D3118">
        <w:rPr>
          <w:rtl/>
        </w:rPr>
        <w:t xml:space="preserve">، </w:t>
      </w:r>
      <w:r>
        <w:rPr>
          <w:rtl/>
        </w:rPr>
        <w:t>هَا</w:t>
      </w:r>
      <w:r w:rsidR="007D3118">
        <w:rPr>
          <w:rtl/>
        </w:rPr>
        <w:t xml:space="preserve">، </w:t>
      </w:r>
      <w:r>
        <w:rPr>
          <w:rtl/>
        </w:rPr>
        <w:t>نَحْنُ عِبَادُكَ بَيْنَ يَدَيْكَ</w:t>
      </w:r>
      <w:r w:rsidR="007D3118">
        <w:rPr>
          <w:rtl/>
        </w:rPr>
        <w:t xml:space="preserve">، </w:t>
      </w:r>
      <w:r>
        <w:rPr>
          <w:rtl/>
        </w:rPr>
        <w:t>وَ أَنَا أَفْقَرُ الْفُقَرَاءِ إِلَيْكَ</w:t>
      </w:r>
      <w:r w:rsidR="007D3118">
        <w:rPr>
          <w:rtl/>
        </w:rPr>
        <w:t xml:space="preserve">، </w:t>
      </w:r>
      <w:r>
        <w:rPr>
          <w:rtl/>
        </w:rPr>
        <w:t>فَاجْبُرْ فَاقَتَنَا بِوُسْعِكَ</w:t>
      </w:r>
      <w:r w:rsidR="007D3118">
        <w:rPr>
          <w:rtl/>
        </w:rPr>
        <w:t xml:space="preserve">، </w:t>
      </w:r>
      <w:r>
        <w:rPr>
          <w:rtl/>
        </w:rPr>
        <w:t>وَ لا تَقْطَعْ رَجَاءَنَا بِمَنْعِكَ</w:t>
      </w:r>
      <w:r w:rsidR="007D3118">
        <w:rPr>
          <w:rtl/>
        </w:rPr>
        <w:t xml:space="preserve">، </w:t>
      </w:r>
      <w:r>
        <w:rPr>
          <w:rtl/>
        </w:rPr>
        <w:t>فَتَكُونَ قَدْ أَشْقَيْتَ مَنِ اسْتَسْعَدَ بِكَ</w:t>
      </w:r>
      <w:r w:rsidR="007D3118">
        <w:rPr>
          <w:rtl/>
        </w:rPr>
        <w:t xml:space="preserve">، </w:t>
      </w:r>
      <w:r>
        <w:rPr>
          <w:rtl/>
        </w:rPr>
        <w:t>وَ حَرَمْتَ مَنِ اسْتَرْفَدَ فَضْلَكَ</w:t>
      </w:r>
    </w:p>
    <w:p w:rsidR="00587D34" w:rsidRDefault="00587D34" w:rsidP="00587D34">
      <w:pPr>
        <w:pStyle w:val="libNormal"/>
        <w:rPr>
          <w:rtl/>
        </w:rPr>
      </w:pPr>
      <w:r>
        <w:rPr>
          <w:rtl/>
        </w:rPr>
        <w:t>(4</w:t>
      </w:r>
      <w:r w:rsidR="007D3118">
        <w:rPr>
          <w:rtl/>
        </w:rPr>
        <w:t xml:space="preserve">) </w:t>
      </w:r>
      <w:r>
        <w:rPr>
          <w:rtl/>
        </w:rPr>
        <w:t>فَإِلَى مَنْ حِينَئِذٍ مُنْقَلَبُنَا عَنْكَ</w:t>
      </w:r>
      <w:r w:rsidR="007D3118">
        <w:rPr>
          <w:rtl/>
        </w:rPr>
        <w:t xml:space="preserve">، </w:t>
      </w:r>
      <w:r>
        <w:rPr>
          <w:rtl/>
        </w:rPr>
        <w:t>وَ إِلَى أَيْنَ مَذْهَبُنَا عَنْ بَابِكَ</w:t>
      </w:r>
      <w:r w:rsidR="007D3118">
        <w:rPr>
          <w:rtl/>
        </w:rPr>
        <w:t xml:space="preserve">، </w:t>
      </w:r>
      <w:r>
        <w:rPr>
          <w:rtl/>
        </w:rPr>
        <w:t>سُبْحَانَكَ نَحْنُ الْمُضْطَرُّونَ الَّذِينَ أَوْجَبْتَ إِجَابَتَهُمْ</w:t>
      </w:r>
      <w:r w:rsidR="007D3118">
        <w:rPr>
          <w:rtl/>
        </w:rPr>
        <w:t xml:space="preserve">، </w:t>
      </w:r>
      <w:r>
        <w:rPr>
          <w:rtl/>
        </w:rPr>
        <w:t>وَ أَهْلُ السُّوءِ الَّذِينَ وَعَدْتَ الْكَشْفَ عَنْهُمْ</w:t>
      </w:r>
    </w:p>
    <w:p w:rsidR="00587D34" w:rsidRDefault="00587D34" w:rsidP="00587D34">
      <w:pPr>
        <w:pStyle w:val="libNormal"/>
        <w:rPr>
          <w:rtl/>
        </w:rPr>
      </w:pPr>
      <w:r>
        <w:rPr>
          <w:rtl/>
        </w:rPr>
        <w:t>(5</w:t>
      </w:r>
      <w:r w:rsidR="007D3118">
        <w:rPr>
          <w:rtl/>
        </w:rPr>
        <w:t xml:space="preserve">) </w:t>
      </w:r>
      <w:r>
        <w:rPr>
          <w:rtl/>
        </w:rPr>
        <w:t>وَ أَشْبَهُ الْأَشْيَاءِ بِمَشِيَّتِكَ</w:t>
      </w:r>
      <w:r w:rsidR="007D3118">
        <w:rPr>
          <w:rtl/>
        </w:rPr>
        <w:t xml:space="preserve">، </w:t>
      </w:r>
      <w:r>
        <w:rPr>
          <w:rtl/>
        </w:rPr>
        <w:t>وَ أَوْلَى الْأُمُورِ بِكَ فِى عَظَمَتِكَ رَحْمَةُ مَنِ اسْتَرْحَمَكَ</w:t>
      </w:r>
      <w:r w:rsidR="007D3118">
        <w:rPr>
          <w:rtl/>
        </w:rPr>
        <w:t xml:space="preserve">، </w:t>
      </w:r>
      <w:r>
        <w:rPr>
          <w:rtl/>
        </w:rPr>
        <w:t>وَ غَوْثُ مَنِ اسْتَغَاثَ بِكَ</w:t>
      </w:r>
      <w:r w:rsidR="007D3118">
        <w:rPr>
          <w:rtl/>
        </w:rPr>
        <w:t xml:space="preserve">، </w:t>
      </w:r>
      <w:r>
        <w:rPr>
          <w:rtl/>
        </w:rPr>
        <w:t>فَارْحَمْ تَضَرُّعَنَا إِلَيْكَ</w:t>
      </w:r>
      <w:r w:rsidR="007D3118">
        <w:rPr>
          <w:rtl/>
        </w:rPr>
        <w:t xml:space="preserve">، </w:t>
      </w:r>
      <w:r>
        <w:rPr>
          <w:rtl/>
        </w:rPr>
        <w:t>وَ أَغْنِنَا إِذْ طَرَحْنَا أَنْفُسَنَا بَيْنَ يَدَيْكَ</w:t>
      </w:r>
    </w:p>
    <w:p w:rsidR="00587D34" w:rsidRDefault="00587D34" w:rsidP="00587D34">
      <w:pPr>
        <w:pStyle w:val="libNormal"/>
        <w:rPr>
          <w:rtl/>
        </w:rPr>
      </w:pPr>
      <w:r>
        <w:rPr>
          <w:rtl/>
        </w:rPr>
        <w:t>(6</w:t>
      </w:r>
      <w:r w:rsidR="007D3118">
        <w:rPr>
          <w:rtl/>
        </w:rPr>
        <w:t xml:space="preserve">) </w:t>
      </w:r>
      <w:r>
        <w:rPr>
          <w:rtl/>
        </w:rPr>
        <w:t>اللَّهُمَّ إِنَّ الشَّيْطَانَ قَدْ شَمِتَ بِنَا إِذْ شَايَعْنَاهُ عَلَى مَعْصِيَتِكَ</w:t>
      </w:r>
      <w:r w:rsidR="007D3118">
        <w:rPr>
          <w:rtl/>
        </w:rPr>
        <w:t xml:space="preserve">، </w:t>
      </w:r>
      <w:r>
        <w:rPr>
          <w:rtl/>
        </w:rPr>
        <w:t>فَصَلِّ عَلَى مُحَمَّدٍ وَ آلِهِ</w:t>
      </w:r>
      <w:r w:rsidR="007D3118">
        <w:rPr>
          <w:rtl/>
        </w:rPr>
        <w:t xml:space="preserve">، </w:t>
      </w:r>
      <w:r>
        <w:rPr>
          <w:rtl/>
        </w:rPr>
        <w:t>وَ لا تُشْمِتْهُ بِنَا بَعْدَ تَرْكِنَا إِيَّاهُ لَكَ</w:t>
      </w:r>
      <w:r w:rsidR="007D3118">
        <w:rPr>
          <w:rtl/>
        </w:rPr>
        <w:t xml:space="preserve">، </w:t>
      </w:r>
      <w:r>
        <w:rPr>
          <w:rtl/>
        </w:rPr>
        <w:t>وَ رَغْبَتِنَا عَنْهُ إِلَيْكَ</w:t>
      </w:r>
      <w:r w:rsidR="007D3118">
        <w:rPr>
          <w:rtl/>
        </w:rPr>
        <w:t xml:space="preserve">. </w:t>
      </w:r>
    </w:p>
    <w:p w:rsidR="00587D34" w:rsidRDefault="00AA3CBA" w:rsidP="004C63D0">
      <w:pPr>
        <w:pStyle w:val="Heading2"/>
        <w:rPr>
          <w:rtl/>
        </w:rPr>
      </w:pPr>
      <w:bookmarkStart w:id="25" w:name="_Toc394915154"/>
      <w:r>
        <w:rPr>
          <w:rtl/>
        </w:rPr>
        <w:t xml:space="preserve">ترجمه دعاى دهم: دعاى آن حضرت </w:t>
      </w:r>
      <w:r w:rsidR="000C598D" w:rsidRPr="000C598D">
        <w:rPr>
          <w:rStyle w:val="libAlaemChar"/>
          <w:rtl/>
        </w:rPr>
        <w:t>عليه‌السلام</w:t>
      </w:r>
      <w:r>
        <w:rPr>
          <w:rtl/>
        </w:rPr>
        <w:t xml:space="preserve"> در پناه بردن به خداى تعالى</w:t>
      </w:r>
      <w:bookmarkEnd w:id="25"/>
    </w:p>
    <w:p w:rsidR="00587D34" w:rsidRDefault="00587D34" w:rsidP="00587D34">
      <w:pPr>
        <w:pStyle w:val="libNormal"/>
        <w:rPr>
          <w:rtl/>
        </w:rPr>
      </w:pPr>
      <w:r>
        <w:rPr>
          <w:rtl/>
        </w:rPr>
        <w:t>1</w:t>
      </w:r>
      <w:r w:rsidR="007D3118">
        <w:rPr>
          <w:rtl/>
        </w:rPr>
        <w:t xml:space="preserve">. </w:t>
      </w:r>
      <w:r>
        <w:rPr>
          <w:rtl/>
        </w:rPr>
        <w:t>خدايا</w:t>
      </w:r>
      <w:r w:rsidR="007D3118">
        <w:rPr>
          <w:rtl/>
        </w:rPr>
        <w:t xml:space="preserve">، </w:t>
      </w:r>
      <w:r>
        <w:rPr>
          <w:rtl/>
        </w:rPr>
        <w:t>اگر خواهى</w:t>
      </w:r>
      <w:r w:rsidR="007D3118">
        <w:rPr>
          <w:rtl/>
        </w:rPr>
        <w:t xml:space="preserve">، </w:t>
      </w:r>
      <w:r>
        <w:rPr>
          <w:rtl/>
        </w:rPr>
        <w:t>بر ما ببخشايى به فضل خود</w:t>
      </w:r>
      <w:r w:rsidR="007D3118">
        <w:rPr>
          <w:rtl/>
        </w:rPr>
        <w:t xml:space="preserve">، </w:t>
      </w:r>
      <w:r>
        <w:rPr>
          <w:rtl/>
        </w:rPr>
        <w:t>و اگر خواهى</w:t>
      </w:r>
      <w:r w:rsidR="007D3118">
        <w:rPr>
          <w:rtl/>
        </w:rPr>
        <w:t xml:space="preserve">، </w:t>
      </w:r>
      <w:r>
        <w:rPr>
          <w:rtl/>
        </w:rPr>
        <w:t>ما را كيفر دهى به عدل خود</w:t>
      </w:r>
      <w:r w:rsidR="007D3118">
        <w:rPr>
          <w:rtl/>
        </w:rPr>
        <w:t xml:space="preserve">. </w:t>
      </w:r>
    </w:p>
    <w:p w:rsidR="00587D34" w:rsidRDefault="00587D34" w:rsidP="00587D34">
      <w:pPr>
        <w:pStyle w:val="libNormal"/>
        <w:rPr>
          <w:rtl/>
        </w:rPr>
      </w:pPr>
      <w:r>
        <w:rPr>
          <w:rtl/>
        </w:rPr>
        <w:t>2</w:t>
      </w:r>
      <w:r w:rsidR="007D3118">
        <w:rPr>
          <w:rtl/>
        </w:rPr>
        <w:t xml:space="preserve">. </w:t>
      </w:r>
      <w:r>
        <w:rPr>
          <w:rtl/>
        </w:rPr>
        <w:t>پس منت نه و بر ما ببخشاى و آسان گير و از ما در گذر و از عذاب خود پناه ده كه ياراى تحمل عدل تو را نداريم و بى بخشايش تو كسى از ما نجات نيابد</w:t>
      </w:r>
      <w:r w:rsidR="007D3118">
        <w:rPr>
          <w:rtl/>
        </w:rPr>
        <w:t xml:space="preserve">. </w:t>
      </w:r>
    </w:p>
    <w:p w:rsidR="00587D34" w:rsidRDefault="00587D34" w:rsidP="00587D34">
      <w:pPr>
        <w:pStyle w:val="libNormal"/>
        <w:rPr>
          <w:rtl/>
        </w:rPr>
      </w:pPr>
      <w:r>
        <w:rPr>
          <w:rtl/>
        </w:rPr>
        <w:t>3</w:t>
      </w:r>
      <w:r w:rsidR="007D3118">
        <w:rPr>
          <w:rtl/>
        </w:rPr>
        <w:t xml:space="preserve">. </w:t>
      </w:r>
      <w:r>
        <w:rPr>
          <w:rtl/>
        </w:rPr>
        <w:t>اى بى نيازترين بى نيازان</w:t>
      </w:r>
      <w:r w:rsidR="007D3118">
        <w:rPr>
          <w:rtl/>
        </w:rPr>
        <w:t xml:space="preserve">، </w:t>
      </w:r>
      <w:r>
        <w:rPr>
          <w:rtl/>
        </w:rPr>
        <w:t>اينك ما بندگان توايم در پيشگاه تو</w:t>
      </w:r>
      <w:r w:rsidR="007D3118">
        <w:rPr>
          <w:rtl/>
        </w:rPr>
        <w:t xml:space="preserve">، </w:t>
      </w:r>
      <w:r>
        <w:rPr>
          <w:rtl/>
        </w:rPr>
        <w:t>و من از همه محتاجتر</w:t>
      </w:r>
      <w:r w:rsidR="007D3118">
        <w:rPr>
          <w:rtl/>
        </w:rPr>
        <w:t xml:space="preserve">. </w:t>
      </w:r>
      <w:r>
        <w:rPr>
          <w:rtl/>
        </w:rPr>
        <w:t xml:space="preserve">پس به توانگرى خويش حال ما درويشان را نيكو گردان و به </w:t>
      </w:r>
      <w:r>
        <w:rPr>
          <w:rtl/>
        </w:rPr>
        <w:lastRenderedPageBreak/>
        <w:t>منع عطا قطع اميد ما مكن تا آن كسى كه از تو طلب سعادت مى كنى بدبخت نگردد و آن كه از فضل تو چشم عطا دارد نوميد نشود</w:t>
      </w:r>
      <w:r w:rsidR="007D3118">
        <w:rPr>
          <w:rtl/>
        </w:rPr>
        <w:t xml:space="preserve">. </w:t>
      </w:r>
    </w:p>
    <w:p w:rsidR="00587D34" w:rsidRDefault="00587D34" w:rsidP="00587D34">
      <w:pPr>
        <w:pStyle w:val="libNormal"/>
        <w:rPr>
          <w:rtl/>
        </w:rPr>
      </w:pPr>
      <w:r>
        <w:rPr>
          <w:rtl/>
        </w:rPr>
        <w:t>4</w:t>
      </w:r>
      <w:r w:rsidR="007D3118">
        <w:rPr>
          <w:rtl/>
        </w:rPr>
        <w:t xml:space="preserve">. </w:t>
      </w:r>
      <w:r>
        <w:rPr>
          <w:rtl/>
        </w:rPr>
        <w:t>اگر از جانب تو نوميد شويم سوى كه بازگرديم و از در خانه تو كجا برويم؟</w:t>
      </w:r>
    </w:p>
    <w:p w:rsidR="00587D34" w:rsidRDefault="00587D34" w:rsidP="00587D34">
      <w:pPr>
        <w:pStyle w:val="libNormal"/>
        <w:rPr>
          <w:rtl/>
        </w:rPr>
      </w:pPr>
      <w:r>
        <w:rPr>
          <w:rtl/>
        </w:rPr>
        <w:t>پاك خداوندا! ما فروماندگانيم و تو اجابت فروماندگان را واجب كردى و مستمندانيم كه گشودن مشكل آنها را نوى دادى</w:t>
      </w:r>
      <w:r w:rsidR="007D3118">
        <w:rPr>
          <w:rtl/>
        </w:rPr>
        <w:t xml:space="preserve">. </w:t>
      </w:r>
    </w:p>
    <w:p w:rsidR="00587D34" w:rsidRDefault="00587D34" w:rsidP="00587D34">
      <w:pPr>
        <w:pStyle w:val="libNormal"/>
        <w:rPr>
          <w:rtl/>
        </w:rPr>
      </w:pPr>
      <w:r>
        <w:rPr>
          <w:rtl/>
        </w:rPr>
        <w:t>5</w:t>
      </w:r>
      <w:r w:rsidR="007D3118">
        <w:rPr>
          <w:rtl/>
        </w:rPr>
        <w:t xml:space="preserve">. </w:t>
      </w:r>
      <w:r>
        <w:rPr>
          <w:rtl/>
        </w:rPr>
        <w:t>سزاوار مشيت و شايسته عظمت و بزرگى توست كه بر مستمندان ببخشايى و آن كس را كه فريادرس خواهد به فرياد رسى</w:t>
      </w:r>
      <w:r w:rsidR="007D3118">
        <w:rPr>
          <w:rtl/>
        </w:rPr>
        <w:t xml:space="preserve">. </w:t>
      </w:r>
      <w:r>
        <w:rPr>
          <w:rtl/>
        </w:rPr>
        <w:t>به زارى ما رحمت آر</w:t>
      </w:r>
      <w:r w:rsidR="007D3118">
        <w:rPr>
          <w:rtl/>
        </w:rPr>
        <w:t xml:space="preserve">، </w:t>
      </w:r>
      <w:r>
        <w:rPr>
          <w:rtl/>
        </w:rPr>
        <w:t>و چون خويش را بر آستان تو به افكنديم ما را بى نياز كن</w:t>
      </w:r>
      <w:r w:rsidR="007D3118">
        <w:rPr>
          <w:rtl/>
        </w:rPr>
        <w:t xml:space="preserve">. </w:t>
      </w:r>
    </w:p>
    <w:p w:rsidR="00587D34" w:rsidRDefault="00587D34" w:rsidP="00587D34">
      <w:pPr>
        <w:pStyle w:val="libNormal"/>
        <w:rPr>
          <w:rtl/>
        </w:rPr>
      </w:pPr>
      <w:r>
        <w:rPr>
          <w:rtl/>
        </w:rPr>
        <w:t>6</w:t>
      </w:r>
      <w:r w:rsidR="007D3118">
        <w:rPr>
          <w:rtl/>
        </w:rPr>
        <w:t xml:space="preserve">. </w:t>
      </w:r>
      <w:r>
        <w:rPr>
          <w:rtl/>
        </w:rPr>
        <w:t>خدايا شيطان شاد گشت كه در گناه پيروى او كرديم</w:t>
      </w:r>
      <w:r w:rsidR="007D3118">
        <w:rPr>
          <w:rtl/>
        </w:rPr>
        <w:t xml:space="preserve">، </w:t>
      </w:r>
      <w:r>
        <w:rPr>
          <w:rtl/>
        </w:rPr>
        <w:t>پس بر محمد و آل او درود فرست</w:t>
      </w:r>
      <w:r w:rsidR="007D3118">
        <w:rPr>
          <w:rtl/>
        </w:rPr>
        <w:t xml:space="preserve">، </w:t>
      </w:r>
      <w:r>
        <w:rPr>
          <w:rtl/>
        </w:rPr>
        <w:t>و پس از اين كه او را رها كرديم و روى به تو آورديم</w:t>
      </w:r>
      <w:r w:rsidR="007D3118">
        <w:rPr>
          <w:rtl/>
        </w:rPr>
        <w:t xml:space="preserve">، </w:t>
      </w:r>
      <w:r>
        <w:rPr>
          <w:rtl/>
        </w:rPr>
        <w:t>او را شاد مگردان</w:t>
      </w:r>
      <w:r w:rsidR="007D3118">
        <w:rPr>
          <w:rtl/>
        </w:rPr>
        <w:t xml:space="preserve">. </w:t>
      </w:r>
    </w:p>
    <w:p w:rsidR="00587D34" w:rsidRDefault="00F57255" w:rsidP="004C63D0">
      <w:pPr>
        <w:pStyle w:val="Heading2"/>
        <w:rPr>
          <w:rtl/>
        </w:rPr>
      </w:pPr>
      <w:r>
        <w:br w:type="page"/>
      </w:r>
      <w:bookmarkStart w:id="26" w:name="_Toc394915155"/>
      <w:r w:rsidR="00AA3CBA">
        <w:lastRenderedPageBreak/>
        <w:t>11</w:t>
      </w:r>
      <w:r w:rsidR="00AA3CBA">
        <w:rPr>
          <w:rtl/>
        </w:rPr>
        <w:t xml:space="preserve"> وَ كَانَ مِنْ دُعَائِهِ عَلَيْهِ السَّلامُ بِخَوَاتِمِ الْخَيْرِ:</w:t>
      </w:r>
      <w:bookmarkEnd w:id="26"/>
      <w:r w:rsidR="00AA3CBA">
        <w:rPr>
          <w:rtl/>
        </w:rPr>
        <w:t xml:space="preserve"> </w:t>
      </w:r>
    </w:p>
    <w:p w:rsidR="00587D34" w:rsidRDefault="00587D34" w:rsidP="00587D34">
      <w:pPr>
        <w:pStyle w:val="libNormal"/>
        <w:rPr>
          <w:rtl/>
        </w:rPr>
      </w:pPr>
      <w:r>
        <w:rPr>
          <w:rtl/>
        </w:rPr>
        <w:t>(1</w:t>
      </w:r>
      <w:r w:rsidR="007D3118">
        <w:rPr>
          <w:rtl/>
        </w:rPr>
        <w:t xml:space="preserve">) </w:t>
      </w:r>
      <w:r>
        <w:rPr>
          <w:rtl/>
        </w:rPr>
        <w:t>يَا مَنْ ذِكْرُهُ شَرَفٌ لِلذَّاكِرِينَ</w:t>
      </w:r>
      <w:r w:rsidR="007D3118">
        <w:rPr>
          <w:rtl/>
        </w:rPr>
        <w:t xml:space="preserve">، </w:t>
      </w:r>
      <w:r>
        <w:rPr>
          <w:rtl/>
        </w:rPr>
        <w:t>وَ يَا مَنْ شُكْرُهُ فَوْزٌ لِلشَّاكِرِينَ</w:t>
      </w:r>
      <w:r w:rsidR="007D3118">
        <w:rPr>
          <w:rtl/>
        </w:rPr>
        <w:t xml:space="preserve">، </w:t>
      </w:r>
      <w:r>
        <w:rPr>
          <w:rtl/>
        </w:rPr>
        <w:t>وَ يَا مَنْ طَاعَتُهُ نَجَاةٌ لِلْمُطِيعِينَ</w:t>
      </w:r>
      <w:r w:rsidR="007D3118">
        <w:rPr>
          <w:rtl/>
        </w:rPr>
        <w:t xml:space="preserve">، </w:t>
      </w:r>
      <w:r>
        <w:rPr>
          <w:rtl/>
        </w:rPr>
        <w:t>صَلِّ عَلَى مُحَمَّدٍ وَ آلِهِ</w:t>
      </w:r>
      <w:r w:rsidR="007D3118">
        <w:rPr>
          <w:rtl/>
        </w:rPr>
        <w:t xml:space="preserve">، </w:t>
      </w:r>
      <w:r>
        <w:rPr>
          <w:rtl/>
        </w:rPr>
        <w:t>وَ اشْغَلْ قُلُوبَنَا بِذِكْرِكَ عَنْ كُلِّ ذِكْرٍ</w:t>
      </w:r>
      <w:r w:rsidR="007D3118">
        <w:rPr>
          <w:rtl/>
        </w:rPr>
        <w:t xml:space="preserve">، </w:t>
      </w:r>
      <w:r>
        <w:rPr>
          <w:rtl/>
        </w:rPr>
        <w:t>وَ أَلْسِنَتَنَا بِشُكْرِكَ عَنْ كُلِّ شُكْرٍ</w:t>
      </w:r>
      <w:r w:rsidR="007D3118">
        <w:rPr>
          <w:rtl/>
        </w:rPr>
        <w:t xml:space="preserve">، </w:t>
      </w:r>
      <w:r>
        <w:rPr>
          <w:rtl/>
        </w:rPr>
        <w:t>وَ جَوَارِحَنَا بِطَاعَتِكَ عَنْ كُلِّ طَاعَةٍ</w:t>
      </w:r>
      <w:r w:rsidR="007D3118">
        <w:rPr>
          <w:rtl/>
        </w:rPr>
        <w:t xml:space="preserve">. </w:t>
      </w:r>
    </w:p>
    <w:p w:rsidR="00587D34" w:rsidRDefault="00587D34" w:rsidP="00587D34">
      <w:pPr>
        <w:pStyle w:val="libNormal"/>
        <w:rPr>
          <w:rtl/>
        </w:rPr>
      </w:pPr>
      <w:r>
        <w:rPr>
          <w:rtl/>
        </w:rPr>
        <w:t>(2</w:t>
      </w:r>
      <w:r w:rsidR="007D3118">
        <w:rPr>
          <w:rtl/>
        </w:rPr>
        <w:t xml:space="preserve">) </w:t>
      </w:r>
      <w:r>
        <w:rPr>
          <w:rtl/>
        </w:rPr>
        <w:t>فَإِنْ قَدَّرْتَ لَنَا فَرَاغا مِنْ شُغْلٍ فَاجْعَلْهُ فَرَاغَ سَلامَةٍ لا تُدْرِكُنَا فِيهِ تَبِعَةٌ</w:t>
      </w:r>
      <w:r w:rsidR="007D3118">
        <w:rPr>
          <w:rtl/>
        </w:rPr>
        <w:t xml:space="preserve">، </w:t>
      </w:r>
      <w:r>
        <w:rPr>
          <w:rtl/>
        </w:rPr>
        <w:t>وَ لا تَلْحَقُنَا فِيهِ سَأْمَةٌ</w:t>
      </w:r>
      <w:r w:rsidR="007D3118">
        <w:rPr>
          <w:rtl/>
        </w:rPr>
        <w:t xml:space="preserve">، </w:t>
      </w:r>
      <w:r>
        <w:rPr>
          <w:rtl/>
        </w:rPr>
        <w:t>حَتَّى يَنْصَرِفَ عَنَّا كُتَّابُ السَّيِّئَاتِ بِصَحِيفَةٍ خَالِيَةٍ مِنْ ذِكْرِ سَيِّئَاتِنَا</w:t>
      </w:r>
      <w:r w:rsidR="007D3118">
        <w:rPr>
          <w:rtl/>
        </w:rPr>
        <w:t xml:space="preserve">، </w:t>
      </w:r>
      <w:r>
        <w:rPr>
          <w:rtl/>
        </w:rPr>
        <w:t>وَ يَتَوَلَّى كُتَّابُ الْحَسَنَاتِ عَنَّا مَسْرُورِينَ بِمَا كَتَبُوا مِنْ حَسَنَاتِنَا</w:t>
      </w:r>
    </w:p>
    <w:p w:rsidR="00587D34" w:rsidRDefault="00587D34" w:rsidP="00587D34">
      <w:pPr>
        <w:pStyle w:val="libNormal"/>
        <w:rPr>
          <w:rtl/>
        </w:rPr>
      </w:pPr>
      <w:r>
        <w:rPr>
          <w:rtl/>
        </w:rPr>
        <w:t>(3</w:t>
      </w:r>
      <w:r w:rsidR="007D3118">
        <w:rPr>
          <w:rtl/>
        </w:rPr>
        <w:t xml:space="preserve">) </w:t>
      </w:r>
      <w:r>
        <w:rPr>
          <w:rtl/>
        </w:rPr>
        <w:t>وَ إِذَا انْقَضَتْ أَيَّامُ حَيَاتِنَا</w:t>
      </w:r>
      <w:r w:rsidR="007D3118">
        <w:rPr>
          <w:rtl/>
        </w:rPr>
        <w:t xml:space="preserve">، </w:t>
      </w:r>
      <w:r>
        <w:rPr>
          <w:rtl/>
        </w:rPr>
        <w:t>وَ تَصَرَّمَتْ مُدَدُ أَعْمَارِنَا</w:t>
      </w:r>
      <w:r w:rsidR="007D3118">
        <w:rPr>
          <w:rtl/>
        </w:rPr>
        <w:t xml:space="preserve">، </w:t>
      </w:r>
      <w:r>
        <w:rPr>
          <w:rtl/>
        </w:rPr>
        <w:t>وَ اسْتَحْضَرَتْنَا دَعْوَتُكَ الَّتِى لا بُدَّ مِنْهَا وَ مِنْ إِجَابَتِهَا</w:t>
      </w:r>
      <w:r w:rsidR="007D3118">
        <w:rPr>
          <w:rtl/>
        </w:rPr>
        <w:t xml:space="preserve">، </w:t>
      </w:r>
      <w:r>
        <w:rPr>
          <w:rtl/>
        </w:rPr>
        <w:t>فَصَلِّ عَلَى مُحَمَّدٍ وَ آلِهِ</w:t>
      </w:r>
      <w:r w:rsidR="007D3118">
        <w:rPr>
          <w:rtl/>
        </w:rPr>
        <w:t xml:space="preserve">، </w:t>
      </w:r>
      <w:r>
        <w:rPr>
          <w:rtl/>
        </w:rPr>
        <w:t>وَ اجْعَلْ خِتَامَ مَا تُحْصِى عَلَيْنَا كَتَبَةُ أَعْمَالِنَا تَوْبَةً مَقْبُولَةً لا تُوقِفُنَا بَعْدَهَا عَلَى ذَنْبٍ اجْتَرَحْنَاهُ</w:t>
      </w:r>
      <w:r w:rsidR="007D3118">
        <w:rPr>
          <w:rtl/>
        </w:rPr>
        <w:t xml:space="preserve">، </w:t>
      </w:r>
      <w:r>
        <w:rPr>
          <w:rtl/>
        </w:rPr>
        <w:t>وَ لا مَعْصِيَةٍ اقْتَرَفْنَاهَا</w:t>
      </w:r>
      <w:r w:rsidR="007D3118">
        <w:rPr>
          <w:rtl/>
        </w:rPr>
        <w:t xml:space="preserve">. </w:t>
      </w:r>
    </w:p>
    <w:p w:rsidR="00587D34" w:rsidRDefault="00587D34" w:rsidP="00587D34">
      <w:pPr>
        <w:pStyle w:val="libNormal"/>
        <w:rPr>
          <w:rtl/>
        </w:rPr>
      </w:pPr>
      <w:r>
        <w:rPr>
          <w:rtl/>
        </w:rPr>
        <w:t>(4</w:t>
      </w:r>
      <w:r w:rsidR="007D3118">
        <w:rPr>
          <w:rtl/>
        </w:rPr>
        <w:t xml:space="preserve">) </w:t>
      </w:r>
      <w:r>
        <w:rPr>
          <w:rtl/>
        </w:rPr>
        <w:t>وَ لا تَكْشِفْ عَنَّا سِتْرا سَتَرْتَهُ عَلَى رُءُوسِ الْأَشْهَادِ</w:t>
      </w:r>
      <w:r w:rsidR="007D3118">
        <w:rPr>
          <w:rtl/>
        </w:rPr>
        <w:t xml:space="preserve">، </w:t>
      </w:r>
      <w:r>
        <w:rPr>
          <w:rtl/>
        </w:rPr>
        <w:t>يَوْمَ تَبْلُو أَخْبَارَ عِبَادِكَ</w:t>
      </w:r>
      <w:r w:rsidR="007D3118">
        <w:rPr>
          <w:rtl/>
        </w:rPr>
        <w:t xml:space="preserve">. </w:t>
      </w:r>
    </w:p>
    <w:p w:rsidR="00587D34" w:rsidRDefault="00587D34" w:rsidP="00587D34">
      <w:pPr>
        <w:pStyle w:val="libNormal"/>
        <w:rPr>
          <w:rtl/>
        </w:rPr>
      </w:pPr>
      <w:r>
        <w:rPr>
          <w:rtl/>
        </w:rPr>
        <w:t>(5</w:t>
      </w:r>
      <w:r w:rsidR="007D3118">
        <w:rPr>
          <w:rtl/>
        </w:rPr>
        <w:t xml:space="preserve">) </w:t>
      </w:r>
      <w:r>
        <w:rPr>
          <w:rtl/>
        </w:rPr>
        <w:t>إِنَّكَ رَحِيمٌ بِمَنْ دَعَاكَ</w:t>
      </w:r>
      <w:r w:rsidR="007D3118">
        <w:rPr>
          <w:rtl/>
        </w:rPr>
        <w:t xml:space="preserve">، </w:t>
      </w:r>
      <w:r>
        <w:rPr>
          <w:rtl/>
        </w:rPr>
        <w:t>وَ مُسْتَجِيبٌ لِمَنْ نَادَاكَ</w:t>
      </w:r>
      <w:r w:rsidR="007D3118">
        <w:rPr>
          <w:rtl/>
        </w:rPr>
        <w:t xml:space="preserve">. </w:t>
      </w:r>
    </w:p>
    <w:p w:rsidR="00587D34" w:rsidRDefault="00AA3CBA" w:rsidP="004C63D0">
      <w:pPr>
        <w:pStyle w:val="Heading2"/>
        <w:rPr>
          <w:rtl/>
        </w:rPr>
      </w:pPr>
      <w:bookmarkStart w:id="27" w:name="_Toc394915156"/>
      <w:r>
        <w:rPr>
          <w:rtl/>
        </w:rPr>
        <w:t xml:space="preserve">ترجمه دعاى يازدهم: دعاى آن حضرت </w:t>
      </w:r>
      <w:r w:rsidR="000C598D" w:rsidRPr="000C598D">
        <w:rPr>
          <w:rStyle w:val="libAlaemChar"/>
          <w:rtl/>
        </w:rPr>
        <w:t>عليه‌السلام</w:t>
      </w:r>
      <w:r>
        <w:rPr>
          <w:rtl/>
        </w:rPr>
        <w:t xml:space="preserve"> در طلب عافيت</w:t>
      </w:r>
      <w:bookmarkEnd w:id="27"/>
    </w:p>
    <w:p w:rsidR="00587D34" w:rsidRDefault="00587D34" w:rsidP="00587D34">
      <w:pPr>
        <w:pStyle w:val="libNormal"/>
        <w:rPr>
          <w:rtl/>
        </w:rPr>
      </w:pPr>
      <w:r>
        <w:rPr>
          <w:rtl/>
        </w:rPr>
        <w:t>1</w:t>
      </w:r>
      <w:r w:rsidR="007D3118">
        <w:rPr>
          <w:rtl/>
        </w:rPr>
        <w:t xml:space="preserve">. </w:t>
      </w:r>
      <w:r>
        <w:rPr>
          <w:rtl/>
        </w:rPr>
        <w:t>اى كه يادكنندگان تو را</w:t>
      </w:r>
      <w:r w:rsidR="007D3118">
        <w:rPr>
          <w:rtl/>
        </w:rPr>
        <w:t xml:space="preserve">، </w:t>
      </w:r>
      <w:r>
        <w:rPr>
          <w:rtl/>
        </w:rPr>
        <w:t>ياد تو ارجمند گرداند</w:t>
      </w:r>
      <w:r w:rsidR="007D3118">
        <w:rPr>
          <w:rtl/>
        </w:rPr>
        <w:t xml:space="preserve">، </w:t>
      </w:r>
      <w:r w:rsidRPr="00AA3CBA">
        <w:rPr>
          <w:rStyle w:val="libFootnotenumChar"/>
          <w:rtl/>
        </w:rPr>
        <w:t>(45</w:t>
      </w:r>
      <w:r w:rsidR="007D3118" w:rsidRPr="00AA3CBA">
        <w:rPr>
          <w:rStyle w:val="libFootnotenumChar"/>
          <w:rtl/>
        </w:rPr>
        <w:t>)</w:t>
      </w:r>
      <w:r>
        <w:rPr>
          <w:rtl/>
        </w:rPr>
        <w:t xml:space="preserve"> و اى كه سپاسگزاران تو را سپاس تو رستگار كند</w:t>
      </w:r>
      <w:r w:rsidR="007D3118">
        <w:rPr>
          <w:rtl/>
        </w:rPr>
        <w:t xml:space="preserve">، </w:t>
      </w:r>
      <w:r>
        <w:rPr>
          <w:rtl/>
        </w:rPr>
        <w:t>و اى كسى كه مطيعان تو را فرمانبردارى تو نجات بخشد</w:t>
      </w:r>
      <w:r w:rsidR="007D3118">
        <w:rPr>
          <w:rtl/>
        </w:rPr>
        <w:t xml:space="preserve">، </w:t>
      </w:r>
      <w:r>
        <w:rPr>
          <w:rtl/>
        </w:rPr>
        <w:t>بر محمد و آل او درود فرست</w:t>
      </w:r>
      <w:r w:rsidR="007D3118">
        <w:rPr>
          <w:rtl/>
        </w:rPr>
        <w:t xml:space="preserve">، </w:t>
      </w:r>
      <w:r>
        <w:rPr>
          <w:rtl/>
        </w:rPr>
        <w:t>و دل ما را به ياد خود از ياد ديگران بپرداز</w:t>
      </w:r>
      <w:r w:rsidR="007D3118">
        <w:rPr>
          <w:rtl/>
        </w:rPr>
        <w:t xml:space="preserve">، </w:t>
      </w:r>
      <w:r>
        <w:rPr>
          <w:rtl/>
        </w:rPr>
        <w:t>و زبان ما را به سپاسگزارى خود از سپاس ‍ ديگران باز دار و اعضاى ما را در اطاعت خود از عبادت ديگران منصرف كن</w:t>
      </w:r>
      <w:r w:rsidR="007D3118">
        <w:rPr>
          <w:rtl/>
        </w:rPr>
        <w:t xml:space="preserve">. </w:t>
      </w:r>
    </w:p>
    <w:p w:rsidR="00587D34" w:rsidRDefault="00587D34" w:rsidP="00587D34">
      <w:pPr>
        <w:pStyle w:val="libNormal"/>
        <w:rPr>
          <w:rtl/>
        </w:rPr>
      </w:pPr>
      <w:r>
        <w:rPr>
          <w:rtl/>
        </w:rPr>
        <w:t>3</w:t>
      </w:r>
      <w:r w:rsidR="007D3118">
        <w:rPr>
          <w:rtl/>
        </w:rPr>
        <w:t xml:space="preserve">. </w:t>
      </w:r>
      <w:r>
        <w:rPr>
          <w:rtl/>
        </w:rPr>
        <w:t>و اگر براى ما فراغتى مقدّر كرده آن فراغت را چنان به سلامت بگذران كه وبال نياورد و ملال نرساند</w:t>
      </w:r>
      <w:r w:rsidR="007D3118">
        <w:rPr>
          <w:rtl/>
        </w:rPr>
        <w:t xml:space="preserve">، </w:t>
      </w:r>
      <w:r>
        <w:rPr>
          <w:rtl/>
        </w:rPr>
        <w:t>نويسندگان گناهان با نامه سفيد باز گردند و نويسندگان طاعات از نوشتن حسنات ما شادمان باشند</w:t>
      </w:r>
      <w:r w:rsidR="007D3118">
        <w:rPr>
          <w:rtl/>
        </w:rPr>
        <w:t xml:space="preserve">. </w:t>
      </w:r>
      <w:r w:rsidRPr="00AA3CBA">
        <w:rPr>
          <w:rStyle w:val="libFootnotenumChar"/>
          <w:rtl/>
        </w:rPr>
        <w:t>(46</w:t>
      </w:r>
      <w:r w:rsidR="007D3118" w:rsidRPr="00AA3CBA">
        <w:rPr>
          <w:rStyle w:val="libFootnotenumChar"/>
          <w:rtl/>
        </w:rPr>
        <w:t>)</w:t>
      </w:r>
    </w:p>
    <w:p w:rsidR="00587D34" w:rsidRDefault="00587D34" w:rsidP="00587D34">
      <w:pPr>
        <w:pStyle w:val="libNormal"/>
        <w:rPr>
          <w:rtl/>
        </w:rPr>
      </w:pPr>
      <w:r>
        <w:rPr>
          <w:rtl/>
        </w:rPr>
        <w:lastRenderedPageBreak/>
        <w:t>3</w:t>
      </w:r>
      <w:r w:rsidR="007D3118">
        <w:rPr>
          <w:rtl/>
        </w:rPr>
        <w:t xml:space="preserve">. </w:t>
      </w:r>
      <w:r>
        <w:rPr>
          <w:rtl/>
        </w:rPr>
        <w:t>و چون روزهاى عمر ما سپرى شود</w:t>
      </w:r>
      <w:r w:rsidR="007D3118">
        <w:rPr>
          <w:rtl/>
        </w:rPr>
        <w:t xml:space="preserve">، </w:t>
      </w:r>
      <w:r>
        <w:rPr>
          <w:rtl/>
        </w:rPr>
        <w:t>و مدت زندگى به سر آيد و دعوت تو حضور ما را لازم شمرد</w:t>
      </w:r>
      <w:r w:rsidR="007D3118">
        <w:rPr>
          <w:rtl/>
        </w:rPr>
        <w:t xml:space="preserve">، </w:t>
      </w:r>
      <w:r>
        <w:rPr>
          <w:rtl/>
        </w:rPr>
        <w:t>ما ناچار آن دعوت را اجابت كنيم</w:t>
      </w:r>
      <w:r w:rsidR="007D3118">
        <w:rPr>
          <w:rtl/>
        </w:rPr>
        <w:t xml:space="preserve">، </w:t>
      </w:r>
      <w:r>
        <w:rPr>
          <w:rtl/>
        </w:rPr>
        <w:t>پس بر محمد و آل او درود فرست</w:t>
      </w:r>
      <w:r w:rsidR="007D3118">
        <w:rPr>
          <w:rtl/>
        </w:rPr>
        <w:t xml:space="preserve">، </w:t>
      </w:r>
      <w:r>
        <w:rPr>
          <w:rtl/>
        </w:rPr>
        <w:t>و چنان مقدر فرما كه وقتى نويسندگان اعمال يك يك كارهاى ما را بر شماره كنند</w:t>
      </w:r>
      <w:r w:rsidR="007D3118">
        <w:rPr>
          <w:rtl/>
        </w:rPr>
        <w:t xml:space="preserve">، </w:t>
      </w:r>
      <w:r>
        <w:rPr>
          <w:rtl/>
        </w:rPr>
        <w:t>آخرين عمل ما توبه اى باشد مقبول و پس از آن ما را بر گناهى كه مرتكب شده باشيم واقف نسازند و بر نافرمانى كه از ماصادر شده باشد</w:t>
      </w:r>
      <w:r w:rsidR="007D3118">
        <w:rPr>
          <w:rtl/>
        </w:rPr>
        <w:t xml:space="preserve">، </w:t>
      </w:r>
      <w:r>
        <w:rPr>
          <w:rtl/>
        </w:rPr>
        <w:t>آگاه نكنند</w:t>
      </w:r>
      <w:r w:rsidR="007D3118">
        <w:rPr>
          <w:rtl/>
        </w:rPr>
        <w:t xml:space="preserve">. </w:t>
      </w:r>
    </w:p>
    <w:p w:rsidR="00587D34" w:rsidRDefault="00587D34" w:rsidP="00587D34">
      <w:pPr>
        <w:pStyle w:val="libNormal"/>
        <w:rPr>
          <w:rtl/>
        </w:rPr>
      </w:pPr>
      <w:r>
        <w:rPr>
          <w:rtl/>
        </w:rPr>
        <w:t>4</w:t>
      </w:r>
      <w:r w:rsidR="007D3118">
        <w:rPr>
          <w:rtl/>
        </w:rPr>
        <w:t xml:space="preserve">. </w:t>
      </w:r>
      <w:r>
        <w:rPr>
          <w:rtl/>
        </w:rPr>
        <w:t>در آن روز كه راز نهانى بندگان را باز رسى</w:t>
      </w:r>
      <w:r w:rsidR="007D3118">
        <w:rPr>
          <w:rtl/>
        </w:rPr>
        <w:t xml:space="preserve">، </w:t>
      </w:r>
      <w:r>
        <w:rPr>
          <w:rtl/>
        </w:rPr>
        <w:t>در پيش حاضران پرده اى كه بر ما پوشيده مَدِر</w:t>
      </w:r>
      <w:r w:rsidR="007D3118">
        <w:rPr>
          <w:rtl/>
        </w:rPr>
        <w:t xml:space="preserve">. </w:t>
      </w:r>
    </w:p>
    <w:p w:rsidR="00587D34" w:rsidRDefault="00587D34" w:rsidP="00587D34">
      <w:pPr>
        <w:pStyle w:val="libNormal"/>
        <w:rPr>
          <w:rtl/>
        </w:rPr>
      </w:pPr>
      <w:r>
        <w:rPr>
          <w:rtl/>
        </w:rPr>
        <w:t>5</w:t>
      </w:r>
      <w:r w:rsidR="007D3118">
        <w:rPr>
          <w:rtl/>
        </w:rPr>
        <w:t xml:space="preserve">. </w:t>
      </w:r>
      <w:r>
        <w:rPr>
          <w:rtl/>
        </w:rPr>
        <w:t>هر كس تو را خواند بر وى ببخشاى و هر كه تو را ندا كند</w:t>
      </w:r>
      <w:r w:rsidR="007D3118">
        <w:rPr>
          <w:rtl/>
        </w:rPr>
        <w:t xml:space="preserve">، </w:t>
      </w:r>
      <w:r>
        <w:rPr>
          <w:rtl/>
        </w:rPr>
        <w:t>اجابت فرماى</w:t>
      </w:r>
      <w:r w:rsidR="007D3118">
        <w:rPr>
          <w:rtl/>
        </w:rPr>
        <w:t xml:space="preserve">. </w:t>
      </w:r>
    </w:p>
    <w:p w:rsidR="00587D34" w:rsidRDefault="00F57255" w:rsidP="004C63D0">
      <w:pPr>
        <w:pStyle w:val="Heading2"/>
        <w:rPr>
          <w:rtl/>
        </w:rPr>
      </w:pPr>
      <w:r>
        <w:br w:type="page"/>
      </w:r>
      <w:bookmarkStart w:id="28" w:name="_Toc394915157"/>
      <w:r w:rsidR="00AA3CBA">
        <w:lastRenderedPageBreak/>
        <w:t>12</w:t>
      </w:r>
      <w:r w:rsidR="00AA3CBA">
        <w:rPr>
          <w:rtl/>
        </w:rPr>
        <w:t xml:space="preserve"> وَ كَانَ مِنْ دُعَائِهِ عَلَيْهِ السَّلامُ فِى الاعْتِرَافِ وَ طَلَبِ التَّوْبَةِ إِلَى اللَّهِ تَعَالَى:</w:t>
      </w:r>
      <w:bookmarkEnd w:id="28"/>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إِنَّهُ يَحْجُبُنِى عَنْ مَسْأَلَتِكَ خِلالٌ ثَلاثٌ</w:t>
      </w:r>
      <w:r w:rsidR="007D3118">
        <w:rPr>
          <w:rtl/>
        </w:rPr>
        <w:t xml:space="preserve">، </w:t>
      </w:r>
      <w:r>
        <w:rPr>
          <w:rtl/>
        </w:rPr>
        <w:t>وَ تَحْدُونِى عَلَيْهَا خَلَّةٌ وَاحِدَةٌ</w:t>
      </w:r>
      <w:r w:rsidR="007D3118">
        <w:rPr>
          <w:rtl/>
        </w:rPr>
        <w:t xml:space="preserve">: </w:t>
      </w:r>
    </w:p>
    <w:p w:rsidR="00587D34" w:rsidRDefault="00587D34" w:rsidP="00587D34">
      <w:pPr>
        <w:pStyle w:val="libNormal"/>
        <w:rPr>
          <w:rtl/>
        </w:rPr>
      </w:pPr>
      <w:r>
        <w:rPr>
          <w:rtl/>
        </w:rPr>
        <w:t>(2</w:t>
      </w:r>
      <w:r w:rsidR="007D3118">
        <w:rPr>
          <w:rtl/>
        </w:rPr>
        <w:t xml:space="preserve">) </w:t>
      </w:r>
      <w:r>
        <w:rPr>
          <w:rtl/>
        </w:rPr>
        <w:t>يَحْجُبُنِى أَمْرٌ أَمَرْتَ بِهِ فَأَبْطَأْتُ عَنْهُ</w:t>
      </w:r>
      <w:r w:rsidR="007D3118">
        <w:rPr>
          <w:rtl/>
        </w:rPr>
        <w:t xml:space="preserve">، </w:t>
      </w:r>
      <w:r>
        <w:rPr>
          <w:rtl/>
        </w:rPr>
        <w:t>وَ نَهْيٌ نَهَيْتَنِى عَنْهُ فَأَسْرَعْتُ إِلَيْهِ</w:t>
      </w:r>
      <w:r w:rsidR="007D3118">
        <w:rPr>
          <w:rtl/>
        </w:rPr>
        <w:t xml:space="preserve">، </w:t>
      </w:r>
      <w:r>
        <w:rPr>
          <w:rtl/>
        </w:rPr>
        <w:t>وَ نِعْمَةٌ أَنْعَمْتَ بِهَا عَلَيَّ فَقَصَّرْتُ فِى شُكْرِهَا</w:t>
      </w:r>
      <w:r w:rsidR="007D3118">
        <w:rPr>
          <w:rtl/>
        </w:rPr>
        <w:t xml:space="preserve">. </w:t>
      </w:r>
    </w:p>
    <w:p w:rsidR="00587D34" w:rsidRDefault="00587D34" w:rsidP="00587D34">
      <w:pPr>
        <w:pStyle w:val="libNormal"/>
        <w:rPr>
          <w:rtl/>
        </w:rPr>
      </w:pPr>
      <w:r>
        <w:rPr>
          <w:rtl/>
        </w:rPr>
        <w:t>(3</w:t>
      </w:r>
      <w:r w:rsidR="007D3118">
        <w:rPr>
          <w:rtl/>
        </w:rPr>
        <w:t xml:space="preserve">) </w:t>
      </w:r>
      <w:r>
        <w:rPr>
          <w:rtl/>
        </w:rPr>
        <w:t>وَ يَحْدُونِى عَلَى مَسْأَلَتِكَ تَفَضُّلُكَ عَلَى مَنْ أَقْبَلَ بِوَجْهِهِ إِلَيْكَ</w:t>
      </w:r>
      <w:r w:rsidR="007D3118">
        <w:rPr>
          <w:rtl/>
        </w:rPr>
        <w:t xml:space="preserve">، </w:t>
      </w:r>
      <w:r>
        <w:rPr>
          <w:rtl/>
        </w:rPr>
        <w:t>وَ وَفَدَ بِحُسْنِ ظَنِّهِ إِلَيْكَ</w:t>
      </w:r>
      <w:r w:rsidR="007D3118">
        <w:rPr>
          <w:rtl/>
        </w:rPr>
        <w:t xml:space="preserve">، </w:t>
      </w:r>
      <w:r>
        <w:rPr>
          <w:rtl/>
        </w:rPr>
        <w:t>إِذْ جَمِيعُ إِحْسَانِكَ تَفَضُّلٌ</w:t>
      </w:r>
      <w:r w:rsidR="007D3118">
        <w:rPr>
          <w:rtl/>
        </w:rPr>
        <w:t xml:space="preserve">، </w:t>
      </w:r>
      <w:r>
        <w:rPr>
          <w:rtl/>
        </w:rPr>
        <w:t>وَ إِذْ كُلُّ نِعَمِكَ ابْتِدَاءٌ</w:t>
      </w:r>
    </w:p>
    <w:p w:rsidR="00587D34" w:rsidRDefault="00587D34" w:rsidP="00587D34">
      <w:pPr>
        <w:pStyle w:val="libNormal"/>
        <w:rPr>
          <w:rtl/>
        </w:rPr>
      </w:pPr>
      <w:r>
        <w:rPr>
          <w:rtl/>
        </w:rPr>
        <w:t>(4</w:t>
      </w:r>
      <w:r w:rsidR="007D3118">
        <w:rPr>
          <w:rtl/>
        </w:rPr>
        <w:t xml:space="preserve">) </w:t>
      </w:r>
      <w:r>
        <w:rPr>
          <w:rtl/>
        </w:rPr>
        <w:t>فَهَا أَنَا ذَا</w:t>
      </w:r>
      <w:r w:rsidR="007D3118">
        <w:rPr>
          <w:rtl/>
        </w:rPr>
        <w:t xml:space="preserve">، </w:t>
      </w:r>
      <w:r>
        <w:rPr>
          <w:rtl/>
        </w:rPr>
        <w:t>يَا إِلَهِى</w:t>
      </w:r>
      <w:r w:rsidR="007D3118">
        <w:rPr>
          <w:rtl/>
        </w:rPr>
        <w:t xml:space="preserve">، </w:t>
      </w:r>
      <w:r>
        <w:rPr>
          <w:rtl/>
        </w:rPr>
        <w:t>وَاقِفٌ بِبَابِ عِزِّكَ وُقُوفَ الْمُسْتَسْلِمِ الذَّلِيلِ</w:t>
      </w:r>
      <w:r w:rsidR="007D3118">
        <w:rPr>
          <w:rtl/>
        </w:rPr>
        <w:t xml:space="preserve">، </w:t>
      </w:r>
      <w:r>
        <w:rPr>
          <w:rtl/>
        </w:rPr>
        <w:t>وَ سَائِلُكَ عَلَى الْحَيَاءِ مِنِّى سُؤَالَ الْبَائِسِ الْمُعِيلِ</w:t>
      </w:r>
    </w:p>
    <w:p w:rsidR="00587D34" w:rsidRDefault="00587D34" w:rsidP="00587D34">
      <w:pPr>
        <w:pStyle w:val="libNormal"/>
        <w:rPr>
          <w:rtl/>
        </w:rPr>
      </w:pPr>
      <w:r>
        <w:rPr>
          <w:rtl/>
        </w:rPr>
        <w:t>(5</w:t>
      </w:r>
      <w:r w:rsidR="007D3118">
        <w:rPr>
          <w:rtl/>
        </w:rPr>
        <w:t xml:space="preserve">) </w:t>
      </w:r>
      <w:r>
        <w:rPr>
          <w:rtl/>
        </w:rPr>
        <w:t>مُقِرٌّ لَكَ بِأَنِّى لَمْ أَسْتَسْلِمْ وَقْتَ إِحْسَانِكَ إِلا بِالْإِقْلاعِ عَنْ عِصْيَانِكَ</w:t>
      </w:r>
      <w:r w:rsidR="007D3118">
        <w:rPr>
          <w:rtl/>
        </w:rPr>
        <w:t xml:space="preserve">، </w:t>
      </w:r>
      <w:r>
        <w:rPr>
          <w:rtl/>
        </w:rPr>
        <w:t>وَ لَمْ أَخْلُ فِى الْحَالاتِ كُلِّهَا مِنِ امْتِنَانِكَ</w:t>
      </w:r>
      <w:r w:rsidR="007D3118">
        <w:rPr>
          <w:rtl/>
        </w:rPr>
        <w:t xml:space="preserve">. </w:t>
      </w:r>
    </w:p>
    <w:p w:rsidR="00587D34" w:rsidRDefault="00587D34" w:rsidP="00587D34">
      <w:pPr>
        <w:pStyle w:val="libNormal"/>
        <w:rPr>
          <w:rtl/>
        </w:rPr>
      </w:pPr>
      <w:r>
        <w:rPr>
          <w:rtl/>
        </w:rPr>
        <w:t>(6</w:t>
      </w:r>
      <w:r w:rsidR="007D3118">
        <w:rPr>
          <w:rtl/>
        </w:rPr>
        <w:t xml:space="preserve">) </w:t>
      </w:r>
      <w:r>
        <w:rPr>
          <w:rtl/>
        </w:rPr>
        <w:t>فَهَلْ يَنْفَعُنِى</w:t>
      </w:r>
      <w:r w:rsidR="007D3118">
        <w:rPr>
          <w:rtl/>
        </w:rPr>
        <w:t xml:space="preserve">، </w:t>
      </w:r>
      <w:r>
        <w:rPr>
          <w:rtl/>
        </w:rPr>
        <w:t>يَا إِلَهِى</w:t>
      </w:r>
      <w:r w:rsidR="007D3118">
        <w:rPr>
          <w:rtl/>
        </w:rPr>
        <w:t xml:space="preserve">، </w:t>
      </w:r>
      <w:r>
        <w:rPr>
          <w:rtl/>
        </w:rPr>
        <w:t>إِقْرَارِى عِنْدَكَ بِسُوءِ مَا اكْتَسَبْتُ؟ وَ هَلْ يُنْجِينِى مِنْكَ اعْتِرَافِى لَكَ بِقَبِيحِ مَا ارْتَكَبْتُ؟ أَمْ أَوْجَبْتَ لِى فِى مَقَامِى هَذَا سُخْطَكَ؟ أَمْ لَزِمَنِى فِى وَقْتِ دُعَاىَ مَقْتُكَ؟</w:t>
      </w:r>
      <w:r w:rsidR="007D3118">
        <w:rPr>
          <w:rtl/>
        </w:rPr>
        <w:t xml:space="preserve">. </w:t>
      </w:r>
    </w:p>
    <w:p w:rsidR="00587D34" w:rsidRDefault="00587D34" w:rsidP="00587D34">
      <w:pPr>
        <w:pStyle w:val="libNormal"/>
        <w:rPr>
          <w:rtl/>
        </w:rPr>
      </w:pPr>
      <w:r>
        <w:rPr>
          <w:rtl/>
        </w:rPr>
        <w:t>(7</w:t>
      </w:r>
      <w:r w:rsidR="007D3118">
        <w:rPr>
          <w:rtl/>
        </w:rPr>
        <w:t xml:space="preserve">) </w:t>
      </w:r>
      <w:r>
        <w:rPr>
          <w:rtl/>
        </w:rPr>
        <w:t>سُبْحَانَكَ</w:t>
      </w:r>
      <w:r w:rsidR="007D3118">
        <w:rPr>
          <w:rtl/>
        </w:rPr>
        <w:t xml:space="preserve">، </w:t>
      </w:r>
      <w:r>
        <w:rPr>
          <w:rtl/>
        </w:rPr>
        <w:t>لا أَيْئَسُ مِنْكَ وَ قَدْ فَتحْتَ لِى بَابَ التَّوْبَةِ إِلَيْكَ</w:t>
      </w:r>
      <w:r w:rsidR="007D3118">
        <w:rPr>
          <w:rtl/>
        </w:rPr>
        <w:t xml:space="preserve">، </w:t>
      </w:r>
      <w:r>
        <w:rPr>
          <w:rtl/>
        </w:rPr>
        <w:t>بَلْ أَقُولُ مَقَالَ الْعَبْدِ الذَّلِيلِ الظَّالِمِ لِنَفْسِهِ الْمُسْتَخِفِّ بِحُرْمَةِ رَبِّهِ</w:t>
      </w:r>
      <w:r w:rsidR="007D3118">
        <w:rPr>
          <w:rtl/>
        </w:rPr>
        <w:t xml:space="preserve">. </w:t>
      </w:r>
    </w:p>
    <w:p w:rsidR="00587D34" w:rsidRDefault="00587D34" w:rsidP="00587D34">
      <w:pPr>
        <w:pStyle w:val="libNormal"/>
        <w:rPr>
          <w:rtl/>
        </w:rPr>
      </w:pPr>
      <w:r>
        <w:rPr>
          <w:rtl/>
        </w:rPr>
        <w:t>(8</w:t>
      </w:r>
      <w:r w:rsidR="007D3118">
        <w:rPr>
          <w:rtl/>
        </w:rPr>
        <w:t xml:space="preserve">) </w:t>
      </w:r>
      <w:r>
        <w:rPr>
          <w:rtl/>
        </w:rPr>
        <w:t>الَّذِى عَظُمَتْ ذُنُوبُهُ فَجَلَّتْ</w:t>
      </w:r>
      <w:r w:rsidR="007D3118">
        <w:rPr>
          <w:rtl/>
        </w:rPr>
        <w:t xml:space="preserve">، </w:t>
      </w:r>
      <w:r>
        <w:rPr>
          <w:rtl/>
        </w:rPr>
        <w:t>وَ أَدْبَرَتْ أَيَّامُهُ فَوَلَّتْ حَتَّى إِذَا رَأَى مُدَّةَ الْعَمَلِ قَدِ انْقَضَتْ وَ غَايَةَ الْعُمُرِ قَدِ انْتَهَتْ</w:t>
      </w:r>
      <w:r w:rsidR="007D3118">
        <w:rPr>
          <w:rtl/>
        </w:rPr>
        <w:t xml:space="preserve">، </w:t>
      </w:r>
      <w:r>
        <w:rPr>
          <w:rtl/>
        </w:rPr>
        <w:t>وَ أَيْقَنَ أَنَّهُ لا مَحِيصَ لَهُ مِنْكَ</w:t>
      </w:r>
      <w:r w:rsidR="007D3118">
        <w:rPr>
          <w:rtl/>
        </w:rPr>
        <w:t xml:space="preserve">، </w:t>
      </w:r>
      <w:r>
        <w:rPr>
          <w:rtl/>
        </w:rPr>
        <w:t>وَ لا مَهْرَبَ لَهُ عَنْكَ</w:t>
      </w:r>
      <w:r w:rsidR="007D3118">
        <w:rPr>
          <w:rtl/>
        </w:rPr>
        <w:t xml:space="preserve">، </w:t>
      </w:r>
      <w:r>
        <w:rPr>
          <w:rtl/>
        </w:rPr>
        <w:t>تَلَقَّاكَ بِالْإِنَابَةِ</w:t>
      </w:r>
      <w:r w:rsidR="007D3118">
        <w:rPr>
          <w:rtl/>
        </w:rPr>
        <w:t xml:space="preserve">، </w:t>
      </w:r>
      <w:r>
        <w:rPr>
          <w:rtl/>
        </w:rPr>
        <w:t>وَ أَخْلَصَ لَكَ التَّوْبَةَ</w:t>
      </w:r>
      <w:r w:rsidR="007D3118">
        <w:rPr>
          <w:rtl/>
        </w:rPr>
        <w:t xml:space="preserve">، </w:t>
      </w:r>
      <w:r>
        <w:rPr>
          <w:rtl/>
        </w:rPr>
        <w:t>فَقَامَ إِلَيْكَ بِقَلْبٍ طَاهِرٍ نَقِيٍّ</w:t>
      </w:r>
      <w:r w:rsidR="007D3118">
        <w:rPr>
          <w:rtl/>
        </w:rPr>
        <w:t xml:space="preserve">، </w:t>
      </w:r>
      <w:r>
        <w:rPr>
          <w:rtl/>
        </w:rPr>
        <w:t>ثُمَّ دَعَاكَ بِصَوْتٍ حَائِلٍ خَفِيٍّ</w:t>
      </w:r>
      <w:r w:rsidR="007D3118">
        <w:rPr>
          <w:rtl/>
        </w:rPr>
        <w:t xml:space="preserve">. </w:t>
      </w:r>
    </w:p>
    <w:p w:rsidR="00587D34" w:rsidRDefault="00587D34" w:rsidP="00587D34">
      <w:pPr>
        <w:pStyle w:val="libNormal"/>
        <w:rPr>
          <w:rtl/>
        </w:rPr>
      </w:pPr>
      <w:r>
        <w:rPr>
          <w:rtl/>
        </w:rPr>
        <w:t>(9</w:t>
      </w:r>
      <w:r w:rsidR="007D3118">
        <w:rPr>
          <w:rtl/>
        </w:rPr>
        <w:t xml:space="preserve">) </w:t>
      </w:r>
      <w:r>
        <w:rPr>
          <w:rtl/>
        </w:rPr>
        <w:t>قَدْ تَطَأْطَأَ لَكَ فَانْحَنَى</w:t>
      </w:r>
      <w:r w:rsidR="007D3118">
        <w:rPr>
          <w:rtl/>
        </w:rPr>
        <w:t xml:space="preserve">، </w:t>
      </w:r>
      <w:r>
        <w:rPr>
          <w:rtl/>
        </w:rPr>
        <w:t>وَ نَكَّسَ رَأْسَهُ فَانْثَنَى</w:t>
      </w:r>
      <w:r w:rsidR="007D3118">
        <w:rPr>
          <w:rtl/>
        </w:rPr>
        <w:t xml:space="preserve">، </w:t>
      </w:r>
      <w:r>
        <w:rPr>
          <w:rtl/>
        </w:rPr>
        <w:t>قَدْ أَرْعَشَتْ خَشْيَتُهُ رِجْلَيْهِ</w:t>
      </w:r>
      <w:r w:rsidR="007D3118">
        <w:rPr>
          <w:rtl/>
        </w:rPr>
        <w:t xml:space="preserve">، </w:t>
      </w:r>
      <w:r>
        <w:rPr>
          <w:rtl/>
        </w:rPr>
        <w:t>وَ غَرَّقَتْ دُمُوعُهُ خَدَّيْهِ</w:t>
      </w:r>
      <w:r w:rsidR="007D3118">
        <w:rPr>
          <w:rtl/>
        </w:rPr>
        <w:t xml:space="preserve">، </w:t>
      </w:r>
      <w:r>
        <w:rPr>
          <w:rtl/>
        </w:rPr>
        <w:t>يَدْعُوكَ</w:t>
      </w:r>
      <w:r w:rsidR="007D3118">
        <w:rPr>
          <w:rtl/>
        </w:rPr>
        <w:t xml:space="preserve">: </w:t>
      </w:r>
      <w:r>
        <w:rPr>
          <w:rtl/>
        </w:rPr>
        <w:t>بِيَا أَرْحَمَ الرَّاحِمِينَ</w:t>
      </w:r>
      <w:r w:rsidR="007D3118">
        <w:rPr>
          <w:rtl/>
        </w:rPr>
        <w:t xml:space="preserve">، </w:t>
      </w:r>
      <w:r>
        <w:rPr>
          <w:rtl/>
        </w:rPr>
        <w:t xml:space="preserve">وَ يَا أَرْحَمَ مَنِ انْتَابَهُ </w:t>
      </w:r>
      <w:r>
        <w:rPr>
          <w:rtl/>
        </w:rPr>
        <w:lastRenderedPageBreak/>
        <w:t>الْمُسْتَرْحِمُونَ</w:t>
      </w:r>
      <w:r w:rsidR="007D3118">
        <w:rPr>
          <w:rtl/>
        </w:rPr>
        <w:t xml:space="preserve">، </w:t>
      </w:r>
      <w:r>
        <w:rPr>
          <w:rtl/>
        </w:rPr>
        <w:t>وَ يَا أَعْطَفَ مَنْ أَطَافَ بِهِ الْمُسْتَغْفِرُونَ</w:t>
      </w:r>
      <w:r w:rsidR="007D3118">
        <w:rPr>
          <w:rtl/>
        </w:rPr>
        <w:t xml:space="preserve">، </w:t>
      </w:r>
      <w:r>
        <w:rPr>
          <w:rtl/>
        </w:rPr>
        <w:t>وَ يَا مَنْ عَفْوُهُ أَكْثرُ مِنْ نَقِمَتِهِ</w:t>
      </w:r>
      <w:r w:rsidR="007D3118">
        <w:rPr>
          <w:rtl/>
        </w:rPr>
        <w:t xml:space="preserve">، </w:t>
      </w:r>
      <w:r>
        <w:rPr>
          <w:rtl/>
        </w:rPr>
        <w:t>وَ يَا مَنْ رِضَاهُ أَوْفَرُ مِنْ سَخَطِهِ</w:t>
      </w:r>
    </w:p>
    <w:p w:rsidR="00587D34" w:rsidRDefault="00587D34" w:rsidP="00587D34">
      <w:pPr>
        <w:pStyle w:val="libNormal"/>
        <w:rPr>
          <w:rtl/>
        </w:rPr>
      </w:pPr>
      <w:r>
        <w:rPr>
          <w:rtl/>
        </w:rPr>
        <w:t>(10</w:t>
      </w:r>
      <w:r w:rsidR="007D3118">
        <w:rPr>
          <w:rtl/>
        </w:rPr>
        <w:t xml:space="preserve">) </w:t>
      </w:r>
      <w:r>
        <w:rPr>
          <w:rtl/>
        </w:rPr>
        <w:t>وَ يَا مَنْ تَحَمَّدَ إِلَى خَلْقِهِ بِحُسْنِ التَّجَاوُزِ</w:t>
      </w:r>
      <w:r w:rsidR="007D3118">
        <w:rPr>
          <w:rtl/>
        </w:rPr>
        <w:t xml:space="preserve">، </w:t>
      </w:r>
      <w:r>
        <w:rPr>
          <w:rtl/>
        </w:rPr>
        <w:t>وَ يَا مَنْ عَوَّدَ عِبَادَهُ قَبُولَ الْإِنَابَةِ</w:t>
      </w:r>
      <w:r w:rsidR="007D3118">
        <w:rPr>
          <w:rtl/>
        </w:rPr>
        <w:t xml:space="preserve">، </w:t>
      </w:r>
      <w:r>
        <w:rPr>
          <w:rtl/>
        </w:rPr>
        <w:t>وَ يَا مَنِ اسْتَصْلَحَ فَاسِدَهُمْ بِالتَّوْبَةِ وَ يَا مَنْ رَضِىَ مِنْ فِعْلِهِمْ بِالْيَسِيرِ</w:t>
      </w:r>
      <w:r w:rsidR="007D3118">
        <w:rPr>
          <w:rtl/>
        </w:rPr>
        <w:t xml:space="preserve">، </w:t>
      </w:r>
      <w:r>
        <w:rPr>
          <w:rtl/>
        </w:rPr>
        <w:t>وَ مَنْ كَافَى قَلِيلَهُمْ بِالْكَثِيرِ</w:t>
      </w:r>
      <w:r w:rsidR="007D3118">
        <w:rPr>
          <w:rtl/>
        </w:rPr>
        <w:t xml:space="preserve">، </w:t>
      </w:r>
      <w:r>
        <w:rPr>
          <w:rtl/>
        </w:rPr>
        <w:t>وَ يَا مَنْ ضَمِنَ لَهُمْ إِجَابَةَ الدُّعَاءِ</w:t>
      </w:r>
      <w:r w:rsidR="007D3118">
        <w:rPr>
          <w:rtl/>
        </w:rPr>
        <w:t xml:space="preserve">، </w:t>
      </w:r>
      <w:r>
        <w:rPr>
          <w:rtl/>
        </w:rPr>
        <w:t>وَ يَا مَنْ وَعَدَهُمْ عَلَى نَفْسِهِ بِتَفَضُّلِهِ حُسْنَ الْجَزَاءِ</w:t>
      </w:r>
      <w:r w:rsidR="007D3118">
        <w:rPr>
          <w:rtl/>
        </w:rPr>
        <w:t xml:space="preserve">. </w:t>
      </w:r>
    </w:p>
    <w:p w:rsidR="00587D34" w:rsidRDefault="00587D34" w:rsidP="00587D34">
      <w:pPr>
        <w:pStyle w:val="libNormal"/>
        <w:rPr>
          <w:rtl/>
        </w:rPr>
      </w:pPr>
      <w:r>
        <w:rPr>
          <w:rtl/>
        </w:rPr>
        <w:t>(11</w:t>
      </w:r>
      <w:r w:rsidR="007D3118">
        <w:rPr>
          <w:rtl/>
        </w:rPr>
        <w:t xml:space="preserve">) </w:t>
      </w:r>
      <w:r>
        <w:rPr>
          <w:rtl/>
        </w:rPr>
        <w:t>مَا أَنَا بِأَعْصَى مَنْ عَصَاكَ فَغَفَرْتَ لَهُ</w:t>
      </w:r>
      <w:r w:rsidR="007D3118">
        <w:rPr>
          <w:rtl/>
        </w:rPr>
        <w:t xml:space="preserve">، </w:t>
      </w:r>
      <w:r>
        <w:rPr>
          <w:rtl/>
        </w:rPr>
        <w:t>وَ مَا أَنَا بِأَلْوَمِ مَنِ اعْتَذَرَ إِلَيْكَ فَقَبِلْتَ مِنْهُ</w:t>
      </w:r>
      <w:r w:rsidR="007D3118">
        <w:rPr>
          <w:rtl/>
        </w:rPr>
        <w:t xml:space="preserve">، </w:t>
      </w:r>
      <w:r>
        <w:rPr>
          <w:rtl/>
        </w:rPr>
        <w:t>وَ مَا أَنَا بِأَظْلَمِ مَنْ تَابَ إِلَيْكَ فَعُدْتَ عَلَيْهِ</w:t>
      </w:r>
      <w:r w:rsidR="007D3118">
        <w:rPr>
          <w:rtl/>
        </w:rPr>
        <w:t xml:space="preserve">. </w:t>
      </w:r>
    </w:p>
    <w:p w:rsidR="00587D34" w:rsidRDefault="00587D34" w:rsidP="00587D34">
      <w:pPr>
        <w:pStyle w:val="libNormal"/>
        <w:rPr>
          <w:rtl/>
        </w:rPr>
      </w:pPr>
      <w:r>
        <w:rPr>
          <w:rtl/>
        </w:rPr>
        <w:t>(12</w:t>
      </w:r>
      <w:r w:rsidR="007D3118">
        <w:rPr>
          <w:rtl/>
        </w:rPr>
        <w:t xml:space="preserve">) </w:t>
      </w:r>
      <w:r>
        <w:rPr>
          <w:rtl/>
        </w:rPr>
        <w:t>أَتُوبُ إِلَيْكَ فِى مَقَامِى هَذَا تَوْبَةَ نَادِمٍ عَلَى مَا فَرَطَ مِنْهُ</w:t>
      </w:r>
      <w:r w:rsidR="007D3118">
        <w:rPr>
          <w:rtl/>
        </w:rPr>
        <w:t xml:space="preserve">، </w:t>
      </w:r>
      <w:r>
        <w:rPr>
          <w:rtl/>
        </w:rPr>
        <w:t>مُشْفِقٍ مِمَّا اجْتَمَعَ عَلَيْهِ</w:t>
      </w:r>
      <w:r w:rsidR="007D3118">
        <w:rPr>
          <w:rtl/>
        </w:rPr>
        <w:t xml:space="preserve">، </w:t>
      </w:r>
      <w:r>
        <w:rPr>
          <w:rtl/>
        </w:rPr>
        <w:t>خَالِصِ الْحَيَاءِ مِمَّا وَقَعَ فِيهِ</w:t>
      </w:r>
      <w:r w:rsidR="007D3118">
        <w:rPr>
          <w:rtl/>
        </w:rPr>
        <w:t xml:space="preserve">. </w:t>
      </w:r>
    </w:p>
    <w:p w:rsidR="00587D34" w:rsidRDefault="00587D34" w:rsidP="00587D34">
      <w:pPr>
        <w:pStyle w:val="libNormal"/>
        <w:rPr>
          <w:rtl/>
        </w:rPr>
      </w:pPr>
      <w:r>
        <w:rPr>
          <w:rtl/>
        </w:rPr>
        <w:t>(13</w:t>
      </w:r>
      <w:r w:rsidR="007D3118">
        <w:rPr>
          <w:rtl/>
        </w:rPr>
        <w:t xml:space="preserve">) </w:t>
      </w:r>
      <w:r>
        <w:rPr>
          <w:rtl/>
        </w:rPr>
        <w:t>عَالِمٍ بِأَنَّ الْعَفْوَ عَنِ الذَّنْبِ الْعَظِيمِ لا يَتَعَاظَمُكَ</w:t>
      </w:r>
      <w:r w:rsidR="007D3118">
        <w:rPr>
          <w:rtl/>
        </w:rPr>
        <w:t xml:space="preserve">، </w:t>
      </w:r>
      <w:r>
        <w:rPr>
          <w:rtl/>
        </w:rPr>
        <w:t>وَ أَنَّ التَّجَاوُزَ عَنِ الْإِثْمِ الْجَلِيلِ لا يَسْتَصْعِبُكَ</w:t>
      </w:r>
      <w:r w:rsidR="007D3118">
        <w:rPr>
          <w:rtl/>
        </w:rPr>
        <w:t xml:space="preserve">، </w:t>
      </w:r>
      <w:r>
        <w:rPr>
          <w:rtl/>
        </w:rPr>
        <w:t>وَ أَنَّ احْتِمَالَ الْجِنَايَاتِ الْفَاحِشَةِ لا يَتَكَأَّدُكَ</w:t>
      </w:r>
      <w:r w:rsidR="007D3118">
        <w:rPr>
          <w:rtl/>
        </w:rPr>
        <w:t xml:space="preserve">، </w:t>
      </w:r>
      <w:r>
        <w:rPr>
          <w:rtl/>
        </w:rPr>
        <w:t>وَ أَنَّ أَحَبَّ عِبَادِكَ إِلَيْكَ مَنْ تَرَكَ الاسْتِكْبَارَ عَلَيْكَ</w:t>
      </w:r>
      <w:r w:rsidR="007D3118">
        <w:rPr>
          <w:rtl/>
        </w:rPr>
        <w:t xml:space="preserve">، </w:t>
      </w:r>
      <w:r>
        <w:rPr>
          <w:rtl/>
        </w:rPr>
        <w:t>وَ جَانَبَ الْإِصْرَارَ</w:t>
      </w:r>
      <w:r w:rsidR="007D3118">
        <w:rPr>
          <w:rtl/>
        </w:rPr>
        <w:t xml:space="preserve">، </w:t>
      </w:r>
      <w:r>
        <w:rPr>
          <w:rtl/>
        </w:rPr>
        <w:t>وَ لَزِمَ الاسْتِغْفَارَ</w:t>
      </w:r>
      <w:r w:rsidR="007D3118">
        <w:rPr>
          <w:rtl/>
        </w:rPr>
        <w:t xml:space="preserve">. </w:t>
      </w:r>
    </w:p>
    <w:p w:rsidR="00587D34" w:rsidRDefault="00587D34" w:rsidP="00587D34">
      <w:pPr>
        <w:pStyle w:val="libNormal"/>
        <w:rPr>
          <w:rtl/>
        </w:rPr>
      </w:pPr>
      <w:r>
        <w:rPr>
          <w:rtl/>
        </w:rPr>
        <w:t>(14</w:t>
      </w:r>
      <w:r w:rsidR="007D3118">
        <w:rPr>
          <w:rtl/>
        </w:rPr>
        <w:t xml:space="preserve">) </w:t>
      </w:r>
      <w:r>
        <w:rPr>
          <w:rtl/>
        </w:rPr>
        <w:t>وَ أَنَا أَبْرَأُ إِلَيْكَ مِنْ أَنْ أَسْتَكْبِرَ</w:t>
      </w:r>
      <w:r w:rsidR="007D3118">
        <w:rPr>
          <w:rtl/>
        </w:rPr>
        <w:t xml:space="preserve">، </w:t>
      </w:r>
      <w:r>
        <w:rPr>
          <w:rtl/>
        </w:rPr>
        <w:t>وَ أَعُوذُ بِكَ مِنْ أَنْ أُصِرَّ</w:t>
      </w:r>
      <w:r w:rsidR="007D3118">
        <w:rPr>
          <w:rtl/>
        </w:rPr>
        <w:t xml:space="preserve">، </w:t>
      </w:r>
      <w:r>
        <w:rPr>
          <w:rtl/>
        </w:rPr>
        <w:t>وَ أَسْتَغْفِرُكَ لِمَا قَصَّرْتُ فِيهِ</w:t>
      </w:r>
      <w:r w:rsidR="007D3118">
        <w:rPr>
          <w:rtl/>
        </w:rPr>
        <w:t xml:space="preserve">، </w:t>
      </w:r>
      <w:r>
        <w:rPr>
          <w:rtl/>
        </w:rPr>
        <w:t>وَ أَسْتَعِينُ بِكَ عَلَى مَا عَجَزْتُ عَنْهُ</w:t>
      </w:r>
      <w:r w:rsidR="007D3118">
        <w:rPr>
          <w:rtl/>
        </w:rPr>
        <w:t xml:space="preserve">. </w:t>
      </w:r>
    </w:p>
    <w:p w:rsidR="00587D34" w:rsidRDefault="00587D34" w:rsidP="00587D34">
      <w:pPr>
        <w:pStyle w:val="libNormal"/>
        <w:rPr>
          <w:rtl/>
        </w:rPr>
      </w:pPr>
      <w:r>
        <w:rPr>
          <w:rtl/>
        </w:rPr>
        <w:t>(15</w:t>
      </w:r>
      <w:r w:rsidR="007D3118">
        <w:rPr>
          <w:rtl/>
        </w:rPr>
        <w:t xml:space="preserve">) </w:t>
      </w:r>
      <w:r>
        <w:rPr>
          <w:rtl/>
        </w:rPr>
        <w:t>اللَّهُمَّ صَلِّ عَلَى مُحَمَّدٍ وَ آلِهِ</w:t>
      </w:r>
      <w:r w:rsidR="007D3118">
        <w:rPr>
          <w:rtl/>
        </w:rPr>
        <w:t xml:space="preserve">، </w:t>
      </w:r>
      <w:r>
        <w:rPr>
          <w:rtl/>
        </w:rPr>
        <w:t>وَ هَبْ لِى مَا يَجِبُ عَلَيَّ لَكَ</w:t>
      </w:r>
      <w:r w:rsidR="007D3118">
        <w:rPr>
          <w:rtl/>
        </w:rPr>
        <w:t xml:space="preserve">، </w:t>
      </w:r>
      <w:r>
        <w:rPr>
          <w:rtl/>
        </w:rPr>
        <w:t>وَ عَافِنِى مِمَّا أَسْتَوْجِبُهُ مِنْكَ</w:t>
      </w:r>
      <w:r w:rsidR="007D3118">
        <w:rPr>
          <w:rtl/>
        </w:rPr>
        <w:t xml:space="preserve">، </w:t>
      </w:r>
      <w:r>
        <w:rPr>
          <w:rtl/>
        </w:rPr>
        <w:t>وَ أَجِرْنِى مِمَّا يَخَافُهُ أَهْلُ الْإِسَاءَةِ</w:t>
      </w:r>
      <w:r w:rsidR="007D3118">
        <w:rPr>
          <w:rtl/>
        </w:rPr>
        <w:t xml:space="preserve">، </w:t>
      </w:r>
      <w:r>
        <w:rPr>
          <w:rtl/>
        </w:rPr>
        <w:t>فَإِنَّكَ مَلِى ءٌ بِالْعَفْوِ</w:t>
      </w:r>
      <w:r w:rsidR="007D3118">
        <w:rPr>
          <w:rtl/>
        </w:rPr>
        <w:t xml:space="preserve">، </w:t>
      </w:r>
      <w:r>
        <w:rPr>
          <w:rtl/>
        </w:rPr>
        <w:t>مَرْجُوٌّ لِلْمَغْفِرَةِ</w:t>
      </w:r>
      <w:r w:rsidR="007D3118">
        <w:rPr>
          <w:rtl/>
        </w:rPr>
        <w:t xml:space="preserve">، </w:t>
      </w:r>
      <w:r>
        <w:rPr>
          <w:rtl/>
        </w:rPr>
        <w:t>مَعْرُوفٌ بِالتَّجَاوُزِ</w:t>
      </w:r>
      <w:r w:rsidR="007D3118">
        <w:rPr>
          <w:rtl/>
        </w:rPr>
        <w:t xml:space="preserve">، </w:t>
      </w:r>
      <w:r>
        <w:rPr>
          <w:rtl/>
        </w:rPr>
        <w:t>لَيْسَ لِحَاجَتِى مَطْلَبٌ سِوَاكَ</w:t>
      </w:r>
      <w:r w:rsidR="007D3118">
        <w:rPr>
          <w:rtl/>
        </w:rPr>
        <w:t xml:space="preserve">، </w:t>
      </w:r>
      <w:r>
        <w:rPr>
          <w:rtl/>
        </w:rPr>
        <w:t>وَ لا لِذَنْبِى غَافِرٌ غَيْرُكَ</w:t>
      </w:r>
      <w:r w:rsidR="007D3118">
        <w:rPr>
          <w:rtl/>
        </w:rPr>
        <w:t xml:space="preserve">، </w:t>
      </w:r>
      <w:r>
        <w:rPr>
          <w:rtl/>
        </w:rPr>
        <w:t>حَاشَاكَ</w:t>
      </w:r>
    </w:p>
    <w:p w:rsidR="00587D34" w:rsidRDefault="00587D34" w:rsidP="00587D34">
      <w:pPr>
        <w:pStyle w:val="libNormal"/>
        <w:rPr>
          <w:rtl/>
        </w:rPr>
      </w:pPr>
      <w:r>
        <w:rPr>
          <w:rtl/>
        </w:rPr>
        <w:t>(16</w:t>
      </w:r>
      <w:r w:rsidR="007D3118">
        <w:rPr>
          <w:rtl/>
        </w:rPr>
        <w:t xml:space="preserve">) </w:t>
      </w:r>
      <w:r>
        <w:rPr>
          <w:rtl/>
        </w:rPr>
        <w:t>وَ لا أَخَافُ عَلَى نَفْسِى إِلا إِيَّاكَ</w:t>
      </w:r>
      <w:r w:rsidR="007D3118">
        <w:rPr>
          <w:rtl/>
        </w:rPr>
        <w:t xml:space="preserve">، </w:t>
      </w:r>
      <w:r>
        <w:rPr>
          <w:rtl/>
        </w:rPr>
        <w:t>إِنَّكَ أَهْلُ التَّقْوَى وَ أَهْلُ الْمَغْفِرَةِ</w:t>
      </w:r>
      <w:r w:rsidR="007D3118">
        <w:rPr>
          <w:rtl/>
        </w:rPr>
        <w:t xml:space="preserve">، </w:t>
      </w:r>
      <w:r>
        <w:rPr>
          <w:rtl/>
        </w:rPr>
        <w:t>صَلِّ عَلَى مُحَمَّدٍ وَ آلِ مُحَمَّدٍ</w:t>
      </w:r>
      <w:r w:rsidR="007D3118">
        <w:rPr>
          <w:rtl/>
        </w:rPr>
        <w:t xml:space="preserve">، </w:t>
      </w:r>
      <w:r>
        <w:rPr>
          <w:rtl/>
        </w:rPr>
        <w:t>وَ اقْضِ حَاجَتِى</w:t>
      </w:r>
      <w:r w:rsidR="007D3118">
        <w:rPr>
          <w:rtl/>
        </w:rPr>
        <w:t xml:space="preserve">، </w:t>
      </w:r>
      <w:r>
        <w:rPr>
          <w:rtl/>
        </w:rPr>
        <w:t>وَ أَنْجِحْ طَلِبَتِى</w:t>
      </w:r>
      <w:r w:rsidR="007D3118">
        <w:rPr>
          <w:rtl/>
        </w:rPr>
        <w:t xml:space="preserve">، </w:t>
      </w:r>
      <w:r>
        <w:rPr>
          <w:rtl/>
        </w:rPr>
        <w:t>وَ اغْفِرْ ذَنْبِى</w:t>
      </w:r>
      <w:r w:rsidR="007D3118">
        <w:rPr>
          <w:rtl/>
        </w:rPr>
        <w:t xml:space="preserve">، </w:t>
      </w:r>
      <w:r>
        <w:rPr>
          <w:rtl/>
        </w:rPr>
        <w:t>وَ آمِنْ خَوْفَ نَفْسِى</w:t>
      </w:r>
      <w:r w:rsidR="007D3118">
        <w:rPr>
          <w:rtl/>
        </w:rPr>
        <w:t xml:space="preserve">، </w:t>
      </w:r>
      <w:r>
        <w:rPr>
          <w:rtl/>
        </w:rPr>
        <w:t>إِنَّكَ عَلَى كُلِّ شَيْءٍ قَدِيرٌ</w:t>
      </w:r>
      <w:r w:rsidR="007D3118">
        <w:rPr>
          <w:rtl/>
        </w:rPr>
        <w:t xml:space="preserve">، </w:t>
      </w:r>
      <w:r>
        <w:rPr>
          <w:rtl/>
        </w:rPr>
        <w:t>وَ ذَلِكَ عَلَيْكَ يَسِيرٌ</w:t>
      </w:r>
      <w:r w:rsidR="007D3118">
        <w:rPr>
          <w:rtl/>
        </w:rPr>
        <w:t xml:space="preserve">، </w:t>
      </w:r>
      <w:r>
        <w:rPr>
          <w:rtl/>
        </w:rPr>
        <w:t>آمِينَ رَبَّ الْعَالَمِينَ</w:t>
      </w:r>
      <w:r w:rsidR="007D3118">
        <w:rPr>
          <w:rtl/>
        </w:rPr>
        <w:t xml:space="preserve">. </w:t>
      </w:r>
    </w:p>
    <w:p w:rsidR="00587D34" w:rsidRDefault="00AA3CBA" w:rsidP="004C63D0">
      <w:pPr>
        <w:pStyle w:val="Heading2"/>
        <w:rPr>
          <w:rtl/>
        </w:rPr>
      </w:pPr>
      <w:bookmarkStart w:id="29" w:name="_Toc394915158"/>
      <w:r>
        <w:rPr>
          <w:rtl/>
        </w:rPr>
        <w:lastRenderedPageBreak/>
        <w:t xml:space="preserve">ترجمه عاى دوازدهم: دعاى آن حضرت </w:t>
      </w:r>
      <w:r w:rsidR="000C598D" w:rsidRPr="000C598D">
        <w:rPr>
          <w:rStyle w:val="libAlaemChar"/>
          <w:rtl/>
        </w:rPr>
        <w:t>عليه‌السلام</w:t>
      </w:r>
      <w:r>
        <w:rPr>
          <w:rtl/>
        </w:rPr>
        <w:t xml:space="preserve"> در اعتراف به گناه و طلب توبه از خداى تعالى</w:t>
      </w:r>
      <w:bookmarkEnd w:id="29"/>
    </w:p>
    <w:p w:rsidR="00587D34" w:rsidRDefault="00587D34" w:rsidP="00587D34">
      <w:pPr>
        <w:pStyle w:val="libNormal"/>
        <w:rPr>
          <w:rtl/>
        </w:rPr>
      </w:pPr>
      <w:r>
        <w:rPr>
          <w:rtl/>
        </w:rPr>
        <w:t>1</w:t>
      </w:r>
      <w:r w:rsidR="007D3118">
        <w:rPr>
          <w:rtl/>
        </w:rPr>
        <w:t xml:space="preserve">. </w:t>
      </w:r>
      <w:r>
        <w:rPr>
          <w:rtl/>
        </w:rPr>
        <w:t>خدايا سه خصلت مرا از تو باز مى دارد</w:t>
      </w:r>
      <w:r w:rsidR="007D3118">
        <w:rPr>
          <w:rtl/>
        </w:rPr>
        <w:t xml:space="preserve">، </w:t>
      </w:r>
      <w:r>
        <w:rPr>
          <w:rtl/>
        </w:rPr>
        <w:t>و يك چيز مرا در آن ترغيب مى كند</w:t>
      </w:r>
      <w:r w:rsidR="007D3118">
        <w:rPr>
          <w:rtl/>
        </w:rPr>
        <w:t xml:space="preserve">. </w:t>
      </w:r>
    </w:p>
    <w:p w:rsidR="00587D34" w:rsidRDefault="00587D34" w:rsidP="00587D34">
      <w:pPr>
        <w:pStyle w:val="libNormal"/>
        <w:rPr>
          <w:rtl/>
        </w:rPr>
      </w:pPr>
      <w:r>
        <w:rPr>
          <w:rtl/>
        </w:rPr>
        <w:t>2</w:t>
      </w:r>
      <w:r w:rsidR="007D3118">
        <w:rPr>
          <w:rtl/>
        </w:rPr>
        <w:t xml:space="preserve">. </w:t>
      </w:r>
      <w:r>
        <w:rPr>
          <w:rtl/>
        </w:rPr>
        <w:t>باز مى دارد فرمانى كه تو دادى و من در اطاعت كندى نمودم</w:t>
      </w:r>
      <w:r w:rsidR="007D3118">
        <w:rPr>
          <w:rtl/>
        </w:rPr>
        <w:t xml:space="preserve">، </w:t>
      </w:r>
      <w:r>
        <w:rPr>
          <w:rtl/>
        </w:rPr>
        <w:t>و و آن كه كه نهى كردى و من سوى آن شتافتم</w:t>
      </w:r>
      <w:r w:rsidR="007D3118">
        <w:rPr>
          <w:rtl/>
        </w:rPr>
        <w:t xml:space="preserve">، </w:t>
      </w:r>
      <w:r>
        <w:rPr>
          <w:rtl/>
        </w:rPr>
        <w:t>و نعمت بخشيدى و من در سپاسگزارى آن كوتاهى كردم</w:t>
      </w:r>
      <w:r w:rsidR="007D3118">
        <w:rPr>
          <w:rtl/>
        </w:rPr>
        <w:t xml:space="preserve">. </w:t>
      </w:r>
    </w:p>
    <w:p w:rsidR="00587D34" w:rsidRDefault="00587D34" w:rsidP="00587D34">
      <w:pPr>
        <w:pStyle w:val="libNormal"/>
        <w:rPr>
          <w:rtl/>
        </w:rPr>
      </w:pPr>
      <w:r>
        <w:rPr>
          <w:rtl/>
        </w:rPr>
        <w:t>3</w:t>
      </w:r>
      <w:r w:rsidR="007D3118">
        <w:rPr>
          <w:rtl/>
        </w:rPr>
        <w:t xml:space="preserve">. </w:t>
      </w:r>
      <w:r>
        <w:rPr>
          <w:rtl/>
        </w:rPr>
        <w:t>و مرا در مسئلت از تو ترغيب ميكند</w:t>
      </w:r>
      <w:r w:rsidR="007D3118">
        <w:rPr>
          <w:rtl/>
        </w:rPr>
        <w:t xml:space="preserve">، </w:t>
      </w:r>
      <w:r>
        <w:rPr>
          <w:rtl/>
        </w:rPr>
        <w:t>تفضل تو بر كسى است كه به روى به تو آورد</w:t>
      </w:r>
      <w:r w:rsidR="007D3118">
        <w:rPr>
          <w:rtl/>
        </w:rPr>
        <w:t xml:space="preserve">، </w:t>
      </w:r>
      <w:r>
        <w:rPr>
          <w:rtl/>
        </w:rPr>
        <w:t>و به گمان نيكو سوى تو آمد</w:t>
      </w:r>
      <w:r w:rsidR="007D3118">
        <w:rPr>
          <w:rtl/>
        </w:rPr>
        <w:t xml:space="preserve">، </w:t>
      </w:r>
      <w:r>
        <w:rPr>
          <w:rtl/>
        </w:rPr>
        <w:t>چون هر احسانى كه از تو رسد افزون از استحقاق بندگان است و همه نعمت هاى تو بى علت و سبب</w:t>
      </w:r>
      <w:r w:rsidR="007D3118">
        <w:rPr>
          <w:rtl/>
        </w:rPr>
        <w:t xml:space="preserve">. </w:t>
      </w:r>
    </w:p>
    <w:p w:rsidR="00587D34" w:rsidRDefault="00587D34" w:rsidP="00587D34">
      <w:pPr>
        <w:pStyle w:val="libNormal"/>
        <w:rPr>
          <w:rtl/>
        </w:rPr>
      </w:pPr>
      <w:r>
        <w:rPr>
          <w:rtl/>
        </w:rPr>
        <w:t>4</w:t>
      </w:r>
      <w:r w:rsidR="007D3118">
        <w:rPr>
          <w:rtl/>
        </w:rPr>
        <w:t xml:space="preserve">. </w:t>
      </w:r>
      <w:r>
        <w:rPr>
          <w:rtl/>
        </w:rPr>
        <w:t>اينك من به درگاه عزت تو مانند بنده فرمانبردار و ذليل ايستاده و مانند مردم مستمند و بى چيز با شرمسارى از تو مسئلت مى كنم</w:t>
      </w:r>
      <w:r w:rsidR="007D3118">
        <w:rPr>
          <w:rtl/>
        </w:rPr>
        <w:t xml:space="preserve">. </w:t>
      </w:r>
    </w:p>
    <w:p w:rsidR="00587D34" w:rsidRDefault="00587D34" w:rsidP="00587D34">
      <w:pPr>
        <w:pStyle w:val="libNormal"/>
        <w:rPr>
          <w:rtl/>
        </w:rPr>
      </w:pPr>
      <w:r>
        <w:rPr>
          <w:rtl/>
        </w:rPr>
        <w:t>5</w:t>
      </w:r>
      <w:r w:rsidR="007D3118">
        <w:rPr>
          <w:rtl/>
        </w:rPr>
        <w:t xml:space="preserve">. </w:t>
      </w:r>
      <w:r>
        <w:rPr>
          <w:rtl/>
        </w:rPr>
        <w:t>اقرار دارم در هيچ حال از نعمت تو خالى نبوده ام و با احسان فراوان تو هرگز از نافرمانى سالم نمانده ام</w:t>
      </w:r>
      <w:r w:rsidR="007D3118">
        <w:rPr>
          <w:rtl/>
        </w:rPr>
        <w:t xml:space="preserve">. </w:t>
      </w:r>
      <w:r w:rsidRPr="00AA3CBA">
        <w:rPr>
          <w:rStyle w:val="libFootnotenumChar"/>
          <w:rtl/>
        </w:rPr>
        <w:t>(47</w:t>
      </w:r>
      <w:r w:rsidR="007D3118" w:rsidRPr="00AA3CBA">
        <w:rPr>
          <w:rStyle w:val="libFootnotenumChar"/>
          <w:rtl/>
        </w:rPr>
        <w:t>)</w:t>
      </w:r>
    </w:p>
    <w:p w:rsidR="00587D34" w:rsidRDefault="00587D34" w:rsidP="00587D34">
      <w:pPr>
        <w:pStyle w:val="libNormal"/>
        <w:rPr>
          <w:rtl/>
        </w:rPr>
      </w:pPr>
      <w:r>
        <w:rPr>
          <w:rtl/>
        </w:rPr>
        <w:t>6</w:t>
      </w:r>
      <w:r w:rsidR="007D3118">
        <w:rPr>
          <w:rtl/>
        </w:rPr>
        <w:t xml:space="preserve">. </w:t>
      </w:r>
      <w:r>
        <w:rPr>
          <w:rtl/>
        </w:rPr>
        <w:t>آيا اقرار من به بدى عمل مرا سود خواهد داد و اعتراف من به زشتى كردار مرا نجات خواهد بخشيد؟ آيا در اين مقام شايسته است خشم خود را بر من واجب شمرى؟ و در هنگام دعاى من غضب تو مرا فرو گيرد؟</w:t>
      </w:r>
    </w:p>
    <w:p w:rsidR="00587D34" w:rsidRDefault="00587D34" w:rsidP="00587D34">
      <w:pPr>
        <w:pStyle w:val="libNormal"/>
        <w:rPr>
          <w:rtl/>
        </w:rPr>
      </w:pPr>
      <w:r>
        <w:rPr>
          <w:rtl/>
        </w:rPr>
        <w:t>7</w:t>
      </w:r>
      <w:r w:rsidR="007D3118">
        <w:rPr>
          <w:rtl/>
        </w:rPr>
        <w:t xml:space="preserve">. </w:t>
      </w:r>
      <w:r>
        <w:rPr>
          <w:rtl/>
        </w:rPr>
        <w:t>اى خداوند پاك چون كه درِ توبه را بر من گشوده اى</w:t>
      </w:r>
      <w:r w:rsidR="007D3118">
        <w:rPr>
          <w:rtl/>
        </w:rPr>
        <w:t xml:space="preserve">، </w:t>
      </w:r>
      <w:r>
        <w:rPr>
          <w:rtl/>
        </w:rPr>
        <w:t>از تو نوميد نشوم</w:t>
      </w:r>
      <w:r w:rsidR="007D3118">
        <w:rPr>
          <w:rtl/>
        </w:rPr>
        <w:t xml:space="preserve">، </w:t>
      </w:r>
      <w:r>
        <w:rPr>
          <w:rtl/>
        </w:rPr>
        <w:t>بلكه مانند بنده خوار ستمكار بر خود كه حرمت خداوند و مالك را نگاه نداشته</w:t>
      </w:r>
      <w:r w:rsidR="007D3118">
        <w:rPr>
          <w:rtl/>
        </w:rPr>
        <w:t xml:space="preserve">. </w:t>
      </w:r>
    </w:p>
    <w:p w:rsidR="00587D34" w:rsidRDefault="00587D34" w:rsidP="00587D34">
      <w:pPr>
        <w:pStyle w:val="libNormal"/>
        <w:rPr>
          <w:rtl/>
        </w:rPr>
      </w:pPr>
      <w:r>
        <w:rPr>
          <w:rtl/>
        </w:rPr>
        <w:t>8</w:t>
      </w:r>
      <w:r w:rsidR="007D3118">
        <w:rPr>
          <w:rtl/>
        </w:rPr>
        <w:t xml:space="preserve">. </w:t>
      </w:r>
      <w:r>
        <w:rPr>
          <w:rtl/>
        </w:rPr>
        <w:t>و گناهانش بسيار بزرگ است و روزگار عمرش گذشته است</w:t>
      </w:r>
      <w:r w:rsidR="007D3118">
        <w:rPr>
          <w:rtl/>
        </w:rPr>
        <w:t xml:space="preserve">، </w:t>
      </w:r>
      <w:r>
        <w:rPr>
          <w:rtl/>
        </w:rPr>
        <w:t>چندان كه نگاه مى كند هنگام كار كردن به سرآمد و مدت زندگى به آخر رسيده</w:t>
      </w:r>
      <w:r w:rsidR="007D3118">
        <w:rPr>
          <w:rtl/>
        </w:rPr>
        <w:t xml:space="preserve">، </w:t>
      </w:r>
      <w:r>
        <w:rPr>
          <w:rtl/>
        </w:rPr>
        <w:t>و يقين داند كه از عقاب تو راه نجات نيست و از خشم تو گريزگاه ندارد</w:t>
      </w:r>
      <w:r w:rsidR="007D3118">
        <w:rPr>
          <w:rtl/>
        </w:rPr>
        <w:t xml:space="preserve">، </w:t>
      </w:r>
      <w:r>
        <w:rPr>
          <w:rtl/>
        </w:rPr>
        <w:t xml:space="preserve">سوى تو </w:t>
      </w:r>
      <w:r>
        <w:rPr>
          <w:rtl/>
        </w:rPr>
        <w:lastRenderedPageBreak/>
        <w:t>بازگشته</w:t>
      </w:r>
      <w:r w:rsidR="007D3118">
        <w:rPr>
          <w:rtl/>
        </w:rPr>
        <w:t xml:space="preserve">، </w:t>
      </w:r>
      <w:r>
        <w:rPr>
          <w:rtl/>
        </w:rPr>
        <w:t>روى به تو آورده و به اخلاص توبه كرده با دلى پاك در خدمت تو ايستاده و به صداى گرفته و آهسته تو را مى خواند</w:t>
      </w:r>
      <w:r w:rsidR="007D3118">
        <w:rPr>
          <w:rtl/>
        </w:rPr>
        <w:t xml:space="preserve">. </w:t>
      </w:r>
    </w:p>
    <w:p w:rsidR="00587D34" w:rsidRDefault="00587D34" w:rsidP="00587D34">
      <w:pPr>
        <w:pStyle w:val="libNormal"/>
        <w:rPr>
          <w:rtl/>
        </w:rPr>
      </w:pPr>
      <w:r>
        <w:rPr>
          <w:rtl/>
        </w:rPr>
        <w:t>9</w:t>
      </w:r>
      <w:r w:rsidR="007D3118">
        <w:rPr>
          <w:rtl/>
        </w:rPr>
        <w:t xml:space="preserve">. </w:t>
      </w:r>
      <w:r>
        <w:rPr>
          <w:rtl/>
        </w:rPr>
        <w:t>به فروتنى پيش تو خم گشته</w:t>
      </w:r>
      <w:r w:rsidR="007D3118">
        <w:rPr>
          <w:rtl/>
        </w:rPr>
        <w:t xml:space="preserve">، </w:t>
      </w:r>
      <w:r>
        <w:rPr>
          <w:rtl/>
        </w:rPr>
        <w:t>و سر به زير افكنده</w:t>
      </w:r>
      <w:r w:rsidR="007D3118">
        <w:rPr>
          <w:rtl/>
        </w:rPr>
        <w:t xml:space="preserve">، </w:t>
      </w:r>
      <w:r>
        <w:rPr>
          <w:rtl/>
        </w:rPr>
        <w:t>و پشت دو تاه كرده</w:t>
      </w:r>
      <w:r w:rsidR="007D3118">
        <w:rPr>
          <w:rtl/>
        </w:rPr>
        <w:t xml:space="preserve">، </w:t>
      </w:r>
      <w:r>
        <w:rPr>
          <w:rtl/>
        </w:rPr>
        <w:t>و ترس پاهاى او را به لرزه در آورده است</w:t>
      </w:r>
      <w:r w:rsidR="007D3118">
        <w:rPr>
          <w:rtl/>
        </w:rPr>
        <w:t xml:space="preserve">. </w:t>
      </w:r>
      <w:r w:rsidRPr="00AA3CBA">
        <w:rPr>
          <w:rStyle w:val="libFootnotenumChar"/>
          <w:rtl/>
        </w:rPr>
        <w:t>(48</w:t>
      </w:r>
      <w:r w:rsidR="007D3118" w:rsidRPr="00AA3CBA">
        <w:rPr>
          <w:rStyle w:val="libFootnotenumChar"/>
          <w:rtl/>
        </w:rPr>
        <w:t>)</w:t>
      </w:r>
      <w:r>
        <w:rPr>
          <w:rtl/>
        </w:rPr>
        <w:t>و اشك چشم دو گونه او را فرو گرفته</w:t>
      </w:r>
      <w:r w:rsidR="007D3118">
        <w:rPr>
          <w:rtl/>
        </w:rPr>
        <w:t xml:space="preserve">، </w:t>
      </w:r>
      <w:r>
        <w:rPr>
          <w:rtl/>
        </w:rPr>
        <w:t>(مى گويد</w:t>
      </w:r>
      <w:r w:rsidR="007D3118">
        <w:rPr>
          <w:rtl/>
        </w:rPr>
        <w:t xml:space="preserve">: ) </w:t>
      </w:r>
      <w:r>
        <w:rPr>
          <w:rtl/>
        </w:rPr>
        <w:t>كه اى مهربانترين مهربانان</w:t>
      </w:r>
      <w:r w:rsidR="007D3118">
        <w:rPr>
          <w:rtl/>
        </w:rPr>
        <w:t xml:space="preserve">، </w:t>
      </w:r>
      <w:r>
        <w:rPr>
          <w:rtl/>
        </w:rPr>
        <w:t>اى بخشنده ترين كسى كه خواهندگان پيوسته قصد تو مى كنند</w:t>
      </w:r>
      <w:r w:rsidR="007D3118">
        <w:rPr>
          <w:rtl/>
        </w:rPr>
        <w:t xml:space="preserve">، </w:t>
      </w:r>
      <w:r>
        <w:rPr>
          <w:rtl/>
        </w:rPr>
        <w:t>اى مهربانترين كسى كه آمرزش طلبان گرد خانه تو مى گردند</w:t>
      </w:r>
      <w:r w:rsidR="007D3118">
        <w:rPr>
          <w:rtl/>
        </w:rPr>
        <w:t xml:space="preserve">، </w:t>
      </w:r>
      <w:r>
        <w:rPr>
          <w:rtl/>
        </w:rPr>
        <w:t>اى كسى كه مهر تو از كين تو افزون تر است</w:t>
      </w:r>
      <w:r w:rsidR="007D3118">
        <w:rPr>
          <w:rtl/>
        </w:rPr>
        <w:t xml:space="preserve">، </w:t>
      </w:r>
      <w:r>
        <w:rPr>
          <w:rtl/>
        </w:rPr>
        <w:t>و خشنودى تو از خشمت بيش تر</w:t>
      </w:r>
      <w:r w:rsidR="007D3118">
        <w:rPr>
          <w:rtl/>
        </w:rPr>
        <w:t xml:space="preserve">. </w:t>
      </w:r>
    </w:p>
    <w:p w:rsidR="00587D34" w:rsidRDefault="00587D34" w:rsidP="00587D34">
      <w:pPr>
        <w:pStyle w:val="libNormal"/>
        <w:rPr>
          <w:rtl/>
        </w:rPr>
      </w:pPr>
      <w:r>
        <w:rPr>
          <w:rtl/>
        </w:rPr>
        <w:t>10</w:t>
      </w:r>
      <w:r w:rsidR="007D3118">
        <w:rPr>
          <w:rtl/>
        </w:rPr>
        <w:t xml:space="preserve">. </w:t>
      </w:r>
      <w:r>
        <w:rPr>
          <w:rtl/>
        </w:rPr>
        <w:t>اى كسى كه به در گذشتن گناهان خلق حق شكر خود را بر آن ها ثابت گردانيدى</w:t>
      </w:r>
      <w:r w:rsidR="007D3118">
        <w:rPr>
          <w:rtl/>
        </w:rPr>
        <w:t xml:space="preserve">، </w:t>
      </w:r>
      <w:r>
        <w:rPr>
          <w:rtl/>
        </w:rPr>
        <w:t>و اى كسى كه بندگان را به پذيرفتن توبه عادت داده اى</w:t>
      </w:r>
      <w:r w:rsidR="007D3118">
        <w:rPr>
          <w:rtl/>
        </w:rPr>
        <w:t xml:space="preserve">، </w:t>
      </w:r>
      <w:r>
        <w:rPr>
          <w:rtl/>
        </w:rPr>
        <w:t>اى كسى كه عمل زشت و فاسد آنان را به سبب پيشمانى به صلاح آوردى</w:t>
      </w:r>
      <w:r w:rsidR="007D3118">
        <w:rPr>
          <w:rtl/>
        </w:rPr>
        <w:t xml:space="preserve">، </w:t>
      </w:r>
      <w:r>
        <w:rPr>
          <w:rtl/>
        </w:rPr>
        <w:t>اى كسى كه به اندك عمل از ايشان خرسندى و نيكى كم را به ثواب بسيار پاداش ‍ مى دهى</w:t>
      </w:r>
      <w:r w:rsidR="007D3118">
        <w:rPr>
          <w:rtl/>
        </w:rPr>
        <w:t xml:space="preserve">، </w:t>
      </w:r>
      <w:r>
        <w:rPr>
          <w:rtl/>
        </w:rPr>
        <w:t>اى كسى كه اجابت دعاى آنان را بر خود حتم كردى</w:t>
      </w:r>
      <w:r w:rsidR="007D3118">
        <w:rPr>
          <w:rtl/>
        </w:rPr>
        <w:t xml:space="preserve">، </w:t>
      </w:r>
      <w:r>
        <w:rPr>
          <w:rtl/>
        </w:rPr>
        <w:t>و آنان را به پاداش نيك به فضل خود نويد دادى</w:t>
      </w:r>
      <w:r w:rsidR="007D3118">
        <w:rPr>
          <w:rtl/>
        </w:rPr>
        <w:t xml:space="preserve">. </w:t>
      </w:r>
    </w:p>
    <w:p w:rsidR="00587D34" w:rsidRDefault="00587D34" w:rsidP="00587D34">
      <w:pPr>
        <w:pStyle w:val="libNormal"/>
        <w:rPr>
          <w:rtl/>
        </w:rPr>
      </w:pPr>
      <w:r>
        <w:rPr>
          <w:rtl/>
        </w:rPr>
        <w:t>11</w:t>
      </w:r>
      <w:r w:rsidR="007D3118">
        <w:rPr>
          <w:rtl/>
        </w:rPr>
        <w:t xml:space="preserve">. </w:t>
      </w:r>
      <w:r>
        <w:rPr>
          <w:rtl/>
        </w:rPr>
        <w:t>گناهكارترين كس نيستم كه نافرمانى كرده و تو آمرزيده اى و سزاوارترين مردم به سرزنش نيستم كه از كردار خود عذر خواسته و تو پذيرفتى و ظالم ترين كس نيستم كه توبه كرده و تو به سوى او بازگشتى</w:t>
      </w:r>
      <w:r w:rsidR="007D3118">
        <w:rPr>
          <w:rtl/>
        </w:rPr>
        <w:t xml:space="preserve">. </w:t>
      </w:r>
    </w:p>
    <w:p w:rsidR="00587D34" w:rsidRDefault="00587D34" w:rsidP="00587D34">
      <w:pPr>
        <w:pStyle w:val="libNormal"/>
        <w:rPr>
          <w:rtl/>
        </w:rPr>
      </w:pPr>
      <w:r>
        <w:rPr>
          <w:rtl/>
        </w:rPr>
        <w:t>12</w:t>
      </w:r>
      <w:r w:rsidR="007D3118">
        <w:rPr>
          <w:rtl/>
        </w:rPr>
        <w:t xml:space="preserve">. </w:t>
      </w:r>
      <w:r>
        <w:rPr>
          <w:rtl/>
        </w:rPr>
        <w:t>اينك از گذشته ها پشيمانم و از بار گرانى كه بر دوش من فراهم آمده ترسان</w:t>
      </w:r>
      <w:r w:rsidR="007D3118">
        <w:rPr>
          <w:rtl/>
        </w:rPr>
        <w:t xml:space="preserve">، </w:t>
      </w:r>
      <w:r>
        <w:rPr>
          <w:rtl/>
        </w:rPr>
        <w:t>و از آنچه گرفتار آن شده ام سخت شرمسار</w:t>
      </w:r>
      <w:r w:rsidR="007D3118">
        <w:rPr>
          <w:rtl/>
        </w:rPr>
        <w:t xml:space="preserve">. </w:t>
      </w:r>
    </w:p>
    <w:p w:rsidR="00587D34" w:rsidRDefault="00587D34" w:rsidP="00587D34">
      <w:pPr>
        <w:pStyle w:val="libNormal"/>
        <w:rPr>
          <w:rtl/>
        </w:rPr>
      </w:pPr>
      <w:r>
        <w:rPr>
          <w:rtl/>
        </w:rPr>
        <w:t>13</w:t>
      </w:r>
      <w:r w:rsidR="007D3118">
        <w:rPr>
          <w:rtl/>
        </w:rPr>
        <w:t xml:space="preserve">. </w:t>
      </w:r>
      <w:r>
        <w:rPr>
          <w:rtl/>
        </w:rPr>
        <w:t>ميدانم كه درگذشت از گناه بزرگ پيش تو بزرگ نيست</w:t>
      </w:r>
      <w:r w:rsidR="007D3118">
        <w:rPr>
          <w:rtl/>
        </w:rPr>
        <w:t xml:space="preserve">، </w:t>
      </w:r>
      <w:r>
        <w:rPr>
          <w:rtl/>
        </w:rPr>
        <w:t>و بخشيدن گناه عظيم را دشوار نمى شمرى</w:t>
      </w:r>
      <w:r w:rsidR="007D3118">
        <w:rPr>
          <w:rtl/>
        </w:rPr>
        <w:t xml:space="preserve">، </w:t>
      </w:r>
      <w:r>
        <w:rPr>
          <w:rtl/>
        </w:rPr>
        <w:t xml:space="preserve">و مسامحت در جرم هاى سنگين بر تو گران نيست </w:t>
      </w:r>
      <w:r>
        <w:rPr>
          <w:rtl/>
        </w:rPr>
        <w:lastRenderedPageBreak/>
        <w:t>و دوست ترين بندگان پيش تو كسى است كه سركشى نكند و بر گناه اصرار نورزد و پيوسته آمرزش خواهد</w:t>
      </w:r>
      <w:r w:rsidR="007D3118">
        <w:rPr>
          <w:rtl/>
        </w:rPr>
        <w:t xml:space="preserve">. </w:t>
      </w:r>
    </w:p>
    <w:p w:rsidR="00587D34" w:rsidRDefault="00587D34" w:rsidP="00587D34">
      <w:pPr>
        <w:pStyle w:val="libNormal"/>
        <w:rPr>
          <w:rtl/>
        </w:rPr>
      </w:pPr>
      <w:r>
        <w:rPr>
          <w:rtl/>
        </w:rPr>
        <w:t>14</w:t>
      </w:r>
      <w:r w:rsidR="007D3118">
        <w:rPr>
          <w:rtl/>
        </w:rPr>
        <w:t xml:space="preserve">. </w:t>
      </w:r>
      <w:r>
        <w:rPr>
          <w:rtl/>
        </w:rPr>
        <w:t>و من بيزارم از سركشى بر تو</w:t>
      </w:r>
      <w:r w:rsidR="007D3118">
        <w:rPr>
          <w:rtl/>
        </w:rPr>
        <w:t xml:space="preserve">، </w:t>
      </w:r>
      <w:r>
        <w:rPr>
          <w:rtl/>
        </w:rPr>
        <w:t>پناه ميبرم از اصرار بر (گناه</w:t>
      </w:r>
      <w:r w:rsidR="007D3118">
        <w:rPr>
          <w:rtl/>
        </w:rPr>
        <w:t xml:space="preserve">) </w:t>
      </w:r>
      <w:r>
        <w:rPr>
          <w:rtl/>
        </w:rPr>
        <w:t>و از تو آمرزش ‍ مى خواهم براى هر تقصيرى كه كردم و از تو يارى مى طلبم براى هر چه از آن فرو مانده ام</w:t>
      </w:r>
      <w:r w:rsidR="007D3118">
        <w:rPr>
          <w:rtl/>
        </w:rPr>
        <w:t xml:space="preserve">. </w:t>
      </w:r>
    </w:p>
    <w:p w:rsidR="00587D34" w:rsidRDefault="00587D34" w:rsidP="00587D34">
      <w:pPr>
        <w:pStyle w:val="libNormal"/>
        <w:rPr>
          <w:rtl/>
        </w:rPr>
      </w:pPr>
      <w:r>
        <w:rPr>
          <w:rtl/>
        </w:rPr>
        <w:t>15</w:t>
      </w:r>
      <w:r w:rsidR="007D3118">
        <w:rPr>
          <w:rtl/>
        </w:rPr>
        <w:t xml:space="preserve">. </w:t>
      </w:r>
      <w:r>
        <w:rPr>
          <w:rtl/>
        </w:rPr>
        <w:t>خدايا درود بر محمد و آل او فرست</w:t>
      </w:r>
      <w:r w:rsidR="007D3118">
        <w:rPr>
          <w:rtl/>
        </w:rPr>
        <w:t xml:space="preserve">، </w:t>
      </w:r>
      <w:r>
        <w:rPr>
          <w:rtl/>
        </w:rPr>
        <w:t>و از هر حقى كه تو بر من دارى بگذر</w:t>
      </w:r>
      <w:r w:rsidR="007D3118">
        <w:rPr>
          <w:rtl/>
        </w:rPr>
        <w:t xml:space="preserve">، </w:t>
      </w:r>
      <w:r>
        <w:rPr>
          <w:rtl/>
        </w:rPr>
        <w:t>و از آن چه من مستوجبم از تو</w:t>
      </w:r>
      <w:r w:rsidR="007D3118">
        <w:rPr>
          <w:rtl/>
        </w:rPr>
        <w:t xml:space="preserve">، </w:t>
      </w:r>
      <w:r>
        <w:rPr>
          <w:rtl/>
        </w:rPr>
        <w:t>مرا حفظ كن</w:t>
      </w:r>
      <w:r w:rsidR="007D3118">
        <w:rPr>
          <w:rtl/>
        </w:rPr>
        <w:t xml:space="preserve">، </w:t>
      </w:r>
      <w:r>
        <w:rPr>
          <w:rtl/>
        </w:rPr>
        <w:t>و از آنچه گناه كاران ميترسند در پناه خود گير</w:t>
      </w:r>
      <w:r w:rsidR="007D3118">
        <w:rPr>
          <w:rtl/>
        </w:rPr>
        <w:t xml:space="preserve">، </w:t>
      </w:r>
      <w:r>
        <w:rPr>
          <w:rtl/>
        </w:rPr>
        <w:t>كه تو بر عفو كردن قادرى</w:t>
      </w:r>
      <w:r w:rsidR="007D3118">
        <w:rPr>
          <w:rtl/>
        </w:rPr>
        <w:t xml:space="preserve">، </w:t>
      </w:r>
      <w:r>
        <w:rPr>
          <w:rtl/>
        </w:rPr>
        <w:t>و اميد آمرزش به تو است</w:t>
      </w:r>
      <w:r w:rsidR="007D3118">
        <w:rPr>
          <w:rtl/>
        </w:rPr>
        <w:t xml:space="preserve">، </w:t>
      </w:r>
      <w:r>
        <w:rPr>
          <w:rtl/>
        </w:rPr>
        <w:t>تو را به عفو و گذشت شناخته ايم حاجت مرا از غير تو نتوان خواست و گناه مرا غير تو نخواهد آمرزيد حاشا و كلّا</w:t>
      </w:r>
      <w:r w:rsidR="007D3118">
        <w:rPr>
          <w:rtl/>
        </w:rPr>
        <w:t xml:space="preserve">. </w:t>
      </w:r>
    </w:p>
    <w:p w:rsidR="00587D34" w:rsidRDefault="00587D34" w:rsidP="00587D34">
      <w:pPr>
        <w:pStyle w:val="libNormal"/>
        <w:rPr>
          <w:rtl/>
        </w:rPr>
      </w:pPr>
      <w:r>
        <w:rPr>
          <w:rtl/>
        </w:rPr>
        <w:t>16</w:t>
      </w:r>
      <w:r w:rsidR="007D3118">
        <w:rPr>
          <w:rtl/>
        </w:rPr>
        <w:t xml:space="preserve">. </w:t>
      </w:r>
      <w:r>
        <w:rPr>
          <w:rtl/>
        </w:rPr>
        <w:t>و من بر خود نمى ترسم مگر از عذاب تو</w:t>
      </w:r>
      <w:r w:rsidR="007D3118">
        <w:rPr>
          <w:rtl/>
        </w:rPr>
        <w:t xml:space="preserve">، </w:t>
      </w:r>
      <w:r>
        <w:rPr>
          <w:rtl/>
        </w:rPr>
        <w:t>تويى سزاوار آن كه از عذاب تو بترسند</w:t>
      </w:r>
      <w:r w:rsidR="007D3118">
        <w:rPr>
          <w:rtl/>
        </w:rPr>
        <w:t xml:space="preserve">، </w:t>
      </w:r>
      <w:r>
        <w:rPr>
          <w:rtl/>
        </w:rPr>
        <w:t>و هم شايسته آن كه آمرزش از تو چشم دارند</w:t>
      </w:r>
      <w:r w:rsidR="007D3118">
        <w:rPr>
          <w:rtl/>
        </w:rPr>
        <w:t xml:space="preserve">. </w:t>
      </w:r>
    </w:p>
    <w:p w:rsidR="00587D34" w:rsidRDefault="00587D34" w:rsidP="00587D34">
      <w:pPr>
        <w:pStyle w:val="libNormal"/>
        <w:rPr>
          <w:rtl/>
        </w:rPr>
      </w:pPr>
      <w:r>
        <w:rPr>
          <w:rtl/>
        </w:rPr>
        <w:t>درود بر محمد و آل او فرست</w:t>
      </w:r>
      <w:r w:rsidR="007D3118">
        <w:rPr>
          <w:rtl/>
        </w:rPr>
        <w:t xml:space="preserve">، </w:t>
      </w:r>
      <w:r>
        <w:rPr>
          <w:rtl/>
        </w:rPr>
        <w:t>و حاجت مرا روا كن</w:t>
      </w:r>
      <w:r w:rsidR="007D3118">
        <w:rPr>
          <w:rtl/>
        </w:rPr>
        <w:t xml:space="preserve">، </w:t>
      </w:r>
      <w:r>
        <w:rPr>
          <w:rtl/>
        </w:rPr>
        <w:t>و مطلوب مرا برآور</w:t>
      </w:r>
      <w:r w:rsidR="007D3118">
        <w:rPr>
          <w:rtl/>
        </w:rPr>
        <w:t xml:space="preserve">، </w:t>
      </w:r>
      <w:r>
        <w:rPr>
          <w:rtl/>
        </w:rPr>
        <w:t>و گناه مرا بيامرز</w:t>
      </w:r>
      <w:r w:rsidR="007D3118">
        <w:rPr>
          <w:rtl/>
        </w:rPr>
        <w:t xml:space="preserve">، </w:t>
      </w:r>
      <w:r>
        <w:rPr>
          <w:rtl/>
        </w:rPr>
        <w:t>و از ترس ايمنى ده</w:t>
      </w:r>
      <w:r w:rsidR="007D3118">
        <w:rPr>
          <w:rtl/>
        </w:rPr>
        <w:t xml:space="preserve">، </w:t>
      </w:r>
      <w:r>
        <w:rPr>
          <w:rtl/>
        </w:rPr>
        <w:t>كه بر هر چيز توانايى</w:t>
      </w:r>
      <w:r w:rsidR="007D3118">
        <w:rPr>
          <w:rtl/>
        </w:rPr>
        <w:t xml:space="preserve">، </w:t>
      </w:r>
      <w:r>
        <w:rPr>
          <w:rtl/>
        </w:rPr>
        <w:t>و اين همه بر تو آسان است</w:t>
      </w:r>
      <w:r w:rsidR="007D3118">
        <w:rPr>
          <w:rtl/>
        </w:rPr>
        <w:t xml:space="preserve">، </w:t>
      </w:r>
      <w:r>
        <w:rPr>
          <w:rtl/>
        </w:rPr>
        <w:t xml:space="preserve">آمين </w:t>
      </w:r>
      <w:r w:rsidRPr="00AA3CBA">
        <w:rPr>
          <w:rStyle w:val="libFootnotenumChar"/>
          <w:rtl/>
        </w:rPr>
        <w:t>(49</w:t>
      </w:r>
      <w:r w:rsidR="007D3118" w:rsidRPr="00AA3CBA">
        <w:rPr>
          <w:rStyle w:val="libFootnotenumChar"/>
          <w:rtl/>
        </w:rPr>
        <w:t>)</w:t>
      </w:r>
      <w:r>
        <w:rPr>
          <w:rtl/>
        </w:rPr>
        <w:t xml:space="preserve"> يا رب العالمين</w:t>
      </w:r>
      <w:r w:rsidR="007D3118">
        <w:rPr>
          <w:rtl/>
        </w:rPr>
        <w:t xml:space="preserve">. </w:t>
      </w:r>
    </w:p>
    <w:p w:rsidR="00587D34" w:rsidRDefault="00F57255" w:rsidP="004C63D0">
      <w:pPr>
        <w:pStyle w:val="Heading2"/>
        <w:rPr>
          <w:rtl/>
        </w:rPr>
      </w:pPr>
      <w:r>
        <w:br w:type="page"/>
      </w:r>
      <w:bookmarkStart w:id="30" w:name="_Toc394915159"/>
      <w:r w:rsidR="00AA3CBA">
        <w:lastRenderedPageBreak/>
        <w:t>13</w:t>
      </w:r>
      <w:r w:rsidR="00AA3CBA">
        <w:rPr>
          <w:rtl/>
        </w:rPr>
        <w:t xml:space="preserve"> وَ كَانَ مِنْ دُعَائِهِ عَلَيْهِ السَّلامُ فِى طَلَبِ الْحَوَائِجِ إِلَى اللَّهِ تَعَالَى:</w:t>
      </w:r>
      <w:bookmarkEnd w:id="30"/>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يَا مُنْتَهَى مَطْلَبِ الْحَاجَاتِ</w:t>
      </w:r>
    </w:p>
    <w:p w:rsidR="00587D34" w:rsidRDefault="00587D34" w:rsidP="00587D34">
      <w:pPr>
        <w:pStyle w:val="libNormal"/>
        <w:rPr>
          <w:rtl/>
        </w:rPr>
      </w:pPr>
      <w:r>
        <w:rPr>
          <w:rtl/>
        </w:rPr>
        <w:t>(2</w:t>
      </w:r>
      <w:r w:rsidR="007D3118">
        <w:rPr>
          <w:rtl/>
        </w:rPr>
        <w:t xml:space="preserve">) </w:t>
      </w:r>
      <w:r>
        <w:rPr>
          <w:rtl/>
        </w:rPr>
        <w:t>وَ يَا مَنْ عِنْدَهُ نَيْلُ الطَّلِبَاتِ</w:t>
      </w:r>
    </w:p>
    <w:p w:rsidR="00587D34" w:rsidRDefault="00587D34" w:rsidP="00587D34">
      <w:pPr>
        <w:pStyle w:val="libNormal"/>
        <w:rPr>
          <w:rtl/>
        </w:rPr>
      </w:pPr>
      <w:r>
        <w:rPr>
          <w:rtl/>
        </w:rPr>
        <w:t>(3</w:t>
      </w:r>
      <w:r w:rsidR="007D3118">
        <w:rPr>
          <w:rtl/>
        </w:rPr>
        <w:t xml:space="preserve">) </w:t>
      </w:r>
      <w:r>
        <w:rPr>
          <w:rtl/>
        </w:rPr>
        <w:t>وَ يَا مَنْ لا يَبِيعُ نِعَمَهُ بِالْأَثْمَانِ</w:t>
      </w:r>
    </w:p>
    <w:p w:rsidR="00587D34" w:rsidRDefault="00587D34" w:rsidP="00587D34">
      <w:pPr>
        <w:pStyle w:val="libNormal"/>
        <w:rPr>
          <w:rtl/>
        </w:rPr>
      </w:pPr>
      <w:r>
        <w:rPr>
          <w:rtl/>
        </w:rPr>
        <w:t>(4</w:t>
      </w:r>
      <w:r w:rsidR="007D3118">
        <w:rPr>
          <w:rtl/>
        </w:rPr>
        <w:t xml:space="preserve">) </w:t>
      </w:r>
      <w:r>
        <w:rPr>
          <w:rtl/>
        </w:rPr>
        <w:t>وَ يَا مَنْ لا يُكَدِّرُ عَطَايَاهُ بِالامْتِنَانِ</w:t>
      </w:r>
    </w:p>
    <w:p w:rsidR="00587D34" w:rsidRDefault="00587D34" w:rsidP="00587D34">
      <w:pPr>
        <w:pStyle w:val="libNormal"/>
        <w:rPr>
          <w:rtl/>
        </w:rPr>
      </w:pPr>
      <w:r>
        <w:rPr>
          <w:rtl/>
        </w:rPr>
        <w:t>(5</w:t>
      </w:r>
      <w:r w:rsidR="007D3118">
        <w:rPr>
          <w:rtl/>
        </w:rPr>
        <w:t xml:space="preserve">) </w:t>
      </w:r>
      <w:r>
        <w:rPr>
          <w:rtl/>
        </w:rPr>
        <w:t>وَ يَا مَنْ يُسْتَغْنَى بِهِ وَ لا يُسْتَغْنَى عَنْهُ</w:t>
      </w:r>
    </w:p>
    <w:p w:rsidR="00587D34" w:rsidRDefault="00587D34" w:rsidP="00587D34">
      <w:pPr>
        <w:pStyle w:val="libNormal"/>
        <w:rPr>
          <w:rtl/>
        </w:rPr>
      </w:pPr>
      <w:r>
        <w:rPr>
          <w:rtl/>
        </w:rPr>
        <w:t>(6</w:t>
      </w:r>
      <w:r w:rsidR="007D3118">
        <w:rPr>
          <w:rtl/>
        </w:rPr>
        <w:t xml:space="preserve">) </w:t>
      </w:r>
      <w:r>
        <w:rPr>
          <w:rtl/>
        </w:rPr>
        <w:t>وَ يَا مَنْ يُرْغَبُ إِلَيْهِ وَ لا يُرْغَبُ عَنْهُ</w:t>
      </w:r>
    </w:p>
    <w:p w:rsidR="00587D34" w:rsidRDefault="00587D34" w:rsidP="00587D34">
      <w:pPr>
        <w:pStyle w:val="libNormal"/>
        <w:rPr>
          <w:rtl/>
        </w:rPr>
      </w:pPr>
      <w:r>
        <w:rPr>
          <w:rtl/>
        </w:rPr>
        <w:t>(7</w:t>
      </w:r>
      <w:r w:rsidR="007D3118">
        <w:rPr>
          <w:rtl/>
        </w:rPr>
        <w:t xml:space="preserve">) </w:t>
      </w:r>
      <w:r>
        <w:rPr>
          <w:rtl/>
        </w:rPr>
        <w:t>وَ يَا مَنْ لا تُفْنِى خَزَائِنَهُ الْمَسَائِلُ</w:t>
      </w:r>
    </w:p>
    <w:p w:rsidR="00587D34" w:rsidRDefault="00587D34" w:rsidP="00587D34">
      <w:pPr>
        <w:pStyle w:val="libNormal"/>
        <w:rPr>
          <w:rtl/>
        </w:rPr>
      </w:pPr>
      <w:r>
        <w:rPr>
          <w:rtl/>
        </w:rPr>
        <w:t>(8</w:t>
      </w:r>
      <w:r w:rsidR="007D3118">
        <w:rPr>
          <w:rtl/>
        </w:rPr>
        <w:t xml:space="preserve">) </w:t>
      </w:r>
      <w:r>
        <w:rPr>
          <w:rtl/>
        </w:rPr>
        <w:t>وَ يَا مَنْ لا تُبَدِّلُ حِكْمَتَهُ الْوَسَائِلُ</w:t>
      </w:r>
    </w:p>
    <w:p w:rsidR="00587D34" w:rsidRDefault="00587D34" w:rsidP="00587D34">
      <w:pPr>
        <w:pStyle w:val="libNormal"/>
        <w:rPr>
          <w:rtl/>
        </w:rPr>
      </w:pPr>
      <w:r>
        <w:rPr>
          <w:rtl/>
        </w:rPr>
        <w:t>(9</w:t>
      </w:r>
      <w:r w:rsidR="007D3118">
        <w:rPr>
          <w:rtl/>
        </w:rPr>
        <w:t xml:space="preserve">) </w:t>
      </w:r>
      <w:r>
        <w:rPr>
          <w:rtl/>
        </w:rPr>
        <w:t>وَ يَا مَنْ لا تَنْقَطِعُ عَنْهُ حَوَائِجُ الْمُحْتَاجِينَ</w:t>
      </w:r>
    </w:p>
    <w:p w:rsidR="00587D34" w:rsidRDefault="00587D34" w:rsidP="00587D34">
      <w:pPr>
        <w:pStyle w:val="libNormal"/>
        <w:rPr>
          <w:rtl/>
        </w:rPr>
      </w:pPr>
      <w:r>
        <w:rPr>
          <w:rtl/>
        </w:rPr>
        <w:t>(10</w:t>
      </w:r>
      <w:r w:rsidR="007D3118">
        <w:rPr>
          <w:rtl/>
        </w:rPr>
        <w:t xml:space="preserve">) </w:t>
      </w:r>
      <w:r>
        <w:rPr>
          <w:rtl/>
        </w:rPr>
        <w:t>وَ يَا مَنْ لا يُعَنِّيهِ دُعَاءُ الدَّاعِينَ</w:t>
      </w:r>
      <w:r w:rsidR="007D3118">
        <w:rPr>
          <w:rtl/>
        </w:rPr>
        <w:t xml:space="preserve">. </w:t>
      </w:r>
    </w:p>
    <w:p w:rsidR="00587D34" w:rsidRDefault="00587D34" w:rsidP="00587D34">
      <w:pPr>
        <w:pStyle w:val="libNormal"/>
        <w:rPr>
          <w:rtl/>
        </w:rPr>
      </w:pPr>
      <w:r>
        <w:rPr>
          <w:rtl/>
        </w:rPr>
        <w:t>(11</w:t>
      </w:r>
      <w:r w:rsidR="007D3118">
        <w:rPr>
          <w:rtl/>
        </w:rPr>
        <w:t xml:space="preserve">) </w:t>
      </w:r>
      <w:r>
        <w:rPr>
          <w:rtl/>
        </w:rPr>
        <w:t>تَمَدَّحْتَ بِالْغَنَاءِ عَنْ خَلْقِكَ وَ أَنْتَ أَهْلُ الْغِنَى عَنْهُمْ</w:t>
      </w:r>
    </w:p>
    <w:p w:rsidR="00587D34" w:rsidRDefault="00587D34" w:rsidP="00587D34">
      <w:pPr>
        <w:pStyle w:val="libNormal"/>
        <w:rPr>
          <w:rtl/>
        </w:rPr>
      </w:pPr>
      <w:r>
        <w:rPr>
          <w:rtl/>
        </w:rPr>
        <w:t>(12</w:t>
      </w:r>
      <w:r w:rsidR="007D3118">
        <w:rPr>
          <w:rtl/>
        </w:rPr>
        <w:t xml:space="preserve">) </w:t>
      </w:r>
      <w:r>
        <w:rPr>
          <w:rtl/>
        </w:rPr>
        <w:t>وَ نَسَبْتَهُمْ إِلَى الْفَقْرِ وَ هُمْ أَهْلُ الْفَقْرِ إِلَيْكَ</w:t>
      </w:r>
      <w:r w:rsidR="007D3118">
        <w:rPr>
          <w:rtl/>
        </w:rPr>
        <w:t xml:space="preserve">. </w:t>
      </w:r>
    </w:p>
    <w:p w:rsidR="00587D34" w:rsidRDefault="00587D34" w:rsidP="00587D34">
      <w:pPr>
        <w:pStyle w:val="libNormal"/>
        <w:rPr>
          <w:rtl/>
        </w:rPr>
      </w:pPr>
      <w:r>
        <w:rPr>
          <w:rtl/>
        </w:rPr>
        <w:t>(13</w:t>
      </w:r>
      <w:r w:rsidR="007D3118">
        <w:rPr>
          <w:rtl/>
        </w:rPr>
        <w:t xml:space="preserve">) </w:t>
      </w:r>
      <w:r>
        <w:rPr>
          <w:rtl/>
        </w:rPr>
        <w:t>فَمَنْ حَاوَلَ سَدَّ خَلَّتِهِ مِنْ عِنْدِكَ</w:t>
      </w:r>
      <w:r w:rsidR="007D3118">
        <w:rPr>
          <w:rtl/>
        </w:rPr>
        <w:t xml:space="preserve">، </w:t>
      </w:r>
      <w:r>
        <w:rPr>
          <w:rtl/>
        </w:rPr>
        <w:t>وَ رَامَ صَرْفَ الْفَقْرِ عَنْ نَفْسِهِ بِكَ فَقَدْ طَلَبَ حَاجَتَهُ فِى مَظَانِّهَا</w:t>
      </w:r>
      <w:r w:rsidR="007D3118">
        <w:rPr>
          <w:rtl/>
        </w:rPr>
        <w:t xml:space="preserve">، </w:t>
      </w:r>
      <w:r>
        <w:rPr>
          <w:rtl/>
        </w:rPr>
        <w:t>وَ أَتَى طَلِبَتَهُ مِنْ وَجْهِهَا</w:t>
      </w:r>
      <w:r w:rsidR="007D3118">
        <w:rPr>
          <w:rtl/>
        </w:rPr>
        <w:t xml:space="preserve">. </w:t>
      </w:r>
    </w:p>
    <w:p w:rsidR="00587D34" w:rsidRDefault="00587D34" w:rsidP="00587D34">
      <w:pPr>
        <w:pStyle w:val="libNormal"/>
        <w:rPr>
          <w:rtl/>
        </w:rPr>
      </w:pPr>
      <w:r>
        <w:rPr>
          <w:rtl/>
        </w:rPr>
        <w:t>(14</w:t>
      </w:r>
      <w:r w:rsidR="007D3118">
        <w:rPr>
          <w:rtl/>
        </w:rPr>
        <w:t xml:space="preserve">) </w:t>
      </w:r>
      <w:r>
        <w:rPr>
          <w:rtl/>
        </w:rPr>
        <w:t>وَ مَنْ تَوَجَّهَ بِحَاجَتِهِ إِلَى أَحَدٍ مِنْ خَلْقِكَ أَوْ جَعَلَهُ سَبَبَ نُجْحِهَا دُونَكَ فَقَدْ تَعَرَّضَ لِلْحِرْمَانِ</w:t>
      </w:r>
      <w:r w:rsidR="007D3118">
        <w:rPr>
          <w:rtl/>
        </w:rPr>
        <w:t xml:space="preserve">، </w:t>
      </w:r>
      <w:r>
        <w:rPr>
          <w:rtl/>
        </w:rPr>
        <w:t>وَ اسْتَحَقَّ مِنْ عِنْدِكَ فَوْتَ الْإِحْسَانِ</w:t>
      </w:r>
      <w:r w:rsidR="007D3118">
        <w:rPr>
          <w:rtl/>
        </w:rPr>
        <w:t xml:space="preserve">. </w:t>
      </w:r>
    </w:p>
    <w:p w:rsidR="00587D34" w:rsidRDefault="00587D34" w:rsidP="00587D34">
      <w:pPr>
        <w:pStyle w:val="libNormal"/>
        <w:rPr>
          <w:rtl/>
        </w:rPr>
      </w:pPr>
      <w:r>
        <w:rPr>
          <w:rtl/>
        </w:rPr>
        <w:t>(15</w:t>
      </w:r>
      <w:r w:rsidR="007D3118">
        <w:rPr>
          <w:rtl/>
        </w:rPr>
        <w:t xml:space="preserve">) </w:t>
      </w:r>
      <w:r>
        <w:rPr>
          <w:rtl/>
        </w:rPr>
        <w:t>اللَّهُمَّ وَ لِى إِلَيْكَ حَاجَةٌ قَدْ قَصَّرَ عَنْهَا جُهْدِى</w:t>
      </w:r>
      <w:r w:rsidR="007D3118">
        <w:rPr>
          <w:rtl/>
        </w:rPr>
        <w:t xml:space="preserve">، </w:t>
      </w:r>
      <w:r>
        <w:rPr>
          <w:rtl/>
        </w:rPr>
        <w:t>وَ تَقَطَّعَتْ دُونَهَا حِيَلِى</w:t>
      </w:r>
      <w:r w:rsidR="007D3118">
        <w:rPr>
          <w:rtl/>
        </w:rPr>
        <w:t xml:space="preserve">، </w:t>
      </w:r>
      <w:r>
        <w:rPr>
          <w:rtl/>
        </w:rPr>
        <w:t>وَ سَوَّلَتْ لِى نَفْسِى رَفْعَهَا إِلَى مَنْ يَرْفَعُ حَوَائِجَهُ إِلَيْكَ</w:t>
      </w:r>
      <w:r w:rsidR="007D3118">
        <w:rPr>
          <w:rtl/>
        </w:rPr>
        <w:t xml:space="preserve">، </w:t>
      </w:r>
      <w:r>
        <w:rPr>
          <w:rtl/>
        </w:rPr>
        <w:t>وَ لا يَسْتَغْنِى فِى طَلِبَاتِهِ عَنْكَ</w:t>
      </w:r>
      <w:r w:rsidR="007D3118">
        <w:rPr>
          <w:rtl/>
        </w:rPr>
        <w:t xml:space="preserve">، </w:t>
      </w:r>
      <w:r>
        <w:rPr>
          <w:rtl/>
        </w:rPr>
        <w:t>وَ هِىَ زَلَّةٌ مِنْ زَلَلِ الْخَاطِئِينَ</w:t>
      </w:r>
      <w:r w:rsidR="007D3118">
        <w:rPr>
          <w:rtl/>
        </w:rPr>
        <w:t xml:space="preserve">، </w:t>
      </w:r>
      <w:r>
        <w:rPr>
          <w:rtl/>
        </w:rPr>
        <w:t>وَ عَثْرَةٌ مِنْ عَثَرَاتِ الْمُذْنِبِينَ</w:t>
      </w:r>
      <w:r w:rsidR="007D3118">
        <w:rPr>
          <w:rtl/>
        </w:rPr>
        <w:t xml:space="preserve">. </w:t>
      </w:r>
    </w:p>
    <w:p w:rsidR="00587D34" w:rsidRDefault="00587D34" w:rsidP="00587D34">
      <w:pPr>
        <w:pStyle w:val="libNormal"/>
        <w:rPr>
          <w:rtl/>
        </w:rPr>
      </w:pPr>
      <w:r>
        <w:rPr>
          <w:rtl/>
        </w:rPr>
        <w:t>(16</w:t>
      </w:r>
      <w:r w:rsidR="007D3118">
        <w:rPr>
          <w:rtl/>
        </w:rPr>
        <w:t xml:space="preserve">) </w:t>
      </w:r>
      <w:r>
        <w:rPr>
          <w:rtl/>
        </w:rPr>
        <w:t>ثُمَّ انْتَبَهْتُ بِتَذْكِيرِكَ لِى مِنْ غَفْلَتِى</w:t>
      </w:r>
      <w:r w:rsidR="007D3118">
        <w:rPr>
          <w:rtl/>
        </w:rPr>
        <w:t xml:space="preserve">، </w:t>
      </w:r>
      <w:r>
        <w:rPr>
          <w:rtl/>
        </w:rPr>
        <w:t>وَ نَهَضْتُ بِتَوْفِيقِكَ مِنْ زَلَّتِى</w:t>
      </w:r>
      <w:r w:rsidR="007D3118">
        <w:rPr>
          <w:rtl/>
        </w:rPr>
        <w:t xml:space="preserve">، </w:t>
      </w:r>
      <w:r>
        <w:rPr>
          <w:rtl/>
        </w:rPr>
        <w:t>وَ رَجَعْتُ وَ نَكَصْتُ بِتَسْدِيدِكَ عَنْ عَثْرَتِى</w:t>
      </w:r>
      <w:r w:rsidR="007D3118">
        <w:rPr>
          <w:rtl/>
        </w:rPr>
        <w:t xml:space="preserve">. </w:t>
      </w:r>
    </w:p>
    <w:p w:rsidR="00587D34" w:rsidRDefault="00587D34" w:rsidP="00587D34">
      <w:pPr>
        <w:pStyle w:val="libNormal"/>
        <w:rPr>
          <w:rtl/>
        </w:rPr>
      </w:pPr>
      <w:r>
        <w:rPr>
          <w:rtl/>
        </w:rPr>
        <w:lastRenderedPageBreak/>
        <w:t>(17</w:t>
      </w:r>
      <w:r w:rsidR="007D3118">
        <w:rPr>
          <w:rtl/>
        </w:rPr>
        <w:t xml:space="preserve">) </w:t>
      </w:r>
      <w:r>
        <w:rPr>
          <w:rtl/>
        </w:rPr>
        <w:t>وَ قُلْتُ</w:t>
      </w:r>
      <w:r w:rsidR="007D3118">
        <w:rPr>
          <w:rtl/>
        </w:rPr>
        <w:t xml:space="preserve">: </w:t>
      </w:r>
      <w:r>
        <w:rPr>
          <w:rtl/>
        </w:rPr>
        <w:t>سُبْحَانَ رَبِّى كَيْفَ يَسْأَلُ مُحْتَاجٌ مُحْتَاجا؟ وَ أَنَّى يَرْغَبُ مُعْدِمٌ إِلَى مُعْدِمٍ؟</w:t>
      </w:r>
    </w:p>
    <w:p w:rsidR="00587D34" w:rsidRDefault="00587D34" w:rsidP="00587D34">
      <w:pPr>
        <w:pStyle w:val="libNormal"/>
        <w:rPr>
          <w:rtl/>
        </w:rPr>
      </w:pPr>
      <w:r>
        <w:rPr>
          <w:rtl/>
        </w:rPr>
        <w:t>(18</w:t>
      </w:r>
      <w:r w:rsidR="007D3118">
        <w:rPr>
          <w:rtl/>
        </w:rPr>
        <w:t xml:space="preserve">) </w:t>
      </w:r>
      <w:r>
        <w:rPr>
          <w:rtl/>
        </w:rPr>
        <w:t>فَقَصَدْتُكَ</w:t>
      </w:r>
      <w:r w:rsidR="007D3118">
        <w:rPr>
          <w:rtl/>
        </w:rPr>
        <w:t xml:space="preserve">، </w:t>
      </w:r>
      <w:r>
        <w:rPr>
          <w:rtl/>
        </w:rPr>
        <w:t>يَا إِلَهِى</w:t>
      </w:r>
      <w:r w:rsidR="007D3118">
        <w:rPr>
          <w:rtl/>
        </w:rPr>
        <w:t xml:space="preserve">، </w:t>
      </w:r>
      <w:r>
        <w:rPr>
          <w:rtl/>
        </w:rPr>
        <w:t>بِالرَّغْبَةِ</w:t>
      </w:r>
      <w:r w:rsidR="007D3118">
        <w:rPr>
          <w:rtl/>
        </w:rPr>
        <w:t xml:space="preserve">، </w:t>
      </w:r>
      <w:r>
        <w:rPr>
          <w:rtl/>
        </w:rPr>
        <w:t>وَ أَوْفَدْتُ عَلَيْكَ رَجَائِى بِالثِّقَةِ بِكَ</w:t>
      </w:r>
      <w:r w:rsidR="007D3118">
        <w:rPr>
          <w:rtl/>
        </w:rPr>
        <w:t xml:space="preserve">. </w:t>
      </w:r>
    </w:p>
    <w:p w:rsidR="00587D34" w:rsidRDefault="00587D34" w:rsidP="00587D34">
      <w:pPr>
        <w:pStyle w:val="libNormal"/>
        <w:rPr>
          <w:rtl/>
        </w:rPr>
      </w:pPr>
      <w:r>
        <w:rPr>
          <w:rtl/>
        </w:rPr>
        <w:t>(19</w:t>
      </w:r>
      <w:r w:rsidR="007D3118">
        <w:rPr>
          <w:rtl/>
        </w:rPr>
        <w:t xml:space="preserve">) </w:t>
      </w:r>
      <w:r>
        <w:rPr>
          <w:rtl/>
        </w:rPr>
        <w:t>وَ عَلِمْتُ أَنَّ كَثِيرَ مَا أَسْالُكَ يَسِيرٌ فِى وُجْدِكَ</w:t>
      </w:r>
      <w:r w:rsidR="007D3118">
        <w:rPr>
          <w:rtl/>
        </w:rPr>
        <w:t xml:space="preserve">، </w:t>
      </w:r>
      <w:r>
        <w:rPr>
          <w:rtl/>
        </w:rPr>
        <w:t>وَ أَنَّ خَطِيرَ مَا أَسْتَوْهِبُكَ حَقِيرٌ فِى وُسْعِكَ</w:t>
      </w:r>
      <w:r w:rsidR="007D3118">
        <w:rPr>
          <w:rtl/>
        </w:rPr>
        <w:t xml:space="preserve">، </w:t>
      </w:r>
      <w:r>
        <w:rPr>
          <w:rtl/>
        </w:rPr>
        <w:t>وَ أَنَّ كَرَمَكَ لا يَضِيقُ عَنْ سُؤَالِ أَحَدٍ</w:t>
      </w:r>
      <w:r w:rsidR="007D3118">
        <w:rPr>
          <w:rtl/>
        </w:rPr>
        <w:t xml:space="preserve">، </w:t>
      </w:r>
      <w:r>
        <w:rPr>
          <w:rtl/>
        </w:rPr>
        <w:t>وَ أَنَّ يَدَكَ بِالْعَطَايَا أَعْلَى مِنْ كُلِّ يَدٍ</w:t>
      </w:r>
      <w:r w:rsidR="007D3118">
        <w:rPr>
          <w:rtl/>
        </w:rPr>
        <w:t xml:space="preserve">. </w:t>
      </w:r>
    </w:p>
    <w:p w:rsidR="00587D34" w:rsidRDefault="00587D34" w:rsidP="00587D34">
      <w:pPr>
        <w:pStyle w:val="libNormal"/>
        <w:rPr>
          <w:rtl/>
        </w:rPr>
      </w:pPr>
      <w:r>
        <w:rPr>
          <w:rtl/>
        </w:rPr>
        <w:t>(20</w:t>
      </w:r>
      <w:r w:rsidR="007D3118">
        <w:rPr>
          <w:rtl/>
        </w:rPr>
        <w:t xml:space="preserve">) </w:t>
      </w:r>
      <w:r>
        <w:rPr>
          <w:rtl/>
        </w:rPr>
        <w:t>اللَّهُمَّ فَصَلِّ عَلَى مُحَمَّدٍ وَ آلِهِ</w:t>
      </w:r>
      <w:r w:rsidR="007D3118">
        <w:rPr>
          <w:rtl/>
        </w:rPr>
        <w:t xml:space="preserve">، </w:t>
      </w:r>
      <w:r>
        <w:rPr>
          <w:rtl/>
        </w:rPr>
        <w:t>وَ احْمِلْنِى بِكَرَمِكَ عَلَى التَّفَضُّلِ</w:t>
      </w:r>
      <w:r w:rsidR="007D3118">
        <w:rPr>
          <w:rtl/>
        </w:rPr>
        <w:t xml:space="preserve">، </w:t>
      </w:r>
      <w:r>
        <w:rPr>
          <w:rtl/>
        </w:rPr>
        <w:t>وَ لا تَحْمِلْنِى بِعَدْلِكَ عَلَى الاسْتِحْقَاقِ</w:t>
      </w:r>
      <w:r w:rsidR="007D3118">
        <w:rPr>
          <w:rtl/>
        </w:rPr>
        <w:t xml:space="preserve">، </w:t>
      </w:r>
      <w:r>
        <w:rPr>
          <w:rtl/>
        </w:rPr>
        <w:t>فَمَا أَنَا بِأَوَّلِ رَاغِبٍ رَغِبَ إِلَيْكَ فَأَعْطَيْتَهُ وَ هُوَ يَسْتَحِقُّ الْمَنْعَ</w:t>
      </w:r>
      <w:r w:rsidR="007D3118">
        <w:rPr>
          <w:rtl/>
        </w:rPr>
        <w:t xml:space="preserve">، </w:t>
      </w:r>
      <w:r>
        <w:rPr>
          <w:rtl/>
        </w:rPr>
        <w:t>وَ لا بِأَوَّلِ سَائِلٍ سَأَلَكَ فَأَفْضَلْتَ عَلَيْهِ وَ هُوَ يَسْتَوْجِبُ الْحِرْمَانَ</w:t>
      </w:r>
      <w:r w:rsidR="007D3118">
        <w:rPr>
          <w:rtl/>
        </w:rPr>
        <w:t xml:space="preserve">. </w:t>
      </w:r>
    </w:p>
    <w:p w:rsidR="00587D34" w:rsidRDefault="00587D34" w:rsidP="00587D34">
      <w:pPr>
        <w:pStyle w:val="libNormal"/>
        <w:rPr>
          <w:rtl/>
        </w:rPr>
      </w:pPr>
      <w:r>
        <w:rPr>
          <w:rtl/>
        </w:rPr>
        <w:t>(21</w:t>
      </w:r>
      <w:r w:rsidR="007D3118">
        <w:rPr>
          <w:rtl/>
        </w:rPr>
        <w:t xml:space="preserve">) </w:t>
      </w:r>
      <w:r>
        <w:rPr>
          <w:rtl/>
        </w:rPr>
        <w:t>اللَّهُمَّ صَلِّ عَلَى مُحَمَّدٍ وَ آلِهِ</w:t>
      </w:r>
      <w:r w:rsidR="007D3118">
        <w:rPr>
          <w:rtl/>
        </w:rPr>
        <w:t xml:space="preserve">، </w:t>
      </w:r>
      <w:r>
        <w:rPr>
          <w:rtl/>
        </w:rPr>
        <w:t>وَ كُنْ لِدُعَائِى مُجِيبا</w:t>
      </w:r>
      <w:r w:rsidR="007D3118">
        <w:rPr>
          <w:rtl/>
        </w:rPr>
        <w:t xml:space="preserve">، </w:t>
      </w:r>
      <w:r>
        <w:rPr>
          <w:rtl/>
        </w:rPr>
        <w:t>وَ مِنْ نِدَائِى قَرِيبا</w:t>
      </w:r>
      <w:r w:rsidR="007D3118">
        <w:rPr>
          <w:rtl/>
        </w:rPr>
        <w:t xml:space="preserve">، </w:t>
      </w:r>
      <w:r>
        <w:rPr>
          <w:rtl/>
        </w:rPr>
        <w:t>وَ لِتَضَرُّعِى رَاحِما</w:t>
      </w:r>
      <w:r w:rsidR="007D3118">
        <w:rPr>
          <w:rtl/>
        </w:rPr>
        <w:t xml:space="preserve">، </w:t>
      </w:r>
      <w:r>
        <w:rPr>
          <w:rtl/>
        </w:rPr>
        <w:t>وَ لِصَوْتِى سَامِعا</w:t>
      </w:r>
      <w:r w:rsidR="007D3118">
        <w:rPr>
          <w:rtl/>
        </w:rPr>
        <w:t xml:space="preserve">. </w:t>
      </w:r>
    </w:p>
    <w:p w:rsidR="00587D34" w:rsidRDefault="00587D34" w:rsidP="00587D34">
      <w:pPr>
        <w:pStyle w:val="libNormal"/>
        <w:rPr>
          <w:rtl/>
        </w:rPr>
      </w:pPr>
      <w:r>
        <w:rPr>
          <w:rtl/>
        </w:rPr>
        <w:t>(22</w:t>
      </w:r>
      <w:r w:rsidR="007D3118">
        <w:rPr>
          <w:rtl/>
        </w:rPr>
        <w:t xml:space="preserve">) </w:t>
      </w:r>
      <w:r>
        <w:rPr>
          <w:rtl/>
        </w:rPr>
        <w:t>وَ لا تَقْطَعْ رَجَائِى عَنْكَ</w:t>
      </w:r>
      <w:r w:rsidR="007D3118">
        <w:rPr>
          <w:rtl/>
        </w:rPr>
        <w:t xml:space="preserve">، </w:t>
      </w:r>
      <w:r>
        <w:rPr>
          <w:rtl/>
        </w:rPr>
        <w:t>وَ لا تَبُتَّ سَبَبِى مِنْكَ</w:t>
      </w:r>
      <w:r w:rsidR="007D3118">
        <w:rPr>
          <w:rtl/>
        </w:rPr>
        <w:t xml:space="preserve">، </w:t>
      </w:r>
      <w:r>
        <w:rPr>
          <w:rtl/>
        </w:rPr>
        <w:t>وَ لا تُوَجِّهْنِى فِى حَاجَتِى هَذِهِ وَ غَيْرِهَا إِلَى سِوَاكَ</w:t>
      </w:r>
    </w:p>
    <w:p w:rsidR="00587D34" w:rsidRDefault="00587D34" w:rsidP="00587D34">
      <w:pPr>
        <w:pStyle w:val="libNormal"/>
        <w:rPr>
          <w:rtl/>
        </w:rPr>
      </w:pPr>
      <w:r>
        <w:rPr>
          <w:rtl/>
        </w:rPr>
        <w:t>(23</w:t>
      </w:r>
      <w:r w:rsidR="007D3118">
        <w:rPr>
          <w:rtl/>
        </w:rPr>
        <w:t xml:space="preserve">) </w:t>
      </w:r>
      <w:r>
        <w:rPr>
          <w:rtl/>
        </w:rPr>
        <w:t>وَ تَوَلَّنِى بِنُجْحِ طَلِبَتِى وَ قَضَاءِ حَاجَتِى وَ نَيْلِ سُؤْلِى قَبْلَ زَوَالِى عَنْ مَوْقِفِى هَذَا بِتَيْسِيرِكَ لِىَ الْعَسِيرَ وَ حُسْنِ تَقْدِيرِكَ لِى فِى جَمِيعِ الْأُمُورِ</w:t>
      </w:r>
    </w:p>
    <w:p w:rsidR="00587D34" w:rsidRDefault="00587D34" w:rsidP="00587D34">
      <w:pPr>
        <w:pStyle w:val="libNormal"/>
        <w:rPr>
          <w:rtl/>
        </w:rPr>
      </w:pPr>
      <w:r>
        <w:rPr>
          <w:rtl/>
        </w:rPr>
        <w:t>(24</w:t>
      </w:r>
      <w:r w:rsidR="007D3118">
        <w:rPr>
          <w:rtl/>
        </w:rPr>
        <w:t xml:space="preserve">) </w:t>
      </w:r>
      <w:r>
        <w:rPr>
          <w:rtl/>
        </w:rPr>
        <w:t>وَ صَلِّ عَلَى مُحَمَّدٍ وَ آلِهِ</w:t>
      </w:r>
      <w:r w:rsidR="007D3118">
        <w:rPr>
          <w:rtl/>
        </w:rPr>
        <w:t xml:space="preserve">، </w:t>
      </w:r>
      <w:r>
        <w:rPr>
          <w:rtl/>
        </w:rPr>
        <w:t>صَلاةً دَائِمَةً نَامِيَةً لا انْقِطَاعَ لِأَبَدِهَا وَ لا مُنْتَهَى لِأَمَدِهَا</w:t>
      </w:r>
      <w:r w:rsidR="007D3118">
        <w:rPr>
          <w:rtl/>
        </w:rPr>
        <w:t xml:space="preserve">، </w:t>
      </w:r>
      <w:r>
        <w:rPr>
          <w:rtl/>
        </w:rPr>
        <w:t>وَ اجْعَلْ ذَلِكَ عَوْنا لِى وَ سَبَبا لِنَجَاحِ طَلِبَتِى</w:t>
      </w:r>
      <w:r w:rsidR="007D3118">
        <w:rPr>
          <w:rtl/>
        </w:rPr>
        <w:t xml:space="preserve">، </w:t>
      </w:r>
      <w:r>
        <w:rPr>
          <w:rtl/>
        </w:rPr>
        <w:t>إِنَّكَ وَاسِعٌ كَرِيمٌ</w:t>
      </w:r>
      <w:r w:rsidR="007D3118">
        <w:rPr>
          <w:rtl/>
        </w:rPr>
        <w:t xml:space="preserve">. </w:t>
      </w:r>
    </w:p>
    <w:p w:rsidR="00587D34" w:rsidRDefault="00587D34" w:rsidP="00587D34">
      <w:pPr>
        <w:pStyle w:val="libNormal"/>
        <w:rPr>
          <w:rtl/>
        </w:rPr>
      </w:pPr>
      <w:r>
        <w:rPr>
          <w:rtl/>
        </w:rPr>
        <w:t>(25</w:t>
      </w:r>
      <w:r w:rsidR="007D3118">
        <w:rPr>
          <w:rtl/>
        </w:rPr>
        <w:t xml:space="preserve">) </w:t>
      </w:r>
      <w:r>
        <w:rPr>
          <w:rtl/>
        </w:rPr>
        <w:t>وَ مِنْ حَاجَتِى يَا رَبِّ كَذَا وَ كَذَا [ وَ تَذْكُرُ حَاجَتَكَ ثُمَّ تَسْجُدُ وَ تَقُولُ فِى سُجُودِكَ</w:t>
      </w:r>
      <w:r w:rsidR="007D3118">
        <w:rPr>
          <w:rtl/>
        </w:rPr>
        <w:t xml:space="preserve">: </w:t>
      </w:r>
      <w:r>
        <w:rPr>
          <w:rtl/>
        </w:rPr>
        <w:t>] فَضْلُكَ آنَسَنِى</w:t>
      </w:r>
      <w:r w:rsidR="007D3118">
        <w:rPr>
          <w:rtl/>
        </w:rPr>
        <w:t xml:space="preserve">، </w:t>
      </w:r>
      <w:r>
        <w:rPr>
          <w:rtl/>
        </w:rPr>
        <w:t>وَ إِحْسَانُكَ دَلَّنِى</w:t>
      </w:r>
      <w:r w:rsidR="007D3118">
        <w:rPr>
          <w:rtl/>
        </w:rPr>
        <w:t xml:space="preserve">، </w:t>
      </w:r>
      <w:r>
        <w:rPr>
          <w:rtl/>
        </w:rPr>
        <w:t>فَأَسْأَلُكَ بِكَ وَ بِمُحَمَّدٍ وَ آلِهِ</w:t>
      </w:r>
      <w:r w:rsidR="007D3118">
        <w:rPr>
          <w:rtl/>
        </w:rPr>
        <w:t xml:space="preserve">، </w:t>
      </w:r>
      <w:r>
        <w:rPr>
          <w:rtl/>
        </w:rPr>
        <w:t>صَلَوَاتُكَ عَلَيْهِمْ</w:t>
      </w:r>
      <w:r w:rsidR="007D3118">
        <w:rPr>
          <w:rtl/>
        </w:rPr>
        <w:t xml:space="preserve">، </w:t>
      </w:r>
      <w:r>
        <w:rPr>
          <w:rtl/>
        </w:rPr>
        <w:t>أَن لا تَرُدَّنِى خَائِبا</w:t>
      </w:r>
      <w:r w:rsidR="007D3118">
        <w:rPr>
          <w:rtl/>
        </w:rPr>
        <w:t xml:space="preserve">. </w:t>
      </w:r>
    </w:p>
    <w:p w:rsidR="00587D34" w:rsidRDefault="00AA3CBA" w:rsidP="004C63D0">
      <w:pPr>
        <w:pStyle w:val="Heading2"/>
        <w:rPr>
          <w:rtl/>
        </w:rPr>
      </w:pPr>
      <w:bookmarkStart w:id="31" w:name="_Toc394915160"/>
      <w:r>
        <w:rPr>
          <w:rtl/>
        </w:rPr>
        <w:lastRenderedPageBreak/>
        <w:t xml:space="preserve">ترجمه دعاى سيزدهم: دعاى آن حضرت </w:t>
      </w:r>
      <w:r w:rsidR="000C598D" w:rsidRPr="000C598D">
        <w:rPr>
          <w:rStyle w:val="libAlaemChar"/>
          <w:rtl/>
        </w:rPr>
        <w:t>عليه‌السلام</w:t>
      </w:r>
      <w:r>
        <w:rPr>
          <w:rtl/>
        </w:rPr>
        <w:t xml:space="preserve"> در حاجت خواستن از خداى تعالى</w:t>
      </w:r>
      <w:bookmarkEnd w:id="31"/>
    </w:p>
    <w:p w:rsidR="00587D34" w:rsidRDefault="00587D34" w:rsidP="00587D34">
      <w:pPr>
        <w:pStyle w:val="libNormal"/>
        <w:rPr>
          <w:rtl/>
        </w:rPr>
      </w:pPr>
      <w:r>
        <w:rPr>
          <w:rtl/>
        </w:rPr>
        <w:t>1</w:t>
      </w:r>
      <w:r w:rsidR="007D3118">
        <w:rPr>
          <w:rtl/>
        </w:rPr>
        <w:t xml:space="preserve">. </w:t>
      </w:r>
      <w:r>
        <w:rPr>
          <w:rtl/>
        </w:rPr>
        <w:t>خداوندا! اى آخرين مقصد نيازمندان</w:t>
      </w:r>
      <w:r w:rsidR="007D3118">
        <w:rPr>
          <w:rtl/>
        </w:rPr>
        <w:t xml:space="preserve">. </w:t>
      </w:r>
      <w:r w:rsidRPr="00AA3CBA">
        <w:rPr>
          <w:rStyle w:val="libFootnotenumChar"/>
          <w:rtl/>
        </w:rPr>
        <w:t>(50</w:t>
      </w:r>
      <w:r w:rsidR="007D3118" w:rsidRPr="00AA3CBA">
        <w:rPr>
          <w:rStyle w:val="libFootnotenumChar"/>
          <w:rtl/>
        </w:rPr>
        <w:t>)</w:t>
      </w:r>
    </w:p>
    <w:p w:rsidR="00587D34" w:rsidRDefault="00587D34" w:rsidP="00587D34">
      <w:pPr>
        <w:pStyle w:val="libNormal"/>
        <w:rPr>
          <w:rtl/>
        </w:rPr>
      </w:pPr>
      <w:r>
        <w:rPr>
          <w:rtl/>
        </w:rPr>
        <w:t>2</w:t>
      </w:r>
      <w:r w:rsidR="007D3118">
        <w:rPr>
          <w:rtl/>
        </w:rPr>
        <w:t xml:space="preserve">. </w:t>
      </w:r>
      <w:r>
        <w:rPr>
          <w:rtl/>
        </w:rPr>
        <w:t>اى كه رسيدن به آرزوها به دست توست</w:t>
      </w:r>
      <w:r w:rsidR="007D3118">
        <w:rPr>
          <w:rtl/>
        </w:rPr>
        <w:t xml:space="preserve">. </w:t>
      </w:r>
    </w:p>
    <w:p w:rsidR="00587D34" w:rsidRDefault="00587D34" w:rsidP="00587D34">
      <w:pPr>
        <w:pStyle w:val="libNormal"/>
        <w:rPr>
          <w:rtl/>
        </w:rPr>
      </w:pPr>
      <w:r>
        <w:rPr>
          <w:rtl/>
        </w:rPr>
        <w:t>3</w:t>
      </w:r>
      <w:r w:rsidR="007D3118">
        <w:rPr>
          <w:rtl/>
        </w:rPr>
        <w:t xml:space="preserve">. </w:t>
      </w:r>
      <w:r>
        <w:rPr>
          <w:rtl/>
        </w:rPr>
        <w:t>اى كه نعمتهاى خود را به بها نميفروشى</w:t>
      </w:r>
      <w:r w:rsidR="007D3118">
        <w:rPr>
          <w:rtl/>
        </w:rPr>
        <w:t xml:space="preserve">. </w:t>
      </w:r>
    </w:p>
    <w:p w:rsidR="00587D34" w:rsidRDefault="00587D34" w:rsidP="00587D34">
      <w:pPr>
        <w:pStyle w:val="libNormal"/>
        <w:rPr>
          <w:rtl/>
        </w:rPr>
      </w:pPr>
      <w:r>
        <w:rPr>
          <w:rtl/>
        </w:rPr>
        <w:t>4</w:t>
      </w:r>
      <w:r w:rsidR="007D3118">
        <w:rPr>
          <w:rtl/>
        </w:rPr>
        <w:t xml:space="preserve">. </w:t>
      </w:r>
      <w:r>
        <w:rPr>
          <w:rtl/>
        </w:rPr>
        <w:t>و زلال بخشش خود را به منت تيره نمى سازى</w:t>
      </w:r>
      <w:r w:rsidR="007D3118">
        <w:rPr>
          <w:rtl/>
        </w:rPr>
        <w:t xml:space="preserve">. </w:t>
      </w:r>
    </w:p>
    <w:p w:rsidR="00587D34" w:rsidRDefault="00587D34" w:rsidP="00587D34">
      <w:pPr>
        <w:pStyle w:val="libNormal"/>
        <w:rPr>
          <w:rtl/>
        </w:rPr>
      </w:pPr>
      <w:r>
        <w:rPr>
          <w:rtl/>
        </w:rPr>
        <w:t>6</w:t>
      </w:r>
      <w:r w:rsidR="007D3118">
        <w:rPr>
          <w:rtl/>
        </w:rPr>
        <w:t xml:space="preserve">. </w:t>
      </w:r>
      <w:r>
        <w:rPr>
          <w:rtl/>
        </w:rPr>
        <w:t>اى كه روى دل سوى تو كنند و از تو بى نياز نشوند</w:t>
      </w:r>
      <w:r w:rsidR="007D3118">
        <w:rPr>
          <w:rtl/>
        </w:rPr>
        <w:t xml:space="preserve">. </w:t>
      </w:r>
    </w:p>
    <w:p w:rsidR="00587D34" w:rsidRDefault="00587D34" w:rsidP="00587D34">
      <w:pPr>
        <w:pStyle w:val="libNormal"/>
        <w:rPr>
          <w:rtl/>
        </w:rPr>
      </w:pPr>
      <w:r>
        <w:rPr>
          <w:rtl/>
        </w:rPr>
        <w:t>7</w:t>
      </w:r>
      <w:r w:rsidR="007D3118">
        <w:rPr>
          <w:rtl/>
        </w:rPr>
        <w:t xml:space="preserve">. </w:t>
      </w:r>
      <w:r>
        <w:rPr>
          <w:rtl/>
        </w:rPr>
        <w:t>اى كه اجابت درخواست مردم گنج هاى تو را فانى نمى كند</w:t>
      </w:r>
      <w:r w:rsidR="007D3118">
        <w:rPr>
          <w:rtl/>
        </w:rPr>
        <w:t xml:space="preserve">. </w:t>
      </w:r>
    </w:p>
    <w:p w:rsidR="00587D34" w:rsidRDefault="00587D34" w:rsidP="00587D34">
      <w:pPr>
        <w:pStyle w:val="libNormal"/>
        <w:rPr>
          <w:rtl/>
        </w:rPr>
      </w:pPr>
      <w:r>
        <w:rPr>
          <w:rtl/>
        </w:rPr>
        <w:t>8</w:t>
      </w:r>
      <w:r w:rsidR="007D3118">
        <w:rPr>
          <w:rtl/>
        </w:rPr>
        <w:t xml:space="preserve">. </w:t>
      </w:r>
      <w:r>
        <w:rPr>
          <w:rtl/>
        </w:rPr>
        <w:t>و هيچ وسيله اى حكمت تو را تغيير نمى دهد</w:t>
      </w:r>
      <w:r w:rsidR="007D3118">
        <w:rPr>
          <w:rtl/>
        </w:rPr>
        <w:t xml:space="preserve">. </w:t>
      </w:r>
    </w:p>
    <w:p w:rsidR="00587D34" w:rsidRDefault="00587D34" w:rsidP="00587D34">
      <w:pPr>
        <w:pStyle w:val="libNormal"/>
        <w:rPr>
          <w:rtl/>
        </w:rPr>
      </w:pPr>
      <w:r>
        <w:rPr>
          <w:rtl/>
        </w:rPr>
        <w:t>9</w:t>
      </w:r>
      <w:r w:rsidR="007D3118">
        <w:rPr>
          <w:rtl/>
        </w:rPr>
        <w:t xml:space="preserve">. </w:t>
      </w:r>
      <w:r>
        <w:rPr>
          <w:rtl/>
        </w:rPr>
        <w:t>اى كه حاجت خواست از تو قطع ناشدنى و پيوسته است</w:t>
      </w:r>
      <w:r w:rsidR="007D3118">
        <w:rPr>
          <w:rtl/>
        </w:rPr>
        <w:t xml:space="preserve">. </w:t>
      </w:r>
    </w:p>
    <w:p w:rsidR="00587D34" w:rsidRDefault="00587D34" w:rsidP="00587D34">
      <w:pPr>
        <w:pStyle w:val="libNormal"/>
        <w:rPr>
          <w:rtl/>
        </w:rPr>
      </w:pPr>
      <w:r>
        <w:rPr>
          <w:rtl/>
        </w:rPr>
        <w:t>10</w:t>
      </w:r>
      <w:r w:rsidR="007D3118">
        <w:rPr>
          <w:rtl/>
        </w:rPr>
        <w:t xml:space="preserve">. </w:t>
      </w:r>
      <w:r>
        <w:rPr>
          <w:rtl/>
        </w:rPr>
        <w:t>و دعاى خواهندگان تو را به ستوه نمى آورد</w:t>
      </w:r>
      <w:r w:rsidR="007D3118">
        <w:rPr>
          <w:rtl/>
        </w:rPr>
        <w:t xml:space="preserve">. </w:t>
      </w:r>
    </w:p>
    <w:p w:rsidR="00587D34" w:rsidRDefault="00587D34" w:rsidP="00587D34">
      <w:pPr>
        <w:pStyle w:val="libNormal"/>
        <w:rPr>
          <w:rtl/>
        </w:rPr>
      </w:pPr>
      <w:r>
        <w:rPr>
          <w:rtl/>
        </w:rPr>
        <w:t>11</w:t>
      </w:r>
      <w:r w:rsidR="007D3118">
        <w:rPr>
          <w:rtl/>
        </w:rPr>
        <w:t xml:space="preserve">. </w:t>
      </w:r>
      <w:r>
        <w:rPr>
          <w:rtl/>
        </w:rPr>
        <w:t>خود را به بى نيازى از خلق ستودى و بدان سزاوارى</w:t>
      </w:r>
      <w:r w:rsidR="007D3118">
        <w:rPr>
          <w:rtl/>
        </w:rPr>
        <w:t xml:space="preserve">. </w:t>
      </w:r>
    </w:p>
    <w:p w:rsidR="00587D34" w:rsidRDefault="00587D34" w:rsidP="00587D34">
      <w:pPr>
        <w:pStyle w:val="libNormal"/>
        <w:rPr>
          <w:rtl/>
        </w:rPr>
      </w:pPr>
      <w:r>
        <w:rPr>
          <w:rtl/>
        </w:rPr>
        <w:t>12</w:t>
      </w:r>
      <w:r w:rsidR="007D3118">
        <w:rPr>
          <w:rtl/>
        </w:rPr>
        <w:t xml:space="preserve">. </w:t>
      </w:r>
      <w:r>
        <w:rPr>
          <w:rtl/>
        </w:rPr>
        <w:t>و خلق را به درويشى نسبت دادى و بدان سزاوارند كه محتاج تواند</w:t>
      </w:r>
      <w:r w:rsidR="007D3118">
        <w:rPr>
          <w:rtl/>
        </w:rPr>
        <w:t xml:space="preserve">. </w:t>
      </w:r>
    </w:p>
    <w:p w:rsidR="00587D34" w:rsidRDefault="00587D34" w:rsidP="00587D34">
      <w:pPr>
        <w:pStyle w:val="libNormal"/>
        <w:rPr>
          <w:rtl/>
        </w:rPr>
      </w:pPr>
      <w:r>
        <w:rPr>
          <w:rtl/>
        </w:rPr>
        <w:t>13</w:t>
      </w:r>
      <w:r w:rsidR="007D3118">
        <w:rPr>
          <w:rtl/>
        </w:rPr>
        <w:t xml:space="preserve">. </w:t>
      </w:r>
      <w:r>
        <w:rPr>
          <w:rtl/>
        </w:rPr>
        <w:t>هر كس صلاح كار خود از تو خواهد و رفع نياز از تو جويد حاجت خود را از محل شايسته خواسته</w:t>
      </w:r>
      <w:r w:rsidR="007D3118">
        <w:rPr>
          <w:rtl/>
        </w:rPr>
        <w:t xml:space="preserve">، </w:t>
      </w:r>
      <w:r>
        <w:rPr>
          <w:rtl/>
        </w:rPr>
        <w:t>و مطلوب را آنجا كه بايد بطلبد</w:t>
      </w:r>
      <w:r w:rsidR="007D3118">
        <w:rPr>
          <w:rtl/>
        </w:rPr>
        <w:t xml:space="preserve">، </w:t>
      </w:r>
      <w:r>
        <w:rPr>
          <w:rtl/>
        </w:rPr>
        <w:t>طلبيده است</w:t>
      </w:r>
      <w:r w:rsidR="007D3118">
        <w:rPr>
          <w:rtl/>
        </w:rPr>
        <w:t xml:space="preserve">. </w:t>
      </w:r>
    </w:p>
    <w:p w:rsidR="00587D34" w:rsidRDefault="00587D34" w:rsidP="00587D34">
      <w:pPr>
        <w:pStyle w:val="libNormal"/>
        <w:rPr>
          <w:rtl/>
        </w:rPr>
      </w:pPr>
      <w:r>
        <w:rPr>
          <w:rtl/>
        </w:rPr>
        <w:t>14</w:t>
      </w:r>
      <w:r w:rsidR="007D3118">
        <w:rPr>
          <w:rtl/>
        </w:rPr>
        <w:t xml:space="preserve">. </w:t>
      </w:r>
      <w:r>
        <w:rPr>
          <w:rtl/>
        </w:rPr>
        <w:t>و هر كس دست حاجت سوى يكى از آفريدگان دراز كند و او را سبب رستگارى خويش داند</w:t>
      </w:r>
      <w:r w:rsidR="007D3118">
        <w:rPr>
          <w:rtl/>
        </w:rPr>
        <w:t xml:space="preserve">، </w:t>
      </w:r>
      <w:r>
        <w:rPr>
          <w:rtl/>
        </w:rPr>
        <w:t>نه تو را</w:t>
      </w:r>
      <w:r w:rsidR="007D3118">
        <w:rPr>
          <w:rtl/>
        </w:rPr>
        <w:t xml:space="preserve">؛ </w:t>
      </w:r>
      <w:r>
        <w:rPr>
          <w:rtl/>
        </w:rPr>
        <w:t>خود را در معرض نوميدى آورده</w:t>
      </w:r>
      <w:r w:rsidR="007D3118">
        <w:rPr>
          <w:rtl/>
        </w:rPr>
        <w:t xml:space="preserve">، </w:t>
      </w:r>
      <w:r>
        <w:rPr>
          <w:rtl/>
        </w:rPr>
        <w:t>و سزاوار حرمان از نعمت تو شده است</w:t>
      </w:r>
      <w:r w:rsidR="007D3118">
        <w:rPr>
          <w:rtl/>
        </w:rPr>
        <w:t xml:space="preserve">. </w:t>
      </w:r>
    </w:p>
    <w:p w:rsidR="00587D34" w:rsidRDefault="00587D34" w:rsidP="00587D34">
      <w:pPr>
        <w:pStyle w:val="libNormal"/>
        <w:rPr>
          <w:rtl/>
        </w:rPr>
      </w:pPr>
      <w:r>
        <w:rPr>
          <w:rtl/>
        </w:rPr>
        <w:t>15</w:t>
      </w:r>
      <w:r w:rsidR="007D3118">
        <w:rPr>
          <w:rtl/>
        </w:rPr>
        <w:t xml:space="preserve">. </w:t>
      </w:r>
      <w:r>
        <w:rPr>
          <w:rtl/>
        </w:rPr>
        <w:t>خداوندا</w:t>
      </w:r>
      <w:r w:rsidR="007D3118">
        <w:rPr>
          <w:rtl/>
        </w:rPr>
        <w:t xml:space="preserve">، </w:t>
      </w:r>
      <w:r>
        <w:rPr>
          <w:rtl/>
        </w:rPr>
        <w:t>مرا حاجتى است بيش از تاب و توان من و از چاره انديشى در آن فرو مانده ام و نفس</w:t>
      </w:r>
      <w:r w:rsidR="007D3118">
        <w:rPr>
          <w:rtl/>
        </w:rPr>
        <w:t xml:space="preserve">، </w:t>
      </w:r>
      <w:r>
        <w:rPr>
          <w:rtl/>
        </w:rPr>
        <w:t>مرا وسوسه مى كند تا حاجت خود را از كسى خواهم كه او خود حاجت از تو مى خواهد</w:t>
      </w:r>
      <w:r w:rsidR="007D3118">
        <w:rPr>
          <w:rtl/>
        </w:rPr>
        <w:t xml:space="preserve">، </w:t>
      </w:r>
      <w:r>
        <w:rPr>
          <w:rtl/>
        </w:rPr>
        <w:t>خطاكاران چنين مى لغزند</w:t>
      </w:r>
      <w:r w:rsidR="007D3118">
        <w:rPr>
          <w:rtl/>
        </w:rPr>
        <w:t xml:space="preserve">، </w:t>
      </w:r>
      <w:r>
        <w:rPr>
          <w:rtl/>
        </w:rPr>
        <w:t>و عاصيان بدين گونه از پاى در مى آيند</w:t>
      </w:r>
      <w:r w:rsidR="007D3118">
        <w:rPr>
          <w:rtl/>
        </w:rPr>
        <w:t xml:space="preserve">. </w:t>
      </w:r>
      <w:r w:rsidRPr="00AA3CBA">
        <w:rPr>
          <w:rStyle w:val="libFootnotenumChar"/>
          <w:rtl/>
        </w:rPr>
        <w:t>(51</w:t>
      </w:r>
      <w:r w:rsidR="007D3118" w:rsidRPr="00AA3CBA">
        <w:rPr>
          <w:rStyle w:val="libFootnotenumChar"/>
          <w:rtl/>
        </w:rPr>
        <w:t>)</w:t>
      </w:r>
    </w:p>
    <w:p w:rsidR="00587D34" w:rsidRDefault="00587D34" w:rsidP="00587D34">
      <w:pPr>
        <w:pStyle w:val="libNormal"/>
        <w:rPr>
          <w:rtl/>
        </w:rPr>
      </w:pPr>
      <w:r>
        <w:rPr>
          <w:rtl/>
        </w:rPr>
        <w:lastRenderedPageBreak/>
        <w:t>16</w:t>
      </w:r>
      <w:r w:rsidR="007D3118">
        <w:rPr>
          <w:rtl/>
        </w:rPr>
        <w:t xml:space="preserve">. </w:t>
      </w:r>
      <w:r>
        <w:rPr>
          <w:rtl/>
        </w:rPr>
        <w:t>تازه به تنبيه تو از غفلت هوشيار شدم و به توفيق تو از لغزش برخاستم و به دستگيرى تو از افتادن به حال اول بازگشتم</w:t>
      </w:r>
      <w:r w:rsidR="007D3118">
        <w:rPr>
          <w:rtl/>
        </w:rPr>
        <w:t xml:space="preserve">. </w:t>
      </w:r>
    </w:p>
    <w:p w:rsidR="00587D34" w:rsidRDefault="00587D34" w:rsidP="00587D34">
      <w:pPr>
        <w:pStyle w:val="libNormal"/>
        <w:rPr>
          <w:rtl/>
        </w:rPr>
      </w:pPr>
      <w:r>
        <w:rPr>
          <w:rtl/>
        </w:rPr>
        <w:t>17</w:t>
      </w:r>
      <w:r w:rsidR="007D3118">
        <w:rPr>
          <w:rtl/>
        </w:rPr>
        <w:t xml:space="preserve">. </w:t>
      </w:r>
      <w:r>
        <w:rPr>
          <w:rtl/>
        </w:rPr>
        <w:t>گفتم</w:t>
      </w:r>
      <w:r w:rsidR="007D3118">
        <w:rPr>
          <w:rtl/>
        </w:rPr>
        <w:t xml:space="preserve">: </w:t>
      </w:r>
      <w:r>
        <w:rPr>
          <w:rtl/>
        </w:rPr>
        <w:t xml:space="preserve">منزه است پروردگار من! چگونه محتاجى از محتاج ديگر </w:t>
      </w:r>
      <w:r w:rsidR="00F57782">
        <w:rPr>
          <w:rtl/>
        </w:rPr>
        <w:t>سئوال</w:t>
      </w:r>
      <w:r>
        <w:rPr>
          <w:rtl/>
        </w:rPr>
        <w:t xml:space="preserve"> كند؟ و فقيرى به در يوزگى</w:t>
      </w:r>
      <w:r w:rsidR="007D3118">
        <w:rPr>
          <w:rtl/>
        </w:rPr>
        <w:t xml:space="preserve">، </w:t>
      </w:r>
      <w:r>
        <w:rPr>
          <w:rtl/>
        </w:rPr>
        <w:t>سوى فقير ديگر برود</w:t>
      </w:r>
      <w:r w:rsidR="007D3118">
        <w:rPr>
          <w:rtl/>
        </w:rPr>
        <w:t xml:space="preserve">. </w:t>
      </w:r>
    </w:p>
    <w:p w:rsidR="00587D34" w:rsidRDefault="00587D34" w:rsidP="00587D34">
      <w:pPr>
        <w:pStyle w:val="libNormal"/>
        <w:rPr>
          <w:rtl/>
        </w:rPr>
      </w:pPr>
      <w:r>
        <w:rPr>
          <w:rtl/>
        </w:rPr>
        <w:t>18</w:t>
      </w:r>
      <w:r w:rsidR="007D3118">
        <w:rPr>
          <w:rtl/>
        </w:rPr>
        <w:t xml:space="preserve">. </w:t>
      </w:r>
      <w:r>
        <w:rPr>
          <w:rtl/>
        </w:rPr>
        <w:t>پس اى پروردگار من از روى رغبت قصد تو كردم</w:t>
      </w:r>
      <w:r w:rsidR="007D3118">
        <w:rPr>
          <w:rtl/>
        </w:rPr>
        <w:t xml:space="preserve">، </w:t>
      </w:r>
      <w:r>
        <w:rPr>
          <w:rtl/>
        </w:rPr>
        <w:t>و اميد خود را بر تو آوردم</w:t>
      </w:r>
      <w:r w:rsidR="007D3118">
        <w:rPr>
          <w:rtl/>
        </w:rPr>
        <w:t xml:space="preserve">. </w:t>
      </w:r>
    </w:p>
    <w:p w:rsidR="00587D34" w:rsidRDefault="00587D34" w:rsidP="00587D34">
      <w:pPr>
        <w:pStyle w:val="libNormal"/>
        <w:rPr>
          <w:rtl/>
        </w:rPr>
      </w:pPr>
      <w:r>
        <w:rPr>
          <w:rtl/>
        </w:rPr>
        <w:t>19</w:t>
      </w:r>
      <w:r w:rsidR="007D3118">
        <w:rPr>
          <w:rtl/>
        </w:rPr>
        <w:t xml:space="preserve">. </w:t>
      </w:r>
      <w:r>
        <w:rPr>
          <w:rtl/>
        </w:rPr>
        <w:t xml:space="preserve">و دانستم كه هر چه </w:t>
      </w:r>
      <w:r w:rsidR="00F57782">
        <w:rPr>
          <w:rtl/>
        </w:rPr>
        <w:t>سئوال</w:t>
      </w:r>
      <w:r>
        <w:rPr>
          <w:rtl/>
        </w:rPr>
        <w:t xml:space="preserve"> من بسيار باشد</w:t>
      </w:r>
      <w:r w:rsidR="007D3118">
        <w:rPr>
          <w:rtl/>
        </w:rPr>
        <w:t xml:space="preserve">، </w:t>
      </w:r>
      <w:r>
        <w:rPr>
          <w:rtl/>
        </w:rPr>
        <w:t>با غناى ملك تو اندك است و خواهش من هر چه بزرگ بود با وسعت رحمت تو ناچيز</w:t>
      </w:r>
      <w:r w:rsidR="007D3118">
        <w:rPr>
          <w:rtl/>
        </w:rPr>
        <w:t xml:space="preserve">. </w:t>
      </w:r>
      <w:r>
        <w:rPr>
          <w:rtl/>
        </w:rPr>
        <w:t xml:space="preserve">گنجايش كرم تو بيش از </w:t>
      </w:r>
      <w:r w:rsidR="00F57782">
        <w:rPr>
          <w:rtl/>
        </w:rPr>
        <w:t>سئوال</w:t>
      </w:r>
      <w:r>
        <w:rPr>
          <w:rtl/>
        </w:rPr>
        <w:t xml:space="preserve"> هر كس است و دست تو در عطايا از هر دست بالاتر</w:t>
      </w:r>
      <w:r w:rsidR="007D3118">
        <w:rPr>
          <w:rtl/>
        </w:rPr>
        <w:t xml:space="preserve">. </w:t>
      </w:r>
    </w:p>
    <w:p w:rsidR="00587D34" w:rsidRDefault="00587D34" w:rsidP="00587D34">
      <w:pPr>
        <w:pStyle w:val="libNormal"/>
        <w:rPr>
          <w:rtl/>
        </w:rPr>
      </w:pPr>
      <w:r>
        <w:rPr>
          <w:rtl/>
        </w:rPr>
        <w:t>20</w:t>
      </w:r>
      <w:r w:rsidR="007D3118">
        <w:rPr>
          <w:rtl/>
        </w:rPr>
        <w:t xml:space="preserve">. </w:t>
      </w:r>
      <w:r>
        <w:rPr>
          <w:rtl/>
        </w:rPr>
        <w:t>خدايا! بر محمد و آل او درود فرست</w:t>
      </w:r>
      <w:r w:rsidR="007D3118">
        <w:rPr>
          <w:rtl/>
        </w:rPr>
        <w:t xml:space="preserve">، </w:t>
      </w:r>
      <w:r>
        <w:rPr>
          <w:rtl/>
        </w:rPr>
        <w:t>و به كرم خويش به مقتضاى تفضل با من رفتار كن</w:t>
      </w:r>
      <w:r w:rsidR="007D3118">
        <w:rPr>
          <w:rtl/>
        </w:rPr>
        <w:t xml:space="preserve">، </w:t>
      </w:r>
      <w:r>
        <w:rPr>
          <w:rtl/>
        </w:rPr>
        <w:t>نه به عدل و بر مقتضاى استحقاق من</w:t>
      </w:r>
      <w:r w:rsidR="007D3118">
        <w:rPr>
          <w:rtl/>
        </w:rPr>
        <w:t xml:space="preserve">. </w:t>
      </w:r>
      <w:r>
        <w:rPr>
          <w:rtl/>
        </w:rPr>
        <w:t xml:space="preserve">من اول كس ‍ نيستم كه سزاوار راندن بودم و روى به تو آوردم و تو بخشش كردى و اول سائلى نيستم كه از تو </w:t>
      </w:r>
      <w:r w:rsidR="00F57782">
        <w:rPr>
          <w:rtl/>
        </w:rPr>
        <w:t>سئوال</w:t>
      </w:r>
      <w:r>
        <w:rPr>
          <w:rtl/>
        </w:rPr>
        <w:t xml:space="preserve"> كردم و در خور نوميدى بودم و تو احسان فرمودى</w:t>
      </w:r>
      <w:r w:rsidR="007D3118">
        <w:rPr>
          <w:rtl/>
        </w:rPr>
        <w:t xml:space="preserve">. </w:t>
      </w:r>
    </w:p>
    <w:p w:rsidR="00587D34" w:rsidRDefault="00587D34" w:rsidP="00587D34">
      <w:pPr>
        <w:pStyle w:val="libNormal"/>
        <w:rPr>
          <w:rtl/>
        </w:rPr>
      </w:pPr>
      <w:r>
        <w:rPr>
          <w:rtl/>
        </w:rPr>
        <w:t>21</w:t>
      </w:r>
      <w:r w:rsidR="007D3118">
        <w:rPr>
          <w:rtl/>
        </w:rPr>
        <w:t xml:space="preserve">. </w:t>
      </w:r>
      <w:r>
        <w:rPr>
          <w:rtl/>
        </w:rPr>
        <w:t>خدايا</w:t>
      </w:r>
      <w:r w:rsidR="007D3118">
        <w:rPr>
          <w:rtl/>
        </w:rPr>
        <w:t xml:space="preserve">، </w:t>
      </w:r>
      <w:r>
        <w:rPr>
          <w:rtl/>
        </w:rPr>
        <w:t>بر محمد و خاندان او درود فرست</w:t>
      </w:r>
      <w:r w:rsidR="007D3118">
        <w:rPr>
          <w:rtl/>
        </w:rPr>
        <w:t xml:space="preserve">، </w:t>
      </w:r>
      <w:r>
        <w:rPr>
          <w:rtl/>
        </w:rPr>
        <w:t>و دعاى مرا اجابت كن</w:t>
      </w:r>
      <w:r w:rsidR="007D3118">
        <w:rPr>
          <w:rtl/>
        </w:rPr>
        <w:t xml:space="preserve">، </w:t>
      </w:r>
      <w:r>
        <w:rPr>
          <w:rtl/>
        </w:rPr>
        <w:t>و به نداى من نزديك باش و بر زارى من ببخشاى و فرياد مرا بشنو</w:t>
      </w:r>
    </w:p>
    <w:p w:rsidR="00587D34" w:rsidRDefault="00587D34" w:rsidP="00587D34">
      <w:pPr>
        <w:pStyle w:val="libNormal"/>
        <w:rPr>
          <w:rtl/>
        </w:rPr>
      </w:pPr>
      <w:r>
        <w:rPr>
          <w:rtl/>
        </w:rPr>
        <w:t>22</w:t>
      </w:r>
      <w:r w:rsidR="007D3118">
        <w:rPr>
          <w:rtl/>
        </w:rPr>
        <w:t xml:space="preserve">. </w:t>
      </w:r>
      <w:r>
        <w:rPr>
          <w:rtl/>
        </w:rPr>
        <w:t>و اميد مرا از خود قطع مكن</w:t>
      </w:r>
      <w:r w:rsidR="007D3118">
        <w:rPr>
          <w:rtl/>
        </w:rPr>
        <w:t xml:space="preserve">، </w:t>
      </w:r>
      <w:r>
        <w:rPr>
          <w:rtl/>
        </w:rPr>
        <w:t>و رشته مرا نگسل و در اين حاجت و غير آن مرا به ديگران مگذار</w:t>
      </w:r>
      <w:r w:rsidR="007D3118">
        <w:rPr>
          <w:rtl/>
        </w:rPr>
        <w:t xml:space="preserve">. </w:t>
      </w:r>
    </w:p>
    <w:p w:rsidR="00587D34" w:rsidRDefault="00587D34" w:rsidP="00587D34">
      <w:pPr>
        <w:pStyle w:val="libNormal"/>
        <w:rPr>
          <w:rtl/>
        </w:rPr>
      </w:pPr>
      <w:r>
        <w:rPr>
          <w:rtl/>
        </w:rPr>
        <w:t>23</w:t>
      </w:r>
      <w:r w:rsidR="007D3118">
        <w:rPr>
          <w:rtl/>
        </w:rPr>
        <w:t xml:space="preserve">. </w:t>
      </w:r>
      <w:r>
        <w:rPr>
          <w:rtl/>
        </w:rPr>
        <w:t>و تو خود برآمدن مطلب و روا شدن حاجت</w:t>
      </w:r>
      <w:r w:rsidR="007D3118">
        <w:rPr>
          <w:rtl/>
        </w:rPr>
        <w:t xml:space="preserve">، </w:t>
      </w:r>
      <w:r>
        <w:rPr>
          <w:rtl/>
        </w:rPr>
        <w:t>و رسيدن مقصود مرا متكفل شو</w:t>
      </w:r>
      <w:r w:rsidR="007D3118">
        <w:rPr>
          <w:rtl/>
        </w:rPr>
        <w:t xml:space="preserve">، </w:t>
      </w:r>
      <w:r>
        <w:rPr>
          <w:rtl/>
        </w:rPr>
        <w:t>پيش از آن كه از اين جاى گاه به جاى ديگر منتقل شوم</w:t>
      </w:r>
      <w:r w:rsidR="007D3118">
        <w:rPr>
          <w:rtl/>
        </w:rPr>
        <w:t xml:space="preserve">، </w:t>
      </w:r>
      <w:r>
        <w:rPr>
          <w:rtl/>
        </w:rPr>
        <w:t>دشوار مرا آسان گردان</w:t>
      </w:r>
      <w:r w:rsidR="007D3118">
        <w:rPr>
          <w:rtl/>
        </w:rPr>
        <w:t xml:space="preserve">، </w:t>
      </w:r>
      <w:r>
        <w:rPr>
          <w:rtl/>
        </w:rPr>
        <w:t>و در همه كارها بهترين وجه پيش آور</w:t>
      </w:r>
      <w:r w:rsidR="007D3118">
        <w:rPr>
          <w:rtl/>
        </w:rPr>
        <w:t xml:space="preserve">. </w:t>
      </w:r>
    </w:p>
    <w:p w:rsidR="00587D34" w:rsidRDefault="00587D34" w:rsidP="00587D34">
      <w:pPr>
        <w:pStyle w:val="libNormal"/>
        <w:rPr>
          <w:rtl/>
        </w:rPr>
      </w:pPr>
      <w:r>
        <w:rPr>
          <w:rtl/>
        </w:rPr>
        <w:lastRenderedPageBreak/>
        <w:t>24</w:t>
      </w:r>
      <w:r w:rsidR="007D3118">
        <w:rPr>
          <w:rtl/>
        </w:rPr>
        <w:t xml:space="preserve">. </w:t>
      </w:r>
      <w:r>
        <w:rPr>
          <w:rtl/>
        </w:rPr>
        <w:t>و درود بر محمد و آل او فرست</w:t>
      </w:r>
      <w:r w:rsidR="007D3118">
        <w:rPr>
          <w:rtl/>
        </w:rPr>
        <w:t xml:space="preserve">، </w:t>
      </w:r>
      <w:r>
        <w:rPr>
          <w:rtl/>
        </w:rPr>
        <w:t xml:space="preserve">درودى پيوسته و برومند كه مدت آن را پايان نباشد و هرگز قطع نشود و آن را پشتيبان و سبب برآمدن مطلوب من قرار ده </w:t>
      </w:r>
      <w:r w:rsidRPr="00AA3CBA">
        <w:rPr>
          <w:rStyle w:val="libFootnotenumChar"/>
          <w:rtl/>
        </w:rPr>
        <w:t>(52</w:t>
      </w:r>
      <w:r w:rsidR="007D3118" w:rsidRPr="00AA3CBA">
        <w:rPr>
          <w:rStyle w:val="libFootnotenumChar"/>
          <w:rtl/>
        </w:rPr>
        <w:t>)</w:t>
      </w:r>
      <w:r>
        <w:rPr>
          <w:rtl/>
        </w:rPr>
        <w:t xml:space="preserve"> كه تويى گشاينده كارها و بخشنده نعمت ها</w:t>
      </w:r>
      <w:r w:rsidR="007D3118">
        <w:rPr>
          <w:rtl/>
        </w:rPr>
        <w:t xml:space="preserve">. </w:t>
      </w:r>
    </w:p>
    <w:p w:rsidR="00587D34" w:rsidRDefault="00587D34" w:rsidP="00587D34">
      <w:pPr>
        <w:pStyle w:val="libNormal"/>
        <w:rPr>
          <w:rtl/>
        </w:rPr>
      </w:pPr>
      <w:r>
        <w:rPr>
          <w:rtl/>
        </w:rPr>
        <w:t>25</w:t>
      </w:r>
      <w:r w:rsidR="007D3118">
        <w:rPr>
          <w:rtl/>
        </w:rPr>
        <w:t xml:space="preserve">. </w:t>
      </w:r>
      <w:r>
        <w:rPr>
          <w:rtl/>
        </w:rPr>
        <w:t>و حاجت من چنين و چنان است</w:t>
      </w:r>
      <w:r w:rsidR="007D3118">
        <w:rPr>
          <w:rtl/>
        </w:rPr>
        <w:t xml:space="preserve">، </w:t>
      </w:r>
      <w:r>
        <w:rPr>
          <w:rtl/>
        </w:rPr>
        <w:t>(و حاجات خود را به زبان آور</w:t>
      </w:r>
      <w:r w:rsidR="007D3118">
        <w:rPr>
          <w:rtl/>
        </w:rPr>
        <w:t xml:space="preserve">، </w:t>
      </w:r>
      <w:r>
        <w:rPr>
          <w:rtl/>
        </w:rPr>
        <w:t>آن گاه سجده مى كنى و مى گويى</w:t>
      </w:r>
      <w:r w:rsidR="007D3118">
        <w:rPr>
          <w:rtl/>
        </w:rPr>
        <w:t xml:space="preserve">) ، </w:t>
      </w:r>
      <w:r>
        <w:rPr>
          <w:rtl/>
        </w:rPr>
        <w:t>فضل تو</w:t>
      </w:r>
      <w:r w:rsidR="007D3118">
        <w:rPr>
          <w:rtl/>
        </w:rPr>
        <w:t xml:space="preserve">؛ </w:t>
      </w:r>
      <w:r>
        <w:rPr>
          <w:rtl/>
        </w:rPr>
        <w:t>روى و زبان مرا باز كرده و احسان تو مرا راهنما شده است</w:t>
      </w:r>
      <w:r w:rsidR="007D3118">
        <w:rPr>
          <w:rtl/>
        </w:rPr>
        <w:t xml:space="preserve">، </w:t>
      </w:r>
      <w:r>
        <w:rPr>
          <w:rtl/>
        </w:rPr>
        <w:t>پس از تو مى خواهم و سوگند ميدهم تو را به ذات مقدس خودت و به محمد و خاندان او صلوات الله عليهم كه مرا نااميد بر نگردانى</w:t>
      </w:r>
      <w:r w:rsidR="007D3118">
        <w:rPr>
          <w:rtl/>
        </w:rPr>
        <w:t xml:space="preserve">. </w:t>
      </w:r>
    </w:p>
    <w:p w:rsidR="00587D34" w:rsidRDefault="00F57255" w:rsidP="004C63D0">
      <w:pPr>
        <w:pStyle w:val="Heading2"/>
        <w:rPr>
          <w:rtl/>
        </w:rPr>
      </w:pPr>
      <w:r>
        <w:rPr>
          <w:rtl/>
        </w:rPr>
        <w:br w:type="page"/>
      </w:r>
      <w:bookmarkStart w:id="32" w:name="_Toc394915161"/>
      <w:r>
        <w:rPr>
          <w:rFonts w:hint="cs"/>
          <w:rtl/>
        </w:rPr>
        <w:lastRenderedPageBreak/>
        <w:t xml:space="preserve">14 </w:t>
      </w:r>
      <w:r w:rsidR="00AA3CBA">
        <w:rPr>
          <w:rtl/>
        </w:rPr>
        <w:t xml:space="preserve">وَ كَانَ مِنْ دُعَائِهِ عَلَيْهِ السَّلامُ إِذَا اعْتُدِىَ عَلَيْهِ أَوْ رَأَى مِنَ الظَّالِمِينَ مَا لا </w:t>
      </w:r>
      <w:r>
        <w:rPr>
          <w:rFonts w:hint="cs"/>
          <w:rtl/>
        </w:rPr>
        <w:t xml:space="preserve"> </w:t>
      </w:r>
      <w:r w:rsidR="00AA3CBA">
        <w:rPr>
          <w:rtl/>
        </w:rPr>
        <w:t>يُحِبُّ:</w:t>
      </w:r>
      <w:bookmarkEnd w:id="32"/>
      <w:r w:rsidR="00AA3CBA">
        <w:rPr>
          <w:rtl/>
        </w:rPr>
        <w:t xml:space="preserve"> </w:t>
      </w:r>
    </w:p>
    <w:p w:rsidR="00587D34" w:rsidRDefault="00587D34" w:rsidP="00587D34">
      <w:pPr>
        <w:pStyle w:val="libNormal"/>
        <w:rPr>
          <w:rtl/>
        </w:rPr>
      </w:pPr>
      <w:r>
        <w:rPr>
          <w:rtl/>
        </w:rPr>
        <w:t>(1</w:t>
      </w:r>
      <w:r w:rsidR="007D3118">
        <w:rPr>
          <w:rtl/>
        </w:rPr>
        <w:t xml:space="preserve">) </w:t>
      </w:r>
      <w:r>
        <w:rPr>
          <w:rtl/>
        </w:rPr>
        <w:t>يَا مَنْ لا يَخْفَى عَلَيْهِ أَنْبَاءُ الْمُتَظَلِّمِينَ</w:t>
      </w:r>
    </w:p>
    <w:p w:rsidR="00587D34" w:rsidRDefault="00587D34" w:rsidP="00587D34">
      <w:pPr>
        <w:pStyle w:val="libNormal"/>
        <w:rPr>
          <w:rtl/>
        </w:rPr>
      </w:pPr>
      <w:r>
        <w:rPr>
          <w:rtl/>
        </w:rPr>
        <w:t>(2</w:t>
      </w:r>
      <w:r w:rsidR="007D3118">
        <w:rPr>
          <w:rtl/>
        </w:rPr>
        <w:t xml:space="preserve">) </w:t>
      </w:r>
      <w:r>
        <w:rPr>
          <w:rtl/>
        </w:rPr>
        <w:t>وَ يَا مَنْ لا يَحْتَاجُ فِى قَصَصِهِمْ إِلَى شَهَادَاتِ الشَّاهِدِينَ</w:t>
      </w:r>
      <w:r w:rsidR="007D3118">
        <w:rPr>
          <w:rtl/>
        </w:rPr>
        <w:t xml:space="preserve">. </w:t>
      </w:r>
    </w:p>
    <w:p w:rsidR="00587D34" w:rsidRDefault="00587D34" w:rsidP="00587D34">
      <w:pPr>
        <w:pStyle w:val="libNormal"/>
        <w:rPr>
          <w:rtl/>
        </w:rPr>
      </w:pPr>
      <w:r>
        <w:rPr>
          <w:rtl/>
        </w:rPr>
        <w:t>(3</w:t>
      </w:r>
      <w:r w:rsidR="007D3118">
        <w:rPr>
          <w:rtl/>
        </w:rPr>
        <w:t xml:space="preserve">) </w:t>
      </w:r>
      <w:r>
        <w:rPr>
          <w:rtl/>
        </w:rPr>
        <w:t>وَ يَا مَنْ قَرُبَتْ نُصْرَتُهُ مِنَ الْمَظْلُومِينَ</w:t>
      </w:r>
    </w:p>
    <w:p w:rsidR="00587D34" w:rsidRDefault="00587D34" w:rsidP="00587D34">
      <w:pPr>
        <w:pStyle w:val="libNormal"/>
        <w:rPr>
          <w:rtl/>
        </w:rPr>
      </w:pPr>
      <w:r>
        <w:rPr>
          <w:rtl/>
        </w:rPr>
        <w:t>(4</w:t>
      </w:r>
      <w:r w:rsidR="007D3118">
        <w:rPr>
          <w:rtl/>
        </w:rPr>
        <w:t xml:space="preserve">) </w:t>
      </w:r>
      <w:r>
        <w:rPr>
          <w:rtl/>
        </w:rPr>
        <w:t>وَ يَا مَنْ بَعُدَ عَوْنُهُ عَنِ الظَّالِمِينَ</w:t>
      </w:r>
    </w:p>
    <w:p w:rsidR="00587D34" w:rsidRDefault="00587D34" w:rsidP="00587D34">
      <w:pPr>
        <w:pStyle w:val="libNormal"/>
        <w:rPr>
          <w:rtl/>
        </w:rPr>
      </w:pPr>
      <w:r>
        <w:rPr>
          <w:rtl/>
        </w:rPr>
        <w:t>(5</w:t>
      </w:r>
      <w:r w:rsidR="007D3118">
        <w:rPr>
          <w:rtl/>
        </w:rPr>
        <w:t xml:space="preserve">) </w:t>
      </w:r>
      <w:r>
        <w:rPr>
          <w:rtl/>
        </w:rPr>
        <w:t>قَدْ عَلِمْتَ</w:t>
      </w:r>
      <w:r w:rsidR="007D3118">
        <w:rPr>
          <w:rtl/>
        </w:rPr>
        <w:t xml:space="preserve">، </w:t>
      </w:r>
      <w:r>
        <w:rPr>
          <w:rtl/>
        </w:rPr>
        <w:t>يَا إِلَهِى</w:t>
      </w:r>
      <w:r w:rsidR="007D3118">
        <w:rPr>
          <w:rtl/>
        </w:rPr>
        <w:t xml:space="preserve">، </w:t>
      </w:r>
      <w:r>
        <w:rPr>
          <w:rtl/>
        </w:rPr>
        <w:t>مَا نَالَنِى مِنْ فُلانِ بْنِ فُلانٍ مِمَّا حَظَرْتَ وَ انْتَهَكَهُ مِنِّى مِمَّا حَجَزْتَ عَلَيْهِ</w:t>
      </w:r>
      <w:r w:rsidR="007D3118">
        <w:rPr>
          <w:rtl/>
        </w:rPr>
        <w:t xml:space="preserve">، </w:t>
      </w:r>
      <w:r>
        <w:rPr>
          <w:rtl/>
        </w:rPr>
        <w:t>بَطَرا فِى نِعْمَتِكَ عِنْدَهُ</w:t>
      </w:r>
      <w:r w:rsidR="007D3118">
        <w:rPr>
          <w:rtl/>
        </w:rPr>
        <w:t xml:space="preserve">، </w:t>
      </w:r>
      <w:r>
        <w:rPr>
          <w:rtl/>
        </w:rPr>
        <w:t>وَ اغْتِرَارا بِنَكِيرِكَ عَلَيْهِ</w:t>
      </w:r>
      <w:r w:rsidR="007D3118">
        <w:rPr>
          <w:rtl/>
        </w:rPr>
        <w:t xml:space="preserve">. </w:t>
      </w:r>
    </w:p>
    <w:p w:rsidR="00587D34" w:rsidRDefault="00587D34" w:rsidP="00587D34">
      <w:pPr>
        <w:pStyle w:val="libNormal"/>
        <w:rPr>
          <w:rtl/>
        </w:rPr>
      </w:pPr>
      <w:r>
        <w:rPr>
          <w:rtl/>
        </w:rPr>
        <w:t>(6</w:t>
      </w:r>
      <w:r w:rsidR="007D3118">
        <w:rPr>
          <w:rtl/>
        </w:rPr>
        <w:t xml:space="preserve">) </w:t>
      </w:r>
      <w:r>
        <w:rPr>
          <w:rtl/>
        </w:rPr>
        <w:t>اللَّهُمَّ فَصَلِّ عَلَى مُحَمَّدٍ وَ آلِهِ</w:t>
      </w:r>
      <w:r w:rsidR="007D3118">
        <w:rPr>
          <w:rtl/>
        </w:rPr>
        <w:t xml:space="preserve">، </w:t>
      </w:r>
      <w:r>
        <w:rPr>
          <w:rtl/>
        </w:rPr>
        <w:t>وَ خُذْ ظَالِمِى وَ عَدُوِّى عَنْ ظُلْمِى بِقُوَّتِكَ</w:t>
      </w:r>
      <w:r w:rsidR="007D3118">
        <w:rPr>
          <w:rtl/>
        </w:rPr>
        <w:t xml:space="preserve">، </w:t>
      </w:r>
      <w:r>
        <w:rPr>
          <w:rtl/>
        </w:rPr>
        <w:t>وَ افْلُلْ حَدَّهُ عَنِّى بِقُدْرَتِكَ</w:t>
      </w:r>
      <w:r w:rsidR="007D3118">
        <w:rPr>
          <w:rtl/>
        </w:rPr>
        <w:t xml:space="preserve">، </w:t>
      </w:r>
      <w:r>
        <w:rPr>
          <w:rtl/>
        </w:rPr>
        <w:t>وَ اجْعَلْ لَهُ شُغْلا فِيمَا يَلِيهِ</w:t>
      </w:r>
      <w:r w:rsidR="007D3118">
        <w:rPr>
          <w:rtl/>
        </w:rPr>
        <w:t xml:space="preserve">، </w:t>
      </w:r>
      <w:r>
        <w:rPr>
          <w:rtl/>
        </w:rPr>
        <w:t>وَ عَجْزا عَمَّا يُنَاوِيهِ</w:t>
      </w:r>
    </w:p>
    <w:p w:rsidR="00587D34" w:rsidRDefault="00587D34" w:rsidP="00587D34">
      <w:pPr>
        <w:pStyle w:val="libNormal"/>
        <w:rPr>
          <w:rtl/>
        </w:rPr>
      </w:pPr>
      <w:r>
        <w:rPr>
          <w:rtl/>
        </w:rPr>
        <w:t>(7</w:t>
      </w:r>
      <w:r w:rsidR="007D3118">
        <w:rPr>
          <w:rtl/>
        </w:rPr>
        <w:t xml:space="preserve">) </w:t>
      </w:r>
      <w:r>
        <w:rPr>
          <w:rtl/>
        </w:rPr>
        <w:t>اللَّهُمَّ وَ صَلِّ عَلَى مُحَمَّدٍ وَ آلِهِ</w:t>
      </w:r>
      <w:r w:rsidR="007D3118">
        <w:rPr>
          <w:rtl/>
        </w:rPr>
        <w:t xml:space="preserve">، </w:t>
      </w:r>
      <w:r>
        <w:rPr>
          <w:rtl/>
        </w:rPr>
        <w:t>وَ لا تُسَوِّغْ لَهُ ظُلْمِى</w:t>
      </w:r>
      <w:r w:rsidR="007D3118">
        <w:rPr>
          <w:rtl/>
        </w:rPr>
        <w:t xml:space="preserve">، </w:t>
      </w:r>
      <w:r>
        <w:rPr>
          <w:rtl/>
        </w:rPr>
        <w:t>وَ أَحْسِنْ عَلَيْهِ عَوْنِى</w:t>
      </w:r>
      <w:r w:rsidR="007D3118">
        <w:rPr>
          <w:rtl/>
        </w:rPr>
        <w:t xml:space="preserve">، </w:t>
      </w:r>
      <w:r>
        <w:rPr>
          <w:rtl/>
        </w:rPr>
        <w:t>وَ اعْصِمْنِى مِنْ مِثْلِ أَفْعَالِهِ</w:t>
      </w:r>
      <w:r w:rsidR="007D3118">
        <w:rPr>
          <w:rtl/>
        </w:rPr>
        <w:t xml:space="preserve">، </w:t>
      </w:r>
      <w:r>
        <w:rPr>
          <w:rtl/>
        </w:rPr>
        <w:t>وَ لا تَجْعَلْنِى فِى مِثْلِ حَالِهِ</w:t>
      </w:r>
    </w:p>
    <w:p w:rsidR="00587D34" w:rsidRDefault="00587D34" w:rsidP="00587D34">
      <w:pPr>
        <w:pStyle w:val="libNormal"/>
        <w:rPr>
          <w:rtl/>
        </w:rPr>
      </w:pPr>
      <w:r>
        <w:rPr>
          <w:rtl/>
        </w:rPr>
        <w:t>(8</w:t>
      </w:r>
      <w:r w:rsidR="007D3118">
        <w:rPr>
          <w:rtl/>
        </w:rPr>
        <w:t xml:space="preserve">) </w:t>
      </w:r>
      <w:r>
        <w:rPr>
          <w:rtl/>
        </w:rPr>
        <w:t>اللَّهُمَّ صَلِّ عَلَى مُحَمَّدٍ وَ آلِهِ وَ أَعْدِنِى عَلَيْهِ عَدْوَى حَاضِرَةً</w:t>
      </w:r>
      <w:r w:rsidR="007D3118">
        <w:rPr>
          <w:rtl/>
        </w:rPr>
        <w:t xml:space="preserve">، </w:t>
      </w:r>
      <w:r>
        <w:rPr>
          <w:rtl/>
        </w:rPr>
        <w:t>تَكُونُ مِنْ غَيْظِى بِهِ شِفَاءً</w:t>
      </w:r>
      <w:r w:rsidR="007D3118">
        <w:rPr>
          <w:rtl/>
        </w:rPr>
        <w:t xml:space="preserve">، </w:t>
      </w:r>
      <w:r>
        <w:rPr>
          <w:rtl/>
        </w:rPr>
        <w:t>وَ مِنْ حَنَقِى عَلَيْهِ وَفَاءً</w:t>
      </w:r>
      <w:r w:rsidR="007D3118">
        <w:rPr>
          <w:rtl/>
        </w:rPr>
        <w:t xml:space="preserve">. </w:t>
      </w:r>
    </w:p>
    <w:p w:rsidR="00587D34" w:rsidRDefault="00587D34" w:rsidP="00587D34">
      <w:pPr>
        <w:pStyle w:val="libNormal"/>
        <w:rPr>
          <w:rtl/>
        </w:rPr>
      </w:pPr>
      <w:r>
        <w:rPr>
          <w:rtl/>
        </w:rPr>
        <w:t>(9</w:t>
      </w:r>
      <w:r w:rsidR="007D3118">
        <w:rPr>
          <w:rtl/>
        </w:rPr>
        <w:t xml:space="preserve">) </w:t>
      </w:r>
      <w:r>
        <w:rPr>
          <w:rtl/>
        </w:rPr>
        <w:t>اللَّهُمَّ صَلِّ عَلَى مُحَمَّدٍ وَ آلِهِ</w:t>
      </w:r>
      <w:r w:rsidR="007D3118">
        <w:rPr>
          <w:rtl/>
        </w:rPr>
        <w:t xml:space="preserve">، </w:t>
      </w:r>
      <w:r>
        <w:rPr>
          <w:rtl/>
        </w:rPr>
        <w:t>وَ عَوِّضْنِى مِنْ ظُلْمِهِ لِى عَفْوَكَ</w:t>
      </w:r>
      <w:r w:rsidR="007D3118">
        <w:rPr>
          <w:rtl/>
        </w:rPr>
        <w:t xml:space="preserve">، </w:t>
      </w:r>
      <w:r>
        <w:rPr>
          <w:rtl/>
        </w:rPr>
        <w:t>وَ أَبْدِلْنِى بِسُوءِ صَنِيعِهِ بِى رَحْمَتَكَ</w:t>
      </w:r>
      <w:r w:rsidR="007D3118">
        <w:rPr>
          <w:rtl/>
        </w:rPr>
        <w:t xml:space="preserve">، </w:t>
      </w:r>
      <w:r>
        <w:rPr>
          <w:rtl/>
        </w:rPr>
        <w:t>فَكُلُّ مَكْرُوهٍ جَلَلٌ دُونَ سَخَطِكَ</w:t>
      </w:r>
      <w:r w:rsidR="007D3118">
        <w:rPr>
          <w:rtl/>
        </w:rPr>
        <w:t xml:space="preserve">، </w:t>
      </w:r>
      <w:r>
        <w:rPr>
          <w:rtl/>
        </w:rPr>
        <w:t>وَ كُلُّ مَرْزِئَةٍ سَوَاءٌ مَعَ مَوْجِدَتِكَ</w:t>
      </w:r>
      <w:r w:rsidR="007D3118">
        <w:rPr>
          <w:rtl/>
        </w:rPr>
        <w:t xml:space="preserve">. </w:t>
      </w:r>
    </w:p>
    <w:p w:rsidR="00587D34" w:rsidRDefault="00587D34" w:rsidP="00587D34">
      <w:pPr>
        <w:pStyle w:val="libNormal"/>
        <w:rPr>
          <w:rtl/>
        </w:rPr>
      </w:pPr>
      <w:r>
        <w:rPr>
          <w:rtl/>
        </w:rPr>
        <w:t>(10</w:t>
      </w:r>
      <w:r w:rsidR="007D3118">
        <w:rPr>
          <w:rtl/>
        </w:rPr>
        <w:t xml:space="preserve">) </w:t>
      </w:r>
      <w:r>
        <w:rPr>
          <w:rtl/>
        </w:rPr>
        <w:t>اللَّهُمَّ فَكَمَا كَرَّهْتَ إِلَيَّ أَنْ أُظْلَمَ فَقِنِى مِنْ أَنْ أَظْلِمَ</w:t>
      </w:r>
      <w:r w:rsidR="007D3118">
        <w:rPr>
          <w:rtl/>
        </w:rPr>
        <w:t xml:space="preserve">. </w:t>
      </w:r>
    </w:p>
    <w:p w:rsidR="00587D34" w:rsidRDefault="00587D34" w:rsidP="00587D34">
      <w:pPr>
        <w:pStyle w:val="libNormal"/>
        <w:rPr>
          <w:rtl/>
        </w:rPr>
      </w:pPr>
      <w:r>
        <w:rPr>
          <w:rtl/>
        </w:rPr>
        <w:t>(11</w:t>
      </w:r>
      <w:r w:rsidR="007D3118">
        <w:rPr>
          <w:rtl/>
        </w:rPr>
        <w:t xml:space="preserve">) </w:t>
      </w:r>
      <w:r>
        <w:rPr>
          <w:rtl/>
        </w:rPr>
        <w:t>اللَّهُمَّ لا أَشْكُو إِلَى أَحَدٍ سِوَاكَ</w:t>
      </w:r>
      <w:r w:rsidR="007D3118">
        <w:rPr>
          <w:rtl/>
        </w:rPr>
        <w:t xml:space="preserve">، </w:t>
      </w:r>
      <w:r>
        <w:rPr>
          <w:rtl/>
        </w:rPr>
        <w:t>وَ لا أَسْتَعِينُ بِحَاكِمٍ غَيْرِكَ</w:t>
      </w:r>
      <w:r w:rsidR="007D3118">
        <w:rPr>
          <w:rtl/>
        </w:rPr>
        <w:t xml:space="preserve">، </w:t>
      </w:r>
      <w:r>
        <w:rPr>
          <w:rtl/>
        </w:rPr>
        <w:t>حَاشَاكَ</w:t>
      </w:r>
      <w:r w:rsidR="007D3118">
        <w:rPr>
          <w:rtl/>
        </w:rPr>
        <w:t xml:space="preserve">، </w:t>
      </w:r>
      <w:r>
        <w:rPr>
          <w:rtl/>
        </w:rPr>
        <w:t>فَصَلِّ عَلَى مُحَمَّدٍ وَ آلِهِ</w:t>
      </w:r>
      <w:r w:rsidR="007D3118">
        <w:rPr>
          <w:rtl/>
        </w:rPr>
        <w:t xml:space="preserve">، </w:t>
      </w:r>
      <w:r>
        <w:rPr>
          <w:rtl/>
        </w:rPr>
        <w:t>وَ صِلْ دُعَائِى بِالْإِجَابَةِ</w:t>
      </w:r>
      <w:r w:rsidR="007D3118">
        <w:rPr>
          <w:rtl/>
        </w:rPr>
        <w:t xml:space="preserve">، </w:t>
      </w:r>
      <w:r>
        <w:rPr>
          <w:rtl/>
        </w:rPr>
        <w:t>وَ اقْرِنْ شِكَايَتِى بِالتَّغْيِيرِ</w:t>
      </w:r>
      <w:r w:rsidR="007D3118">
        <w:rPr>
          <w:rtl/>
        </w:rPr>
        <w:t xml:space="preserve">. </w:t>
      </w:r>
    </w:p>
    <w:p w:rsidR="00587D34" w:rsidRDefault="00587D34" w:rsidP="00587D34">
      <w:pPr>
        <w:pStyle w:val="libNormal"/>
        <w:rPr>
          <w:rtl/>
        </w:rPr>
      </w:pPr>
      <w:r>
        <w:rPr>
          <w:rtl/>
        </w:rPr>
        <w:lastRenderedPageBreak/>
        <w:t>(12</w:t>
      </w:r>
      <w:r w:rsidR="007D3118">
        <w:rPr>
          <w:rtl/>
        </w:rPr>
        <w:t xml:space="preserve">) </w:t>
      </w:r>
      <w:r>
        <w:rPr>
          <w:rtl/>
        </w:rPr>
        <w:t>اللَّهُمَّ لا تَفْتِنِّى بِالْقُنُوطِ مِنْ إِنْصَافِكَ</w:t>
      </w:r>
      <w:r w:rsidR="007D3118">
        <w:rPr>
          <w:rtl/>
        </w:rPr>
        <w:t xml:space="preserve">، </w:t>
      </w:r>
      <w:r>
        <w:rPr>
          <w:rtl/>
        </w:rPr>
        <w:t>وَ لا تَفْتِنْهُ بِالْأَمْنِ مِنْ إِنْكَارِكَ</w:t>
      </w:r>
      <w:r w:rsidR="007D3118">
        <w:rPr>
          <w:rtl/>
        </w:rPr>
        <w:t xml:space="preserve">، </w:t>
      </w:r>
      <w:r>
        <w:rPr>
          <w:rtl/>
        </w:rPr>
        <w:t>فَيُصِرَّ عَلَى ظُلْمِى</w:t>
      </w:r>
      <w:r w:rsidR="007D3118">
        <w:rPr>
          <w:rtl/>
        </w:rPr>
        <w:t xml:space="preserve">، </w:t>
      </w:r>
      <w:r>
        <w:rPr>
          <w:rtl/>
        </w:rPr>
        <w:t>وَ يُحَاضِرَنِى بِحَقِّى</w:t>
      </w:r>
      <w:r w:rsidR="007D3118">
        <w:rPr>
          <w:rtl/>
        </w:rPr>
        <w:t xml:space="preserve">، </w:t>
      </w:r>
      <w:r>
        <w:rPr>
          <w:rtl/>
        </w:rPr>
        <w:t>وَ عَرِّفْهُ عَمَّا قَلِيلٍ مَا أَوْعَدْتَ الظَّالِمِينَ</w:t>
      </w:r>
      <w:r w:rsidR="007D3118">
        <w:rPr>
          <w:rtl/>
        </w:rPr>
        <w:t xml:space="preserve">، </w:t>
      </w:r>
      <w:r>
        <w:rPr>
          <w:rtl/>
        </w:rPr>
        <w:t>وَ عَرِّفْنِى مَا وَعَدْتَ مِنْ إِجَابَةِ الْمُضْطَرِّينَ</w:t>
      </w:r>
      <w:r w:rsidR="007D3118">
        <w:rPr>
          <w:rtl/>
        </w:rPr>
        <w:t xml:space="preserve">. </w:t>
      </w:r>
    </w:p>
    <w:p w:rsidR="00587D34" w:rsidRDefault="00587D34" w:rsidP="00587D34">
      <w:pPr>
        <w:pStyle w:val="libNormal"/>
        <w:rPr>
          <w:rtl/>
        </w:rPr>
      </w:pPr>
      <w:r>
        <w:rPr>
          <w:rtl/>
        </w:rPr>
        <w:t>(13</w:t>
      </w:r>
      <w:r w:rsidR="007D3118">
        <w:rPr>
          <w:rtl/>
        </w:rPr>
        <w:t xml:space="preserve">) </w:t>
      </w:r>
      <w:r>
        <w:rPr>
          <w:rtl/>
        </w:rPr>
        <w:t>اللَّهُمَّ صَلِّ عَلَى مُحَمَّدٍ وَ آلِهِ</w:t>
      </w:r>
      <w:r w:rsidR="007D3118">
        <w:rPr>
          <w:rtl/>
        </w:rPr>
        <w:t xml:space="preserve">، </w:t>
      </w:r>
      <w:r>
        <w:rPr>
          <w:rtl/>
        </w:rPr>
        <w:t>وَ وَفِّقْنِى لِقَبُولِ مَا قَضَيْتَ لِى وَ عَلَيَّ وَ رَضِّنِى بِمَا أَخَذْتَ لِى وَ مِنِّى</w:t>
      </w:r>
      <w:r w:rsidR="007D3118">
        <w:rPr>
          <w:rtl/>
        </w:rPr>
        <w:t xml:space="preserve">، </w:t>
      </w:r>
      <w:r>
        <w:rPr>
          <w:rtl/>
        </w:rPr>
        <w:t>وَ اهْدِنِى لِلَّتِى هِىَ أَقْوَمُ</w:t>
      </w:r>
      <w:r w:rsidR="007D3118">
        <w:rPr>
          <w:rtl/>
        </w:rPr>
        <w:t xml:space="preserve">، </w:t>
      </w:r>
      <w:r>
        <w:rPr>
          <w:rtl/>
        </w:rPr>
        <w:t>وَ اسْتَعْمِلْنِى بِمَا هُوَ أَسْلَمُ</w:t>
      </w:r>
      <w:r w:rsidR="007D3118">
        <w:rPr>
          <w:rtl/>
        </w:rPr>
        <w:t xml:space="preserve">. </w:t>
      </w:r>
    </w:p>
    <w:p w:rsidR="00587D34" w:rsidRDefault="00587D34" w:rsidP="00587D34">
      <w:pPr>
        <w:pStyle w:val="libNormal"/>
        <w:rPr>
          <w:rtl/>
        </w:rPr>
      </w:pPr>
      <w:r>
        <w:rPr>
          <w:rtl/>
        </w:rPr>
        <w:t>(14</w:t>
      </w:r>
      <w:r w:rsidR="007D3118">
        <w:rPr>
          <w:rtl/>
        </w:rPr>
        <w:t xml:space="preserve">) </w:t>
      </w:r>
      <w:r>
        <w:rPr>
          <w:rtl/>
        </w:rPr>
        <w:t xml:space="preserve">اللَّهُمَّ وَ إِنْ كَانَتِ الْخِيَرَةُ لِى عِنْدَكَ فِى </w:t>
      </w:r>
      <w:r w:rsidR="00F57255">
        <w:rPr>
          <w:rtl/>
        </w:rPr>
        <w:t>تأخیر</w:t>
      </w:r>
      <w:r>
        <w:rPr>
          <w:rtl/>
        </w:rPr>
        <w:t xml:space="preserve"> الْأَخْذِ لِى وَ تَرْكِ الانْتِقَامِ مِمَّنْ ظَلَمَنِى إِلَى يَوْمِ الْفَصْلِ وَ مَجْمَعِ الْخَصْمِ فَصَلِّ عَلَى مُحَمَّدٍ وَ آلِهِ</w:t>
      </w:r>
      <w:r w:rsidR="007D3118">
        <w:rPr>
          <w:rtl/>
        </w:rPr>
        <w:t xml:space="preserve">، </w:t>
      </w:r>
      <w:r>
        <w:rPr>
          <w:rtl/>
        </w:rPr>
        <w:t>وَ أَيِّدْنِى مِنْكَ بِنِيَّةٍ صَادِقَةٍ وَ صَبْرٍ دَآئِمٍ</w:t>
      </w:r>
    </w:p>
    <w:p w:rsidR="00587D34" w:rsidRDefault="00587D34" w:rsidP="00587D34">
      <w:pPr>
        <w:pStyle w:val="libNormal"/>
        <w:rPr>
          <w:rtl/>
        </w:rPr>
      </w:pPr>
      <w:r>
        <w:rPr>
          <w:rtl/>
        </w:rPr>
        <w:t>(15</w:t>
      </w:r>
      <w:r w:rsidR="007D3118">
        <w:rPr>
          <w:rtl/>
        </w:rPr>
        <w:t xml:space="preserve">) </w:t>
      </w:r>
      <w:r>
        <w:rPr>
          <w:rtl/>
        </w:rPr>
        <w:t>وَ أَعِذْنِى مِنْ سُوءِ الرَّغْبَةِ وَ هَلَعِ أَهْلِ الْحِرْصِ</w:t>
      </w:r>
      <w:r w:rsidR="007D3118">
        <w:rPr>
          <w:rtl/>
        </w:rPr>
        <w:t xml:space="preserve">، </w:t>
      </w:r>
      <w:r>
        <w:rPr>
          <w:rtl/>
        </w:rPr>
        <w:t>وَ صَوِّرْ فِى قَلْبِى مِثَالَ مَا ادَّخَرْتَ لِى مِنْ ثَوَابِكَ</w:t>
      </w:r>
      <w:r w:rsidR="007D3118">
        <w:rPr>
          <w:rtl/>
        </w:rPr>
        <w:t xml:space="preserve">، </w:t>
      </w:r>
      <w:r>
        <w:rPr>
          <w:rtl/>
        </w:rPr>
        <w:t>وَ أَعْدَدْتَ لِخَصْمِى مِنْ جَزَائِكَ وَ عِقَابِكَ</w:t>
      </w:r>
      <w:r w:rsidR="007D3118">
        <w:rPr>
          <w:rtl/>
        </w:rPr>
        <w:t xml:space="preserve">، </w:t>
      </w:r>
      <w:r>
        <w:rPr>
          <w:rtl/>
        </w:rPr>
        <w:t>وَ اجْعَلْ ذَلِكَ سَبَبا لِقَنَاعَتِى بِمَا قَضَيْتَ</w:t>
      </w:r>
      <w:r w:rsidR="007D3118">
        <w:rPr>
          <w:rtl/>
        </w:rPr>
        <w:t xml:space="preserve">، </w:t>
      </w:r>
      <w:r>
        <w:rPr>
          <w:rtl/>
        </w:rPr>
        <w:t>وَ ثِقَتِى بِمَا تَخَيَّرْتَ</w:t>
      </w:r>
    </w:p>
    <w:p w:rsidR="00587D34" w:rsidRDefault="00587D34" w:rsidP="00587D34">
      <w:pPr>
        <w:pStyle w:val="libNormal"/>
        <w:rPr>
          <w:rtl/>
        </w:rPr>
      </w:pPr>
      <w:r>
        <w:rPr>
          <w:rtl/>
        </w:rPr>
        <w:t>(16</w:t>
      </w:r>
      <w:r w:rsidR="007D3118">
        <w:rPr>
          <w:rtl/>
        </w:rPr>
        <w:t xml:space="preserve">) </w:t>
      </w:r>
      <w:r>
        <w:rPr>
          <w:rtl/>
        </w:rPr>
        <w:t>آمِينَ رَبَّ الْعَالَمِينَ</w:t>
      </w:r>
      <w:r w:rsidR="007D3118">
        <w:rPr>
          <w:rtl/>
        </w:rPr>
        <w:t xml:space="preserve">، </w:t>
      </w:r>
      <w:r>
        <w:rPr>
          <w:rtl/>
        </w:rPr>
        <w:t>إِنَّكَ ذُو الْفَضْلِ الْعَظِيمِ</w:t>
      </w:r>
      <w:r w:rsidR="007D3118">
        <w:rPr>
          <w:rtl/>
        </w:rPr>
        <w:t xml:space="preserve">، </w:t>
      </w:r>
      <w:r>
        <w:rPr>
          <w:rtl/>
        </w:rPr>
        <w:t>وَ أَنْتَ عَلَى كُلِّ شَيْءٍ قَدِيرٌ</w:t>
      </w:r>
      <w:r w:rsidR="007D3118">
        <w:rPr>
          <w:rtl/>
        </w:rPr>
        <w:t xml:space="preserve">. </w:t>
      </w:r>
    </w:p>
    <w:p w:rsidR="00587D34" w:rsidRDefault="00AA3CBA" w:rsidP="004C63D0">
      <w:pPr>
        <w:pStyle w:val="Heading2"/>
        <w:rPr>
          <w:rtl/>
        </w:rPr>
      </w:pPr>
      <w:bookmarkStart w:id="33" w:name="_Toc394915162"/>
      <w:r>
        <w:rPr>
          <w:rtl/>
        </w:rPr>
        <w:t xml:space="preserve">ترجمه دعاى چهاردهم: دعاى آن حضرت </w:t>
      </w:r>
      <w:r w:rsidR="000C598D" w:rsidRPr="000C598D">
        <w:rPr>
          <w:rStyle w:val="libAlaemChar"/>
          <w:rtl/>
        </w:rPr>
        <w:t>عليه‌السلام</w:t>
      </w:r>
      <w:r>
        <w:rPr>
          <w:rtl/>
        </w:rPr>
        <w:t xml:space="preserve"> هرگاه ستمى بدو مى رسيد يا از ستمكاران ستم مى ديد</w:t>
      </w:r>
      <w:bookmarkEnd w:id="33"/>
    </w:p>
    <w:p w:rsidR="00587D34" w:rsidRDefault="00587D34" w:rsidP="00587D34">
      <w:pPr>
        <w:pStyle w:val="libNormal"/>
        <w:rPr>
          <w:rtl/>
        </w:rPr>
      </w:pPr>
      <w:r>
        <w:rPr>
          <w:rtl/>
        </w:rPr>
        <w:t>1</w:t>
      </w:r>
      <w:r w:rsidR="007D3118">
        <w:rPr>
          <w:rtl/>
        </w:rPr>
        <w:t xml:space="preserve">. </w:t>
      </w:r>
      <w:r>
        <w:rPr>
          <w:rtl/>
        </w:rPr>
        <w:t>اى كسى كه خبر شكوه كنندگان از تو پنهان نمى ماند</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براى تحقيق حال ايشان</w:t>
      </w:r>
      <w:r w:rsidR="007D3118">
        <w:rPr>
          <w:rtl/>
        </w:rPr>
        <w:t xml:space="preserve">، </w:t>
      </w:r>
      <w:r>
        <w:rPr>
          <w:rtl/>
        </w:rPr>
        <w:t>به گواهى گواهان نياز ندارى</w:t>
      </w:r>
      <w:r w:rsidR="007D3118">
        <w:rPr>
          <w:rtl/>
        </w:rPr>
        <w:t xml:space="preserve">. </w:t>
      </w:r>
    </w:p>
    <w:p w:rsidR="00587D34" w:rsidRDefault="00587D34" w:rsidP="00587D34">
      <w:pPr>
        <w:pStyle w:val="libNormal"/>
        <w:rPr>
          <w:rtl/>
        </w:rPr>
      </w:pPr>
      <w:r>
        <w:rPr>
          <w:rtl/>
        </w:rPr>
        <w:t>3</w:t>
      </w:r>
      <w:r w:rsidR="007D3118">
        <w:rPr>
          <w:rtl/>
        </w:rPr>
        <w:t xml:space="preserve">. </w:t>
      </w:r>
      <w:r>
        <w:rPr>
          <w:rtl/>
        </w:rPr>
        <w:t>اى كسى كه يارى تو به ستمديدگان نزديك است</w:t>
      </w:r>
      <w:r w:rsidR="007D3118">
        <w:rPr>
          <w:rtl/>
        </w:rPr>
        <w:t xml:space="preserve">. </w:t>
      </w:r>
    </w:p>
    <w:p w:rsidR="00587D34" w:rsidRDefault="00587D34" w:rsidP="00587D34">
      <w:pPr>
        <w:pStyle w:val="libNormal"/>
        <w:rPr>
          <w:rtl/>
        </w:rPr>
      </w:pPr>
      <w:r>
        <w:rPr>
          <w:rtl/>
        </w:rPr>
        <w:t>4</w:t>
      </w:r>
      <w:r w:rsidR="007D3118">
        <w:rPr>
          <w:rtl/>
        </w:rPr>
        <w:t xml:space="preserve">. </w:t>
      </w:r>
      <w:r>
        <w:rPr>
          <w:rtl/>
        </w:rPr>
        <w:t>و از ستمگران دور</w:t>
      </w:r>
      <w:r w:rsidR="007D3118">
        <w:rPr>
          <w:rtl/>
        </w:rPr>
        <w:t xml:space="preserve">. </w:t>
      </w:r>
    </w:p>
    <w:p w:rsidR="00587D34" w:rsidRDefault="00587D34" w:rsidP="00587D34">
      <w:pPr>
        <w:pStyle w:val="libNormal"/>
        <w:rPr>
          <w:rtl/>
        </w:rPr>
      </w:pPr>
      <w:r>
        <w:rPr>
          <w:rtl/>
        </w:rPr>
        <w:t>5</w:t>
      </w:r>
      <w:r w:rsidR="007D3118">
        <w:rPr>
          <w:rtl/>
        </w:rPr>
        <w:t xml:space="preserve">. </w:t>
      </w:r>
      <w:r>
        <w:rPr>
          <w:rtl/>
        </w:rPr>
        <w:t>اى خداى من! مى دانى از فلانى بن فلان به من چه رسيده؟ ستمى كه تو ناروا شمارى و بى حرمتى كه تو آن را منع فرموده اى</w:t>
      </w:r>
      <w:r w:rsidR="007D3118">
        <w:rPr>
          <w:rtl/>
        </w:rPr>
        <w:t xml:space="preserve">، </w:t>
      </w:r>
      <w:r>
        <w:rPr>
          <w:rtl/>
        </w:rPr>
        <w:t>چون از بسيارى نعمت تو بادر در سر آورده و از انكار تو بر وى نمى هراسد</w:t>
      </w:r>
      <w:r w:rsidR="007D3118">
        <w:rPr>
          <w:rtl/>
        </w:rPr>
        <w:t xml:space="preserve">. </w:t>
      </w:r>
      <w:r w:rsidRPr="00AA3CBA">
        <w:rPr>
          <w:rStyle w:val="libFootnotenumChar"/>
          <w:rtl/>
        </w:rPr>
        <w:t>(53</w:t>
      </w:r>
      <w:r w:rsidR="007D3118" w:rsidRPr="00AA3CBA">
        <w:rPr>
          <w:rStyle w:val="libFootnotenumChar"/>
          <w:rtl/>
        </w:rPr>
        <w:t>)</w:t>
      </w:r>
    </w:p>
    <w:p w:rsidR="00587D34" w:rsidRDefault="00587D34" w:rsidP="00587D34">
      <w:pPr>
        <w:pStyle w:val="libNormal"/>
        <w:rPr>
          <w:rtl/>
        </w:rPr>
      </w:pPr>
      <w:r>
        <w:rPr>
          <w:rtl/>
        </w:rPr>
        <w:lastRenderedPageBreak/>
        <w:t>6</w:t>
      </w:r>
      <w:r w:rsidR="007D3118">
        <w:rPr>
          <w:rtl/>
        </w:rPr>
        <w:t xml:space="preserve">. </w:t>
      </w:r>
      <w:r>
        <w:rPr>
          <w:rtl/>
        </w:rPr>
        <w:t>خدايا درود بر محمد و آل او فرست</w:t>
      </w:r>
      <w:r w:rsidR="007D3118">
        <w:rPr>
          <w:rtl/>
        </w:rPr>
        <w:t xml:space="preserve">، </w:t>
      </w:r>
      <w:r>
        <w:rPr>
          <w:rtl/>
        </w:rPr>
        <w:t>و دشمن ستم كار مرا به نيروى خود فرو گير</w:t>
      </w:r>
      <w:r w:rsidR="007D3118">
        <w:rPr>
          <w:rtl/>
        </w:rPr>
        <w:t xml:space="preserve">، </w:t>
      </w:r>
      <w:r>
        <w:rPr>
          <w:rtl/>
        </w:rPr>
        <w:t>و به قدرت خود تيزى او را كند گردان</w:t>
      </w:r>
      <w:r w:rsidR="007D3118">
        <w:rPr>
          <w:rtl/>
        </w:rPr>
        <w:t xml:space="preserve">. </w:t>
      </w:r>
      <w:r>
        <w:rPr>
          <w:rtl/>
        </w:rPr>
        <w:t>و او را به خودش مشغول دار</w:t>
      </w:r>
      <w:r w:rsidR="007D3118">
        <w:rPr>
          <w:rtl/>
        </w:rPr>
        <w:t xml:space="preserve">، </w:t>
      </w:r>
      <w:r>
        <w:rPr>
          <w:rtl/>
        </w:rPr>
        <w:t>و در پيش دشمنش ناتوان كن</w:t>
      </w:r>
      <w:r w:rsidR="007D3118">
        <w:rPr>
          <w:rtl/>
        </w:rPr>
        <w:t xml:space="preserve">. </w:t>
      </w:r>
    </w:p>
    <w:p w:rsidR="00587D34" w:rsidRDefault="00587D34" w:rsidP="00587D34">
      <w:pPr>
        <w:pStyle w:val="libNormal"/>
        <w:rPr>
          <w:rtl/>
        </w:rPr>
      </w:pPr>
      <w:r>
        <w:rPr>
          <w:rtl/>
        </w:rPr>
        <w:t>7</w:t>
      </w:r>
      <w:r w:rsidR="007D3118">
        <w:rPr>
          <w:rtl/>
        </w:rPr>
        <w:t xml:space="preserve">. </w:t>
      </w:r>
      <w:r>
        <w:rPr>
          <w:rtl/>
        </w:rPr>
        <w:t>و بر محمد و آل او درود فرست</w:t>
      </w:r>
      <w:r w:rsidR="007D3118">
        <w:rPr>
          <w:rtl/>
        </w:rPr>
        <w:t xml:space="preserve">، </w:t>
      </w:r>
      <w:r>
        <w:rPr>
          <w:rtl/>
        </w:rPr>
        <w:t>و ستم وى را بر من مپسند</w:t>
      </w:r>
      <w:r w:rsidR="007D3118">
        <w:rPr>
          <w:rtl/>
        </w:rPr>
        <w:t xml:space="preserve">، </w:t>
      </w:r>
      <w:r>
        <w:rPr>
          <w:rtl/>
        </w:rPr>
        <w:t>و اعانت من كن بر وى و مرا از مثل كارهاى او باز دار و حال مرا مانند حال او مگردان</w:t>
      </w:r>
      <w:r w:rsidR="007D3118">
        <w:rPr>
          <w:rtl/>
        </w:rPr>
        <w:t xml:space="preserve">. </w:t>
      </w:r>
    </w:p>
    <w:p w:rsidR="00587D34" w:rsidRDefault="00587D34" w:rsidP="00587D34">
      <w:pPr>
        <w:pStyle w:val="libNormal"/>
        <w:rPr>
          <w:rtl/>
        </w:rPr>
      </w:pPr>
      <w:r>
        <w:rPr>
          <w:rtl/>
        </w:rPr>
        <w:t>8</w:t>
      </w:r>
      <w:r w:rsidR="007D3118">
        <w:rPr>
          <w:rtl/>
        </w:rPr>
        <w:t xml:space="preserve">. </w:t>
      </w:r>
      <w:r>
        <w:rPr>
          <w:rtl/>
        </w:rPr>
        <w:t>خدايا درود بر محمد و آل او فرست</w:t>
      </w:r>
      <w:r w:rsidR="007D3118">
        <w:rPr>
          <w:rtl/>
        </w:rPr>
        <w:t xml:space="preserve">، </w:t>
      </w:r>
      <w:r>
        <w:rPr>
          <w:rtl/>
        </w:rPr>
        <w:t>و هم اكنون كيفر ظلم او را به دست من بده تا خشم من فرو نشيند</w:t>
      </w:r>
      <w:r w:rsidR="007D3118">
        <w:rPr>
          <w:rtl/>
        </w:rPr>
        <w:t xml:space="preserve">، </w:t>
      </w:r>
      <w:r>
        <w:rPr>
          <w:rtl/>
        </w:rPr>
        <w:t>و كين من از او گرفته شود</w:t>
      </w:r>
      <w:r w:rsidR="007D3118">
        <w:rPr>
          <w:rtl/>
        </w:rPr>
        <w:t xml:space="preserve">. </w:t>
      </w:r>
    </w:p>
    <w:p w:rsidR="00587D34" w:rsidRDefault="00587D34" w:rsidP="00587D34">
      <w:pPr>
        <w:pStyle w:val="libNormal"/>
        <w:rPr>
          <w:rtl/>
        </w:rPr>
      </w:pPr>
      <w:r>
        <w:rPr>
          <w:rtl/>
        </w:rPr>
        <w:t>9</w:t>
      </w:r>
      <w:r w:rsidR="007D3118">
        <w:rPr>
          <w:rtl/>
        </w:rPr>
        <w:t xml:space="preserve">. </w:t>
      </w:r>
      <w:r>
        <w:rPr>
          <w:rtl/>
        </w:rPr>
        <w:t>خدايا درود بر محمد و آل او فرست</w:t>
      </w:r>
      <w:r w:rsidR="007D3118">
        <w:rPr>
          <w:rtl/>
        </w:rPr>
        <w:t xml:space="preserve">، </w:t>
      </w:r>
      <w:r>
        <w:rPr>
          <w:rtl/>
        </w:rPr>
        <w:t>و به جاى ستم او بر من تو مرا عفو كن</w:t>
      </w:r>
      <w:r w:rsidR="007D3118">
        <w:rPr>
          <w:rtl/>
        </w:rPr>
        <w:t xml:space="preserve">، </w:t>
      </w:r>
      <w:r>
        <w:rPr>
          <w:rtl/>
        </w:rPr>
        <w:t>و در عوض بدرفتارى او با من</w:t>
      </w:r>
      <w:r w:rsidR="007D3118">
        <w:rPr>
          <w:rtl/>
        </w:rPr>
        <w:t xml:space="preserve">، </w:t>
      </w:r>
      <w:r>
        <w:rPr>
          <w:rtl/>
        </w:rPr>
        <w:t>به من رحمت آر</w:t>
      </w:r>
      <w:r w:rsidR="007D3118">
        <w:rPr>
          <w:rtl/>
        </w:rPr>
        <w:t xml:space="preserve">، </w:t>
      </w:r>
      <w:r>
        <w:rPr>
          <w:rtl/>
        </w:rPr>
        <w:t>كه هر چيز ناخوش در برابر خشم تو ناچيز است</w:t>
      </w:r>
      <w:r w:rsidR="007D3118">
        <w:rPr>
          <w:rtl/>
        </w:rPr>
        <w:t xml:space="preserve">، </w:t>
      </w:r>
      <w:r>
        <w:rPr>
          <w:rtl/>
        </w:rPr>
        <w:t>و با غضب تو هر سختى هموار شدنى است</w:t>
      </w:r>
      <w:r w:rsidR="007D3118">
        <w:rPr>
          <w:rtl/>
        </w:rPr>
        <w:t xml:space="preserve">. </w:t>
      </w:r>
    </w:p>
    <w:p w:rsidR="00587D34" w:rsidRDefault="00587D34" w:rsidP="00587D34">
      <w:pPr>
        <w:pStyle w:val="libNormal"/>
        <w:rPr>
          <w:rtl/>
        </w:rPr>
      </w:pPr>
      <w:r>
        <w:rPr>
          <w:rtl/>
        </w:rPr>
        <w:t>10</w:t>
      </w:r>
      <w:r w:rsidR="007D3118">
        <w:rPr>
          <w:rtl/>
        </w:rPr>
        <w:t xml:space="preserve">. </w:t>
      </w:r>
      <w:r>
        <w:rPr>
          <w:rtl/>
        </w:rPr>
        <w:t>خدايا شكايت پيش كسى نمى برم غير از تو و از داورى مدد نمى جويم مگر تو</w:t>
      </w:r>
      <w:r w:rsidR="007D3118">
        <w:rPr>
          <w:rtl/>
        </w:rPr>
        <w:t xml:space="preserve">، </w:t>
      </w:r>
      <w:r>
        <w:rPr>
          <w:rtl/>
        </w:rPr>
        <w:t>پس درود بر محمد و آل او فرست</w:t>
      </w:r>
      <w:r w:rsidR="007D3118">
        <w:rPr>
          <w:rtl/>
        </w:rPr>
        <w:t xml:space="preserve">، </w:t>
      </w:r>
      <w:r>
        <w:rPr>
          <w:rtl/>
        </w:rPr>
        <w:t>و دعاى مرا به اجابت برسان</w:t>
      </w:r>
      <w:r w:rsidR="007D3118">
        <w:rPr>
          <w:rtl/>
        </w:rPr>
        <w:t xml:space="preserve">، </w:t>
      </w:r>
      <w:r>
        <w:rPr>
          <w:rtl/>
        </w:rPr>
        <w:t>و حالى كه از آن شكايت كردم تغيير ده</w:t>
      </w:r>
      <w:r w:rsidR="007D3118">
        <w:rPr>
          <w:rtl/>
        </w:rPr>
        <w:t xml:space="preserve">. </w:t>
      </w:r>
    </w:p>
    <w:p w:rsidR="00587D34" w:rsidRDefault="00587D34" w:rsidP="00587D34">
      <w:pPr>
        <w:pStyle w:val="libNormal"/>
        <w:rPr>
          <w:rtl/>
        </w:rPr>
      </w:pPr>
      <w:r>
        <w:rPr>
          <w:rtl/>
        </w:rPr>
        <w:t>11</w:t>
      </w:r>
      <w:r w:rsidR="007D3118">
        <w:rPr>
          <w:rtl/>
        </w:rPr>
        <w:t xml:space="preserve">. </w:t>
      </w:r>
      <w:r>
        <w:rPr>
          <w:rtl/>
        </w:rPr>
        <w:t>خدايا مرا به نااميدى از عدل خود و ايمنى از عتاب خود آزمايش ‍ مفرما</w:t>
      </w:r>
      <w:r w:rsidR="007D3118">
        <w:rPr>
          <w:rtl/>
        </w:rPr>
        <w:t xml:space="preserve">، </w:t>
      </w:r>
      <w:r>
        <w:rPr>
          <w:rtl/>
        </w:rPr>
        <w:t>تا در ستم كردن بر من اصرار ننمايد و حقّ مرا به غلبه نستاند</w:t>
      </w:r>
      <w:r w:rsidR="007D3118">
        <w:rPr>
          <w:rtl/>
        </w:rPr>
        <w:t xml:space="preserve">. </w:t>
      </w:r>
      <w:r>
        <w:rPr>
          <w:rtl/>
        </w:rPr>
        <w:t>كيفرى كه ستمكاران را از آن بيم داده اى زود بدو برسان و بشناسان كه كيفر ظلم او است و پاداشى كه به مظلومان نويد داده اى هم زود به من برسان</w:t>
      </w:r>
      <w:r w:rsidR="007D3118">
        <w:rPr>
          <w:rtl/>
        </w:rPr>
        <w:t xml:space="preserve">، </w:t>
      </w:r>
      <w:r>
        <w:rPr>
          <w:rtl/>
        </w:rPr>
        <w:t>چنان كه بدانم پاداش صبر من است</w:t>
      </w:r>
      <w:r w:rsidR="007D3118">
        <w:rPr>
          <w:rtl/>
        </w:rPr>
        <w:t xml:space="preserve">. </w:t>
      </w:r>
    </w:p>
    <w:p w:rsidR="00587D34" w:rsidRDefault="00587D34" w:rsidP="00587D34">
      <w:pPr>
        <w:pStyle w:val="libNormal"/>
        <w:rPr>
          <w:rtl/>
        </w:rPr>
      </w:pPr>
      <w:r>
        <w:rPr>
          <w:rtl/>
        </w:rPr>
        <w:t>12</w:t>
      </w:r>
      <w:r w:rsidR="007D3118">
        <w:rPr>
          <w:rtl/>
        </w:rPr>
        <w:t xml:space="preserve">. </w:t>
      </w:r>
      <w:r>
        <w:rPr>
          <w:rtl/>
        </w:rPr>
        <w:t>خدايا درود بر محمد و آل او فرست</w:t>
      </w:r>
      <w:r w:rsidR="007D3118">
        <w:rPr>
          <w:rtl/>
        </w:rPr>
        <w:t xml:space="preserve">، </w:t>
      </w:r>
      <w:r>
        <w:rPr>
          <w:rtl/>
        </w:rPr>
        <w:t>و مرا توفيق ده تا آن چه درباره من حكم كنى</w:t>
      </w:r>
      <w:r w:rsidR="007D3118">
        <w:rPr>
          <w:rtl/>
        </w:rPr>
        <w:t xml:space="preserve">، </w:t>
      </w:r>
      <w:r>
        <w:rPr>
          <w:rtl/>
        </w:rPr>
        <w:t>سود يا زيان</w:t>
      </w:r>
      <w:r w:rsidR="007D3118">
        <w:rPr>
          <w:rtl/>
        </w:rPr>
        <w:t xml:space="preserve">، </w:t>
      </w:r>
      <w:r>
        <w:rPr>
          <w:rtl/>
        </w:rPr>
        <w:t>خوش يا ناخوش</w:t>
      </w:r>
      <w:r w:rsidR="007D3118">
        <w:rPr>
          <w:rtl/>
        </w:rPr>
        <w:t xml:space="preserve">، </w:t>
      </w:r>
      <w:r>
        <w:rPr>
          <w:rtl/>
        </w:rPr>
        <w:t>به رضا بپذيرم و مرا بدان چه بگيرى</w:t>
      </w:r>
      <w:r w:rsidR="007D3118">
        <w:rPr>
          <w:rtl/>
        </w:rPr>
        <w:t xml:space="preserve">، </w:t>
      </w:r>
      <w:r>
        <w:rPr>
          <w:rtl/>
        </w:rPr>
        <w:t>از او براى من يا از من براى او خرسند ساز و مرا به راست ترين راه هدايت فرما و در درست ترين عمل ها بگمار</w:t>
      </w:r>
      <w:r w:rsidR="007D3118">
        <w:rPr>
          <w:rtl/>
        </w:rPr>
        <w:t xml:space="preserve">. </w:t>
      </w:r>
    </w:p>
    <w:p w:rsidR="00587D34" w:rsidRDefault="00587D34" w:rsidP="00587D34">
      <w:pPr>
        <w:pStyle w:val="libNormal"/>
        <w:rPr>
          <w:rtl/>
        </w:rPr>
      </w:pPr>
      <w:r>
        <w:rPr>
          <w:rtl/>
        </w:rPr>
        <w:lastRenderedPageBreak/>
        <w:t>14</w:t>
      </w:r>
      <w:r w:rsidR="007D3118">
        <w:rPr>
          <w:rtl/>
        </w:rPr>
        <w:t xml:space="preserve">. </w:t>
      </w:r>
      <w:r>
        <w:rPr>
          <w:rtl/>
        </w:rPr>
        <w:t xml:space="preserve">خدايا اگر خير من نزد تو در </w:t>
      </w:r>
      <w:r w:rsidR="00F57255">
        <w:rPr>
          <w:rtl/>
        </w:rPr>
        <w:t>تأخیر</w:t>
      </w:r>
      <w:r>
        <w:rPr>
          <w:rtl/>
        </w:rPr>
        <w:t xml:space="preserve"> حق من و ترك انتقام اوست</w:t>
      </w:r>
      <w:r w:rsidR="007D3118">
        <w:rPr>
          <w:rtl/>
        </w:rPr>
        <w:t xml:space="preserve">، </w:t>
      </w:r>
      <w:r>
        <w:rPr>
          <w:rtl/>
        </w:rPr>
        <w:t>تا روز رستاخيز كه خصما فراهم آيند</w:t>
      </w:r>
      <w:r w:rsidR="007D3118">
        <w:rPr>
          <w:rtl/>
        </w:rPr>
        <w:t xml:space="preserve">، </w:t>
      </w:r>
      <w:r>
        <w:rPr>
          <w:rtl/>
        </w:rPr>
        <w:t>پس درود بر محمد و آل او فرست و مرا به نيت صادق و صبر و شكيبايى پيوسته يارى فرما</w:t>
      </w:r>
      <w:r w:rsidR="007D3118">
        <w:rPr>
          <w:rtl/>
        </w:rPr>
        <w:t xml:space="preserve">. </w:t>
      </w:r>
    </w:p>
    <w:p w:rsidR="00587D34" w:rsidRDefault="00587D34" w:rsidP="00587D34">
      <w:pPr>
        <w:pStyle w:val="libNormal"/>
        <w:rPr>
          <w:rtl/>
        </w:rPr>
      </w:pPr>
      <w:r>
        <w:rPr>
          <w:rtl/>
        </w:rPr>
        <w:t>15</w:t>
      </w:r>
      <w:r w:rsidR="007D3118">
        <w:rPr>
          <w:rtl/>
        </w:rPr>
        <w:t xml:space="preserve">. </w:t>
      </w:r>
      <w:r>
        <w:rPr>
          <w:rtl/>
        </w:rPr>
        <w:t>و مرا از خواهش بد و حرص آزمندان حفظ كن و صورت آن ثواب كه براى من اندوخته اى و كيفر و عقابى كه براى دشمن من آماده كرده اى در دل من مجسم كن و اين را سبب قناعت من گردان</w:t>
      </w:r>
      <w:r w:rsidR="007D3118">
        <w:rPr>
          <w:rtl/>
        </w:rPr>
        <w:t xml:space="preserve">، </w:t>
      </w:r>
      <w:r>
        <w:rPr>
          <w:rtl/>
        </w:rPr>
        <w:t>بدان چه مقدر فرموده اى و موجب آرامش دل من به آن چه براى من برگزيدى</w:t>
      </w:r>
      <w:r w:rsidR="007D3118">
        <w:rPr>
          <w:rtl/>
        </w:rPr>
        <w:t xml:space="preserve">. </w:t>
      </w:r>
    </w:p>
    <w:p w:rsidR="00587D34" w:rsidRDefault="00587D34" w:rsidP="00587D34">
      <w:pPr>
        <w:pStyle w:val="libNormal"/>
        <w:rPr>
          <w:rtl/>
        </w:rPr>
      </w:pPr>
      <w:r>
        <w:rPr>
          <w:rtl/>
        </w:rPr>
        <w:t>16</w:t>
      </w:r>
      <w:r w:rsidR="007D3118">
        <w:rPr>
          <w:rtl/>
        </w:rPr>
        <w:t xml:space="preserve">. </w:t>
      </w:r>
      <w:r>
        <w:rPr>
          <w:rtl/>
        </w:rPr>
        <w:t>آمين يا رب العالمين كه تويى صاحب فضل بزرگ و بر هر چيز توانايى</w:t>
      </w:r>
      <w:r w:rsidR="007D3118">
        <w:rPr>
          <w:rtl/>
        </w:rPr>
        <w:t xml:space="preserve">. </w:t>
      </w:r>
    </w:p>
    <w:p w:rsidR="00587D34" w:rsidRDefault="00F57255" w:rsidP="004C63D0">
      <w:pPr>
        <w:pStyle w:val="Heading2"/>
        <w:rPr>
          <w:rtl/>
        </w:rPr>
      </w:pPr>
      <w:r>
        <w:br w:type="page"/>
      </w:r>
      <w:bookmarkStart w:id="34" w:name="_Toc394915163"/>
      <w:r w:rsidR="00AA3CBA">
        <w:lastRenderedPageBreak/>
        <w:t>15</w:t>
      </w:r>
      <w:r w:rsidR="00AA3CBA">
        <w:rPr>
          <w:rtl/>
        </w:rPr>
        <w:t xml:space="preserve"> وَ كَانَ مِنْ دُعَائِهِ عَلَيْهِ السَّلامُ إِذَا مَرِضَ أَوْ نَزَلَ بِهِ كَرْبٌ أَوْ بَلِيَّةٌ:</w:t>
      </w:r>
      <w:bookmarkEnd w:id="34"/>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لَكَ الْحَمْدُ عَلَى مَا لَمْ أَزَلْ أَتَصَرَّفُ فِيهِ مِنْ سَلامَةِ بَدَنِى</w:t>
      </w:r>
      <w:r w:rsidR="007D3118">
        <w:rPr>
          <w:rtl/>
        </w:rPr>
        <w:t xml:space="preserve">، </w:t>
      </w:r>
      <w:r>
        <w:rPr>
          <w:rtl/>
        </w:rPr>
        <w:t>وَ لَكَ الْحَمْدُ عَلَى مَا أَحْدَثْتَ بِى مِنْ عِلَّةٍ فِى جَسَدِى</w:t>
      </w:r>
    </w:p>
    <w:p w:rsidR="00587D34" w:rsidRDefault="00587D34" w:rsidP="00587D34">
      <w:pPr>
        <w:pStyle w:val="libNormal"/>
        <w:rPr>
          <w:rtl/>
        </w:rPr>
      </w:pPr>
      <w:r>
        <w:rPr>
          <w:rtl/>
        </w:rPr>
        <w:t>(2</w:t>
      </w:r>
      <w:r w:rsidR="007D3118">
        <w:rPr>
          <w:rtl/>
        </w:rPr>
        <w:t xml:space="preserve">) </w:t>
      </w:r>
      <w:r>
        <w:rPr>
          <w:rtl/>
        </w:rPr>
        <w:t>فَمَا أَدْرِى</w:t>
      </w:r>
      <w:r w:rsidR="007D3118">
        <w:rPr>
          <w:rtl/>
        </w:rPr>
        <w:t xml:space="preserve">، </w:t>
      </w:r>
      <w:r>
        <w:rPr>
          <w:rtl/>
        </w:rPr>
        <w:t>يَا إِلَهِى</w:t>
      </w:r>
      <w:r w:rsidR="007D3118">
        <w:rPr>
          <w:rtl/>
        </w:rPr>
        <w:t xml:space="preserve">، </w:t>
      </w:r>
      <w:r>
        <w:rPr>
          <w:rtl/>
        </w:rPr>
        <w:t>أَيُّ الْحَالَيْنِ أَحَقُّ بِالشُّكْرِ لَكَ</w:t>
      </w:r>
      <w:r w:rsidR="007D3118">
        <w:rPr>
          <w:rtl/>
        </w:rPr>
        <w:t xml:space="preserve">، </w:t>
      </w:r>
      <w:r>
        <w:rPr>
          <w:rtl/>
        </w:rPr>
        <w:t>وَ أَيُّ الْوَقْتَيْنِ أَوْلَى بِالْحَمْدِ لَكَ</w:t>
      </w:r>
    </w:p>
    <w:p w:rsidR="00587D34" w:rsidRDefault="00587D34" w:rsidP="00587D34">
      <w:pPr>
        <w:pStyle w:val="libNormal"/>
        <w:rPr>
          <w:rtl/>
        </w:rPr>
      </w:pPr>
      <w:r>
        <w:rPr>
          <w:rtl/>
        </w:rPr>
        <w:t>(3</w:t>
      </w:r>
      <w:r w:rsidR="007D3118">
        <w:rPr>
          <w:rtl/>
        </w:rPr>
        <w:t xml:space="preserve">) </w:t>
      </w:r>
      <w:r>
        <w:rPr>
          <w:rtl/>
        </w:rPr>
        <w:t>أَ وَقْتُ الصِّحَّةِ الَّتِى هَنَأْتَنِى فِيهَا طَيِّبَاتِ رِزْقِكَ</w:t>
      </w:r>
      <w:r w:rsidR="007D3118">
        <w:rPr>
          <w:rtl/>
        </w:rPr>
        <w:t xml:space="preserve">، </w:t>
      </w:r>
      <w:r>
        <w:rPr>
          <w:rtl/>
        </w:rPr>
        <w:t>وَ نَشَّطْتَنِى بِهَا لابْتِغَاءِ مَرْضَاتِكَ وَ فَضْلِكَ</w:t>
      </w:r>
      <w:r w:rsidR="007D3118">
        <w:rPr>
          <w:rtl/>
        </w:rPr>
        <w:t xml:space="preserve">، </w:t>
      </w:r>
      <w:r>
        <w:rPr>
          <w:rtl/>
        </w:rPr>
        <w:t>وَ قَوَّيْتَنِى مَعَهَا عَلَى مَا وَفَّقْتَنِى لَهُ مِنْ طَاعَتِكَ؟</w:t>
      </w:r>
    </w:p>
    <w:p w:rsidR="00587D34" w:rsidRDefault="00587D34" w:rsidP="00587D34">
      <w:pPr>
        <w:pStyle w:val="libNormal"/>
        <w:rPr>
          <w:rtl/>
        </w:rPr>
      </w:pPr>
      <w:r>
        <w:rPr>
          <w:rtl/>
        </w:rPr>
        <w:t>(4</w:t>
      </w:r>
      <w:r w:rsidR="007D3118">
        <w:rPr>
          <w:rtl/>
        </w:rPr>
        <w:t xml:space="preserve">) </w:t>
      </w:r>
      <w:r>
        <w:rPr>
          <w:rtl/>
        </w:rPr>
        <w:t>أَمْ وَقْتُ الْعِلَّةِ الَّتِى مَحَّصْتَنِى بِهَا</w:t>
      </w:r>
      <w:r w:rsidR="007D3118">
        <w:rPr>
          <w:rtl/>
        </w:rPr>
        <w:t xml:space="preserve">، </w:t>
      </w:r>
      <w:r>
        <w:rPr>
          <w:rtl/>
        </w:rPr>
        <w:t>وَ النِّعَمِ الَّتِى أَتْحَفْتَنِى بِهَا</w:t>
      </w:r>
      <w:r w:rsidR="007D3118">
        <w:rPr>
          <w:rtl/>
        </w:rPr>
        <w:t xml:space="preserve">، </w:t>
      </w:r>
      <w:r>
        <w:rPr>
          <w:rtl/>
        </w:rPr>
        <w:t>تَخْفِيفا لِمَا ثَقُلَ بِهِ عَلَيَّ ظَهْرِى مِنَ الْخَطِيئَاتِ</w:t>
      </w:r>
      <w:r w:rsidR="007D3118">
        <w:rPr>
          <w:rtl/>
        </w:rPr>
        <w:t xml:space="preserve">، </w:t>
      </w:r>
      <w:r>
        <w:rPr>
          <w:rtl/>
        </w:rPr>
        <w:t>وَ تَطْهِيرا لِمَا انْغَمَسْتُ فِيهِ مِنَ السَّيِّئَاتِ</w:t>
      </w:r>
      <w:r w:rsidR="007D3118">
        <w:rPr>
          <w:rtl/>
        </w:rPr>
        <w:t xml:space="preserve">، </w:t>
      </w:r>
      <w:r>
        <w:rPr>
          <w:rtl/>
        </w:rPr>
        <w:t>وَ تَنْبِيها لِتَنَاوُلِ التَّوْبَةِ</w:t>
      </w:r>
      <w:r w:rsidR="007D3118">
        <w:rPr>
          <w:rtl/>
        </w:rPr>
        <w:t xml:space="preserve">، </w:t>
      </w:r>
      <w:r>
        <w:rPr>
          <w:rtl/>
        </w:rPr>
        <w:t>وَ تَذْكِيرا لِمَحْوِ الْحَوْبَةِ بِقَدِيمِ النِّعْمَةِ؟</w:t>
      </w:r>
    </w:p>
    <w:p w:rsidR="00587D34" w:rsidRDefault="00587D34" w:rsidP="00587D34">
      <w:pPr>
        <w:pStyle w:val="libNormal"/>
        <w:rPr>
          <w:rtl/>
        </w:rPr>
      </w:pPr>
      <w:r>
        <w:rPr>
          <w:rtl/>
        </w:rPr>
        <w:t>(5</w:t>
      </w:r>
      <w:r w:rsidR="007D3118">
        <w:rPr>
          <w:rtl/>
        </w:rPr>
        <w:t xml:space="preserve">) </w:t>
      </w:r>
      <w:r>
        <w:rPr>
          <w:rtl/>
        </w:rPr>
        <w:t>وَ فِى خِلالِ ذَلِكَ مَا كَتَبَ لِىَ الْكَاتِبَانِ مِنْ زَكِيِّ الْأَعْمَالِ</w:t>
      </w:r>
      <w:r w:rsidR="007D3118">
        <w:rPr>
          <w:rtl/>
        </w:rPr>
        <w:t xml:space="preserve">، </w:t>
      </w:r>
      <w:r>
        <w:rPr>
          <w:rtl/>
        </w:rPr>
        <w:t>مَا لا قَلْبٌ فَكَّرَ فِيهِ</w:t>
      </w:r>
      <w:r w:rsidR="007D3118">
        <w:rPr>
          <w:rtl/>
        </w:rPr>
        <w:t xml:space="preserve">، </w:t>
      </w:r>
      <w:r>
        <w:rPr>
          <w:rtl/>
        </w:rPr>
        <w:t>وَ لا لِسَانٌ نَطَقَ بِهِ</w:t>
      </w:r>
      <w:r w:rsidR="007D3118">
        <w:rPr>
          <w:rtl/>
        </w:rPr>
        <w:t xml:space="preserve">، </w:t>
      </w:r>
      <w:r>
        <w:rPr>
          <w:rtl/>
        </w:rPr>
        <w:t>وَ لا جَارِحَةٌ تَكَلَّفَتْهُ</w:t>
      </w:r>
      <w:r w:rsidR="007D3118">
        <w:rPr>
          <w:rtl/>
        </w:rPr>
        <w:t xml:space="preserve">، </w:t>
      </w:r>
      <w:r>
        <w:rPr>
          <w:rtl/>
        </w:rPr>
        <w:t>بَلْ إِفْضَالا مِنْكَ عَلَيَّ</w:t>
      </w:r>
      <w:r w:rsidR="007D3118">
        <w:rPr>
          <w:rtl/>
        </w:rPr>
        <w:t xml:space="preserve">، </w:t>
      </w:r>
      <w:r>
        <w:rPr>
          <w:rtl/>
        </w:rPr>
        <w:t>وَ إِحْسَانا مِنْ صَنِيعِكَ إِلَيَّ</w:t>
      </w:r>
      <w:r w:rsidR="007D3118">
        <w:rPr>
          <w:rtl/>
        </w:rPr>
        <w:t xml:space="preserve">. </w:t>
      </w:r>
    </w:p>
    <w:p w:rsidR="00587D34" w:rsidRDefault="00587D34" w:rsidP="00587D34">
      <w:pPr>
        <w:pStyle w:val="libNormal"/>
        <w:rPr>
          <w:rtl/>
        </w:rPr>
      </w:pPr>
      <w:r>
        <w:rPr>
          <w:rtl/>
        </w:rPr>
        <w:t>(6</w:t>
      </w:r>
      <w:r w:rsidR="007D3118">
        <w:rPr>
          <w:rtl/>
        </w:rPr>
        <w:t xml:space="preserve">) </w:t>
      </w:r>
      <w:r>
        <w:rPr>
          <w:rtl/>
        </w:rPr>
        <w:t>اللَّهُمَّ فَصَلِّ عَلَى مُحَمَّدٍ وَ آلِهِ</w:t>
      </w:r>
      <w:r w:rsidR="007D3118">
        <w:rPr>
          <w:rtl/>
        </w:rPr>
        <w:t xml:space="preserve">، </w:t>
      </w:r>
      <w:r>
        <w:rPr>
          <w:rtl/>
        </w:rPr>
        <w:t>وَ حَبِّبْ إِلَيَّ مَا رَضِيتَ لِى</w:t>
      </w:r>
      <w:r w:rsidR="007D3118">
        <w:rPr>
          <w:rtl/>
        </w:rPr>
        <w:t xml:space="preserve">، </w:t>
      </w:r>
      <w:r>
        <w:rPr>
          <w:rtl/>
        </w:rPr>
        <w:t>وَ يَسِّرْ لِى مَا أَحْلَلْتَ بِى</w:t>
      </w:r>
      <w:r w:rsidR="007D3118">
        <w:rPr>
          <w:rtl/>
        </w:rPr>
        <w:t xml:space="preserve">، </w:t>
      </w:r>
      <w:r>
        <w:rPr>
          <w:rtl/>
        </w:rPr>
        <w:t>وَ طَهِّرْنِى مِنْ دَنَسِ مَا أَسْلَفْتُ</w:t>
      </w:r>
      <w:r w:rsidR="007D3118">
        <w:rPr>
          <w:rtl/>
        </w:rPr>
        <w:t xml:space="preserve">، </w:t>
      </w:r>
      <w:r>
        <w:rPr>
          <w:rtl/>
        </w:rPr>
        <w:t>وَ امْحُ عَنِّى شَرَّ مَا قَدَّمْتُ</w:t>
      </w:r>
      <w:r w:rsidR="007D3118">
        <w:rPr>
          <w:rtl/>
        </w:rPr>
        <w:t xml:space="preserve">، </w:t>
      </w:r>
      <w:r>
        <w:rPr>
          <w:rtl/>
        </w:rPr>
        <w:t>وَ أَوْجِدْنِى حَلاوَةَ الْعَافِيَةِ</w:t>
      </w:r>
      <w:r w:rsidR="007D3118">
        <w:rPr>
          <w:rtl/>
        </w:rPr>
        <w:t xml:space="preserve">، </w:t>
      </w:r>
      <w:r>
        <w:rPr>
          <w:rtl/>
        </w:rPr>
        <w:t>وَ أَذِقْنِى بَرْدَ السَّلامَةِ</w:t>
      </w:r>
      <w:r w:rsidR="007D3118">
        <w:rPr>
          <w:rtl/>
        </w:rPr>
        <w:t xml:space="preserve">، </w:t>
      </w:r>
      <w:r>
        <w:rPr>
          <w:rtl/>
        </w:rPr>
        <w:t>وَ اجْعَلْ مَخْرَجِى عَنْ عِلَّتِى إِلَى عَفْوِكَ</w:t>
      </w:r>
      <w:r w:rsidR="007D3118">
        <w:rPr>
          <w:rtl/>
        </w:rPr>
        <w:t xml:space="preserve">، </w:t>
      </w:r>
      <w:r>
        <w:rPr>
          <w:rtl/>
        </w:rPr>
        <w:t>وَ مُتَحَوَّلِى عَنْ صَرْعَتِى إِلَى تَجَاوُزِكَ</w:t>
      </w:r>
      <w:r w:rsidR="007D3118">
        <w:rPr>
          <w:rtl/>
        </w:rPr>
        <w:t xml:space="preserve">، </w:t>
      </w:r>
      <w:r>
        <w:rPr>
          <w:rtl/>
        </w:rPr>
        <w:t>وَ خَلاصِى مِنْ كَرْبِى إِلَى رَوْحِكَ</w:t>
      </w:r>
      <w:r w:rsidR="007D3118">
        <w:rPr>
          <w:rtl/>
        </w:rPr>
        <w:t xml:space="preserve">، </w:t>
      </w:r>
      <w:r>
        <w:rPr>
          <w:rtl/>
        </w:rPr>
        <w:t>وَ سَلامَتِى مِنْ هَذِهِ الشِّدَّةِ إِلَى فَرَجِكَ</w:t>
      </w:r>
    </w:p>
    <w:p w:rsidR="00587D34" w:rsidRDefault="00587D34" w:rsidP="00587D34">
      <w:pPr>
        <w:pStyle w:val="libNormal"/>
        <w:rPr>
          <w:rtl/>
        </w:rPr>
      </w:pPr>
      <w:r>
        <w:rPr>
          <w:rtl/>
        </w:rPr>
        <w:t>(7</w:t>
      </w:r>
      <w:r w:rsidR="007D3118">
        <w:rPr>
          <w:rtl/>
        </w:rPr>
        <w:t xml:space="preserve">) </w:t>
      </w:r>
      <w:r>
        <w:rPr>
          <w:rtl/>
        </w:rPr>
        <w:t>إِنَّكَ الْمُتَفَضِّلُ بِالْإِحْسَانِ</w:t>
      </w:r>
      <w:r w:rsidR="007D3118">
        <w:rPr>
          <w:rtl/>
        </w:rPr>
        <w:t xml:space="preserve">، </w:t>
      </w:r>
      <w:r>
        <w:rPr>
          <w:rtl/>
        </w:rPr>
        <w:t>الْمُتَطَوِّلُ بِالامْتِنَانِ</w:t>
      </w:r>
      <w:r w:rsidR="007D3118">
        <w:rPr>
          <w:rtl/>
        </w:rPr>
        <w:t xml:space="preserve">، </w:t>
      </w:r>
      <w:r>
        <w:rPr>
          <w:rtl/>
        </w:rPr>
        <w:t>الْوَهَّابُ الْكَرِيمُ</w:t>
      </w:r>
      <w:r w:rsidR="007D3118">
        <w:rPr>
          <w:rtl/>
        </w:rPr>
        <w:t xml:space="preserve">، </w:t>
      </w:r>
      <w:r>
        <w:rPr>
          <w:rtl/>
        </w:rPr>
        <w:t>ذُو الْجَلالِ وَ الْإِكْرَامِ</w:t>
      </w:r>
      <w:r w:rsidR="007D3118">
        <w:rPr>
          <w:rtl/>
        </w:rPr>
        <w:t xml:space="preserve">. </w:t>
      </w:r>
    </w:p>
    <w:p w:rsidR="00587D34" w:rsidRDefault="00AA3CBA" w:rsidP="004C63D0">
      <w:pPr>
        <w:pStyle w:val="Heading2"/>
        <w:rPr>
          <w:rtl/>
        </w:rPr>
      </w:pPr>
      <w:bookmarkStart w:id="35" w:name="_Toc394915164"/>
      <w:r>
        <w:rPr>
          <w:rtl/>
        </w:rPr>
        <w:lastRenderedPageBreak/>
        <w:t xml:space="preserve">ترجمه دعاى پانزدهم: دعاى آن حضرت </w:t>
      </w:r>
      <w:r w:rsidR="000C598D" w:rsidRPr="000C598D">
        <w:rPr>
          <w:rStyle w:val="libAlaemChar"/>
          <w:rtl/>
        </w:rPr>
        <w:t>عليه‌السلام</w:t>
      </w:r>
      <w:r>
        <w:rPr>
          <w:rtl/>
        </w:rPr>
        <w:t xml:space="preserve"> هرگاه بيمار مى شد يا اندوه و بليه بدو رو مى آورد</w:t>
      </w:r>
      <w:bookmarkEnd w:id="35"/>
    </w:p>
    <w:p w:rsidR="00587D34" w:rsidRDefault="00587D34" w:rsidP="00587D34">
      <w:pPr>
        <w:pStyle w:val="libNormal"/>
        <w:rPr>
          <w:rtl/>
        </w:rPr>
      </w:pPr>
      <w:r>
        <w:rPr>
          <w:rtl/>
        </w:rPr>
        <w:t>1</w:t>
      </w:r>
      <w:r w:rsidR="007D3118">
        <w:rPr>
          <w:rtl/>
        </w:rPr>
        <w:t xml:space="preserve">. </w:t>
      </w:r>
      <w:r>
        <w:rPr>
          <w:rtl/>
        </w:rPr>
        <w:t>خداوندا! سپاس تو را بر آن تندرستى كه هميشه از آن برخوردار بودم</w:t>
      </w:r>
      <w:r w:rsidR="007D3118">
        <w:rPr>
          <w:rtl/>
        </w:rPr>
        <w:t xml:space="preserve">، </w:t>
      </w:r>
      <w:r>
        <w:rPr>
          <w:rtl/>
        </w:rPr>
        <w:t>سپاس تو را بر اين بيمارى كه در تن من پديد آوردى</w:t>
      </w:r>
      <w:r w:rsidR="007D3118">
        <w:rPr>
          <w:rtl/>
        </w:rPr>
        <w:t xml:space="preserve">. </w:t>
      </w:r>
    </w:p>
    <w:p w:rsidR="00587D34" w:rsidRDefault="00587D34" w:rsidP="00587D34">
      <w:pPr>
        <w:pStyle w:val="libNormal"/>
        <w:rPr>
          <w:rtl/>
        </w:rPr>
      </w:pPr>
      <w:r>
        <w:rPr>
          <w:rtl/>
        </w:rPr>
        <w:t>2</w:t>
      </w:r>
      <w:r w:rsidR="007D3118">
        <w:rPr>
          <w:rtl/>
        </w:rPr>
        <w:t xml:space="preserve">. </w:t>
      </w:r>
      <w:r>
        <w:rPr>
          <w:rtl/>
        </w:rPr>
        <w:t>و نمى دانم كدام يك از اين دو حال به شكرگزارى سزاوارتر است و كدام يك از اين دو هنگام به سپاس اولى تر؟</w:t>
      </w:r>
    </w:p>
    <w:p w:rsidR="00587D34" w:rsidRDefault="00587D34" w:rsidP="00587D34">
      <w:pPr>
        <w:pStyle w:val="libNormal"/>
        <w:rPr>
          <w:rtl/>
        </w:rPr>
      </w:pPr>
      <w:r>
        <w:rPr>
          <w:rtl/>
        </w:rPr>
        <w:t>3</w:t>
      </w:r>
      <w:r w:rsidR="007D3118">
        <w:rPr>
          <w:rtl/>
        </w:rPr>
        <w:t xml:space="preserve">. </w:t>
      </w:r>
      <w:r>
        <w:rPr>
          <w:rtl/>
        </w:rPr>
        <w:t>آيا هنگام تندرستى كه روزهاى پاكيزه خود را بر من گوارا ساخته بودى و مرا در طلب رضايت و فضل خود چالاك گردانيده و براى اداى طاعاتى كه توفيق دادى مرا نيرو بخشيده اى</w:t>
      </w:r>
      <w:r w:rsidR="007D3118">
        <w:rPr>
          <w:rtl/>
        </w:rPr>
        <w:t xml:space="preserve">. </w:t>
      </w:r>
    </w:p>
    <w:p w:rsidR="00587D34" w:rsidRDefault="00587D34" w:rsidP="00587D34">
      <w:pPr>
        <w:pStyle w:val="libNormal"/>
        <w:rPr>
          <w:rtl/>
        </w:rPr>
      </w:pPr>
      <w:r>
        <w:rPr>
          <w:rtl/>
        </w:rPr>
        <w:t>4</w:t>
      </w:r>
      <w:r w:rsidR="007D3118">
        <w:rPr>
          <w:rtl/>
        </w:rPr>
        <w:t xml:space="preserve">. </w:t>
      </w:r>
      <w:r>
        <w:rPr>
          <w:rtl/>
        </w:rPr>
        <w:t>يا هنگام بيمارى كه مرا از آلودگى ها پاك كردى و تحفه ها فرستادى كه بار پشت مرا از گناهان سبك گردانى و از چرك معصيت كه بدان آلوده ام پاك سازى و متوجه كردى مرا كه قدر نعمت پيشين را بدانم و به ياد من آوردى كه به توبه زنگ گناه را از خويشتن بزدايم</w:t>
      </w:r>
      <w:r w:rsidR="007D3118">
        <w:rPr>
          <w:rtl/>
        </w:rPr>
        <w:t xml:space="preserve">. </w:t>
      </w:r>
    </w:p>
    <w:p w:rsidR="00587D34" w:rsidRDefault="00587D34" w:rsidP="00587D34">
      <w:pPr>
        <w:pStyle w:val="libNormal"/>
        <w:rPr>
          <w:rtl/>
        </w:rPr>
      </w:pPr>
      <w:r>
        <w:rPr>
          <w:rtl/>
        </w:rPr>
        <w:t>5</w:t>
      </w:r>
      <w:r w:rsidR="007D3118">
        <w:rPr>
          <w:rtl/>
        </w:rPr>
        <w:t xml:space="preserve">. </w:t>
      </w:r>
      <w:r>
        <w:rPr>
          <w:rtl/>
        </w:rPr>
        <w:t>و در اين ميان نويسندگان براى من چندان عمل صالح نوشتند كه در انديشه هيچ دلى نگنجد و و هيچ زبان</w:t>
      </w:r>
      <w:r w:rsidR="007D3118">
        <w:rPr>
          <w:rtl/>
        </w:rPr>
        <w:t xml:space="preserve">، </w:t>
      </w:r>
      <w:r>
        <w:rPr>
          <w:rtl/>
        </w:rPr>
        <w:t>ياراى بر شمردن آن را ندارد و هيچ يك از اندام هاى من رنجى براى آن عمل نكشيده</w:t>
      </w:r>
      <w:r w:rsidR="007D3118">
        <w:rPr>
          <w:rtl/>
        </w:rPr>
        <w:t xml:space="preserve">، </w:t>
      </w:r>
      <w:r>
        <w:rPr>
          <w:rtl/>
        </w:rPr>
        <w:t>بلكه محض فضل و احسان توست</w:t>
      </w:r>
      <w:r w:rsidR="007D3118">
        <w:rPr>
          <w:rtl/>
        </w:rPr>
        <w:t xml:space="preserve">. </w:t>
      </w:r>
    </w:p>
    <w:p w:rsidR="00587D34" w:rsidRDefault="00587D34" w:rsidP="00587D34">
      <w:pPr>
        <w:pStyle w:val="libNormal"/>
        <w:rPr>
          <w:rtl/>
        </w:rPr>
      </w:pPr>
      <w:r>
        <w:rPr>
          <w:rtl/>
        </w:rPr>
        <w:t>6</w:t>
      </w:r>
      <w:r w:rsidR="007D3118">
        <w:rPr>
          <w:rtl/>
        </w:rPr>
        <w:t xml:space="preserve">. </w:t>
      </w:r>
      <w:r>
        <w:rPr>
          <w:rtl/>
        </w:rPr>
        <w:t xml:space="preserve">خدايا پس درود بر محمد و آل او فرست و آن چه را براى من پسنديده اى محبوب من گردان و تحمل آن چه فرود آورده اى بر من آسان ساز و از پليدى هاى اعمال گذشته ام پاك كن و شر كارهاى پيش را از من دور گردان و كام مرا از عافيت شيرين كن و سردى تندرستى را به من بچشان و چنان كن كه از اين بيمارى سوى عفو تو راه يابم و از اين فرسودگى به آمرزش تو نائل شوم </w:t>
      </w:r>
      <w:r>
        <w:rPr>
          <w:rtl/>
        </w:rPr>
        <w:lastRenderedPageBreak/>
        <w:t>و از اين اندوه</w:t>
      </w:r>
      <w:r w:rsidR="007D3118">
        <w:rPr>
          <w:rtl/>
        </w:rPr>
        <w:t xml:space="preserve">، </w:t>
      </w:r>
      <w:r>
        <w:rPr>
          <w:rtl/>
        </w:rPr>
        <w:t>به شادى از جانب تو رسم و از اين سختى كه بهبود يابم</w:t>
      </w:r>
      <w:r w:rsidR="007D3118">
        <w:rPr>
          <w:rtl/>
        </w:rPr>
        <w:t xml:space="preserve">، </w:t>
      </w:r>
      <w:r>
        <w:rPr>
          <w:rtl/>
        </w:rPr>
        <w:t>به گشايش از طرف تو كامياب گردم</w:t>
      </w:r>
      <w:r w:rsidR="007D3118">
        <w:rPr>
          <w:rtl/>
        </w:rPr>
        <w:t xml:space="preserve">. </w:t>
      </w:r>
    </w:p>
    <w:p w:rsidR="00587D34" w:rsidRDefault="00587D34" w:rsidP="00587D34">
      <w:pPr>
        <w:pStyle w:val="libNormal"/>
        <w:rPr>
          <w:rtl/>
        </w:rPr>
      </w:pPr>
      <w:r>
        <w:rPr>
          <w:rtl/>
        </w:rPr>
        <w:t>7</w:t>
      </w:r>
      <w:r w:rsidR="007D3118">
        <w:rPr>
          <w:rtl/>
        </w:rPr>
        <w:t xml:space="preserve">. </w:t>
      </w:r>
      <w:r>
        <w:rPr>
          <w:rtl/>
        </w:rPr>
        <w:t>كه تو بى استحقاق احسان مى كنى و بى دريغ نعمت مى بخشى</w:t>
      </w:r>
      <w:r w:rsidR="007D3118">
        <w:rPr>
          <w:rtl/>
        </w:rPr>
        <w:t xml:space="preserve">، </w:t>
      </w:r>
      <w:r>
        <w:rPr>
          <w:rtl/>
        </w:rPr>
        <w:t>تويى بخشنده كريم و صاحب بزرگى و تعظيم</w:t>
      </w:r>
      <w:r w:rsidR="007D3118">
        <w:rPr>
          <w:rtl/>
        </w:rPr>
        <w:t xml:space="preserve">. </w:t>
      </w:r>
    </w:p>
    <w:p w:rsidR="00587D34" w:rsidRDefault="00F57255" w:rsidP="004C63D0">
      <w:pPr>
        <w:pStyle w:val="Heading2"/>
        <w:rPr>
          <w:rtl/>
        </w:rPr>
      </w:pPr>
      <w:r>
        <w:br w:type="page"/>
      </w:r>
      <w:bookmarkStart w:id="36" w:name="_Toc394915165"/>
      <w:r w:rsidR="00AA3CBA">
        <w:lastRenderedPageBreak/>
        <w:t>16</w:t>
      </w:r>
      <w:r w:rsidR="00AA3CBA">
        <w:rPr>
          <w:rtl/>
        </w:rPr>
        <w:t xml:space="preserve"> وَ كَانَ مِنْ دُعَائِهِ عَلَيْهِ السَّلامُ إِذَا اسْتَقَالَ مِنْ ذُنُوبِهِ، أَوْ تَضَرَّعَ فِى طَلَبِ الْعَفْوِ عَنْ عُيُوبِهِ:</w:t>
      </w:r>
      <w:bookmarkEnd w:id="36"/>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يَا مَنْ بِرَحْمَتِهِ يَسْتَغيثُ الْمُذْنِبُونَ</w:t>
      </w:r>
    </w:p>
    <w:p w:rsidR="00587D34" w:rsidRDefault="00587D34" w:rsidP="00587D34">
      <w:pPr>
        <w:pStyle w:val="libNormal"/>
        <w:rPr>
          <w:rtl/>
        </w:rPr>
      </w:pPr>
      <w:r>
        <w:rPr>
          <w:rtl/>
        </w:rPr>
        <w:t>(2</w:t>
      </w:r>
      <w:r w:rsidR="007D3118">
        <w:rPr>
          <w:rtl/>
        </w:rPr>
        <w:t xml:space="preserve">) </w:t>
      </w:r>
      <w:r>
        <w:rPr>
          <w:rtl/>
        </w:rPr>
        <w:t>وَ يَا مَنْ إِلَى ذِكْرِ إِحْسَانِهِ يَفْزَعُ الْمُضْطَرُّونَ</w:t>
      </w:r>
    </w:p>
    <w:p w:rsidR="00587D34" w:rsidRDefault="00587D34" w:rsidP="00587D34">
      <w:pPr>
        <w:pStyle w:val="libNormal"/>
        <w:rPr>
          <w:rtl/>
        </w:rPr>
      </w:pPr>
      <w:r>
        <w:rPr>
          <w:rtl/>
        </w:rPr>
        <w:t>(3</w:t>
      </w:r>
      <w:r w:rsidR="007D3118">
        <w:rPr>
          <w:rtl/>
        </w:rPr>
        <w:t xml:space="preserve">) </w:t>
      </w:r>
      <w:r>
        <w:rPr>
          <w:rtl/>
        </w:rPr>
        <w:t>وَ يَا مَنْ لِخِيفَتِهِ يَنْتَحِبُ الْخَاطِئُونَ</w:t>
      </w:r>
    </w:p>
    <w:p w:rsidR="00587D34" w:rsidRDefault="00587D34" w:rsidP="00587D34">
      <w:pPr>
        <w:pStyle w:val="libNormal"/>
        <w:rPr>
          <w:rtl/>
        </w:rPr>
      </w:pPr>
      <w:r>
        <w:rPr>
          <w:rtl/>
        </w:rPr>
        <w:t>(4</w:t>
      </w:r>
      <w:r w:rsidR="007D3118">
        <w:rPr>
          <w:rtl/>
        </w:rPr>
        <w:t xml:space="preserve">) </w:t>
      </w:r>
      <w:r>
        <w:rPr>
          <w:rtl/>
        </w:rPr>
        <w:t>يَا أُنْسَ كُلِّ مُسْتَوْحِشٍ غَرِيبٍ</w:t>
      </w:r>
      <w:r w:rsidR="007D3118">
        <w:rPr>
          <w:rtl/>
        </w:rPr>
        <w:t xml:space="preserve">، </w:t>
      </w:r>
      <w:r>
        <w:rPr>
          <w:rtl/>
        </w:rPr>
        <w:t>وَ يَا فَرَجَ كُلِّ مَكْرُوبٍ كَئِيبٍ</w:t>
      </w:r>
      <w:r w:rsidR="007D3118">
        <w:rPr>
          <w:rtl/>
        </w:rPr>
        <w:t xml:space="preserve">، </w:t>
      </w:r>
      <w:r>
        <w:rPr>
          <w:rtl/>
        </w:rPr>
        <w:t>وَ يَا غَوْثَ كُلِّ مَخْذُولٍ فَرِيدٍ</w:t>
      </w:r>
      <w:r w:rsidR="007D3118">
        <w:rPr>
          <w:rtl/>
        </w:rPr>
        <w:t xml:space="preserve">، </w:t>
      </w:r>
      <w:r>
        <w:rPr>
          <w:rtl/>
        </w:rPr>
        <w:t>وَ يَا عَضُدَ كُلِّ مُحْتَاجٍ طَرِيدٍ</w:t>
      </w:r>
    </w:p>
    <w:p w:rsidR="00587D34" w:rsidRDefault="00587D34" w:rsidP="00587D34">
      <w:pPr>
        <w:pStyle w:val="libNormal"/>
        <w:rPr>
          <w:rtl/>
        </w:rPr>
      </w:pPr>
      <w:r>
        <w:rPr>
          <w:rtl/>
        </w:rPr>
        <w:t>(5</w:t>
      </w:r>
      <w:r w:rsidR="007D3118">
        <w:rPr>
          <w:rtl/>
        </w:rPr>
        <w:t xml:space="preserve">) </w:t>
      </w:r>
      <w:r>
        <w:rPr>
          <w:rtl/>
        </w:rPr>
        <w:t>أَنْتَ الَّذِى وَسِعْتَ كُلَّ شَيْءٍ رَحْمَةً وَ عِلْما</w:t>
      </w:r>
    </w:p>
    <w:p w:rsidR="00587D34" w:rsidRDefault="00587D34" w:rsidP="00587D34">
      <w:pPr>
        <w:pStyle w:val="libNormal"/>
        <w:rPr>
          <w:rtl/>
        </w:rPr>
      </w:pPr>
      <w:r>
        <w:rPr>
          <w:rtl/>
        </w:rPr>
        <w:t>(6</w:t>
      </w:r>
      <w:r w:rsidR="007D3118">
        <w:rPr>
          <w:rtl/>
        </w:rPr>
        <w:t xml:space="preserve">) </w:t>
      </w:r>
      <w:r>
        <w:rPr>
          <w:rtl/>
        </w:rPr>
        <w:t>وَ أَنْتَ الَّذِى جَعَلْتَ لِكُلِّ مَخْلُوقٍ فِى نِعَمِكَ سَهْما</w:t>
      </w:r>
    </w:p>
    <w:p w:rsidR="00587D34" w:rsidRDefault="00587D34" w:rsidP="00587D34">
      <w:pPr>
        <w:pStyle w:val="libNormal"/>
        <w:rPr>
          <w:rtl/>
        </w:rPr>
      </w:pPr>
      <w:r>
        <w:rPr>
          <w:rtl/>
        </w:rPr>
        <w:t>(7</w:t>
      </w:r>
      <w:r w:rsidR="007D3118">
        <w:rPr>
          <w:rtl/>
        </w:rPr>
        <w:t xml:space="preserve">) </w:t>
      </w:r>
      <w:r>
        <w:rPr>
          <w:rtl/>
        </w:rPr>
        <w:t>وَ أَنْتَ الَّذِى عَفْوُهُ أَعْلَى مِنْ عِقَابِهِ</w:t>
      </w:r>
    </w:p>
    <w:p w:rsidR="00587D34" w:rsidRDefault="00587D34" w:rsidP="00587D34">
      <w:pPr>
        <w:pStyle w:val="libNormal"/>
        <w:rPr>
          <w:rtl/>
        </w:rPr>
      </w:pPr>
      <w:r>
        <w:rPr>
          <w:rtl/>
        </w:rPr>
        <w:t>(8</w:t>
      </w:r>
      <w:r w:rsidR="007D3118">
        <w:rPr>
          <w:rtl/>
        </w:rPr>
        <w:t xml:space="preserve">) </w:t>
      </w:r>
      <w:r>
        <w:rPr>
          <w:rtl/>
        </w:rPr>
        <w:t>وَ أَنْتَ الَّذِى تَسْعَى رَحْمَتُهُ أَمَامَ غَضَبِهِ</w:t>
      </w:r>
      <w:r w:rsidR="007D3118">
        <w:rPr>
          <w:rtl/>
        </w:rPr>
        <w:t xml:space="preserve">. </w:t>
      </w:r>
    </w:p>
    <w:p w:rsidR="00587D34" w:rsidRDefault="00587D34" w:rsidP="00587D34">
      <w:pPr>
        <w:pStyle w:val="libNormal"/>
        <w:rPr>
          <w:rtl/>
        </w:rPr>
      </w:pPr>
      <w:r>
        <w:rPr>
          <w:rtl/>
        </w:rPr>
        <w:t>(9</w:t>
      </w:r>
      <w:r w:rsidR="007D3118">
        <w:rPr>
          <w:rtl/>
        </w:rPr>
        <w:t xml:space="preserve">) </w:t>
      </w:r>
      <w:r>
        <w:rPr>
          <w:rtl/>
        </w:rPr>
        <w:t>وَ أَنْتَ الَّذِى عَطَاؤُهُ أَكْثَرُ مِنْ مَنْعِهِ</w:t>
      </w:r>
      <w:r w:rsidR="007D3118">
        <w:rPr>
          <w:rtl/>
        </w:rPr>
        <w:t xml:space="preserve">. </w:t>
      </w:r>
    </w:p>
    <w:p w:rsidR="00587D34" w:rsidRDefault="00587D34" w:rsidP="00587D34">
      <w:pPr>
        <w:pStyle w:val="libNormal"/>
        <w:rPr>
          <w:rtl/>
        </w:rPr>
      </w:pPr>
      <w:r>
        <w:rPr>
          <w:rtl/>
        </w:rPr>
        <w:t>(10</w:t>
      </w:r>
      <w:r w:rsidR="007D3118">
        <w:rPr>
          <w:rtl/>
        </w:rPr>
        <w:t xml:space="preserve">) </w:t>
      </w:r>
      <w:r>
        <w:rPr>
          <w:rtl/>
        </w:rPr>
        <w:t>وَ أَنْتَ الَّذِى اتَّسَعَ الْخَلائِقُ كُلُّهُمْ فِى وُسْعِهِ</w:t>
      </w:r>
      <w:r w:rsidR="007D3118">
        <w:rPr>
          <w:rtl/>
        </w:rPr>
        <w:t xml:space="preserve">. </w:t>
      </w:r>
    </w:p>
    <w:p w:rsidR="00587D34" w:rsidRDefault="00587D34" w:rsidP="00587D34">
      <w:pPr>
        <w:pStyle w:val="libNormal"/>
        <w:rPr>
          <w:rtl/>
        </w:rPr>
      </w:pPr>
      <w:r>
        <w:rPr>
          <w:rtl/>
        </w:rPr>
        <w:t>(11</w:t>
      </w:r>
      <w:r w:rsidR="007D3118">
        <w:rPr>
          <w:rtl/>
        </w:rPr>
        <w:t xml:space="preserve">) </w:t>
      </w:r>
      <w:r>
        <w:rPr>
          <w:rtl/>
        </w:rPr>
        <w:t>وَ أَنْتَ الَّذِى لا يَرْغَبُ فِى جَزَاءِ مَنْ أَعْطَاهُ</w:t>
      </w:r>
      <w:r w:rsidR="007D3118">
        <w:rPr>
          <w:rtl/>
        </w:rPr>
        <w:t xml:space="preserve">. </w:t>
      </w:r>
    </w:p>
    <w:p w:rsidR="00587D34" w:rsidRDefault="00587D34" w:rsidP="00587D34">
      <w:pPr>
        <w:pStyle w:val="libNormal"/>
        <w:rPr>
          <w:rtl/>
        </w:rPr>
      </w:pPr>
      <w:r>
        <w:rPr>
          <w:rtl/>
        </w:rPr>
        <w:t>(12</w:t>
      </w:r>
      <w:r w:rsidR="007D3118">
        <w:rPr>
          <w:rtl/>
        </w:rPr>
        <w:t xml:space="preserve">) </w:t>
      </w:r>
      <w:r>
        <w:rPr>
          <w:rtl/>
        </w:rPr>
        <w:t>وَ أَنْتَ الَّذِى لا يُفْرِطُ فِى عِقَابِ مَنْ عَصَاهُ</w:t>
      </w:r>
      <w:r w:rsidR="007D3118">
        <w:rPr>
          <w:rtl/>
        </w:rPr>
        <w:t xml:space="preserve">. </w:t>
      </w:r>
    </w:p>
    <w:p w:rsidR="00587D34" w:rsidRDefault="00587D34" w:rsidP="00587D34">
      <w:pPr>
        <w:pStyle w:val="libNormal"/>
        <w:rPr>
          <w:rtl/>
        </w:rPr>
      </w:pPr>
      <w:r>
        <w:rPr>
          <w:rtl/>
        </w:rPr>
        <w:t>(13</w:t>
      </w:r>
      <w:r w:rsidR="007D3118">
        <w:rPr>
          <w:rtl/>
        </w:rPr>
        <w:t xml:space="preserve">) </w:t>
      </w:r>
      <w:r>
        <w:rPr>
          <w:rtl/>
        </w:rPr>
        <w:t>وَ أَنَا</w:t>
      </w:r>
      <w:r w:rsidR="007D3118">
        <w:rPr>
          <w:rtl/>
        </w:rPr>
        <w:t xml:space="preserve">، </w:t>
      </w:r>
      <w:r>
        <w:rPr>
          <w:rtl/>
        </w:rPr>
        <w:t>يَا إِلَهِى</w:t>
      </w:r>
      <w:r w:rsidR="007D3118">
        <w:rPr>
          <w:rtl/>
        </w:rPr>
        <w:t xml:space="preserve">، </w:t>
      </w:r>
      <w:r>
        <w:rPr>
          <w:rtl/>
        </w:rPr>
        <w:t>عَبْدُكَ الَّذِى أَمَرْتَهُ بِالدُّعَاءِ فَقَالَ</w:t>
      </w:r>
      <w:r w:rsidR="007D3118">
        <w:rPr>
          <w:rtl/>
        </w:rPr>
        <w:t xml:space="preserve">: </w:t>
      </w:r>
      <w:r>
        <w:rPr>
          <w:rtl/>
        </w:rPr>
        <w:t>لَبَّيْكَ وَ سَعْدَيْكَ</w:t>
      </w:r>
      <w:r w:rsidR="007D3118">
        <w:rPr>
          <w:rtl/>
        </w:rPr>
        <w:t xml:space="preserve">، </w:t>
      </w:r>
      <w:r>
        <w:rPr>
          <w:rtl/>
        </w:rPr>
        <w:t>هَا أَنَا ذَا</w:t>
      </w:r>
      <w:r w:rsidR="007D3118">
        <w:rPr>
          <w:rtl/>
        </w:rPr>
        <w:t xml:space="preserve">، </w:t>
      </w:r>
      <w:r>
        <w:rPr>
          <w:rtl/>
        </w:rPr>
        <w:t>يَا رَبِّ</w:t>
      </w:r>
      <w:r w:rsidR="007D3118">
        <w:rPr>
          <w:rtl/>
        </w:rPr>
        <w:t xml:space="preserve">، </w:t>
      </w:r>
      <w:r>
        <w:rPr>
          <w:rtl/>
        </w:rPr>
        <w:t>مَطْرُوحٌ بَيْنَ يَدَيْكَ</w:t>
      </w:r>
      <w:r w:rsidR="007D3118">
        <w:rPr>
          <w:rtl/>
        </w:rPr>
        <w:t xml:space="preserve">. </w:t>
      </w:r>
    </w:p>
    <w:p w:rsidR="00587D34" w:rsidRDefault="00587D34" w:rsidP="00587D34">
      <w:pPr>
        <w:pStyle w:val="libNormal"/>
        <w:rPr>
          <w:rtl/>
        </w:rPr>
      </w:pPr>
      <w:r>
        <w:rPr>
          <w:rtl/>
        </w:rPr>
        <w:t>(14</w:t>
      </w:r>
      <w:r w:rsidR="007D3118">
        <w:rPr>
          <w:rtl/>
        </w:rPr>
        <w:t xml:space="preserve">) </w:t>
      </w:r>
      <w:r>
        <w:rPr>
          <w:rtl/>
        </w:rPr>
        <w:t>أَنَا الَّذِى أَوْقَرَتِ الْخَطَايَا ظَهْرَهُ</w:t>
      </w:r>
      <w:r w:rsidR="007D3118">
        <w:rPr>
          <w:rtl/>
        </w:rPr>
        <w:t xml:space="preserve">، </w:t>
      </w:r>
      <w:r>
        <w:rPr>
          <w:rtl/>
        </w:rPr>
        <w:t>وَ أَنَا الَّذِى أَفْنَتِ الذُّنُوبُ عُمُرَهُ</w:t>
      </w:r>
      <w:r w:rsidR="007D3118">
        <w:rPr>
          <w:rtl/>
        </w:rPr>
        <w:t xml:space="preserve">، </w:t>
      </w:r>
      <w:r>
        <w:rPr>
          <w:rtl/>
        </w:rPr>
        <w:t>وَ أَنَا الَّذِى بِجَهْلِهِ عَصَاكَ</w:t>
      </w:r>
      <w:r w:rsidR="007D3118">
        <w:rPr>
          <w:rtl/>
        </w:rPr>
        <w:t xml:space="preserve">، </w:t>
      </w:r>
      <w:r>
        <w:rPr>
          <w:rtl/>
        </w:rPr>
        <w:t>وَ لَمْ تَكُنْ أَهْلا مِنْهُ لِذَاكَ</w:t>
      </w:r>
      <w:r w:rsidR="007D3118">
        <w:rPr>
          <w:rtl/>
        </w:rPr>
        <w:t xml:space="preserve">. </w:t>
      </w:r>
    </w:p>
    <w:p w:rsidR="00587D34" w:rsidRDefault="00587D34" w:rsidP="00587D34">
      <w:pPr>
        <w:pStyle w:val="libNormal"/>
        <w:rPr>
          <w:rtl/>
        </w:rPr>
      </w:pPr>
      <w:r>
        <w:rPr>
          <w:rtl/>
        </w:rPr>
        <w:t>(15</w:t>
      </w:r>
      <w:r w:rsidR="007D3118">
        <w:rPr>
          <w:rtl/>
        </w:rPr>
        <w:t xml:space="preserve">) </w:t>
      </w:r>
      <w:r>
        <w:rPr>
          <w:rtl/>
        </w:rPr>
        <w:t>هَلْ أَنْتَ</w:t>
      </w:r>
      <w:r w:rsidR="007D3118">
        <w:rPr>
          <w:rtl/>
        </w:rPr>
        <w:t xml:space="preserve">، </w:t>
      </w:r>
      <w:r>
        <w:rPr>
          <w:rtl/>
        </w:rPr>
        <w:t>يَا إِلَهِى</w:t>
      </w:r>
      <w:r w:rsidR="007D3118">
        <w:rPr>
          <w:rtl/>
        </w:rPr>
        <w:t xml:space="preserve">، </w:t>
      </w:r>
      <w:r>
        <w:rPr>
          <w:rtl/>
        </w:rPr>
        <w:t>رَاحِمٌ مَنْ دَعَاكَ فَأُبْلِغَ فِى الدُّعَاءِ؟ أَمْ أَنْتَ غَافِرٌ لِمَنْ بَكَاكَ فَأُسْرِعَ فِى الْبُكَاءِ؟ أَمْ أَنْتَ مُتَجَاوِزٌ عَمَّنْ عَفَّرَ لَكَ وَجْهَهُ تَذَلُّلا؟ أَمْ أَنْتَ مُغْنٍ مَنْ شَكَا إِلَيْكَ</w:t>
      </w:r>
      <w:r w:rsidR="007D3118">
        <w:rPr>
          <w:rtl/>
        </w:rPr>
        <w:t xml:space="preserve">، </w:t>
      </w:r>
      <w:r>
        <w:rPr>
          <w:rtl/>
        </w:rPr>
        <w:t>فَقْرَهُ تَوَكُّلا؟</w:t>
      </w:r>
    </w:p>
    <w:p w:rsidR="00587D34" w:rsidRDefault="00587D34" w:rsidP="00587D34">
      <w:pPr>
        <w:pStyle w:val="libNormal"/>
        <w:rPr>
          <w:rtl/>
        </w:rPr>
      </w:pPr>
      <w:r>
        <w:rPr>
          <w:rtl/>
        </w:rPr>
        <w:lastRenderedPageBreak/>
        <w:t>(16</w:t>
      </w:r>
      <w:r w:rsidR="007D3118">
        <w:rPr>
          <w:rtl/>
        </w:rPr>
        <w:t xml:space="preserve">) </w:t>
      </w:r>
      <w:r>
        <w:rPr>
          <w:rtl/>
        </w:rPr>
        <w:t>إِلَهِى لا تُخَيِّبْ مَنْ لا يَجِدُ مُعْطِيا غَيْرَكَ</w:t>
      </w:r>
      <w:r w:rsidR="007D3118">
        <w:rPr>
          <w:rtl/>
        </w:rPr>
        <w:t xml:space="preserve">، </w:t>
      </w:r>
      <w:r>
        <w:rPr>
          <w:rtl/>
        </w:rPr>
        <w:t>وَ لا تَخْذُلْ مَنْ لا يَسْتَغْنِى عَنْكَ بِأَحَدٍ دُونَكَ</w:t>
      </w:r>
      <w:r w:rsidR="007D3118">
        <w:rPr>
          <w:rtl/>
        </w:rPr>
        <w:t xml:space="preserve">. </w:t>
      </w:r>
    </w:p>
    <w:p w:rsidR="00587D34" w:rsidRDefault="00587D34" w:rsidP="00587D34">
      <w:pPr>
        <w:pStyle w:val="libNormal"/>
        <w:rPr>
          <w:rtl/>
        </w:rPr>
      </w:pPr>
      <w:r>
        <w:rPr>
          <w:rtl/>
        </w:rPr>
        <w:t>(17</w:t>
      </w:r>
      <w:r w:rsidR="007D3118">
        <w:rPr>
          <w:rtl/>
        </w:rPr>
        <w:t xml:space="preserve">) </w:t>
      </w:r>
      <w:r>
        <w:rPr>
          <w:rtl/>
        </w:rPr>
        <w:t>إِلَهِى فَصَلِّ عَلَى مُحَمَّدٍ وَ آلِهِ</w:t>
      </w:r>
      <w:r w:rsidR="007D3118">
        <w:rPr>
          <w:rtl/>
        </w:rPr>
        <w:t xml:space="preserve">، </w:t>
      </w:r>
      <w:r>
        <w:rPr>
          <w:rtl/>
        </w:rPr>
        <w:t>وَ لا تُعْرِضْ عَنِّى وَ قَدْ أَقْبَلْتُ عَلَيْكَ</w:t>
      </w:r>
      <w:r w:rsidR="007D3118">
        <w:rPr>
          <w:rtl/>
        </w:rPr>
        <w:t xml:space="preserve">، </w:t>
      </w:r>
      <w:r>
        <w:rPr>
          <w:rtl/>
        </w:rPr>
        <w:t>وَ لا تَحْرِمْنِى وَ قَدْ رَغِبْتُ إِلَيْكَ</w:t>
      </w:r>
      <w:r w:rsidR="007D3118">
        <w:rPr>
          <w:rtl/>
        </w:rPr>
        <w:t xml:space="preserve">، </w:t>
      </w:r>
      <w:r>
        <w:rPr>
          <w:rtl/>
        </w:rPr>
        <w:t>وَ لا تَجْبَهْنِى بِالرَّدِّ وَ قَدِ انْتَصَبْتُ بَيْنَ يَدَيْكَ</w:t>
      </w:r>
      <w:r w:rsidR="007D3118">
        <w:rPr>
          <w:rtl/>
        </w:rPr>
        <w:t xml:space="preserve">. </w:t>
      </w:r>
    </w:p>
    <w:p w:rsidR="00587D34" w:rsidRDefault="00587D34" w:rsidP="00587D34">
      <w:pPr>
        <w:pStyle w:val="libNormal"/>
        <w:rPr>
          <w:rtl/>
        </w:rPr>
      </w:pPr>
      <w:r>
        <w:rPr>
          <w:rtl/>
        </w:rPr>
        <w:t>(18</w:t>
      </w:r>
      <w:r w:rsidR="007D3118">
        <w:rPr>
          <w:rtl/>
        </w:rPr>
        <w:t xml:space="preserve">) </w:t>
      </w:r>
      <w:r>
        <w:rPr>
          <w:rtl/>
        </w:rPr>
        <w:t>أَنْتَ الَّذِى وَصَفْتَ نَفْسَكَ بِالرَّحْمَةِ</w:t>
      </w:r>
      <w:r w:rsidR="007D3118">
        <w:rPr>
          <w:rtl/>
        </w:rPr>
        <w:t xml:space="preserve">، </w:t>
      </w:r>
      <w:r>
        <w:rPr>
          <w:rtl/>
        </w:rPr>
        <w:t>فَصَلِّ عَلَى مُحَمَّدٍ وَ آلِهِ</w:t>
      </w:r>
      <w:r w:rsidR="007D3118">
        <w:rPr>
          <w:rtl/>
        </w:rPr>
        <w:t xml:space="preserve">، </w:t>
      </w:r>
      <w:r>
        <w:rPr>
          <w:rtl/>
        </w:rPr>
        <w:t>وَ ارْحَمْنِى</w:t>
      </w:r>
      <w:r w:rsidR="007D3118">
        <w:rPr>
          <w:rtl/>
        </w:rPr>
        <w:t xml:space="preserve">، </w:t>
      </w:r>
      <w:r>
        <w:rPr>
          <w:rtl/>
        </w:rPr>
        <w:t>وَ أَنْتَ الَّذِى سَمَّيْتَ نَفْسَكَ بِالْعَفْوِ فَاعْفُ عَنِّى</w:t>
      </w:r>
    </w:p>
    <w:p w:rsidR="00587D34" w:rsidRDefault="00587D34" w:rsidP="00587D34">
      <w:pPr>
        <w:pStyle w:val="libNormal"/>
        <w:rPr>
          <w:rtl/>
        </w:rPr>
      </w:pPr>
      <w:r>
        <w:rPr>
          <w:rtl/>
        </w:rPr>
        <w:t>(19</w:t>
      </w:r>
      <w:r w:rsidR="007D3118">
        <w:rPr>
          <w:rtl/>
        </w:rPr>
        <w:t xml:space="preserve">) </w:t>
      </w:r>
      <w:r>
        <w:rPr>
          <w:rtl/>
        </w:rPr>
        <w:t>قَدْ تَرَى يَا إِلَهِى</w:t>
      </w:r>
      <w:r w:rsidR="007D3118">
        <w:rPr>
          <w:rtl/>
        </w:rPr>
        <w:t xml:space="preserve">، </w:t>
      </w:r>
      <w:r>
        <w:rPr>
          <w:rtl/>
        </w:rPr>
        <w:t>فَيْضَ دَمْعِى مِنْ خِيفَتِكَ</w:t>
      </w:r>
      <w:r w:rsidR="007D3118">
        <w:rPr>
          <w:rtl/>
        </w:rPr>
        <w:t xml:space="preserve">، </w:t>
      </w:r>
      <w:r>
        <w:rPr>
          <w:rtl/>
        </w:rPr>
        <w:t>وَ وَجِيبَ قَلْبِى مِنْ خَشْيَتِكَ</w:t>
      </w:r>
      <w:r w:rsidR="007D3118">
        <w:rPr>
          <w:rtl/>
        </w:rPr>
        <w:t xml:space="preserve">، </w:t>
      </w:r>
      <w:r>
        <w:rPr>
          <w:rtl/>
        </w:rPr>
        <w:t>وَ انْتِقَاضَ [ انْتِفَاضَ ] جَوَارِحِى مِنْ هَيْبَتِكَ</w:t>
      </w:r>
    </w:p>
    <w:p w:rsidR="00587D34" w:rsidRDefault="00587D34" w:rsidP="00587D34">
      <w:pPr>
        <w:pStyle w:val="libNormal"/>
        <w:rPr>
          <w:rtl/>
        </w:rPr>
      </w:pPr>
      <w:r>
        <w:rPr>
          <w:rtl/>
        </w:rPr>
        <w:t>(20</w:t>
      </w:r>
      <w:r w:rsidR="007D3118">
        <w:rPr>
          <w:rtl/>
        </w:rPr>
        <w:t xml:space="preserve">) </w:t>
      </w:r>
      <w:r>
        <w:rPr>
          <w:rtl/>
        </w:rPr>
        <w:t>كُلُّ ذَلِكَ حَيَاءٌ مِنْكَ لِسُوءِ عَمَلِى</w:t>
      </w:r>
      <w:r w:rsidR="007D3118">
        <w:rPr>
          <w:rtl/>
        </w:rPr>
        <w:t xml:space="preserve">، </w:t>
      </w:r>
      <w:r>
        <w:rPr>
          <w:rtl/>
        </w:rPr>
        <w:t>وَ لِذَاكَ خَمَدَ صَوْتِى عَنِ الْجَأْرِ إِلَيْكَ</w:t>
      </w:r>
      <w:r w:rsidR="007D3118">
        <w:rPr>
          <w:rtl/>
        </w:rPr>
        <w:t xml:space="preserve">، </w:t>
      </w:r>
      <w:r>
        <w:rPr>
          <w:rtl/>
        </w:rPr>
        <w:t>وَ كَلَّ لِسَانِى عَنْ مُنَاجَاتِكَ</w:t>
      </w:r>
      <w:r w:rsidR="007D3118">
        <w:rPr>
          <w:rtl/>
        </w:rPr>
        <w:t xml:space="preserve">. </w:t>
      </w:r>
    </w:p>
    <w:p w:rsidR="00587D34" w:rsidRDefault="00587D34" w:rsidP="00587D34">
      <w:pPr>
        <w:pStyle w:val="libNormal"/>
        <w:rPr>
          <w:rtl/>
        </w:rPr>
      </w:pPr>
      <w:r>
        <w:rPr>
          <w:rtl/>
        </w:rPr>
        <w:t>(21</w:t>
      </w:r>
      <w:r w:rsidR="007D3118">
        <w:rPr>
          <w:rtl/>
        </w:rPr>
        <w:t xml:space="preserve">) </w:t>
      </w:r>
      <w:r>
        <w:rPr>
          <w:rtl/>
        </w:rPr>
        <w:t>يَا إِلَهِى فَلَكَ الْحَمْدُ فَكَمْ مِنْ عَائِبَةٍ سَتَرْتَهَا عَلَيَّ فَلَمْ تَفْضَحْنِى</w:t>
      </w:r>
      <w:r w:rsidR="007D3118">
        <w:rPr>
          <w:rtl/>
        </w:rPr>
        <w:t xml:space="preserve">، </w:t>
      </w:r>
      <w:r>
        <w:rPr>
          <w:rtl/>
        </w:rPr>
        <w:t>وَ كَمْ مِنْ ذَنْبٍ غَطَّيْتَهُ عَلَيَّ فَلَمْ تَشْهَرْنِى</w:t>
      </w:r>
      <w:r w:rsidR="007D3118">
        <w:rPr>
          <w:rtl/>
        </w:rPr>
        <w:t xml:space="preserve">، </w:t>
      </w:r>
      <w:r>
        <w:rPr>
          <w:rtl/>
        </w:rPr>
        <w:t>وَ كَمْ مِنْ شَائِبَةٍ أَلْمَمْتُ بِهَا فَلَمْ تَهْتِكْ عَنِّى سِتْرَهَا</w:t>
      </w:r>
      <w:r w:rsidR="007D3118">
        <w:rPr>
          <w:rtl/>
        </w:rPr>
        <w:t xml:space="preserve">، </w:t>
      </w:r>
      <w:r>
        <w:rPr>
          <w:rtl/>
        </w:rPr>
        <w:t>وَ لَمْ تُقَلِّدْنِى مَكْرُوهَ شَنَارِهَا</w:t>
      </w:r>
      <w:r w:rsidR="007D3118">
        <w:rPr>
          <w:rtl/>
        </w:rPr>
        <w:t xml:space="preserve">، </w:t>
      </w:r>
      <w:r>
        <w:rPr>
          <w:rtl/>
        </w:rPr>
        <w:t>وَ لَمْ تُبْدِ سَوْءَاتِهَا لِمَنْ يَلْتَمِسُ مَعَايِبِى مِنْ جِيرَتِى</w:t>
      </w:r>
      <w:r w:rsidR="007D3118">
        <w:rPr>
          <w:rtl/>
        </w:rPr>
        <w:t xml:space="preserve">، </w:t>
      </w:r>
      <w:r>
        <w:rPr>
          <w:rtl/>
        </w:rPr>
        <w:t>وَ حَسَدَةِ نِعْمَتِكَ عِنْدِى</w:t>
      </w:r>
    </w:p>
    <w:p w:rsidR="00587D34" w:rsidRDefault="00587D34" w:rsidP="00587D34">
      <w:pPr>
        <w:pStyle w:val="libNormal"/>
        <w:rPr>
          <w:rtl/>
        </w:rPr>
      </w:pPr>
      <w:r>
        <w:rPr>
          <w:rtl/>
        </w:rPr>
        <w:t>(22</w:t>
      </w:r>
      <w:r w:rsidR="007D3118">
        <w:rPr>
          <w:rtl/>
        </w:rPr>
        <w:t xml:space="preserve">) </w:t>
      </w:r>
      <w:r>
        <w:rPr>
          <w:rtl/>
        </w:rPr>
        <w:t>ثُمَّ لَمْ يَنْهَنِى ذَلِكَ عَنْ أَنْ جَرَيْتُ إِلَى سُوءِ مَا عَهِدْتَ مِنِّى</w:t>
      </w:r>
    </w:p>
    <w:p w:rsidR="00587D34" w:rsidRDefault="00587D34" w:rsidP="00587D34">
      <w:pPr>
        <w:pStyle w:val="libNormal"/>
        <w:rPr>
          <w:rtl/>
        </w:rPr>
      </w:pPr>
      <w:r>
        <w:rPr>
          <w:rtl/>
        </w:rPr>
        <w:t>(23</w:t>
      </w:r>
      <w:r w:rsidR="007D3118">
        <w:rPr>
          <w:rtl/>
        </w:rPr>
        <w:t xml:space="preserve">) </w:t>
      </w:r>
      <w:r>
        <w:rPr>
          <w:rtl/>
        </w:rPr>
        <w:t>فَمَنْ أَجْهَلُ مِنِّى</w:t>
      </w:r>
      <w:r w:rsidR="007D3118">
        <w:rPr>
          <w:rtl/>
        </w:rPr>
        <w:t xml:space="preserve">، </w:t>
      </w:r>
      <w:r>
        <w:rPr>
          <w:rtl/>
        </w:rPr>
        <w:t>يَا إِلَهِى</w:t>
      </w:r>
      <w:r w:rsidR="007D3118">
        <w:rPr>
          <w:rtl/>
        </w:rPr>
        <w:t xml:space="preserve">، </w:t>
      </w:r>
      <w:r>
        <w:rPr>
          <w:rtl/>
        </w:rPr>
        <w:t>بِرُشْدِهِ؟ وَ مَنْ أَغْفَلُ مِنِّى عَنْ حَظِّهِ؟ وَ مَنْ أَبْعَدُ مِنِّى مِنِ اسْتِصْلاحِ نَفْسِهِ حِينَ أُنْفِقُ مَا أَجْرَيْتَ عَلَيَّ مِنْ رِزْقِكَ فِيمَا نَهَيْتَنِى عَنْهُ مِنْ مَعْصِيَتِكَ؟ وَ مَنْ أَبْعَدُ غَوْرا فِى الْبَاطِلِ</w:t>
      </w:r>
      <w:r w:rsidR="007D3118">
        <w:rPr>
          <w:rtl/>
        </w:rPr>
        <w:t xml:space="preserve">، </w:t>
      </w:r>
      <w:r>
        <w:rPr>
          <w:rtl/>
        </w:rPr>
        <w:t>وَ أَشَدُّ إِقْدَاما عَلَى السُّوءِ مِنِّى حِينَ أَقِفُ بَيْنَ دَعْوَتِكَ وَ دَعْوَةِ الشَّيْطَانِ فَأَتَّبِعُ دَعْوَتَهُ عَلَى غَيْرِ عَمًى مِنِّى فِى مَعْرِفَةٍ بِهِ وَ لا نِسْيَانٍ مِنْ حِفْظِى لَهُ؟</w:t>
      </w:r>
    </w:p>
    <w:p w:rsidR="00587D34" w:rsidRDefault="00587D34" w:rsidP="00587D34">
      <w:pPr>
        <w:pStyle w:val="libNormal"/>
        <w:rPr>
          <w:rtl/>
        </w:rPr>
      </w:pPr>
      <w:r>
        <w:rPr>
          <w:rtl/>
        </w:rPr>
        <w:t>(24</w:t>
      </w:r>
      <w:r w:rsidR="007D3118">
        <w:rPr>
          <w:rtl/>
        </w:rPr>
        <w:t xml:space="preserve">) </w:t>
      </w:r>
      <w:r>
        <w:rPr>
          <w:rtl/>
        </w:rPr>
        <w:t>وَ أَنَا حِينَئِذٍ مُوقِنٌ بِأَنَّ مُنْتَهَى دَعْوَتِكَ إِلَى الْجَنَّةِ</w:t>
      </w:r>
      <w:r w:rsidR="007D3118">
        <w:rPr>
          <w:rtl/>
        </w:rPr>
        <w:t xml:space="preserve">، </w:t>
      </w:r>
      <w:r>
        <w:rPr>
          <w:rtl/>
        </w:rPr>
        <w:t>وَ مُنْتَهَى دَعْوَتِهِ إِلَى النَّارِ</w:t>
      </w:r>
      <w:r w:rsidR="007D3118">
        <w:rPr>
          <w:rtl/>
        </w:rPr>
        <w:t xml:space="preserve">. </w:t>
      </w:r>
    </w:p>
    <w:p w:rsidR="00587D34" w:rsidRDefault="00587D34" w:rsidP="00587D34">
      <w:pPr>
        <w:pStyle w:val="libNormal"/>
        <w:rPr>
          <w:rtl/>
        </w:rPr>
      </w:pPr>
      <w:r>
        <w:rPr>
          <w:rtl/>
        </w:rPr>
        <w:lastRenderedPageBreak/>
        <w:t>(25</w:t>
      </w:r>
      <w:r w:rsidR="007D3118">
        <w:rPr>
          <w:rtl/>
        </w:rPr>
        <w:t xml:space="preserve">) </w:t>
      </w:r>
      <w:r>
        <w:rPr>
          <w:rtl/>
        </w:rPr>
        <w:t>سُبْحَانَكَ مَا أَعْجَبَ مَا أَشْهَدُ بِهِ عَلَى نَفْسِى</w:t>
      </w:r>
      <w:r w:rsidR="007D3118">
        <w:rPr>
          <w:rtl/>
        </w:rPr>
        <w:t xml:space="preserve">، </w:t>
      </w:r>
      <w:r>
        <w:rPr>
          <w:rtl/>
        </w:rPr>
        <w:t>وَ أُعَدِّدُهُ مِنْ مَكْتُومِ أَمْرِى</w:t>
      </w:r>
      <w:r w:rsidR="007D3118">
        <w:rPr>
          <w:rtl/>
        </w:rPr>
        <w:t xml:space="preserve">. </w:t>
      </w:r>
    </w:p>
    <w:p w:rsidR="00587D34" w:rsidRDefault="00587D34" w:rsidP="00587D34">
      <w:pPr>
        <w:pStyle w:val="libNormal"/>
        <w:rPr>
          <w:rtl/>
        </w:rPr>
      </w:pPr>
      <w:r>
        <w:rPr>
          <w:rtl/>
        </w:rPr>
        <w:t>(26</w:t>
      </w:r>
      <w:r w:rsidR="007D3118">
        <w:rPr>
          <w:rtl/>
        </w:rPr>
        <w:t xml:space="preserve">) </w:t>
      </w:r>
      <w:r>
        <w:rPr>
          <w:rtl/>
        </w:rPr>
        <w:t>وَ أَعْجَبُ مِنْ ذَلِكَ أَنَاتُكَ عَنِّى</w:t>
      </w:r>
      <w:r w:rsidR="007D3118">
        <w:rPr>
          <w:rtl/>
        </w:rPr>
        <w:t xml:space="preserve">، </w:t>
      </w:r>
      <w:r>
        <w:rPr>
          <w:rtl/>
        </w:rPr>
        <w:t>وَ إِبْطَاؤُكَ عَنْ مُعَاجَلَتِى</w:t>
      </w:r>
      <w:r w:rsidR="007D3118">
        <w:rPr>
          <w:rtl/>
        </w:rPr>
        <w:t xml:space="preserve">، </w:t>
      </w:r>
      <w:r>
        <w:rPr>
          <w:rtl/>
        </w:rPr>
        <w:t>وَ لَيْسَ ذَلِكَ مِنْ كَرَمِى عَلَيْكَ</w:t>
      </w:r>
      <w:r w:rsidR="007D3118">
        <w:rPr>
          <w:rtl/>
        </w:rPr>
        <w:t xml:space="preserve">، </w:t>
      </w:r>
      <w:r>
        <w:rPr>
          <w:rtl/>
        </w:rPr>
        <w:t>بَلْ تَأَنِّيا مِنْكَ لِى</w:t>
      </w:r>
      <w:r w:rsidR="007D3118">
        <w:rPr>
          <w:rtl/>
        </w:rPr>
        <w:t xml:space="preserve">، </w:t>
      </w:r>
      <w:r>
        <w:rPr>
          <w:rtl/>
        </w:rPr>
        <w:t>وَ تَفَضُّلا مِنْكَ عَلَيَّ لِأَنْ أَرْتَدِعَ عَنْ مَعْصِيَتِكَ الْمُسْخِطَةِ</w:t>
      </w:r>
      <w:r w:rsidR="007D3118">
        <w:rPr>
          <w:rtl/>
        </w:rPr>
        <w:t xml:space="preserve">، </w:t>
      </w:r>
      <w:r>
        <w:rPr>
          <w:rtl/>
        </w:rPr>
        <w:t>وَ أُقْلِعَ عَنْ سَيِّئَاتِىَ الْمُخْلِقَةِ</w:t>
      </w:r>
      <w:r w:rsidR="007D3118">
        <w:rPr>
          <w:rtl/>
        </w:rPr>
        <w:t xml:space="preserve">، </w:t>
      </w:r>
      <w:r>
        <w:rPr>
          <w:rtl/>
        </w:rPr>
        <w:t>وَ لِأَنَّ عَفْوَكَ عَنِّى أَحَبُّ إِلَيْكَ مِنْ عُقُوبَتِى</w:t>
      </w:r>
    </w:p>
    <w:p w:rsidR="00587D34" w:rsidRDefault="00587D34" w:rsidP="00587D34">
      <w:pPr>
        <w:pStyle w:val="libNormal"/>
        <w:rPr>
          <w:rtl/>
        </w:rPr>
      </w:pPr>
      <w:r>
        <w:rPr>
          <w:rtl/>
        </w:rPr>
        <w:t>(27</w:t>
      </w:r>
      <w:r w:rsidR="007D3118">
        <w:rPr>
          <w:rtl/>
        </w:rPr>
        <w:t xml:space="preserve">) </w:t>
      </w:r>
      <w:r>
        <w:rPr>
          <w:rtl/>
        </w:rPr>
        <w:t>بَلْ أَنَا</w:t>
      </w:r>
      <w:r w:rsidR="007D3118">
        <w:rPr>
          <w:rtl/>
        </w:rPr>
        <w:t xml:space="preserve">، </w:t>
      </w:r>
      <w:r>
        <w:rPr>
          <w:rtl/>
        </w:rPr>
        <w:t>يَا إِلَهِى</w:t>
      </w:r>
      <w:r w:rsidR="007D3118">
        <w:rPr>
          <w:rtl/>
        </w:rPr>
        <w:t xml:space="preserve">، </w:t>
      </w:r>
      <w:r>
        <w:rPr>
          <w:rtl/>
        </w:rPr>
        <w:t>أَكْثَرُ ذُنُوبا</w:t>
      </w:r>
      <w:r w:rsidR="007D3118">
        <w:rPr>
          <w:rtl/>
        </w:rPr>
        <w:t xml:space="preserve">، </w:t>
      </w:r>
      <w:r>
        <w:rPr>
          <w:rtl/>
        </w:rPr>
        <w:t>وَ أَقْبَحُ آثَارا</w:t>
      </w:r>
      <w:r w:rsidR="007D3118">
        <w:rPr>
          <w:rtl/>
        </w:rPr>
        <w:t xml:space="preserve">، </w:t>
      </w:r>
      <w:r>
        <w:rPr>
          <w:rtl/>
        </w:rPr>
        <w:t>وَ أَشْنَعُ أَفْعَالا</w:t>
      </w:r>
      <w:r w:rsidR="007D3118">
        <w:rPr>
          <w:rtl/>
        </w:rPr>
        <w:t xml:space="preserve">، </w:t>
      </w:r>
      <w:r>
        <w:rPr>
          <w:rtl/>
        </w:rPr>
        <w:t>وَ أَشَدُّ فِى الْبَاطِلِ تَهَوُّرا</w:t>
      </w:r>
      <w:r w:rsidR="007D3118">
        <w:rPr>
          <w:rtl/>
        </w:rPr>
        <w:t xml:space="preserve">، </w:t>
      </w:r>
      <w:r>
        <w:rPr>
          <w:rtl/>
        </w:rPr>
        <w:t>وَ أَضْعَفُ عِنْدَ طَاعَتِكَ تَيَقُّظا</w:t>
      </w:r>
      <w:r w:rsidR="007D3118">
        <w:rPr>
          <w:rtl/>
        </w:rPr>
        <w:t xml:space="preserve">، </w:t>
      </w:r>
      <w:r>
        <w:rPr>
          <w:rtl/>
        </w:rPr>
        <w:t>وَ أَقَلُّ لِوَعِيدِكَ انْتِبَاها وَ ارْتِقَابا مِنْ أَنْ أُحْصِىَ لَكَ عُيُوبِى</w:t>
      </w:r>
      <w:r w:rsidR="007D3118">
        <w:rPr>
          <w:rtl/>
        </w:rPr>
        <w:t xml:space="preserve">، </w:t>
      </w:r>
      <w:r>
        <w:rPr>
          <w:rtl/>
        </w:rPr>
        <w:t>أَوْ أَقْدِرَ عَلَى ذِكْرِ ذُنُوبِى</w:t>
      </w:r>
      <w:r w:rsidR="007D3118">
        <w:rPr>
          <w:rtl/>
        </w:rPr>
        <w:t xml:space="preserve">. </w:t>
      </w:r>
    </w:p>
    <w:p w:rsidR="00587D34" w:rsidRDefault="00587D34" w:rsidP="00587D34">
      <w:pPr>
        <w:pStyle w:val="libNormal"/>
        <w:rPr>
          <w:rtl/>
        </w:rPr>
      </w:pPr>
      <w:r>
        <w:rPr>
          <w:rtl/>
        </w:rPr>
        <w:t>(28</w:t>
      </w:r>
      <w:r w:rsidR="007D3118">
        <w:rPr>
          <w:rtl/>
        </w:rPr>
        <w:t xml:space="preserve">) </w:t>
      </w:r>
      <w:r>
        <w:rPr>
          <w:rtl/>
        </w:rPr>
        <w:t>وَ إِنَّمَا أُوَبِّخُ بِهَذَا نَفْسِى طَمَعا فِى رَأْفَتِكَ الَّتِى بِهَا صَلاحُ أَمْرِ الْمُذْنِبِينَ</w:t>
      </w:r>
      <w:r w:rsidR="007D3118">
        <w:rPr>
          <w:rtl/>
        </w:rPr>
        <w:t xml:space="preserve">، </w:t>
      </w:r>
      <w:r>
        <w:rPr>
          <w:rtl/>
        </w:rPr>
        <w:t>وَ رَجَاءً لِرَحْمَتِكَ الَّتِى بِهَا فَكَاكُ رِقَابِ الْخَاطِئِينَ</w:t>
      </w:r>
      <w:r w:rsidR="007D3118">
        <w:rPr>
          <w:rtl/>
        </w:rPr>
        <w:t xml:space="preserve">. </w:t>
      </w:r>
    </w:p>
    <w:p w:rsidR="00587D34" w:rsidRDefault="00587D34" w:rsidP="00587D34">
      <w:pPr>
        <w:pStyle w:val="libNormal"/>
        <w:rPr>
          <w:rtl/>
        </w:rPr>
      </w:pPr>
      <w:r>
        <w:rPr>
          <w:rtl/>
        </w:rPr>
        <w:t>(29</w:t>
      </w:r>
      <w:r w:rsidR="007D3118">
        <w:rPr>
          <w:rtl/>
        </w:rPr>
        <w:t xml:space="preserve">) </w:t>
      </w:r>
      <w:r>
        <w:rPr>
          <w:rtl/>
        </w:rPr>
        <w:t>اللَّهُمَّ وَ هَذِهِ رَقَبَتِى قَدْ أَرَقَّتْهَا الذُّنُوبُ</w:t>
      </w:r>
      <w:r w:rsidR="007D3118">
        <w:rPr>
          <w:rtl/>
        </w:rPr>
        <w:t xml:space="preserve">، </w:t>
      </w:r>
      <w:r>
        <w:rPr>
          <w:rtl/>
        </w:rPr>
        <w:t>فَصَلِّ عَلَى مُحَمَّدٍ وَ آلِهِ</w:t>
      </w:r>
      <w:r w:rsidR="007D3118">
        <w:rPr>
          <w:rtl/>
        </w:rPr>
        <w:t xml:space="preserve">، </w:t>
      </w:r>
      <w:r>
        <w:rPr>
          <w:rtl/>
        </w:rPr>
        <w:t>وَ أَعْتِقْهَا بِعَفْوِكَ</w:t>
      </w:r>
      <w:r w:rsidR="007D3118">
        <w:rPr>
          <w:rtl/>
        </w:rPr>
        <w:t xml:space="preserve">، </w:t>
      </w:r>
      <w:r>
        <w:rPr>
          <w:rtl/>
        </w:rPr>
        <w:t>وَ هَذَا ظَهْرِى قَدْ أَثْقَلَتْهُ الْخَطَايَا</w:t>
      </w:r>
      <w:r w:rsidR="007D3118">
        <w:rPr>
          <w:rtl/>
        </w:rPr>
        <w:t xml:space="preserve">، </w:t>
      </w:r>
      <w:r>
        <w:rPr>
          <w:rtl/>
        </w:rPr>
        <w:t>فَصَلِّ عَلَى مُحَمَّدٍ وَ آلِهِ</w:t>
      </w:r>
      <w:r w:rsidR="007D3118">
        <w:rPr>
          <w:rtl/>
        </w:rPr>
        <w:t xml:space="preserve">، </w:t>
      </w:r>
      <w:r>
        <w:rPr>
          <w:rtl/>
        </w:rPr>
        <w:t>وَ خَفِّفْ عَنْهُ بِمَنِّكَ</w:t>
      </w:r>
    </w:p>
    <w:p w:rsidR="00587D34" w:rsidRDefault="00587D34" w:rsidP="00587D34">
      <w:pPr>
        <w:pStyle w:val="libNormal"/>
        <w:rPr>
          <w:rtl/>
        </w:rPr>
      </w:pPr>
      <w:r>
        <w:rPr>
          <w:rtl/>
        </w:rPr>
        <w:t>(30</w:t>
      </w:r>
      <w:r w:rsidR="007D3118">
        <w:rPr>
          <w:rtl/>
        </w:rPr>
        <w:t xml:space="preserve">) </w:t>
      </w:r>
      <w:r>
        <w:rPr>
          <w:rtl/>
        </w:rPr>
        <w:t>يَا إِلَهِى لَوْ بَكَيْتُ إِلَيْكَ حَتَّى تَسْقُطَ أَشْفَارُ عَيْنَيَّ</w:t>
      </w:r>
      <w:r w:rsidR="007D3118">
        <w:rPr>
          <w:rtl/>
        </w:rPr>
        <w:t xml:space="preserve">، </w:t>
      </w:r>
      <w:r>
        <w:rPr>
          <w:rtl/>
        </w:rPr>
        <w:t>وَ انْتَحَبْتُ حَتَّى يَنْقَطِعَ صَوْتِى</w:t>
      </w:r>
      <w:r w:rsidR="007D3118">
        <w:rPr>
          <w:rtl/>
        </w:rPr>
        <w:t xml:space="preserve">، </w:t>
      </w:r>
      <w:r>
        <w:rPr>
          <w:rtl/>
        </w:rPr>
        <w:t>وَ قُمْتُ لَكَ حَتَّى تَتَنَشَّرَ قَدَمَاىَ</w:t>
      </w:r>
      <w:r w:rsidR="007D3118">
        <w:rPr>
          <w:rtl/>
        </w:rPr>
        <w:t xml:space="preserve">، </w:t>
      </w:r>
      <w:r>
        <w:rPr>
          <w:rtl/>
        </w:rPr>
        <w:t>وَ رَكَعْتُ لَكَ حَتَّى يَنْخَلِعَ صُلْبِى</w:t>
      </w:r>
      <w:r w:rsidR="007D3118">
        <w:rPr>
          <w:rtl/>
        </w:rPr>
        <w:t xml:space="preserve">، </w:t>
      </w:r>
      <w:r>
        <w:rPr>
          <w:rtl/>
        </w:rPr>
        <w:t>وَ سَجَدْتُ لَكَ حَتَّى تَتَفَقَّأَ حَدَقَتَاىَ</w:t>
      </w:r>
      <w:r w:rsidR="007D3118">
        <w:rPr>
          <w:rtl/>
        </w:rPr>
        <w:t xml:space="preserve">، </w:t>
      </w:r>
      <w:r>
        <w:rPr>
          <w:rtl/>
        </w:rPr>
        <w:t>وَ أَكَلْتُ تُرَابَ الْأَرْضِ طُولَ عُمْرِى</w:t>
      </w:r>
      <w:r w:rsidR="007D3118">
        <w:rPr>
          <w:rtl/>
        </w:rPr>
        <w:t xml:space="preserve">، </w:t>
      </w:r>
      <w:r>
        <w:rPr>
          <w:rtl/>
        </w:rPr>
        <w:t>وَ شَرِبْتُ مَاءَ الرَّمَادِ آخِرَ دَهْرِى</w:t>
      </w:r>
      <w:r w:rsidR="007D3118">
        <w:rPr>
          <w:rtl/>
        </w:rPr>
        <w:t xml:space="preserve">، </w:t>
      </w:r>
      <w:r>
        <w:rPr>
          <w:rtl/>
        </w:rPr>
        <w:t>وَ ذَكَرْتُكَ فِى خِلالِ ذَلِكَ حَتَّى يَكِلَّ لِسَانِى</w:t>
      </w:r>
      <w:r w:rsidR="007D3118">
        <w:rPr>
          <w:rtl/>
        </w:rPr>
        <w:t xml:space="preserve">، </w:t>
      </w:r>
      <w:r>
        <w:rPr>
          <w:rtl/>
        </w:rPr>
        <w:t>ثُمَّ لَمْ أَرْفَعْ طَرْفِى إِلَى آفَاقِ السَّمَاءِ اسْتِحْيَاءً مِنْكَ مَا اسْتَوْجَبْتُ بِذَلِكَ مَحْوَ سَيِّئَةٍ وَاحِدَةٍ مِنْ سَيِّئَاتِى</w:t>
      </w:r>
      <w:r w:rsidR="007D3118">
        <w:rPr>
          <w:rtl/>
        </w:rPr>
        <w:t xml:space="preserve">. </w:t>
      </w:r>
    </w:p>
    <w:p w:rsidR="00587D34" w:rsidRDefault="00587D34" w:rsidP="00587D34">
      <w:pPr>
        <w:pStyle w:val="libNormal"/>
        <w:rPr>
          <w:rtl/>
        </w:rPr>
      </w:pPr>
      <w:r>
        <w:rPr>
          <w:rtl/>
        </w:rPr>
        <w:t>(31</w:t>
      </w:r>
      <w:r w:rsidR="007D3118">
        <w:rPr>
          <w:rtl/>
        </w:rPr>
        <w:t xml:space="preserve">) </w:t>
      </w:r>
      <w:r>
        <w:rPr>
          <w:rtl/>
        </w:rPr>
        <w:t>وَ إِنْ كُنْتَ تَغْفِرُ لِى حِينَ أَسْتَوْجِبُ مَغْفِرَتَكَ</w:t>
      </w:r>
      <w:r w:rsidR="007D3118">
        <w:rPr>
          <w:rtl/>
        </w:rPr>
        <w:t xml:space="preserve">، </w:t>
      </w:r>
      <w:r>
        <w:rPr>
          <w:rtl/>
        </w:rPr>
        <w:t>وَ تَعْفُو عَنِّى حِينَ أَسْتَحِقُّ عَفْوَكَ فَإِنَّ ذَلِكَ غَيْرُ وَاجِبٍ لِى بِاسْتِحْقَاقٍ</w:t>
      </w:r>
      <w:r w:rsidR="007D3118">
        <w:rPr>
          <w:rtl/>
        </w:rPr>
        <w:t xml:space="preserve">، </w:t>
      </w:r>
      <w:r>
        <w:rPr>
          <w:rtl/>
        </w:rPr>
        <w:t>وَ لا أَنَا أَهْلٌ لَهُ بِاسْتِيجَابٍ</w:t>
      </w:r>
      <w:r w:rsidR="007D3118">
        <w:rPr>
          <w:rtl/>
        </w:rPr>
        <w:t xml:space="preserve">، </w:t>
      </w:r>
      <w:r>
        <w:rPr>
          <w:rtl/>
        </w:rPr>
        <w:t>إِذْ كَانَ جَزَائِى مِنْكَ فِى أَوَّلِ مَا عَصَيْتُكَ النَّارَ</w:t>
      </w:r>
      <w:r w:rsidR="007D3118">
        <w:rPr>
          <w:rtl/>
        </w:rPr>
        <w:t xml:space="preserve">، </w:t>
      </w:r>
      <w:r>
        <w:rPr>
          <w:rtl/>
        </w:rPr>
        <w:t>فَإِنْ تُعَذِّبْنِى فَأَنْتَ غَيْرُ ظَالِمٍ لِى</w:t>
      </w:r>
      <w:r w:rsidR="007D3118">
        <w:rPr>
          <w:rtl/>
        </w:rPr>
        <w:t xml:space="preserve">. </w:t>
      </w:r>
    </w:p>
    <w:p w:rsidR="00587D34" w:rsidRDefault="00587D34" w:rsidP="00587D34">
      <w:pPr>
        <w:pStyle w:val="libNormal"/>
        <w:rPr>
          <w:rtl/>
        </w:rPr>
      </w:pPr>
      <w:r>
        <w:rPr>
          <w:rtl/>
        </w:rPr>
        <w:lastRenderedPageBreak/>
        <w:t>(32</w:t>
      </w:r>
      <w:r w:rsidR="007D3118">
        <w:rPr>
          <w:rtl/>
        </w:rPr>
        <w:t xml:space="preserve">) </w:t>
      </w:r>
      <w:r>
        <w:rPr>
          <w:rtl/>
        </w:rPr>
        <w:t>إِلَهِى فَإِذْ قَدْ تَغَمَّدْتَنِى بِسِتْرِكَ فَلَمْ تَفْضَحْنِى</w:t>
      </w:r>
      <w:r w:rsidR="007D3118">
        <w:rPr>
          <w:rtl/>
        </w:rPr>
        <w:t xml:space="preserve">، </w:t>
      </w:r>
      <w:r>
        <w:rPr>
          <w:rtl/>
        </w:rPr>
        <w:t>وَ تَأَنَّيْتَنِى بِكَرَمِكَ فَلَمْ تُعَاجِلْنِى</w:t>
      </w:r>
      <w:r w:rsidR="007D3118">
        <w:rPr>
          <w:rtl/>
        </w:rPr>
        <w:t xml:space="preserve">، </w:t>
      </w:r>
      <w:r>
        <w:rPr>
          <w:rtl/>
        </w:rPr>
        <w:t>وَ حَلُمْتَ عَنِّى بِتَفَضُّلِكَ فَلَمْ تُغَيِّرْ نِعْمَتَكَ عَلَيَّ</w:t>
      </w:r>
      <w:r w:rsidR="007D3118">
        <w:rPr>
          <w:rtl/>
        </w:rPr>
        <w:t xml:space="preserve">، </w:t>
      </w:r>
      <w:r>
        <w:rPr>
          <w:rtl/>
        </w:rPr>
        <w:t>وَ لَمْ تُكَدِّرْ مَعْرُوفَكَ عِنْدِى</w:t>
      </w:r>
      <w:r w:rsidR="007D3118">
        <w:rPr>
          <w:rtl/>
        </w:rPr>
        <w:t xml:space="preserve">، </w:t>
      </w:r>
      <w:r>
        <w:rPr>
          <w:rtl/>
        </w:rPr>
        <w:t>فَارْحَمْ طُولَ تَضَرُّعِى وَ شِدَّةَ مَسْكَنَتِى</w:t>
      </w:r>
      <w:r w:rsidR="007D3118">
        <w:rPr>
          <w:rtl/>
        </w:rPr>
        <w:t xml:space="preserve">، </w:t>
      </w:r>
      <w:r>
        <w:rPr>
          <w:rtl/>
        </w:rPr>
        <w:t>وَ سُوءَ مَوْقِفِى</w:t>
      </w:r>
      <w:r w:rsidR="007D3118">
        <w:rPr>
          <w:rtl/>
        </w:rPr>
        <w:t xml:space="preserve">. </w:t>
      </w:r>
    </w:p>
    <w:p w:rsidR="00587D34" w:rsidRDefault="00587D34" w:rsidP="00587D34">
      <w:pPr>
        <w:pStyle w:val="libNormal"/>
        <w:rPr>
          <w:rtl/>
        </w:rPr>
      </w:pPr>
      <w:r>
        <w:rPr>
          <w:rtl/>
        </w:rPr>
        <w:t>(33</w:t>
      </w:r>
      <w:r w:rsidR="007D3118">
        <w:rPr>
          <w:rtl/>
        </w:rPr>
        <w:t xml:space="preserve">) </w:t>
      </w:r>
      <w:r>
        <w:rPr>
          <w:rtl/>
        </w:rPr>
        <w:t>اللَّهُمَّ صَلِّ عَلَى مُحَمَّدٍ وَ آلِهِ</w:t>
      </w:r>
      <w:r w:rsidR="007D3118">
        <w:rPr>
          <w:rtl/>
        </w:rPr>
        <w:t xml:space="preserve">، </w:t>
      </w:r>
      <w:r>
        <w:rPr>
          <w:rtl/>
        </w:rPr>
        <w:t>وَ قِنِى مِنَ الْمَعَاصِى</w:t>
      </w:r>
      <w:r w:rsidR="007D3118">
        <w:rPr>
          <w:rtl/>
        </w:rPr>
        <w:t xml:space="preserve">، </w:t>
      </w:r>
      <w:r>
        <w:rPr>
          <w:rtl/>
        </w:rPr>
        <w:t>وَ اسْتَعْمِلْنِى بِالطَّاعَةِ</w:t>
      </w:r>
      <w:r w:rsidR="007D3118">
        <w:rPr>
          <w:rtl/>
        </w:rPr>
        <w:t xml:space="preserve">، </w:t>
      </w:r>
      <w:r>
        <w:rPr>
          <w:rtl/>
        </w:rPr>
        <w:t>وَ ارْزُقْنِى حُسْنَ الْإِنَابَةِ</w:t>
      </w:r>
      <w:r w:rsidR="007D3118">
        <w:rPr>
          <w:rtl/>
        </w:rPr>
        <w:t xml:space="preserve">، </w:t>
      </w:r>
      <w:r>
        <w:rPr>
          <w:rtl/>
        </w:rPr>
        <w:t>وَ طَهِّرْنِى بِالتَّوْبَةِ</w:t>
      </w:r>
      <w:r w:rsidR="007D3118">
        <w:rPr>
          <w:rtl/>
        </w:rPr>
        <w:t xml:space="preserve">، </w:t>
      </w:r>
      <w:r>
        <w:rPr>
          <w:rtl/>
        </w:rPr>
        <w:t>وَ أَيِّدْنِى بِالْعِصْمَةِ</w:t>
      </w:r>
      <w:r w:rsidR="007D3118">
        <w:rPr>
          <w:rtl/>
        </w:rPr>
        <w:t xml:space="preserve">، </w:t>
      </w:r>
      <w:r>
        <w:rPr>
          <w:rtl/>
        </w:rPr>
        <w:t>وَ اسْتَصْلِحْنِى بِالْعَافِيَةِ</w:t>
      </w:r>
      <w:r w:rsidR="007D3118">
        <w:rPr>
          <w:rtl/>
        </w:rPr>
        <w:t xml:space="preserve">، </w:t>
      </w:r>
      <w:r>
        <w:rPr>
          <w:rtl/>
        </w:rPr>
        <w:t>وَ أَذِقْنِى حَلاوَةَ الْمَغْفِرَةِ</w:t>
      </w:r>
      <w:r w:rsidR="007D3118">
        <w:rPr>
          <w:rtl/>
        </w:rPr>
        <w:t xml:space="preserve">، </w:t>
      </w:r>
      <w:r>
        <w:rPr>
          <w:rtl/>
        </w:rPr>
        <w:t>وَ اجْعَلْنِى طَلِيقَ عَفْوِكَ</w:t>
      </w:r>
      <w:r w:rsidR="007D3118">
        <w:rPr>
          <w:rtl/>
        </w:rPr>
        <w:t xml:space="preserve">، </w:t>
      </w:r>
      <w:r>
        <w:rPr>
          <w:rtl/>
        </w:rPr>
        <w:t>وَ عَتِيقَ رَحْمَتِكَ</w:t>
      </w:r>
      <w:r w:rsidR="007D3118">
        <w:rPr>
          <w:rtl/>
        </w:rPr>
        <w:t xml:space="preserve">، </w:t>
      </w:r>
      <w:r>
        <w:rPr>
          <w:rtl/>
        </w:rPr>
        <w:t>وَ اكْتُبْ لِى أَمَانا مِنْ سُخْطِكَ</w:t>
      </w:r>
      <w:r w:rsidR="007D3118">
        <w:rPr>
          <w:rtl/>
        </w:rPr>
        <w:t xml:space="preserve">، </w:t>
      </w:r>
      <w:r>
        <w:rPr>
          <w:rtl/>
        </w:rPr>
        <w:t>وَ بَشِّرْنِى بِذَلِكَ فِى الْعَاجِلِ دُونَ الاْجِلِ</w:t>
      </w:r>
      <w:r w:rsidR="007D3118">
        <w:rPr>
          <w:rtl/>
        </w:rPr>
        <w:t xml:space="preserve">، </w:t>
      </w:r>
      <w:r>
        <w:rPr>
          <w:rtl/>
        </w:rPr>
        <w:t>بُشْرَى أَعْرِفُهَا</w:t>
      </w:r>
      <w:r w:rsidR="007D3118">
        <w:rPr>
          <w:rtl/>
        </w:rPr>
        <w:t xml:space="preserve">، </w:t>
      </w:r>
      <w:r>
        <w:rPr>
          <w:rtl/>
        </w:rPr>
        <w:t>وَ عَرِّفْنِى فِيهِ عَلامَةً أَتَبَيَّنُهَا</w:t>
      </w:r>
      <w:r w:rsidR="007D3118">
        <w:rPr>
          <w:rtl/>
        </w:rPr>
        <w:t xml:space="preserve">. </w:t>
      </w:r>
    </w:p>
    <w:p w:rsidR="00587D34" w:rsidRDefault="00587D34" w:rsidP="00587D34">
      <w:pPr>
        <w:pStyle w:val="libNormal"/>
        <w:rPr>
          <w:rtl/>
        </w:rPr>
      </w:pPr>
      <w:r>
        <w:rPr>
          <w:rtl/>
        </w:rPr>
        <w:t>(34</w:t>
      </w:r>
      <w:r w:rsidR="007D3118">
        <w:rPr>
          <w:rtl/>
        </w:rPr>
        <w:t xml:space="preserve">) </w:t>
      </w:r>
      <w:r>
        <w:rPr>
          <w:rtl/>
        </w:rPr>
        <w:t>إِنَّ ذَلِكَ لا يَضِيقُ عَلَيْكَ فِى وُسْعِكَ</w:t>
      </w:r>
      <w:r w:rsidR="007D3118">
        <w:rPr>
          <w:rtl/>
        </w:rPr>
        <w:t xml:space="preserve">، </w:t>
      </w:r>
      <w:r>
        <w:rPr>
          <w:rtl/>
        </w:rPr>
        <w:t>وَ لا يَتَكَأَّدُكَ فِى قُدْرَتِكَ</w:t>
      </w:r>
      <w:r w:rsidR="007D3118">
        <w:rPr>
          <w:rtl/>
        </w:rPr>
        <w:t xml:space="preserve">، </w:t>
      </w:r>
      <w:r>
        <w:rPr>
          <w:rtl/>
        </w:rPr>
        <w:t>وَ لا يَتَصَعَّدُكَ فِى أَنَاتِكَ</w:t>
      </w:r>
      <w:r w:rsidR="007D3118">
        <w:rPr>
          <w:rtl/>
        </w:rPr>
        <w:t xml:space="preserve">، </w:t>
      </w:r>
      <w:r>
        <w:rPr>
          <w:rtl/>
        </w:rPr>
        <w:t>وَ لا يَئُودُكَ فِى جَزِيلِ هِبَاتِكَ الَّتِى دَلَّتْ عَلَيْهَا آيَاتُكَ</w:t>
      </w:r>
      <w:r w:rsidR="007D3118">
        <w:rPr>
          <w:rtl/>
        </w:rPr>
        <w:t xml:space="preserve">، </w:t>
      </w:r>
      <w:r>
        <w:rPr>
          <w:rtl/>
        </w:rPr>
        <w:t>إِنَّكَ تَفْعَلُ مَا تَشَاءُ</w:t>
      </w:r>
      <w:r w:rsidR="007D3118">
        <w:rPr>
          <w:rtl/>
        </w:rPr>
        <w:t xml:space="preserve">، </w:t>
      </w:r>
      <w:r>
        <w:rPr>
          <w:rtl/>
        </w:rPr>
        <w:t>وَ تَحْكُمُ مَا تُرِيدُ</w:t>
      </w:r>
      <w:r w:rsidR="007D3118">
        <w:rPr>
          <w:rtl/>
        </w:rPr>
        <w:t xml:space="preserve">، </w:t>
      </w:r>
      <w:r>
        <w:rPr>
          <w:rtl/>
        </w:rPr>
        <w:t>إِنَّكَ عَلَى كُلِّ شَيْءٍ قَدِيرٌ</w:t>
      </w:r>
      <w:r w:rsidR="007D3118">
        <w:rPr>
          <w:rtl/>
        </w:rPr>
        <w:t xml:space="preserve">. </w:t>
      </w:r>
      <w:r>
        <w:rPr>
          <w:rtl/>
        </w:rPr>
        <w:t>و صلى الله على محمد و آله المطهرين</w:t>
      </w:r>
      <w:r w:rsidR="007D3118">
        <w:rPr>
          <w:rtl/>
        </w:rPr>
        <w:t xml:space="preserve">. </w:t>
      </w:r>
    </w:p>
    <w:p w:rsidR="00587D34" w:rsidRDefault="00AA3CBA" w:rsidP="004C63D0">
      <w:pPr>
        <w:pStyle w:val="Heading2"/>
        <w:rPr>
          <w:rtl/>
        </w:rPr>
      </w:pPr>
      <w:bookmarkStart w:id="37" w:name="_Toc394915166"/>
      <w:r>
        <w:rPr>
          <w:rtl/>
        </w:rPr>
        <w:t>ترجمه دعاى شانزدهم: دعا براى آمرزش گناهان و طلب عفو از نواقص</w:t>
      </w:r>
      <w:bookmarkEnd w:id="37"/>
    </w:p>
    <w:p w:rsidR="00587D34" w:rsidRDefault="00587D34" w:rsidP="00587D34">
      <w:pPr>
        <w:pStyle w:val="libNormal"/>
        <w:rPr>
          <w:rtl/>
        </w:rPr>
      </w:pPr>
      <w:r>
        <w:rPr>
          <w:rtl/>
        </w:rPr>
        <w:t>1</w:t>
      </w:r>
      <w:r w:rsidR="007D3118">
        <w:rPr>
          <w:rtl/>
        </w:rPr>
        <w:t xml:space="preserve">. </w:t>
      </w:r>
      <w:r>
        <w:rPr>
          <w:rtl/>
        </w:rPr>
        <w:t>اى خداوندا</w:t>
      </w:r>
      <w:r w:rsidR="007D3118">
        <w:rPr>
          <w:rtl/>
        </w:rPr>
        <w:t xml:space="preserve">، </w:t>
      </w:r>
      <w:r>
        <w:rPr>
          <w:rtl/>
        </w:rPr>
        <w:t>اى كسى كه گناهكاران به رحمت تو استغاثه ميكنند</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اى كسى كه بيچارگان به ذكر احسان تو متوسل مى گردند</w:t>
      </w:r>
      <w:r w:rsidR="007D3118">
        <w:rPr>
          <w:rtl/>
        </w:rPr>
        <w:t xml:space="preserve">. </w:t>
      </w:r>
    </w:p>
    <w:p w:rsidR="00587D34" w:rsidRDefault="00587D34" w:rsidP="00587D34">
      <w:pPr>
        <w:pStyle w:val="libNormal"/>
        <w:rPr>
          <w:rtl/>
        </w:rPr>
      </w:pPr>
      <w:r>
        <w:rPr>
          <w:rtl/>
        </w:rPr>
        <w:t>3</w:t>
      </w:r>
      <w:r w:rsidR="007D3118">
        <w:rPr>
          <w:rtl/>
        </w:rPr>
        <w:t xml:space="preserve">. </w:t>
      </w:r>
      <w:r>
        <w:rPr>
          <w:rtl/>
        </w:rPr>
        <w:t>اى كسى كه خطاكاران از ترس تو به زار مى گريند</w:t>
      </w:r>
      <w:r w:rsidR="007D3118">
        <w:rPr>
          <w:rtl/>
        </w:rPr>
        <w:t xml:space="preserve">. </w:t>
      </w:r>
    </w:p>
    <w:p w:rsidR="00587D34" w:rsidRDefault="00587D34" w:rsidP="00587D34">
      <w:pPr>
        <w:pStyle w:val="libNormal"/>
        <w:rPr>
          <w:rtl/>
        </w:rPr>
      </w:pPr>
      <w:r>
        <w:rPr>
          <w:rtl/>
        </w:rPr>
        <w:t>4</w:t>
      </w:r>
      <w:r w:rsidR="007D3118">
        <w:rPr>
          <w:rtl/>
        </w:rPr>
        <w:t xml:space="preserve">. </w:t>
      </w:r>
      <w:r>
        <w:rPr>
          <w:rtl/>
        </w:rPr>
        <w:t>اى كه هر رميده دور از خانمان به تو الفت مى گيرد و هر اندوهگين دل شكسته</w:t>
      </w:r>
      <w:r w:rsidR="007D3118">
        <w:rPr>
          <w:rtl/>
        </w:rPr>
        <w:t xml:space="preserve">، </w:t>
      </w:r>
      <w:r>
        <w:rPr>
          <w:rtl/>
        </w:rPr>
        <w:t>گشايش از تو مى خواهد و هر رانده بى كس و ياور را</w:t>
      </w:r>
      <w:r w:rsidR="007D3118">
        <w:rPr>
          <w:rtl/>
        </w:rPr>
        <w:t xml:space="preserve">، </w:t>
      </w:r>
      <w:r>
        <w:rPr>
          <w:rtl/>
        </w:rPr>
        <w:t>تو فريادرسى و هر بينواى دور افتاده را تو مددكارى</w:t>
      </w:r>
      <w:r w:rsidR="007D3118">
        <w:rPr>
          <w:rtl/>
        </w:rPr>
        <w:t xml:space="preserve">. </w:t>
      </w:r>
    </w:p>
    <w:p w:rsidR="00587D34" w:rsidRDefault="00587D34" w:rsidP="00587D34">
      <w:pPr>
        <w:pStyle w:val="libNormal"/>
        <w:rPr>
          <w:rtl/>
        </w:rPr>
      </w:pPr>
      <w:r>
        <w:rPr>
          <w:rtl/>
        </w:rPr>
        <w:t>5</w:t>
      </w:r>
      <w:r w:rsidR="007D3118">
        <w:rPr>
          <w:rtl/>
        </w:rPr>
        <w:t xml:space="preserve">. </w:t>
      </w:r>
      <w:r>
        <w:rPr>
          <w:rtl/>
        </w:rPr>
        <w:t>تويى كه علم و رحمت تو همه چيز را فرا است</w:t>
      </w:r>
      <w:r w:rsidR="007D3118">
        <w:rPr>
          <w:rtl/>
        </w:rPr>
        <w:t xml:space="preserve">. </w:t>
      </w:r>
    </w:p>
    <w:p w:rsidR="00587D34" w:rsidRDefault="00587D34" w:rsidP="00587D34">
      <w:pPr>
        <w:pStyle w:val="libNormal"/>
        <w:rPr>
          <w:rtl/>
        </w:rPr>
      </w:pPr>
      <w:r>
        <w:rPr>
          <w:rtl/>
        </w:rPr>
        <w:t>6</w:t>
      </w:r>
      <w:r w:rsidR="007D3118">
        <w:rPr>
          <w:rtl/>
        </w:rPr>
        <w:t xml:space="preserve">. </w:t>
      </w:r>
      <w:r>
        <w:rPr>
          <w:rtl/>
        </w:rPr>
        <w:t>و تويى كه براى هر آفريده اى در نعمتهاى تو نصيبى مقرر گرفته</w:t>
      </w:r>
      <w:r w:rsidR="007D3118">
        <w:rPr>
          <w:rtl/>
        </w:rPr>
        <w:t xml:space="preserve">. </w:t>
      </w:r>
    </w:p>
    <w:p w:rsidR="00587D34" w:rsidRDefault="00587D34" w:rsidP="00587D34">
      <w:pPr>
        <w:pStyle w:val="libNormal"/>
        <w:rPr>
          <w:rtl/>
        </w:rPr>
      </w:pPr>
      <w:r>
        <w:rPr>
          <w:rtl/>
        </w:rPr>
        <w:t>7</w:t>
      </w:r>
      <w:r w:rsidR="007D3118">
        <w:rPr>
          <w:rtl/>
        </w:rPr>
        <w:t xml:space="preserve">. </w:t>
      </w:r>
      <w:r>
        <w:rPr>
          <w:rtl/>
        </w:rPr>
        <w:t>و تويى كه عفوت از عقاب برتر است</w:t>
      </w:r>
      <w:r w:rsidR="007D3118">
        <w:rPr>
          <w:rtl/>
        </w:rPr>
        <w:t xml:space="preserve">. </w:t>
      </w:r>
    </w:p>
    <w:p w:rsidR="00587D34" w:rsidRDefault="00587D34" w:rsidP="00587D34">
      <w:pPr>
        <w:pStyle w:val="libNormal"/>
        <w:rPr>
          <w:rtl/>
        </w:rPr>
      </w:pPr>
      <w:r>
        <w:rPr>
          <w:rtl/>
        </w:rPr>
        <w:lastRenderedPageBreak/>
        <w:t>8</w:t>
      </w:r>
      <w:r w:rsidR="007D3118">
        <w:rPr>
          <w:rtl/>
        </w:rPr>
        <w:t xml:space="preserve">. </w:t>
      </w:r>
      <w:r>
        <w:rPr>
          <w:rtl/>
        </w:rPr>
        <w:t>و تويى كه بخشايشت از خشم پيشتر است</w:t>
      </w:r>
      <w:r w:rsidR="007D3118">
        <w:rPr>
          <w:rtl/>
        </w:rPr>
        <w:t xml:space="preserve">. </w:t>
      </w:r>
    </w:p>
    <w:p w:rsidR="00587D34" w:rsidRDefault="00587D34" w:rsidP="00587D34">
      <w:pPr>
        <w:pStyle w:val="libNormal"/>
        <w:rPr>
          <w:rtl/>
        </w:rPr>
      </w:pPr>
      <w:r>
        <w:rPr>
          <w:rtl/>
        </w:rPr>
        <w:t>9</w:t>
      </w:r>
      <w:r w:rsidR="007D3118">
        <w:rPr>
          <w:rtl/>
        </w:rPr>
        <w:t xml:space="preserve">. </w:t>
      </w:r>
      <w:r>
        <w:rPr>
          <w:rtl/>
        </w:rPr>
        <w:t>و بخششت از منع بيشتر</w:t>
      </w:r>
      <w:r w:rsidR="007D3118">
        <w:rPr>
          <w:rtl/>
        </w:rPr>
        <w:t xml:space="preserve">. </w:t>
      </w:r>
    </w:p>
    <w:p w:rsidR="00587D34" w:rsidRDefault="00587D34" w:rsidP="00587D34">
      <w:pPr>
        <w:pStyle w:val="libNormal"/>
        <w:rPr>
          <w:rtl/>
        </w:rPr>
      </w:pPr>
      <w:r>
        <w:rPr>
          <w:rtl/>
        </w:rPr>
        <w:t>10</w:t>
      </w:r>
      <w:r w:rsidR="007D3118">
        <w:rPr>
          <w:rtl/>
        </w:rPr>
        <w:t xml:space="preserve">. </w:t>
      </w:r>
      <w:r>
        <w:rPr>
          <w:rtl/>
        </w:rPr>
        <w:t>تويى كه همه آفريدگان را قدرت تو فرا مى گيرد</w:t>
      </w:r>
      <w:r w:rsidR="007D3118">
        <w:rPr>
          <w:rtl/>
        </w:rPr>
        <w:t xml:space="preserve">. </w:t>
      </w:r>
    </w:p>
    <w:p w:rsidR="00587D34" w:rsidRDefault="00587D34" w:rsidP="00587D34">
      <w:pPr>
        <w:pStyle w:val="libNormal"/>
        <w:rPr>
          <w:rtl/>
        </w:rPr>
      </w:pPr>
      <w:r>
        <w:rPr>
          <w:rtl/>
        </w:rPr>
        <w:t>11</w:t>
      </w:r>
      <w:r w:rsidR="007D3118">
        <w:rPr>
          <w:rtl/>
        </w:rPr>
        <w:t xml:space="preserve">. </w:t>
      </w:r>
      <w:r>
        <w:rPr>
          <w:rtl/>
        </w:rPr>
        <w:t>و تويى كه به هر كس مى بخشى و نگران پاداش نيستى</w:t>
      </w:r>
      <w:r w:rsidR="007D3118">
        <w:rPr>
          <w:rtl/>
        </w:rPr>
        <w:t xml:space="preserve">. </w:t>
      </w:r>
      <w:r w:rsidRPr="00AA3CBA">
        <w:rPr>
          <w:rStyle w:val="libFootnotenumChar"/>
          <w:rtl/>
        </w:rPr>
        <w:t>(54</w:t>
      </w:r>
      <w:r w:rsidR="007D3118" w:rsidRPr="00AA3CBA">
        <w:rPr>
          <w:rStyle w:val="libFootnotenumChar"/>
          <w:rtl/>
        </w:rPr>
        <w:t>)</w:t>
      </w:r>
    </w:p>
    <w:p w:rsidR="00587D34" w:rsidRDefault="00587D34" w:rsidP="00587D34">
      <w:pPr>
        <w:pStyle w:val="libNormal"/>
        <w:rPr>
          <w:rtl/>
        </w:rPr>
      </w:pPr>
      <w:r>
        <w:rPr>
          <w:rtl/>
        </w:rPr>
        <w:t>12</w:t>
      </w:r>
      <w:r w:rsidR="007D3118">
        <w:rPr>
          <w:rtl/>
        </w:rPr>
        <w:t xml:space="preserve">. </w:t>
      </w:r>
      <w:r>
        <w:rPr>
          <w:rtl/>
        </w:rPr>
        <w:t>و تويى كه در عقاب آن كه نافرمانى كند از اندازه در نمى گذرى</w:t>
      </w:r>
      <w:r w:rsidR="007D3118">
        <w:rPr>
          <w:rtl/>
        </w:rPr>
        <w:t xml:space="preserve">. </w:t>
      </w:r>
    </w:p>
    <w:p w:rsidR="00587D34" w:rsidRDefault="00587D34" w:rsidP="00587D34">
      <w:pPr>
        <w:pStyle w:val="libNormal"/>
        <w:rPr>
          <w:rtl/>
        </w:rPr>
      </w:pPr>
      <w:r>
        <w:rPr>
          <w:rtl/>
        </w:rPr>
        <w:t>13</w:t>
      </w:r>
      <w:r w:rsidR="007D3118">
        <w:rPr>
          <w:rtl/>
        </w:rPr>
        <w:t xml:space="preserve">. </w:t>
      </w:r>
      <w:r>
        <w:rPr>
          <w:rtl/>
        </w:rPr>
        <w:t>اى خداى من! من آن بنده ام كه مرا به دعا امر كردى و امر تو را اجابت كردم</w:t>
      </w:r>
      <w:r w:rsidR="007D3118">
        <w:rPr>
          <w:rtl/>
        </w:rPr>
        <w:t xml:space="preserve">. </w:t>
      </w:r>
      <w:r>
        <w:rPr>
          <w:rtl/>
        </w:rPr>
        <w:t>اى پروردگار من! اينك منم پيش دست تو افتاده</w:t>
      </w:r>
      <w:r w:rsidR="007D3118">
        <w:rPr>
          <w:rtl/>
        </w:rPr>
        <w:t xml:space="preserve">. </w:t>
      </w:r>
    </w:p>
    <w:p w:rsidR="00587D34" w:rsidRDefault="00587D34" w:rsidP="00587D34">
      <w:pPr>
        <w:pStyle w:val="libNormal"/>
        <w:rPr>
          <w:rtl/>
        </w:rPr>
      </w:pPr>
      <w:r>
        <w:rPr>
          <w:rtl/>
        </w:rPr>
        <w:t>14</w:t>
      </w:r>
      <w:r w:rsidR="007D3118">
        <w:rPr>
          <w:rtl/>
        </w:rPr>
        <w:t xml:space="preserve">. </w:t>
      </w:r>
      <w:r>
        <w:rPr>
          <w:rtl/>
        </w:rPr>
        <w:t>و گناهان پشت مرا گران بار كرده است</w:t>
      </w:r>
      <w:r w:rsidR="007D3118">
        <w:rPr>
          <w:rtl/>
        </w:rPr>
        <w:t xml:space="preserve">، </w:t>
      </w:r>
      <w:r>
        <w:rPr>
          <w:rtl/>
        </w:rPr>
        <w:t>منم كه عمرم در گناه به سر آمده</w:t>
      </w:r>
      <w:r w:rsidR="007D3118">
        <w:rPr>
          <w:rtl/>
        </w:rPr>
        <w:t xml:space="preserve">، </w:t>
      </w:r>
      <w:r>
        <w:rPr>
          <w:rtl/>
        </w:rPr>
        <w:t>منم كه به نادانى نافرمانى تو كردم و سزاوار نبود كه چنين كنم</w:t>
      </w:r>
      <w:r w:rsidR="007D3118">
        <w:rPr>
          <w:rtl/>
        </w:rPr>
        <w:t xml:space="preserve">. </w:t>
      </w:r>
      <w:r w:rsidRPr="00AA3CBA">
        <w:rPr>
          <w:rStyle w:val="libFootnotenumChar"/>
          <w:rtl/>
        </w:rPr>
        <w:t>(55</w:t>
      </w:r>
      <w:r w:rsidR="007D3118" w:rsidRPr="00AA3CBA">
        <w:rPr>
          <w:rStyle w:val="libFootnotenumChar"/>
          <w:rtl/>
        </w:rPr>
        <w:t>)</w:t>
      </w:r>
    </w:p>
    <w:p w:rsidR="00587D34" w:rsidRDefault="00587D34" w:rsidP="00587D34">
      <w:pPr>
        <w:pStyle w:val="libNormal"/>
        <w:rPr>
          <w:rtl/>
        </w:rPr>
      </w:pPr>
      <w:r>
        <w:rPr>
          <w:rtl/>
        </w:rPr>
        <w:t>15</w:t>
      </w:r>
      <w:r w:rsidR="007D3118">
        <w:rPr>
          <w:rtl/>
        </w:rPr>
        <w:t xml:space="preserve">. </w:t>
      </w:r>
      <w:r>
        <w:rPr>
          <w:rtl/>
        </w:rPr>
        <w:t xml:space="preserve">اى خداى من! آيا تو بر خوانندگان خود بخشش مى فرمايى تا من در دعا مبالغه كنم؟ </w:t>
      </w:r>
      <w:r w:rsidRPr="00AA3CBA">
        <w:rPr>
          <w:rStyle w:val="libFootnotenumChar"/>
          <w:rtl/>
        </w:rPr>
        <w:t>(56</w:t>
      </w:r>
      <w:r w:rsidR="007D3118" w:rsidRPr="00AA3CBA">
        <w:rPr>
          <w:rStyle w:val="libFootnotenumChar"/>
          <w:rtl/>
        </w:rPr>
        <w:t>)</w:t>
      </w:r>
    </w:p>
    <w:p w:rsidR="00587D34" w:rsidRDefault="00587D34" w:rsidP="00587D34">
      <w:pPr>
        <w:pStyle w:val="libNormal"/>
        <w:rPr>
          <w:rtl/>
        </w:rPr>
      </w:pPr>
      <w:r>
        <w:rPr>
          <w:rtl/>
        </w:rPr>
        <w:t>آيا گريندگان را مى آمرزى كه من در گريه شتاب نمايم؟ آيا از آن كس كه روى خود را به خوارى به خاك سايد در مى گذرى؟ آيا كسى را كه از فقر و نياز توكل بر تو كرده</w:t>
      </w:r>
      <w:r w:rsidR="007D3118">
        <w:rPr>
          <w:rtl/>
        </w:rPr>
        <w:t xml:space="preserve">، </w:t>
      </w:r>
      <w:r>
        <w:rPr>
          <w:rtl/>
        </w:rPr>
        <w:t>سوى تو شكايت آرد بى نياز مى سازى؟</w:t>
      </w:r>
    </w:p>
    <w:p w:rsidR="00587D34" w:rsidRDefault="00587D34" w:rsidP="00587D34">
      <w:pPr>
        <w:pStyle w:val="libNormal"/>
        <w:rPr>
          <w:rtl/>
        </w:rPr>
      </w:pPr>
      <w:r>
        <w:rPr>
          <w:rtl/>
        </w:rPr>
        <w:t>16</w:t>
      </w:r>
      <w:r w:rsidR="007D3118">
        <w:rPr>
          <w:rtl/>
        </w:rPr>
        <w:t xml:space="preserve">. </w:t>
      </w:r>
      <w:r>
        <w:rPr>
          <w:rtl/>
        </w:rPr>
        <w:t>اى خداى من! آن را كه بخشنده اى جز تو ندارد نوميد مگردان و آن كه از تو بى نياز نيست و كسى به داد او نمى رسد خوار مكن</w:t>
      </w:r>
      <w:r w:rsidR="007D3118">
        <w:rPr>
          <w:rtl/>
        </w:rPr>
        <w:t xml:space="preserve">. </w:t>
      </w:r>
    </w:p>
    <w:p w:rsidR="00587D34" w:rsidRDefault="00587D34" w:rsidP="00587D34">
      <w:pPr>
        <w:pStyle w:val="libNormal"/>
        <w:rPr>
          <w:rtl/>
        </w:rPr>
      </w:pPr>
      <w:r>
        <w:rPr>
          <w:rtl/>
        </w:rPr>
        <w:t>17</w:t>
      </w:r>
      <w:r w:rsidR="007D3118">
        <w:rPr>
          <w:rtl/>
        </w:rPr>
        <w:t xml:space="preserve">. </w:t>
      </w:r>
      <w:r>
        <w:rPr>
          <w:rtl/>
        </w:rPr>
        <w:t>اى خداى من! درود بر محمد و آل او فرست</w:t>
      </w:r>
      <w:r w:rsidR="007D3118">
        <w:rPr>
          <w:rtl/>
        </w:rPr>
        <w:t xml:space="preserve">، </w:t>
      </w:r>
      <w:r>
        <w:rPr>
          <w:rtl/>
        </w:rPr>
        <w:t>و از من روى بر مگردان</w:t>
      </w:r>
      <w:r w:rsidR="007D3118">
        <w:rPr>
          <w:rtl/>
        </w:rPr>
        <w:t xml:space="preserve">، </w:t>
      </w:r>
      <w:r>
        <w:rPr>
          <w:rtl/>
        </w:rPr>
        <w:t>كه روى به تو آورده ام و مرا نوميد مكن كه به تو اميدوارم و مرا از پيش خود مران كه در خدمت تو ايستاده ام</w:t>
      </w:r>
      <w:r w:rsidR="007D3118">
        <w:rPr>
          <w:rtl/>
        </w:rPr>
        <w:t xml:space="preserve">. </w:t>
      </w:r>
    </w:p>
    <w:p w:rsidR="00587D34" w:rsidRDefault="00587D34" w:rsidP="00587D34">
      <w:pPr>
        <w:pStyle w:val="libNormal"/>
        <w:rPr>
          <w:rtl/>
        </w:rPr>
      </w:pPr>
      <w:r>
        <w:rPr>
          <w:rtl/>
        </w:rPr>
        <w:t>18</w:t>
      </w:r>
      <w:r w:rsidR="007D3118">
        <w:rPr>
          <w:rtl/>
        </w:rPr>
        <w:t xml:space="preserve">. </w:t>
      </w:r>
      <w:r>
        <w:rPr>
          <w:rtl/>
        </w:rPr>
        <w:t>تويى كه خود را به رحمت ستودى</w:t>
      </w:r>
      <w:r w:rsidR="007D3118">
        <w:rPr>
          <w:rtl/>
        </w:rPr>
        <w:t xml:space="preserve">، </w:t>
      </w:r>
      <w:r>
        <w:rPr>
          <w:rtl/>
        </w:rPr>
        <w:t>پس درود بر محمد و آل او فرست</w:t>
      </w:r>
      <w:r w:rsidR="007D3118">
        <w:rPr>
          <w:rtl/>
        </w:rPr>
        <w:t xml:space="preserve">، </w:t>
      </w:r>
      <w:r>
        <w:rPr>
          <w:rtl/>
        </w:rPr>
        <w:t>و بر من رحم كن</w:t>
      </w:r>
      <w:r w:rsidR="007D3118">
        <w:rPr>
          <w:rtl/>
        </w:rPr>
        <w:t xml:space="preserve">، </w:t>
      </w:r>
      <w:r>
        <w:rPr>
          <w:rtl/>
        </w:rPr>
        <w:t>و تو خود را بخشنده ناميدى</w:t>
      </w:r>
      <w:r w:rsidR="007D3118">
        <w:rPr>
          <w:rtl/>
        </w:rPr>
        <w:t xml:space="preserve">، </w:t>
      </w:r>
      <w:r>
        <w:rPr>
          <w:rtl/>
        </w:rPr>
        <w:t>پس بر من ببخشاى</w:t>
      </w:r>
      <w:r w:rsidR="007D3118">
        <w:rPr>
          <w:rtl/>
        </w:rPr>
        <w:t xml:space="preserve">. </w:t>
      </w:r>
    </w:p>
    <w:p w:rsidR="00587D34" w:rsidRDefault="00587D34" w:rsidP="00587D34">
      <w:pPr>
        <w:pStyle w:val="libNormal"/>
        <w:rPr>
          <w:rtl/>
        </w:rPr>
      </w:pPr>
      <w:r>
        <w:rPr>
          <w:rtl/>
        </w:rPr>
        <w:lastRenderedPageBreak/>
        <w:t>19</w:t>
      </w:r>
      <w:r w:rsidR="007D3118">
        <w:rPr>
          <w:rtl/>
        </w:rPr>
        <w:t xml:space="preserve">. </w:t>
      </w:r>
      <w:r>
        <w:rPr>
          <w:rtl/>
        </w:rPr>
        <w:t>اى خداى من! مى بينى سرشك من از ترس تو روان است و دلم از بيم تو هراسان و اندامم از هيبت تو لرزان</w:t>
      </w:r>
      <w:r w:rsidR="007D3118">
        <w:rPr>
          <w:rtl/>
        </w:rPr>
        <w:t xml:space="preserve">. </w:t>
      </w:r>
    </w:p>
    <w:p w:rsidR="00587D34" w:rsidRDefault="00587D34" w:rsidP="00587D34">
      <w:pPr>
        <w:pStyle w:val="libNormal"/>
        <w:rPr>
          <w:rtl/>
        </w:rPr>
      </w:pPr>
      <w:r>
        <w:rPr>
          <w:rtl/>
        </w:rPr>
        <w:t>20</w:t>
      </w:r>
      <w:r w:rsidR="007D3118">
        <w:rPr>
          <w:rtl/>
        </w:rPr>
        <w:t xml:space="preserve">. </w:t>
      </w:r>
      <w:r>
        <w:rPr>
          <w:rtl/>
        </w:rPr>
        <w:t>چون از كار زشت خود شرمسارم و از بسيارى زارى در پيشگاه تو آواز من گرفته است و از بسيارى مناجات با تو زبانم خسته و كُند شده است</w:t>
      </w:r>
      <w:r w:rsidR="007D3118">
        <w:rPr>
          <w:rtl/>
        </w:rPr>
        <w:t xml:space="preserve">. </w:t>
      </w:r>
    </w:p>
    <w:p w:rsidR="00587D34" w:rsidRDefault="00587D34" w:rsidP="00587D34">
      <w:pPr>
        <w:pStyle w:val="libNormal"/>
        <w:rPr>
          <w:rtl/>
        </w:rPr>
      </w:pPr>
      <w:r>
        <w:rPr>
          <w:rtl/>
        </w:rPr>
        <w:t>21</w:t>
      </w:r>
      <w:r w:rsidR="007D3118">
        <w:rPr>
          <w:rtl/>
        </w:rPr>
        <w:t xml:space="preserve">. </w:t>
      </w:r>
      <w:r>
        <w:rPr>
          <w:rtl/>
        </w:rPr>
        <w:t>اى خداى من! سپاس تو را</w:t>
      </w:r>
      <w:r w:rsidR="007D3118">
        <w:rPr>
          <w:rtl/>
        </w:rPr>
        <w:t xml:space="preserve">، </w:t>
      </w:r>
      <w:r>
        <w:rPr>
          <w:rtl/>
        </w:rPr>
        <w:t>چه بسيار عيب كه پوشيدى بر من و مرا رسوا نكردى</w:t>
      </w:r>
      <w:r w:rsidR="007D3118">
        <w:rPr>
          <w:rtl/>
        </w:rPr>
        <w:t xml:space="preserve">، </w:t>
      </w:r>
      <w:r>
        <w:rPr>
          <w:rtl/>
        </w:rPr>
        <w:t>و چه بسيار گناه كه پنهان كردى و مرا بدان شهره نساختى</w:t>
      </w:r>
      <w:r w:rsidR="007D3118">
        <w:rPr>
          <w:rtl/>
        </w:rPr>
        <w:t xml:space="preserve">، </w:t>
      </w:r>
      <w:r>
        <w:rPr>
          <w:rtl/>
        </w:rPr>
        <w:t>و بسا آلودگى ها كه بدان دست زدم و تو پرده من ندريدى و ننگ آن را بر من ننهادى و پيش همسايگان و عيوب جويان كه از نعمت تو بر من رشك مى برند آنها را آشكار ننمودى</w:t>
      </w:r>
      <w:r w:rsidR="007D3118">
        <w:rPr>
          <w:rtl/>
        </w:rPr>
        <w:t xml:space="preserve">. </w:t>
      </w:r>
    </w:p>
    <w:p w:rsidR="00587D34" w:rsidRDefault="00587D34" w:rsidP="00587D34">
      <w:pPr>
        <w:pStyle w:val="libNormal"/>
        <w:rPr>
          <w:rtl/>
        </w:rPr>
      </w:pPr>
      <w:r>
        <w:rPr>
          <w:rtl/>
        </w:rPr>
        <w:t>22</w:t>
      </w:r>
      <w:r w:rsidR="007D3118">
        <w:rPr>
          <w:rtl/>
        </w:rPr>
        <w:t xml:space="preserve">. </w:t>
      </w:r>
      <w:r>
        <w:rPr>
          <w:rtl/>
        </w:rPr>
        <w:t>اين ها مرا باز نداشت و باز به سوى بدى ها و بزهكارى ها كه مدانى شتافتم</w:t>
      </w:r>
      <w:r w:rsidR="007D3118">
        <w:rPr>
          <w:rtl/>
        </w:rPr>
        <w:t xml:space="preserve">. </w:t>
      </w:r>
    </w:p>
    <w:p w:rsidR="00587D34" w:rsidRDefault="00587D34" w:rsidP="00587D34">
      <w:pPr>
        <w:pStyle w:val="libNormal"/>
        <w:rPr>
          <w:rtl/>
        </w:rPr>
      </w:pPr>
      <w:r>
        <w:rPr>
          <w:rtl/>
        </w:rPr>
        <w:t>23</w:t>
      </w:r>
      <w:r w:rsidR="007D3118">
        <w:rPr>
          <w:rtl/>
        </w:rPr>
        <w:t xml:space="preserve">. </w:t>
      </w:r>
      <w:r>
        <w:rPr>
          <w:rtl/>
        </w:rPr>
        <w:t>پس اى خداى من كيست به صلاح خويش از من نادانتر و از نصيب خود غافلتر و از عافيت دورتر؟ كه روزى مقرر تو را</w:t>
      </w:r>
      <w:r w:rsidR="007D3118">
        <w:rPr>
          <w:rtl/>
        </w:rPr>
        <w:t xml:space="preserve">، </w:t>
      </w:r>
      <w:r>
        <w:rPr>
          <w:rtl/>
        </w:rPr>
        <w:t>در مناهى و نافرمانى تو مصرف كردم و كيست در باطل فرورفته تر و بر زشت كارى اقدام كننده تر از من؟ كه در ميان دعوت تو و دعوت شيطان ايستاده ام و با چشم باز دعوت شيطان را پذيرفتم</w:t>
      </w:r>
      <w:r w:rsidR="007D3118">
        <w:rPr>
          <w:rtl/>
        </w:rPr>
        <w:t xml:space="preserve">، </w:t>
      </w:r>
      <w:r>
        <w:rPr>
          <w:rtl/>
        </w:rPr>
        <w:t>با آن كه او را مى شناسم و فراموشش نكرده ام</w:t>
      </w:r>
      <w:r w:rsidR="007D3118">
        <w:rPr>
          <w:rtl/>
        </w:rPr>
        <w:t xml:space="preserve">. </w:t>
      </w:r>
    </w:p>
    <w:p w:rsidR="00587D34" w:rsidRDefault="00587D34" w:rsidP="00587D34">
      <w:pPr>
        <w:pStyle w:val="libNormal"/>
        <w:rPr>
          <w:rtl/>
        </w:rPr>
      </w:pPr>
      <w:r>
        <w:rPr>
          <w:rtl/>
        </w:rPr>
        <w:t>24</w:t>
      </w:r>
      <w:r w:rsidR="007D3118">
        <w:rPr>
          <w:rtl/>
        </w:rPr>
        <w:t xml:space="preserve">. </w:t>
      </w:r>
      <w:r>
        <w:rPr>
          <w:rtl/>
        </w:rPr>
        <w:t>و يقين دارم كه سرانجام دعوت تو سوى بهشت است و پايان دعوت او سوى دوزخ</w:t>
      </w:r>
      <w:r w:rsidR="007D3118">
        <w:rPr>
          <w:rtl/>
        </w:rPr>
        <w:t xml:space="preserve">. </w:t>
      </w:r>
    </w:p>
    <w:p w:rsidR="00587D34" w:rsidRDefault="00587D34" w:rsidP="00587D34">
      <w:pPr>
        <w:pStyle w:val="libNormal"/>
        <w:rPr>
          <w:rtl/>
        </w:rPr>
      </w:pPr>
      <w:r>
        <w:rPr>
          <w:rtl/>
        </w:rPr>
        <w:t>25</w:t>
      </w:r>
      <w:r w:rsidR="007D3118">
        <w:rPr>
          <w:rtl/>
        </w:rPr>
        <w:t xml:space="preserve">. </w:t>
      </w:r>
      <w:r>
        <w:rPr>
          <w:rtl/>
        </w:rPr>
        <w:t>پاكا خداوندا! شگفت است كه من گواهى به زيان خود مى دهم و كار نهان خويش را آشكار مى شمارم</w:t>
      </w:r>
      <w:r w:rsidR="007D3118">
        <w:rPr>
          <w:rtl/>
        </w:rPr>
        <w:t xml:space="preserve">. </w:t>
      </w:r>
    </w:p>
    <w:p w:rsidR="00587D34" w:rsidRDefault="00587D34" w:rsidP="00587D34">
      <w:pPr>
        <w:pStyle w:val="libNormal"/>
        <w:rPr>
          <w:rtl/>
        </w:rPr>
      </w:pPr>
      <w:r>
        <w:rPr>
          <w:rtl/>
        </w:rPr>
        <w:t>26</w:t>
      </w:r>
      <w:r w:rsidR="007D3118">
        <w:rPr>
          <w:rtl/>
        </w:rPr>
        <w:t xml:space="preserve">. </w:t>
      </w:r>
      <w:r>
        <w:rPr>
          <w:rtl/>
        </w:rPr>
        <w:t>و شگفت تر از اين بردبارى توست و شتاب نكردن در عقاب من</w:t>
      </w:r>
      <w:r w:rsidR="007D3118">
        <w:rPr>
          <w:rtl/>
        </w:rPr>
        <w:t xml:space="preserve">، </w:t>
      </w:r>
      <w:r>
        <w:rPr>
          <w:rtl/>
        </w:rPr>
        <w:t>نه براى آن كه پيش تو گرامى و عزيزم</w:t>
      </w:r>
      <w:r w:rsidR="007D3118">
        <w:rPr>
          <w:rtl/>
        </w:rPr>
        <w:t xml:space="preserve">، </w:t>
      </w:r>
      <w:r>
        <w:rPr>
          <w:rtl/>
        </w:rPr>
        <w:t>بلكه از جهت حلم و تفضل تو بر من</w:t>
      </w:r>
      <w:r w:rsidR="007D3118">
        <w:rPr>
          <w:rtl/>
        </w:rPr>
        <w:t xml:space="preserve">، </w:t>
      </w:r>
      <w:r>
        <w:rPr>
          <w:rtl/>
        </w:rPr>
        <w:lastRenderedPageBreak/>
        <w:t>شايد از نافرمانى كه موجب خشم توست باز ايستم و از گناهانى كه آبرو را مى برد پشيمان شوم و براى اين كه عفو نزد تو محبوب تر است از انتقام</w:t>
      </w:r>
      <w:r w:rsidR="007D3118">
        <w:rPr>
          <w:rtl/>
        </w:rPr>
        <w:t xml:space="preserve">. </w:t>
      </w:r>
    </w:p>
    <w:p w:rsidR="00587D34" w:rsidRDefault="00587D34" w:rsidP="00587D34">
      <w:pPr>
        <w:pStyle w:val="libNormal"/>
        <w:rPr>
          <w:rtl/>
        </w:rPr>
      </w:pPr>
      <w:r>
        <w:rPr>
          <w:rtl/>
        </w:rPr>
        <w:t>27</w:t>
      </w:r>
      <w:r w:rsidR="007D3118">
        <w:rPr>
          <w:rtl/>
        </w:rPr>
        <w:t xml:space="preserve">. </w:t>
      </w:r>
      <w:r>
        <w:rPr>
          <w:rtl/>
        </w:rPr>
        <w:t>بلكه گناهم بيشتر است اى خداى من و آثارم زشتر</w:t>
      </w:r>
      <w:r w:rsidR="007D3118">
        <w:rPr>
          <w:rtl/>
        </w:rPr>
        <w:t xml:space="preserve">، </w:t>
      </w:r>
      <w:r>
        <w:rPr>
          <w:rtl/>
        </w:rPr>
        <w:t>و كردارم ناپسنديده تر و در باطل سخت بى باكترم</w:t>
      </w:r>
      <w:r w:rsidR="007D3118">
        <w:rPr>
          <w:rtl/>
        </w:rPr>
        <w:t xml:space="preserve">، </w:t>
      </w:r>
      <w:r>
        <w:rPr>
          <w:rtl/>
        </w:rPr>
        <w:t>و و در فرمانبردارى تو كُند هوشتر و از وعيد تو غافل تر و فراموش كارتر از آن كه بتوانم نواقص خويش را بشمارم و گناهان خود را به زبان آرم</w:t>
      </w:r>
      <w:r w:rsidR="007D3118">
        <w:rPr>
          <w:rtl/>
        </w:rPr>
        <w:t xml:space="preserve">. </w:t>
      </w:r>
    </w:p>
    <w:p w:rsidR="00587D34" w:rsidRDefault="00587D34" w:rsidP="00587D34">
      <w:pPr>
        <w:pStyle w:val="libNormal"/>
        <w:rPr>
          <w:rtl/>
        </w:rPr>
      </w:pPr>
      <w:r>
        <w:rPr>
          <w:rtl/>
        </w:rPr>
        <w:t>28</w:t>
      </w:r>
      <w:r w:rsidR="007D3118">
        <w:rPr>
          <w:rtl/>
        </w:rPr>
        <w:t xml:space="preserve">. </w:t>
      </w:r>
      <w:r>
        <w:rPr>
          <w:rtl/>
        </w:rPr>
        <w:t>همين قدر خويش را سرزنش مى كنم و اميد آن كه مهربانى تو كار عاصيان را به صلاح آورد و رحمت تو گردن خاطيان را از بند آزاد گرداند</w:t>
      </w:r>
      <w:r w:rsidR="007D3118">
        <w:rPr>
          <w:rtl/>
        </w:rPr>
        <w:t xml:space="preserve">. </w:t>
      </w:r>
    </w:p>
    <w:p w:rsidR="00587D34" w:rsidRDefault="00587D34" w:rsidP="00587D34">
      <w:pPr>
        <w:pStyle w:val="libNormal"/>
        <w:rPr>
          <w:rtl/>
        </w:rPr>
      </w:pPr>
      <w:r>
        <w:rPr>
          <w:rtl/>
        </w:rPr>
        <w:t>29</w:t>
      </w:r>
      <w:r w:rsidR="007D3118">
        <w:rPr>
          <w:rtl/>
        </w:rPr>
        <w:t xml:space="preserve">. </w:t>
      </w:r>
      <w:r>
        <w:rPr>
          <w:rtl/>
        </w:rPr>
        <w:t>خدايا</w:t>
      </w:r>
      <w:r w:rsidR="007D3118">
        <w:rPr>
          <w:rtl/>
        </w:rPr>
        <w:t xml:space="preserve">، </w:t>
      </w:r>
      <w:r>
        <w:rPr>
          <w:rtl/>
        </w:rPr>
        <w:t>اين گردن من است كه گناهانش در قيد بندگى در آورده</w:t>
      </w:r>
      <w:r w:rsidR="007D3118">
        <w:rPr>
          <w:rtl/>
        </w:rPr>
        <w:t xml:space="preserve">، </w:t>
      </w:r>
      <w:r w:rsidRPr="00AA3CBA">
        <w:rPr>
          <w:rStyle w:val="libFootnotenumChar"/>
          <w:rtl/>
        </w:rPr>
        <w:t>(57</w:t>
      </w:r>
      <w:r w:rsidR="007D3118" w:rsidRPr="00AA3CBA">
        <w:rPr>
          <w:rStyle w:val="libFootnotenumChar"/>
          <w:rtl/>
        </w:rPr>
        <w:t>)</w:t>
      </w:r>
      <w:r>
        <w:rPr>
          <w:rtl/>
        </w:rPr>
        <w:t xml:space="preserve"> پس بر محمد و آل او درود فرست</w:t>
      </w:r>
      <w:r w:rsidR="007D3118">
        <w:rPr>
          <w:rtl/>
        </w:rPr>
        <w:t xml:space="preserve">، </w:t>
      </w:r>
      <w:r>
        <w:rPr>
          <w:rtl/>
        </w:rPr>
        <w:t>و آن را به عفو خود آزاد گردان</w:t>
      </w:r>
      <w:r w:rsidR="007D3118">
        <w:rPr>
          <w:rtl/>
        </w:rPr>
        <w:t xml:space="preserve">، </w:t>
      </w:r>
      <w:r>
        <w:rPr>
          <w:rtl/>
        </w:rPr>
        <w:t>اينك پشت من از بار خطا سنگين است</w:t>
      </w:r>
      <w:r w:rsidR="007D3118">
        <w:rPr>
          <w:rtl/>
        </w:rPr>
        <w:t xml:space="preserve">، </w:t>
      </w:r>
      <w:r>
        <w:rPr>
          <w:rtl/>
        </w:rPr>
        <w:t>پس بر محمد و آل او درود فرست</w:t>
      </w:r>
      <w:r w:rsidR="007D3118">
        <w:rPr>
          <w:rtl/>
        </w:rPr>
        <w:t xml:space="preserve">، </w:t>
      </w:r>
      <w:r>
        <w:rPr>
          <w:rtl/>
        </w:rPr>
        <w:t>و به فضل خود آن را سبك گردان</w:t>
      </w:r>
      <w:r w:rsidR="007D3118">
        <w:rPr>
          <w:rtl/>
        </w:rPr>
        <w:t xml:space="preserve">. </w:t>
      </w:r>
    </w:p>
    <w:p w:rsidR="00587D34" w:rsidRDefault="00587D34" w:rsidP="00587D34">
      <w:pPr>
        <w:pStyle w:val="libNormal"/>
        <w:rPr>
          <w:rtl/>
        </w:rPr>
      </w:pPr>
      <w:r>
        <w:rPr>
          <w:rtl/>
        </w:rPr>
        <w:t>30</w:t>
      </w:r>
      <w:r w:rsidR="007D3118">
        <w:rPr>
          <w:rtl/>
        </w:rPr>
        <w:t xml:space="preserve">. </w:t>
      </w:r>
      <w:r>
        <w:rPr>
          <w:rtl/>
        </w:rPr>
        <w:t xml:space="preserve">خدايا اگر بپى تو بگريم چندان كه مژگان چشمم بريزد </w:t>
      </w:r>
      <w:r w:rsidRPr="00AA3CBA">
        <w:rPr>
          <w:rStyle w:val="libFootnotenumChar"/>
          <w:rtl/>
        </w:rPr>
        <w:t>(58</w:t>
      </w:r>
      <w:r w:rsidR="007D3118" w:rsidRPr="00AA3CBA">
        <w:rPr>
          <w:rStyle w:val="libFootnotenumChar"/>
          <w:rtl/>
        </w:rPr>
        <w:t>)</w:t>
      </w:r>
      <w:r>
        <w:rPr>
          <w:rtl/>
        </w:rPr>
        <w:t xml:space="preserve"> و زارى كنم چندان كه نفسم بگيرد و در خدمت تو بايستم كه پاهاى من آماس كند</w:t>
      </w:r>
      <w:r w:rsidR="007D3118">
        <w:rPr>
          <w:rtl/>
        </w:rPr>
        <w:t xml:space="preserve">، </w:t>
      </w:r>
      <w:r>
        <w:rPr>
          <w:rtl/>
        </w:rPr>
        <w:t>و چندان به تعظيم خم شوم كه مهره پشت من به درآيد و پيشانى بر خاك نهم تا چشمهايم از كاسه بيرون شود و در همه عمر خاك زمين خورم</w:t>
      </w:r>
      <w:r w:rsidR="007D3118">
        <w:rPr>
          <w:rtl/>
        </w:rPr>
        <w:t xml:space="preserve">، </w:t>
      </w:r>
      <w:r>
        <w:rPr>
          <w:rtl/>
        </w:rPr>
        <w:t>و آب خاكستر نوشم</w:t>
      </w:r>
      <w:r w:rsidR="007D3118">
        <w:rPr>
          <w:rtl/>
        </w:rPr>
        <w:t xml:space="preserve">، </w:t>
      </w:r>
      <w:r w:rsidRPr="00AA3CBA">
        <w:rPr>
          <w:rStyle w:val="libFootnotenumChar"/>
          <w:rtl/>
        </w:rPr>
        <w:t>(59</w:t>
      </w:r>
      <w:r w:rsidR="007D3118" w:rsidRPr="00AA3CBA">
        <w:rPr>
          <w:rStyle w:val="libFootnotenumChar"/>
          <w:rtl/>
        </w:rPr>
        <w:t>)</w:t>
      </w:r>
      <w:r>
        <w:rPr>
          <w:rtl/>
        </w:rPr>
        <w:t xml:space="preserve"> و پيوسته نام تو را بر زبان آرم تا زبانم فرو ماند و از شرم چشم سوى آسمان بر ندارم</w:t>
      </w:r>
      <w:r w:rsidR="007D3118">
        <w:rPr>
          <w:rtl/>
        </w:rPr>
        <w:t xml:space="preserve">، </w:t>
      </w:r>
      <w:r>
        <w:rPr>
          <w:rtl/>
        </w:rPr>
        <w:t>سزاوار آن نيستم كه يك گناه از گناهان من پاك شود</w:t>
      </w:r>
      <w:r w:rsidR="007D3118">
        <w:rPr>
          <w:rtl/>
        </w:rPr>
        <w:t xml:space="preserve">. </w:t>
      </w:r>
    </w:p>
    <w:p w:rsidR="00587D34" w:rsidRDefault="00587D34" w:rsidP="00587D34">
      <w:pPr>
        <w:pStyle w:val="libNormal"/>
        <w:rPr>
          <w:rtl/>
        </w:rPr>
      </w:pPr>
      <w:r>
        <w:rPr>
          <w:rtl/>
        </w:rPr>
        <w:t>31</w:t>
      </w:r>
      <w:r w:rsidR="007D3118">
        <w:rPr>
          <w:rtl/>
        </w:rPr>
        <w:t xml:space="preserve">. </w:t>
      </w:r>
      <w:r>
        <w:rPr>
          <w:rtl/>
        </w:rPr>
        <w:t>و اگر مرا به لطف خود سزاوار مغفرت بينى و بيامرزى يا شايسته عفو دانى و ببخشايى</w:t>
      </w:r>
      <w:r w:rsidR="007D3118">
        <w:rPr>
          <w:rtl/>
        </w:rPr>
        <w:t xml:space="preserve">، </w:t>
      </w:r>
      <w:r>
        <w:rPr>
          <w:rtl/>
        </w:rPr>
        <w:t>باز اين شايستگى از ناحيه من نيست و من خود در خور مغفرت نيستم</w:t>
      </w:r>
      <w:r w:rsidR="007D3118">
        <w:rPr>
          <w:rtl/>
        </w:rPr>
        <w:t xml:space="preserve">، </w:t>
      </w:r>
      <w:r>
        <w:rPr>
          <w:rtl/>
        </w:rPr>
        <w:t>چون آنگاه كه نافرمانى تو كردم سزاى من آتش بود و اگر مرا عذاب مى كردى ستم بر من نكرده بودى</w:t>
      </w:r>
      <w:r w:rsidR="007D3118">
        <w:rPr>
          <w:rtl/>
        </w:rPr>
        <w:t xml:space="preserve">. </w:t>
      </w:r>
      <w:r w:rsidRPr="00AA3CBA">
        <w:rPr>
          <w:rStyle w:val="libFootnotenumChar"/>
          <w:rtl/>
        </w:rPr>
        <w:t>(60</w:t>
      </w:r>
      <w:r w:rsidR="007D3118" w:rsidRPr="00AA3CBA">
        <w:rPr>
          <w:rStyle w:val="libFootnotenumChar"/>
          <w:rtl/>
        </w:rPr>
        <w:t>)</w:t>
      </w:r>
    </w:p>
    <w:p w:rsidR="00587D34" w:rsidRDefault="00587D34" w:rsidP="00587D34">
      <w:pPr>
        <w:pStyle w:val="libNormal"/>
        <w:rPr>
          <w:rtl/>
        </w:rPr>
      </w:pPr>
      <w:r>
        <w:rPr>
          <w:rtl/>
        </w:rPr>
        <w:lastRenderedPageBreak/>
        <w:t>32</w:t>
      </w:r>
      <w:r w:rsidR="007D3118">
        <w:rPr>
          <w:rtl/>
        </w:rPr>
        <w:t xml:space="preserve">. </w:t>
      </w:r>
      <w:r>
        <w:rPr>
          <w:rtl/>
        </w:rPr>
        <w:t>اى خداى من! اكنون كه گناه مرا به پرده پوشيدى و مرا رسواى نساختى</w:t>
      </w:r>
      <w:r w:rsidR="007D3118">
        <w:rPr>
          <w:rtl/>
        </w:rPr>
        <w:t xml:space="preserve">، </w:t>
      </w:r>
      <w:r>
        <w:rPr>
          <w:rtl/>
        </w:rPr>
        <w:t xml:space="preserve">و به كرم خود در عقوبت من تا اين هنگام </w:t>
      </w:r>
      <w:r w:rsidR="00F57255">
        <w:rPr>
          <w:rtl/>
        </w:rPr>
        <w:t>تأخیر</w:t>
      </w:r>
      <w:r>
        <w:rPr>
          <w:rtl/>
        </w:rPr>
        <w:t xml:space="preserve"> كردى و شتاب نفرمودى و به فضل خويش بردبارى نمودى و نعمت خود را بر من تغيير ندادى</w:t>
      </w:r>
      <w:r w:rsidR="007D3118">
        <w:rPr>
          <w:rtl/>
        </w:rPr>
        <w:t xml:space="preserve">، </w:t>
      </w:r>
      <w:r>
        <w:rPr>
          <w:rtl/>
        </w:rPr>
        <w:t>و زلال احسان خود را تيره نساختى</w:t>
      </w:r>
      <w:r w:rsidR="007D3118">
        <w:rPr>
          <w:rtl/>
        </w:rPr>
        <w:t xml:space="preserve">، </w:t>
      </w:r>
      <w:r>
        <w:rPr>
          <w:rtl/>
        </w:rPr>
        <w:t>پس بر اين زارى طولانى و بيچارگى سخت</w:t>
      </w:r>
      <w:r w:rsidR="007D3118">
        <w:rPr>
          <w:rtl/>
        </w:rPr>
        <w:t xml:space="preserve">، </w:t>
      </w:r>
      <w:r>
        <w:rPr>
          <w:rtl/>
        </w:rPr>
        <w:t>و بدحالى من ببخشاى</w:t>
      </w:r>
      <w:r w:rsidR="007D3118">
        <w:rPr>
          <w:rtl/>
        </w:rPr>
        <w:t xml:space="preserve">. </w:t>
      </w:r>
    </w:p>
    <w:p w:rsidR="00587D34" w:rsidRDefault="00587D34" w:rsidP="00587D34">
      <w:pPr>
        <w:pStyle w:val="libNormal"/>
        <w:rPr>
          <w:rtl/>
        </w:rPr>
      </w:pPr>
      <w:r>
        <w:rPr>
          <w:rtl/>
        </w:rPr>
        <w:t>33</w:t>
      </w:r>
      <w:r w:rsidR="007D3118">
        <w:rPr>
          <w:rtl/>
        </w:rPr>
        <w:t xml:space="preserve">. </w:t>
      </w:r>
      <w:r>
        <w:rPr>
          <w:rtl/>
        </w:rPr>
        <w:t>خدايا</w:t>
      </w:r>
      <w:r w:rsidR="007D3118">
        <w:rPr>
          <w:rtl/>
        </w:rPr>
        <w:t xml:space="preserve">، </w:t>
      </w:r>
      <w:r>
        <w:rPr>
          <w:rtl/>
        </w:rPr>
        <w:t>درود بر محمد و آل او فرست</w:t>
      </w:r>
      <w:r w:rsidR="007D3118">
        <w:rPr>
          <w:rtl/>
        </w:rPr>
        <w:t xml:space="preserve">، </w:t>
      </w:r>
      <w:r>
        <w:rPr>
          <w:rtl/>
        </w:rPr>
        <w:t>و مرا از معاصى پرهيز ده و در طاعت خود استوار دار</w:t>
      </w:r>
      <w:r w:rsidR="007D3118">
        <w:rPr>
          <w:rtl/>
        </w:rPr>
        <w:t xml:space="preserve">، </w:t>
      </w:r>
      <w:r>
        <w:rPr>
          <w:rtl/>
        </w:rPr>
        <w:t>و توفيق عطا كن كه به نيكوكارى باز گردم و به توبه پاكم كن و به حفظ و عصمت خود نيرو ده</w:t>
      </w:r>
      <w:r w:rsidR="007D3118">
        <w:rPr>
          <w:rtl/>
        </w:rPr>
        <w:t xml:space="preserve">، </w:t>
      </w:r>
      <w:r>
        <w:rPr>
          <w:rtl/>
        </w:rPr>
        <w:t>و به سلامتى از معصيت پرهيزگارم گردان</w:t>
      </w:r>
      <w:r w:rsidR="007D3118">
        <w:rPr>
          <w:rtl/>
        </w:rPr>
        <w:t xml:space="preserve">، </w:t>
      </w:r>
      <w:r>
        <w:rPr>
          <w:rtl/>
        </w:rPr>
        <w:t>و شيرين آمرزش را به من بچشان</w:t>
      </w:r>
      <w:r w:rsidR="007D3118">
        <w:rPr>
          <w:rtl/>
        </w:rPr>
        <w:t xml:space="preserve">، </w:t>
      </w:r>
      <w:r>
        <w:rPr>
          <w:rtl/>
        </w:rPr>
        <w:t>و به عفو خود از بندم رها كن و به رحمت خود از بندگى آزاد گردان و براى من خط امان بنويس از خشم خود و مژده آن را به من برسان تا بدان آگاه شوم و نشانه آن را آشكار ببينم</w:t>
      </w:r>
      <w:r w:rsidR="007D3118">
        <w:rPr>
          <w:rtl/>
        </w:rPr>
        <w:t xml:space="preserve">. </w:t>
      </w:r>
    </w:p>
    <w:p w:rsidR="00587D34" w:rsidRDefault="00587D34" w:rsidP="00587D34">
      <w:pPr>
        <w:pStyle w:val="libNormal"/>
        <w:rPr>
          <w:rtl/>
        </w:rPr>
      </w:pPr>
      <w:r>
        <w:rPr>
          <w:rtl/>
        </w:rPr>
        <w:t>34</w:t>
      </w:r>
      <w:r w:rsidR="007D3118">
        <w:rPr>
          <w:rtl/>
        </w:rPr>
        <w:t xml:space="preserve">. </w:t>
      </w:r>
      <w:r>
        <w:rPr>
          <w:rtl/>
        </w:rPr>
        <w:t>اينها كه مى خواهم از گنجايش قدرت تو بيرون نيست</w:t>
      </w:r>
      <w:r w:rsidR="007D3118">
        <w:rPr>
          <w:rtl/>
        </w:rPr>
        <w:t xml:space="preserve">، </w:t>
      </w:r>
      <w:r>
        <w:rPr>
          <w:rtl/>
        </w:rPr>
        <w:t>و با آن همه توانايى بر تو گران نيايد و از اندازه حلم تو در نگذرد و با بخشش هاى عظيم تو كه آثار آن همه جا هويدا است</w:t>
      </w:r>
      <w:r w:rsidR="007D3118">
        <w:rPr>
          <w:rtl/>
        </w:rPr>
        <w:t xml:space="preserve">، </w:t>
      </w:r>
      <w:r>
        <w:rPr>
          <w:rtl/>
        </w:rPr>
        <w:t>بر تو دشوار نباشد</w:t>
      </w:r>
      <w:r w:rsidR="007D3118">
        <w:rPr>
          <w:rtl/>
        </w:rPr>
        <w:t xml:space="preserve">. </w:t>
      </w:r>
      <w:r>
        <w:rPr>
          <w:rtl/>
        </w:rPr>
        <w:t>تو هر چه بخواهى انجام مى دهى و هر فرمان كه بپسندى مجرى مى دارى و بر هر چيز توانايى</w:t>
      </w:r>
      <w:r w:rsidR="007D3118">
        <w:rPr>
          <w:rtl/>
        </w:rPr>
        <w:t xml:space="preserve">. </w:t>
      </w:r>
    </w:p>
    <w:p w:rsidR="00587D34" w:rsidRDefault="00AC50E0" w:rsidP="004C63D0">
      <w:pPr>
        <w:pStyle w:val="Heading2"/>
        <w:rPr>
          <w:rtl/>
        </w:rPr>
      </w:pPr>
      <w:r>
        <w:rPr>
          <w:rtl/>
        </w:rPr>
        <w:br w:type="page"/>
      </w:r>
      <w:bookmarkStart w:id="38" w:name="_Toc394915167"/>
      <w:r>
        <w:rPr>
          <w:rFonts w:hint="cs"/>
          <w:rtl/>
        </w:rPr>
        <w:lastRenderedPageBreak/>
        <w:t xml:space="preserve">17 </w:t>
      </w:r>
      <w:r w:rsidR="00AA3CBA">
        <w:rPr>
          <w:rtl/>
        </w:rPr>
        <w:t>وَ كَانَ مِنْ دُعَائِهِ عَلَيْهِ السَّلامُ إِذَا ذُكِرَ الشَّيْطَانُ فَاسْتَعَاذَ مِنْهُ وَ مِنْ عَدَاوَتِهِ وَ كَيْدِهِ:</w:t>
      </w:r>
      <w:bookmarkEnd w:id="38"/>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إِنَّا نَعُوذُ بِكَ مِنْ نَزَغَاتِ الشَّيْطَانِ الرَّجِيمِ وَ كَيْدِهِ وَ مَكَايِدِهِ</w:t>
      </w:r>
      <w:r w:rsidR="007D3118">
        <w:rPr>
          <w:rtl/>
        </w:rPr>
        <w:t xml:space="preserve">، </w:t>
      </w:r>
      <w:r>
        <w:rPr>
          <w:rtl/>
        </w:rPr>
        <w:t>وَ مِنَ الثِّقَةِ بِأَمَانِيِّهِ وَ مَوَاعِيدِهِ وَ غُرُورِهِ وَ مَصَائِدِهِ</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أَنْ يُطْمِعَ نَفْسَهُ فِى إِضْلالِنَا عَنْ طَاعَتِكَ</w:t>
      </w:r>
      <w:r w:rsidR="007D3118">
        <w:rPr>
          <w:rtl/>
        </w:rPr>
        <w:t xml:space="preserve">، </w:t>
      </w:r>
      <w:r>
        <w:rPr>
          <w:rtl/>
        </w:rPr>
        <w:t>وَ امْتِهَانِنَا بِمَعْصِيَتِكَ</w:t>
      </w:r>
      <w:r w:rsidR="007D3118">
        <w:rPr>
          <w:rtl/>
        </w:rPr>
        <w:t xml:space="preserve">، </w:t>
      </w:r>
      <w:r>
        <w:rPr>
          <w:rtl/>
        </w:rPr>
        <w:t>أَوْ أَنْ يَحْسُنَ عِنْدَنَا مَا حَسَّنَ لَنَا</w:t>
      </w:r>
      <w:r w:rsidR="007D3118">
        <w:rPr>
          <w:rtl/>
        </w:rPr>
        <w:t xml:space="preserve">، </w:t>
      </w:r>
      <w:r>
        <w:rPr>
          <w:rtl/>
        </w:rPr>
        <w:t>أَوْ أَنْ يَثْقُلَ عَلَيْنَا مَا كَرَّهَ إِلَيْنَا</w:t>
      </w:r>
      <w:r w:rsidR="007D3118">
        <w:rPr>
          <w:rtl/>
        </w:rPr>
        <w:t xml:space="preserve">. </w:t>
      </w:r>
    </w:p>
    <w:p w:rsidR="00587D34" w:rsidRDefault="00587D34" w:rsidP="00587D34">
      <w:pPr>
        <w:pStyle w:val="libNormal"/>
        <w:rPr>
          <w:rtl/>
        </w:rPr>
      </w:pPr>
      <w:r>
        <w:rPr>
          <w:rtl/>
        </w:rPr>
        <w:t>(3</w:t>
      </w:r>
      <w:r w:rsidR="007D3118">
        <w:rPr>
          <w:rtl/>
        </w:rPr>
        <w:t xml:space="preserve">) </w:t>
      </w:r>
      <w:r>
        <w:rPr>
          <w:rtl/>
        </w:rPr>
        <w:t>اللَّهُمَّ اخْسَأْهُ عَنَّا بِعِبَادَتِكَ</w:t>
      </w:r>
      <w:r w:rsidR="007D3118">
        <w:rPr>
          <w:rtl/>
        </w:rPr>
        <w:t xml:space="preserve">، </w:t>
      </w:r>
      <w:r>
        <w:rPr>
          <w:rtl/>
        </w:rPr>
        <w:t>وَ اكْبِتْهُ بِدُءوبِنَا فِى مَحَبَّتِكَ</w:t>
      </w:r>
      <w:r w:rsidR="007D3118">
        <w:rPr>
          <w:rtl/>
        </w:rPr>
        <w:t xml:space="preserve">، </w:t>
      </w:r>
      <w:r>
        <w:rPr>
          <w:rtl/>
        </w:rPr>
        <w:t>وَ اجْعَلْ بَيْنَنَا وَ بَيْنَهُ سِتْرا لا يَهْتِكُهُ</w:t>
      </w:r>
      <w:r w:rsidR="007D3118">
        <w:rPr>
          <w:rtl/>
        </w:rPr>
        <w:t xml:space="preserve">، </w:t>
      </w:r>
      <w:r>
        <w:rPr>
          <w:rtl/>
        </w:rPr>
        <w:t>وَ رَدْما مُصْمِتا لا يَفْتُقُهُ</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صَلِّ عَلَى مُحَمَّدٍ وَ آلِهِ</w:t>
      </w:r>
      <w:r w:rsidR="007D3118">
        <w:rPr>
          <w:rtl/>
        </w:rPr>
        <w:t xml:space="preserve">، </w:t>
      </w:r>
      <w:r>
        <w:rPr>
          <w:rtl/>
        </w:rPr>
        <w:t>وَ اشْغَلْهُ عَنَّا بِبَعْضِ أَعْدَائِكَ</w:t>
      </w:r>
      <w:r w:rsidR="007D3118">
        <w:rPr>
          <w:rtl/>
        </w:rPr>
        <w:t xml:space="preserve">، </w:t>
      </w:r>
      <w:r>
        <w:rPr>
          <w:rtl/>
        </w:rPr>
        <w:t>وَ اعْصِمْنَا مِنْهُ بِحُسْنِ رِعَايَتِكَ</w:t>
      </w:r>
      <w:r w:rsidR="007D3118">
        <w:rPr>
          <w:rtl/>
        </w:rPr>
        <w:t xml:space="preserve">، </w:t>
      </w:r>
      <w:r>
        <w:rPr>
          <w:rtl/>
        </w:rPr>
        <w:t>وَ اكْفِنَا خَتْرَهُ</w:t>
      </w:r>
      <w:r w:rsidR="007D3118">
        <w:rPr>
          <w:rtl/>
        </w:rPr>
        <w:t xml:space="preserve">، </w:t>
      </w:r>
      <w:r>
        <w:rPr>
          <w:rtl/>
        </w:rPr>
        <w:t>وَ وَلِّنَا ظَهْرَهُ</w:t>
      </w:r>
      <w:r w:rsidR="007D3118">
        <w:rPr>
          <w:rtl/>
        </w:rPr>
        <w:t xml:space="preserve">، </w:t>
      </w:r>
      <w:r>
        <w:rPr>
          <w:rtl/>
        </w:rPr>
        <w:t>وَ اقْطَعْ عَنَّا إِثْرَهُ</w:t>
      </w:r>
      <w:r w:rsidR="007D3118">
        <w:rPr>
          <w:rtl/>
        </w:rPr>
        <w:t xml:space="preserve">. </w:t>
      </w:r>
    </w:p>
    <w:p w:rsidR="00587D34" w:rsidRDefault="00587D34" w:rsidP="00587D34">
      <w:pPr>
        <w:pStyle w:val="libNormal"/>
        <w:rPr>
          <w:rtl/>
        </w:rPr>
      </w:pPr>
      <w:r>
        <w:rPr>
          <w:rtl/>
        </w:rPr>
        <w:t>(5</w:t>
      </w:r>
      <w:r w:rsidR="007D3118">
        <w:rPr>
          <w:rtl/>
        </w:rPr>
        <w:t xml:space="preserve">) </w:t>
      </w:r>
      <w:r>
        <w:rPr>
          <w:rtl/>
        </w:rPr>
        <w:t>اللَّهُمَّ صَلِّ عَلَى مُحَمَّدٍ وَ آلِهِ</w:t>
      </w:r>
      <w:r w:rsidR="007D3118">
        <w:rPr>
          <w:rtl/>
        </w:rPr>
        <w:t xml:space="preserve">، </w:t>
      </w:r>
      <w:r>
        <w:rPr>
          <w:rtl/>
        </w:rPr>
        <w:t>وَ أَمْتِعْنَا مِنَ الْهُدَى بِمِثْلِ ضَلالَتِهِ</w:t>
      </w:r>
      <w:r w:rsidR="007D3118">
        <w:rPr>
          <w:rtl/>
        </w:rPr>
        <w:t xml:space="preserve">، </w:t>
      </w:r>
      <w:r>
        <w:rPr>
          <w:rtl/>
        </w:rPr>
        <w:t>وَ زَوِّدْنَا مِنَ الْتَّقْوَى ضِدَّ غَوَايَتِهِ</w:t>
      </w:r>
      <w:r w:rsidR="007D3118">
        <w:rPr>
          <w:rtl/>
        </w:rPr>
        <w:t xml:space="preserve">، </w:t>
      </w:r>
      <w:r>
        <w:rPr>
          <w:rtl/>
        </w:rPr>
        <w:t>وَ اسْلُكْ بِنَا مِنَ التُّقَى خِلافَ سَبِيلِهِ مِنَ الرَّدَى</w:t>
      </w:r>
      <w:r w:rsidR="007D3118">
        <w:rPr>
          <w:rtl/>
        </w:rPr>
        <w:t xml:space="preserve">. </w:t>
      </w:r>
    </w:p>
    <w:p w:rsidR="00587D34" w:rsidRDefault="00587D34" w:rsidP="00587D34">
      <w:pPr>
        <w:pStyle w:val="libNormal"/>
        <w:rPr>
          <w:rtl/>
        </w:rPr>
      </w:pPr>
      <w:r>
        <w:rPr>
          <w:rtl/>
        </w:rPr>
        <w:t>(6</w:t>
      </w:r>
      <w:r w:rsidR="007D3118">
        <w:rPr>
          <w:rtl/>
        </w:rPr>
        <w:t xml:space="preserve">) </w:t>
      </w:r>
      <w:r>
        <w:rPr>
          <w:rtl/>
        </w:rPr>
        <w:t>اللَّهُمَّ لا تَجْعَلْ لَهُ فِى قُلُوبِنَا مَدْخَلا وَ لا تُوطِنَنَّ لَهُ فِيمَا لَدَيْنَا مَنْزِلا</w:t>
      </w:r>
      <w:r w:rsidR="007D3118">
        <w:rPr>
          <w:rtl/>
        </w:rPr>
        <w:t xml:space="preserve">. </w:t>
      </w:r>
    </w:p>
    <w:p w:rsidR="00587D34" w:rsidRDefault="00587D34" w:rsidP="00587D34">
      <w:pPr>
        <w:pStyle w:val="libNormal"/>
        <w:rPr>
          <w:rtl/>
        </w:rPr>
      </w:pPr>
      <w:r>
        <w:rPr>
          <w:rtl/>
        </w:rPr>
        <w:t>(7</w:t>
      </w:r>
      <w:r w:rsidR="007D3118">
        <w:rPr>
          <w:rtl/>
        </w:rPr>
        <w:t xml:space="preserve">) </w:t>
      </w:r>
      <w:r>
        <w:rPr>
          <w:rtl/>
        </w:rPr>
        <w:t>اللَّهُمَّ وَ مَا سَوَّلَ لَنَا مِنْ بَاطِلٍ فَعَرِّفْنَاهُ</w:t>
      </w:r>
      <w:r w:rsidR="007D3118">
        <w:rPr>
          <w:rtl/>
        </w:rPr>
        <w:t xml:space="preserve">، </w:t>
      </w:r>
      <w:r>
        <w:rPr>
          <w:rtl/>
        </w:rPr>
        <w:t>وَ إِذَا عَرَّفْتَنَاهُ فَقِنَاهُ</w:t>
      </w:r>
      <w:r w:rsidR="007D3118">
        <w:rPr>
          <w:rtl/>
        </w:rPr>
        <w:t xml:space="preserve">، </w:t>
      </w:r>
      <w:r>
        <w:rPr>
          <w:rtl/>
        </w:rPr>
        <w:t>وَ بَصِّرْنَا مَا نُكَايِدُهُ بِهِ</w:t>
      </w:r>
      <w:r w:rsidR="007D3118">
        <w:rPr>
          <w:rtl/>
        </w:rPr>
        <w:t xml:space="preserve">، </w:t>
      </w:r>
      <w:r>
        <w:rPr>
          <w:rtl/>
        </w:rPr>
        <w:t>وَ أَلْهِمْنَا مَا نُعِدُّهُ لَهُ</w:t>
      </w:r>
      <w:r w:rsidR="007D3118">
        <w:rPr>
          <w:rtl/>
        </w:rPr>
        <w:t xml:space="preserve">، </w:t>
      </w:r>
      <w:r>
        <w:rPr>
          <w:rtl/>
        </w:rPr>
        <w:t>وَ أَيْقِظْنَا عَنْ سِنَةِ الْغَفْلَةِ بِالرُّكُونِ إِلَيْهِ</w:t>
      </w:r>
      <w:r w:rsidR="007D3118">
        <w:rPr>
          <w:rtl/>
        </w:rPr>
        <w:t xml:space="preserve">، </w:t>
      </w:r>
      <w:r>
        <w:rPr>
          <w:rtl/>
        </w:rPr>
        <w:t>وَ أَحْسِنْ بِتَوْفِيقِكَ عَوْنَنَا عَلَيْهِ</w:t>
      </w:r>
      <w:r w:rsidR="007D3118">
        <w:rPr>
          <w:rtl/>
        </w:rPr>
        <w:t xml:space="preserve">. </w:t>
      </w:r>
    </w:p>
    <w:p w:rsidR="00587D34" w:rsidRDefault="00587D34" w:rsidP="00587D34">
      <w:pPr>
        <w:pStyle w:val="libNormal"/>
        <w:rPr>
          <w:rtl/>
        </w:rPr>
      </w:pPr>
      <w:r>
        <w:rPr>
          <w:rtl/>
        </w:rPr>
        <w:t>(8</w:t>
      </w:r>
      <w:r w:rsidR="007D3118">
        <w:rPr>
          <w:rtl/>
        </w:rPr>
        <w:t xml:space="preserve">) </w:t>
      </w:r>
      <w:r>
        <w:rPr>
          <w:rtl/>
        </w:rPr>
        <w:t>اللَّهُمَّ وَ أَشْرِبْ قُلُوبَنَا إِنْكَارَ عَمَلِهِ</w:t>
      </w:r>
      <w:r w:rsidR="007D3118">
        <w:rPr>
          <w:rtl/>
        </w:rPr>
        <w:t xml:space="preserve">، </w:t>
      </w:r>
      <w:r>
        <w:rPr>
          <w:rtl/>
        </w:rPr>
        <w:t>وَ الْطُفْ لَنَا فِى نَقْضِ حِيَلِهِ</w:t>
      </w:r>
      <w:r w:rsidR="007D3118">
        <w:rPr>
          <w:rtl/>
        </w:rPr>
        <w:t xml:space="preserve">. </w:t>
      </w:r>
    </w:p>
    <w:p w:rsidR="00587D34" w:rsidRDefault="00587D34" w:rsidP="00587D34">
      <w:pPr>
        <w:pStyle w:val="libNormal"/>
        <w:rPr>
          <w:rtl/>
        </w:rPr>
      </w:pPr>
      <w:r>
        <w:rPr>
          <w:rtl/>
        </w:rPr>
        <w:t>(9</w:t>
      </w:r>
      <w:r w:rsidR="007D3118">
        <w:rPr>
          <w:rtl/>
        </w:rPr>
        <w:t xml:space="preserve">) </w:t>
      </w:r>
      <w:r>
        <w:rPr>
          <w:rtl/>
        </w:rPr>
        <w:t>اللَّهُمَّ صَلِّ عَلَى مُحَمَّدٍ وَ آلِهِ</w:t>
      </w:r>
      <w:r w:rsidR="007D3118">
        <w:rPr>
          <w:rtl/>
        </w:rPr>
        <w:t xml:space="preserve">، </w:t>
      </w:r>
      <w:r>
        <w:rPr>
          <w:rtl/>
        </w:rPr>
        <w:t>وَ حَوِّلْ سُلْطَانَهُ عَنَّا</w:t>
      </w:r>
      <w:r w:rsidR="007D3118">
        <w:rPr>
          <w:rtl/>
        </w:rPr>
        <w:t xml:space="preserve">، </w:t>
      </w:r>
      <w:r>
        <w:rPr>
          <w:rtl/>
        </w:rPr>
        <w:t>وَ اقْطَعْ رَجَاءَهُ مِنَّا</w:t>
      </w:r>
      <w:r w:rsidR="007D3118">
        <w:rPr>
          <w:rtl/>
        </w:rPr>
        <w:t xml:space="preserve">، </w:t>
      </w:r>
      <w:r>
        <w:rPr>
          <w:rtl/>
        </w:rPr>
        <w:t>وَ ادْرَأْهُ عَنِ الْوُلُوعِ بِنَا</w:t>
      </w:r>
      <w:r w:rsidR="007D3118">
        <w:rPr>
          <w:rtl/>
        </w:rPr>
        <w:t xml:space="preserve">. </w:t>
      </w:r>
    </w:p>
    <w:p w:rsidR="00587D34" w:rsidRDefault="00587D34" w:rsidP="00587D34">
      <w:pPr>
        <w:pStyle w:val="libNormal"/>
        <w:rPr>
          <w:rtl/>
        </w:rPr>
      </w:pPr>
      <w:r>
        <w:rPr>
          <w:rtl/>
        </w:rPr>
        <w:t>(10</w:t>
      </w:r>
      <w:r w:rsidR="007D3118">
        <w:rPr>
          <w:rtl/>
        </w:rPr>
        <w:t xml:space="preserve">) </w:t>
      </w:r>
      <w:r>
        <w:rPr>
          <w:rtl/>
        </w:rPr>
        <w:t>اللَّهُمَّ صَلِّ عَلَى مُحَمَّدٍ وَ آلِهِ</w:t>
      </w:r>
      <w:r w:rsidR="007D3118">
        <w:rPr>
          <w:rtl/>
        </w:rPr>
        <w:t xml:space="preserve">، </w:t>
      </w:r>
      <w:r>
        <w:rPr>
          <w:rtl/>
        </w:rPr>
        <w:t>وَ اجْعَلْ آبَاءَنَا وَ أُمَّهَاتِنَا وَ أَوْلادَنَا وَ أَهَالِيَنَا وَ ذَوِى أَرْحَامِنَا وَ قَرَابَاتِنَا وَ جِيرَانَنَا مِنَ الْمُؤْمِنِينَ وَ الْمُؤْمِنَاتِ مِنْهُ فِى حِرْزٍ حَارِزٍ</w:t>
      </w:r>
      <w:r w:rsidR="007D3118">
        <w:rPr>
          <w:rtl/>
        </w:rPr>
        <w:t xml:space="preserve">، </w:t>
      </w:r>
      <w:r>
        <w:rPr>
          <w:rtl/>
        </w:rPr>
        <w:lastRenderedPageBreak/>
        <w:t>وَ حِصْنٍ حَافِظٍ</w:t>
      </w:r>
      <w:r w:rsidR="007D3118">
        <w:rPr>
          <w:rtl/>
        </w:rPr>
        <w:t xml:space="preserve">، </w:t>
      </w:r>
      <w:r>
        <w:rPr>
          <w:rtl/>
        </w:rPr>
        <w:t>وَ كَهْفٍ مَانِعٍ</w:t>
      </w:r>
      <w:r w:rsidR="007D3118">
        <w:rPr>
          <w:rtl/>
        </w:rPr>
        <w:t xml:space="preserve">، </w:t>
      </w:r>
      <w:r>
        <w:rPr>
          <w:rtl/>
        </w:rPr>
        <w:t>وَ أَلْبِسْهُمْ مِنْهُ جُنَنا وَاقِيَةً</w:t>
      </w:r>
      <w:r w:rsidR="007D3118">
        <w:rPr>
          <w:rtl/>
        </w:rPr>
        <w:t xml:space="preserve">، </w:t>
      </w:r>
      <w:r>
        <w:rPr>
          <w:rtl/>
        </w:rPr>
        <w:t>وَ أَعْطِهِمْ عَلَيْهِ أَسْلِحَةً مَاضِيَةً</w:t>
      </w:r>
      <w:r w:rsidR="007D3118">
        <w:rPr>
          <w:rtl/>
        </w:rPr>
        <w:t xml:space="preserve">. </w:t>
      </w:r>
    </w:p>
    <w:p w:rsidR="00587D34" w:rsidRDefault="00587D34" w:rsidP="00587D34">
      <w:pPr>
        <w:pStyle w:val="libNormal"/>
        <w:rPr>
          <w:rtl/>
        </w:rPr>
      </w:pPr>
      <w:r>
        <w:rPr>
          <w:rtl/>
        </w:rPr>
        <w:t>(11</w:t>
      </w:r>
      <w:r w:rsidR="007D3118">
        <w:rPr>
          <w:rtl/>
        </w:rPr>
        <w:t xml:space="preserve">) </w:t>
      </w:r>
      <w:r>
        <w:rPr>
          <w:rtl/>
        </w:rPr>
        <w:t>اللَّهُمَّ وَ اعْمُمْ بِذَلِكَ مَنْ شَهِدَ لَكَ بِالرُّبُوبِيَّةِ</w:t>
      </w:r>
      <w:r w:rsidR="007D3118">
        <w:rPr>
          <w:rtl/>
        </w:rPr>
        <w:t xml:space="preserve">، </w:t>
      </w:r>
      <w:r>
        <w:rPr>
          <w:rtl/>
        </w:rPr>
        <w:t>وَ أَخْلَصَ لَكَ بِالْوَحْدَانِيَّةِ</w:t>
      </w:r>
      <w:r w:rsidR="007D3118">
        <w:rPr>
          <w:rtl/>
        </w:rPr>
        <w:t xml:space="preserve">، </w:t>
      </w:r>
      <w:r>
        <w:rPr>
          <w:rtl/>
        </w:rPr>
        <w:t>وَ عَادَاهُ لَكَ بِحَقِيقَةِ الْعُبُودِيَّةِ</w:t>
      </w:r>
      <w:r w:rsidR="007D3118">
        <w:rPr>
          <w:rtl/>
        </w:rPr>
        <w:t xml:space="preserve">، </w:t>
      </w:r>
      <w:r>
        <w:rPr>
          <w:rtl/>
        </w:rPr>
        <w:t>وَ اسْتَظْهَرَ بِكَ عَلَيْهِ فِى مَعْرِفَةِ الْعُلُومِ الرَّبَّانِيَّةِ</w:t>
      </w:r>
      <w:r w:rsidR="007D3118">
        <w:rPr>
          <w:rtl/>
        </w:rPr>
        <w:t xml:space="preserve">. </w:t>
      </w:r>
    </w:p>
    <w:p w:rsidR="00587D34" w:rsidRDefault="00587D34" w:rsidP="00587D34">
      <w:pPr>
        <w:pStyle w:val="libNormal"/>
        <w:rPr>
          <w:rtl/>
        </w:rPr>
      </w:pPr>
      <w:r>
        <w:rPr>
          <w:rtl/>
        </w:rPr>
        <w:t>(12</w:t>
      </w:r>
      <w:r w:rsidR="007D3118">
        <w:rPr>
          <w:rtl/>
        </w:rPr>
        <w:t xml:space="preserve">) </w:t>
      </w:r>
      <w:r>
        <w:rPr>
          <w:rtl/>
        </w:rPr>
        <w:t>اللَّهُمَّ احْلُلْ مَا عَقَدَ</w:t>
      </w:r>
      <w:r w:rsidR="007D3118">
        <w:rPr>
          <w:rtl/>
        </w:rPr>
        <w:t xml:space="preserve">، </w:t>
      </w:r>
      <w:r>
        <w:rPr>
          <w:rtl/>
        </w:rPr>
        <w:t>وَ افْتُقْ مَا رَتَقَ</w:t>
      </w:r>
      <w:r w:rsidR="007D3118">
        <w:rPr>
          <w:rtl/>
        </w:rPr>
        <w:t xml:space="preserve">، </w:t>
      </w:r>
      <w:r>
        <w:rPr>
          <w:rtl/>
        </w:rPr>
        <w:t>وَ افْسَخْ مَا دَبَّرَ</w:t>
      </w:r>
      <w:r w:rsidR="007D3118">
        <w:rPr>
          <w:rtl/>
        </w:rPr>
        <w:t xml:space="preserve">، </w:t>
      </w:r>
      <w:r>
        <w:rPr>
          <w:rtl/>
        </w:rPr>
        <w:t>وَ ثَبِّطْهُ إِذَا عَزَمَ</w:t>
      </w:r>
      <w:r w:rsidR="007D3118">
        <w:rPr>
          <w:rtl/>
        </w:rPr>
        <w:t xml:space="preserve">، </w:t>
      </w:r>
      <w:r>
        <w:rPr>
          <w:rtl/>
        </w:rPr>
        <w:t>وَ انْقُضْ مَا أَبْرَمَ</w:t>
      </w:r>
      <w:r w:rsidR="007D3118">
        <w:rPr>
          <w:rtl/>
        </w:rPr>
        <w:t xml:space="preserve">. </w:t>
      </w:r>
    </w:p>
    <w:p w:rsidR="00587D34" w:rsidRDefault="00587D34" w:rsidP="00587D34">
      <w:pPr>
        <w:pStyle w:val="libNormal"/>
        <w:rPr>
          <w:rtl/>
        </w:rPr>
      </w:pPr>
      <w:r>
        <w:rPr>
          <w:rtl/>
        </w:rPr>
        <w:t>(13</w:t>
      </w:r>
      <w:r w:rsidR="007D3118">
        <w:rPr>
          <w:rtl/>
        </w:rPr>
        <w:t xml:space="preserve">) </w:t>
      </w:r>
      <w:r>
        <w:rPr>
          <w:rtl/>
        </w:rPr>
        <w:t>اللَّهُمَّ وَ اهْزِمْ جُنْدَهُ</w:t>
      </w:r>
      <w:r w:rsidR="007D3118">
        <w:rPr>
          <w:rtl/>
        </w:rPr>
        <w:t xml:space="preserve">، </w:t>
      </w:r>
      <w:r>
        <w:rPr>
          <w:rtl/>
        </w:rPr>
        <w:t>وَ أَبْطِلْ كَيْدَهُ وَ اهْدِمْ كَهْفَهُ</w:t>
      </w:r>
      <w:r w:rsidR="007D3118">
        <w:rPr>
          <w:rtl/>
        </w:rPr>
        <w:t xml:space="preserve">، </w:t>
      </w:r>
      <w:r>
        <w:rPr>
          <w:rtl/>
        </w:rPr>
        <w:t>وَ أَرْغِمْ أَنْفَهُ</w:t>
      </w:r>
    </w:p>
    <w:p w:rsidR="00587D34" w:rsidRDefault="00587D34" w:rsidP="00587D34">
      <w:pPr>
        <w:pStyle w:val="libNormal"/>
        <w:rPr>
          <w:rtl/>
        </w:rPr>
      </w:pPr>
      <w:r>
        <w:rPr>
          <w:rtl/>
        </w:rPr>
        <w:t>(14</w:t>
      </w:r>
      <w:r w:rsidR="007D3118">
        <w:rPr>
          <w:rtl/>
        </w:rPr>
        <w:t xml:space="preserve">) </w:t>
      </w:r>
      <w:r>
        <w:rPr>
          <w:rtl/>
        </w:rPr>
        <w:t>اللَّهُمَّ اجْعَلْنَا فِى نَظْمِ أَعْدَائِهِ</w:t>
      </w:r>
      <w:r w:rsidR="007D3118">
        <w:rPr>
          <w:rtl/>
        </w:rPr>
        <w:t xml:space="preserve">، </w:t>
      </w:r>
      <w:r>
        <w:rPr>
          <w:rtl/>
        </w:rPr>
        <w:t>وَ اعْزِلْنَا عَنْ عِدَادِ أَوْلِيَائِهِ</w:t>
      </w:r>
      <w:r w:rsidR="007D3118">
        <w:rPr>
          <w:rtl/>
        </w:rPr>
        <w:t xml:space="preserve">، </w:t>
      </w:r>
      <w:r>
        <w:rPr>
          <w:rtl/>
        </w:rPr>
        <w:t>لا نُطِيعُ لَهُ إِذَا اسْتَهْوَانَا</w:t>
      </w:r>
      <w:r w:rsidR="007D3118">
        <w:rPr>
          <w:rtl/>
        </w:rPr>
        <w:t xml:space="preserve">، </w:t>
      </w:r>
      <w:r>
        <w:rPr>
          <w:rtl/>
        </w:rPr>
        <w:t>وَ لا نَسْتَجِيبُ لَهُ إِذَا دَعَانَا</w:t>
      </w:r>
      <w:r w:rsidR="007D3118">
        <w:rPr>
          <w:rtl/>
        </w:rPr>
        <w:t xml:space="preserve">، </w:t>
      </w:r>
      <w:r>
        <w:rPr>
          <w:rtl/>
        </w:rPr>
        <w:t>نَأْمُرُ بِمُنَاوَاتِهِ</w:t>
      </w:r>
      <w:r w:rsidR="007D3118">
        <w:rPr>
          <w:rtl/>
        </w:rPr>
        <w:t xml:space="preserve">، </w:t>
      </w:r>
      <w:r>
        <w:rPr>
          <w:rtl/>
        </w:rPr>
        <w:t>مَنْ أَطَاعَ أَمْرَنَا</w:t>
      </w:r>
      <w:r w:rsidR="007D3118">
        <w:rPr>
          <w:rtl/>
        </w:rPr>
        <w:t xml:space="preserve">، </w:t>
      </w:r>
      <w:r>
        <w:rPr>
          <w:rtl/>
        </w:rPr>
        <w:t>وَ نَعِظُ عَنْ مُتَابَعَتِهِ مَنِ اتَّبَعَ زَجْرَنَا</w:t>
      </w:r>
      <w:r w:rsidR="007D3118">
        <w:rPr>
          <w:rtl/>
        </w:rPr>
        <w:t xml:space="preserve">. </w:t>
      </w:r>
    </w:p>
    <w:p w:rsidR="00587D34" w:rsidRDefault="00587D34" w:rsidP="00587D34">
      <w:pPr>
        <w:pStyle w:val="libNormal"/>
        <w:rPr>
          <w:rtl/>
        </w:rPr>
      </w:pPr>
      <w:r>
        <w:rPr>
          <w:rtl/>
        </w:rPr>
        <w:t>(15</w:t>
      </w:r>
      <w:r w:rsidR="007D3118">
        <w:rPr>
          <w:rtl/>
        </w:rPr>
        <w:t xml:space="preserve">) </w:t>
      </w:r>
      <w:r>
        <w:rPr>
          <w:rtl/>
        </w:rPr>
        <w:t>اللَّهُمَّ صَلِّ عَلَى مُحَمَّدٍ خَاتِمِ النَّبِيِّينَ وَ سَيِّدِ الْمُرْسَلِينَ وَ عَلَى أَهْلِ بَيْتِهِ الطَّيِّبِينَ الطَّاهِرِينَ</w:t>
      </w:r>
      <w:r w:rsidR="007D3118">
        <w:rPr>
          <w:rtl/>
        </w:rPr>
        <w:t xml:space="preserve">، </w:t>
      </w:r>
      <w:r>
        <w:rPr>
          <w:rtl/>
        </w:rPr>
        <w:t>وَ أَعِذْنَا وَ أَهَالِيَنَا وَ إِخْوَانَنَا وَ جَمِيعَ الْمُؤْمِنِينَ وَ الْمُؤْمِنَاتِ مِمَّا اسْتَعَذْنَا مِنْهُ</w:t>
      </w:r>
      <w:r w:rsidR="007D3118">
        <w:rPr>
          <w:rtl/>
        </w:rPr>
        <w:t xml:space="preserve">، </w:t>
      </w:r>
      <w:r>
        <w:rPr>
          <w:rtl/>
        </w:rPr>
        <w:t>وَ أَجِرْنَا مِمَّا اسْتَجَرْنَا بِكَ مِنْ خَوْفِهِ</w:t>
      </w:r>
    </w:p>
    <w:p w:rsidR="00587D34" w:rsidRDefault="00587D34" w:rsidP="00587D34">
      <w:pPr>
        <w:pStyle w:val="libNormal"/>
        <w:rPr>
          <w:rtl/>
        </w:rPr>
      </w:pPr>
      <w:r>
        <w:rPr>
          <w:rtl/>
        </w:rPr>
        <w:t>(16</w:t>
      </w:r>
      <w:r w:rsidR="007D3118">
        <w:rPr>
          <w:rtl/>
        </w:rPr>
        <w:t xml:space="preserve">) </w:t>
      </w:r>
      <w:r>
        <w:rPr>
          <w:rtl/>
        </w:rPr>
        <w:t>وَ اسْمَعْ لَنَا مَا دَعَوْنَا بِهِ</w:t>
      </w:r>
      <w:r w:rsidR="007D3118">
        <w:rPr>
          <w:rtl/>
        </w:rPr>
        <w:t xml:space="preserve">، </w:t>
      </w:r>
      <w:r>
        <w:rPr>
          <w:rtl/>
        </w:rPr>
        <w:t>وَ أَعْطِنَا مَا أَغْفَلْنَاهُ</w:t>
      </w:r>
      <w:r w:rsidR="007D3118">
        <w:rPr>
          <w:rtl/>
        </w:rPr>
        <w:t xml:space="preserve">، </w:t>
      </w:r>
      <w:r>
        <w:rPr>
          <w:rtl/>
        </w:rPr>
        <w:t>وَ احْفَظْ لَنَا مَا نَسِينَاهُ</w:t>
      </w:r>
      <w:r w:rsidR="007D3118">
        <w:rPr>
          <w:rtl/>
        </w:rPr>
        <w:t xml:space="preserve">، </w:t>
      </w:r>
      <w:r>
        <w:rPr>
          <w:rtl/>
        </w:rPr>
        <w:t>وَ صَيِّرْنَا بِذَلِكَ فِى دَرَجَاتِ الصَّالِحِينَ وَ مَرَاتِبِ الْمُؤْمِنِينَ</w:t>
      </w:r>
      <w:r w:rsidR="007D3118">
        <w:rPr>
          <w:rtl/>
        </w:rPr>
        <w:t xml:space="preserve">، </w:t>
      </w:r>
      <w:r>
        <w:rPr>
          <w:rtl/>
        </w:rPr>
        <w:t>آمِينَ رَبَّ الْعَالَمِينَ</w:t>
      </w:r>
      <w:r w:rsidR="007D3118">
        <w:rPr>
          <w:rtl/>
        </w:rPr>
        <w:t xml:space="preserve">. </w:t>
      </w:r>
    </w:p>
    <w:p w:rsidR="00587D34" w:rsidRDefault="00AA3CBA" w:rsidP="004C63D0">
      <w:pPr>
        <w:pStyle w:val="Heading2"/>
        <w:rPr>
          <w:rtl/>
        </w:rPr>
      </w:pPr>
      <w:bookmarkStart w:id="39" w:name="_Toc394915168"/>
      <w:r>
        <w:rPr>
          <w:rtl/>
        </w:rPr>
        <w:t>ترجمه دعا هفدهم: دعا هرگاه نام شيطان برده مى شد و آن حضرت از او و كيد او پناه به خدا مى برد</w:t>
      </w:r>
      <w:bookmarkEnd w:id="39"/>
    </w:p>
    <w:p w:rsidR="00587D34" w:rsidRDefault="00587D34" w:rsidP="00587D34">
      <w:pPr>
        <w:pStyle w:val="libNormal"/>
        <w:rPr>
          <w:rtl/>
        </w:rPr>
      </w:pPr>
      <w:r>
        <w:rPr>
          <w:rtl/>
        </w:rPr>
        <w:t>1</w:t>
      </w:r>
      <w:r w:rsidR="007D3118">
        <w:rPr>
          <w:rtl/>
        </w:rPr>
        <w:t xml:space="preserve">. </w:t>
      </w:r>
      <w:r>
        <w:rPr>
          <w:rtl/>
        </w:rPr>
        <w:t>اى خداوندا! ما پناه به تو مى بريم و از وسوسه هاى ديور جيم</w:t>
      </w:r>
      <w:r w:rsidR="007D3118">
        <w:rPr>
          <w:rtl/>
        </w:rPr>
        <w:t xml:space="preserve">، </w:t>
      </w:r>
      <w:r w:rsidRPr="00AA3CBA">
        <w:rPr>
          <w:rStyle w:val="libFootnotenumChar"/>
          <w:rtl/>
        </w:rPr>
        <w:t>(61</w:t>
      </w:r>
      <w:r w:rsidR="007D3118" w:rsidRPr="00AA3CBA">
        <w:rPr>
          <w:rStyle w:val="libFootnotenumChar"/>
          <w:rtl/>
        </w:rPr>
        <w:t>)</w:t>
      </w:r>
      <w:r>
        <w:rPr>
          <w:rtl/>
        </w:rPr>
        <w:t xml:space="preserve"> و حيله و نيرنگها و دلبستگى به آرزوها و نويدها و فريب ها و دامهاى او</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از اين كه در گمراهى ما طمع بندد و از طاعت تو باز گرداند و به نافرمانى تو ما را زبون سازد و از اين كه هر چه را به نظر ما زيبا نمايد</w:t>
      </w:r>
      <w:r w:rsidR="007D3118">
        <w:rPr>
          <w:rtl/>
        </w:rPr>
        <w:t xml:space="preserve">، </w:t>
      </w:r>
      <w:r>
        <w:rPr>
          <w:rtl/>
        </w:rPr>
        <w:t>ما آن را زيبا ببينيم و آنچه را پيش ما زشت جلوه دهد و بر ما دشوار گردد</w:t>
      </w:r>
      <w:r w:rsidR="007D3118">
        <w:rPr>
          <w:rtl/>
        </w:rPr>
        <w:t xml:space="preserve">. </w:t>
      </w:r>
    </w:p>
    <w:p w:rsidR="00587D34" w:rsidRDefault="00587D34" w:rsidP="00587D34">
      <w:pPr>
        <w:pStyle w:val="libNormal"/>
        <w:rPr>
          <w:rtl/>
        </w:rPr>
      </w:pPr>
      <w:r>
        <w:rPr>
          <w:rtl/>
        </w:rPr>
        <w:lastRenderedPageBreak/>
        <w:t>3</w:t>
      </w:r>
      <w:r w:rsidR="007D3118">
        <w:rPr>
          <w:rtl/>
        </w:rPr>
        <w:t xml:space="preserve">. </w:t>
      </w:r>
      <w:r>
        <w:rPr>
          <w:rtl/>
        </w:rPr>
        <w:t>خدايا به عبادت خود او را از پيش ما دور گردان</w:t>
      </w:r>
      <w:r w:rsidR="007D3118">
        <w:rPr>
          <w:rtl/>
        </w:rPr>
        <w:t xml:space="preserve">، </w:t>
      </w:r>
      <w:r>
        <w:rPr>
          <w:rtl/>
        </w:rPr>
        <w:t>و به پايدارى ما در دوستى تو او را مقهور ساز و ميان ما و او پرده اى در آويز كه نتواند دريد و سدى استوار كن كه نتواند شكافت</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خدايا درود بر محمد و آل او فرست</w:t>
      </w:r>
      <w:r w:rsidR="007D3118">
        <w:rPr>
          <w:rtl/>
        </w:rPr>
        <w:t xml:space="preserve">، </w:t>
      </w:r>
      <w:r>
        <w:rPr>
          <w:rtl/>
        </w:rPr>
        <w:t>و او را به يكى از دشمنان خود سرگرم كن و ما را به حسن رعايت خود از شر او نگاه دار و مكر او را از ما دفع كن</w:t>
      </w:r>
      <w:r w:rsidR="007D3118">
        <w:rPr>
          <w:rtl/>
        </w:rPr>
        <w:t xml:space="preserve">، </w:t>
      </w:r>
      <w:r>
        <w:rPr>
          <w:rtl/>
        </w:rPr>
        <w:t>چنان كه از پشت به جانب ما كرده بگريزد و نشان پاى بر جاى نگذارد</w:t>
      </w:r>
      <w:r w:rsidR="007D3118">
        <w:rPr>
          <w:rtl/>
        </w:rPr>
        <w:t xml:space="preserve">. </w:t>
      </w:r>
    </w:p>
    <w:p w:rsidR="00587D34" w:rsidRDefault="00587D34" w:rsidP="00587D34">
      <w:pPr>
        <w:pStyle w:val="libNormal"/>
        <w:rPr>
          <w:rtl/>
        </w:rPr>
      </w:pPr>
      <w:r>
        <w:rPr>
          <w:rtl/>
        </w:rPr>
        <w:t>5</w:t>
      </w:r>
      <w:r w:rsidR="007D3118">
        <w:rPr>
          <w:rtl/>
        </w:rPr>
        <w:t xml:space="preserve">. </w:t>
      </w:r>
      <w:r>
        <w:rPr>
          <w:rtl/>
        </w:rPr>
        <w:t>خدايا درود بر محمد و آل او فرست</w:t>
      </w:r>
      <w:r w:rsidR="007D3118">
        <w:rPr>
          <w:rtl/>
        </w:rPr>
        <w:t xml:space="preserve">، </w:t>
      </w:r>
      <w:r>
        <w:rPr>
          <w:rtl/>
        </w:rPr>
        <w:t>و ما را از هدايت برخوردار كن</w:t>
      </w:r>
      <w:r w:rsidR="007D3118">
        <w:rPr>
          <w:rtl/>
        </w:rPr>
        <w:t xml:space="preserve">، </w:t>
      </w:r>
      <w:r>
        <w:rPr>
          <w:rtl/>
        </w:rPr>
        <w:t>گرچه او از ضلالت برخوردار است و ما را از پرهيزگارى توشه ده</w:t>
      </w:r>
      <w:r w:rsidR="007D3118">
        <w:rPr>
          <w:rtl/>
        </w:rPr>
        <w:t xml:space="preserve">، </w:t>
      </w:r>
      <w:r>
        <w:rPr>
          <w:rtl/>
        </w:rPr>
        <w:t>ولو اين كه او تباهكار است و ما را در راه تقوا سالك گردان كه بر خلاف طريقت او است و به هلاكت مى انجامد</w:t>
      </w:r>
      <w:r w:rsidR="007D3118">
        <w:rPr>
          <w:rtl/>
        </w:rPr>
        <w:t xml:space="preserve">. </w:t>
      </w:r>
    </w:p>
    <w:p w:rsidR="00587D34" w:rsidRDefault="00587D34" w:rsidP="00587D34">
      <w:pPr>
        <w:pStyle w:val="libNormal"/>
        <w:rPr>
          <w:rtl/>
        </w:rPr>
      </w:pPr>
      <w:r>
        <w:rPr>
          <w:rtl/>
        </w:rPr>
        <w:t>6</w:t>
      </w:r>
      <w:r w:rsidR="007D3118">
        <w:rPr>
          <w:rtl/>
        </w:rPr>
        <w:t xml:space="preserve">. </w:t>
      </w:r>
      <w:r>
        <w:rPr>
          <w:rtl/>
        </w:rPr>
        <w:t>خدايا راه دور شدن در دل ما را به روى او فرا بند و منزلگاهى براى او نزديك ما آماده مكن</w:t>
      </w:r>
      <w:r w:rsidR="007D3118">
        <w:rPr>
          <w:rtl/>
        </w:rPr>
        <w:t xml:space="preserve">. </w:t>
      </w:r>
    </w:p>
    <w:p w:rsidR="00587D34" w:rsidRDefault="00587D34" w:rsidP="00587D34">
      <w:pPr>
        <w:pStyle w:val="libNormal"/>
        <w:rPr>
          <w:rtl/>
        </w:rPr>
      </w:pPr>
      <w:r>
        <w:rPr>
          <w:rtl/>
        </w:rPr>
        <w:t>7</w:t>
      </w:r>
      <w:r w:rsidR="007D3118">
        <w:rPr>
          <w:rtl/>
        </w:rPr>
        <w:t xml:space="preserve">. </w:t>
      </w:r>
      <w:r>
        <w:rPr>
          <w:rtl/>
        </w:rPr>
        <w:t>خدايا هر باطلى را كه در پيش چشم ما زيبا جلوه دهد</w:t>
      </w:r>
      <w:r w:rsidR="007D3118">
        <w:rPr>
          <w:rtl/>
        </w:rPr>
        <w:t xml:space="preserve">، </w:t>
      </w:r>
      <w:r>
        <w:rPr>
          <w:rtl/>
        </w:rPr>
        <w:t>ما را بر آن آگاه گردان و چون آگاه كردى ما را از آن باز دار و ما را بينا گردان كه چگونه با او نبرد كنيم و در دل ما افكن كه به چه آلت آماده دفع او گرديم و ما را از خواب غفلت بيدار كن تا ميل بدو نكنيم و ما را به توفيق خود بر وى مدد كن</w:t>
      </w:r>
      <w:r w:rsidR="007D3118">
        <w:rPr>
          <w:rtl/>
        </w:rPr>
        <w:t xml:space="preserve">. </w:t>
      </w:r>
    </w:p>
    <w:p w:rsidR="00587D34" w:rsidRDefault="00587D34" w:rsidP="00587D34">
      <w:pPr>
        <w:pStyle w:val="libNormal"/>
        <w:rPr>
          <w:rtl/>
        </w:rPr>
      </w:pPr>
      <w:r>
        <w:rPr>
          <w:rtl/>
        </w:rPr>
        <w:t>8</w:t>
      </w:r>
      <w:r w:rsidR="007D3118">
        <w:rPr>
          <w:rtl/>
        </w:rPr>
        <w:t xml:space="preserve">. </w:t>
      </w:r>
      <w:r>
        <w:rPr>
          <w:rtl/>
        </w:rPr>
        <w:t>خدايا</w:t>
      </w:r>
      <w:r w:rsidR="007D3118">
        <w:rPr>
          <w:rtl/>
        </w:rPr>
        <w:t xml:space="preserve">، </w:t>
      </w:r>
      <w:r>
        <w:rPr>
          <w:rtl/>
        </w:rPr>
        <w:t>انكار عمل او را با دل ما در آميز و در شكستن افسون و نيرنگ او براى ما چاره سازى كن</w:t>
      </w:r>
      <w:r w:rsidR="007D3118">
        <w:rPr>
          <w:rtl/>
        </w:rPr>
        <w:t xml:space="preserve">. </w:t>
      </w:r>
    </w:p>
    <w:p w:rsidR="00587D34" w:rsidRDefault="00587D34" w:rsidP="00587D34">
      <w:pPr>
        <w:pStyle w:val="libNormal"/>
        <w:rPr>
          <w:rtl/>
        </w:rPr>
      </w:pPr>
      <w:r>
        <w:rPr>
          <w:rtl/>
        </w:rPr>
        <w:t>9</w:t>
      </w:r>
      <w:r w:rsidR="007D3118">
        <w:rPr>
          <w:rtl/>
        </w:rPr>
        <w:t xml:space="preserve">. </w:t>
      </w:r>
      <w:r>
        <w:rPr>
          <w:rtl/>
        </w:rPr>
        <w:t>خدايا درود بر محمد و آل او فرست</w:t>
      </w:r>
      <w:r w:rsidR="007D3118">
        <w:rPr>
          <w:rtl/>
        </w:rPr>
        <w:t xml:space="preserve">، </w:t>
      </w:r>
      <w:r>
        <w:rPr>
          <w:rtl/>
        </w:rPr>
        <w:t>و و او را بر ما چيره مساز و اميد او را از ما ببرّ</w:t>
      </w:r>
      <w:r w:rsidR="007D3118">
        <w:rPr>
          <w:rtl/>
        </w:rPr>
        <w:t xml:space="preserve">. </w:t>
      </w:r>
      <w:r>
        <w:rPr>
          <w:rtl/>
        </w:rPr>
        <w:t>و او را از هوس گمراهى ما باز دار</w:t>
      </w:r>
      <w:r w:rsidR="007D3118">
        <w:rPr>
          <w:rtl/>
        </w:rPr>
        <w:t xml:space="preserve">. </w:t>
      </w:r>
    </w:p>
    <w:p w:rsidR="00587D34" w:rsidRDefault="00587D34" w:rsidP="00587D34">
      <w:pPr>
        <w:pStyle w:val="libNormal"/>
        <w:rPr>
          <w:rtl/>
        </w:rPr>
      </w:pPr>
      <w:r>
        <w:rPr>
          <w:rtl/>
        </w:rPr>
        <w:lastRenderedPageBreak/>
        <w:t>10</w:t>
      </w:r>
      <w:r w:rsidR="007D3118">
        <w:rPr>
          <w:rtl/>
        </w:rPr>
        <w:t xml:space="preserve">. </w:t>
      </w:r>
      <w:r>
        <w:rPr>
          <w:rtl/>
        </w:rPr>
        <w:t>خدايا</w:t>
      </w:r>
      <w:r w:rsidR="007D3118">
        <w:rPr>
          <w:rtl/>
        </w:rPr>
        <w:t xml:space="preserve">، </w:t>
      </w:r>
      <w:r>
        <w:rPr>
          <w:rtl/>
        </w:rPr>
        <w:t>درود بر محمد و آل او فرست</w:t>
      </w:r>
      <w:r w:rsidR="007D3118">
        <w:rPr>
          <w:rtl/>
        </w:rPr>
        <w:t xml:space="preserve">، </w:t>
      </w:r>
      <w:r>
        <w:rPr>
          <w:rtl/>
        </w:rPr>
        <w:t>و پدران و مادران و فرزندان و كسان و خويشان و نزديكان و همسايگان ما را از مؤمنين و مؤمنات در دژ محكم و حصار استوار و پناه گاه امن محفوظ دار و به سپرهاى محكم آنان را از شيطان نگاه دار و سلاح برنده</w:t>
      </w:r>
      <w:r w:rsidR="007D3118">
        <w:rPr>
          <w:rtl/>
        </w:rPr>
        <w:t xml:space="preserve">، </w:t>
      </w:r>
      <w:r>
        <w:rPr>
          <w:rtl/>
        </w:rPr>
        <w:t>به دستشان ده</w:t>
      </w:r>
      <w:r w:rsidR="007D3118">
        <w:rPr>
          <w:rtl/>
        </w:rPr>
        <w:t xml:space="preserve">، </w:t>
      </w:r>
      <w:r>
        <w:rPr>
          <w:rtl/>
        </w:rPr>
        <w:t>كه با او در آويزند</w:t>
      </w:r>
      <w:r w:rsidR="007D3118">
        <w:rPr>
          <w:rtl/>
        </w:rPr>
        <w:t xml:space="preserve">. </w:t>
      </w:r>
    </w:p>
    <w:p w:rsidR="00587D34" w:rsidRDefault="00587D34" w:rsidP="00587D34">
      <w:pPr>
        <w:pStyle w:val="libNormal"/>
        <w:rPr>
          <w:rtl/>
        </w:rPr>
      </w:pPr>
      <w:r>
        <w:rPr>
          <w:rtl/>
        </w:rPr>
        <w:t>11</w:t>
      </w:r>
      <w:r w:rsidR="007D3118">
        <w:rPr>
          <w:rtl/>
        </w:rPr>
        <w:t xml:space="preserve">. </w:t>
      </w:r>
      <w:r>
        <w:rPr>
          <w:rtl/>
        </w:rPr>
        <w:t>خدايا</w:t>
      </w:r>
      <w:r w:rsidR="007D3118">
        <w:rPr>
          <w:rtl/>
        </w:rPr>
        <w:t xml:space="preserve">، </w:t>
      </w:r>
      <w:r>
        <w:rPr>
          <w:rtl/>
        </w:rPr>
        <w:t>اين دعا شامل همه آن كسان گردد</w:t>
      </w:r>
      <w:r w:rsidR="007D3118">
        <w:rPr>
          <w:rtl/>
        </w:rPr>
        <w:t xml:space="preserve">؛ </w:t>
      </w:r>
      <w:r>
        <w:rPr>
          <w:rtl/>
        </w:rPr>
        <w:t>كه به خداوندى تو گواهى دهند و تو را به يگانگى خالصانه پرستش كنند و از جهت بندگى تو دشمن او باشند و از تو در معرفت علوم ربانى يارى جويند تا بر وى فيروز گردند</w:t>
      </w:r>
      <w:r w:rsidR="007D3118">
        <w:rPr>
          <w:rtl/>
        </w:rPr>
        <w:t xml:space="preserve">. </w:t>
      </w:r>
    </w:p>
    <w:p w:rsidR="00587D34" w:rsidRDefault="00587D34" w:rsidP="00587D34">
      <w:pPr>
        <w:pStyle w:val="libNormal"/>
        <w:rPr>
          <w:rtl/>
        </w:rPr>
      </w:pPr>
      <w:r>
        <w:rPr>
          <w:rtl/>
        </w:rPr>
        <w:t>12</w:t>
      </w:r>
      <w:r w:rsidR="007D3118">
        <w:rPr>
          <w:rtl/>
        </w:rPr>
        <w:t xml:space="preserve">. </w:t>
      </w:r>
      <w:r>
        <w:rPr>
          <w:rtl/>
        </w:rPr>
        <w:t>خدايا</w:t>
      </w:r>
      <w:r w:rsidR="007D3118">
        <w:rPr>
          <w:rtl/>
        </w:rPr>
        <w:t xml:space="preserve">، </w:t>
      </w:r>
      <w:r>
        <w:rPr>
          <w:rtl/>
        </w:rPr>
        <w:t>هرچه او بندد</w:t>
      </w:r>
      <w:r w:rsidR="007D3118">
        <w:rPr>
          <w:rtl/>
        </w:rPr>
        <w:t xml:space="preserve">، </w:t>
      </w:r>
      <w:r>
        <w:rPr>
          <w:rtl/>
        </w:rPr>
        <w:t>تو بگشا و هر چه او پيوند دهد تو بگسل و هر تدبير كه بينديشد باطل كن و چون آهنگ امرى كند او را باز دار و آنچه را او استوار سازد بشكن</w:t>
      </w:r>
      <w:r w:rsidR="007D3118">
        <w:rPr>
          <w:rtl/>
        </w:rPr>
        <w:t xml:space="preserve">. </w:t>
      </w:r>
    </w:p>
    <w:p w:rsidR="00587D34" w:rsidRDefault="00587D34" w:rsidP="00587D34">
      <w:pPr>
        <w:pStyle w:val="libNormal"/>
        <w:rPr>
          <w:rtl/>
        </w:rPr>
      </w:pPr>
      <w:r>
        <w:rPr>
          <w:rtl/>
        </w:rPr>
        <w:t>13</w:t>
      </w:r>
      <w:r w:rsidR="007D3118">
        <w:rPr>
          <w:rtl/>
        </w:rPr>
        <w:t xml:space="preserve">. </w:t>
      </w:r>
      <w:r>
        <w:rPr>
          <w:rtl/>
        </w:rPr>
        <w:t>خدايا</w:t>
      </w:r>
      <w:r w:rsidR="007D3118">
        <w:rPr>
          <w:rtl/>
        </w:rPr>
        <w:t xml:space="preserve">، </w:t>
      </w:r>
      <w:r>
        <w:rPr>
          <w:rtl/>
        </w:rPr>
        <w:t>سپاه او را هيمت دهد و نيرنگاو را تباه ساز و سنگر او را ويران كن و بينى او را به خاك مال</w:t>
      </w:r>
      <w:r w:rsidR="007D3118">
        <w:rPr>
          <w:rtl/>
        </w:rPr>
        <w:t xml:space="preserve">. </w:t>
      </w:r>
    </w:p>
    <w:p w:rsidR="00587D34" w:rsidRDefault="00587D34" w:rsidP="00587D34">
      <w:pPr>
        <w:pStyle w:val="libNormal"/>
        <w:rPr>
          <w:rtl/>
        </w:rPr>
      </w:pPr>
      <w:r>
        <w:rPr>
          <w:rtl/>
        </w:rPr>
        <w:t>14</w:t>
      </w:r>
      <w:r w:rsidR="007D3118">
        <w:rPr>
          <w:rtl/>
        </w:rPr>
        <w:t xml:space="preserve">. </w:t>
      </w:r>
      <w:r>
        <w:rPr>
          <w:rtl/>
        </w:rPr>
        <w:t>خدايا</w:t>
      </w:r>
      <w:r w:rsidR="007D3118">
        <w:rPr>
          <w:rtl/>
        </w:rPr>
        <w:t xml:space="preserve">، </w:t>
      </w:r>
      <w:r>
        <w:rPr>
          <w:rtl/>
        </w:rPr>
        <w:t>ما را در رسته دشمنان او جاى ده</w:t>
      </w:r>
      <w:r w:rsidR="007D3118">
        <w:rPr>
          <w:rtl/>
        </w:rPr>
        <w:t xml:space="preserve">، </w:t>
      </w:r>
      <w:r>
        <w:rPr>
          <w:rtl/>
        </w:rPr>
        <w:t>و از شمار دوستان او بيرون كن</w:t>
      </w:r>
      <w:r w:rsidR="007D3118">
        <w:rPr>
          <w:rtl/>
        </w:rPr>
        <w:t xml:space="preserve">، </w:t>
      </w:r>
      <w:r>
        <w:rPr>
          <w:rtl/>
        </w:rPr>
        <w:t>تا هرگاه ما را سوى خود خواند</w:t>
      </w:r>
      <w:r w:rsidR="007D3118">
        <w:rPr>
          <w:rtl/>
        </w:rPr>
        <w:t xml:space="preserve">، </w:t>
      </w:r>
      <w:r>
        <w:rPr>
          <w:rtl/>
        </w:rPr>
        <w:t>ما نافرمانى او كنيم و چون ما را دعوت كند پاسخ ندهيم</w:t>
      </w:r>
      <w:r w:rsidR="007D3118">
        <w:rPr>
          <w:rtl/>
        </w:rPr>
        <w:t xml:space="preserve">. </w:t>
      </w:r>
    </w:p>
    <w:p w:rsidR="00587D34" w:rsidRDefault="00587D34" w:rsidP="00587D34">
      <w:pPr>
        <w:pStyle w:val="libNormal"/>
        <w:rPr>
          <w:rtl/>
        </w:rPr>
      </w:pPr>
      <w:r>
        <w:rPr>
          <w:rtl/>
        </w:rPr>
        <w:t>هر كس دستور ما بپذيرد او را به نبرد با وى گماريم و هر كس پيرو حكم ما باشد به پند و اندرز از پيروى او باز داريم</w:t>
      </w:r>
      <w:r w:rsidR="007D3118">
        <w:rPr>
          <w:rtl/>
        </w:rPr>
        <w:t xml:space="preserve">. </w:t>
      </w:r>
    </w:p>
    <w:p w:rsidR="00587D34" w:rsidRDefault="00587D34" w:rsidP="00587D34">
      <w:pPr>
        <w:pStyle w:val="libNormal"/>
        <w:rPr>
          <w:rtl/>
        </w:rPr>
      </w:pPr>
      <w:r>
        <w:rPr>
          <w:rtl/>
        </w:rPr>
        <w:t>15</w:t>
      </w:r>
      <w:r w:rsidR="007D3118">
        <w:rPr>
          <w:rtl/>
        </w:rPr>
        <w:t xml:space="preserve">. </w:t>
      </w:r>
      <w:r>
        <w:rPr>
          <w:rtl/>
        </w:rPr>
        <w:t>خداوندا! بر محمد آخرين پيغمبران</w:t>
      </w:r>
      <w:r w:rsidR="007D3118">
        <w:rPr>
          <w:rtl/>
        </w:rPr>
        <w:t xml:space="preserve">، </w:t>
      </w:r>
      <w:r>
        <w:rPr>
          <w:rtl/>
        </w:rPr>
        <w:t>و بزرگ رسولان و هم بر خاندان پاك او رحمت فرست</w:t>
      </w:r>
      <w:r w:rsidR="007D3118">
        <w:rPr>
          <w:rtl/>
        </w:rPr>
        <w:t xml:space="preserve">، </w:t>
      </w:r>
      <w:r>
        <w:rPr>
          <w:rtl/>
        </w:rPr>
        <w:t>و ما و كسان ما و برادران ما و همه مؤمنين و مومنات را از آنچه مى ترسيم در پناه خود گير و از هر چه زنهار خواهيم زنهارى ده</w:t>
      </w:r>
      <w:r w:rsidR="007D3118">
        <w:rPr>
          <w:rtl/>
        </w:rPr>
        <w:t xml:space="preserve">. </w:t>
      </w:r>
    </w:p>
    <w:p w:rsidR="00587D34" w:rsidRDefault="00587D34" w:rsidP="00587D34">
      <w:pPr>
        <w:pStyle w:val="libNormal"/>
        <w:rPr>
          <w:rtl/>
        </w:rPr>
      </w:pPr>
      <w:r>
        <w:rPr>
          <w:rtl/>
        </w:rPr>
        <w:lastRenderedPageBreak/>
        <w:t>16</w:t>
      </w:r>
      <w:r w:rsidR="007D3118">
        <w:rPr>
          <w:rtl/>
        </w:rPr>
        <w:t xml:space="preserve">. </w:t>
      </w:r>
      <w:r>
        <w:rPr>
          <w:rtl/>
        </w:rPr>
        <w:t>آنچه خواستيم اجابت كن و هر خيرى كه انديشه ما بدان نرسد تا به زبان آريم تو خود ارزانى دار و هر چه فراموش كنيم تو حفظ و ما را در درجه نيكان و شايستگان جاى ده</w:t>
      </w:r>
      <w:r w:rsidR="007D3118">
        <w:rPr>
          <w:rtl/>
        </w:rPr>
        <w:t xml:space="preserve">. </w:t>
      </w:r>
      <w:r>
        <w:rPr>
          <w:rtl/>
        </w:rPr>
        <w:t>آمين رب العالمين</w:t>
      </w:r>
      <w:r w:rsidR="007D3118">
        <w:rPr>
          <w:rtl/>
        </w:rPr>
        <w:t xml:space="preserve">. </w:t>
      </w:r>
    </w:p>
    <w:p w:rsidR="00587D34" w:rsidRDefault="00AC50E0" w:rsidP="004C63D0">
      <w:pPr>
        <w:pStyle w:val="Heading2"/>
        <w:rPr>
          <w:rtl/>
        </w:rPr>
      </w:pPr>
      <w:r>
        <w:br w:type="page"/>
      </w:r>
      <w:bookmarkStart w:id="40" w:name="_Toc394915169"/>
      <w:r w:rsidR="00AA3CBA">
        <w:lastRenderedPageBreak/>
        <w:t>18</w:t>
      </w:r>
      <w:r w:rsidR="00AA3CBA">
        <w:rPr>
          <w:rtl/>
        </w:rPr>
        <w:t xml:space="preserve"> وَ كَانَ مِنْ دُعَائِهِ عَلَيْهِ السَّلامُ إِذَا دُفِعَ عَنْهُ مَا يَحْذَرُ، أَوْ عُجِّلَ لَهُ مَطْلَبُهُ:</w:t>
      </w:r>
      <w:bookmarkEnd w:id="40"/>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لَكَ الْحَمْدُ عَلَى حُسْنِ قَضَائِكَ</w:t>
      </w:r>
      <w:r w:rsidR="007D3118">
        <w:rPr>
          <w:rtl/>
        </w:rPr>
        <w:t xml:space="preserve">، </w:t>
      </w:r>
      <w:r>
        <w:rPr>
          <w:rtl/>
        </w:rPr>
        <w:t>وَ بِمَا صَرَفْتَ عَنِّى مِنْ بَلائِكَ</w:t>
      </w:r>
      <w:r w:rsidR="007D3118">
        <w:rPr>
          <w:rtl/>
        </w:rPr>
        <w:t xml:space="preserve">، </w:t>
      </w:r>
      <w:r>
        <w:rPr>
          <w:rtl/>
        </w:rPr>
        <w:t>فَلا تَجْعَلْ حَظِّى مِنْ رَحْمَتِكَ مَا عَجَّلْتَ لِى مِنْ عَافِيَتِكَ فَأَكُونَ قَدْ شَقِيتُ بِمَا أَحْبَبْتُ وَ سَعِدَ غَيْرِى بِمَا كَرِهْتُ</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إِنْ يَكُنْ مَا ظَلِلْتُ فِيهِ أَوْ بِتُّ فِيهِ مِنْ هَذِهِ الْعَافِيَةِ بَيْنَ يَدَيْ بَلاءٍ لا يَنْقَطِعُ وَ وِزْرٍ لا يَرْتَفِعُ فَقَدِّمْ لِى مَا أَخَّرْتَ</w:t>
      </w:r>
      <w:r w:rsidR="007D3118">
        <w:rPr>
          <w:rtl/>
        </w:rPr>
        <w:t xml:space="preserve">، </w:t>
      </w:r>
      <w:r>
        <w:rPr>
          <w:rtl/>
        </w:rPr>
        <w:t>وَ أَخِّرْ عَنِّى مَا قَدَّمْتَ</w:t>
      </w:r>
      <w:r w:rsidR="007D3118">
        <w:rPr>
          <w:rtl/>
        </w:rPr>
        <w:t xml:space="preserve">. </w:t>
      </w:r>
    </w:p>
    <w:p w:rsidR="00587D34" w:rsidRDefault="00587D34" w:rsidP="00587D34">
      <w:pPr>
        <w:pStyle w:val="libNormal"/>
        <w:rPr>
          <w:rtl/>
        </w:rPr>
      </w:pPr>
      <w:r>
        <w:rPr>
          <w:rtl/>
        </w:rPr>
        <w:t>(3</w:t>
      </w:r>
      <w:r w:rsidR="007D3118">
        <w:rPr>
          <w:rtl/>
        </w:rPr>
        <w:t xml:space="preserve">) </w:t>
      </w:r>
      <w:r>
        <w:rPr>
          <w:rtl/>
        </w:rPr>
        <w:t>فَغَيْرُ كَثِيرٍ مَا عَاقِبَتُهُ الْفَنَاءُ</w:t>
      </w:r>
      <w:r w:rsidR="007D3118">
        <w:rPr>
          <w:rtl/>
        </w:rPr>
        <w:t xml:space="preserve">، </w:t>
      </w:r>
      <w:r>
        <w:rPr>
          <w:rtl/>
        </w:rPr>
        <w:t>وَ غَيْرُ قَلِيلٍ مَا عَاقِبَتُهُ الْبَقَاءُ</w:t>
      </w:r>
      <w:r w:rsidR="007D3118">
        <w:rPr>
          <w:rtl/>
        </w:rPr>
        <w:t xml:space="preserve">، </w:t>
      </w:r>
      <w:r>
        <w:rPr>
          <w:rtl/>
        </w:rPr>
        <w:t>وَ صَلِّ عَلَى مُحَمَّدٍ وَ آلِهِ</w:t>
      </w:r>
      <w:r w:rsidR="007D3118">
        <w:rPr>
          <w:rtl/>
        </w:rPr>
        <w:t xml:space="preserve">. </w:t>
      </w:r>
    </w:p>
    <w:p w:rsidR="00587D34" w:rsidRDefault="00AA3CBA" w:rsidP="004C63D0">
      <w:pPr>
        <w:pStyle w:val="Heading2"/>
        <w:rPr>
          <w:rtl/>
        </w:rPr>
      </w:pPr>
      <w:bookmarkStart w:id="41" w:name="_Toc394915170"/>
      <w:r>
        <w:rPr>
          <w:rtl/>
        </w:rPr>
        <w:t xml:space="preserve">ترجمه دعاى هجدهم: دعاى آن حضرت </w:t>
      </w:r>
      <w:r w:rsidR="000C598D" w:rsidRPr="000C598D">
        <w:rPr>
          <w:rStyle w:val="libAlaemChar"/>
          <w:rtl/>
        </w:rPr>
        <w:t>عليه‌السلام</w:t>
      </w:r>
      <w:r>
        <w:rPr>
          <w:rtl/>
        </w:rPr>
        <w:t xml:space="preserve"> هرگاه بليه اى از او دفع يا حاجت او زود بر آورده مى شد</w:t>
      </w:r>
      <w:bookmarkEnd w:id="41"/>
    </w:p>
    <w:p w:rsidR="00587D34" w:rsidRDefault="00587D34" w:rsidP="00587D34">
      <w:pPr>
        <w:pStyle w:val="libNormal"/>
        <w:rPr>
          <w:rtl/>
        </w:rPr>
      </w:pPr>
      <w:r>
        <w:rPr>
          <w:rtl/>
        </w:rPr>
        <w:t>1</w:t>
      </w:r>
      <w:r w:rsidR="007D3118">
        <w:rPr>
          <w:rtl/>
        </w:rPr>
        <w:t xml:space="preserve">. </w:t>
      </w:r>
      <w:r>
        <w:rPr>
          <w:rtl/>
        </w:rPr>
        <w:t>خداوندا</w:t>
      </w:r>
      <w:r w:rsidR="007D3118">
        <w:rPr>
          <w:rtl/>
        </w:rPr>
        <w:t xml:space="preserve">، </w:t>
      </w:r>
      <w:r>
        <w:rPr>
          <w:rtl/>
        </w:rPr>
        <w:t>تو را سپاس مى گويم بر حسن تقدير تو كه بلا را از من دور كردى</w:t>
      </w:r>
      <w:r w:rsidR="007D3118">
        <w:rPr>
          <w:rtl/>
        </w:rPr>
        <w:t xml:space="preserve">. </w:t>
      </w:r>
    </w:p>
    <w:p w:rsidR="00587D34" w:rsidRDefault="00587D34" w:rsidP="00587D34">
      <w:pPr>
        <w:pStyle w:val="libNormal"/>
        <w:rPr>
          <w:rtl/>
        </w:rPr>
      </w:pPr>
      <w:r>
        <w:rPr>
          <w:rtl/>
        </w:rPr>
        <w:t>اما بهره مرا از رحمت خود</w:t>
      </w:r>
      <w:r w:rsidR="007D3118">
        <w:rPr>
          <w:rtl/>
        </w:rPr>
        <w:t xml:space="preserve">، </w:t>
      </w:r>
      <w:r>
        <w:rPr>
          <w:rtl/>
        </w:rPr>
        <w:t>در اين تندرستى عاجل منحصر مساز</w:t>
      </w:r>
      <w:r w:rsidR="007D3118">
        <w:rPr>
          <w:rtl/>
        </w:rPr>
        <w:t xml:space="preserve">، </w:t>
      </w:r>
      <w:r>
        <w:rPr>
          <w:rtl/>
        </w:rPr>
        <w:t>كه خوشى من عاقبت موجب بدبختى شود و ديگران از آن چه مرا ناخوش ‍ مى آيد سعادتمند گردند</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اگر اين عافيت كه روز و شب از آن برخوردارم</w:t>
      </w:r>
      <w:r w:rsidR="007D3118">
        <w:rPr>
          <w:rtl/>
        </w:rPr>
        <w:t xml:space="preserve">، </w:t>
      </w:r>
      <w:r>
        <w:rPr>
          <w:rtl/>
        </w:rPr>
        <w:t>بلايى به دنبال دارد ناگسستنى و بارى بر دوش من نهد ننهادنى</w:t>
      </w:r>
      <w:r w:rsidR="007D3118">
        <w:rPr>
          <w:rtl/>
        </w:rPr>
        <w:t xml:space="preserve">، </w:t>
      </w:r>
      <w:r>
        <w:rPr>
          <w:rtl/>
        </w:rPr>
        <w:t xml:space="preserve">پس آن چه </w:t>
      </w:r>
      <w:r w:rsidR="00F57255">
        <w:rPr>
          <w:rtl/>
        </w:rPr>
        <w:t>تأخیر</w:t>
      </w:r>
      <w:r>
        <w:rPr>
          <w:rtl/>
        </w:rPr>
        <w:t xml:space="preserve"> انداخته اى پيش فرست</w:t>
      </w:r>
      <w:r w:rsidR="007D3118">
        <w:rPr>
          <w:rtl/>
        </w:rPr>
        <w:t xml:space="preserve">، </w:t>
      </w:r>
      <w:r>
        <w:rPr>
          <w:rtl/>
        </w:rPr>
        <w:t xml:space="preserve">و آنچه كه پيش فرستادى به </w:t>
      </w:r>
      <w:r w:rsidR="00F57255">
        <w:rPr>
          <w:rtl/>
        </w:rPr>
        <w:t>تأخیر</w:t>
      </w:r>
      <w:r>
        <w:rPr>
          <w:rtl/>
        </w:rPr>
        <w:t xml:space="preserve"> انداز</w:t>
      </w:r>
      <w:r w:rsidR="007D3118">
        <w:rPr>
          <w:rtl/>
        </w:rPr>
        <w:t xml:space="preserve">؛ </w:t>
      </w:r>
    </w:p>
    <w:p w:rsidR="00587D34" w:rsidRDefault="00587D34" w:rsidP="00587D34">
      <w:pPr>
        <w:pStyle w:val="libNormal"/>
        <w:rPr>
          <w:rtl/>
        </w:rPr>
      </w:pPr>
      <w:r>
        <w:rPr>
          <w:rtl/>
        </w:rPr>
        <w:t>3</w:t>
      </w:r>
      <w:r w:rsidR="007D3118">
        <w:rPr>
          <w:rtl/>
        </w:rPr>
        <w:t xml:space="preserve">. </w:t>
      </w:r>
      <w:r>
        <w:rPr>
          <w:rtl/>
        </w:rPr>
        <w:t>زيرا كه آن چه به نيستى انجامد بسيار نيست</w:t>
      </w:r>
      <w:r w:rsidR="007D3118">
        <w:rPr>
          <w:rtl/>
        </w:rPr>
        <w:t xml:space="preserve">، </w:t>
      </w:r>
      <w:r>
        <w:rPr>
          <w:rtl/>
        </w:rPr>
        <w:t>و آنچه جاويدان ماند اندك نباشد</w:t>
      </w:r>
      <w:r w:rsidR="007D3118">
        <w:rPr>
          <w:rtl/>
        </w:rPr>
        <w:t xml:space="preserve">، </w:t>
      </w:r>
      <w:r>
        <w:rPr>
          <w:rtl/>
        </w:rPr>
        <w:t>و بر محمد و خاندان او درود فرست</w:t>
      </w:r>
      <w:r w:rsidR="007D3118">
        <w:rPr>
          <w:rtl/>
        </w:rPr>
        <w:t xml:space="preserve">. </w:t>
      </w:r>
    </w:p>
    <w:p w:rsidR="00587D34" w:rsidRDefault="00AC50E0" w:rsidP="004C63D0">
      <w:pPr>
        <w:pStyle w:val="Heading2"/>
        <w:rPr>
          <w:rtl/>
        </w:rPr>
      </w:pPr>
      <w:r>
        <w:br w:type="page"/>
      </w:r>
      <w:bookmarkStart w:id="42" w:name="_Toc394915171"/>
      <w:r w:rsidR="00AA3CBA">
        <w:lastRenderedPageBreak/>
        <w:t>19</w:t>
      </w:r>
      <w:r w:rsidR="00AA3CBA">
        <w:rPr>
          <w:rtl/>
        </w:rPr>
        <w:t xml:space="preserve"> وَ كَانَ مِنْ دُعَائِهِ، عَلَيْهِ السَّلامُ عِنْدَ الاسْتِسْقَاءِ بَعْدَ الْجَدْبِ:</w:t>
      </w:r>
      <w:bookmarkEnd w:id="42"/>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اسْقِنَا الْغَيْثَ</w:t>
      </w:r>
      <w:r w:rsidR="007D3118">
        <w:rPr>
          <w:rtl/>
        </w:rPr>
        <w:t xml:space="preserve">، </w:t>
      </w:r>
      <w:r>
        <w:rPr>
          <w:rtl/>
        </w:rPr>
        <w:t>وَ انْشُرْ عَلَيْنَا رَحْمَتَكَ بِغَيْثِكَ الْمُغْدِقِ مِنَ السَّحَابِ الْمُنْسَاقِ لِنَبَاتِ أَرْضِكَ الْمُونِقِ فِى جَمِيعِ الاْفَاقِ</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امْنُنْ عَلَى عِبَادِكَ بِإِينَاعِ الثَّمَرَةِ</w:t>
      </w:r>
      <w:r w:rsidR="007D3118">
        <w:rPr>
          <w:rtl/>
        </w:rPr>
        <w:t xml:space="preserve">، </w:t>
      </w:r>
      <w:r>
        <w:rPr>
          <w:rtl/>
        </w:rPr>
        <w:t>وَ أَحْيِ بِلادَكَ بِبُلُوغِ الزَّهْرَةِ</w:t>
      </w:r>
      <w:r w:rsidR="007D3118">
        <w:rPr>
          <w:rtl/>
        </w:rPr>
        <w:t xml:space="preserve">، </w:t>
      </w:r>
      <w:r>
        <w:rPr>
          <w:rtl/>
        </w:rPr>
        <w:t>وَ أَشْهِدْ مَلائِكَتَكَ الْكِرَامَ السَّفَرَةَ بِسَقْيٍ مِنْكَ نَافِعٍ</w:t>
      </w:r>
      <w:r w:rsidR="007D3118">
        <w:rPr>
          <w:rtl/>
        </w:rPr>
        <w:t xml:space="preserve">، </w:t>
      </w:r>
      <w:r>
        <w:rPr>
          <w:rtl/>
        </w:rPr>
        <w:t>دَائِمٍ غُزْرُهُ</w:t>
      </w:r>
      <w:r w:rsidR="007D3118">
        <w:rPr>
          <w:rtl/>
        </w:rPr>
        <w:t xml:space="preserve">، </w:t>
      </w:r>
      <w:r>
        <w:rPr>
          <w:rtl/>
        </w:rPr>
        <w:t>وَاسِعٍ دِرَرُهُ</w:t>
      </w:r>
      <w:r w:rsidR="007D3118">
        <w:rPr>
          <w:rtl/>
        </w:rPr>
        <w:t xml:space="preserve">، </w:t>
      </w:r>
      <w:r>
        <w:rPr>
          <w:rtl/>
        </w:rPr>
        <w:t>وَابِلٍ سَرِيعٍ عَاجِلٍ</w:t>
      </w:r>
      <w:r w:rsidR="007D3118">
        <w:rPr>
          <w:rtl/>
        </w:rPr>
        <w:t xml:space="preserve">. </w:t>
      </w:r>
    </w:p>
    <w:p w:rsidR="00587D34" w:rsidRDefault="00587D34" w:rsidP="00587D34">
      <w:pPr>
        <w:pStyle w:val="libNormal"/>
        <w:rPr>
          <w:rtl/>
        </w:rPr>
      </w:pPr>
      <w:r>
        <w:rPr>
          <w:rtl/>
        </w:rPr>
        <w:t>(3</w:t>
      </w:r>
      <w:r w:rsidR="007D3118">
        <w:rPr>
          <w:rtl/>
        </w:rPr>
        <w:t xml:space="preserve">) </w:t>
      </w:r>
      <w:r>
        <w:rPr>
          <w:rtl/>
        </w:rPr>
        <w:t>تُحْيِى بِهِ مَا قَدْ مَاتَ</w:t>
      </w:r>
      <w:r w:rsidR="007D3118">
        <w:rPr>
          <w:rtl/>
        </w:rPr>
        <w:t xml:space="preserve">، </w:t>
      </w:r>
      <w:r>
        <w:rPr>
          <w:rtl/>
        </w:rPr>
        <w:t>وَ تَرُدُّ بِهِ مَا قَدْ فَاتَ وَ تُخْرِجُ بِهِ مَا هُوَ آتٍ</w:t>
      </w:r>
      <w:r w:rsidR="007D3118">
        <w:rPr>
          <w:rtl/>
        </w:rPr>
        <w:t xml:space="preserve">، </w:t>
      </w:r>
      <w:r>
        <w:rPr>
          <w:rtl/>
        </w:rPr>
        <w:t>وَ تُوَسِّعُ بِهِ فِى الْأَقْوَاتِ</w:t>
      </w:r>
      <w:r w:rsidR="007D3118">
        <w:rPr>
          <w:rtl/>
        </w:rPr>
        <w:t xml:space="preserve">، </w:t>
      </w:r>
      <w:r>
        <w:rPr>
          <w:rtl/>
        </w:rPr>
        <w:t>سَحَابا مُتَرَاكِما هَنِيئا مَرِيئا طَبَقا مُجَلْجَلا</w:t>
      </w:r>
      <w:r w:rsidR="007D3118">
        <w:rPr>
          <w:rtl/>
        </w:rPr>
        <w:t xml:space="preserve">، </w:t>
      </w:r>
      <w:r>
        <w:rPr>
          <w:rtl/>
        </w:rPr>
        <w:t>غَيْرَ مُلِثٍّ وَدْقُهُ</w:t>
      </w:r>
      <w:r w:rsidR="007D3118">
        <w:rPr>
          <w:rtl/>
        </w:rPr>
        <w:t xml:space="preserve">، </w:t>
      </w:r>
      <w:r>
        <w:rPr>
          <w:rtl/>
        </w:rPr>
        <w:t>وَ لا خُلَّبٍ بَرْقُهُ</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اسْقِنَا غَيْثا مُغِيثا مَرِيعا مُمْرِعا عَرِيضا وَاسِعا غَزِيرا</w:t>
      </w:r>
      <w:r w:rsidR="007D3118">
        <w:rPr>
          <w:rtl/>
        </w:rPr>
        <w:t xml:space="preserve">، </w:t>
      </w:r>
      <w:r>
        <w:rPr>
          <w:rtl/>
        </w:rPr>
        <w:t>تَرُدُّ بِهِ النَّهِيضَ</w:t>
      </w:r>
      <w:r w:rsidR="007D3118">
        <w:rPr>
          <w:rtl/>
        </w:rPr>
        <w:t xml:space="preserve">، </w:t>
      </w:r>
      <w:r>
        <w:rPr>
          <w:rtl/>
        </w:rPr>
        <w:t>وَ تَجْبُرُ بِهِ الْمَهِيضَ</w:t>
      </w:r>
    </w:p>
    <w:p w:rsidR="00587D34" w:rsidRDefault="00587D34" w:rsidP="00587D34">
      <w:pPr>
        <w:pStyle w:val="libNormal"/>
        <w:rPr>
          <w:rtl/>
        </w:rPr>
      </w:pPr>
      <w:r>
        <w:rPr>
          <w:rtl/>
        </w:rPr>
        <w:t>(5</w:t>
      </w:r>
      <w:r w:rsidR="007D3118">
        <w:rPr>
          <w:rtl/>
        </w:rPr>
        <w:t xml:space="preserve">) </w:t>
      </w:r>
      <w:r>
        <w:rPr>
          <w:rtl/>
        </w:rPr>
        <w:t>اللَّهُمَّ اسْقِنَا سَقْيا تُسِيلُ مِنْهُ الظِّرَابَ</w:t>
      </w:r>
      <w:r w:rsidR="007D3118">
        <w:rPr>
          <w:rtl/>
        </w:rPr>
        <w:t xml:space="preserve">، </w:t>
      </w:r>
      <w:r>
        <w:rPr>
          <w:rtl/>
        </w:rPr>
        <w:t>وَ تَمْلَأُ مِنْهُ الْجِبَابَ</w:t>
      </w:r>
      <w:r w:rsidR="007D3118">
        <w:rPr>
          <w:rtl/>
        </w:rPr>
        <w:t xml:space="preserve">، </w:t>
      </w:r>
      <w:r>
        <w:rPr>
          <w:rtl/>
        </w:rPr>
        <w:t>وَ تُفَجِّرُ بِهِ الْأَنْهَارَ</w:t>
      </w:r>
      <w:r w:rsidR="007D3118">
        <w:rPr>
          <w:rtl/>
        </w:rPr>
        <w:t xml:space="preserve">، </w:t>
      </w:r>
      <w:r>
        <w:rPr>
          <w:rtl/>
        </w:rPr>
        <w:t>وَ تُنْبِتُ بِهِ الْأَشْجَارَ</w:t>
      </w:r>
      <w:r w:rsidR="007D3118">
        <w:rPr>
          <w:rtl/>
        </w:rPr>
        <w:t xml:space="preserve">، </w:t>
      </w:r>
      <w:r>
        <w:rPr>
          <w:rtl/>
        </w:rPr>
        <w:t>وَ تُرْخِصُ بِهِ الْأَسْعَارَ فِى جَمِيعِ الْأَمْصَارِ</w:t>
      </w:r>
      <w:r w:rsidR="007D3118">
        <w:rPr>
          <w:rtl/>
        </w:rPr>
        <w:t xml:space="preserve">، </w:t>
      </w:r>
      <w:r>
        <w:rPr>
          <w:rtl/>
        </w:rPr>
        <w:t>وَ تَنْعَشُ بِهِ الْبَهَائِمَ وَ الْخَلْقَ</w:t>
      </w:r>
      <w:r w:rsidR="007D3118">
        <w:rPr>
          <w:rtl/>
        </w:rPr>
        <w:t xml:space="preserve">، </w:t>
      </w:r>
      <w:r>
        <w:rPr>
          <w:rtl/>
        </w:rPr>
        <w:t>وَ تُكْمِلُ لَنَا بِهِ طَيِّبَاتِ الرِّزْقِ</w:t>
      </w:r>
      <w:r w:rsidR="007D3118">
        <w:rPr>
          <w:rtl/>
        </w:rPr>
        <w:t xml:space="preserve">، </w:t>
      </w:r>
      <w:r>
        <w:rPr>
          <w:rtl/>
        </w:rPr>
        <w:t>و تُنْبِتُ لَنَا بِهِ الزَّرْعَ وَ تُدِرُّ بِهِ الضَّرْعَ وَ تَزِيدُنَا بِهِ قُوَّةً إِلَى قُوَّتِنَا</w:t>
      </w:r>
      <w:r w:rsidR="007D3118">
        <w:rPr>
          <w:rtl/>
        </w:rPr>
        <w:t xml:space="preserve">. </w:t>
      </w:r>
    </w:p>
    <w:p w:rsidR="00587D34" w:rsidRDefault="00587D34" w:rsidP="00587D34">
      <w:pPr>
        <w:pStyle w:val="libNormal"/>
        <w:rPr>
          <w:rtl/>
        </w:rPr>
      </w:pPr>
      <w:r>
        <w:rPr>
          <w:rtl/>
        </w:rPr>
        <w:t>(6</w:t>
      </w:r>
      <w:r w:rsidR="007D3118">
        <w:rPr>
          <w:rtl/>
        </w:rPr>
        <w:t xml:space="preserve">) </w:t>
      </w:r>
      <w:r>
        <w:rPr>
          <w:rtl/>
        </w:rPr>
        <w:t>اللَّهُمَّ لا تَجْعَلْ ظِلَّهُ عَلَيْنَا سَمُوما</w:t>
      </w:r>
      <w:r w:rsidR="007D3118">
        <w:rPr>
          <w:rtl/>
        </w:rPr>
        <w:t xml:space="preserve">، </w:t>
      </w:r>
      <w:r>
        <w:rPr>
          <w:rtl/>
        </w:rPr>
        <w:t>وَ لا تَجْعَلْ بَرْدَهُ عَلَيْنَا حُسُوما</w:t>
      </w:r>
      <w:r w:rsidR="007D3118">
        <w:rPr>
          <w:rtl/>
        </w:rPr>
        <w:t xml:space="preserve">، </w:t>
      </w:r>
      <w:r>
        <w:rPr>
          <w:rtl/>
        </w:rPr>
        <w:t>وَ لا تَجْعَلْ صَوْبَهُ عَلَيْنَا رُجُوما</w:t>
      </w:r>
      <w:r w:rsidR="007D3118">
        <w:rPr>
          <w:rtl/>
        </w:rPr>
        <w:t xml:space="preserve">، </w:t>
      </w:r>
      <w:r>
        <w:rPr>
          <w:rtl/>
        </w:rPr>
        <w:t>وَ لا تَجْعَلْ مَاءَهُ عَلَيْنَا أُجَاجا</w:t>
      </w:r>
      <w:r w:rsidR="007D3118">
        <w:rPr>
          <w:rtl/>
        </w:rPr>
        <w:t xml:space="preserve">. </w:t>
      </w:r>
    </w:p>
    <w:p w:rsidR="00587D34" w:rsidRDefault="00587D34" w:rsidP="00587D34">
      <w:pPr>
        <w:pStyle w:val="libNormal"/>
        <w:rPr>
          <w:rtl/>
        </w:rPr>
      </w:pPr>
      <w:r>
        <w:rPr>
          <w:rtl/>
        </w:rPr>
        <w:t>(7</w:t>
      </w:r>
      <w:r w:rsidR="007D3118">
        <w:rPr>
          <w:rtl/>
        </w:rPr>
        <w:t xml:space="preserve">) </w:t>
      </w:r>
      <w:r>
        <w:rPr>
          <w:rtl/>
        </w:rPr>
        <w:t>اللَّهُمَّ صَلِّ عَلَى مُحَمَّدٍ وَ آلِ مُحَمَّدٍ</w:t>
      </w:r>
      <w:r w:rsidR="007D3118">
        <w:rPr>
          <w:rtl/>
        </w:rPr>
        <w:t xml:space="preserve">، </w:t>
      </w:r>
      <w:r>
        <w:rPr>
          <w:rtl/>
        </w:rPr>
        <w:t>وَ ارْزُقْنَا مِنْ بَرَكَاتِ السَّمَاوَاتِ وَ الْأَرْضِ</w:t>
      </w:r>
      <w:r w:rsidR="007D3118">
        <w:rPr>
          <w:rtl/>
        </w:rPr>
        <w:t xml:space="preserve">، </w:t>
      </w:r>
      <w:r>
        <w:rPr>
          <w:rtl/>
        </w:rPr>
        <w:t>إِنَّكَ عَلَى كُلِّ شَى ءٍ قَدِيرٌ</w:t>
      </w:r>
      <w:r w:rsidR="007D3118">
        <w:rPr>
          <w:rtl/>
        </w:rPr>
        <w:t xml:space="preserve">. </w:t>
      </w:r>
    </w:p>
    <w:p w:rsidR="00587D34" w:rsidRDefault="00AA3CBA" w:rsidP="004C63D0">
      <w:pPr>
        <w:pStyle w:val="Heading2"/>
        <w:rPr>
          <w:rtl/>
        </w:rPr>
      </w:pPr>
      <w:bookmarkStart w:id="43" w:name="_Toc394915172"/>
      <w:r>
        <w:rPr>
          <w:rtl/>
        </w:rPr>
        <w:t xml:space="preserve">ترجمه دعاى نوزدهم: دعاى آن حضرت </w:t>
      </w:r>
      <w:r w:rsidR="000C598D" w:rsidRPr="000C598D">
        <w:rPr>
          <w:rStyle w:val="libAlaemChar"/>
          <w:rtl/>
        </w:rPr>
        <w:t>عليه‌السلام</w:t>
      </w:r>
      <w:r>
        <w:rPr>
          <w:rtl/>
        </w:rPr>
        <w:t xml:space="preserve"> در طلب باران</w:t>
      </w:r>
      <w:bookmarkEnd w:id="43"/>
    </w:p>
    <w:p w:rsidR="00587D34" w:rsidRDefault="00587D34" w:rsidP="00587D34">
      <w:pPr>
        <w:pStyle w:val="libNormal"/>
        <w:rPr>
          <w:rtl/>
        </w:rPr>
      </w:pPr>
      <w:r>
        <w:rPr>
          <w:rtl/>
        </w:rPr>
        <w:t>1</w:t>
      </w:r>
      <w:r w:rsidR="007D3118">
        <w:rPr>
          <w:rtl/>
        </w:rPr>
        <w:t xml:space="preserve">. </w:t>
      </w:r>
      <w:r>
        <w:rPr>
          <w:rtl/>
        </w:rPr>
        <w:t>خداوندا</w:t>
      </w:r>
      <w:r w:rsidR="007D3118">
        <w:rPr>
          <w:rtl/>
        </w:rPr>
        <w:t xml:space="preserve">، </w:t>
      </w:r>
      <w:r>
        <w:rPr>
          <w:rtl/>
        </w:rPr>
        <w:t>ما را به باران سيراب كن</w:t>
      </w:r>
      <w:r w:rsidR="007D3118">
        <w:rPr>
          <w:rtl/>
        </w:rPr>
        <w:t xml:space="preserve">، </w:t>
      </w:r>
      <w:r>
        <w:rPr>
          <w:rtl/>
        </w:rPr>
        <w:t>و رحمت خويش را بر ما بگستر</w:t>
      </w:r>
      <w:r w:rsidR="007D3118">
        <w:rPr>
          <w:rtl/>
        </w:rPr>
        <w:t xml:space="preserve">. </w:t>
      </w:r>
      <w:r>
        <w:rPr>
          <w:rtl/>
        </w:rPr>
        <w:t>در همه جاى زمين براى گياهان زيبا و خوش منظر ابرى بارنده روانه كن</w:t>
      </w:r>
      <w:r w:rsidR="007D3118">
        <w:rPr>
          <w:rtl/>
        </w:rPr>
        <w:t xml:space="preserve">. </w:t>
      </w:r>
    </w:p>
    <w:p w:rsidR="00587D34" w:rsidRDefault="00587D34" w:rsidP="00587D34">
      <w:pPr>
        <w:pStyle w:val="libNormal"/>
        <w:rPr>
          <w:rtl/>
        </w:rPr>
      </w:pPr>
      <w:r>
        <w:rPr>
          <w:rtl/>
        </w:rPr>
        <w:lastRenderedPageBreak/>
        <w:t>2</w:t>
      </w:r>
      <w:r w:rsidR="007D3118">
        <w:rPr>
          <w:rtl/>
        </w:rPr>
        <w:t xml:space="preserve">. </w:t>
      </w:r>
      <w:r>
        <w:rPr>
          <w:rtl/>
        </w:rPr>
        <w:t>و به رسيدن ميوه ها بر بندگان خود منّت گذار</w:t>
      </w:r>
      <w:r w:rsidR="007D3118">
        <w:rPr>
          <w:rtl/>
        </w:rPr>
        <w:t xml:space="preserve">، </w:t>
      </w:r>
      <w:r>
        <w:rPr>
          <w:rtl/>
        </w:rPr>
        <w:t>و زمينهاى مرده را به شكفتن شكوفه ها زنده گردان</w:t>
      </w:r>
      <w:r w:rsidR="007D3118">
        <w:rPr>
          <w:rtl/>
        </w:rPr>
        <w:t xml:space="preserve">، </w:t>
      </w:r>
      <w:r>
        <w:rPr>
          <w:rtl/>
        </w:rPr>
        <w:t>و فرشتگان گرامى و نويسندگان را حاضر آور</w:t>
      </w:r>
      <w:r w:rsidR="007D3118">
        <w:rPr>
          <w:rtl/>
        </w:rPr>
        <w:t xml:space="preserve">. </w:t>
      </w:r>
      <w:r w:rsidRPr="00AA3CBA">
        <w:rPr>
          <w:rStyle w:val="libFootnotenumChar"/>
          <w:rtl/>
        </w:rPr>
        <w:t>(62</w:t>
      </w:r>
      <w:r w:rsidR="007D3118" w:rsidRPr="00AA3CBA">
        <w:rPr>
          <w:rStyle w:val="libFootnotenumChar"/>
          <w:rtl/>
        </w:rPr>
        <w:t>)</w:t>
      </w:r>
      <w:r>
        <w:rPr>
          <w:rtl/>
        </w:rPr>
        <w:t xml:space="preserve"> بارانى سودمند</w:t>
      </w:r>
      <w:r w:rsidR="007D3118">
        <w:rPr>
          <w:rtl/>
        </w:rPr>
        <w:t xml:space="preserve">، </w:t>
      </w:r>
      <w:r>
        <w:rPr>
          <w:rtl/>
        </w:rPr>
        <w:t>پياپى در همه جاى</w:t>
      </w:r>
      <w:r w:rsidR="007D3118">
        <w:rPr>
          <w:rtl/>
        </w:rPr>
        <w:t xml:space="preserve">، </w:t>
      </w:r>
      <w:r>
        <w:rPr>
          <w:rtl/>
        </w:rPr>
        <w:t>درشت</w:t>
      </w:r>
      <w:r w:rsidR="007D3118">
        <w:rPr>
          <w:rtl/>
        </w:rPr>
        <w:t xml:space="preserve">، </w:t>
      </w:r>
      <w:r>
        <w:rPr>
          <w:rtl/>
        </w:rPr>
        <w:t>شتابان و زود</w:t>
      </w:r>
      <w:r w:rsidR="007D3118">
        <w:rPr>
          <w:rtl/>
        </w:rPr>
        <w:t xml:space="preserve">. </w:t>
      </w:r>
    </w:p>
    <w:p w:rsidR="00587D34" w:rsidRDefault="00587D34" w:rsidP="00587D34">
      <w:pPr>
        <w:pStyle w:val="libNormal"/>
        <w:rPr>
          <w:rtl/>
        </w:rPr>
      </w:pPr>
      <w:r>
        <w:rPr>
          <w:rtl/>
        </w:rPr>
        <w:t>3</w:t>
      </w:r>
      <w:r w:rsidR="007D3118">
        <w:rPr>
          <w:rtl/>
        </w:rPr>
        <w:t xml:space="preserve">. </w:t>
      </w:r>
      <w:r>
        <w:rPr>
          <w:rtl/>
        </w:rPr>
        <w:t>تا هر چه مرده است بدآن زنده كنى</w:t>
      </w:r>
      <w:r w:rsidR="007D3118">
        <w:rPr>
          <w:rtl/>
        </w:rPr>
        <w:t xml:space="preserve">، </w:t>
      </w:r>
      <w:r>
        <w:rPr>
          <w:rtl/>
        </w:rPr>
        <w:t>و هر چه در گذشته باز گردانى</w:t>
      </w:r>
      <w:r w:rsidR="007D3118">
        <w:rPr>
          <w:rtl/>
        </w:rPr>
        <w:t xml:space="preserve">، </w:t>
      </w:r>
      <w:r>
        <w:rPr>
          <w:rtl/>
        </w:rPr>
        <w:t>و آنچه روييدنى است بيرون آرى</w:t>
      </w:r>
      <w:r w:rsidR="007D3118">
        <w:rPr>
          <w:rtl/>
        </w:rPr>
        <w:t xml:space="preserve">، </w:t>
      </w:r>
      <w:r>
        <w:rPr>
          <w:rtl/>
        </w:rPr>
        <w:t>و روزى ها را فراخ گردانى</w:t>
      </w:r>
      <w:r w:rsidR="007D3118">
        <w:rPr>
          <w:rtl/>
        </w:rPr>
        <w:t xml:space="preserve">، </w:t>
      </w:r>
      <w:r>
        <w:rPr>
          <w:rtl/>
        </w:rPr>
        <w:t>از توده برى برهم</w:t>
      </w:r>
      <w:r w:rsidR="007D3118">
        <w:rPr>
          <w:rtl/>
        </w:rPr>
        <w:t xml:space="preserve">، </w:t>
      </w:r>
      <w:r>
        <w:rPr>
          <w:rtl/>
        </w:rPr>
        <w:t>گوارا و خوش</w:t>
      </w:r>
      <w:r w:rsidR="007D3118">
        <w:rPr>
          <w:rtl/>
        </w:rPr>
        <w:t xml:space="preserve">، </w:t>
      </w:r>
      <w:r>
        <w:rPr>
          <w:rtl/>
        </w:rPr>
        <w:t>كه چون چترى سايبان شود و غرش رعد از آن به گوش ‍ آيد</w:t>
      </w:r>
      <w:r w:rsidR="007D3118">
        <w:rPr>
          <w:rtl/>
        </w:rPr>
        <w:t xml:space="preserve">، </w:t>
      </w:r>
      <w:r>
        <w:rPr>
          <w:rtl/>
        </w:rPr>
        <w:t>نه چندان كه به ويرانى انجامد يا برق به فريب خندد و ابر نگريد</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 ندا! ما را سيراب كن به بارانى كه به فرياد ما برسد</w:t>
      </w:r>
      <w:r w:rsidR="007D3118">
        <w:rPr>
          <w:rtl/>
        </w:rPr>
        <w:t xml:space="preserve">، </w:t>
      </w:r>
      <w:r>
        <w:rPr>
          <w:rtl/>
        </w:rPr>
        <w:t>گياهان را بروياند</w:t>
      </w:r>
      <w:r w:rsidR="007D3118">
        <w:rPr>
          <w:rtl/>
        </w:rPr>
        <w:t xml:space="preserve">، </w:t>
      </w:r>
      <w:r>
        <w:rPr>
          <w:rtl/>
        </w:rPr>
        <w:t>پهن و فراخ و بسيار كه گياه نورسته را بالان و خرم و نهال پژمرده و شكسته را بدان برومند سازد</w:t>
      </w:r>
      <w:r w:rsidR="007D3118">
        <w:rPr>
          <w:rtl/>
        </w:rPr>
        <w:t xml:space="preserve">. </w:t>
      </w:r>
    </w:p>
    <w:p w:rsidR="00587D34" w:rsidRDefault="00587D34" w:rsidP="00587D34">
      <w:pPr>
        <w:pStyle w:val="libNormal"/>
        <w:rPr>
          <w:rtl/>
        </w:rPr>
      </w:pPr>
      <w:r>
        <w:rPr>
          <w:rtl/>
        </w:rPr>
        <w:t>5</w:t>
      </w:r>
      <w:r w:rsidR="007D3118">
        <w:rPr>
          <w:rtl/>
        </w:rPr>
        <w:t xml:space="preserve">. </w:t>
      </w:r>
      <w:r>
        <w:rPr>
          <w:rtl/>
        </w:rPr>
        <w:t>خداوندا! ما را سيراب گردان بارانى فرست كه آب از تپه ها سرازير شود</w:t>
      </w:r>
      <w:r w:rsidR="007D3118">
        <w:rPr>
          <w:rtl/>
        </w:rPr>
        <w:t xml:space="preserve">، </w:t>
      </w:r>
      <w:r>
        <w:rPr>
          <w:rtl/>
        </w:rPr>
        <w:t>و چاهها را بدان پرآب كنى</w:t>
      </w:r>
      <w:r w:rsidR="007D3118">
        <w:rPr>
          <w:rtl/>
        </w:rPr>
        <w:t xml:space="preserve">، </w:t>
      </w:r>
      <w:r>
        <w:rPr>
          <w:rtl/>
        </w:rPr>
        <w:t>و جويها را بشكافى</w:t>
      </w:r>
      <w:r w:rsidR="007D3118">
        <w:rPr>
          <w:rtl/>
        </w:rPr>
        <w:t xml:space="preserve">، </w:t>
      </w:r>
      <w:r>
        <w:rPr>
          <w:rtl/>
        </w:rPr>
        <w:t>و درختان را برويانى</w:t>
      </w:r>
      <w:r w:rsidR="007D3118">
        <w:rPr>
          <w:rtl/>
        </w:rPr>
        <w:t xml:space="preserve">، </w:t>
      </w:r>
      <w:r>
        <w:rPr>
          <w:rtl/>
        </w:rPr>
        <w:t>و نرخها را در همه شهرها ارزان كنى</w:t>
      </w:r>
      <w:r w:rsidR="007D3118">
        <w:rPr>
          <w:rtl/>
        </w:rPr>
        <w:t xml:space="preserve">، </w:t>
      </w:r>
      <w:r w:rsidRPr="00AA3CBA">
        <w:rPr>
          <w:rStyle w:val="libFootnotenumChar"/>
          <w:rtl/>
        </w:rPr>
        <w:t>(63</w:t>
      </w:r>
      <w:r w:rsidR="007D3118" w:rsidRPr="00AA3CBA">
        <w:rPr>
          <w:rStyle w:val="libFootnotenumChar"/>
          <w:rtl/>
        </w:rPr>
        <w:t>)</w:t>
      </w:r>
      <w:r>
        <w:rPr>
          <w:rtl/>
        </w:rPr>
        <w:t xml:space="preserve"> و چهارپايان و ديگر خلق را نيكو حال گردانى</w:t>
      </w:r>
      <w:r w:rsidR="007D3118">
        <w:rPr>
          <w:rtl/>
        </w:rPr>
        <w:t xml:space="preserve">، </w:t>
      </w:r>
      <w:r>
        <w:rPr>
          <w:rtl/>
        </w:rPr>
        <w:t>و روزى هاى پاكيزه را بر ما فراخ سازى</w:t>
      </w:r>
      <w:r w:rsidR="007D3118">
        <w:rPr>
          <w:rtl/>
        </w:rPr>
        <w:t xml:space="preserve">، </w:t>
      </w:r>
      <w:r>
        <w:rPr>
          <w:rtl/>
        </w:rPr>
        <w:t>و كشت ما را برويانى</w:t>
      </w:r>
      <w:r w:rsidR="007D3118">
        <w:rPr>
          <w:rtl/>
        </w:rPr>
        <w:t xml:space="preserve">، </w:t>
      </w:r>
      <w:r>
        <w:rPr>
          <w:rtl/>
        </w:rPr>
        <w:t>و پستانها را پر شير كنى</w:t>
      </w:r>
      <w:r w:rsidR="007D3118">
        <w:rPr>
          <w:rtl/>
        </w:rPr>
        <w:t xml:space="preserve">، </w:t>
      </w:r>
      <w:r>
        <w:rPr>
          <w:rtl/>
        </w:rPr>
        <w:t>و بر نيروى ما بيفزايى</w:t>
      </w:r>
      <w:r w:rsidR="007D3118">
        <w:rPr>
          <w:rtl/>
        </w:rPr>
        <w:t xml:space="preserve">. </w:t>
      </w:r>
    </w:p>
    <w:p w:rsidR="00587D34" w:rsidRDefault="00587D34" w:rsidP="00587D34">
      <w:pPr>
        <w:pStyle w:val="libNormal"/>
        <w:rPr>
          <w:rtl/>
        </w:rPr>
      </w:pPr>
      <w:r>
        <w:rPr>
          <w:rtl/>
        </w:rPr>
        <w:t>6</w:t>
      </w:r>
      <w:r w:rsidR="007D3118">
        <w:rPr>
          <w:rtl/>
        </w:rPr>
        <w:t xml:space="preserve">. </w:t>
      </w:r>
      <w:r>
        <w:rPr>
          <w:rtl/>
        </w:rPr>
        <w:t>خدايا مبادا كه از سايه ابر بر ما باد گرم وزد و سردى آن را بر ما شوم باشد</w:t>
      </w:r>
      <w:r w:rsidR="007D3118">
        <w:rPr>
          <w:rtl/>
        </w:rPr>
        <w:t xml:space="preserve">، </w:t>
      </w:r>
      <w:r>
        <w:rPr>
          <w:rtl/>
        </w:rPr>
        <w:t>و ريزش آن ب ما مهلكه و عذاب شود و آب آن به كام ما تلخ گردد</w:t>
      </w:r>
      <w:r w:rsidR="007D3118">
        <w:rPr>
          <w:rtl/>
        </w:rPr>
        <w:t xml:space="preserve">. </w:t>
      </w:r>
    </w:p>
    <w:p w:rsidR="00587D34" w:rsidRDefault="00587D34" w:rsidP="00587D34">
      <w:pPr>
        <w:pStyle w:val="libNormal"/>
        <w:rPr>
          <w:rtl/>
        </w:rPr>
      </w:pPr>
      <w:r>
        <w:rPr>
          <w:rtl/>
        </w:rPr>
        <w:t>7</w:t>
      </w:r>
      <w:r w:rsidR="007D3118">
        <w:rPr>
          <w:rtl/>
        </w:rPr>
        <w:t xml:space="preserve">. </w:t>
      </w:r>
      <w:r>
        <w:rPr>
          <w:rtl/>
        </w:rPr>
        <w:t>خدايا درود بر محمد و آل او فرست</w:t>
      </w:r>
      <w:r w:rsidR="007D3118">
        <w:rPr>
          <w:rtl/>
        </w:rPr>
        <w:t xml:space="preserve">، </w:t>
      </w:r>
      <w:r>
        <w:rPr>
          <w:rtl/>
        </w:rPr>
        <w:t>و از بركات آسمانها و زمين ما را برخوردار گردان كه تو بر هر چيز توانايى</w:t>
      </w:r>
      <w:r w:rsidR="007D3118">
        <w:rPr>
          <w:rtl/>
        </w:rPr>
        <w:t xml:space="preserve">. </w:t>
      </w:r>
    </w:p>
    <w:p w:rsidR="00587D34" w:rsidRDefault="00AC50E0" w:rsidP="004C63D0">
      <w:pPr>
        <w:pStyle w:val="Heading2"/>
        <w:rPr>
          <w:rtl/>
        </w:rPr>
      </w:pPr>
      <w:r>
        <w:br w:type="page"/>
      </w:r>
      <w:bookmarkStart w:id="44" w:name="_Toc394915173"/>
      <w:r w:rsidR="00AA3CBA">
        <w:lastRenderedPageBreak/>
        <w:t>20</w:t>
      </w:r>
      <w:r w:rsidR="00AA3CBA">
        <w:rPr>
          <w:rtl/>
        </w:rPr>
        <w:t xml:space="preserve"> وَ كَانَ مِنْ دُعَائِهِ عَلَيْهِ السَّلامُ فِى مَكَارِمِ الْأَخْلاقِ وَ مَرْضِيِّ الْأَفْعَالِ:</w:t>
      </w:r>
      <w:bookmarkEnd w:id="44"/>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صَلِّ عَلَى مُحَمَّدٍ وَ آلِهِ</w:t>
      </w:r>
      <w:r w:rsidR="007D3118">
        <w:rPr>
          <w:rtl/>
        </w:rPr>
        <w:t xml:space="preserve">، </w:t>
      </w:r>
      <w:r>
        <w:rPr>
          <w:rtl/>
        </w:rPr>
        <w:t>وَ بَلِّغْ بِإِيمَانِى أَكْمَلَ الْإِيمَانِ</w:t>
      </w:r>
      <w:r w:rsidR="007D3118">
        <w:rPr>
          <w:rtl/>
        </w:rPr>
        <w:t xml:space="preserve">، </w:t>
      </w:r>
      <w:r>
        <w:rPr>
          <w:rtl/>
        </w:rPr>
        <w:t>وَ اجْعَلْ يَقِينِى أَفْضَلَ الْيَقِينِ</w:t>
      </w:r>
      <w:r w:rsidR="007D3118">
        <w:rPr>
          <w:rtl/>
        </w:rPr>
        <w:t xml:space="preserve">، </w:t>
      </w:r>
      <w:r>
        <w:rPr>
          <w:rtl/>
        </w:rPr>
        <w:t>وَ انْتَهِ بِنِيَّتِى إِلَى أَحْسَنِ النِّيَّاتِ</w:t>
      </w:r>
      <w:r w:rsidR="007D3118">
        <w:rPr>
          <w:rtl/>
        </w:rPr>
        <w:t xml:space="preserve">، </w:t>
      </w:r>
      <w:r>
        <w:rPr>
          <w:rtl/>
        </w:rPr>
        <w:t>وَ بِعَمَلِى إِلَى أَحْسَنِ الْأَعْمَالِ</w:t>
      </w:r>
      <w:r w:rsidR="007D3118">
        <w:rPr>
          <w:rtl/>
        </w:rPr>
        <w:t xml:space="preserve">. </w:t>
      </w:r>
    </w:p>
    <w:p w:rsidR="00587D34" w:rsidRDefault="00587D34" w:rsidP="00587D34">
      <w:pPr>
        <w:pStyle w:val="libNormal"/>
        <w:rPr>
          <w:rtl/>
        </w:rPr>
      </w:pPr>
      <w:r>
        <w:rPr>
          <w:rtl/>
        </w:rPr>
        <w:t>(2</w:t>
      </w:r>
      <w:r w:rsidR="007D3118">
        <w:rPr>
          <w:rtl/>
        </w:rPr>
        <w:t xml:space="preserve">) </w:t>
      </w:r>
      <w:r>
        <w:rPr>
          <w:rtl/>
        </w:rPr>
        <w:t>اللَّهُمَّ وَفِّرْ بِلُطْفِكَ نِيَّتِى</w:t>
      </w:r>
      <w:r w:rsidR="007D3118">
        <w:rPr>
          <w:rtl/>
        </w:rPr>
        <w:t xml:space="preserve">، </w:t>
      </w:r>
      <w:r>
        <w:rPr>
          <w:rtl/>
        </w:rPr>
        <w:t>وَ صَحِّحْ بِمَا عِنْدَكَ يَقِينِى</w:t>
      </w:r>
      <w:r w:rsidR="007D3118">
        <w:rPr>
          <w:rtl/>
        </w:rPr>
        <w:t xml:space="preserve">، </w:t>
      </w:r>
      <w:r>
        <w:rPr>
          <w:rtl/>
        </w:rPr>
        <w:t>وَ اسْتَصْلِحْ بِقُدْرَتِكَ مَا فَسَدَ مِنِّى</w:t>
      </w:r>
      <w:r w:rsidR="007D3118">
        <w:rPr>
          <w:rtl/>
        </w:rPr>
        <w:t xml:space="preserve">. </w:t>
      </w:r>
    </w:p>
    <w:p w:rsidR="00587D34" w:rsidRDefault="00587D34" w:rsidP="00587D34">
      <w:pPr>
        <w:pStyle w:val="libNormal"/>
      </w:pPr>
      <w:r>
        <w:rPr>
          <w:rtl/>
        </w:rPr>
        <w:t>(3</w:t>
      </w:r>
      <w:r w:rsidR="007D3118">
        <w:rPr>
          <w:rtl/>
        </w:rPr>
        <w:t xml:space="preserve">) </w:t>
      </w:r>
      <w:r>
        <w:rPr>
          <w:rtl/>
        </w:rPr>
        <w:t>اللَّهُمَّ صَلِّ عَلَى مُحَمَّدٍ وَ آلِهِ</w:t>
      </w:r>
      <w:r w:rsidR="007D3118">
        <w:rPr>
          <w:rtl/>
        </w:rPr>
        <w:t xml:space="preserve">، </w:t>
      </w:r>
      <w:r>
        <w:rPr>
          <w:rtl/>
        </w:rPr>
        <w:t>وَ اكْفِنِى مَا يَشْغَلُنِى الاهْتِمَامُ بِهِ</w:t>
      </w:r>
      <w:r w:rsidR="007D3118">
        <w:rPr>
          <w:rtl/>
        </w:rPr>
        <w:t xml:space="preserve">، </w:t>
      </w:r>
      <w:r>
        <w:rPr>
          <w:rtl/>
        </w:rPr>
        <w:t>وَ اسْتَعْمِلْنِى بِمَا تَسْأَلُنِى غَدا عَنْهُ</w:t>
      </w:r>
      <w:r w:rsidR="007D3118">
        <w:rPr>
          <w:rtl/>
        </w:rPr>
        <w:t xml:space="preserve">، </w:t>
      </w:r>
      <w:r>
        <w:rPr>
          <w:rtl/>
        </w:rPr>
        <w:t>وَ اسْتَفْرِغْ أَيَّامِى فِيمَا خَلَقْتَنِى لَهُ</w:t>
      </w:r>
      <w:r w:rsidR="007D3118">
        <w:rPr>
          <w:rtl/>
        </w:rPr>
        <w:t xml:space="preserve">، </w:t>
      </w:r>
      <w:r>
        <w:rPr>
          <w:rtl/>
        </w:rPr>
        <w:t>وَ أَغْنِنِى وَ أَوْسِعْ عَلَيَّ فِى رِزْقِكَ</w:t>
      </w:r>
      <w:r w:rsidR="007D3118">
        <w:rPr>
          <w:rtl/>
        </w:rPr>
        <w:t xml:space="preserve">، </w:t>
      </w:r>
      <w:r>
        <w:rPr>
          <w:rtl/>
        </w:rPr>
        <w:t>وَ لا تَفْتِنِّى بِالنَّظَرِ</w:t>
      </w:r>
      <w:r w:rsidR="007D3118">
        <w:rPr>
          <w:rtl/>
        </w:rPr>
        <w:t xml:space="preserve">، </w:t>
      </w:r>
      <w:r>
        <w:rPr>
          <w:rtl/>
        </w:rPr>
        <w:t>وَ أَعِزَّنِى وَ لا تَبْتَلِيَنِّى بِالْكِبْرِ</w:t>
      </w:r>
      <w:r w:rsidR="007D3118">
        <w:rPr>
          <w:rtl/>
        </w:rPr>
        <w:t xml:space="preserve">، </w:t>
      </w:r>
      <w:r>
        <w:rPr>
          <w:rtl/>
        </w:rPr>
        <w:t>وَ عَبِّدْنِى لَكَ وَ لا تُفْسِدْ عِبَادَتِى بِالْعُجْبِ</w:t>
      </w:r>
      <w:r w:rsidR="007D3118">
        <w:rPr>
          <w:rtl/>
        </w:rPr>
        <w:t xml:space="preserve">، </w:t>
      </w:r>
      <w:r>
        <w:rPr>
          <w:rtl/>
        </w:rPr>
        <w:t>وَ أَجْرِ لِلنَّاسِ عَلَى يَدِىَ الْخَيْرَ وَ لا تَمْحَقْهُ بِالْمَنِّ</w:t>
      </w:r>
      <w:r w:rsidR="007D3118">
        <w:rPr>
          <w:rtl/>
        </w:rPr>
        <w:t xml:space="preserve">، </w:t>
      </w:r>
      <w:r>
        <w:rPr>
          <w:rtl/>
        </w:rPr>
        <w:t>وَ هَبْ لِى مَعَالِىَ الْأَخْلاقِ</w:t>
      </w:r>
      <w:r w:rsidR="007D3118">
        <w:rPr>
          <w:rtl/>
        </w:rPr>
        <w:t xml:space="preserve">، </w:t>
      </w:r>
      <w:r>
        <w:rPr>
          <w:rtl/>
        </w:rPr>
        <w:t>وَ اعْصِمْنِى مِنَ الْفَخْرِ</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صَلِّ عَلَى مُحَمَّدٍ وَ آلِهِ</w:t>
      </w:r>
      <w:r w:rsidR="007D3118">
        <w:rPr>
          <w:rtl/>
        </w:rPr>
        <w:t xml:space="preserve">، </w:t>
      </w:r>
      <w:r>
        <w:rPr>
          <w:rtl/>
        </w:rPr>
        <w:t>وَ لا تَرْفَعْنِى فِى النَّاسِ دَرَجَةً إِلا حَطَطْتَنِى عِنْدَ نَفْسِى مِثْلَهَا</w:t>
      </w:r>
      <w:r w:rsidR="007D3118">
        <w:rPr>
          <w:rtl/>
        </w:rPr>
        <w:t xml:space="preserve">، </w:t>
      </w:r>
      <w:r>
        <w:rPr>
          <w:rtl/>
        </w:rPr>
        <w:t>وَ لا تُحْدِثْ لِى عِزّا ظَاهِرا إِلا أَحْدَثْتَ لِى ذِلَّةً بَاطِنَةً عِنْدَ نَفْسِى بِقَدَرِهَا</w:t>
      </w:r>
      <w:r w:rsidR="007D3118">
        <w:rPr>
          <w:rtl/>
        </w:rPr>
        <w:t xml:space="preserve">. </w:t>
      </w:r>
    </w:p>
    <w:p w:rsidR="00587D34" w:rsidRDefault="00587D34" w:rsidP="00587D34">
      <w:pPr>
        <w:pStyle w:val="libNormal"/>
        <w:rPr>
          <w:rtl/>
        </w:rPr>
      </w:pPr>
      <w:r>
        <w:rPr>
          <w:rtl/>
        </w:rPr>
        <w:t>(5</w:t>
      </w:r>
      <w:r w:rsidR="007D3118">
        <w:rPr>
          <w:rtl/>
        </w:rPr>
        <w:t xml:space="preserve">) </w:t>
      </w:r>
      <w:r>
        <w:rPr>
          <w:rtl/>
        </w:rPr>
        <w:t>اللَّهُمَّ صَلِّ عَلَى مُحَمَّدٍ وَ آلِ مُحَمَّدٍ</w:t>
      </w:r>
      <w:r w:rsidR="007D3118">
        <w:rPr>
          <w:rtl/>
        </w:rPr>
        <w:t xml:space="preserve">، </w:t>
      </w:r>
      <w:r>
        <w:rPr>
          <w:rtl/>
        </w:rPr>
        <w:t>وَ مَتِّعْنِى بِهُدًى صَالِحٍ لا أَسْتَبْدِلُ بِهِ</w:t>
      </w:r>
      <w:r w:rsidR="007D3118">
        <w:rPr>
          <w:rtl/>
        </w:rPr>
        <w:t xml:space="preserve">، </w:t>
      </w:r>
      <w:r>
        <w:rPr>
          <w:rtl/>
        </w:rPr>
        <w:t>وَ طَرِيقَةِ حَقٍّ لا أَزِيغُ عَنْهَا</w:t>
      </w:r>
      <w:r w:rsidR="007D3118">
        <w:rPr>
          <w:rtl/>
        </w:rPr>
        <w:t xml:space="preserve">، </w:t>
      </w:r>
      <w:r>
        <w:rPr>
          <w:rtl/>
        </w:rPr>
        <w:t>وَ نِيَّةِ رُشْدٍ لا أَشُكُّ فِيهَا</w:t>
      </w:r>
      <w:r w:rsidR="007D3118">
        <w:rPr>
          <w:rtl/>
        </w:rPr>
        <w:t xml:space="preserve">، </w:t>
      </w:r>
      <w:r>
        <w:rPr>
          <w:rtl/>
        </w:rPr>
        <w:t>وَ عَمِّرْنِى مَا كَانَ عُمُرِى بِذْلَةً فِى طَاعَتِكَ</w:t>
      </w:r>
      <w:r w:rsidR="007D3118">
        <w:rPr>
          <w:rtl/>
        </w:rPr>
        <w:t xml:space="preserve">، </w:t>
      </w:r>
      <w:r>
        <w:rPr>
          <w:rtl/>
        </w:rPr>
        <w:t>فَإِذَا كَانَ عُمُرِى مَرْتَعا لِلشَّيْطَانِ فَاقْبِضْنِى إِلَيْكَ قَبْلَ أَنْ يَسْبِقَ مَقْتُكَ إِلَيَّ</w:t>
      </w:r>
      <w:r w:rsidR="007D3118">
        <w:rPr>
          <w:rtl/>
        </w:rPr>
        <w:t xml:space="preserve">، </w:t>
      </w:r>
      <w:r>
        <w:rPr>
          <w:rtl/>
        </w:rPr>
        <w:t>أَوْ يَسْتَحْكِمَ غَضَبُكَ عَلَيَّ</w:t>
      </w:r>
      <w:r w:rsidR="007D3118">
        <w:rPr>
          <w:rtl/>
        </w:rPr>
        <w:t xml:space="preserve">. </w:t>
      </w:r>
    </w:p>
    <w:p w:rsidR="00587D34" w:rsidRDefault="00587D34" w:rsidP="00587D34">
      <w:pPr>
        <w:pStyle w:val="libNormal"/>
        <w:rPr>
          <w:rtl/>
        </w:rPr>
      </w:pPr>
      <w:r>
        <w:rPr>
          <w:rtl/>
        </w:rPr>
        <w:t>(6</w:t>
      </w:r>
      <w:r w:rsidR="007D3118">
        <w:rPr>
          <w:rtl/>
        </w:rPr>
        <w:t xml:space="preserve">) </w:t>
      </w:r>
      <w:r>
        <w:rPr>
          <w:rtl/>
        </w:rPr>
        <w:t>اللَّهُمَّ لا تَدَعْ خَصْلَةً تُعَابُ مِنِّى إِلا أَصْلَحْتَهَا</w:t>
      </w:r>
      <w:r w:rsidR="007D3118">
        <w:rPr>
          <w:rtl/>
        </w:rPr>
        <w:t xml:space="preserve">، </w:t>
      </w:r>
      <w:r>
        <w:rPr>
          <w:rtl/>
        </w:rPr>
        <w:t>وَ لا عَائِبَةً أُوَنَّبُ بِهَا إِلا حَسَّنْتَهَا</w:t>
      </w:r>
      <w:r w:rsidR="007D3118">
        <w:rPr>
          <w:rtl/>
        </w:rPr>
        <w:t xml:space="preserve">، </w:t>
      </w:r>
      <w:r>
        <w:rPr>
          <w:rtl/>
        </w:rPr>
        <w:t>وَ لا أُكْرُومَةً فِيَّ نَاقِصَةً إِلا أَتْمَمْتَهَا</w:t>
      </w:r>
      <w:r w:rsidR="007D3118">
        <w:rPr>
          <w:rtl/>
        </w:rPr>
        <w:t xml:space="preserve">. </w:t>
      </w:r>
    </w:p>
    <w:p w:rsidR="00587D34" w:rsidRDefault="00587D34" w:rsidP="00587D34">
      <w:pPr>
        <w:pStyle w:val="libNormal"/>
        <w:rPr>
          <w:rtl/>
        </w:rPr>
      </w:pPr>
      <w:r>
        <w:rPr>
          <w:rtl/>
        </w:rPr>
        <w:t>(7</w:t>
      </w:r>
      <w:r w:rsidR="007D3118">
        <w:rPr>
          <w:rtl/>
        </w:rPr>
        <w:t xml:space="preserve">) </w:t>
      </w:r>
      <w:r>
        <w:rPr>
          <w:rtl/>
        </w:rPr>
        <w:t>اللَّهُمَّ صَلِّ عَلَى مُحَمَّدٍ وَ آلِ مُحَمَّدٍ</w:t>
      </w:r>
      <w:r w:rsidR="007D3118">
        <w:rPr>
          <w:rtl/>
        </w:rPr>
        <w:t xml:space="preserve">، </w:t>
      </w:r>
      <w:r>
        <w:rPr>
          <w:rtl/>
        </w:rPr>
        <w:t>وَ أَبْدِلْنِى مِنْ بِغْضَةِ أَهْلِ الشَّنَآنِ الْمَحَبَّةَ</w:t>
      </w:r>
      <w:r w:rsidR="007D3118">
        <w:rPr>
          <w:rtl/>
        </w:rPr>
        <w:t xml:space="preserve">، </w:t>
      </w:r>
      <w:r>
        <w:rPr>
          <w:rtl/>
        </w:rPr>
        <w:t>وَ مِنْ حَسَدِ أَهْلِ الْبَغْيِ الْمَوَدَّةَ</w:t>
      </w:r>
      <w:r w:rsidR="007D3118">
        <w:rPr>
          <w:rtl/>
        </w:rPr>
        <w:t xml:space="preserve">، </w:t>
      </w:r>
      <w:r>
        <w:rPr>
          <w:rtl/>
        </w:rPr>
        <w:t>وَ مِنْ ظِنَّةِ أَهْلِ الصَّلاحِ الثِّقَةَ</w:t>
      </w:r>
      <w:r w:rsidR="007D3118">
        <w:rPr>
          <w:rtl/>
        </w:rPr>
        <w:t xml:space="preserve">، </w:t>
      </w:r>
      <w:r>
        <w:rPr>
          <w:rtl/>
        </w:rPr>
        <w:t>وَ مِنْ عَدَاوَةِ الْأَدْنَيْنَ الْوَلايَةَ</w:t>
      </w:r>
      <w:r w:rsidR="007D3118">
        <w:rPr>
          <w:rtl/>
        </w:rPr>
        <w:t xml:space="preserve">، </w:t>
      </w:r>
      <w:r>
        <w:rPr>
          <w:rtl/>
        </w:rPr>
        <w:t>وَ مِنْ عُقُوقِ ذَوِى الْأَرْحَامِ الْمَبَرَّةَ</w:t>
      </w:r>
      <w:r w:rsidR="007D3118">
        <w:rPr>
          <w:rtl/>
        </w:rPr>
        <w:t xml:space="preserve">، </w:t>
      </w:r>
      <w:r>
        <w:rPr>
          <w:rtl/>
        </w:rPr>
        <w:t>وَ مِنْ خِذْلانِ الْأَقْرَبِينَ النُّصْرَةَ</w:t>
      </w:r>
      <w:r w:rsidR="007D3118">
        <w:rPr>
          <w:rtl/>
        </w:rPr>
        <w:t xml:space="preserve">، </w:t>
      </w:r>
      <w:r>
        <w:rPr>
          <w:rtl/>
        </w:rPr>
        <w:t xml:space="preserve">وَ مِنْ </w:t>
      </w:r>
      <w:r>
        <w:rPr>
          <w:rtl/>
        </w:rPr>
        <w:lastRenderedPageBreak/>
        <w:t>حُبِّ الْمُدَارِينَ تَصْحِيحَ الْمِقَةِ</w:t>
      </w:r>
      <w:r w:rsidR="007D3118">
        <w:rPr>
          <w:rtl/>
        </w:rPr>
        <w:t xml:space="preserve">، </w:t>
      </w:r>
      <w:r>
        <w:rPr>
          <w:rtl/>
        </w:rPr>
        <w:t>وَ مِنْ رَدِّ الْمُلابِسِينَ كَرَمَ الْعِشْرَةِ</w:t>
      </w:r>
      <w:r w:rsidR="007D3118">
        <w:rPr>
          <w:rtl/>
        </w:rPr>
        <w:t xml:space="preserve">، </w:t>
      </w:r>
      <w:r>
        <w:rPr>
          <w:rtl/>
        </w:rPr>
        <w:t>وَ مِنْ مَرَارَةِ خَوْفِ الظَّالِمِينَ حَلاوَةَ الْأَمَنَةِ</w:t>
      </w:r>
      <w:r w:rsidR="007D3118">
        <w:rPr>
          <w:rtl/>
        </w:rPr>
        <w:t xml:space="preserve">. </w:t>
      </w:r>
    </w:p>
    <w:p w:rsidR="00587D34" w:rsidRDefault="00587D34" w:rsidP="00587D34">
      <w:pPr>
        <w:pStyle w:val="libNormal"/>
        <w:rPr>
          <w:rtl/>
        </w:rPr>
      </w:pPr>
      <w:r>
        <w:rPr>
          <w:rtl/>
        </w:rPr>
        <w:t>(8</w:t>
      </w:r>
      <w:r w:rsidR="007D3118">
        <w:rPr>
          <w:rtl/>
        </w:rPr>
        <w:t xml:space="preserve">) </w:t>
      </w:r>
      <w:r>
        <w:rPr>
          <w:rtl/>
        </w:rPr>
        <w:t>اللَّهُمَّ صَلِّ عَلَى مُحَمَّدٍ وَ آلِهِ</w:t>
      </w:r>
      <w:r w:rsidR="007D3118">
        <w:rPr>
          <w:rtl/>
        </w:rPr>
        <w:t xml:space="preserve">، </w:t>
      </w:r>
      <w:r>
        <w:rPr>
          <w:rtl/>
        </w:rPr>
        <w:t>وَ اجْعَلْ لِى يَدا عَلَى مَنْ ظَلَمَنِى</w:t>
      </w:r>
      <w:r w:rsidR="007D3118">
        <w:rPr>
          <w:rtl/>
        </w:rPr>
        <w:t xml:space="preserve">، </w:t>
      </w:r>
      <w:r>
        <w:rPr>
          <w:rtl/>
        </w:rPr>
        <w:t>وَ لِسَانا عَلَى مَنْ خَاصَمَنِى</w:t>
      </w:r>
      <w:r w:rsidR="007D3118">
        <w:rPr>
          <w:rtl/>
        </w:rPr>
        <w:t xml:space="preserve">، </w:t>
      </w:r>
      <w:r>
        <w:rPr>
          <w:rtl/>
        </w:rPr>
        <w:t>وَ ظَفَرا بِمَنْ عَانَدَنِى</w:t>
      </w:r>
      <w:r w:rsidR="007D3118">
        <w:rPr>
          <w:rtl/>
        </w:rPr>
        <w:t xml:space="preserve">، </w:t>
      </w:r>
      <w:r>
        <w:rPr>
          <w:rtl/>
        </w:rPr>
        <w:t>وَ هَبْ لِى مَكْرا عَلَى مَنْ كَايَدَنِى</w:t>
      </w:r>
      <w:r w:rsidR="007D3118">
        <w:rPr>
          <w:rtl/>
        </w:rPr>
        <w:t xml:space="preserve">، </w:t>
      </w:r>
      <w:r>
        <w:rPr>
          <w:rtl/>
        </w:rPr>
        <w:t>وَ قُدْرَةً عَلَى مَنِ اضْطَهَدَنِى</w:t>
      </w:r>
      <w:r w:rsidR="007D3118">
        <w:rPr>
          <w:rtl/>
        </w:rPr>
        <w:t xml:space="preserve">، </w:t>
      </w:r>
      <w:r>
        <w:rPr>
          <w:rtl/>
        </w:rPr>
        <w:t>وَ تَكْذِيبا لِمَنْ قَصَبَنِى</w:t>
      </w:r>
      <w:r w:rsidR="007D3118">
        <w:rPr>
          <w:rtl/>
        </w:rPr>
        <w:t xml:space="preserve">، </w:t>
      </w:r>
      <w:r>
        <w:rPr>
          <w:rtl/>
        </w:rPr>
        <w:t>وَ سَلامَةً مِمَّنْ تَوَعَّدَنِى</w:t>
      </w:r>
      <w:r w:rsidR="007D3118">
        <w:rPr>
          <w:rtl/>
        </w:rPr>
        <w:t xml:space="preserve">، </w:t>
      </w:r>
      <w:r>
        <w:rPr>
          <w:rtl/>
        </w:rPr>
        <w:t>وَ وَفِّقْنِى لِطَاعَةِ مَنْ سَدَّدَنِى</w:t>
      </w:r>
      <w:r w:rsidR="007D3118">
        <w:rPr>
          <w:rtl/>
        </w:rPr>
        <w:t xml:space="preserve">، </w:t>
      </w:r>
      <w:r>
        <w:rPr>
          <w:rtl/>
        </w:rPr>
        <w:t>وَ مُتَابَعَةِ مَنْ أَرْشَدَنِى</w:t>
      </w:r>
      <w:r w:rsidR="007D3118">
        <w:rPr>
          <w:rtl/>
        </w:rPr>
        <w:t xml:space="preserve">. </w:t>
      </w:r>
    </w:p>
    <w:p w:rsidR="00587D34" w:rsidRDefault="00587D34" w:rsidP="00587D34">
      <w:pPr>
        <w:pStyle w:val="libNormal"/>
        <w:rPr>
          <w:rtl/>
        </w:rPr>
      </w:pPr>
      <w:r>
        <w:rPr>
          <w:rtl/>
        </w:rPr>
        <w:t>(9</w:t>
      </w:r>
      <w:r w:rsidR="007D3118">
        <w:rPr>
          <w:rtl/>
        </w:rPr>
        <w:t xml:space="preserve">) </w:t>
      </w:r>
      <w:r>
        <w:rPr>
          <w:rtl/>
        </w:rPr>
        <w:t>اللَّهُمَّ صَلِّ عَلَى مُحَمَّدٍ وَ آلِهِ</w:t>
      </w:r>
      <w:r w:rsidR="007D3118">
        <w:rPr>
          <w:rtl/>
        </w:rPr>
        <w:t xml:space="preserve">، </w:t>
      </w:r>
      <w:r>
        <w:rPr>
          <w:rtl/>
        </w:rPr>
        <w:t>وَ سَدِّدْنِى لِأَنْ أُعَارِضَ مَنْ غَشَّنِى بِالنُّصْحِ</w:t>
      </w:r>
      <w:r w:rsidR="007D3118">
        <w:rPr>
          <w:rtl/>
        </w:rPr>
        <w:t xml:space="preserve">، </w:t>
      </w:r>
      <w:r>
        <w:rPr>
          <w:rtl/>
        </w:rPr>
        <w:t>وَ أَجْزِىَ مَنْ هَجَرَنِى بِالْبِرِّ</w:t>
      </w:r>
      <w:r w:rsidR="007D3118">
        <w:rPr>
          <w:rtl/>
        </w:rPr>
        <w:t xml:space="preserve">، </w:t>
      </w:r>
      <w:r>
        <w:rPr>
          <w:rtl/>
        </w:rPr>
        <w:t>وَ أُثِيبَ مَنْ حَرَمَنِى بِالْبَذْلِ</w:t>
      </w:r>
      <w:r w:rsidR="007D3118">
        <w:rPr>
          <w:rtl/>
        </w:rPr>
        <w:t xml:space="preserve">، </w:t>
      </w:r>
      <w:r>
        <w:rPr>
          <w:rtl/>
        </w:rPr>
        <w:t>وَ أُكَافِىَ مَنْ قَطَعَنِى بِالصِّلَةِ</w:t>
      </w:r>
      <w:r w:rsidR="007D3118">
        <w:rPr>
          <w:rtl/>
        </w:rPr>
        <w:t xml:space="preserve">، </w:t>
      </w:r>
      <w:r>
        <w:rPr>
          <w:rtl/>
        </w:rPr>
        <w:t>وَ أُخَالِفَ مَنِ اغْتَابَنِى إِلَى حُسْنِ الذِّكْرِ</w:t>
      </w:r>
      <w:r w:rsidR="007D3118">
        <w:rPr>
          <w:rtl/>
        </w:rPr>
        <w:t xml:space="preserve">، </w:t>
      </w:r>
      <w:r>
        <w:rPr>
          <w:rtl/>
        </w:rPr>
        <w:t>وَ أَنْ أَشْكُرَ الْحَسَنَةَ</w:t>
      </w:r>
      <w:r w:rsidR="007D3118">
        <w:rPr>
          <w:rtl/>
        </w:rPr>
        <w:t xml:space="preserve">، </w:t>
      </w:r>
      <w:r>
        <w:rPr>
          <w:rtl/>
        </w:rPr>
        <w:t>وَ أُغْضِىَ عَنِ السَّيِّئَةِ</w:t>
      </w:r>
      <w:r w:rsidR="007D3118">
        <w:rPr>
          <w:rtl/>
        </w:rPr>
        <w:t xml:space="preserve">. </w:t>
      </w:r>
    </w:p>
    <w:p w:rsidR="00587D34" w:rsidRDefault="00587D34" w:rsidP="00587D34">
      <w:pPr>
        <w:pStyle w:val="libNormal"/>
        <w:rPr>
          <w:rtl/>
        </w:rPr>
      </w:pPr>
      <w:r>
        <w:rPr>
          <w:rtl/>
        </w:rPr>
        <w:t>(10</w:t>
      </w:r>
      <w:r w:rsidR="007D3118">
        <w:rPr>
          <w:rtl/>
        </w:rPr>
        <w:t xml:space="preserve">) </w:t>
      </w:r>
      <w:r>
        <w:rPr>
          <w:rtl/>
        </w:rPr>
        <w:t>اللَّهُمَّ صَلِّ عَلَى مُحَمَّدٍ وَ آلِهِ</w:t>
      </w:r>
      <w:r w:rsidR="007D3118">
        <w:rPr>
          <w:rtl/>
        </w:rPr>
        <w:t xml:space="preserve">، </w:t>
      </w:r>
      <w:r>
        <w:rPr>
          <w:rtl/>
        </w:rPr>
        <w:t>وَ حَلِّنِى بِحِلْيَةِ الصَّالِحِينَ</w:t>
      </w:r>
      <w:r w:rsidR="007D3118">
        <w:rPr>
          <w:rtl/>
        </w:rPr>
        <w:t xml:space="preserve">، </w:t>
      </w:r>
      <w:r>
        <w:rPr>
          <w:rtl/>
        </w:rPr>
        <w:t>وَ أَلْبِسْنِى زِينَةَ الْمُتَّقِينَ</w:t>
      </w:r>
      <w:r w:rsidR="007D3118">
        <w:rPr>
          <w:rtl/>
        </w:rPr>
        <w:t xml:space="preserve">، </w:t>
      </w:r>
      <w:r>
        <w:rPr>
          <w:rtl/>
        </w:rPr>
        <w:t>فِى بَسْطِ الْعَدْلِ</w:t>
      </w:r>
      <w:r w:rsidR="007D3118">
        <w:rPr>
          <w:rtl/>
        </w:rPr>
        <w:t xml:space="preserve">، </w:t>
      </w:r>
      <w:r>
        <w:rPr>
          <w:rtl/>
        </w:rPr>
        <w:t>وَ كَظْمِ الغَيْظِ</w:t>
      </w:r>
      <w:r w:rsidR="007D3118">
        <w:rPr>
          <w:rtl/>
        </w:rPr>
        <w:t xml:space="preserve">، </w:t>
      </w:r>
      <w:r>
        <w:rPr>
          <w:rtl/>
        </w:rPr>
        <w:t>وَ إِطْفَاءِ النَّائِرَةِ</w:t>
      </w:r>
      <w:r w:rsidR="007D3118">
        <w:rPr>
          <w:rtl/>
        </w:rPr>
        <w:t xml:space="preserve">، </w:t>
      </w:r>
      <w:r>
        <w:rPr>
          <w:rtl/>
        </w:rPr>
        <w:t>وَ ضَمِّ أَهْلِ الْفُرْقَةِ</w:t>
      </w:r>
      <w:r w:rsidR="007D3118">
        <w:rPr>
          <w:rtl/>
        </w:rPr>
        <w:t xml:space="preserve">، </w:t>
      </w:r>
      <w:r>
        <w:rPr>
          <w:rtl/>
        </w:rPr>
        <w:t>وَ إِصْلاحِ ذَاتِ الْبَيْنِ</w:t>
      </w:r>
      <w:r w:rsidR="007D3118">
        <w:rPr>
          <w:rtl/>
        </w:rPr>
        <w:t xml:space="preserve">، </w:t>
      </w:r>
      <w:r>
        <w:rPr>
          <w:rtl/>
        </w:rPr>
        <w:t>وَ إِفْشَاءِ الْعَارِفَةِ</w:t>
      </w:r>
      <w:r w:rsidR="007D3118">
        <w:rPr>
          <w:rtl/>
        </w:rPr>
        <w:t xml:space="preserve">، </w:t>
      </w:r>
      <w:r>
        <w:rPr>
          <w:rtl/>
        </w:rPr>
        <w:t>وَ سَتْرِ الْعَائِبَةِ</w:t>
      </w:r>
      <w:r w:rsidR="007D3118">
        <w:rPr>
          <w:rtl/>
        </w:rPr>
        <w:t xml:space="preserve">، </w:t>
      </w:r>
      <w:r>
        <w:rPr>
          <w:rtl/>
        </w:rPr>
        <w:t>وَ لِينِ الْعَرِيكَةِ</w:t>
      </w:r>
      <w:r w:rsidR="007D3118">
        <w:rPr>
          <w:rtl/>
        </w:rPr>
        <w:t xml:space="preserve">، </w:t>
      </w:r>
      <w:r>
        <w:rPr>
          <w:rtl/>
        </w:rPr>
        <w:t>وَ خَفْضِ الْجَنَاحِ</w:t>
      </w:r>
      <w:r w:rsidR="007D3118">
        <w:rPr>
          <w:rtl/>
        </w:rPr>
        <w:t xml:space="preserve">، </w:t>
      </w:r>
      <w:r>
        <w:rPr>
          <w:rtl/>
        </w:rPr>
        <w:t>وَ حُسْنِ السِّيرَةِ</w:t>
      </w:r>
      <w:r w:rsidR="007D3118">
        <w:rPr>
          <w:rtl/>
        </w:rPr>
        <w:t xml:space="preserve">، </w:t>
      </w:r>
      <w:r>
        <w:rPr>
          <w:rtl/>
        </w:rPr>
        <w:t>وَ سُكُونِ الرِّيحِ</w:t>
      </w:r>
      <w:r w:rsidR="007D3118">
        <w:rPr>
          <w:rtl/>
        </w:rPr>
        <w:t xml:space="preserve">، </w:t>
      </w:r>
      <w:r>
        <w:rPr>
          <w:rtl/>
        </w:rPr>
        <w:t>وَ طِيبِ الْمُخَالَقَةِ</w:t>
      </w:r>
      <w:r w:rsidR="007D3118">
        <w:rPr>
          <w:rtl/>
        </w:rPr>
        <w:t xml:space="preserve">، </w:t>
      </w:r>
      <w:r>
        <w:rPr>
          <w:rtl/>
        </w:rPr>
        <w:t>وَ السَّبْقِ إِلَى الْفَضِيلَةِ</w:t>
      </w:r>
      <w:r w:rsidR="007D3118">
        <w:rPr>
          <w:rtl/>
        </w:rPr>
        <w:t xml:space="preserve">، </w:t>
      </w:r>
      <w:r>
        <w:rPr>
          <w:rtl/>
        </w:rPr>
        <w:t>وَ إِيثَارِ التَّفَضُّلِ</w:t>
      </w:r>
      <w:r w:rsidR="007D3118">
        <w:rPr>
          <w:rtl/>
        </w:rPr>
        <w:t xml:space="preserve">، </w:t>
      </w:r>
      <w:r>
        <w:rPr>
          <w:rtl/>
        </w:rPr>
        <w:t>وَ تَرْكِ التَّعْيِيرِ</w:t>
      </w:r>
      <w:r w:rsidR="007D3118">
        <w:rPr>
          <w:rtl/>
        </w:rPr>
        <w:t xml:space="preserve">، </w:t>
      </w:r>
      <w:r>
        <w:rPr>
          <w:rtl/>
        </w:rPr>
        <w:t>وَ الْإِفْضَالِ عَلَى غَيْرِ الْمُسْتَحِقِّ</w:t>
      </w:r>
      <w:r w:rsidR="007D3118">
        <w:rPr>
          <w:rtl/>
        </w:rPr>
        <w:t xml:space="preserve">، </w:t>
      </w:r>
      <w:r>
        <w:rPr>
          <w:rtl/>
        </w:rPr>
        <w:t>وَ الْقَوْلِ بِالْحَقِّ وَ إِنْ عَزَّ</w:t>
      </w:r>
      <w:r w:rsidR="007D3118">
        <w:rPr>
          <w:rtl/>
        </w:rPr>
        <w:t xml:space="preserve">، </w:t>
      </w:r>
      <w:r>
        <w:rPr>
          <w:rtl/>
        </w:rPr>
        <w:t>وَ اسْتِقْلالِ الْخَيْرِ وَ إِنْ كَثُرَ مِنْ قَوْلِى وَ فِعْلِى</w:t>
      </w:r>
      <w:r w:rsidR="007D3118">
        <w:rPr>
          <w:rtl/>
        </w:rPr>
        <w:t xml:space="preserve">، </w:t>
      </w:r>
      <w:r>
        <w:rPr>
          <w:rtl/>
        </w:rPr>
        <w:t>وَ اسْتِكْثَارِ الشَّرِّ وَ إِنْ قَلَّ مِنْ قَوْلِى وَ فِعْلِى</w:t>
      </w:r>
      <w:r w:rsidR="007D3118">
        <w:rPr>
          <w:rtl/>
        </w:rPr>
        <w:t xml:space="preserve">، </w:t>
      </w:r>
      <w:r>
        <w:rPr>
          <w:rtl/>
        </w:rPr>
        <w:t>وَ أَكْمِلْ ذَلِكَ لِى بِدَوَامِ الطَّاعَةِ</w:t>
      </w:r>
      <w:r w:rsidR="007D3118">
        <w:rPr>
          <w:rtl/>
        </w:rPr>
        <w:t xml:space="preserve">، </w:t>
      </w:r>
      <w:r>
        <w:rPr>
          <w:rtl/>
        </w:rPr>
        <w:t>وَ لُزُومِ الْجَمَاعَةِ</w:t>
      </w:r>
      <w:r w:rsidR="007D3118">
        <w:rPr>
          <w:rtl/>
        </w:rPr>
        <w:t xml:space="preserve">، </w:t>
      </w:r>
      <w:r>
        <w:rPr>
          <w:rtl/>
        </w:rPr>
        <w:t>وَ رَفْضِ أَهْلِ الْبِدَعِ</w:t>
      </w:r>
      <w:r w:rsidR="007D3118">
        <w:rPr>
          <w:rtl/>
        </w:rPr>
        <w:t xml:space="preserve">، </w:t>
      </w:r>
      <w:r>
        <w:rPr>
          <w:rtl/>
        </w:rPr>
        <w:t>وَ مُسْتَعْمِلِ الرَّأْيِ الْمُخْتَرَعِ</w:t>
      </w:r>
      <w:r w:rsidR="007D3118">
        <w:rPr>
          <w:rtl/>
        </w:rPr>
        <w:t xml:space="preserve">. </w:t>
      </w:r>
    </w:p>
    <w:p w:rsidR="00587D34" w:rsidRDefault="00587D34" w:rsidP="00587D34">
      <w:pPr>
        <w:pStyle w:val="libNormal"/>
        <w:rPr>
          <w:rtl/>
        </w:rPr>
      </w:pPr>
      <w:r>
        <w:rPr>
          <w:rtl/>
        </w:rPr>
        <w:t>(11</w:t>
      </w:r>
      <w:r w:rsidR="007D3118">
        <w:rPr>
          <w:rtl/>
        </w:rPr>
        <w:t xml:space="preserve">) </w:t>
      </w:r>
      <w:r>
        <w:rPr>
          <w:rtl/>
        </w:rPr>
        <w:t>اللَّهُمَّ صَلِّ عَلَى مُحَمَّدٍ وَ آلِهِ</w:t>
      </w:r>
      <w:r w:rsidR="007D3118">
        <w:rPr>
          <w:rtl/>
        </w:rPr>
        <w:t xml:space="preserve">، </w:t>
      </w:r>
      <w:r>
        <w:rPr>
          <w:rtl/>
        </w:rPr>
        <w:t>وَ اجْعَلْ أَوْسَعَ رِزْقِكَ عَلَيَّ إِذَا كَبِرْتُ</w:t>
      </w:r>
      <w:r w:rsidR="007D3118">
        <w:rPr>
          <w:rtl/>
        </w:rPr>
        <w:t xml:space="preserve">، </w:t>
      </w:r>
      <w:r>
        <w:rPr>
          <w:rtl/>
        </w:rPr>
        <w:t>وَ أَقْوَى قُوَّتِكَ فِيَّ إِذَا نَصِبْتُ</w:t>
      </w:r>
      <w:r w:rsidR="007D3118">
        <w:rPr>
          <w:rtl/>
        </w:rPr>
        <w:t xml:space="preserve">، </w:t>
      </w:r>
      <w:r>
        <w:rPr>
          <w:rtl/>
        </w:rPr>
        <w:t>وَ لا تَبْتَلِيَنِّى بِالْكَسَلِ عَنْ عِبَادَتِكَ</w:t>
      </w:r>
      <w:r w:rsidR="007D3118">
        <w:rPr>
          <w:rtl/>
        </w:rPr>
        <w:t xml:space="preserve">، </w:t>
      </w:r>
      <w:r>
        <w:rPr>
          <w:rtl/>
        </w:rPr>
        <w:t>وَ لا الْعَمَى عَنْ سَبِيلِكَ</w:t>
      </w:r>
      <w:r w:rsidR="007D3118">
        <w:rPr>
          <w:rtl/>
        </w:rPr>
        <w:t xml:space="preserve">، </w:t>
      </w:r>
      <w:r>
        <w:rPr>
          <w:rtl/>
        </w:rPr>
        <w:t>وَ لا بِالتَّعَرُّضِ لِخِلافِ مَحَبَّتِكَ</w:t>
      </w:r>
      <w:r w:rsidR="007D3118">
        <w:rPr>
          <w:rtl/>
        </w:rPr>
        <w:t xml:space="preserve">، </w:t>
      </w:r>
      <w:r>
        <w:rPr>
          <w:rtl/>
        </w:rPr>
        <w:t>وَ لا مُجَامَعَةِ مَنْ تَفَرَّقَ عَنْكَ</w:t>
      </w:r>
      <w:r w:rsidR="007D3118">
        <w:rPr>
          <w:rtl/>
        </w:rPr>
        <w:t xml:space="preserve">، </w:t>
      </w:r>
      <w:r>
        <w:rPr>
          <w:rtl/>
        </w:rPr>
        <w:t>وَ لا مُفَارَقَةِ مَنِ اجْتَمَعَ إِلَيْكَ</w:t>
      </w:r>
      <w:r w:rsidR="007D3118">
        <w:rPr>
          <w:rtl/>
        </w:rPr>
        <w:t xml:space="preserve">. </w:t>
      </w:r>
    </w:p>
    <w:p w:rsidR="00587D34" w:rsidRDefault="00587D34" w:rsidP="00587D34">
      <w:pPr>
        <w:pStyle w:val="libNormal"/>
        <w:rPr>
          <w:rtl/>
        </w:rPr>
      </w:pPr>
      <w:r>
        <w:rPr>
          <w:rtl/>
        </w:rPr>
        <w:lastRenderedPageBreak/>
        <w:t>(12</w:t>
      </w:r>
      <w:r w:rsidR="007D3118">
        <w:rPr>
          <w:rtl/>
        </w:rPr>
        <w:t xml:space="preserve">) </w:t>
      </w:r>
      <w:r>
        <w:rPr>
          <w:rtl/>
        </w:rPr>
        <w:t>اللَّهُمَّ اجْعَلْنِى أَصُولُ بِكَ عِنْدَ الضَّرُورَةِ</w:t>
      </w:r>
      <w:r w:rsidR="007D3118">
        <w:rPr>
          <w:rtl/>
        </w:rPr>
        <w:t xml:space="preserve">، </w:t>
      </w:r>
      <w:r>
        <w:rPr>
          <w:rtl/>
        </w:rPr>
        <w:t>وَ أَسْالُكَ عِنْدَ الْحَاجَةِ</w:t>
      </w:r>
      <w:r w:rsidR="007D3118">
        <w:rPr>
          <w:rtl/>
        </w:rPr>
        <w:t xml:space="preserve">، </w:t>
      </w:r>
      <w:r>
        <w:rPr>
          <w:rtl/>
        </w:rPr>
        <w:t>وَ أَتَضَرَّعُ إِلَيْكَ عِنْدَ الْمَسْكَنَةِ</w:t>
      </w:r>
      <w:r w:rsidR="007D3118">
        <w:rPr>
          <w:rtl/>
        </w:rPr>
        <w:t xml:space="preserve">، </w:t>
      </w:r>
      <w:r>
        <w:rPr>
          <w:rtl/>
        </w:rPr>
        <w:t>وَ لا تَفْتِنِّى بِالاسْتِعَانَةِ بِغَيْرِكَ إِذَا اضْطُرِرْتُ</w:t>
      </w:r>
      <w:r w:rsidR="007D3118">
        <w:rPr>
          <w:rtl/>
        </w:rPr>
        <w:t xml:space="preserve">، </w:t>
      </w:r>
      <w:r>
        <w:rPr>
          <w:rtl/>
        </w:rPr>
        <w:t>وَ لا بِالْخُضُوعِ لِسُؤَالِ غَيْرِكَ إِذَا افْتَقَرْتُ</w:t>
      </w:r>
      <w:r w:rsidR="007D3118">
        <w:rPr>
          <w:rtl/>
        </w:rPr>
        <w:t xml:space="preserve">، </w:t>
      </w:r>
      <w:r>
        <w:rPr>
          <w:rtl/>
        </w:rPr>
        <w:t>وَ لا بِالتَّضَرُّعِ إِلَى مَنْ دُونَكَ إِذَا رَهِبْتُ</w:t>
      </w:r>
      <w:r w:rsidR="007D3118">
        <w:rPr>
          <w:rtl/>
        </w:rPr>
        <w:t xml:space="preserve">، </w:t>
      </w:r>
      <w:r>
        <w:rPr>
          <w:rtl/>
        </w:rPr>
        <w:t>فَأَسْتَحِقَّ بِذَلِكَ خِذْلانَكَ وَ مَنْعَكَ وَ إِعْرَاضَكَ</w:t>
      </w:r>
      <w:r w:rsidR="007D3118">
        <w:rPr>
          <w:rtl/>
        </w:rPr>
        <w:t xml:space="preserve">، </w:t>
      </w:r>
      <w:r>
        <w:rPr>
          <w:rtl/>
        </w:rPr>
        <w:t>يَا أَرْحَمَ الرَّاحِمِينَ</w:t>
      </w:r>
      <w:r w:rsidR="007D3118">
        <w:rPr>
          <w:rtl/>
        </w:rPr>
        <w:t xml:space="preserve">. </w:t>
      </w:r>
    </w:p>
    <w:p w:rsidR="00587D34" w:rsidRDefault="00587D34" w:rsidP="00587D34">
      <w:pPr>
        <w:pStyle w:val="libNormal"/>
        <w:rPr>
          <w:rtl/>
        </w:rPr>
      </w:pPr>
      <w:r>
        <w:rPr>
          <w:rtl/>
        </w:rPr>
        <w:t>(13</w:t>
      </w:r>
      <w:r w:rsidR="007D3118">
        <w:rPr>
          <w:rtl/>
        </w:rPr>
        <w:t xml:space="preserve">) </w:t>
      </w:r>
      <w:r>
        <w:rPr>
          <w:rtl/>
        </w:rPr>
        <w:t>اللَّهُمَّ اجْعَلْ مَا يُلْقِى الشَّيْطَانُ فِى رُوعِى مِنَ التَّمَنِّى وَ التَّظَنِّى وَ الْحَسَدِ ذِكْرا لِعَظَمَتِكَ</w:t>
      </w:r>
      <w:r w:rsidR="007D3118">
        <w:rPr>
          <w:rtl/>
        </w:rPr>
        <w:t xml:space="preserve">، </w:t>
      </w:r>
      <w:r>
        <w:rPr>
          <w:rtl/>
        </w:rPr>
        <w:t>وَ تَفَكُّرا فِى قُدْرَتِكَ</w:t>
      </w:r>
      <w:r w:rsidR="007D3118">
        <w:rPr>
          <w:rtl/>
        </w:rPr>
        <w:t xml:space="preserve">، </w:t>
      </w:r>
      <w:r>
        <w:rPr>
          <w:rtl/>
        </w:rPr>
        <w:t>وَ تَدْبِيرا عَلَى عَدُوِّكَ</w:t>
      </w:r>
      <w:r w:rsidR="007D3118">
        <w:rPr>
          <w:rtl/>
        </w:rPr>
        <w:t xml:space="preserve">، </w:t>
      </w:r>
      <w:r>
        <w:rPr>
          <w:rtl/>
        </w:rPr>
        <w:t>وَ مَا أَجْرَى عَلَى لِسَانِى مِنْ لَفْظَةِ فُحْشٍ أَوْ هُجْرٍ أَوْ شَتْمِ عِرْضٍ أَوْ شَهَادَةِ بَاطِلٍ أَوِ اغْتِيَابِ مُؤْمِنٍ غَائِبٍ أَوْ سَبِّ حَاضِرٍ</w:t>
      </w:r>
    </w:p>
    <w:p w:rsidR="00587D34" w:rsidRDefault="00587D34" w:rsidP="00587D34">
      <w:pPr>
        <w:pStyle w:val="libNormal"/>
        <w:rPr>
          <w:rtl/>
        </w:rPr>
      </w:pPr>
      <w:r>
        <w:rPr>
          <w:rtl/>
        </w:rPr>
        <w:t>وَ مَا أَشْبَهَ ذَلِكَ نُطْقا بِالْحَمْدِ لَكَ</w:t>
      </w:r>
      <w:r w:rsidR="007D3118">
        <w:rPr>
          <w:rtl/>
        </w:rPr>
        <w:t xml:space="preserve">، </w:t>
      </w:r>
      <w:r>
        <w:rPr>
          <w:rtl/>
        </w:rPr>
        <w:t>وَ إِغْرَاقا فِى الثَّنَاءِ عَلَيْكَ</w:t>
      </w:r>
      <w:r w:rsidR="007D3118">
        <w:rPr>
          <w:rtl/>
        </w:rPr>
        <w:t xml:space="preserve">، </w:t>
      </w:r>
      <w:r>
        <w:rPr>
          <w:rtl/>
        </w:rPr>
        <w:t>وَ ذَهَابا فِى تَمْجِيدِكَ</w:t>
      </w:r>
      <w:r w:rsidR="007D3118">
        <w:rPr>
          <w:rtl/>
        </w:rPr>
        <w:t xml:space="preserve">، </w:t>
      </w:r>
      <w:r>
        <w:rPr>
          <w:rtl/>
        </w:rPr>
        <w:t>وَ شُكْرا لِنِعْمَتِكَ</w:t>
      </w:r>
      <w:r w:rsidR="007D3118">
        <w:rPr>
          <w:rtl/>
        </w:rPr>
        <w:t xml:space="preserve">، </w:t>
      </w:r>
      <w:r>
        <w:rPr>
          <w:rtl/>
        </w:rPr>
        <w:t>وَ اعْتِرَافا بِإِحْسَانِكَ</w:t>
      </w:r>
      <w:r w:rsidR="007D3118">
        <w:rPr>
          <w:rtl/>
        </w:rPr>
        <w:t xml:space="preserve">، </w:t>
      </w:r>
      <w:r>
        <w:rPr>
          <w:rtl/>
        </w:rPr>
        <w:t>وَ إِحْصَاءً لِمِنَنِكَ</w:t>
      </w:r>
      <w:r w:rsidR="007D3118">
        <w:rPr>
          <w:rtl/>
        </w:rPr>
        <w:t xml:space="preserve">. </w:t>
      </w:r>
    </w:p>
    <w:p w:rsidR="00587D34" w:rsidRDefault="00587D34" w:rsidP="00587D34">
      <w:pPr>
        <w:pStyle w:val="libNormal"/>
        <w:rPr>
          <w:rtl/>
        </w:rPr>
      </w:pPr>
      <w:r>
        <w:rPr>
          <w:rtl/>
        </w:rPr>
        <w:t>(14</w:t>
      </w:r>
      <w:r w:rsidR="007D3118">
        <w:rPr>
          <w:rtl/>
        </w:rPr>
        <w:t xml:space="preserve">) </w:t>
      </w:r>
      <w:r>
        <w:rPr>
          <w:rtl/>
        </w:rPr>
        <w:t>اللَّهُمَّ صَلِّ عَلَى مُحَمَّدٍ وَ آلِهِ</w:t>
      </w:r>
      <w:r w:rsidR="007D3118">
        <w:rPr>
          <w:rtl/>
        </w:rPr>
        <w:t xml:space="preserve">، </w:t>
      </w:r>
      <w:r>
        <w:rPr>
          <w:rtl/>
        </w:rPr>
        <w:t>وَ لا أُظْلَمَنَّ وَ أَنْتَ مُطِيقٌ لِلدَّفْعِ عَنِّى</w:t>
      </w:r>
      <w:r w:rsidR="007D3118">
        <w:rPr>
          <w:rtl/>
        </w:rPr>
        <w:t xml:space="preserve">، </w:t>
      </w:r>
      <w:r>
        <w:rPr>
          <w:rtl/>
        </w:rPr>
        <w:t>وَ لا أَظْلِمَنَّ وَ أَنْتَ الْقَادِرُ عَلَى الْقَبْضِ مِنِّى</w:t>
      </w:r>
      <w:r w:rsidR="007D3118">
        <w:rPr>
          <w:rtl/>
        </w:rPr>
        <w:t xml:space="preserve">، </w:t>
      </w:r>
      <w:r>
        <w:rPr>
          <w:rtl/>
        </w:rPr>
        <w:t>وَ لا أَضِلَّنَّ وَ قَدْ أَمْكَنَتْكَ هِدَايَتِى</w:t>
      </w:r>
      <w:r w:rsidR="007D3118">
        <w:rPr>
          <w:rtl/>
        </w:rPr>
        <w:t xml:space="preserve">، </w:t>
      </w:r>
      <w:r>
        <w:rPr>
          <w:rtl/>
        </w:rPr>
        <w:t>وَ لا أَفْتَقِرَنَّ وَ مِنْ عِنْدِكَ وُسْعِى</w:t>
      </w:r>
      <w:r w:rsidR="007D3118">
        <w:rPr>
          <w:rtl/>
        </w:rPr>
        <w:t xml:space="preserve">، </w:t>
      </w:r>
      <w:r>
        <w:rPr>
          <w:rtl/>
        </w:rPr>
        <w:t>وَ لا أَطْغَيَنَّ وَ مِنْ عِنْدِكَ وُجْدِى</w:t>
      </w:r>
      <w:r w:rsidR="007D3118">
        <w:rPr>
          <w:rtl/>
        </w:rPr>
        <w:t xml:space="preserve">. </w:t>
      </w:r>
    </w:p>
    <w:p w:rsidR="00587D34" w:rsidRDefault="00587D34" w:rsidP="00587D34">
      <w:pPr>
        <w:pStyle w:val="libNormal"/>
        <w:rPr>
          <w:rtl/>
        </w:rPr>
      </w:pPr>
      <w:r>
        <w:rPr>
          <w:rtl/>
        </w:rPr>
        <w:t>(15</w:t>
      </w:r>
      <w:r w:rsidR="007D3118">
        <w:rPr>
          <w:rtl/>
        </w:rPr>
        <w:t xml:space="preserve">) </w:t>
      </w:r>
      <w:r>
        <w:rPr>
          <w:rtl/>
        </w:rPr>
        <w:t>اللَّهُمَّ إِلَى مَغْفِرَتِكَ وَفَدْتُ</w:t>
      </w:r>
      <w:r w:rsidR="007D3118">
        <w:rPr>
          <w:rtl/>
        </w:rPr>
        <w:t xml:space="preserve">، </w:t>
      </w:r>
      <w:r>
        <w:rPr>
          <w:rtl/>
        </w:rPr>
        <w:t>وَ إِلَى عَفْوِكَ قَصَدْتُ</w:t>
      </w:r>
      <w:r w:rsidR="007D3118">
        <w:rPr>
          <w:rtl/>
        </w:rPr>
        <w:t xml:space="preserve">، </w:t>
      </w:r>
      <w:r>
        <w:rPr>
          <w:rtl/>
        </w:rPr>
        <w:t>وَ إِلَى تَجَاوُزِكَ اشْتَقْتُ</w:t>
      </w:r>
      <w:r w:rsidR="007D3118">
        <w:rPr>
          <w:rtl/>
        </w:rPr>
        <w:t xml:space="preserve">، </w:t>
      </w:r>
      <w:r>
        <w:rPr>
          <w:rtl/>
        </w:rPr>
        <w:t>وَ بِفَضْلِكَ وَثِقْتُ</w:t>
      </w:r>
      <w:r w:rsidR="007D3118">
        <w:rPr>
          <w:rtl/>
        </w:rPr>
        <w:t xml:space="preserve">، </w:t>
      </w:r>
      <w:r>
        <w:rPr>
          <w:rtl/>
        </w:rPr>
        <w:t>وَ لَيْسَ عِنْدِى مَا يُوجِبُ لِى مَغْفِرَتَكَ</w:t>
      </w:r>
      <w:r w:rsidR="007D3118">
        <w:rPr>
          <w:rtl/>
        </w:rPr>
        <w:t xml:space="preserve">، </w:t>
      </w:r>
      <w:r>
        <w:rPr>
          <w:rtl/>
        </w:rPr>
        <w:t>وَ لا فِى عَمَلِى مَا أَسْتَحِقُّ بِهِ عَفْوَكَ</w:t>
      </w:r>
      <w:r w:rsidR="007D3118">
        <w:rPr>
          <w:rtl/>
        </w:rPr>
        <w:t xml:space="preserve">، </w:t>
      </w:r>
      <w:r>
        <w:rPr>
          <w:rtl/>
        </w:rPr>
        <w:t>وَ مَا لِى بَعْدَ أَنْ حَكَمْتُ عَلَى نَفْسِى إِلا فَضْلُكَ</w:t>
      </w:r>
      <w:r w:rsidR="007D3118">
        <w:rPr>
          <w:rtl/>
        </w:rPr>
        <w:t xml:space="preserve">، </w:t>
      </w:r>
      <w:r>
        <w:rPr>
          <w:rtl/>
        </w:rPr>
        <w:t>فَصَلِّ عَلَى مُحَمَّدٍ وَ آلِهِ</w:t>
      </w:r>
      <w:r w:rsidR="007D3118">
        <w:rPr>
          <w:rtl/>
        </w:rPr>
        <w:t xml:space="preserve">، </w:t>
      </w:r>
      <w:r>
        <w:rPr>
          <w:rtl/>
        </w:rPr>
        <w:t>وَ تَفَضَّلْ عَلَيَّ</w:t>
      </w:r>
      <w:r w:rsidR="007D3118">
        <w:rPr>
          <w:rtl/>
        </w:rPr>
        <w:t xml:space="preserve">. </w:t>
      </w:r>
    </w:p>
    <w:p w:rsidR="00587D34" w:rsidRDefault="00587D34" w:rsidP="00587D34">
      <w:pPr>
        <w:pStyle w:val="libNormal"/>
        <w:rPr>
          <w:rtl/>
        </w:rPr>
      </w:pPr>
      <w:r>
        <w:rPr>
          <w:rtl/>
        </w:rPr>
        <w:t>(16</w:t>
      </w:r>
      <w:r w:rsidR="007D3118">
        <w:rPr>
          <w:rtl/>
        </w:rPr>
        <w:t xml:space="preserve">) </w:t>
      </w:r>
      <w:r>
        <w:rPr>
          <w:rtl/>
        </w:rPr>
        <w:t>اللَّهُمَّ وَ أَنْطِقْنِى بِالْهُدَى</w:t>
      </w:r>
      <w:r w:rsidR="007D3118">
        <w:rPr>
          <w:rtl/>
        </w:rPr>
        <w:t xml:space="preserve">، </w:t>
      </w:r>
      <w:r>
        <w:rPr>
          <w:rtl/>
        </w:rPr>
        <w:t>وَ أَلْهِمْنِى التَّقْوَى</w:t>
      </w:r>
      <w:r w:rsidR="007D3118">
        <w:rPr>
          <w:rtl/>
        </w:rPr>
        <w:t xml:space="preserve">، </w:t>
      </w:r>
      <w:r>
        <w:rPr>
          <w:rtl/>
        </w:rPr>
        <w:t>وَ وَفِّقْنِى لِلَّتِى هِىَ أَزْكَى</w:t>
      </w:r>
      <w:r w:rsidR="007D3118">
        <w:rPr>
          <w:rtl/>
        </w:rPr>
        <w:t xml:space="preserve">، </w:t>
      </w:r>
      <w:r>
        <w:rPr>
          <w:rtl/>
        </w:rPr>
        <w:t>وَ اسْتَعْمِلْنِى بِمَا هُوَ أَرْضَى</w:t>
      </w:r>
      <w:r w:rsidR="007D3118">
        <w:rPr>
          <w:rtl/>
        </w:rPr>
        <w:t xml:space="preserve">. </w:t>
      </w:r>
    </w:p>
    <w:p w:rsidR="00587D34" w:rsidRDefault="00587D34" w:rsidP="00587D34">
      <w:pPr>
        <w:pStyle w:val="libNormal"/>
        <w:rPr>
          <w:rtl/>
        </w:rPr>
      </w:pPr>
      <w:r>
        <w:rPr>
          <w:rtl/>
        </w:rPr>
        <w:t>(17</w:t>
      </w:r>
      <w:r w:rsidR="007D3118">
        <w:rPr>
          <w:rtl/>
        </w:rPr>
        <w:t xml:space="preserve">) </w:t>
      </w:r>
      <w:r>
        <w:rPr>
          <w:rtl/>
        </w:rPr>
        <w:t>اللَّهُمَّ اسْلُكْ بِىَ الطَّرِيقَةَ الْمُثْلَى</w:t>
      </w:r>
      <w:r w:rsidR="007D3118">
        <w:rPr>
          <w:rtl/>
        </w:rPr>
        <w:t xml:space="preserve">، </w:t>
      </w:r>
      <w:r>
        <w:rPr>
          <w:rtl/>
        </w:rPr>
        <w:t>وَ اجْعَلْنِى عَلَى مِلَّتِكَ أَمُوتُ وَ أَحْيَا</w:t>
      </w:r>
      <w:r w:rsidR="007D3118">
        <w:rPr>
          <w:rtl/>
        </w:rPr>
        <w:t xml:space="preserve">. </w:t>
      </w:r>
    </w:p>
    <w:p w:rsidR="00587D34" w:rsidRDefault="00587D34" w:rsidP="00587D34">
      <w:pPr>
        <w:pStyle w:val="libNormal"/>
        <w:rPr>
          <w:rtl/>
        </w:rPr>
      </w:pPr>
      <w:r>
        <w:rPr>
          <w:rtl/>
        </w:rPr>
        <w:lastRenderedPageBreak/>
        <w:t>(18</w:t>
      </w:r>
      <w:r w:rsidR="007D3118">
        <w:rPr>
          <w:rtl/>
        </w:rPr>
        <w:t xml:space="preserve">) </w:t>
      </w:r>
      <w:r>
        <w:rPr>
          <w:rtl/>
        </w:rPr>
        <w:t>اللَّهُمَّ صَلِّ عَلَى مُحَمَّدٍ وَ آلِهِ</w:t>
      </w:r>
      <w:r w:rsidR="007D3118">
        <w:rPr>
          <w:rtl/>
        </w:rPr>
        <w:t xml:space="preserve">، </w:t>
      </w:r>
      <w:r>
        <w:rPr>
          <w:rtl/>
        </w:rPr>
        <w:t>وَ مَتِّعْنِى بِالاقْتِصَادِ</w:t>
      </w:r>
      <w:r w:rsidR="007D3118">
        <w:rPr>
          <w:rtl/>
        </w:rPr>
        <w:t xml:space="preserve">، </w:t>
      </w:r>
      <w:r>
        <w:rPr>
          <w:rtl/>
        </w:rPr>
        <w:t>وَ اجْعَلْنِى مِنْ أَهْلِ السَّدَادِ</w:t>
      </w:r>
      <w:r w:rsidR="007D3118">
        <w:rPr>
          <w:rtl/>
        </w:rPr>
        <w:t xml:space="preserve">، </w:t>
      </w:r>
      <w:r>
        <w:rPr>
          <w:rtl/>
        </w:rPr>
        <w:t>وَ مِنْ أَدِلَّةِ الرَّشَادِ</w:t>
      </w:r>
      <w:r w:rsidR="007D3118">
        <w:rPr>
          <w:rtl/>
        </w:rPr>
        <w:t xml:space="preserve">، </w:t>
      </w:r>
      <w:r>
        <w:rPr>
          <w:rtl/>
        </w:rPr>
        <w:t>وَ مِنْ صَالِحِ الْعِبَادِ</w:t>
      </w:r>
      <w:r w:rsidR="007D3118">
        <w:rPr>
          <w:rtl/>
        </w:rPr>
        <w:t xml:space="preserve">، </w:t>
      </w:r>
      <w:r>
        <w:rPr>
          <w:rtl/>
        </w:rPr>
        <w:t>وَ ارْزُقْنِى فَوْزَ الْمَعَادِ</w:t>
      </w:r>
      <w:r w:rsidR="007D3118">
        <w:rPr>
          <w:rtl/>
        </w:rPr>
        <w:t xml:space="preserve">، </w:t>
      </w:r>
      <w:r>
        <w:rPr>
          <w:rtl/>
        </w:rPr>
        <w:t>وَ سلامَةَ الْمِرْصَادِ</w:t>
      </w:r>
      <w:r w:rsidR="007D3118">
        <w:rPr>
          <w:rtl/>
        </w:rPr>
        <w:t xml:space="preserve">. </w:t>
      </w:r>
    </w:p>
    <w:p w:rsidR="00587D34" w:rsidRDefault="00587D34" w:rsidP="00587D34">
      <w:pPr>
        <w:pStyle w:val="libNormal"/>
        <w:rPr>
          <w:rtl/>
        </w:rPr>
      </w:pPr>
      <w:r>
        <w:rPr>
          <w:rtl/>
        </w:rPr>
        <w:t>(19</w:t>
      </w:r>
      <w:r w:rsidR="007D3118">
        <w:rPr>
          <w:rtl/>
        </w:rPr>
        <w:t xml:space="preserve">) </w:t>
      </w:r>
      <w:r>
        <w:rPr>
          <w:rtl/>
        </w:rPr>
        <w:t>اللَّهُمَّ خُذْ لِنَفْسِكَ مِنْ نَفْسِى مَا يُخَلِّصُهَا</w:t>
      </w:r>
      <w:r w:rsidR="007D3118">
        <w:rPr>
          <w:rtl/>
        </w:rPr>
        <w:t xml:space="preserve">، </w:t>
      </w:r>
      <w:r>
        <w:rPr>
          <w:rtl/>
        </w:rPr>
        <w:t>وَ أَبْقِ لِنَفْسِى مِنْ نَفْسِى مَا يُصْلِحُهَا</w:t>
      </w:r>
      <w:r w:rsidR="007D3118">
        <w:rPr>
          <w:rtl/>
        </w:rPr>
        <w:t xml:space="preserve">، </w:t>
      </w:r>
      <w:r>
        <w:rPr>
          <w:rtl/>
        </w:rPr>
        <w:t>فَإِنَّ نَفْسِى هَالِكَةٌ أَوْ تَعْصِمَهَا</w:t>
      </w:r>
      <w:r w:rsidR="007D3118">
        <w:rPr>
          <w:rtl/>
        </w:rPr>
        <w:t xml:space="preserve">. </w:t>
      </w:r>
    </w:p>
    <w:p w:rsidR="00587D34" w:rsidRDefault="00587D34" w:rsidP="00587D34">
      <w:pPr>
        <w:pStyle w:val="libNormal"/>
        <w:rPr>
          <w:rtl/>
        </w:rPr>
      </w:pPr>
      <w:r>
        <w:rPr>
          <w:rtl/>
        </w:rPr>
        <w:t>(20</w:t>
      </w:r>
      <w:r w:rsidR="007D3118">
        <w:rPr>
          <w:rtl/>
        </w:rPr>
        <w:t xml:space="preserve">) </w:t>
      </w:r>
      <w:r>
        <w:rPr>
          <w:rtl/>
        </w:rPr>
        <w:t>اللَّهُمَّ أَنْتَ عُدَّتِى إِنْ حَزِنْتُ</w:t>
      </w:r>
      <w:r w:rsidR="007D3118">
        <w:rPr>
          <w:rtl/>
        </w:rPr>
        <w:t xml:space="preserve">، </w:t>
      </w:r>
      <w:r>
        <w:rPr>
          <w:rtl/>
        </w:rPr>
        <w:t>وَ أَنْتَ مُنْتَجَعِى إِنْ حُرِمْتُ</w:t>
      </w:r>
      <w:r w:rsidR="007D3118">
        <w:rPr>
          <w:rtl/>
        </w:rPr>
        <w:t xml:space="preserve">، </w:t>
      </w:r>
      <w:r>
        <w:rPr>
          <w:rtl/>
        </w:rPr>
        <w:t>وَ بِكَ اسْتِغَاثَتِى إِنْ كَرِثْتُ</w:t>
      </w:r>
      <w:r w:rsidR="007D3118">
        <w:rPr>
          <w:rtl/>
        </w:rPr>
        <w:t xml:space="preserve">، </w:t>
      </w:r>
      <w:r>
        <w:rPr>
          <w:rtl/>
        </w:rPr>
        <w:t>وَ عِنْدَكَ مِمَّا فَاتَ خَلَفٌ</w:t>
      </w:r>
      <w:r w:rsidR="007D3118">
        <w:rPr>
          <w:rtl/>
        </w:rPr>
        <w:t xml:space="preserve">، </w:t>
      </w:r>
      <w:r>
        <w:rPr>
          <w:rtl/>
        </w:rPr>
        <w:t>وَ لِمَا فَسَدَ صَلاحٌ</w:t>
      </w:r>
      <w:r w:rsidR="007D3118">
        <w:rPr>
          <w:rtl/>
        </w:rPr>
        <w:t xml:space="preserve">، </w:t>
      </w:r>
      <w:r>
        <w:rPr>
          <w:rtl/>
        </w:rPr>
        <w:t>وَ فِيمَا أَنْكَرْتَ تَغْيِيرٌ</w:t>
      </w:r>
      <w:r w:rsidR="007D3118">
        <w:rPr>
          <w:rtl/>
        </w:rPr>
        <w:t xml:space="preserve">، </w:t>
      </w:r>
      <w:r>
        <w:rPr>
          <w:rtl/>
        </w:rPr>
        <w:t>فَامْنُنْ عَلَيَّ قَبْلَ الْبَلاءِ بِالْعَافِيَةِ</w:t>
      </w:r>
      <w:r w:rsidR="007D3118">
        <w:rPr>
          <w:rtl/>
        </w:rPr>
        <w:t xml:space="preserve">، </w:t>
      </w:r>
      <w:r>
        <w:rPr>
          <w:rtl/>
        </w:rPr>
        <w:t>وَ قَبْلَ الْطَّلَبِ بِالْجِدَةِ</w:t>
      </w:r>
      <w:r w:rsidR="007D3118">
        <w:rPr>
          <w:rtl/>
        </w:rPr>
        <w:t xml:space="preserve">، </w:t>
      </w:r>
      <w:r>
        <w:rPr>
          <w:rtl/>
        </w:rPr>
        <w:t>وَ قَبْلَ الضَّلالِ بِالرَّشَادِ</w:t>
      </w:r>
      <w:r w:rsidR="007D3118">
        <w:rPr>
          <w:rtl/>
        </w:rPr>
        <w:t xml:space="preserve">، </w:t>
      </w:r>
      <w:r>
        <w:rPr>
          <w:rtl/>
        </w:rPr>
        <w:t>وَ اكْفِنِى مَئُونَةَ مَعَرَّةِ الْعِبَادِ</w:t>
      </w:r>
      <w:r w:rsidR="007D3118">
        <w:rPr>
          <w:rtl/>
        </w:rPr>
        <w:t xml:space="preserve">، </w:t>
      </w:r>
      <w:r>
        <w:rPr>
          <w:rtl/>
        </w:rPr>
        <w:t>وَ هَبْ لِى أَمْنَ يَوْمِ الْمَعَادِ</w:t>
      </w:r>
      <w:r w:rsidR="007D3118">
        <w:rPr>
          <w:rtl/>
        </w:rPr>
        <w:t xml:space="preserve">، </w:t>
      </w:r>
      <w:r>
        <w:rPr>
          <w:rtl/>
        </w:rPr>
        <w:t>وَ امْنِحْنِى حُسْنَ الْإِرْشَادِ</w:t>
      </w:r>
      <w:r w:rsidR="007D3118">
        <w:rPr>
          <w:rtl/>
        </w:rPr>
        <w:t xml:space="preserve">. </w:t>
      </w:r>
    </w:p>
    <w:p w:rsidR="00587D34" w:rsidRDefault="00587D34" w:rsidP="00587D34">
      <w:pPr>
        <w:pStyle w:val="libNormal"/>
        <w:rPr>
          <w:rtl/>
        </w:rPr>
      </w:pPr>
      <w:r>
        <w:rPr>
          <w:rtl/>
        </w:rPr>
        <w:t>(21</w:t>
      </w:r>
      <w:r w:rsidR="007D3118">
        <w:rPr>
          <w:rtl/>
        </w:rPr>
        <w:t xml:space="preserve">) </w:t>
      </w:r>
      <w:r>
        <w:rPr>
          <w:rtl/>
        </w:rPr>
        <w:t>اللَّهُمَّ صَلِّ عَلَى مُحَمَّدٍ وَ آلِهِ</w:t>
      </w:r>
      <w:r w:rsidR="007D3118">
        <w:rPr>
          <w:rtl/>
        </w:rPr>
        <w:t xml:space="preserve">، </w:t>
      </w:r>
      <w:r>
        <w:rPr>
          <w:rtl/>
        </w:rPr>
        <w:t>وَ ادْرَأْ عَنِّى بِلُطْفِكَ</w:t>
      </w:r>
      <w:r w:rsidR="007D3118">
        <w:rPr>
          <w:rtl/>
        </w:rPr>
        <w:t xml:space="preserve">، </w:t>
      </w:r>
      <w:r>
        <w:rPr>
          <w:rtl/>
        </w:rPr>
        <w:t>وَ اغْذُنِى بِنِعْمَتِكَ</w:t>
      </w:r>
      <w:r w:rsidR="007D3118">
        <w:rPr>
          <w:rtl/>
        </w:rPr>
        <w:t xml:space="preserve">، </w:t>
      </w:r>
      <w:r>
        <w:rPr>
          <w:rtl/>
        </w:rPr>
        <w:t>وَ أَصْلِحْنِى بِكَرَمِكَ</w:t>
      </w:r>
      <w:r w:rsidR="007D3118">
        <w:rPr>
          <w:rtl/>
        </w:rPr>
        <w:t xml:space="preserve">، </w:t>
      </w:r>
      <w:r>
        <w:rPr>
          <w:rtl/>
        </w:rPr>
        <w:t>وَ دَاوِنِى بِصُنْعِكَ</w:t>
      </w:r>
      <w:r w:rsidR="007D3118">
        <w:rPr>
          <w:rtl/>
        </w:rPr>
        <w:t xml:space="preserve">، </w:t>
      </w:r>
      <w:r>
        <w:rPr>
          <w:rtl/>
        </w:rPr>
        <w:t>وَ أَظِلَّنِى فِى ذَرَاكَ</w:t>
      </w:r>
      <w:r w:rsidR="007D3118">
        <w:rPr>
          <w:rtl/>
        </w:rPr>
        <w:t xml:space="preserve">، </w:t>
      </w:r>
      <w:r>
        <w:rPr>
          <w:rtl/>
        </w:rPr>
        <w:t>وَ جَلِّلْنِى رِضَاكَ</w:t>
      </w:r>
      <w:r w:rsidR="007D3118">
        <w:rPr>
          <w:rtl/>
        </w:rPr>
        <w:t xml:space="preserve">، </w:t>
      </w:r>
      <w:r>
        <w:rPr>
          <w:rtl/>
        </w:rPr>
        <w:t>وَ وَفِّقْنِى إِذَا اشْتَكَلَتْ عَلَيَّ الْأُمُورُ لِأَهْدَاهَا</w:t>
      </w:r>
      <w:r w:rsidR="007D3118">
        <w:rPr>
          <w:rtl/>
        </w:rPr>
        <w:t xml:space="preserve">، </w:t>
      </w:r>
      <w:r>
        <w:rPr>
          <w:rtl/>
        </w:rPr>
        <w:t>وَ إِذَا تَشَابَهَتِ الْأَعْمَالُ لِأَزْكَاهَا</w:t>
      </w:r>
      <w:r w:rsidR="007D3118">
        <w:rPr>
          <w:rtl/>
        </w:rPr>
        <w:t xml:space="preserve">، </w:t>
      </w:r>
      <w:r>
        <w:rPr>
          <w:rtl/>
        </w:rPr>
        <w:t>وَ إِذَا تَنَاقَضَتِ الْمِلَلُ لِأَرْضَاهَا</w:t>
      </w:r>
      <w:r w:rsidR="007D3118">
        <w:rPr>
          <w:rtl/>
        </w:rPr>
        <w:t xml:space="preserve">. </w:t>
      </w:r>
    </w:p>
    <w:p w:rsidR="00587D34" w:rsidRDefault="00587D34" w:rsidP="00587D34">
      <w:pPr>
        <w:pStyle w:val="libNormal"/>
        <w:rPr>
          <w:rtl/>
        </w:rPr>
      </w:pPr>
      <w:r>
        <w:rPr>
          <w:rtl/>
        </w:rPr>
        <w:t>(22</w:t>
      </w:r>
      <w:r w:rsidR="007D3118">
        <w:rPr>
          <w:rtl/>
        </w:rPr>
        <w:t xml:space="preserve">) </w:t>
      </w:r>
      <w:r>
        <w:rPr>
          <w:rtl/>
        </w:rPr>
        <w:t>اللَّهُمَّ صَلِّ عَلَى مُحَمَّدٍ وَ آلِهِ</w:t>
      </w:r>
      <w:r w:rsidR="007D3118">
        <w:rPr>
          <w:rtl/>
        </w:rPr>
        <w:t xml:space="preserve">، </w:t>
      </w:r>
      <w:r>
        <w:rPr>
          <w:rtl/>
        </w:rPr>
        <w:t>وَ تَوِّجْنِى بِالْكِفَايَةِ</w:t>
      </w:r>
      <w:r w:rsidR="007D3118">
        <w:rPr>
          <w:rtl/>
        </w:rPr>
        <w:t xml:space="preserve">، </w:t>
      </w:r>
      <w:r>
        <w:rPr>
          <w:rtl/>
        </w:rPr>
        <w:t>وَ سُمْنِى حُسْنَ الْوِلايَةِ</w:t>
      </w:r>
      <w:r w:rsidR="007D3118">
        <w:rPr>
          <w:rtl/>
        </w:rPr>
        <w:t xml:space="preserve">، </w:t>
      </w:r>
      <w:r>
        <w:rPr>
          <w:rtl/>
        </w:rPr>
        <w:t>وَ هَبْ لِى صِدْقَ الْهِدَايَةِ</w:t>
      </w:r>
      <w:r w:rsidR="007D3118">
        <w:rPr>
          <w:rtl/>
        </w:rPr>
        <w:t xml:space="preserve">، </w:t>
      </w:r>
      <w:r>
        <w:rPr>
          <w:rtl/>
        </w:rPr>
        <w:t>وَ لا تَفْتِنِّى بِالسَّعَةِ</w:t>
      </w:r>
      <w:r w:rsidR="007D3118">
        <w:rPr>
          <w:rtl/>
        </w:rPr>
        <w:t xml:space="preserve">، </w:t>
      </w:r>
      <w:r>
        <w:rPr>
          <w:rtl/>
        </w:rPr>
        <w:t>وَ امْنِحْنِى حُسْنَ الدَّعَةِ</w:t>
      </w:r>
      <w:r w:rsidR="007D3118">
        <w:rPr>
          <w:rtl/>
        </w:rPr>
        <w:t xml:space="preserve">، </w:t>
      </w:r>
      <w:r>
        <w:rPr>
          <w:rtl/>
        </w:rPr>
        <w:t>وَ لا تَجْعَلْ عَيْشِى كَدّا كَدّا</w:t>
      </w:r>
      <w:r w:rsidR="007D3118">
        <w:rPr>
          <w:rtl/>
        </w:rPr>
        <w:t xml:space="preserve">، </w:t>
      </w:r>
      <w:r>
        <w:rPr>
          <w:rtl/>
        </w:rPr>
        <w:t>وَ لا تَرُدَّ دُعَائِى عَلَيَّ رَدّا</w:t>
      </w:r>
      <w:r w:rsidR="007D3118">
        <w:rPr>
          <w:rtl/>
        </w:rPr>
        <w:t xml:space="preserve">، </w:t>
      </w:r>
      <w:r>
        <w:rPr>
          <w:rtl/>
        </w:rPr>
        <w:t>فَإِنِّى لا أَجْعَلُ لَكَ ضِدّا</w:t>
      </w:r>
      <w:r w:rsidR="007D3118">
        <w:rPr>
          <w:rtl/>
        </w:rPr>
        <w:t xml:space="preserve">، </w:t>
      </w:r>
      <w:r>
        <w:rPr>
          <w:rtl/>
        </w:rPr>
        <w:t>وَ لا أَدْعُو مَعَكَ نِدّا</w:t>
      </w:r>
      <w:r w:rsidR="007D3118">
        <w:rPr>
          <w:rtl/>
        </w:rPr>
        <w:t xml:space="preserve">. </w:t>
      </w:r>
    </w:p>
    <w:p w:rsidR="00587D34" w:rsidRDefault="00587D34" w:rsidP="00587D34">
      <w:pPr>
        <w:pStyle w:val="libNormal"/>
        <w:rPr>
          <w:rtl/>
        </w:rPr>
      </w:pPr>
      <w:r>
        <w:rPr>
          <w:rtl/>
        </w:rPr>
        <w:t>(23</w:t>
      </w:r>
      <w:r w:rsidR="007D3118">
        <w:rPr>
          <w:rtl/>
        </w:rPr>
        <w:t xml:space="preserve">) </w:t>
      </w:r>
      <w:r>
        <w:rPr>
          <w:rtl/>
        </w:rPr>
        <w:t>اللَّهُمَّ صَلِّ عَلَى مُحَمَّدٍ وَ آلِهِ</w:t>
      </w:r>
      <w:r w:rsidR="007D3118">
        <w:rPr>
          <w:rtl/>
        </w:rPr>
        <w:t xml:space="preserve">، </w:t>
      </w:r>
      <w:r>
        <w:rPr>
          <w:rtl/>
        </w:rPr>
        <w:t>وَ امْنَعْنِى مِنَ السَّرَفِ</w:t>
      </w:r>
      <w:r w:rsidR="007D3118">
        <w:rPr>
          <w:rtl/>
        </w:rPr>
        <w:t xml:space="preserve">، </w:t>
      </w:r>
      <w:r>
        <w:rPr>
          <w:rtl/>
        </w:rPr>
        <w:t>وَ حَصِّنْ رِزْقِى مِنَ التَّلَفِ</w:t>
      </w:r>
      <w:r w:rsidR="007D3118">
        <w:rPr>
          <w:rtl/>
        </w:rPr>
        <w:t xml:space="preserve">، </w:t>
      </w:r>
      <w:r>
        <w:rPr>
          <w:rtl/>
        </w:rPr>
        <w:t>وَ وَفِّرْ مَلَكَتِى بِالْبَرَكَةِ فِيهِ</w:t>
      </w:r>
      <w:r w:rsidR="007D3118">
        <w:rPr>
          <w:rtl/>
        </w:rPr>
        <w:t xml:space="preserve">، </w:t>
      </w:r>
      <w:r>
        <w:rPr>
          <w:rtl/>
        </w:rPr>
        <w:t>وَ أَصِبْ بِى سَبِيلَ الْهِدَايَةِ لِلْبِرِّ فِيمَا أُنْفِقُ مِنْهُ</w:t>
      </w:r>
      <w:r w:rsidR="007D3118">
        <w:rPr>
          <w:rtl/>
        </w:rPr>
        <w:t xml:space="preserve">. </w:t>
      </w:r>
    </w:p>
    <w:p w:rsidR="00587D34" w:rsidRDefault="00587D34" w:rsidP="00587D34">
      <w:pPr>
        <w:pStyle w:val="libNormal"/>
        <w:rPr>
          <w:rtl/>
        </w:rPr>
      </w:pPr>
      <w:r>
        <w:rPr>
          <w:rtl/>
        </w:rPr>
        <w:t>(24</w:t>
      </w:r>
      <w:r w:rsidR="007D3118">
        <w:rPr>
          <w:rtl/>
        </w:rPr>
        <w:t xml:space="preserve">) </w:t>
      </w:r>
      <w:r>
        <w:rPr>
          <w:rtl/>
        </w:rPr>
        <w:t>اللَّهُمَّ صَلِّ عَلَى مُحَمَّدٍ وَ آلِهِ</w:t>
      </w:r>
      <w:r w:rsidR="007D3118">
        <w:rPr>
          <w:rtl/>
        </w:rPr>
        <w:t xml:space="preserve">، </w:t>
      </w:r>
      <w:r>
        <w:rPr>
          <w:rtl/>
        </w:rPr>
        <w:t>وَ اكْفِنِى مَئُونَةَ الاكْتِسَابِ</w:t>
      </w:r>
      <w:r w:rsidR="007D3118">
        <w:rPr>
          <w:rtl/>
        </w:rPr>
        <w:t xml:space="preserve">، </w:t>
      </w:r>
      <w:r>
        <w:rPr>
          <w:rtl/>
        </w:rPr>
        <w:t>وَ ارْزُقْنِى مِنْ غَيْرِ احْتِسَابٍ</w:t>
      </w:r>
      <w:r w:rsidR="007D3118">
        <w:rPr>
          <w:rtl/>
        </w:rPr>
        <w:t xml:space="preserve">، </w:t>
      </w:r>
      <w:r>
        <w:rPr>
          <w:rtl/>
        </w:rPr>
        <w:t>فَلا أَشْتَغِلَ عَنْ عِبَادَتِكَ بِالطَّلَبِ</w:t>
      </w:r>
      <w:r w:rsidR="007D3118">
        <w:rPr>
          <w:rtl/>
        </w:rPr>
        <w:t xml:space="preserve">، </w:t>
      </w:r>
      <w:r>
        <w:rPr>
          <w:rtl/>
        </w:rPr>
        <w:t>وَ لا أَحْتَمِلَ إِصْرَ تَبِعَاتِ الْمَكْسَبِ</w:t>
      </w:r>
      <w:r w:rsidR="007D3118">
        <w:rPr>
          <w:rtl/>
        </w:rPr>
        <w:t xml:space="preserve">. </w:t>
      </w:r>
    </w:p>
    <w:p w:rsidR="00587D34" w:rsidRDefault="00587D34" w:rsidP="00587D34">
      <w:pPr>
        <w:pStyle w:val="libNormal"/>
        <w:rPr>
          <w:rtl/>
        </w:rPr>
      </w:pPr>
      <w:r>
        <w:rPr>
          <w:rtl/>
        </w:rPr>
        <w:t>(25</w:t>
      </w:r>
      <w:r w:rsidR="007D3118">
        <w:rPr>
          <w:rtl/>
        </w:rPr>
        <w:t xml:space="preserve">) </w:t>
      </w:r>
      <w:r>
        <w:rPr>
          <w:rtl/>
        </w:rPr>
        <w:t>اللَّهُمَّ فَأَطْلِبْنِى بِقُدْرَتِكَ مَا أَطْلُبُ</w:t>
      </w:r>
      <w:r w:rsidR="007D3118">
        <w:rPr>
          <w:rtl/>
        </w:rPr>
        <w:t xml:space="preserve">، </w:t>
      </w:r>
      <w:r>
        <w:rPr>
          <w:rtl/>
        </w:rPr>
        <w:t>وَ أَجِرْنِى بِعِزَّتِكَ مِمَّا أَرْهَبُ</w:t>
      </w:r>
      <w:r w:rsidR="007D3118">
        <w:rPr>
          <w:rtl/>
        </w:rPr>
        <w:t xml:space="preserve">. </w:t>
      </w:r>
    </w:p>
    <w:p w:rsidR="00587D34" w:rsidRDefault="00587D34" w:rsidP="00587D34">
      <w:pPr>
        <w:pStyle w:val="libNormal"/>
        <w:rPr>
          <w:rtl/>
        </w:rPr>
      </w:pPr>
      <w:r>
        <w:rPr>
          <w:rtl/>
        </w:rPr>
        <w:lastRenderedPageBreak/>
        <w:t>(26</w:t>
      </w:r>
      <w:r w:rsidR="007D3118">
        <w:rPr>
          <w:rtl/>
        </w:rPr>
        <w:t xml:space="preserve">) </w:t>
      </w:r>
      <w:r>
        <w:rPr>
          <w:rtl/>
        </w:rPr>
        <w:t>اللَّهُمَّ صَلِّ عَلَى مُحَمَّدٍ وَ آلِهِ</w:t>
      </w:r>
      <w:r w:rsidR="007D3118">
        <w:rPr>
          <w:rtl/>
        </w:rPr>
        <w:t xml:space="preserve">، </w:t>
      </w:r>
      <w:r>
        <w:rPr>
          <w:rtl/>
        </w:rPr>
        <w:t>وَ صُنْ وَجْهِى بِالْيَسَارِ</w:t>
      </w:r>
      <w:r w:rsidR="007D3118">
        <w:rPr>
          <w:rtl/>
        </w:rPr>
        <w:t xml:space="preserve">، </w:t>
      </w:r>
      <w:r>
        <w:rPr>
          <w:rtl/>
        </w:rPr>
        <w:t>وَ لا تَبْتَذِلْ جَاهِى بِالاقْتَارِ فَأَسْتَرْزِقَ أَهْلَ رِزْقِكَ</w:t>
      </w:r>
      <w:r w:rsidR="007D3118">
        <w:rPr>
          <w:rtl/>
        </w:rPr>
        <w:t xml:space="preserve">، </w:t>
      </w:r>
      <w:r>
        <w:rPr>
          <w:rtl/>
        </w:rPr>
        <w:t>وَ أَسْتَعْطِىَ شِرَارَ خَلْقِكَ</w:t>
      </w:r>
      <w:r w:rsidR="007D3118">
        <w:rPr>
          <w:rtl/>
        </w:rPr>
        <w:t xml:space="preserve">، </w:t>
      </w:r>
      <w:r>
        <w:rPr>
          <w:rtl/>
        </w:rPr>
        <w:t>فَأَفْتَتِنَ بِحَمْدِ مَنْ أَعْطَانِى</w:t>
      </w:r>
      <w:r w:rsidR="007D3118">
        <w:rPr>
          <w:rtl/>
        </w:rPr>
        <w:t xml:space="preserve">، </w:t>
      </w:r>
      <w:r>
        <w:rPr>
          <w:rtl/>
        </w:rPr>
        <w:t>و أُبْتَلَى بِذَمِّ مَنْ مَنَعَنِى</w:t>
      </w:r>
      <w:r w:rsidR="007D3118">
        <w:rPr>
          <w:rtl/>
        </w:rPr>
        <w:t xml:space="preserve">، </w:t>
      </w:r>
      <w:r>
        <w:rPr>
          <w:rtl/>
        </w:rPr>
        <w:t>وَ أَنْتَ مِنْ دُونِهِمْ وَلِيُّ الْإِعْطَاءِ وَ الْمَنْعِ</w:t>
      </w:r>
      <w:r w:rsidR="007D3118">
        <w:rPr>
          <w:rtl/>
        </w:rPr>
        <w:t xml:space="preserve">. </w:t>
      </w:r>
    </w:p>
    <w:p w:rsidR="00587D34" w:rsidRDefault="00587D34" w:rsidP="00587D34">
      <w:pPr>
        <w:pStyle w:val="libNormal"/>
        <w:rPr>
          <w:rtl/>
        </w:rPr>
      </w:pPr>
      <w:r>
        <w:rPr>
          <w:rtl/>
        </w:rPr>
        <w:t>(27</w:t>
      </w:r>
      <w:r w:rsidR="007D3118">
        <w:rPr>
          <w:rtl/>
        </w:rPr>
        <w:t xml:space="preserve">) </w:t>
      </w:r>
      <w:r>
        <w:rPr>
          <w:rtl/>
        </w:rPr>
        <w:t>اللَّهُمَّ صَلِّ عَلَى مُحَمَّدٍ وَ آلِهِ</w:t>
      </w:r>
      <w:r w:rsidR="007D3118">
        <w:rPr>
          <w:rtl/>
        </w:rPr>
        <w:t xml:space="preserve">، </w:t>
      </w:r>
      <w:r>
        <w:rPr>
          <w:rtl/>
        </w:rPr>
        <w:t>وَ ارْزُقْنِى صِحَّةً فِى عِبَادَةٍ</w:t>
      </w:r>
      <w:r w:rsidR="007D3118">
        <w:rPr>
          <w:rtl/>
        </w:rPr>
        <w:t xml:space="preserve">، </w:t>
      </w:r>
      <w:r>
        <w:rPr>
          <w:rtl/>
        </w:rPr>
        <w:t>وَ فَرَاغا فِى زَهَادَةٍ</w:t>
      </w:r>
      <w:r w:rsidR="007D3118">
        <w:rPr>
          <w:rtl/>
        </w:rPr>
        <w:t xml:space="preserve">، </w:t>
      </w:r>
      <w:r>
        <w:rPr>
          <w:rtl/>
        </w:rPr>
        <w:t>وَ عِلْما فِى اسْتِعْمَالٍ</w:t>
      </w:r>
      <w:r w:rsidR="007D3118">
        <w:rPr>
          <w:rtl/>
        </w:rPr>
        <w:t xml:space="preserve">، </w:t>
      </w:r>
      <w:r>
        <w:rPr>
          <w:rtl/>
        </w:rPr>
        <w:t>وَ وَرَعا فِى إِجْمَالٍ</w:t>
      </w:r>
      <w:r w:rsidR="007D3118">
        <w:rPr>
          <w:rtl/>
        </w:rPr>
        <w:t xml:space="preserve">. </w:t>
      </w:r>
    </w:p>
    <w:p w:rsidR="00587D34" w:rsidRDefault="00587D34" w:rsidP="00587D34">
      <w:pPr>
        <w:pStyle w:val="libNormal"/>
        <w:rPr>
          <w:rtl/>
        </w:rPr>
      </w:pPr>
      <w:r>
        <w:rPr>
          <w:rtl/>
        </w:rPr>
        <w:t>(28</w:t>
      </w:r>
      <w:r w:rsidR="007D3118">
        <w:rPr>
          <w:rtl/>
        </w:rPr>
        <w:t xml:space="preserve">) </w:t>
      </w:r>
      <w:r>
        <w:rPr>
          <w:rtl/>
        </w:rPr>
        <w:t>اللَّهُمَّ اخْتِمْ بِعَفْوِكَ أَجَلِى</w:t>
      </w:r>
      <w:r w:rsidR="007D3118">
        <w:rPr>
          <w:rtl/>
        </w:rPr>
        <w:t xml:space="preserve">، </w:t>
      </w:r>
      <w:r>
        <w:rPr>
          <w:rtl/>
        </w:rPr>
        <w:t>وَ حَقِّقْ فِى رَجَاءِ رَحْمَتِكَ أَمَلِى</w:t>
      </w:r>
      <w:r w:rsidR="007D3118">
        <w:rPr>
          <w:rtl/>
        </w:rPr>
        <w:t xml:space="preserve">، </w:t>
      </w:r>
      <w:r>
        <w:rPr>
          <w:rtl/>
        </w:rPr>
        <w:t>وَ سَهِّلْ إِلَى بُلُوغِ رِضَاكَ سُبُلِى</w:t>
      </w:r>
      <w:r w:rsidR="007D3118">
        <w:rPr>
          <w:rtl/>
        </w:rPr>
        <w:t xml:space="preserve">، </w:t>
      </w:r>
      <w:r>
        <w:rPr>
          <w:rtl/>
        </w:rPr>
        <w:t>وَ حَسِّنْ فِى جَمِيعِ أَحْوَالِى عَمَلِى</w:t>
      </w:r>
      <w:r w:rsidR="007D3118">
        <w:rPr>
          <w:rtl/>
        </w:rPr>
        <w:t xml:space="preserve">. </w:t>
      </w:r>
    </w:p>
    <w:p w:rsidR="00587D34" w:rsidRDefault="00587D34" w:rsidP="00587D34">
      <w:pPr>
        <w:pStyle w:val="libNormal"/>
      </w:pPr>
      <w:r>
        <w:rPr>
          <w:rtl/>
        </w:rPr>
        <w:t>(29</w:t>
      </w:r>
      <w:r w:rsidR="007D3118">
        <w:rPr>
          <w:rtl/>
        </w:rPr>
        <w:t xml:space="preserve">) </w:t>
      </w:r>
      <w:r>
        <w:rPr>
          <w:rtl/>
        </w:rPr>
        <w:t>اللَّهُمَّ صَلِّ عَلَى مُحَمَّدٍ وَ آلِهِ</w:t>
      </w:r>
      <w:r w:rsidR="007D3118">
        <w:rPr>
          <w:rtl/>
        </w:rPr>
        <w:t xml:space="preserve">، </w:t>
      </w:r>
      <w:r>
        <w:rPr>
          <w:rtl/>
        </w:rPr>
        <w:t>وَ نَبِّهْنِى لِذِكْرِكَ فِى أَوْقَاتِ الْغَفْلَةِ</w:t>
      </w:r>
      <w:r w:rsidR="007D3118">
        <w:rPr>
          <w:rtl/>
        </w:rPr>
        <w:t xml:space="preserve">، </w:t>
      </w:r>
      <w:r>
        <w:rPr>
          <w:rtl/>
        </w:rPr>
        <w:t>وَ اسْتَعْمِلْنِى بِطَاعَتِكَ فِى أَيَّامِ الْمُهْلَةِ</w:t>
      </w:r>
      <w:r w:rsidR="007D3118">
        <w:rPr>
          <w:rtl/>
        </w:rPr>
        <w:t xml:space="preserve">، </w:t>
      </w:r>
      <w:r>
        <w:rPr>
          <w:rtl/>
        </w:rPr>
        <w:t>وَ انْهَجْ لِى إِلَى مَحَبَّتِكَ سَبِيلا سَهْلَةً</w:t>
      </w:r>
      <w:r w:rsidR="007D3118">
        <w:rPr>
          <w:rtl/>
        </w:rPr>
        <w:t xml:space="preserve">، </w:t>
      </w:r>
      <w:r>
        <w:rPr>
          <w:rtl/>
        </w:rPr>
        <w:t>أَكْمِلْ لِى بِهَا خَيْرَ الدُّنْيَا وَ الاْخِرَةِ</w:t>
      </w:r>
      <w:r w:rsidR="007D3118">
        <w:rPr>
          <w:rtl/>
        </w:rPr>
        <w:t xml:space="preserve">. </w:t>
      </w:r>
    </w:p>
    <w:p w:rsidR="00587D34" w:rsidRDefault="00587D34" w:rsidP="00587D34">
      <w:pPr>
        <w:pStyle w:val="libNormal"/>
        <w:rPr>
          <w:rtl/>
        </w:rPr>
      </w:pPr>
      <w:r>
        <w:rPr>
          <w:rtl/>
        </w:rPr>
        <w:t>(30</w:t>
      </w:r>
      <w:r w:rsidR="007D3118">
        <w:rPr>
          <w:rtl/>
        </w:rPr>
        <w:t xml:space="preserve">) </w:t>
      </w:r>
      <w:r>
        <w:rPr>
          <w:rtl/>
        </w:rPr>
        <w:t>اللَّهُمَّ وَ صَلِّ عَلَى مُحَمَّدٍ وَ آلِهِ</w:t>
      </w:r>
      <w:r w:rsidR="007D3118">
        <w:rPr>
          <w:rtl/>
        </w:rPr>
        <w:t xml:space="preserve">، </w:t>
      </w:r>
      <w:r>
        <w:rPr>
          <w:rtl/>
        </w:rPr>
        <w:t>كَأَفْضَلِ مَا صَلَّيْتَ عَلَى أَحَدٍ مِنْ خَلْقِكَ قَبْلَهُ</w:t>
      </w:r>
      <w:r w:rsidR="007D3118">
        <w:rPr>
          <w:rtl/>
        </w:rPr>
        <w:t xml:space="preserve">، </w:t>
      </w:r>
      <w:r>
        <w:rPr>
          <w:rtl/>
        </w:rPr>
        <w:t>وَ أَنْتَ مُصَلٍّ عَلَى أَحَدٍ بَعْدَهُ</w:t>
      </w:r>
      <w:r w:rsidR="007D3118">
        <w:rPr>
          <w:rtl/>
        </w:rPr>
        <w:t xml:space="preserve">، </w:t>
      </w:r>
      <w:r>
        <w:rPr>
          <w:rtl/>
        </w:rPr>
        <w:t>وَ آتِنَا فِى الدُّنْيَا حَسَنَةً وَ فِى الاْخِرَةِ حَسَنَةً</w:t>
      </w:r>
      <w:r w:rsidR="007D3118">
        <w:rPr>
          <w:rtl/>
        </w:rPr>
        <w:t xml:space="preserve">، </w:t>
      </w:r>
      <w:r>
        <w:rPr>
          <w:rtl/>
        </w:rPr>
        <w:t>وَ قِنِى بِرَحْمَتِكَ عَذَابَ النَّارِ</w:t>
      </w:r>
      <w:r w:rsidR="007D3118">
        <w:rPr>
          <w:rtl/>
        </w:rPr>
        <w:t xml:space="preserve">. </w:t>
      </w:r>
    </w:p>
    <w:p w:rsidR="00587D34" w:rsidRDefault="00AA3CBA" w:rsidP="004C63D0">
      <w:pPr>
        <w:pStyle w:val="Heading2"/>
        <w:rPr>
          <w:rtl/>
        </w:rPr>
      </w:pPr>
      <w:bookmarkStart w:id="45" w:name="_Toc394915174"/>
      <w:r>
        <w:rPr>
          <w:rtl/>
        </w:rPr>
        <w:t xml:space="preserve">ترجمه دعاى بيستم: دعاى آن حضرت </w:t>
      </w:r>
      <w:r w:rsidR="000C598D" w:rsidRPr="000C598D">
        <w:rPr>
          <w:rStyle w:val="libAlaemChar"/>
          <w:rtl/>
        </w:rPr>
        <w:t>عليه‌السلام</w:t>
      </w:r>
      <w:r>
        <w:rPr>
          <w:rtl/>
        </w:rPr>
        <w:t xml:space="preserve"> در خوى هاى نيكو و كردارهاى پسنديده</w:t>
      </w:r>
      <w:bookmarkEnd w:id="45"/>
    </w:p>
    <w:p w:rsidR="00587D34" w:rsidRDefault="00587D34" w:rsidP="00587D34">
      <w:pPr>
        <w:pStyle w:val="libNormal"/>
        <w:rPr>
          <w:rtl/>
        </w:rPr>
      </w:pPr>
      <w:r>
        <w:rPr>
          <w:rtl/>
        </w:rPr>
        <w:t>1</w:t>
      </w:r>
      <w:r w:rsidR="007D3118">
        <w:rPr>
          <w:rtl/>
        </w:rPr>
        <w:t xml:space="preserve">. </w:t>
      </w:r>
      <w:r>
        <w:rPr>
          <w:rtl/>
        </w:rPr>
        <w:t>خدايا بر محمد و آلش درود فرست</w:t>
      </w:r>
      <w:r w:rsidR="007D3118">
        <w:rPr>
          <w:rtl/>
        </w:rPr>
        <w:t xml:space="preserve">، </w:t>
      </w:r>
      <w:r>
        <w:rPr>
          <w:rtl/>
        </w:rPr>
        <w:t>و ايمان مرا به كاملترين مرتبه ايمان رسان</w:t>
      </w:r>
      <w:r w:rsidR="007D3118">
        <w:rPr>
          <w:rtl/>
        </w:rPr>
        <w:t xml:space="preserve">، </w:t>
      </w:r>
      <w:r>
        <w:rPr>
          <w:rtl/>
        </w:rPr>
        <w:t xml:space="preserve">و يقين </w:t>
      </w:r>
      <w:r w:rsidRPr="00AA3CBA">
        <w:rPr>
          <w:rStyle w:val="libFootnotenumChar"/>
          <w:rtl/>
        </w:rPr>
        <w:t>(64</w:t>
      </w:r>
      <w:r w:rsidR="007D3118" w:rsidRPr="00AA3CBA">
        <w:rPr>
          <w:rStyle w:val="libFootnotenumChar"/>
          <w:rtl/>
        </w:rPr>
        <w:t>)</w:t>
      </w:r>
      <w:r>
        <w:rPr>
          <w:rtl/>
        </w:rPr>
        <w:t xml:space="preserve"> مرا بهترين يقين گردان</w:t>
      </w:r>
      <w:r w:rsidR="007D3118">
        <w:rPr>
          <w:rtl/>
        </w:rPr>
        <w:t xml:space="preserve">، </w:t>
      </w:r>
      <w:r>
        <w:rPr>
          <w:rtl/>
        </w:rPr>
        <w:t>و نيت مرا در زمره بهترين نيات و عمل مرا از جمله بهترين اعمال قرار ده</w:t>
      </w:r>
      <w:r w:rsidR="007D3118">
        <w:rPr>
          <w:rtl/>
        </w:rPr>
        <w:t xml:space="preserve">. </w:t>
      </w:r>
    </w:p>
    <w:p w:rsidR="00587D34" w:rsidRDefault="00587D34" w:rsidP="00587D34">
      <w:pPr>
        <w:pStyle w:val="libNormal"/>
        <w:rPr>
          <w:rtl/>
        </w:rPr>
      </w:pPr>
      <w:r>
        <w:rPr>
          <w:rtl/>
        </w:rPr>
        <w:t>2</w:t>
      </w:r>
      <w:r w:rsidR="007D3118">
        <w:rPr>
          <w:rtl/>
        </w:rPr>
        <w:t xml:space="preserve">. </w:t>
      </w:r>
      <w:r>
        <w:rPr>
          <w:rtl/>
        </w:rPr>
        <w:t>به لطف خويش خلوص نيت مرا به كمال رسان و يقين مرا به آن چه نزد توست محكم و استوار كن و هر عمل من كه فاسد است به قدرت خود به صلاح آور</w:t>
      </w:r>
      <w:r w:rsidR="007D3118">
        <w:rPr>
          <w:rtl/>
        </w:rPr>
        <w:t xml:space="preserve">. </w:t>
      </w:r>
    </w:p>
    <w:p w:rsidR="00587D34" w:rsidRDefault="00587D34" w:rsidP="00AC50E0">
      <w:pPr>
        <w:pStyle w:val="libNormal"/>
        <w:rPr>
          <w:rtl/>
        </w:rPr>
      </w:pPr>
      <w:r>
        <w:rPr>
          <w:rtl/>
        </w:rPr>
        <w:lastRenderedPageBreak/>
        <w:t>3</w:t>
      </w:r>
      <w:r w:rsidR="007D3118">
        <w:rPr>
          <w:rtl/>
        </w:rPr>
        <w:t xml:space="preserve">. </w:t>
      </w:r>
      <w:r>
        <w:rPr>
          <w:rtl/>
        </w:rPr>
        <w:t>خدايا درود بر محمد و آل او فرست</w:t>
      </w:r>
      <w:r w:rsidR="007D3118">
        <w:rPr>
          <w:rtl/>
        </w:rPr>
        <w:t xml:space="preserve">، </w:t>
      </w:r>
      <w:r>
        <w:rPr>
          <w:rtl/>
        </w:rPr>
        <w:t>و هر چه انديشه مرا مشغول دارد تو خود كفايت آن كن</w:t>
      </w:r>
      <w:r w:rsidR="007D3118">
        <w:rPr>
          <w:rtl/>
        </w:rPr>
        <w:t xml:space="preserve">، </w:t>
      </w:r>
      <w:r>
        <w:rPr>
          <w:rtl/>
        </w:rPr>
        <w:t>و بدان كارم گمار كه فردا مرا از آن پرسش كنى</w:t>
      </w:r>
      <w:r w:rsidR="007D3118">
        <w:rPr>
          <w:rtl/>
        </w:rPr>
        <w:t xml:space="preserve">، </w:t>
      </w:r>
      <w:r>
        <w:rPr>
          <w:rtl/>
        </w:rPr>
        <w:t>و اوقات مرا فارغ گردان براى انجام عملى كه مرا براى آن آفريدى</w:t>
      </w:r>
      <w:r w:rsidR="007D3118">
        <w:rPr>
          <w:rtl/>
        </w:rPr>
        <w:t xml:space="preserve">، </w:t>
      </w:r>
      <w:r>
        <w:rPr>
          <w:rtl/>
        </w:rPr>
        <w:t>و به مال بى نيازم گردان و روزى مرا بر من فراخ كن</w:t>
      </w:r>
      <w:r w:rsidR="007D3118">
        <w:rPr>
          <w:rtl/>
        </w:rPr>
        <w:t xml:space="preserve">، </w:t>
      </w:r>
      <w:r>
        <w:rPr>
          <w:rtl/>
        </w:rPr>
        <w:t xml:space="preserve">اما به ناسپاسى </w:t>
      </w:r>
      <w:r w:rsidRPr="00AA3CBA">
        <w:rPr>
          <w:rStyle w:val="libFootnotenumChar"/>
          <w:rtl/>
        </w:rPr>
        <w:t>(65</w:t>
      </w:r>
      <w:r w:rsidR="007D3118" w:rsidRPr="00AA3CBA">
        <w:rPr>
          <w:rStyle w:val="libFootnotenumChar"/>
          <w:rtl/>
        </w:rPr>
        <w:t>)</w:t>
      </w:r>
      <w:r>
        <w:rPr>
          <w:rtl/>
        </w:rPr>
        <w:t xml:space="preserve"> و خودپرستى مبتلا مساز و رتبه ارجمند ده و به كبر و منى آزمايش مفرما و توفيق عبادت ده و به ناز و خودپسندى عبادت مرا فاسد مكن و خير بر دست من براى مردم جارى كن و به منت نهادن آن را ضايع مساز و به خوى نيك آراسته ام دار و از باليدن و فخر حفظ كن</w:t>
      </w:r>
      <w:r w:rsidR="007D3118">
        <w:rPr>
          <w:rtl/>
        </w:rPr>
        <w:t xml:space="preserve">. </w:t>
      </w:r>
      <w:r>
        <w:rPr>
          <w:rtl/>
        </w:rPr>
        <w:cr/>
        <w:t>4</w:t>
      </w:r>
      <w:r w:rsidR="007D3118">
        <w:rPr>
          <w:rtl/>
        </w:rPr>
        <w:t xml:space="preserve">. </w:t>
      </w:r>
      <w:r>
        <w:rPr>
          <w:rtl/>
        </w:rPr>
        <w:t>و درود بر محمد و آل او فرست</w:t>
      </w:r>
      <w:r w:rsidR="007D3118">
        <w:rPr>
          <w:rtl/>
        </w:rPr>
        <w:t xml:space="preserve">، </w:t>
      </w:r>
      <w:r>
        <w:rPr>
          <w:rtl/>
        </w:rPr>
        <w:t>و رتبه مرا پيش مردم بالا مبر مگر به همان اندازه پيش خودم پست گردانى</w:t>
      </w:r>
      <w:r w:rsidR="007D3118">
        <w:rPr>
          <w:rtl/>
        </w:rPr>
        <w:t xml:space="preserve">، </w:t>
      </w:r>
      <w:r>
        <w:rPr>
          <w:rtl/>
        </w:rPr>
        <w:t>و عزت ظاهرى مرا افزون مكن مگر در باطن پيش خود مرا به همان قدر متواضع سازى</w:t>
      </w:r>
      <w:r w:rsidR="007D3118">
        <w:rPr>
          <w:rtl/>
        </w:rPr>
        <w:t xml:space="preserve">. </w:t>
      </w:r>
    </w:p>
    <w:p w:rsidR="00587D34" w:rsidRDefault="00587D34" w:rsidP="00587D34">
      <w:pPr>
        <w:pStyle w:val="libNormal"/>
        <w:rPr>
          <w:rtl/>
        </w:rPr>
      </w:pPr>
      <w:r>
        <w:rPr>
          <w:rtl/>
        </w:rPr>
        <w:t>5</w:t>
      </w:r>
      <w:r w:rsidR="007D3118">
        <w:rPr>
          <w:rtl/>
        </w:rPr>
        <w:t xml:space="preserve">. </w:t>
      </w:r>
      <w:r>
        <w:rPr>
          <w:rtl/>
        </w:rPr>
        <w:t>خدايا درود بر محمد و آل او فرست</w:t>
      </w:r>
      <w:r w:rsidR="007D3118">
        <w:rPr>
          <w:rtl/>
        </w:rPr>
        <w:t xml:space="preserve">، </w:t>
      </w:r>
      <w:r>
        <w:rPr>
          <w:rtl/>
        </w:rPr>
        <w:t>و روشى پسنديده پيش آور كه غير آن نجويم و طريقتى شايسته كه از آن روى برنتابم و نيتى دست كه در آن شك نكنم و تا عمر من در طاعت تو گذرد مرا زنده نگاهدار و اگر بايد چراگاه شيطان شود</w:t>
      </w:r>
      <w:r w:rsidR="007D3118">
        <w:rPr>
          <w:rtl/>
        </w:rPr>
        <w:t xml:space="preserve">، </w:t>
      </w:r>
      <w:r>
        <w:rPr>
          <w:rtl/>
        </w:rPr>
        <w:t>سوى خود بر پيش از آن كه خشم توبه من رسد و غضب تو بر من مستحكم گردد</w:t>
      </w:r>
      <w:r w:rsidR="007D3118">
        <w:rPr>
          <w:rtl/>
        </w:rPr>
        <w:t xml:space="preserve">. </w:t>
      </w:r>
    </w:p>
    <w:p w:rsidR="00587D34" w:rsidRDefault="00587D34" w:rsidP="00587D34">
      <w:pPr>
        <w:pStyle w:val="libNormal"/>
        <w:rPr>
          <w:rtl/>
        </w:rPr>
      </w:pPr>
      <w:r>
        <w:rPr>
          <w:rtl/>
        </w:rPr>
        <w:t>6</w:t>
      </w:r>
      <w:r w:rsidR="007D3118">
        <w:rPr>
          <w:rtl/>
        </w:rPr>
        <w:t xml:space="preserve">. </w:t>
      </w:r>
      <w:r>
        <w:rPr>
          <w:rtl/>
        </w:rPr>
        <w:t>خداوندا! در من هيچ خُلق ناشايست نگذار مگر آن را شايسته گردانى و هيچ عيبى كه بدان مرا سرزنش كنند در من نماند مگر آن را نيكو كنى</w:t>
      </w:r>
      <w:r w:rsidR="007D3118">
        <w:rPr>
          <w:rtl/>
        </w:rPr>
        <w:t xml:space="preserve">، </w:t>
      </w:r>
      <w:r>
        <w:rPr>
          <w:rtl/>
        </w:rPr>
        <w:t>و فضيلتى ناقص نباشد</w:t>
      </w:r>
      <w:r w:rsidR="007D3118">
        <w:rPr>
          <w:rtl/>
        </w:rPr>
        <w:t xml:space="preserve">، </w:t>
      </w:r>
      <w:r w:rsidRPr="00AA3CBA">
        <w:rPr>
          <w:rStyle w:val="libFootnotenumChar"/>
          <w:rtl/>
        </w:rPr>
        <w:t>(66</w:t>
      </w:r>
      <w:r w:rsidR="007D3118" w:rsidRPr="00AA3CBA">
        <w:rPr>
          <w:rStyle w:val="libFootnotenumChar"/>
          <w:rtl/>
        </w:rPr>
        <w:t>)</w:t>
      </w:r>
      <w:r>
        <w:rPr>
          <w:rtl/>
        </w:rPr>
        <w:t xml:space="preserve"> مگر آن را به كمال رسانى</w:t>
      </w:r>
      <w:r w:rsidR="007D3118">
        <w:rPr>
          <w:rtl/>
        </w:rPr>
        <w:t xml:space="preserve">. </w:t>
      </w:r>
    </w:p>
    <w:p w:rsidR="00587D34" w:rsidRDefault="00587D34" w:rsidP="00587D34">
      <w:pPr>
        <w:pStyle w:val="libNormal"/>
        <w:rPr>
          <w:rtl/>
        </w:rPr>
      </w:pPr>
      <w:r>
        <w:rPr>
          <w:rtl/>
        </w:rPr>
        <w:t>7</w:t>
      </w:r>
      <w:r w:rsidR="007D3118">
        <w:rPr>
          <w:rtl/>
        </w:rPr>
        <w:t xml:space="preserve">. </w:t>
      </w:r>
      <w:r>
        <w:rPr>
          <w:rtl/>
        </w:rPr>
        <w:t>خداوندا</w:t>
      </w:r>
      <w:r w:rsidR="007D3118">
        <w:rPr>
          <w:rtl/>
        </w:rPr>
        <w:t xml:space="preserve">، </w:t>
      </w:r>
      <w:r>
        <w:rPr>
          <w:rtl/>
        </w:rPr>
        <w:t>درود بر محمد و آل او فرست</w:t>
      </w:r>
      <w:r w:rsidR="007D3118">
        <w:rPr>
          <w:rtl/>
        </w:rPr>
        <w:t xml:space="preserve">، </w:t>
      </w:r>
      <w:r>
        <w:rPr>
          <w:rtl/>
        </w:rPr>
        <w:t>و كين دشمنان مرا به مهر مبدل كن و حسد ستمكاران را به نيكخواهى</w:t>
      </w:r>
      <w:r w:rsidR="007D3118">
        <w:rPr>
          <w:rtl/>
        </w:rPr>
        <w:t xml:space="preserve">، </w:t>
      </w:r>
      <w:r>
        <w:rPr>
          <w:rtl/>
        </w:rPr>
        <w:t>و بدگمانى بندگان شايسته ات را درباره من به وثوق و حسن ظن</w:t>
      </w:r>
      <w:r w:rsidR="007D3118">
        <w:rPr>
          <w:rtl/>
        </w:rPr>
        <w:t xml:space="preserve">، </w:t>
      </w:r>
      <w:r>
        <w:rPr>
          <w:rtl/>
        </w:rPr>
        <w:t>و دشمنى نزديكان را به دوستى</w:t>
      </w:r>
      <w:r w:rsidR="007D3118">
        <w:rPr>
          <w:rtl/>
        </w:rPr>
        <w:t xml:space="preserve">، </w:t>
      </w:r>
      <w:r>
        <w:rPr>
          <w:rtl/>
        </w:rPr>
        <w:t xml:space="preserve">و بدرفتارى خويشان </w:t>
      </w:r>
      <w:r>
        <w:rPr>
          <w:rtl/>
        </w:rPr>
        <w:lastRenderedPageBreak/>
        <w:t>را به خوش سلوكى</w:t>
      </w:r>
      <w:r w:rsidR="007D3118">
        <w:rPr>
          <w:rtl/>
        </w:rPr>
        <w:t xml:space="preserve">، </w:t>
      </w:r>
      <w:r>
        <w:rPr>
          <w:rtl/>
        </w:rPr>
        <w:t>متاركه مرا به يارى و مددكارى</w:t>
      </w:r>
      <w:r w:rsidR="007D3118">
        <w:rPr>
          <w:rtl/>
        </w:rPr>
        <w:t xml:space="preserve">، </w:t>
      </w:r>
      <w:r>
        <w:rPr>
          <w:rtl/>
        </w:rPr>
        <w:t>و چاپلوسى دوستان دروغين را به اخلاص</w:t>
      </w:r>
      <w:r w:rsidR="007D3118">
        <w:rPr>
          <w:rtl/>
        </w:rPr>
        <w:t xml:space="preserve">، </w:t>
      </w:r>
      <w:r>
        <w:rPr>
          <w:rtl/>
        </w:rPr>
        <w:t>و قهر معاشران را به آميزشى خوش</w:t>
      </w:r>
      <w:r w:rsidR="007D3118">
        <w:rPr>
          <w:rtl/>
        </w:rPr>
        <w:t xml:space="preserve">، </w:t>
      </w:r>
      <w:r>
        <w:rPr>
          <w:rtl/>
        </w:rPr>
        <w:t>و تلخى ترس را به شيرينى ايمنى</w:t>
      </w:r>
      <w:r w:rsidR="007D3118">
        <w:rPr>
          <w:rtl/>
        </w:rPr>
        <w:t xml:space="preserve">. </w:t>
      </w:r>
    </w:p>
    <w:p w:rsidR="00587D34" w:rsidRDefault="00587D34" w:rsidP="00587D34">
      <w:pPr>
        <w:pStyle w:val="libNormal"/>
        <w:rPr>
          <w:rtl/>
        </w:rPr>
      </w:pPr>
      <w:r>
        <w:rPr>
          <w:rtl/>
        </w:rPr>
        <w:t>8</w:t>
      </w:r>
      <w:r w:rsidR="007D3118">
        <w:rPr>
          <w:rtl/>
        </w:rPr>
        <w:t xml:space="preserve">. </w:t>
      </w:r>
      <w:r>
        <w:rPr>
          <w:rtl/>
        </w:rPr>
        <w:t>خدايا بر محمد و آل او درود فرست</w:t>
      </w:r>
      <w:r w:rsidR="007D3118">
        <w:rPr>
          <w:rtl/>
        </w:rPr>
        <w:t xml:space="preserve">، </w:t>
      </w:r>
      <w:r>
        <w:rPr>
          <w:rtl/>
        </w:rPr>
        <w:t>دست توانايم ده برآن كه بر من ستم كند</w:t>
      </w:r>
      <w:r w:rsidR="007D3118">
        <w:rPr>
          <w:rtl/>
        </w:rPr>
        <w:t xml:space="preserve">، </w:t>
      </w:r>
      <w:r>
        <w:rPr>
          <w:rtl/>
        </w:rPr>
        <w:t>و زبانى گويا بر آن كه با من ستيز جويد و فيروزى بر آن كه با من دشمنى ورزد و چاره سازى آن كه مرا فريب خواهد داد و نيرو بر آن كه مرا زبون خواهد كرد</w:t>
      </w:r>
      <w:r w:rsidR="007D3118">
        <w:rPr>
          <w:rtl/>
        </w:rPr>
        <w:t xml:space="preserve">، </w:t>
      </w:r>
      <w:r>
        <w:rPr>
          <w:rtl/>
        </w:rPr>
        <w:t>و تكذيب آنكه عيب من گويد و رهايى از دست آن كه آزار من جويد</w:t>
      </w:r>
      <w:r w:rsidR="007D3118">
        <w:rPr>
          <w:rtl/>
        </w:rPr>
        <w:t xml:space="preserve">. </w:t>
      </w:r>
      <w:r>
        <w:rPr>
          <w:rtl/>
        </w:rPr>
        <w:t>مرا توفيق ده به اطاعت آن كه به من راه راست نمايد و پيروى آن كه مرا ارشاد كند</w:t>
      </w:r>
      <w:r w:rsidR="007D3118">
        <w:rPr>
          <w:rtl/>
        </w:rPr>
        <w:t xml:space="preserve">. </w:t>
      </w:r>
      <w:r w:rsidRPr="00AA3CBA">
        <w:rPr>
          <w:rStyle w:val="libFootnotenumChar"/>
          <w:rtl/>
        </w:rPr>
        <w:t>(67</w:t>
      </w:r>
      <w:r w:rsidR="007D3118" w:rsidRPr="00AA3CBA">
        <w:rPr>
          <w:rStyle w:val="libFootnotenumChar"/>
          <w:rtl/>
        </w:rPr>
        <w:t>)</w:t>
      </w:r>
    </w:p>
    <w:p w:rsidR="00587D34" w:rsidRDefault="00587D34" w:rsidP="00587D34">
      <w:pPr>
        <w:pStyle w:val="libNormal"/>
        <w:rPr>
          <w:rtl/>
        </w:rPr>
      </w:pPr>
      <w:r>
        <w:rPr>
          <w:rtl/>
        </w:rPr>
        <w:t>9</w:t>
      </w:r>
      <w:r w:rsidR="007D3118">
        <w:rPr>
          <w:rtl/>
        </w:rPr>
        <w:t xml:space="preserve">. </w:t>
      </w:r>
      <w:r>
        <w:rPr>
          <w:rtl/>
        </w:rPr>
        <w:t>خدايا درود بر محمد و آل او فرست</w:t>
      </w:r>
      <w:r w:rsidR="007D3118">
        <w:rPr>
          <w:rtl/>
        </w:rPr>
        <w:t xml:space="preserve">، </w:t>
      </w:r>
      <w:r>
        <w:rPr>
          <w:rtl/>
        </w:rPr>
        <w:t>و توفيقم ده كه خيرخواهى آن كس ‍ كنم كه بدخواهى من كرد و به آشتى تلافى كنم آن را كه از من بريد و به بخشش پاداش دهم</w:t>
      </w:r>
      <w:r w:rsidR="007D3118">
        <w:rPr>
          <w:rtl/>
        </w:rPr>
        <w:t xml:space="preserve">، </w:t>
      </w:r>
      <w:r>
        <w:rPr>
          <w:rtl/>
        </w:rPr>
        <w:t>آنكه مرا نوميد كرد و بپيوندم رشته الفت آن را كه از من بگسست و به نيكى ياد كنم آن را كه غيبت من گفت و اين كه خوبى را سپاسگزارم</w:t>
      </w:r>
      <w:r w:rsidR="007D3118">
        <w:rPr>
          <w:rtl/>
        </w:rPr>
        <w:t xml:space="preserve">، </w:t>
      </w:r>
      <w:r>
        <w:rPr>
          <w:rtl/>
        </w:rPr>
        <w:t>و از بدى چشم بپوشم</w:t>
      </w:r>
      <w:r w:rsidR="007D3118">
        <w:rPr>
          <w:rtl/>
        </w:rPr>
        <w:t xml:space="preserve">. </w:t>
      </w:r>
    </w:p>
    <w:p w:rsidR="00587D34" w:rsidRDefault="00587D34" w:rsidP="00587D34">
      <w:pPr>
        <w:pStyle w:val="libNormal"/>
        <w:rPr>
          <w:rtl/>
        </w:rPr>
      </w:pPr>
      <w:r>
        <w:rPr>
          <w:rtl/>
        </w:rPr>
        <w:t>10</w:t>
      </w:r>
      <w:r w:rsidR="007D3118">
        <w:rPr>
          <w:rtl/>
        </w:rPr>
        <w:t xml:space="preserve">. </w:t>
      </w:r>
      <w:r>
        <w:rPr>
          <w:rtl/>
        </w:rPr>
        <w:t>خدايا درود بر محمد و آل او فرست</w:t>
      </w:r>
      <w:r w:rsidR="007D3118">
        <w:rPr>
          <w:rtl/>
        </w:rPr>
        <w:t xml:space="preserve">، </w:t>
      </w:r>
      <w:r>
        <w:rPr>
          <w:rtl/>
        </w:rPr>
        <w:t>و مرا به زيور صلاح آراسته گردان و خلعت پارسايى بپوشان</w:t>
      </w:r>
      <w:r w:rsidR="007D3118">
        <w:rPr>
          <w:rtl/>
        </w:rPr>
        <w:t xml:space="preserve">، </w:t>
      </w:r>
      <w:r>
        <w:rPr>
          <w:rtl/>
        </w:rPr>
        <w:t>تا دادگستر باشم و خشم فرو برم و آتش فتنه را بنشانم</w:t>
      </w:r>
      <w:r w:rsidR="007D3118">
        <w:rPr>
          <w:rtl/>
        </w:rPr>
        <w:t xml:space="preserve">، </w:t>
      </w:r>
      <w:r>
        <w:rPr>
          <w:rtl/>
        </w:rPr>
        <w:t>و رنجديدگان را آشتى دهم و اصلاح ذات البين كنم</w:t>
      </w:r>
      <w:r w:rsidR="007D3118">
        <w:rPr>
          <w:rtl/>
        </w:rPr>
        <w:t xml:space="preserve">. </w:t>
      </w:r>
      <w:r>
        <w:rPr>
          <w:rtl/>
        </w:rPr>
        <w:t>كردار پسنديده ديگران را فاش و رفتار ناپسند آنان را مستور دارم</w:t>
      </w:r>
      <w:r w:rsidR="007D3118">
        <w:rPr>
          <w:rtl/>
        </w:rPr>
        <w:t xml:space="preserve">. </w:t>
      </w:r>
      <w:r>
        <w:rPr>
          <w:rtl/>
        </w:rPr>
        <w:t>نرم خوى و فروتن و نيك رفتار و بردبار و خوش روى باشم</w:t>
      </w:r>
      <w:r w:rsidR="007D3118">
        <w:rPr>
          <w:rtl/>
        </w:rPr>
        <w:t xml:space="preserve">. </w:t>
      </w:r>
      <w:r>
        <w:rPr>
          <w:rtl/>
        </w:rPr>
        <w:t>سوى فضايل پيشى جويم و بر همگان برترى گزينم</w:t>
      </w:r>
      <w:r w:rsidR="007D3118">
        <w:rPr>
          <w:rtl/>
        </w:rPr>
        <w:t xml:space="preserve">، </w:t>
      </w:r>
      <w:r>
        <w:rPr>
          <w:rtl/>
        </w:rPr>
        <w:t>اما آنها را سرزنش نكنم و رايگان بخشش كنم و حق گويم گرچه حق گوى اندك باشد</w:t>
      </w:r>
      <w:r w:rsidR="007D3118">
        <w:rPr>
          <w:rtl/>
        </w:rPr>
        <w:t xml:space="preserve">. </w:t>
      </w:r>
      <w:r>
        <w:rPr>
          <w:rtl/>
        </w:rPr>
        <w:t>در گفتار و رفتار من خير بسيار بود و آن را اندك شمرم و كار ناهنجار اندك بود و آن را بسيار دانم</w:t>
      </w:r>
      <w:r w:rsidR="007D3118">
        <w:rPr>
          <w:rtl/>
        </w:rPr>
        <w:t xml:space="preserve">، </w:t>
      </w:r>
      <w:r>
        <w:rPr>
          <w:rtl/>
        </w:rPr>
        <w:t xml:space="preserve">و اين فضايل را در من كامل گردان </w:t>
      </w:r>
      <w:r>
        <w:rPr>
          <w:rtl/>
        </w:rPr>
        <w:lastRenderedPageBreak/>
        <w:t>به طاعت كردن پيوسته و ملازم جماعت بودن و اهل بدعت و راءى تازه را ترك كردن</w:t>
      </w:r>
      <w:r w:rsidR="007D3118">
        <w:rPr>
          <w:rtl/>
        </w:rPr>
        <w:t xml:space="preserve">. </w:t>
      </w:r>
    </w:p>
    <w:p w:rsidR="00587D34" w:rsidRDefault="00587D34" w:rsidP="00587D34">
      <w:pPr>
        <w:pStyle w:val="libNormal"/>
        <w:rPr>
          <w:rtl/>
        </w:rPr>
      </w:pPr>
      <w:r>
        <w:rPr>
          <w:rtl/>
        </w:rPr>
        <w:t>11</w:t>
      </w:r>
      <w:r w:rsidR="007D3118">
        <w:rPr>
          <w:rtl/>
        </w:rPr>
        <w:t xml:space="preserve">. </w:t>
      </w:r>
      <w:r>
        <w:rPr>
          <w:rtl/>
        </w:rPr>
        <w:t>خدايا بر محمد و آل او درود فرست</w:t>
      </w:r>
      <w:r w:rsidR="007D3118">
        <w:rPr>
          <w:rtl/>
        </w:rPr>
        <w:t xml:space="preserve">، </w:t>
      </w:r>
      <w:r>
        <w:rPr>
          <w:rtl/>
        </w:rPr>
        <w:t>و فراخترين روزى را هنگام پيرى به من مرحمت كن</w:t>
      </w:r>
      <w:r w:rsidR="007D3118">
        <w:rPr>
          <w:rtl/>
        </w:rPr>
        <w:t xml:space="preserve">، </w:t>
      </w:r>
      <w:r>
        <w:rPr>
          <w:rtl/>
        </w:rPr>
        <w:t>برترين نيرو را وقت درماندگى و مرا به سستى در عبادت و ناديده راه حق مبتلا مساز</w:t>
      </w:r>
      <w:r w:rsidR="007D3118">
        <w:rPr>
          <w:rtl/>
        </w:rPr>
        <w:t xml:space="preserve">. </w:t>
      </w:r>
      <w:r>
        <w:rPr>
          <w:rtl/>
        </w:rPr>
        <w:t>كارى بر خلاف رضاى تو نكنم</w:t>
      </w:r>
      <w:r w:rsidR="007D3118">
        <w:rPr>
          <w:rtl/>
        </w:rPr>
        <w:t xml:space="preserve">، </w:t>
      </w:r>
      <w:r>
        <w:rPr>
          <w:rtl/>
        </w:rPr>
        <w:t>و با كسى كه از تو دور است الفت نگيرم و از آن كه با توست جدا نشوم</w:t>
      </w:r>
      <w:r w:rsidR="007D3118">
        <w:rPr>
          <w:rtl/>
        </w:rPr>
        <w:t xml:space="preserve">. </w:t>
      </w:r>
    </w:p>
    <w:p w:rsidR="00587D34" w:rsidRDefault="00587D34" w:rsidP="00587D34">
      <w:pPr>
        <w:pStyle w:val="libNormal"/>
        <w:rPr>
          <w:rtl/>
        </w:rPr>
      </w:pPr>
      <w:r>
        <w:rPr>
          <w:rtl/>
        </w:rPr>
        <w:t>12</w:t>
      </w:r>
      <w:r w:rsidR="007D3118">
        <w:rPr>
          <w:rtl/>
        </w:rPr>
        <w:t xml:space="preserve">. </w:t>
      </w:r>
      <w:r>
        <w:rPr>
          <w:rtl/>
        </w:rPr>
        <w:t>خداوندا چنانم كن كه در سختى ها به پشتيبانى تو بكوشم و هنگام نياز از تو حاجت بخواهم و در بيچارگى زارى سوى تو كنم و مبادا آن كه در فروماندگى از غير تو يارى جويم و چون درويش گردم فروتنى نزد غير تو كنم و از او چون خواهم و هنگام ترس به جز تو پناه برم تا سزاوار منع تو گردم و مرا به حال خود گذارى و روى از من بگردانى يا ارحم الراحمين</w:t>
      </w:r>
      <w:r w:rsidR="007D3118">
        <w:rPr>
          <w:rtl/>
        </w:rPr>
        <w:t xml:space="preserve">. </w:t>
      </w:r>
    </w:p>
    <w:p w:rsidR="00587D34" w:rsidRDefault="00587D34" w:rsidP="00587D34">
      <w:pPr>
        <w:pStyle w:val="libNormal"/>
        <w:rPr>
          <w:rtl/>
        </w:rPr>
      </w:pPr>
      <w:r>
        <w:rPr>
          <w:rtl/>
        </w:rPr>
        <w:t>13</w:t>
      </w:r>
      <w:r w:rsidR="007D3118">
        <w:rPr>
          <w:rtl/>
        </w:rPr>
        <w:t xml:space="preserve">. </w:t>
      </w:r>
      <w:r>
        <w:rPr>
          <w:rtl/>
        </w:rPr>
        <w:t>خداوندا! به جاى آرزوى باطل و گمان بد و رشك بر بندگان تو كه شيطان در دل من افكند</w:t>
      </w:r>
      <w:r w:rsidR="007D3118">
        <w:rPr>
          <w:rtl/>
        </w:rPr>
        <w:t xml:space="preserve">، </w:t>
      </w:r>
      <w:r>
        <w:rPr>
          <w:rtl/>
        </w:rPr>
        <w:t>ياد بزرگى و انديشه در توانايى خود و چاره سازى در دشمن را در دل من انداز و به جاى سخن زشت و بيهوده و آبروريزى مردم و گواهى به ناحق و غيبت مومنى غايب و دشنام حاضر و مانند آن</w:t>
      </w:r>
      <w:r w:rsidR="007D3118">
        <w:rPr>
          <w:rtl/>
        </w:rPr>
        <w:t xml:space="preserve">، </w:t>
      </w:r>
      <w:r>
        <w:rPr>
          <w:rtl/>
        </w:rPr>
        <w:t>سخن من سپاس تو باشد و ستايش تو بسيار كنم و بزرگى تو از هر جهت بگويم و شكر نعمت هاى تو گزارم و احسان تو بر زبان آرم و نعمت هاى تو بر شمارم</w:t>
      </w:r>
      <w:r w:rsidR="007D3118">
        <w:rPr>
          <w:rtl/>
        </w:rPr>
        <w:t xml:space="preserve">. </w:t>
      </w:r>
    </w:p>
    <w:p w:rsidR="00587D34" w:rsidRDefault="00587D34" w:rsidP="00587D34">
      <w:pPr>
        <w:pStyle w:val="libNormal"/>
        <w:rPr>
          <w:rtl/>
        </w:rPr>
      </w:pPr>
      <w:r>
        <w:rPr>
          <w:rtl/>
        </w:rPr>
        <w:t>14</w:t>
      </w:r>
      <w:r w:rsidR="007D3118">
        <w:rPr>
          <w:rtl/>
        </w:rPr>
        <w:t xml:space="preserve">. </w:t>
      </w:r>
      <w:r>
        <w:rPr>
          <w:rtl/>
        </w:rPr>
        <w:t>خداوندا! درود بر محمد و آل او فرست</w:t>
      </w:r>
      <w:r w:rsidR="007D3118">
        <w:rPr>
          <w:rtl/>
        </w:rPr>
        <w:t xml:space="preserve">، </w:t>
      </w:r>
      <w:r>
        <w:rPr>
          <w:rtl/>
        </w:rPr>
        <w:t>و مگذار كه بر من ستم رود</w:t>
      </w:r>
      <w:r w:rsidR="007D3118">
        <w:rPr>
          <w:rtl/>
        </w:rPr>
        <w:t xml:space="preserve">، </w:t>
      </w:r>
      <w:r>
        <w:rPr>
          <w:rtl/>
        </w:rPr>
        <w:t>با آن كه تو بر دفع آن قادرى</w:t>
      </w:r>
      <w:r w:rsidR="007D3118">
        <w:rPr>
          <w:rtl/>
        </w:rPr>
        <w:t xml:space="preserve">، </w:t>
      </w:r>
      <w:r>
        <w:rPr>
          <w:rtl/>
        </w:rPr>
        <w:t>يا من بر كسى ستم كنم و تو مى توانى مرا باز دارى</w:t>
      </w:r>
      <w:r w:rsidR="007D3118">
        <w:rPr>
          <w:rtl/>
        </w:rPr>
        <w:t xml:space="preserve">، </w:t>
      </w:r>
      <w:r>
        <w:rPr>
          <w:rtl/>
        </w:rPr>
        <w:t>و گمراه نشوم چون هدايت من با توست و تنگدست نگردم با آن كه گشايش كار من از دست تو برآيد و سركشى نكنم چون دارايى من از توست</w:t>
      </w:r>
    </w:p>
    <w:p w:rsidR="00587D34" w:rsidRDefault="00587D34" w:rsidP="00587D34">
      <w:pPr>
        <w:pStyle w:val="libNormal"/>
        <w:rPr>
          <w:rtl/>
        </w:rPr>
      </w:pPr>
      <w:r>
        <w:rPr>
          <w:rtl/>
        </w:rPr>
        <w:lastRenderedPageBreak/>
        <w:t>15</w:t>
      </w:r>
      <w:r w:rsidR="007D3118">
        <w:rPr>
          <w:rtl/>
        </w:rPr>
        <w:t xml:space="preserve">. </w:t>
      </w:r>
      <w:r>
        <w:rPr>
          <w:rtl/>
        </w:rPr>
        <w:t>خدايا! سوى آمرزش تو آمدم</w:t>
      </w:r>
      <w:r w:rsidR="007D3118">
        <w:rPr>
          <w:rtl/>
        </w:rPr>
        <w:t xml:space="preserve">، </w:t>
      </w:r>
      <w:r>
        <w:rPr>
          <w:rtl/>
        </w:rPr>
        <w:t>و آهنگ بخشايش تو كردم</w:t>
      </w:r>
      <w:r w:rsidR="007D3118">
        <w:rPr>
          <w:rtl/>
        </w:rPr>
        <w:t xml:space="preserve">، </w:t>
      </w:r>
      <w:r>
        <w:rPr>
          <w:rtl/>
        </w:rPr>
        <w:t>و شوق به گذشت تو دارم و به فضل تو اميدوارم</w:t>
      </w:r>
      <w:r w:rsidR="007D3118">
        <w:rPr>
          <w:rtl/>
        </w:rPr>
        <w:t xml:space="preserve">، </w:t>
      </w:r>
      <w:r>
        <w:rPr>
          <w:rtl/>
        </w:rPr>
        <w:t>اما چيزيم نيست كه موجب مغفرت تو گردد و عملى نكردم كه سزاوار عفو تو باشد و پس از اعتراف به تقصير خود چاره اى جز اعتماد بر فضل تو ندارم</w:t>
      </w:r>
      <w:r w:rsidR="007D3118">
        <w:rPr>
          <w:rtl/>
        </w:rPr>
        <w:t xml:space="preserve">، </w:t>
      </w:r>
      <w:r>
        <w:rPr>
          <w:rtl/>
        </w:rPr>
        <w:t>پس درود بر محمد و آل او فرست</w:t>
      </w:r>
      <w:r w:rsidR="007D3118">
        <w:rPr>
          <w:rtl/>
        </w:rPr>
        <w:t xml:space="preserve">، </w:t>
      </w:r>
      <w:r>
        <w:rPr>
          <w:rtl/>
        </w:rPr>
        <w:t>و بر من تفضّل كن</w:t>
      </w:r>
      <w:r w:rsidR="007D3118">
        <w:rPr>
          <w:rtl/>
        </w:rPr>
        <w:t xml:space="preserve">. </w:t>
      </w:r>
    </w:p>
    <w:p w:rsidR="00587D34" w:rsidRDefault="00587D34" w:rsidP="00587D34">
      <w:pPr>
        <w:pStyle w:val="libNormal"/>
        <w:rPr>
          <w:rtl/>
        </w:rPr>
      </w:pPr>
      <w:r>
        <w:rPr>
          <w:rtl/>
        </w:rPr>
        <w:t>16</w:t>
      </w:r>
      <w:r w:rsidR="007D3118">
        <w:rPr>
          <w:rtl/>
        </w:rPr>
        <w:t xml:space="preserve">. </w:t>
      </w:r>
      <w:r>
        <w:rPr>
          <w:rtl/>
        </w:rPr>
        <w:t>خدايا زبان مرا به هدايت گويا گردان</w:t>
      </w:r>
      <w:r w:rsidR="007D3118">
        <w:rPr>
          <w:rtl/>
        </w:rPr>
        <w:t xml:space="preserve">، </w:t>
      </w:r>
      <w:r>
        <w:rPr>
          <w:rtl/>
        </w:rPr>
        <w:t>و دل مرا به تقوا آميزش ده</w:t>
      </w:r>
      <w:r w:rsidR="007D3118">
        <w:rPr>
          <w:rtl/>
        </w:rPr>
        <w:t xml:space="preserve">. </w:t>
      </w:r>
    </w:p>
    <w:p w:rsidR="00587D34" w:rsidRDefault="00587D34" w:rsidP="00587D34">
      <w:pPr>
        <w:pStyle w:val="libNormal"/>
        <w:rPr>
          <w:rtl/>
        </w:rPr>
      </w:pPr>
      <w:r>
        <w:rPr>
          <w:rtl/>
        </w:rPr>
        <w:t>17</w:t>
      </w:r>
      <w:r w:rsidR="007D3118">
        <w:rPr>
          <w:rtl/>
        </w:rPr>
        <w:t xml:space="preserve">. </w:t>
      </w:r>
      <w:r>
        <w:rPr>
          <w:rtl/>
        </w:rPr>
        <w:t>و به طريقتى هر چه نيكوتر بر گمار</w:t>
      </w:r>
      <w:r w:rsidR="007D3118">
        <w:rPr>
          <w:rtl/>
        </w:rPr>
        <w:t xml:space="preserve">، </w:t>
      </w:r>
      <w:r>
        <w:rPr>
          <w:rtl/>
        </w:rPr>
        <w:t>و به كارى هرچه پسنديده تر وادار</w:t>
      </w:r>
      <w:r w:rsidR="007D3118">
        <w:rPr>
          <w:rtl/>
        </w:rPr>
        <w:t xml:space="preserve">. </w:t>
      </w:r>
    </w:p>
    <w:p w:rsidR="00587D34" w:rsidRDefault="00587D34" w:rsidP="00587D34">
      <w:pPr>
        <w:pStyle w:val="libNormal"/>
        <w:rPr>
          <w:rtl/>
        </w:rPr>
      </w:pPr>
      <w:r>
        <w:rPr>
          <w:rtl/>
        </w:rPr>
        <w:t>خدايا مرا در بهترين راه سالك گردان كه بر دين تو زنده باشم و بر دين تو بميرم</w:t>
      </w:r>
      <w:r w:rsidR="007D3118">
        <w:rPr>
          <w:rtl/>
        </w:rPr>
        <w:t xml:space="preserve">. </w:t>
      </w:r>
    </w:p>
    <w:p w:rsidR="00587D34" w:rsidRDefault="00587D34" w:rsidP="00587D34">
      <w:pPr>
        <w:pStyle w:val="libNormal"/>
        <w:rPr>
          <w:rtl/>
        </w:rPr>
      </w:pPr>
      <w:r>
        <w:rPr>
          <w:rtl/>
        </w:rPr>
        <w:t>18</w:t>
      </w:r>
      <w:r w:rsidR="007D3118">
        <w:rPr>
          <w:rtl/>
        </w:rPr>
        <w:t xml:space="preserve">. </w:t>
      </w:r>
      <w:r>
        <w:rPr>
          <w:rtl/>
        </w:rPr>
        <w:t>خدايا درود بر محمد و آل او فرست</w:t>
      </w:r>
      <w:r w:rsidR="007D3118">
        <w:rPr>
          <w:rtl/>
        </w:rPr>
        <w:t xml:space="preserve">، </w:t>
      </w:r>
      <w:r>
        <w:rPr>
          <w:rtl/>
        </w:rPr>
        <w:t>و مرا از ميانه روى برخوردار دار</w:t>
      </w:r>
      <w:r w:rsidR="007D3118">
        <w:rPr>
          <w:rtl/>
        </w:rPr>
        <w:t xml:space="preserve">، </w:t>
      </w:r>
      <w:r>
        <w:rPr>
          <w:rtl/>
        </w:rPr>
        <w:t>و پرهيزگار و راهنماى خير</w:t>
      </w:r>
      <w:r w:rsidR="007D3118">
        <w:rPr>
          <w:rtl/>
        </w:rPr>
        <w:t xml:space="preserve">، </w:t>
      </w:r>
      <w:r>
        <w:rPr>
          <w:rtl/>
        </w:rPr>
        <w:t>و از بندگان شايسته قرار ده</w:t>
      </w:r>
      <w:r w:rsidR="007D3118">
        <w:rPr>
          <w:rtl/>
        </w:rPr>
        <w:t xml:space="preserve">، </w:t>
      </w:r>
      <w:r>
        <w:rPr>
          <w:rtl/>
        </w:rPr>
        <w:t>و رستگارى آخرت نصيبم كن كه از كمين گاه به سلامت گذرم</w:t>
      </w:r>
      <w:r w:rsidR="007D3118">
        <w:rPr>
          <w:rtl/>
        </w:rPr>
        <w:t xml:space="preserve">. </w:t>
      </w:r>
    </w:p>
    <w:p w:rsidR="00587D34" w:rsidRDefault="00587D34" w:rsidP="00587D34">
      <w:pPr>
        <w:pStyle w:val="libNormal"/>
        <w:rPr>
          <w:rtl/>
        </w:rPr>
      </w:pPr>
      <w:r>
        <w:rPr>
          <w:rtl/>
        </w:rPr>
        <w:t>19</w:t>
      </w:r>
      <w:r w:rsidR="007D3118">
        <w:rPr>
          <w:rtl/>
        </w:rPr>
        <w:t xml:space="preserve">. </w:t>
      </w:r>
      <w:r>
        <w:rPr>
          <w:rtl/>
        </w:rPr>
        <w:t>خدايا</w:t>
      </w:r>
      <w:r w:rsidR="007D3118">
        <w:rPr>
          <w:rtl/>
        </w:rPr>
        <w:t xml:space="preserve">، </w:t>
      </w:r>
      <w:r>
        <w:rPr>
          <w:rtl/>
        </w:rPr>
        <w:t>چيزى كه جان مرا آلوده كند از من بستان تا پاك شوم و آنچه را موجب صلاح من است براى من بگذار زيرا كه جان من در هلاكت افتد مگر تو نگاهش دارى</w:t>
      </w:r>
      <w:r w:rsidR="007D3118">
        <w:rPr>
          <w:rtl/>
        </w:rPr>
        <w:t xml:space="preserve">. </w:t>
      </w:r>
    </w:p>
    <w:p w:rsidR="00587D34" w:rsidRDefault="00587D34" w:rsidP="00587D34">
      <w:pPr>
        <w:pStyle w:val="libNormal"/>
        <w:rPr>
          <w:rtl/>
        </w:rPr>
      </w:pPr>
      <w:r>
        <w:rPr>
          <w:rtl/>
        </w:rPr>
        <w:t>20</w:t>
      </w:r>
      <w:r w:rsidR="007D3118">
        <w:rPr>
          <w:rtl/>
        </w:rPr>
        <w:t xml:space="preserve">. </w:t>
      </w:r>
      <w:r>
        <w:rPr>
          <w:rtl/>
        </w:rPr>
        <w:t>خدايا هنگام اندوه دل من به تو دارم و اگر محروم شوم چشم اميدم سوى توست و اگر مصائب روى به من آرد فريادرس من تويى و آنچه از دست من برود تدارك آن به دست توست</w:t>
      </w:r>
      <w:r w:rsidR="007D3118">
        <w:rPr>
          <w:rtl/>
        </w:rPr>
        <w:t xml:space="preserve">، </w:t>
      </w:r>
      <w:r>
        <w:rPr>
          <w:rtl/>
        </w:rPr>
        <w:t>و هر چه تباه گردد توانى آن را به اصلاح آورى و هرچه تو را ناپسند افتد خود تغيير توانى داد</w:t>
      </w:r>
      <w:r w:rsidR="007D3118">
        <w:rPr>
          <w:rtl/>
        </w:rPr>
        <w:t xml:space="preserve">. </w:t>
      </w:r>
      <w:r>
        <w:rPr>
          <w:rtl/>
        </w:rPr>
        <w:t>پس بر من منت نه و بلا نارسيده عافيت بخش و طلب ناكرده توانگرى ده و گمراه ناشده راه راست بنماى و آزار و رنج بندگانت را از من دور كن و در روز بازگشت مرا از قهر و عقوبت ايمان فرما و راه حق را به من بياموز</w:t>
      </w:r>
      <w:r w:rsidR="007D3118">
        <w:rPr>
          <w:rtl/>
        </w:rPr>
        <w:t xml:space="preserve">. </w:t>
      </w:r>
    </w:p>
    <w:p w:rsidR="00587D34" w:rsidRDefault="00587D34" w:rsidP="00587D34">
      <w:pPr>
        <w:pStyle w:val="libNormal"/>
        <w:rPr>
          <w:rtl/>
        </w:rPr>
      </w:pPr>
      <w:r>
        <w:rPr>
          <w:rtl/>
        </w:rPr>
        <w:lastRenderedPageBreak/>
        <w:t>21</w:t>
      </w:r>
      <w:r w:rsidR="007D3118">
        <w:rPr>
          <w:rtl/>
        </w:rPr>
        <w:t xml:space="preserve">. </w:t>
      </w:r>
      <w:r>
        <w:rPr>
          <w:rtl/>
        </w:rPr>
        <w:t>خداوندا! درود بر محمد و آل او فرست</w:t>
      </w:r>
      <w:r w:rsidR="007D3118">
        <w:rPr>
          <w:rtl/>
        </w:rPr>
        <w:t xml:space="preserve">، </w:t>
      </w:r>
      <w:r>
        <w:rPr>
          <w:rtl/>
        </w:rPr>
        <w:t>و به لطف هيش هر شرى را از من كفايت كن و به نعمت خود مرا پرورش ده</w:t>
      </w:r>
      <w:r w:rsidR="007D3118">
        <w:rPr>
          <w:rtl/>
        </w:rPr>
        <w:t xml:space="preserve">، </w:t>
      </w:r>
      <w:r>
        <w:rPr>
          <w:rtl/>
        </w:rPr>
        <w:t>و به كرم خود حال مرا به نيك آور و به چاره سازى خود علاج درد من فرما و مرا در سايه خود پناه ده و خلعت خشنودى بپوشان</w:t>
      </w:r>
      <w:r w:rsidR="007D3118">
        <w:rPr>
          <w:rtl/>
        </w:rPr>
        <w:t xml:space="preserve">، </w:t>
      </w:r>
      <w:r>
        <w:rPr>
          <w:rtl/>
        </w:rPr>
        <w:t>و چون كارها به هم در آميزد مرا به آن كه بهتر است راه نماى و چون اعمال به چند گونه پيش آيد</w:t>
      </w:r>
      <w:r w:rsidR="007D3118">
        <w:rPr>
          <w:rtl/>
        </w:rPr>
        <w:t xml:space="preserve">، </w:t>
      </w:r>
      <w:r>
        <w:rPr>
          <w:rtl/>
        </w:rPr>
        <w:t>به آن كه بى عيب تر است بر گمار و چون مذهب گوناگون بر خلاف يكديگر برخيزند مرا به آن كه پسنديده تر است هدايت فرما</w:t>
      </w:r>
      <w:r w:rsidR="007D3118">
        <w:rPr>
          <w:rtl/>
        </w:rPr>
        <w:t xml:space="preserve">. </w:t>
      </w:r>
    </w:p>
    <w:p w:rsidR="00587D34" w:rsidRDefault="00587D34" w:rsidP="00587D34">
      <w:pPr>
        <w:pStyle w:val="libNormal"/>
        <w:rPr>
          <w:rtl/>
        </w:rPr>
      </w:pPr>
      <w:r>
        <w:rPr>
          <w:rtl/>
        </w:rPr>
        <w:t>22</w:t>
      </w:r>
      <w:r w:rsidR="007D3118">
        <w:rPr>
          <w:rtl/>
        </w:rPr>
        <w:t xml:space="preserve">. </w:t>
      </w:r>
      <w:r>
        <w:rPr>
          <w:rtl/>
        </w:rPr>
        <w:t>خداوندا! درود بر محمد و خاندان او فرست</w:t>
      </w:r>
      <w:r w:rsidR="007D3118">
        <w:rPr>
          <w:rtl/>
        </w:rPr>
        <w:t xml:space="preserve">، </w:t>
      </w:r>
      <w:r>
        <w:rPr>
          <w:rtl/>
        </w:rPr>
        <w:t xml:space="preserve">و تاج مك مرا كار سازى مردم قرار ده و نشان فرمان روايى </w:t>
      </w:r>
      <w:r w:rsidRPr="00AA3CBA">
        <w:rPr>
          <w:rStyle w:val="libFootnotenumChar"/>
          <w:rtl/>
        </w:rPr>
        <w:t>(68</w:t>
      </w:r>
      <w:r w:rsidR="007D3118" w:rsidRPr="00AA3CBA">
        <w:rPr>
          <w:rStyle w:val="libFootnotenumChar"/>
          <w:rtl/>
        </w:rPr>
        <w:t>)</w:t>
      </w:r>
      <w:r>
        <w:rPr>
          <w:rtl/>
        </w:rPr>
        <w:t xml:space="preserve"> من آن كه تدبير خاتق نيكو كنم و آنان را به راه راست برم و مرا به فراخى عيش مبتلا كن اما از آسايش ‍ برخوردار دار و عيش مرا سخت مگردان و دعاى مرا رد مكن كه من براى تو مانندى نشناسم و همتايى در خدايى ندانم</w:t>
      </w:r>
      <w:r w:rsidR="007D3118">
        <w:rPr>
          <w:rtl/>
        </w:rPr>
        <w:t xml:space="preserve">. </w:t>
      </w:r>
    </w:p>
    <w:p w:rsidR="00587D34" w:rsidRDefault="00587D34" w:rsidP="00587D34">
      <w:pPr>
        <w:pStyle w:val="libNormal"/>
        <w:rPr>
          <w:rtl/>
        </w:rPr>
      </w:pPr>
      <w:r>
        <w:rPr>
          <w:rtl/>
        </w:rPr>
        <w:t>23</w:t>
      </w:r>
      <w:r w:rsidR="007D3118">
        <w:rPr>
          <w:rtl/>
        </w:rPr>
        <w:t xml:space="preserve">. </w:t>
      </w:r>
      <w:r>
        <w:rPr>
          <w:rtl/>
        </w:rPr>
        <w:t>خداوندا! درود بر محمد و آل او فرست</w:t>
      </w:r>
      <w:r w:rsidR="007D3118">
        <w:rPr>
          <w:rtl/>
        </w:rPr>
        <w:t xml:space="preserve">، </w:t>
      </w:r>
      <w:r>
        <w:rPr>
          <w:rtl/>
        </w:rPr>
        <w:t>و مرا از اسراف باز دار</w:t>
      </w:r>
      <w:r w:rsidR="007D3118">
        <w:rPr>
          <w:rtl/>
        </w:rPr>
        <w:t xml:space="preserve">، </w:t>
      </w:r>
      <w:r>
        <w:rPr>
          <w:rtl/>
        </w:rPr>
        <w:t>و روزى مرا از تلف شدن حفظ كن</w:t>
      </w:r>
      <w:r w:rsidR="007D3118">
        <w:rPr>
          <w:rtl/>
        </w:rPr>
        <w:t xml:space="preserve">، </w:t>
      </w:r>
      <w:r>
        <w:rPr>
          <w:rtl/>
        </w:rPr>
        <w:t>و در دارائى من بركت ده و چون از آن انفاق كنم راه خير پيش من آور</w:t>
      </w:r>
      <w:r w:rsidR="007D3118">
        <w:rPr>
          <w:rtl/>
        </w:rPr>
        <w:t xml:space="preserve">. </w:t>
      </w:r>
    </w:p>
    <w:p w:rsidR="00587D34" w:rsidRDefault="00587D34" w:rsidP="00587D34">
      <w:pPr>
        <w:pStyle w:val="libNormal"/>
        <w:rPr>
          <w:rtl/>
        </w:rPr>
      </w:pPr>
      <w:r>
        <w:rPr>
          <w:rtl/>
        </w:rPr>
        <w:t>24</w:t>
      </w:r>
      <w:r w:rsidR="007D3118">
        <w:rPr>
          <w:rtl/>
        </w:rPr>
        <w:t xml:space="preserve">. </w:t>
      </w:r>
      <w:r>
        <w:rPr>
          <w:rtl/>
        </w:rPr>
        <w:t>خداوندا! درود بر محمد و آل او فرست</w:t>
      </w:r>
      <w:r w:rsidR="007D3118">
        <w:rPr>
          <w:rtl/>
        </w:rPr>
        <w:t xml:space="preserve">، </w:t>
      </w:r>
      <w:r>
        <w:rPr>
          <w:rtl/>
        </w:rPr>
        <w:t>و مرا از رنج به دست آسوده كن و از جايى كه گمان ندارم روزى ده تا سرگرم طلب نشوم و از بندگى تو باز نمانم و رنج و وبال كسب بار دوش من نشود</w:t>
      </w:r>
      <w:r w:rsidR="007D3118">
        <w:rPr>
          <w:rtl/>
        </w:rPr>
        <w:t xml:space="preserve">. </w:t>
      </w:r>
      <w:r w:rsidRPr="00AA3CBA">
        <w:rPr>
          <w:rStyle w:val="libFootnotenumChar"/>
          <w:rtl/>
        </w:rPr>
        <w:t>(69</w:t>
      </w:r>
      <w:r w:rsidR="007D3118" w:rsidRPr="00AA3CBA">
        <w:rPr>
          <w:rStyle w:val="libFootnotenumChar"/>
          <w:rtl/>
        </w:rPr>
        <w:t>)</w:t>
      </w:r>
    </w:p>
    <w:p w:rsidR="00587D34" w:rsidRDefault="00587D34" w:rsidP="00587D34">
      <w:pPr>
        <w:pStyle w:val="libNormal"/>
        <w:rPr>
          <w:rtl/>
        </w:rPr>
      </w:pPr>
      <w:r>
        <w:rPr>
          <w:rtl/>
        </w:rPr>
        <w:t>25</w:t>
      </w:r>
      <w:r w:rsidR="007D3118">
        <w:rPr>
          <w:rtl/>
        </w:rPr>
        <w:t xml:space="preserve">. </w:t>
      </w:r>
      <w:r>
        <w:rPr>
          <w:rtl/>
        </w:rPr>
        <w:t>آن چه مى خواهم به قدرت خود</w:t>
      </w:r>
      <w:r w:rsidR="007D3118">
        <w:rPr>
          <w:rtl/>
        </w:rPr>
        <w:t xml:space="preserve">، </w:t>
      </w:r>
      <w:r>
        <w:rPr>
          <w:rtl/>
        </w:rPr>
        <w:t>خواهش مرا برآور و از آن چه مى ترسم به عزت خود مرا پناه ده</w:t>
      </w:r>
      <w:r w:rsidR="007D3118">
        <w:rPr>
          <w:rtl/>
        </w:rPr>
        <w:t xml:space="preserve">. </w:t>
      </w:r>
    </w:p>
    <w:p w:rsidR="00587D34" w:rsidRDefault="00587D34" w:rsidP="00587D34">
      <w:pPr>
        <w:pStyle w:val="libNormal"/>
        <w:rPr>
          <w:rtl/>
        </w:rPr>
      </w:pPr>
      <w:r>
        <w:rPr>
          <w:rtl/>
        </w:rPr>
        <w:t>26</w:t>
      </w:r>
      <w:r w:rsidR="007D3118">
        <w:rPr>
          <w:rtl/>
        </w:rPr>
        <w:t xml:space="preserve">. </w:t>
      </w:r>
      <w:r>
        <w:rPr>
          <w:rtl/>
        </w:rPr>
        <w:t>خدايا درود بر محمد و آل او فرست</w:t>
      </w:r>
      <w:r w:rsidR="007D3118">
        <w:rPr>
          <w:rtl/>
        </w:rPr>
        <w:t xml:space="preserve">، </w:t>
      </w:r>
      <w:r>
        <w:rPr>
          <w:rtl/>
        </w:rPr>
        <w:t>و به توانگرى عزت مرا نگهدار و آبروى مرا به تنگدستى مريز</w:t>
      </w:r>
      <w:r w:rsidR="007D3118">
        <w:rPr>
          <w:rtl/>
        </w:rPr>
        <w:t xml:space="preserve">، </w:t>
      </w:r>
      <w:r>
        <w:rPr>
          <w:rtl/>
        </w:rPr>
        <w:t>مبادا كه از روزى خواران تو روزى طلبم</w:t>
      </w:r>
      <w:r w:rsidR="007D3118">
        <w:rPr>
          <w:rtl/>
        </w:rPr>
        <w:t xml:space="preserve">، </w:t>
      </w:r>
      <w:r>
        <w:rPr>
          <w:rtl/>
        </w:rPr>
        <w:t xml:space="preserve">و از </w:t>
      </w:r>
      <w:r>
        <w:rPr>
          <w:rtl/>
        </w:rPr>
        <w:lastRenderedPageBreak/>
        <w:t>بدسرشتان خلق عطا خواهم</w:t>
      </w:r>
      <w:r w:rsidR="007D3118">
        <w:rPr>
          <w:rtl/>
        </w:rPr>
        <w:t xml:space="preserve">، </w:t>
      </w:r>
      <w:r>
        <w:rPr>
          <w:rtl/>
        </w:rPr>
        <w:t>و گرفتار سپاسگويى آن شوم كه به من چيزى بخشند يا نكوهش آن كه از من دريغ كند</w:t>
      </w:r>
      <w:r w:rsidR="007D3118">
        <w:rPr>
          <w:rtl/>
        </w:rPr>
        <w:t xml:space="preserve">، </w:t>
      </w:r>
      <w:r>
        <w:rPr>
          <w:rtl/>
        </w:rPr>
        <w:t>با آن كه بخشش و منع به دست تو است</w:t>
      </w:r>
      <w:r w:rsidR="007D3118">
        <w:rPr>
          <w:rtl/>
        </w:rPr>
        <w:t xml:space="preserve">. </w:t>
      </w:r>
    </w:p>
    <w:p w:rsidR="00587D34" w:rsidRDefault="00587D34" w:rsidP="00587D34">
      <w:pPr>
        <w:pStyle w:val="libNormal"/>
        <w:rPr>
          <w:rtl/>
        </w:rPr>
      </w:pPr>
      <w:r>
        <w:rPr>
          <w:rtl/>
        </w:rPr>
        <w:t>27</w:t>
      </w:r>
      <w:r w:rsidR="007D3118">
        <w:rPr>
          <w:rtl/>
        </w:rPr>
        <w:t xml:space="preserve">. </w:t>
      </w:r>
      <w:r>
        <w:rPr>
          <w:rtl/>
        </w:rPr>
        <w:t>خداوندا درود بر محمد و آل او فرست</w:t>
      </w:r>
      <w:r w:rsidR="007D3118">
        <w:rPr>
          <w:rtl/>
        </w:rPr>
        <w:t xml:space="preserve">، </w:t>
      </w:r>
      <w:r>
        <w:rPr>
          <w:rtl/>
        </w:rPr>
        <w:t>و مرا تندرستى ده تا بندگى كنم ودلى فارغ كه رغبت از جهان بگردانم و دانشى كه به كار برم</w:t>
      </w:r>
      <w:r w:rsidR="007D3118">
        <w:rPr>
          <w:rtl/>
        </w:rPr>
        <w:t xml:space="preserve">، </w:t>
      </w:r>
      <w:r>
        <w:rPr>
          <w:rtl/>
        </w:rPr>
        <w:t>و زهدى كه به اندك روزى بسازم</w:t>
      </w:r>
      <w:r w:rsidR="007D3118">
        <w:rPr>
          <w:rtl/>
        </w:rPr>
        <w:t xml:space="preserve">. </w:t>
      </w:r>
    </w:p>
    <w:p w:rsidR="00587D34" w:rsidRDefault="00587D34" w:rsidP="00587D34">
      <w:pPr>
        <w:pStyle w:val="libNormal"/>
        <w:rPr>
          <w:rtl/>
        </w:rPr>
      </w:pPr>
      <w:r>
        <w:rPr>
          <w:rtl/>
        </w:rPr>
        <w:t>28</w:t>
      </w:r>
      <w:r w:rsidR="007D3118">
        <w:rPr>
          <w:rtl/>
        </w:rPr>
        <w:t xml:space="preserve">. </w:t>
      </w:r>
      <w:r>
        <w:rPr>
          <w:rtl/>
        </w:rPr>
        <w:t>خديا پايان عمر من به آمرزش تو انجامد و آرزوى بخشايش تواءم تحقق يابد و راه خشنودى تو منتهى گردد و كردار من در همه حال نيكو باشد</w:t>
      </w:r>
      <w:r w:rsidR="007D3118">
        <w:rPr>
          <w:rtl/>
        </w:rPr>
        <w:t xml:space="preserve">. </w:t>
      </w:r>
    </w:p>
    <w:p w:rsidR="00587D34" w:rsidRDefault="00587D34" w:rsidP="00587D34">
      <w:pPr>
        <w:pStyle w:val="libNormal"/>
        <w:rPr>
          <w:rtl/>
        </w:rPr>
      </w:pPr>
      <w:r>
        <w:rPr>
          <w:rtl/>
        </w:rPr>
        <w:t>29</w:t>
      </w:r>
      <w:r w:rsidR="007D3118">
        <w:rPr>
          <w:rtl/>
        </w:rPr>
        <w:t xml:space="preserve">. </w:t>
      </w:r>
      <w:r>
        <w:rPr>
          <w:rtl/>
        </w:rPr>
        <w:t>خدايا درود بر محمد و آل او فرست</w:t>
      </w:r>
      <w:r w:rsidR="007D3118">
        <w:rPr>
          <w:rtl/>
        </w:rPr>
        <w:t xml:space="preserve">، </w:t>
      </w:r>
      <w:r>
        <w:rPr>
          <w:rtl/>
        </w:rPr>
        <w:t>و هنگام غفلت مرا به ياد خود هوشيار گردان و تا اجل فرا نرسيده است به طاعت خويش وادار و راهى آسان سوى محبت تو فراپيش من آور و خير دنيا و آخرت را به كمال عطا كن</w:t>
      </w:r>
      <w:r w:rsidR="007D3118">
        <w:rPr>
          <w:rtl/>
        </w:rPr>
        <w:t xml:space="preserve">. </w:t>
      </w:r>
    </w:p>
    <w:p w:rsidR="00587D34" w:rsidRDefault="00587D34" w:rsidP="00587D34">
      <w:pPr>
        <w:pStyle w:val="libNormal"/>
        <w:rPr>
          <w:rtl/>
        </w:rPr>
      </w:pPr>
      <w:r>
        <w:rPr>
          <w:rtl/>
        </w:rPr>
        <w:t>30</w:t>
      </w:r>
      <w:r w:rsidR="007D3118">
        <w:rPr>
          <w:rtl/>
        </w:rPr>
        <w:t xml:space="preserve">. </w:t>
      </w:r>
      <w:r>
        <w:rPr>
          <w:rtl/>
        </w:rPr>
        <w:t>خداوند درود بر محمد و آل او فرست</w:t>
      </w:r>
      <w:r w:rsidR="007D3118">
        <w:rPr>
          <w:rtl/>
        </w:rPr>
        <w:t xml:space="preserve">، </w:t>
      </w:r>
      <w:r>
        <w:rPr>
          <w:rtl/>
        </w:rPr>
        <w:t>برتر از آن چه بر كسى كه پيش از وى فرستاده اى و يا بر كسى پس از وى بفرستى و مرا در دنيا نيكى ده و در آخرتم هم</w:t>
      </w:r>
      <w:r w:rsidR="007D3118">
        <w:rPr>
          <w:rtl/>
        </w:rPr>
        <w:t xml:space="preserve">، </w:t>
      </w:r>
      <w:r>
        <w:rPr>
          <w:rtl/>
        </w:rPr>
        <w:t>و از شر عذاب آتش به رحمت خود حفظ كن</w:t>
      </w:r>
      <w:r w:rsidR="007D3118">
        <w:rPr>
          <w:rtl/>
        </w:rPr>
        <w:t xml:space="preserve">. </w:t>
      </w:r>
    </w:p>
    <w:p w:rsidR="00587D34" w:rsidRDefault="00AC50E0" w:rsidP="004C63D0">
      <w:pPr>
        <w:pStyle w:val="Heading2"/>
        <w:rPr>
          <w:rtl/>
        </w:rPr>
      </w:pPr>
      <w:r>
        <w:br w:type="page"/>
      </w:r>
      <w:bookmarkStart w:id="46" w:name="_Toc394915175"/>
      <w:r w:rsidR="00AA3CBA">
        <w:lastRenderedPageBreak/>
        <w:t>21</w:t>
      </w:r>
      <w:r w:rsidR="00AA3CBA">
        <w:rPr>
          <w:rtl/>
        </w:rPr>
        <w:t xml:space="preserve"> وَ كَانَ مِنْ دُعَائِهِ عَلَيْهِ السَّلامُ إِذَا حَزَنَهُ أَمْرٌ وَ أَهَمَّتْهُ الْخَطَايَا:</w:t>
      </w:r>
      <w:bookmarkEnd w:id="46"/>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يَا كَافِىَ الْفَرْدِ الضَّعِيفِ</w:t>
      </w:r>
      <w:r w:rsidR="007D3118">
        <w:rPr>
          <w:rtl/>
        </w:rPr>
        <w:t xml:space="preserve">، </w:t>
      </w:r>
      <w:r>
        <w:rPr>
          <w:rtl/>
        </w:rPr>
        <w:t>وَ وَاقِىَ الْأَمْرِ الْمَخُوفِ</w:t>
      </w:r>
      <w:r w:rsidR="007D3118">
        <w:rPr>
          <w:rtl/>
        </w:rPr>
        <w:t xml:space="preserve">، </w:t>
      </w:r>
      <w:r>
        <w:rPr>
          <w:rtl/>
        </w:rPr>
        <w:t>أَفْرَدَتْنِى الْخَطَايَا فَلا صَاحِبَ مَعِى</w:t>
      </w:r>
      <w:r w:rsidR="007D3118">
        <w:rPr>
          <w:rtl/>
        </w:rPr>
        <w:t xml:space="preserve">، </w:t>
      </w:r>
      <w:r>
        <w:rPr>
          <w:rtl/>
        </w:rPr>
        <w:t>وَ ضَعُفْتُ عَنْ غَضَبِكَ فَلا مُؤَيِّدَ لِى</w:t>
      </w:r>
      <w:r w:rsidR="007D3118">
        <w:rPr>
          <w:rtl/>
        </w:rPr>
        <w:t xml:space="preserve">، </w:t>
      </w:r>
      <w:r>
        <w:rPr>
          <w:rtl/>
        </w:rPr>
        <w:t>وَ أَشْرَفْتُ عَلَى خَوْفِ لِقَائِكَ فَلا مُسَكِّنَ لِرَوْعَتِى</w:t>
      </w:r>
    </w:p>
    <w:p w:rsidR="00587D34" w:rsidRDefault="00587D34" w:rsidP="00587D34">
      <w:pPr>
        <w:pStyle w:val="libNormal"/>
        <w:rPr>
          <w:rtl/>
        </w:rPr>
      </w:pPr>
      <w:r>
        <w:rPr>
          <w:rtl/>
        </w:rPr>
        <w:t>(2</w:t>
      </w:r>
      <w:r w:rsidR="007D3118">
        <w:rPr>
          <w:rtl/>
        </w:rPr>
        <w:t xml:space="preserve">) </w:t>
      </w:r>
      <w:r>
        <w:rPr>
          <w:rtl/>
        </w:rPr>
        <w:t>وَ مَنْ يُؤْمِنُنِى مِنْكَ وَ أَنْتَ أَخَفْتَنِى</w:t>
      </w:r>
      <w:r w:rsidR="007D3118">
        <w:rPr>
          <w:rtl/>
        </w:rPr>
        <w:t xml:space="preserve">، </w:t>
      </w:r>
      <w:r>
        <w:rPr>
          <w:rtl/>
        </w:rPr>
        <w:t>وَ مَنْ يُسَاعِدُنِى وَ أَنْتَ أَفْرَدْتَنِى</w:t>
      </w:r>
      <w:r w:rsidR="007D3118">
        <w:rPr>
          <w:rtl/>
        </w:rPr>
        <w:t xml:space="preserve">، </w:t>
      </w:r>
      <w:r>
        <w:rPr>
          <w:rtl/>
        </w:rPr>
        <w:t>وَ مَنْ يُقَوِّينِى وَ أَنْتَ أَضْعَفْتَنِى؟</w:t>
      </w:r>
    </w:p>
    <w:p w:rsidR="00587D34" w:rsidRDefault="00587D34" w:rsidP="00587D34">
      <w:pPr>
        <w:pStyle w:val="libNormal"/>
        <w:rPr>
          <w:rtl/>
        </w:rPr>
      </w:pPr>
      <w:r>
        <w:rPr>
          <w:rtl/>
        </w:rPr>
        <w:t>(3</w:t>
      </w:r>
      <w:r w:rsidR="007D3118">
        <w:rPr>
          <w:rtl/>
        </w:rPr>
        <w:t xml:space="preserve">) </w:t>
      </w:r>
      <w:r>
        <w:rPr>
          <w:rtl/>
        </w:rPr>
        <w:t>لا يُجِيرُ</w:t>
      </w:r>
      <w:r w:rsidR="007D3118">
        <w:rPr>
          <w:rtl/>
        </w:rPr>
        <w:t xml:space="preserve">، </w:t>
      </w:r>
      <w:r>
        <w:rPr>
          <w:rtl/>
        </w:rPr>
        <w:t>يَا إِلَهِى</w:t>
      </w:r>
      <w:r w:rsidR="007D3118">
        <w:rPr>
          <w:rtl/>
        </w:rPr>
        <w:t xml:space="preserve">، </w:t>
      </w:r>
      <w:r>
        <w:rPr>
          <w:rtl/>
        </w:rPr>
        <w:t>إِلا رَبٌّ عَلَى مَرْبُوبٍ</w:t>
      </w:r>
      <w:r w:rsidR="007D3118">
        <w:rPr>
          <w:rtl/>
        </w:rPr>
        <w:t xml:space="preserve">، </w:t>
      </w:r>
      <w:r>
        <w:rPr>
          <w:rtl/>
        </w:rPr>
        <w:t>وَ لا يُؤْمِنُ إِلا غَالِبٌ عَلَى مَغْلُوبٍ</w:t>
      </w:r>
      <w:r w:rsidR="007D3118">
        <w:rPr>
          <w:rtl/>
        </w:rPr>
        <w:t xml:space="preserve">، </w:t>
      </w:r>
      <w:r>
        <w:rPr>
          <w:rtl/>
        </w:rPr>
        <w:t>وَ لا يُعِينُ إِلا طَالِبٌ عَلَى مَطْلُوبٍ</w:t>
      </w:r>
      <w:r w:rsidR="007D3118">
        <w:rPr>
          <w:rtl/>
        </w:rPr>
        <w:t xml:space="preserve">. </w:t>
      </w:r>
    </w:p>
    <w:p w:rsidR="00587D34" w:rsidRDefault="00587D34" w:rsidP="00587D34">
      <w:pPr>
        <w:pStyle w:val="libNormal"/>
        <w:rPr>
          <w:rtl/>
        </w:rPr>
      </w:pPr>
      <w:r>
        <w:rPr>
          <w:rtl/>
        </w:rPr>
        <w:t>(4</w:t>
      </w:r>
      <w:r w:rsidR="007D3118">
        <w:rPr>
          <w:rtl/>
        </w:rPr>
        <w:t xml:space="preserve">) </w:t>
      </w:r>
      <w:r>
        <w:rPr>
          <w:rtl/>
        </w:rPr>
        <w:t>وَ بِيَدِكَ</w:t>
      </w:r>
      <w:r w:rsidR="007D3118">
        <w:rPr>
          <w:rtl/>
        </w:rPr>
        <w:t xml:space="preserve">، </w:t>
      </w:r>
      <w:r>
        <w:rPr>
          <w:rtl/>
        </w:rPr>
        <w:t>يَا إِلَهِى</w:t>
      </w:r>
      <w:r w:rsidR="007D3118">
        <w:rPr>
          <w:rtl/>
        </w:rPr>
        <w:t xml:space="preserve">، </w:t>
      </w:r>
      <w:r>
        <w:rPr>
          <w:rtl/>
        </w:rPr>
        <w:t>جَمِيعُ ذَلِكَ السَّبَبِ</w:t>
      </w:r>
      <w:r w:rsidR="007D3118">
        <w:rPr>
          <w:rtl/>
        </w:rPr>
        <w:t xml:space="preserve">، </w:t>
      </w:r>
      <w:r>
        <w:rPr>
          <w:rtl/>
        </w:rPr>
        <w:t>وَ إِلَيْكَ الْمَفَرُّ وَ الْمَهْرَبُ</w:t>
      </w:r>
      <w:r w:rsidR="007D3118">
        <w:rPr>
          <w:rtl/>
        </w:rPr>
        <w:t xml:space="preserve">، </w:t>
      </w:r>
      <w:r>
        <w:rPr>
          <w:rtl/>
        </w:rPr>
        <w:t>فَصَلِّ عَلَى مُحَمَّدٍ وَ آلِهِ</w:t>
      </w:r>
      <w:r w:rsidR="007D3118">
        <w:rPr>
          <w:rtl/>
        </w:rPr>
        <w:t xml:space="preserve">، </w:t>
      </w:r>
      <w:r>
        <w:rPr>
          <w:rtl/>
        </w:rPr>
        <w:t>وَ أَجِرْ هَرَبِى</w:t>
      </w:r>
      <w:r w:rsidR="007D3118">
        <w:rPr>
          <w:rtl/>
        </w:rPr>
        <w:t xml:space="preserve">، </w:t>
      </w:r>
      <w:r>
        <w:rPr>
          <w:rtl/>
        </w:rPr>
        <w:t>وَ أَنْجِحْ مَطْلَبِى</w:t>
      </w:r>
      <w:r w:rsidR="007D3118">
        <w:rPr>
          <w:rtl/>
        </w:rPr>
        <w:t xml:space="preserve">. </w:t>
      </w:r>
    </w:p>
    <w:p w:rsidR="00587D34" w:rsidRDefault="00587D34" w:rsidP="00587D34">
      <w:pPr>
        <w:pStyle w:val="libNormal"/>
        <w:rPr>
          <w:rtl/>
        </w:rPr>
      </w:pPr>
      <w:r>
        <w:rPr>
          <w:rtl/>
        </w:rPr>
        <w:t>(5</w:t>
      </w:r>
      <w:r w:rsidR="007D3118">
        <w:rPr>
          <w:rtl/>
        </w:rPr>
        <w:t xml:space="preserve">) </w:t>
      </w:r>
      <w:r>
        <w:rPr>
          <w:rtl/>
        </w:rPr>
        <w:t>اللَّهُمَّ إِنَّكَ إِنْ صَرَفْتَ عَنِّى وَجْهَكَ الْكَرِيمَ أَوْ مَنَعْتَنِى فَضْلَكَ الْجَسِيمَ أَوْ حَظَرْتَ عَلَيَّ رِزْقَكَ أَوْ قَطَعْتَ عَنِّى سَبَبَكَ لَمْ أَجِدِ السَّبِيلَ إِلَى شَيْءٍ مِنْ أَمَلِى غَيْرَكَ</w:t>
      </w:r>
      <w:r w:rsidR="007D3118">
        <w:rPr>
          <w:rtl/>
        </w:rPr>
        <w:t xml:space="preserve">، </w:t>
      </w:r>
      <w:r>
        <w:rPr>
          <w:rtl/>
        </w:rPr>
        <w:t>وَ لَمْ أَقْدِرْ عَلَى مَا عِنْدَكَ بِمَعُونَةِ سِوَاكَ</w:t>
      </w:r>
      <w:r w:rsidR="007D3118">
        <w:rPr>
          <w:rtl/>
        </w:rPr>
        <w:t xml:space="preserve">، </w:t>
      </w:r>
      <w:r>
        <w:rPr>
          <w:rtl/>
        </w:rPr>
        <w:t>فَإِنِّى عَبْدُكَ وَ فِى قَبْضَتِكَ</w:t>
      </w:r>
      <w:r w:rsidR="007D3118">
        <w:rPr>
          <w:rtl/>
        </w:rPr>
        <w:t xml:space="preserve">، </w:t>
      </w:r>
      <w:r>
        <w:rPr>
          <w:rtl/>
        </w:rPr>
        <w:t>نَاصِيَتِى بِيَدِكَ</w:t>
      </w:r>
      <w:r w:rsidR="007D3118">
        <w:rPr>
          <w:rtl/>
        </w:rPr>
        <w:t xml:space="preserve">. </w:t>
      </w:r>
    </w:p>
    <w:p w:rsidR="00587D34" w:rsidRDefault="00587D34" w:rsidP="00587D34">
      <w:pPr>
        <w:pStyle w:val="libNormal"/>
        <w:rPr>
          <w:rtl/>
        </w:rPr>
      </w:pPr>
      <w:r>
        <w:rPr>
          <w:rtl/>
        </w:rPr>
        <w:t>(6</w:t>
      </w:r>
      <w:r w:rsidR="007D3118">
        <w:rPr>
          <w:rtl/>
        </w:rPr>
        <w:t xml:space="preserve">) </w:t>
      </w:r>
      <w:r>
        <w:rPr>
          <w:rtl/>
        </w:rPr>
        <w:t>لا أَمْرَ لِى مَعَ أَمْرِكَ</w:t>
      </w:r>
      <w:r w:rsidR="007D3118">
        <w:rPr>
          <w:rtl/>
        </w:rPr>
        <w:t xml:space="preserve">، </w:t>
      </w:r>
      <w:r>
        <w:rPr>
          <w:rtl/>
        </w:rPr>
        <w:t>مَاضٍ فِيَّ حُكْمُكَ</w:t>
      </w:r>
      <w:r w:rsidR="007D3118">
        <w:rPr>
          <w:rtl/>
        </w:rPr>
        <w:t xml:space="preserve">، </w:t>
      </w:r>
      <w:r>
        <w:rPr>
          <w:rtl/>
        </w:rPr>
        <w:t>عَدْلٌ فِيَّ قَضَاؤُكَ</w:t>
      </w:r>
      <w:r w:rsidR="007D3118">
        <w:rPr>
          <w:rtl/>
        </w:rPr>
        <w:t xml:space="preserve">، </w:t>
      </w:r>
      <w:r>
        <w:rPr>
          <w:rtl/>
        </w:rPr>
        <w:t>وَ لا قُوَّةَ لِى عَلَى الْخُرُوجِ مِنْ سُلْطَانِكَ</w:t>
      </w:r>
      <w:r w:rsidR="007D3118">
        <w:rPr>
          <w:rtl/>
        </w:rPr>
        <w:t xml:space="preserve">، </w:t>
      </w:r>
      <w:r>
        <w:rPr>
          <w:rtl/>
        </w:rPr>
        <w:t>وَ لا أَسْتَطِيعُ مُجَاوَزَةَ قُدْرَتِكَ</w:t>
      </w:r>
      <w:r w:rsidR="007D3118">
        <w:rPr>
          <w:rtl/>
        </w:rPr>
        <w:t xml:space="preserve">، </w:t>
      </w:r>
      <w:r>
        <w:rPr>
          <w:rtl/>
        </w:rPr>
        <w:t>وَ لا أَسْتَمِيلُ هَوَاكَ</w:t>
      </w:r>
      <w:r w:rsidR="007D3118">
        <w:rPr>
          <w:rtl/>
        </w:rPr>
        <w:t xml:space="preserve">، </w:t>
      </w:r>
      <w:r>
        <w:rPr>
          <w:rtl/>
        </w:rPr>
        <w:t>وَ لا أَبْلُغُ رِضَاكَ</w:t>
      </w:r>
      <w:r w:rsidR="007D3118">
        <w:rPr>
          <w:rtl/>
        </w:rPr>
        <w:t xml:space="preserve">، </w:t>
      </w:r>
      <w:r>
        <w:rPr>
          <w:rtl/>
        </w:rPr>
        <w:t>وَ لا أَنَالُ مَا عِنْدَكَ إِلا بِطَاعَتِكَ وَ بِفَضْلِ رَحْمَتِكَ</w:t>
      </w:r>
      <w:r w:rsidR="007D3118">
        <w:rPr>
          <w:rtl/>
        </w:rPr>
        <w:t xml:space="preserve">. </w:t>
      </w:r>
    </w:p>
    <w:p w:rsidR="00587D34" w:rsidRDefault="00587D34" w:rsidP="00587D34">
      <w:pPr>
        <w:pStyle w:val="libNormal"/>
        <w:rPr>
          <w:rtl/>
        </w:rPr>
      </w:pPr>
      <w:r>
        <w:rPr>
          <w:rtl/>
        </w:rPr>
        <w:t>(7</w:t>
      </w:r>
      <w:r w:rsidR="007D3118">
        <w:rPr>
          <w:rtl/>
        </w:rPr>
        <w:t xml:space="preserve">) </w:t>
      </w:r>
      <w:r>
        <w:rPr>
          <w:rtl/>
        </w:rPr>
        <w:t>إِلَهِى أَصْبَحْتُ وَ أَمْسَيْتُ عَبْدا دَاخِرا لَكَ</w:t>
      </w:r>
      <w:r w:rsidR="007D3118">
        <w:rPr>
          <w:rtl/>
        </w:rPr>
        <w:t xml:space="preserve">، </w:t>
      </w:r>
      <w:r>
        <w:rPr>
          <w:rtl/>
        </w:rPr>
        <w:t>لا أَمْلِكُ لِنَفْسِى نَفْعا وَ لا ضَرّا إِلا بِكَ</w:t>
      </w:r>
      <w:r w:rsidR="007D3118">
        <w:rPr>
          <w:rtl/>
        </w:rPr>
        <w:t xml:space="preserve">، </w:t>
      </w:r>
      <w:r>
        <w:rPr>
          <w:rtl/>
        </w:rPr>
        <w:t>أَشْهَدُ بِذَلِكَ عَلَى نَفْسِى</w:t>
      </w:r>
      <w:r w:rsidR="007D3118">
        <w:rPr>
          <w:rtl/>
        </w:rPr>
        <w:t xml:space="preserve">، </w:t>
      </w:r>
      <w:r>
        <w:rPr>
          <w:rtl/>
        </w:rPr>
        <w:t>وَ أَعْتَرِفُ بِضَعْفِ قُوَّتِى وَ قِلَّةِ حِيلَتِى</w:t>
      </w:r>
      <w:r w:rsidR="007D3118">
        <w:rPr>
          <w:rtl/>
        </w:rPr>
        <w:t xml:space="preserve">، </w:t>
      </w:r>
      <w:r>
        <w:rPr>
          <w:rtl/>
        </w:rPr>
        <w:t>فَأَنْجِزْ لِى مَا وَعَدْتَنِى</w:t>
      </w:r>
      <w:r w:rsidR="007D3118">
        <w:rPr>
          <w:rtl/>
        </w:rPr>
        <w:t xml:space="preserve">، </w:t>
      </w:r>
      <w:r>
        <w:rPr>
          <w:rtl/>
        </w:rPr>
        <w:t>وَ تَمِّمْ لِى مَا آتَيْتَنِى</w:t>
      </w:r>
      <w:r w:rsidR="007D3118">
        <w:rPr>
          <w:rtl/>
        </w:rPr>
        <w:t xml:space="preserve">، </w:t>
      </w:r>
      <w:r>
        <w:rPr>
          <w:rtl/>
        </w:rPr>
        <w:t>فَإِنِّى عَبْدُكَ الْمِسْكِينُ الْمُسْتَكِينُ الضَّعِيفُ الضَّرِيرُ الْحَقِيرُ الْمَهِينُ الْفَقِيرُ الْخَائِفُ الْمُسْتَجِيرُ</w:t>
      </w:r>
      <w:r w:rsidR="007D3118">
        <w:rPr>
          <w:rtl/>
        </w:rPr>
        <w:t xml:space="preserve">. </w:t>
      </w:r>
    </w:p>
    <w:p w:rsidR="00587D34" w:rsidRDefault="00587D34" w:rsidP="00587D34">
      <w:pPr>
        <w:pStyle w:val="libNormal"/>
        <w:rPr>
          <w:rtl/>
        </w:rPr>
      </w:pPr>
      <w:r>
        <w:rPr>
          <w:rtl/>
        </w:rPr>
        <w:lastRenderedPageBreak/>
        <w:t>(8</w:t>
      </w:r>
      <w:r w:rsidR="007D3118">
        <w:rPr>
          <w:rtl/>
        </w:rPr>
        <w:t xml:space="preserve">) </w:t>
      </w:r>
      <w:r>
        <w:rPr>
          <w:rtl/>
        </w:rPr>
        <w:t>اللَّهُمَّ صَلِّ عَلَى مُحَمَّدٍ وَ آلِهِ</w:t>
      </w:r>
      <w:r w:rsidR="007D3118">
        <w:rPr>
          <w:rtl/>
        </w:rPr>
        <w:t xml:space="preserve">، </w:t>
      </w:r>
      <w:r>
        <w:rPr>
          <w:rtl/>
        </w:rPr>
        <w:t>وَ لا تَجْعَلْنِى نَاسِيا لِذِكْرِكَ فِيمَا أَوْلَيْتَنِى</w:t>
      </w:r>
      <w:r w:rsidR="007D3118">
        <w:rPr>
          <w:rtl/>
        </w:rPr>
        <w:t xml:space="preserve">، </w:t>
      </w:r>
      <w:r>
        <w:rPr>
          <w:rtl/>
        </w:rPr>
        <w:t>وَ لا غَافِلا لِإِحْسَانِكَ فِيمَا أَبْلَيْتَنِى</w:t>
      </w:r>
      <w:r w:rsidR="007D3118">
        <w:rPr>
          <w:rtl/>
        </w:rPr>
        <w:t xml:space="preserve">، </w:t>
      </w:r>
      <w:r>
        <w:rPr>
          <w:rtl/>
        </w:rPr>
        <w:t>وَ لا آيِسا مِنْ إِجَابَتِكَ لِى وَ إِنْ أَبْطَأَتْ عَنِّى</w:t>
      </w:r>
      <w:r w:rsidR="007D3118">
        <w:rPr>
          <w:rtl/>
        </w:rPr>
        <w:t xml:space="preserve">، </w:t>
      </w:r>
      <w:r>
        <w:rPr>
          <w:rtl/>
        </w:rPr>
        <w:t>فِى سَرَّاءَ كُنْتُ أَوْ ضَرَّاءَ</w:t>
      </w:r>
      <w:r w:rsidR="007D3118">
        <w:rPr>
          <w:rtl/>
        </w:rPr>
        <w:t xml:space="preserve">، </w:t>
      </w:r>
      <w:r>
        <w:rPr>
          <w:rtl/>
        </w:rPr>
        <w:t>أَوْ شِدَّةٍ أَوْ رَخَاءٍ</w:t>
      </w:r>
      <w:r w:rsidR="007D3118">
        <w:rPr>
          <w:rtl/>
        </w:rPr>
        <w:t xml:space="preserve">، </w:t>
      </w:r>
      <w:r>
        <w:rPr>
          <w:rtl/>
        </w:rPr>
        <w:t>أَوْ عَافِيَةٍ أَوْ بَلاءٍ</w:t>
      </w:r>
      <w:r w:rsidR="007D3118">
        <w:rPr>
          <w:rtl/>
        </w:rPr>
        <w:t xml:space="preserve">، </w:t>
      </w:r>
      <w:r>
        <w:rPr>
          <w:rtl/>
        </w:rPr>
        <w:t>أَوْ بُؤْسٍ أَوْ نَعْمَاءَ</w:t>
      </w:r>
      <w:r w:rsidR="007D3118">
        <w:rPr>
          <w:rtl/>
        </w:rPr>
        <w:t xml:space="preserve">، </w:t>
      </w:r>
      <w:r>
        <w:rPr>
          <w:rtl/>
        </w:rPr>
        <w:t>أَوْ جِدَةٍ أَوْ لَأْوَاءَ</w:t>
      </w:r>
      <w:r w:rsidR="007D3118">
        <w:rPr>
          <w:rtl/>
        </w:rPr>
        <w:t xml:space="preserve">، </w:t>
      </w:r>
      <w:r>
        <w:rPr>
          <w:rtl/>
        </w:rPr>
        <w:t>أَوْ فَقْرٍ أَوْ غِنًى</w:t>
      </w:r>
      <w:r w:rsidR="007D3118">
        <w:rPr>
          <w:rtl/>
        </w:rPr>
        <w:t xml:space="preserve">. </w:t>
      </w:r>
    </w:p>
    <w:p w:rsidR="00587D34" w:rsidRDefault="00587D34" w:rsidP="00587D34">
      <w:pPr>
        <w:pStyle w:val="libNormal"/>
        <w:rPr>
          <w:rtl/>
        </w:rPr>
      </w:pPr>
      <w:r>
        <w:rPr>
          <w:rtl/>
        </w:rPr>
        <w:t>(9</w:t>
      </w:r>
      <w:r w:rsidR="007D3118">
        <w:rPr>
          <w:rtl/>
        </w:rPr>
        <w:t xml:space="preserve">) </w:t>
      </w:r>
      <w:r>
        <w:rPr>
          <w:rtl/>
        </w:rPr>
        <w:t>اللَّهُمَّ صَلِّ عَلَى مُحَمَّدٍ وَ آلِهِ</w:t>
      </w:r>
      <w:r w:rsidR="007D3118">
        <w:rPr>
          <w:rtl/>
        </w:rPr>
        <w:t xml:space="preserve">، </w:t>
      </w:r>
      <w:r>
        <w:rPr>
          <w:rtl/>
        </w:rPr>
        <w:t>وَ اجْعَلْ ثَنَائِى عَلَيْكَ</w:t>
      </w:r>
      <w:r w:rsidR="007D3118">
        <w:rPr>
          <w:rtl/>
        </w:rPr>
        <w:t xml:space="preserve">، </w:t>
      </w:r>
      <w:r>
        <w:rPr>
          <w:rtl/>
        </w:rPr>
        <w:t>وَ مَدْحِى إِيَّاكَ</w:t>
      </w:r>
      <w:r w:rsidR="007D3118">
        <w:rPr>
          <w:rtl/>
        </w:rPr>
        <w:t xml:space="preserve">، </w:t>
      </w:r>
      <w:r>
        <w:rPr>
          <w:rtl/>
        </w:rPr>
        <w:t>وَ حَمْدِى لَكَ فِى كُلِّ حَالاتِى حَتَّى لا أَفْرَحَ بِمَا آتَيْتَنِى مِنَ الدُّنْيَا</w:t>
      </w:r>
      <w:r w:rsidR="007D3118">
        <w:rPr>
          <w:rtl/>
        </w:rPr>
        <w:t xml:space="preserve">، </w:t>
      </w:r>
      <w:r>
        <w:rPr>
          <w:rtl/>
        </w:rPr>
        <w:t>وَ لا أَحْزَنَ عَلَى مَا مَنَعْتَنِى فِيهَا</w:t>
      </w:r>
      <w:r w:rsidR="007D3118">
        <w:rPr>
          <w:rtl/>
        </w:rPr>
        <w:t xml:space="preserve">، </w:t>
      </w:r>
      <w:r>
        <w:rPr>
          <w:rtl/>
        </w:rPr>
        <w:t>وَ أَشْعِرْ قَلْبِى تَقْوَاكَ</w:t>
      </w:r>
      <w:r w:rsidR="007D3118">
        <w:rPr>
          <w:rtl/>
        </w:rPr>
        <w:t xml:space="preserve">، </w:t>
      </w:r>
      <w:r>
        <w:rPr>
          <w:rtl/>
        </w:rPr>
        <w:t>وَ اسْتَعْمِلْ بَدَنِى فِيمَا تَقْبَلُهُ مِنِّى</w:t>
      </w:r>
      <w:r w:rsidR="007D3118">
        <w:rPr>
          <w:rtl/>
        </w:rPr>
        <w:t xml:space="preserve">، </w:t>
      </w:r>
      <w:r>
        <w:rPr>
          <w:rtl/>
        </w:rPr>
        <w:t>وَ اشْغَلْ بِطَاعَتِكَ نَفْسِى عَنْ كُلِّ مَا يَرِدُ عَلَيَّ حَتَّى لا أُحِبَّ شَيْئا مِنْ سُخْطِكَ</w:t>
      </w:r>
      <w:r w:rsidR="007D3118">
        <w:rPr>
          <w:rtl/>
        </w:rPr>
        <w:t xml:space="preserve">، </w:t>
      </w:r>
      <w:r>
        <w:rPr>
          <w:rtl/>
        </w:rPr>
        <w:t>وَ لا أَسْخَطَ شَيْئا مِنْ رِضَاكَ</w:t>
      </w:r>
      <w:r w:rsidR="007D3118">
        <w:rPr>
          <w:rtl/>
        </w:rPr>
        <w:t xml:space="preserve">. </w:t>
      </w:r>
    </w:p>
    <w:p w:rsidR="00587D34" w:rsidRDefault="00587D34" w:rsidP="00587D34">
      <w:pPr>
        <w:pStyle w:val="libNormal"/>
        <w:rPr>
          <w:rtl/>
        </w:rPr>
      </w:pPr>
      <w:r>
        <w:rPr>
          <w:rtl/>
        </w:rPr>
        <w:t>(10</w:t>
      </w:r>
      <w:r w:rsidR="007D3118">
        <w:rPr>
          <w:rtl/>
        </w:rPr>
        <w:t xml:space="preserve">) </w:t>
      </w:r>
      <w:r>
        <w:rPr>
          <w:rtl/>
        </w:rPr>
        <w:t>اللَّهُمَّ صَلِّ عَلَى مُحَمَّدٍ وَ آلِهِ</w:t>
      </w:r>
      <w:r w:rsidR="007D3118">
        <w:rPr>
          <w:rtl/>
        </w:rPr>
        <w:t xml:space="preserve">، </w:t>
      </w:r>
      <w:r>
        <w:rPr>
          <w:rtl/>
        </w:rPr>
        <w:t>وَ فَرِّغْ قَلْبِى لِمَحَبَّتِكَ</w:t>
      </w:r>
      <w:r w:rsidR="007D3118">
        <w:rPr>
          <w:rtl/>
        </w:rPr>
        <w:t xml:space="preserve">، </w:t>
      </w:r>
      <w:r>
        <w:rPr>
          <w:rtl/>
        </w:rPr>
        <w:t>وَ اشْغَلْهُ بِذِكْرِكَ</w:t>
      </w:r>
      <w:r w:rsidR="007D3118">
        <w:rPr>
          <w:rtl/>
        </w:rPr>
        <w:t xml:space="preserve">، </w:t>
      </w:r>
      <w:r>
        <w:rPr>
          <w:rtl/>
        </w:rPr>
        <w:t>وَ انْعَشْهُ</w:t>
      </w:r>
    </w:p>
    <w:p w:rsidR="00587D34" w:rsidRDefault="00587D34" w:rsidP="00587D34">
      <w:pPr>
        <w:pStyle w:val="libNormal"/>
        <w:rPr>
          <w:rtl/>
        </w:rPr>
      </w:pPr>
      <w:r>
        <w:rPr>
          <w:rtl/>
        </w:rPr>
        <w:t>بِخَوْفِكَ وَ بِالْوَجَلِ مِنْكَ</w:t>
      </w:r>
      <w:r w:rsidR="007D3118">
        <w:rPr>
          <w:rtl/>
        </w:rPr>
        <w:t xml:space="preserve">، </w:t>
      </w:r>
      <w:r>
        <w:rPr>
          <w:rtl/>
        </w:rPr>
        <w:t>وَ قَوِّهِ بِالرَّغْبَةِ إِلَيْكَ</w:t>
      </w:r>
      <w:r w:rsidR="007D3118">
        <w:rPr>
          <w:rtl/>
        </w:rPr>
        <w:t xml:space="preserve">، </w:t>
      </w:r>
      <w:r>
        <w:rPr>
          <w:rtl/>
        </w:rPr>
        <w:t>وَ أَمِلْهُ إِلَى طَاعَتِكَ</w:t>
      </w:r>
      <w:r w:rsidR="007D3118">
        <w:rPr>
          <w:rtl/>
        </w:rPr>
        <w:t xml:space="preserve">، </w:t>
      </w:r>
      <w:r>
        <w:rPr>
          <w:rtl/>
        </w:rPr>
        <w:t>وَ أَجْرِ بِهِ فِى أَحَبِّ السُّبُلِ إِلَيْكَ</w:t>
      </w:r>
      <w:r w:rsidR="007D3118">
        <w:rPr>
          <w:rtl/>
        </w:rPr>
        <w:t xml:space="preserve">، </w:t>
      </w:r>
      <w:r>
        <w:rPr>
          <w:rtl/>
        </w:rPr>
        <w:t>وَ ذَلِّلْهُ بِالرَّغْبَةِ فِيمَا عِنْدَكَ أَيَّامَ حَيَاتِى كُلِّهَا</w:t>
      </w:r>
      <w:r w:rsidR="007D3118">
        <w:rPr>
          <w:rtl/>
        </w:rPr>
        <w:t xml:space="preserve">. </w:t>
      </w:r>
    </w:p>
    <w:p w:rsidR="00587D34" w:rsidRDefault="00587D34" w:rsidP="00587D34">
      <w:pPr>
        <w:pStyle w:val="libNormal"/>
        <w:rPr>
          <w:rtl/>
        </w:rPr>
      </w:pPr>
      <w:r>
        <w:rPr>
          <w:rtl/>
        </w:rPr>
        <w:t>(11</w:t>
      </w:r>
      <w:r w:rsidR="007D3118">
        <w:rPr>
          <w:rtl/>
        </w:rPr>
        <w:t xml:space="preserve">) </w:t>
      </w:r>
      <w:r>
        <w:rPr>
          <w:rtl/>
        </w:rPr>
        <w:t>وَ اجْعَلْ تَقْوَاكَ مِنَ الدُّنْيَا زَادِى</w:t>
      </w:r>
      <w:r w:rsidR="007D3118">
        <w:rPr>
          <w:rtl/>
        </w:rPr>
        <w:t xml:space="preserve">، </w:t>
      </w:r>
      <w:r>
        <w:rPr>
          <w:rtl/>
        </w:rPr>
        <w:t>وَ إِلَى رَحْمَتِكَ رِحْلَتِى</w:t>
      </w:r>
      <w:r w:rsidR="007D3118">
        <w:rPr>
          <w:rtl/>
        </w:rPr>
        <w:t xml:space="preserve">، </w:t>
      </w:r>
      <w:r>
        <w:rPr>
          <w:rtl/>
        </w:rPr>
        <w:t>وَ فِى مَرْضَاتِكَ مَدْخَلِى</w:t>
      </w:r>
      <w:r w:rsidR="007D3118">
        <w:rPr>
          <w:rtl/>
        </w:rPr>
        <w:t xml:space="preserve">، </w:t>
      </w:r>
      <w:r>
        <w:rPr>
          <w:rtl/>
        </w:rPr>
        <w:t>وَ اجْعَلْ فِى جَنَّتِكَ مَثْوَاىَ</w:t>
      </w:r>
      <w:r w:rsidR="007D3118">
        <w:rPr>
          <w:rtl/>
        </w:rPr>
        <w:t xml:space="preserve">، </w:t>
      </w:r>
      <w:r>
        <w:rPr>
          <w:rtl/>
        </w:rPr>
        <w:t>وَ هَبْ لِى قُوَّةً أَحْتَمِلُ بِهَا جَمِيعَ مَرْضَاتِكَ</w:t>
      </w:r>
      <w:r w:rsidR="007D3118">
        <w:rPr>
          <w:rtl/>
        </w:rPr>
        <w:t xml:space="preserve">، </w:t>
      </w:r>
      <w:r>
        <w:rPr>
          <w:rtl/>
        </w:rPr>
        <w:t>وَ اجْعَلْ فِرَارِى إِلَيْكَ</w:t>
      </w:r>
      <w:r w:rsidR="007D3118">
        <w:rPr>
          <w:rtl/>
        </w:rPr>
        <w:t xml:space="preserve">، </w:t>
      </w:r>
      <w:r>
        <w:rPr>
          <w:rtl/>
        </w:rPr>
        <w:t>وَ رَغْبَتِى فِيمَا عِنْدَكَ</w:t>
      </w:r>
      <w:r w:rsidR="007D3118">
        <w:rPr>
          <w:rtl/>
        </w:rPr>
        <w:t xml:space="preserve">، </w:t>
      </w:r>
      <w:r>
        <w:rPr>
          <w:rtl/>
        </w:rPr>
        <w:t>وَ أَلْبِسْ قَلْبِىَ الْوَحْشَةَ مِنْ شِرَارِ خَلْقِكَ</w:t>
      </w:r>
      <w:r w:rsidR="007D3118">
        <w:rPr>
          <w:rtl/>
        </w:rPr>
        <w:t xml:space="preserve">، </w:t>
      </w:r>
      <w:r>
        <w:rPr>
          <w:rtl/>
        </w:rPr>
        <w:t>وَ هَبْ لِىَ الْأُنْسَ بِكَ وَ بِأَوْلِيَائِكَ وَ أَهْلِ طَاعَتِكَ</w:t>
      </w:r>
      <w:r w:rsidR="007D3118">
        <w:rPr>
          <w:rtl/>
        </w:rPr>
        <w:t xml:space="preserve">. </w:t>
      </w:r>
    </w:p>
    <w:p w:rsidR="00587D34" w:rsidRDefault="00587D34" w:rsidP="00587D34">
      <w:pPr>
        <w:pStyle w:val="libNormal"/>
        <w:rPr>
          <w:rtl/>
        </w:rPr>
      </w:pPr>
      <w:r>
        <w:rPr>
          <w:rtl/>
        </w:rPr>
        <w:t>(12</w:t>
      </w:r>
      <w:r w:rsidR="007D3118">
        <w:rPr>
          <w:rtl/>
        </w:rPr>
        <w:t xml:space="preserve">) </w:t>
      </w:r>
      <w:r>
        <w:rPr>
          <w:rtl/>
        </w:rPr>
        <w:t>وَ لا تَجْعَلْ لِفَاجِرٍ وَ لا كَافِرٍ عَلَيَّ مِنَّةً</w:t>
      </w:r>
      <w:r w:rsidR="007D3118">
        <w:rPr>
          <w:rtl/>
        </w:rPr>
        <w:t xml:space="preserve">، </w:t>
      </w:r>
      <w:r>
        <w:rPr>
          <w:rtl/>
        </w:rPr>
        <w:t>وَ لا لَهُ عِنْدِى يَدا</w:t>
      </w:r>
      <w:r w:rsidR="007D3118">
        <w:rPr>
          <w:rtl/>
        </w:rPr>
        <w:t xml:space="preserve">، </w:t>
      </w:r>
      <w:r>
        <w:rPr>
          <w:rtl/>
        </w:rPr>
        <w:t>وَ لا بِى إِلَيْهِمْ حَاجَةً</w:t>
      </w:r>
      <w:r w:rsidR="007D3118">
        <w:rPr>
          <w:rtl/>
        </w:rPr>
        <w:t xml:space="preserve">، </w:t>
      </w:r>
      <w:r>
        <w:rPr>
          <w:rtl/>
        </w:rPr>
        <w:t>بَلِ اجْعَلْ سُكُونَ قَلْبِى وَ أُنْسَ نَفْسِى وَ اسْتِغْنَائِى وَ كِفَايَتِى بِكَ وَ بِخِيَارِ خَلْقِكَ</w:t>
      </w:r>
      <w:r w:rsidR="007D3118">
        <w:rPr>
          <w:rtl/>
        </w:rPr>
        <w:t xml:space="preserve">. </w:t>
      </w:r>
    </w:p>
    <w:p w:rsidR="00587D34" w:rsidRDefault="00587D34" w:rsidP="00587D34">
      <w:pPr>
        <w:pStyle w:val="libNormal"/>
      </w:pPr>
      <w:r>
        <w:rPr>
          <w:rtl/>
        </w:rPr>
        <w:lastRenderedPageBreak/>
        <w:t>(13</w:t>
      </w:r>
      <w:r w:rsidR="007D3118">
        <w:rPr>
          <w:rtl/>
        </w:rPr>
        <w:t xml:space="preserve">) </w:t>
      </w:r>
      <w:r>
        <w:rPr>
          <w:rtl/>
        </w:rPr>
        <w:t>اللَّهُمَّ صَلِّ عَلَى مُحَمَّدٍ وَ آلِهِ</w:t>
      </w:r>
      <w:r w:rsidR="007D3118">
        <w:rPr>
          <w:rtl/>
        </w:rPr>
        <w:t xml:space="preserve">، </w:t>
      </w:r>
      <w:r>
        <w:rPr>
          <w:rtl/>
        </w:rPr>
        <w:t>وَ اجْعَلْنِى لَهُمْ قَرِينا</w:t>
      </w:r>
      <w:r w:rsidR="007D3118">
        <w:rPr>
          <w:rtl/>
        </w:rPr>
        <w:t xml:space="preserve">، </w:t>
      </w:r>
      <w:r>
        <w:rPr>
          <w:rtl/>
        </w:rPr>
        <w:t>وَ اجْعَلْنِى لَهُمْ نَصِيرا</w:t>
      </w:r>
      <w:r w:rsidR="007D3118">
        <w:rPr>
          <w:rtl/>
        </w:rPr>
        <w:t xml:space="preserve">، </w:t>
      </w:r>
      <w:r>
        <w:rPr>
          <w:rtl/>
        </w:rPr>
        <w:t>وَ امْنُنْ عَلَيَّ بِشَوْقٍ إِلَيْكَ</w:t>
      </w:r>
      <w:r w:rsidR="007D3118">
        <w:rPr>
          <w:rtl/>
        </w:rPr>
        <w:t xml:space="preserve">، </w:t>
      </w:r>
      <w:r>
        <w:rPr>
          <w:rtl/>
        </w:rPr>
        <w:t>وَ بِالْعَمَلِ لَكَ بِمَا تُحِبُّ وَ تَرْضَى</w:t>
      </w:r>
      <w:r w:rsidR="007D3118">
        <w:rPr>
          <w:rtl/>
        </w:rPr>
        <w:t xml:space="preserve">، </w:t>
      </w:r>
      <w:r>
        <w:rPr>
          <w:rtl/>
        </w:rPr>
        <w:t>إِنَّكَ عَلَى كُلِّ شَيْءٍ قَدِيرٌ</w:t>
      </w:r>
      <w:r w:rsidR="007D3118">
        <w:rPr>
          <w:rtl/>
        </w:rPr>
        <w:t xml:space="preserve">، </w:t>
      </w:r>
      <w:r>
        <w:rPr>
          <w:rtl/>
        </w:rPr>
        <w:t>وَ ذَلِكَ عَلَيْكَ يَسِيرٌ</w:t>
      </w:r>
      <w:r w:rsidR="007D3118">
        <w:rPr>
          <w:rtl/>
        </w:rPr>
        <w:t xml:space="preserve">. </w:t>
      </w:r>
    </w:p>
    <w:p w:rsidR="00587D34" w:rsidRDefault="00AA3CBA" w:rsidP="004C63D0">
      <w:pPr>
        <w:pStyle w:val="Heading2"/>
        <w:rPr>
          <w:rtl/>
        </w:rPr>
      </w:pPr>
      <w:bookmarkStart w:id="47" w:name="_Toc394915176"/>
      <w:r>
        <w:rPr>
          <w:rtl/>
        </w:rPr>
        <w:t xml:space="preserve">ترجمه دعاى بيست و يكم: دعاى آن حضرت </w:t>
      </w:r>
      <w:r w:rsidR="000C598D" w:rsidRPr="000C598D">
        <w:rPr>
          <w:rStyle w:val="libAlaemChar"/>
          <w:rtl/>
        </w:rPr>
        <w:t>عليه‌السلام</w:t>
      </w:r>
      <w:r>
        <w:rPr>
          <w:rtl/>
        </w:rPr>
        <w:t xml:space="preserve"> چون پيش آمدى و ياد گناهى او را اندوهگين مى كرد</w:t>
      </w:r>
      <w:bookmarkEnd w:id="47"/>
    </w:p>
    <w:p w:rsidR="00587D34" w:rsidRDefault="00587D34" w:rsidP="00587D34">
      <w:pPr>
        <w:pStyle w:val="libNormal"/>
        <w:rPr>
          <w:rtl/>
        </w:rPr>
      </w:pPr>
      <w:r>
        <w:rPr>
          <w:rtl/>
        </w:rPr>
        <w:t>1</w:t>
      </w:r>
      <w:r w:rsidR="007D3118">
        <w:rPr>
          <w:rtl/>
        </w:rPr>
        <w:t xml:space="preserve">. </w:t>
      </w:r>
      <w:r>
        <w:rPr>
          <w:rtl/>
        </w:rPr>
        <w:t>اى خداوند! اى كارساز مردم بى كس و ناتوان! اى سنگر حوادث سهمناك</w:t>
      </w:r>
      <w:r w:rsidR="007D3118">
        <w:rPr>
          <w:rtl/>
        </w:rPr>
        <w:t xml:space="preserve">، </w:t>
      </w:r>
      <w:r>
        <w:rPr>
          <w:rtl/>
        </w:rPr>
        <w:t>به سبب گناهان تنها مانده ام و كسى ياور من نيست</w:t>
      </w:r>
      <w:r w:rsidR="007D3118">
        <w:rPr>
          <w:rtl/>
        </w:rPr>
        <w:t xml:space="preserve">، </w:t>
      </w:r>
      <w:r>
        <w:rPr>
          <w:rtl/>
        </w:rPr>
        <w:t>طاقت خشم تو ندارم</w:t>
      </w:r>
      <w:r w:rsidR="007D3118">
        <w:rPr>
          <w:rtl/>
        </w:rPr>
        <w:t xml:space="preserve">. </w:t>
      </w:r>
      <w:r>
        <w:rPr>
          <w:rtl/>
        </w:rPr>
        <w:t>كسى يارى من نكند</w:t>
      </w:r>
      <w:r w:rsidR="007D3118">
        <w:rPr>
          <w:rtl/>
        </w:rPr>
        <w:t xml:space="preserve">. </w:t>
      </w:r>
      <w:r>
        <w:rPr>
          <w:rtl/>
        </w:rPr>
        <w:t>هول ديدار تو نزديك است و دل من مى طپد</w:t>
      </w:r>
      <w:r w:rsidR="007D3118">
        <w:rPr>
          <w:rtl/>
        </w:rPr>
        <w:t xml:space="preserve">. </w:t>
      </w:r>
      <w:r>
        <w:rPr>
          <w:rtl/>
        </w:rPr>
        <w:t>كسى نيست طپش دل مرا آرام سازد</w:t>
      </w:r>
      <w:r w:rsidR="007D3118">
        <w:rPr>
          <w:rtl/>
        </w:rPr>
        <w:t xml:space="preserve">. </w:t>
      </w:r>
    </w:p>
    <w:p w:rsidR="00587D34" w:rsidRDefault="00587D34" w:rsidP="00587D34">
      <w:pPr>
        <w:pStyle w:val="libNormal"/>
        <w:rPr>
          <w:rtl/>
        </w:rPr>
      </w:pPr>
      <w:r>
        <w:rPr>
          <w:rtl/>
        </w:rPr>
        <w:t>2</w:t>
      </w:r>
      <w:r w:rsidR="007D3118">
        <w:rPr>
          <w:rtl/>
        </w:rPr>
        <w:t xml:space="preserve">. </w:t>
      </w:r>
      <w:r>
        <w:rPr>
          <w:rtl/>
        </w:rPr>
        <w:t>چون تو مرا بيم دهى كيست كه مرا پناه دهد؟ و چون مرا تنها گذارى كه تواند مرا يارى كند؟ و چون مرا ناتوان خواهى</w:t>
      </w:r>
      <w:r w:rsidR="007D3118">
        <w:rPr>
          <w:rtl/>
        </w:rPr>
        <w:t xml:space="preserve">، </w:t>
      </w:r>
      <w:r>
        <w:rPr>
          <w:rtl/>
        </w:rPr>
        <w:t>كيست كه مرا نيرومند گرداند؟</w:t>
      </w:r>
    </w:p>
    <w:p w:rsidR="00587D34" w:rsidRDefault="00587D34" w:rsidP="00587D34">
      <w:pPr>
        <w:pStyle w:val="libNormal"/>
        <w:rPr>
          <w:rtl/>
        </w:rPr>
      </w:pPr>
      <w:r>
        <w:rPr>
          <w:rtl/>
        </w:rPr>
        <w:t>3</w:t>
      </w:r>
      <w:r w:rsidR="007D3118">
        <w:rPr>
          <w:rtl/>
        </w:rPr>
        <w:t xml:space="preserve">. </w:t>
      </w:r>
      <w:r>
        <w:rPr>
          <w:rtl/>
        </w:rPr>
        <w:t>پرورده نعمت را پرورنده او بايد در كنف حمايت خود گيرد</w:t>
      </w:r>
      <w:r w:rsidR="007D3118">
        <w:rPr>
          <w:rtl/>
        </w:rPr>
        <w:t xml:space="preserve">، </w:t>
      </w:r>
      <w:r>
        <w:rPr>
          <w:rtl/>
        </w:rPr>
        <w:t>و مغلوب زير دست را</w:t>
      </w:r>
      <w:r w:rsidR="007D3118">
        <w:rPr>
          <w:rtl/>
        </w:rPr>
        <w:t xml:space="preserve">، </w:t>
      </w:r>
      <w:r>
        <w:rPr>
          <w:rtl/>
        </w:rPr>
        <w:t>بايد خداوند او ايمنى دهد</w:t>
      </w:r>
      <w:r w:rsidR="007D3118">
        <w:rPr>
          <w:rtl/>
        </w:rPr>
        <w:t xml:space="preserve">. </w:t>
      </w:r>
      <w:r>
        <w:rPr>
          <w:rtl/>
        </w:rPr>
        <w:t>بدهكار را طالب او بايد دستگيرد</w:t>
      </w:r>
      <w:r w:rsidR="007D3118">
        <w:rPr>
          <w:rtl/>
        </w:rPr>
        <w:t xml:space="preserve">. </w:t>
      </w:r>
    </w:p>
    <w:p w:rsidR="00587D34" w:rsidRDefault="00587D34" w:rsidP="00587D34">
      <w:pPr>
        <w:pStyle w:val="libNormal"/>
        <w:rPr>
          <w:rtl/>
        </w:rPr>
      </w:pPr>
      <w:r>
        <w:rPr>
          <w:rtl/>
        </w:rPr>
        <w:t>4</w:t>
      </w:r>
      <w:r w:rsidR="007D3118">
        <w:rPr>
          <w:rtl/>
        </w:rPr>
        <w:t xml:space="preserve">. </w:t>
      </w:r>
      <w:r>
        <w:rPr>
          <w:rtl/>
        </w:rPr>
        <w:t>اى خداى رشته همه اين ها در دست تو است و گريزگاه سوى تو</w:t>
      </w:r>
      <w:r w:rsidR="007D3118">
        <w:rPr>
          <w:rtl/>
        </w:rPr>
        <w:t xml:space="preserve">. </w:t>
      </w:r>
      <w:r>
        <w:rPr>
          <w:rtl/>
        </w:rPr>
        <w:t>پس ‍ درود بر محمد و خاندان او فرست</w:t>
      </w:r>
      <w:r w:rsidR="007D3118">
        <w:rPr>
          <w:rtl/>
        </w:rPr>
        <w:t xml:space="preserve">، </w:t>
      </w:r>
      <w:r>
        <w:rPr>
          <w:rtl/>
        </w:rPr>
        <w:t>و مرا در پناه خود گير</w:t>
      </w:r>
      <w:r w:rsidR="007D3118">
        <w:rPr>
          <w:rtl/>
        </w:rPr>
        <w:t xml:space="preserve">، </w:t>
      </w:r>
      <w:r>
        <w:rPr>
          <w:rtl/>
        </w:rPr>
        <w:t>كه سوى تو گريخته ام و حاجت من برآور كه از تو خواسته ام</w:t>
      </w:r>
      <w:r w:rsidR="007D3118">
        <w:rPr>
          <w:rtl/>
        </w:rPr>
        <w:t xml:space="preserve">. </w:t>
      </w:r>
    </w:p>
    <w:p w:rsidR="00587D34" w:rsidRDefault="00587D34" w:rsidP="00587D34">
      <w:pPr>
        <w:pStyle w:val="libNormal"/>
        <w:rPr>
          <w:rtl/>
        </w:rPr>
      </w:pPr>
      <w:r>
        <w:rPr>
          <w:rtl/>
        </w:rPr>
        <w:t>5</w:t>
      </w:r>
      <w:r w:rsidR="007D3118">
        <w:rPr>
          <w:rtl/>
        </w:rPr>
        <w:t xml:space="preserve">. </w:t>
      </w:r>
      <w:r>
        <w:rPr>
          <w:rtl/>
        </w:rPr>
        <w:t>اگر تو روى بزرگى از من بگردانى</w:t>
      </w:r>
      <w:r w:rsidR="007D3118">
        <w:rPr>
          <w:rtl/>
        </w:rPr>
        <w:t xml:space="preserve">، </w:t>
      </w:r>
      <w:r>
        <w:rPr>
          <w:rtl/>
        </w:rPr>
        <w:t>و فضل عظيم خود را از من دريغ دارى</w:t>
      </w:r>
      <w:r w:rsidR="007D3118">
        <w:rPr>
          <w:rtl/>
        </w:rPr>
        <w:t xml:space="preserve">، </w:t>
      </w:r>
      <w:r>
        <w:rPr>
          <w:rtl/>
        </w:rPr>
        <w:t>يا مرا از روزى خود محروم كنى و رشته مرا از خود بگسلى</w:t>
      </w:r>
      <w:r w:rsidR="007D3118">
        <w:rPr>
          <w:rtl/>
        </w:rPr>
        <w:t xml:space="preserve">، </w:t>
      </w:r>
      <w:r>
        <w:rPr>
          <w:rtl/>
        </w:rPr>
        <w:t>از غير تو به هيچ يك از آرزوهاى خود راه نيابم و به دستياى ديگرى بدانچه نزد تو است دسترسى ندارم</w:t>
      </w:r>
      <w:r w:rsidR="007D3118">
        <w:rPr>
          <w:rtl/>
        </w:rPr>
        <w:t xml:space="preserve">، </w:t>
      </w:r>
      <w:r>
        <w:rPr>
          <w:rtl/>
        </w:rPr>
        <w:t>چون من بنده تو و در اختيار توام</w:t>
      </w:r>
      <w:r w:rsidR="007D3118">
        <w:rPr>
          <w:rtl/>
        </w:rPr>
        <w:t xml:space="preserve">، </w:t>
      </w:r>
      <w:r>
        <w:rPr>
          <w:rtl/>
        </w:rPr>
        <w:t>اختيارم</w:t>
      </w:r>
      <w:r w:rsidR="007D3118">
        <w:rPr>
          <w:rtl/>
        </w:rPr>
        <w:t xml:space="preserve">. </w:t>
      </w:r>
      <w:r>
        <w:rPr>
          <w:rtl/>
        </w:rPr>
        <w:t>موى پيشانى من در پنجه قدرت تو است</w:t>
      </w:r>
      <w:r w:rsidR="007D3118">
        <w:rPr>
          <w:rtl/>
        </w:rPr>
        <w:t xml:space="preserve">. </w:t>
      </w:r>
    </w:p>
    <w:p w:rsidR="00587D34" w:rsidRDefault="00587D34" w:rsidP="00587D34">
      <w:pPr>
        <w:pStyle w:val="libNormal"/>
        <w:rPr>
          <w:rtl/>
        </w:rPr>
      </w:pPr>
      <w:r>
        <w:rPr>
          <w:rtl/>
        </w:rPr>
        <w:lastRenderedPageBreak/>
        <w:t>6</w:t>
      </w:r>
      <w:r w:rsidR="007D3118">
        <w:rPr>
          <w:rtl/>
        </w:rPr>
        <w:t xml:space="preserve">. </w:t>
      </w:r>
      <w:r>
        <w:rPr>
          <w:rtl/>
        </w:rPr>
        <w:t>با فرمان تو اختيار ندارم</w:t>
      </w:r>
      <w:r w:rsidR="007D3118">
        <w:rPr>
          <w:rtl/>
        </w:rPr>
        <w:t xml:space="preserve">، </w:t>
      </w:r>
      <w:r>
        <w:rPr>
          <w:rtl/>
        </w:rPr>
        <w:t>حكم تو درباره من روان است</w:t>
      </w:r>
      <w:r w:rsidR="007D3118">
        <w:rPr>
          <w:rtl/>
        </w:rPr>
        <w:t xml:space="preserve">، </w:t>
      </w:r>
      <w:r>
        <w:rPr>
          <w:rtl/>
        </w:rPr>
        <w:t>قضاى تو درباره من عدل</w:t>
      </w:r>
      <w:r w:rsidR="007D3118">
        <w:rPr>
          <w:rtl/>
        </w:rPr>
        <w:t xml:space="preserve">، </w:t>
      </w:r>
      <w:r w:rsidRPr="00AA3CBA">
        <w:rPr>
          <w:rStyle w:val="libFootnotenumChar"/>
          <w:rtl/>
        </w:rPr>
        <w:t>(70</w:t>
      </w:r>
      <w:r w:rsidR="007D3118" w:rsidRPr="00AA3CBA">
        <w:rPr>
          <w:rStyle w:val="libFootnotenumChar"/>
          <w:rtl/>
        </w:rPr>
        <w:t>)</w:t>
      </w:r>
      <w:r>
        <w:rPr>
          <w:rtl/>
        </w:rPr>
        <w:t xml:space="preserve"> نيروى بيرون شدن از ملك تو و ياراى در گذشتن از قدرت تواءم نيست و نمى توانم لطف تو را متوجه سوى خود كنم و به خشنودى تو نايل شوم</w:t>
      </w:r>
      <w:r w:rsidR="007D3118">
        <w:rPr>
          <w:rtl/>
        </w:rPr>
        <w:t xml:space="preserve">. </w:t>
      </w:r>
      <w:r>
        <w:rPr>
          <w:rtl/>
        </w:rPr>
        <w:t>به آنچه نزد توست نرسم</w:t>
      </w:r>
      <w:r w:rsidR="007D3118">
        <w:rPr>
          <w:rtl/>
        </w:rPr>
        <w:t xml:space="preserve">، </w:t>
      </w:r>
      <w:r>
        <w:rPr>
          <w:rtl/>
        </w:rPr>
        <w:t>مگر به طاعت و مزيد بخشايش ‍ تو</w:t>
      </w:r>
      <w:r w:rsidR="007D3118">
        <w:rPr>
          <w:rtl/>
        </w:rPr>
        <w:t xml:space="preserve">. </w:t>
      </w:r>
    </w:p>
    <w:p w:rsidR="00587D34" w:rsidRDefault="00587D34" w:rsidP="00587D34">
      <w:pPr>
        <w:pStyle w:val="libNormal"/>
        <w:rPr>
          <w:rtl/>
        </w:rPr>
      </w:pPr>
      <w:r>
        <w:rPr>
          <w:rtl/>
        </w:rPr>
        <w:t>7</w:t>
      </w:r>
      <w:r w:rsidR="007D3118">
        <w:rPr>
          <w:rtl/>
        </w:rPr>
        <w:t xml:space="preserve">. </w:t>
      </w:r>
      <w:r>
        <w:rPr>
          <w:rtl/>
        </w:rPr>
        <w:t>اى خداى من! پيوسته من بنده ذليل تو بوده ام</w:t>
      </w:r>
      <w:r w:rsidR="007D3118">
        <w:rPr>
          <w:rtl/>
        </w:rPr>
        <w:t xml:space="preserve">، </w:t>
      </w:r>
      <w:r>
        <w:rPr>
          <w:rtl/>
        </w:rPr>
        <w:t>نه بر سود خويش قدرت دارم و نه بر زيان خود مگر به يارى تو</w:t>
      </w:r>
      <w:r w:rsidR="007D3118">
        <w:rPr>
          <w:rtl/>
        </w:rPr>
        <w:t xml:space="preserve">. </w:t>
      </w:r>
      <w:r>
        <w:rPr>
          <w:rtl/>
        </w:rPr>
        <w:t>من به ناتوانى خود اقرار مى كنم و به زبونى و بيچارگى خود اعتراف دارم</w:t>
      </w:r>
      <w:r w:rsidR="007D3118">
        <w:rPr>
          <w:rtl/>
        </w:rPr>
        <w:t xml:space="preserve">، </w:t>
      </w:r>
      <w:r>
        <w:rPr>
          <w:rtl/>
        </w:rPr>
        <w:t>پس به آنچه وعده دادى عطا فرما و آنچه عطا كرده اى كامل كن</w:t>
      </w:r>
      <w:r w:rsidR="007D3118">
        <w:rPr>
          <w:rtl/>
        </w:rPr>
        <w:t xml:space="preserve">، </w:t>
      </w:r>
      <w:r>
        <w:rPr>
          <w:rtl/>
        </w:rPr>
        <w:t>كه من بنده تو ام</w:t>
      </w:r>
      <w:r w:rsidR="007D3118">
        <w:rPr>
          <w:rtl/>
        </w:rPr>
        <w:t xml:space="preserve">، </w:t>
      </w:r>
      <w:r>
        <w:rPr>
          <w:rtl/>
        </w:rPr>
        <w:t>بيچاره نيازمند و ناتوان و رنجور و خوار و زبون و تهيدست و ترسان و پناه به تو آورده</w:t>
      </w:r>
      <w:r w:rsidR="007D3118">
        <w:rPr>
          <w:rtl/>
        </w:rPr>
        <w:t xml:space="preserve">. </w:t>
      </w:r>
    </w:p>
    <w:p w:rsidR="00587D34" w:rsidRDefault="00587D34" w:rsidP="00587D34">
      <w:pPr>
        <w:pStyle w:val="libNormal"/>
        <w:rPr>
          <w:rtl/>
        </w:rPr>
      </w:pPr>
      <w:r>
        <w:rPr>
          <w:rtl/>
        </w:rPr>
        <w:t>8</w:t>
      </w:r>
      <w:r w:rsidR="007D3118">
        <w:rPr>
          <w:rtl/>
        </w:rPr>
        <w:t xml:space="preserve">. </w:t>
      </w:r>
      <w:r>
        <w:rPr>
          <w:rtl/>
        </w:rPr>
        <w:t>خدايا درود بر محمد و آل او فرست</w:t>
      </w:r>
      <w:r w:rsidR="007D3118">
        <w:rPr>
          <w:rtl/>
        </w:rPr>
        <w:t xml:space="preserve">، </w:t>
      </w:r>
      <w:r>
        <w:rPr>
          <w:rtl/>
        </w:rPr>
        <w:t>و به سبب نعمت هايى كه عطا كرده اى</w:t>
      </w:r>
      <w:r w:rsidR="007D3118">
        <w:rPr>
          <w:rtl/>
        </w:rPr>
        <w:t xml:space="preserve">، </w:t>
      </w:r>
      <w:r>
        <w:rPr>
          <w:rtl/>
        </w:rPr>
        <w:t>از ياد خود فراموشيم مده و به علت آن چه احسان كرده اى مرا غافل مگردان</w:t>
      </w:r>
      <w:r w:rsidR="007D3118">
        <w:rPr>
          <w:rtl/>
        </w:rPr>
        <w:t xml:space="preserve">، </w:t>
      </w:r>
      <w:r>
        <w:rPr>
          <w:rtl/>
        </w:rPr>
        <w:t>در همه حال</w:t>
      </w:r>
      <w:r w:rsidR="007D3118">
        <w:rPr>
          <w:rtl/>
        </w:rPr>
        <w:t xml:space="preserve">، </w:t>
      </w:r>
      <w:r>
        <w:rPr>
          <w:rtl/>
        </w:rPr>
        <w:t>خوشى يا ناخوشى</w:t>
      </w:r>
      <w:r w:rsidR="007D3118">
        <w:rPr>
          <w:rtl/>
        </w:rPr>
        <w:t xml:space="preserve">، </w:t>
      </w:r>
      <w:r>
        <w:rPr>
          <w:rtl/>
        </w:rPr>
        <w:t>سختى يا آسايش</w:t>
      </w:r>
      <w:r w:rsidR="007D3118">
        <w:rPr>
          <w:rtl/>
        </w:rPr>
        <w:t xml:space="preserve">، </w:t>
      </w:r>
      <w:r>
        <w:rPr>
          <w:rtl/>
        </w:rPr>
        <w:t>عافيت يا بلاء</w:t>
      </w:r>
      <w:r w:rsidR="007D3118">
        <w:rPr>
          <w:rtl/>
        </w:rPr>
        <w:t xml:space="preserve">، </w:t>
      </w:r>
      <w:r>
        <w:rPr>
          <w:rtl/>
        </w:rPr>
        <w:t>بد حالى يا نعمت</w:t>
      </w:r>
      <w:r w:rsidR="007D3118">
        <w:rPr>
          <w:rtl/>
        </w:rPr>
        <w:t xml:space="preserve">، </w:t>
      </w:r>
      <w:r>
        <w:rPr>
          <w:rtl/>
        </w:rPr>
        <w:t>توانگرى يا تنگدستى</w:t>
      </w:r>
      <w:r w:rsidR="007D3118">
        <w:rPr>
          <w:rtl/>
        </w:rPr>
        <w:t xml:space="preserve">، </w:t>
      </w:r>
      <w:r>
        <w:rPr>
          <w:rtl/>
        </w:rPr>
        <w:t>درويشى و بى نيازى</w:t>
      </w:r>
      <w:r w:rsidR="007D3118">
        <w:rPr>
          <w:rtl/>
        </w:rPr>
        <w:t xml:space="preserve">. </w:t>
      </w:r>
      <w:r>
        <w:rPr>
          <w:rtl/>
        </w:rPr>
        <w:t xml:space="preserve">اجابت دعاى مرا هر چند به </w:t>
      </w:r>
      <w:r w:rsidR="00F57255">
        <w:rPr>
          <w:rtl/>
        </w:rPr>
        <w:t>تأخیر</w:t>
      </w:r>
      <w:r>
        <w:rPr>
          <w:rtl/>
        </w:rPr>
        <w:t xml:space="preserve"> انازى</w:t>
      </w:r>
      <w:r w:rsidR="007D3118">
        <w:rPr>
          <w:rtl/>
        </w:rPr>
        <w:t xml:space="preserve">، </w:t>
      </w:r>
      <w:r>
        <w:rPr>
          <w:rtl/>
        </w:rPr>
        <w:t>باز مرا نوميد مساز</w:t>
      </w:r>
      <w:r w:rsidR="007D3118">
        <w:rPr>
          <w:rtl/>
        </w:rPr>
        <w:t xml:space="preserve">. </w:t>
      </w:r>
    </w:p>
    <w:p w:rsidR="00587D34" w:rsidRDefault="00587D34" w:rsidP="00587D34">
      <w:pPr>
        <w:pStyle w:val="libNormal"/>
        <w:rPr>
          <w:rtl/>
        </w:rPr>
      </w:pPr>
      <w:r>
        <w:rPr>
          <w:rtl/>
        </w:rPr>
        <w:t>9</w:t>
      </w:r>
      <w:r w:rsidR="007D3118">
        <w:rPr>
          <w:rtl/>
        </w:rPr>
        <w:t xml:space="preserve">. </w:t>
      </w:r>
      <w:r>
        <w:rPr>
          <w:rtl/>
        </w:rPr>
        <w:t>خدايا درود فرست بر محمد و خاندان او</w:t>
      </w:r>
      <w:r w:rsidR="007D3118">
        <w:rPr>
          <w:rtl/>
        </w:rPr>
        <w:t xml:space="preserve">، </w:t>
      </w:r>
      <w:r>
        <w:rPr>
          <w:rtl/>
        </w:rPr>
        <w:t>توفيق ده كه هميشه ثناى تو گويم و سپاس تو گزارم</w:t>
      </w:r>
      <w:r w:rsidR="007D3118">
        <w:rPr>
          <w:rtl/>
        </w:rPr>
        <w:t xml:space="preserve">. </w:t>
      </w:r>
      <w:r>
        <w:rPr>
          <w:rtl/>
        </w:rPr>
        <w:t>بدانچهاز دنيا انعام كرده اى شادان نشوم</w:t>
      </w:r>
      <w:r w:rsidR="007D3118">
        <w:rPr>
          <w:rtl/>
        </w:rPr>
        <w:t xml:space="preserve">، </w:t>
      </w:r>
      <w:r>
        <w:rPr>
          <w:rtl/>
        </w:rPr>
        <w:t>و از آنچه مرا منع فرموده اى اندوهگين نباشم و ترس خود را در دل من جاى ده و مرا بدان كار دار كه مى پسندى و به طاعت خود سرگرم كن تا از آن چه بر سر من آيد پروا نداشته باشم و چيزى را كه نمى پسندى آرزو نكنم و چيزى كه پسنديده تو است ناخوش ندارم</w:t>
      </w:r>
      <w:r w:rsidR="007D3118">
        <w:rPr>
          <w:rtl/>
        </w:rPr>
        <w:t xml:space="preserve">. </w:t>
      </w:r>
    </w:p>
    <w:p w:rsidR="00587D34" w:rsidRDefault="00587D34" w:rsidP="00587D34">
      <w:pPr>
        <w:pStyle w:val="libNormal"/>
        <w:rPr>
          <w:rtl/>
        </w:rPr>
      </w:pPr>
      <w:r>
        <w:rPr>
          <w:rtl/>
        </w:rPr>
        <w:t>10</w:t>
      </w:r>
      <w:r w:rsidR="007D3118">
        <w:rPr>
          <w:rtl/>
        </w:rPr>
        <w:t xml:space="preserve">. </w:t>
      </w:r>
      <w:r>
        <w:rPr>
          <w:rtl/>
        </w:rPr>
        <w:t>خدايا درود فرست بر محمد و خاندان او</w:t>
      </w:r>
      <w:r w:rsidR="007D3118">
        <w:rPr>
          <w:rtl/>
        </w:rPr>
        <w:t xml:space="preserve">، </w:t>
      </w:r>
      <w:r>
        <w:rPr>
          <w:rtl/>
        </w:rPr>
        <w:t>دل مرا از همه چيز تهى ساز تا جاى محبت تو باشد</w:t>
      </w:r>
      <w:r w:rsidR="007D3118">
        <w:rPr>
          <w:rtl/>
        </w:rPr>
        <w:t xml:space="preserve">، </w:t>
      </w:r>
      <w:r>
        <w:rPr>
          <w:rtl/>
        </w:rPr>
        <w:t xml:space="preserve">و به ياد خود مشغول دار و به ترس و بيم خود پرورش </w:t>
      </w:r>
      <w:r>
        <w:rPr>
          <w:rtl/>
        </w:rPr>
        <w:lastRenderedPageBreak/>
        <w:t>ده و به رغبت به جانب خود نيرومند گردان و به طاعت خويش ‍ مايل كن</w:t>
      </w:r>
      <w:r w:rsidR="007D3118">
        <w:rPr>
          <w:rtl/>
        </w:rPr>
        <w:t xml:space="preserve">، </w:t>
      </w:r>
      <w:r>
        <w:rPr>
          <w:rtl/>
        </w:rPr>
        <w:t>و او را در راهى سالك گردان كه دوست تر دارى و چنانش پرور كه در همه عمر بدان چه نزد تو است رغبت كند</w:t>
      </w:r>
    </w:p>
    <w:p w:rsidR="00587D34" w:rsidRDefault="00587D34" w:rsidP="00587D34">
      <w:pPr>
        <w:pStyle w:val="libNormal"/>
        <w:rPr>
          <w:rtl/>
        </w:rPr>
      </w:pPr>
      <w:r>
        <w:rPr>
          <w:rtl/>
        </w:rPr>
        <w:t>11</w:t>
      </w:r>
      <w:r w:rsidR="007D3118">
        <w:rPr>
          <w:rtl/>
        </w:rPr>
        <w:t xml:space="preserve">. </w:t>
      </w:r>
      <w:r>
        <w:rPr>
          <w:rtl/>
        </w:rPr>
        <w:t>توشه مرا از اين جهان پرهيزگارى قرار ده</w:t>
      </w:r>
      <w:r w:rsidR="007D3118">
        <w:rPr>
          <w:rtl/>
        </w:rPr>
        <w:t xml:space="preserve">، </w:t>
      </w:r>
      <w:r>
        <w:rPr>
          <w:rtl/>
        </w:rPr>
        <w:t>و و رفتار مرا به سوى بخشايش خود بگردان و باب خشنودى خويش را به روى من بگشاى و مرا در بهشت خود جاى ده</w:t>
      </w:r>
      <w:r w:rsidR="007D3118">
        <w:rPr>
          <w:rtl/>
        </w:rPr>
        <w:t xml:space="preserve">. </w:t>
      </w:r>
      <w:r>
        <w:rPr>
          <w:rtl/>
        </w:rPr>
        <w:t>خدايا به من نيرويى بخش كه هر چه را موجب خشنودى تو است آسان به جاى آرم و سوى تو گريزم و رغبت در آن نعمت ها كنم كه نزد توست و در دل من انداز كه از آفريدگان شرير تو احتراز كنم و با تو و دوستان و مطيعان تو انس گيرم</w:t>
      </w:r>
      <w:r w:rsidR="007D3118">
        <w:rPr>
          <w:rtl/>
        </w:rPr>
        <w:t xml:space="preserve">. </w:t>
      </w:r>
    </w:p>
    <w:p w:rsidR="00587D34" w:rsidRDefault="00587D34" w:rsidP="00587D34">
      <w:pPr>
        <w:pStyle w:val="libNormal"/>
        <w:rPr>
          <w:rtl/>
        </w:rPr>
      </w:pPr>
      <w:r>
        <w:rPr>
          <w:rtl/>
        </w:rPr>
        <w:t>12</w:t>
      </w:r>
      <w:r w:rsidR="007D3118">
        <w:rPr>
          <w:rtl/>
        </w:rPr>
        <w:t xml:space="preserve">. </w:t>
      </w:r>
      <w:r>
        <w:rPr>
          <w:rtl/>
        </w:rPr>
        <w:t>هيچ كافر و فاجرى را بر من منّت نباشد و حق بر من نداشته و من نياز به آنها نداشته باشم</w:t>
      </w:r>
      <w:r w:rsidR="007D3118">
        <w:rPr>
          <w:rtl/>
        </w:rPr>
        <w:t xml:space="preserve">، </w:t>
      </w:r>
      <w:r>
        <w:rPr>
          <w:rtl/>
        </w:rPr>
        <w:t>بلكه آرامش و دلبستگى و بى نيازى من به تو و نيكان خلق تو باشد</w:t>
      </w:r>
      <w:r w:rsidR="007D3118">
        <w:rPr>
          <w:rtl/>
        </w:rPr>
        <w:t xml:space="preserve">. </w:t>
      </w:r>
    </w:p>
    <w:p w:rsidR="00587D34" w:rsidRDefault="00587D34" w:rsidP="00587D34">
      <w:pPr>
        <w:pStyle w:val="libNormal"/>
        <w:rPr>
          <w:rtl/>
        </w:rPr>
      </w:pPr>
      <w:r>
        <w:rPr>
          <w:rtl/>
        </w:rPr>
        <w:t>13</w:t>
      </w:r>
      <w:r w:rsidR="007D3118">
        <w:rPr>
          <w:rtl/>
        </w:rPr>
        <w:t xml:space="preserve">. </w:t>
      </w:r>
      <w:r>
        <w:rPr>
          <w:rtl/>
        </w:rPr>
        <w:t>خدايا بر محمد و آل او درود فرست</w:t>
      </w:r>
      <w:r w:rsidR="007D3118">
        <w:rPr>
          <w:rtl/>
        </w:rPr>
        <w:t xml:space="preserve">، </w:t>
      </w:r>
      <w:r>
        <w:rPr>
          <w:rtl/>
        </w:rPr>
        <w:t>و مرا همنشين آنها قرار ده</w:t>
      </w:r>
      <w:r w:rsidR="007D3118">
        <w:rPr>
          <w:rtl/>
        </w:rPr>
        <w:t xml:space="preserve">، </w:t>
      </w:r>
      <w:r>
        <w:rPr>
          <w:rtl/>
        </w:rPr>
        <w:t>و يار آنها گردان</w:t>
      </w:r>
      <w:r w:rsidR="007D3118">
        <w:rPr>
          <w:rtl/>
        </w:rPr>
        <w:t xml:space="preserve">، </w:t>
      </w:r>
      <w:r>
        <w:rPr>
          <w:rtl/>
        </w:rPr>
        <w:t>و بر من منّت گذار كه شوق من به سوى تو باشد</w:t>
      </w:r>
      <w:r w:rsidR="007D3118">
        <w:rPr>
          <w:rtl/>
        </w:rPr>
        <w:t xml:space="preserve">، </w:t>
      </w:r>
      <w:r>
        <w:rPr>
          <w:rtl/>
        </w:rPr>
        <w:t>و و عمل براى تو كنم به هرچه دوستى دارى و مى پسندى</w:t>
      </w:r>
      <w:r w:rsidR="007D3118">
        <w:rPr>
          <w:rtl/>
        </w:rPr>
        <w:t xml:space="preserve">، </w:t>
      </w:r>
      <w:r>
        <w:rPr>
          <w:rtl/>
        </w:rPr>
        <w:t>كه بر هر چيز توانايى و اين ها بر تو آسان است</w:t>
      </w:r>
      <w:r w:rsidR="007D3118">
        <w:rPr>
          <w:rtl/>
        </w:rPr>
        <w:t xml:space="preserve">. </w:t>
      </w:r>
    </w:p>
    <w:p w:rsidR="00587D34" w:rsidRDefault="00AC50E0" w:rsidP="004C63D0">
      <w:pPr>
        <w:pStyle w:val="Heading2"/>
        <w:rPr>
          <w:rtl/>
        </w:rPr>
      </w:pPr>
      <w:r>
        <w:br w:type="page"/>
      </w:r>
      <w:bookmarkStart w:id="48" w:name="_Toc394915177"/>
      <w:r w:rsidR="00AA3CBA">
        <w:lastRenderedPageBreak/>
        <w:t>22</w:t>
      </w:r>
      <w:r w:rsidR="00AA3CBA">
        <w:rPr>
          <w:rtl/>
        </w:rPr>
        <w:t xml:space="preserve"> وَ كَانَ مِنْ دُعَائِهِ عَلَيْهِ السَّلامُ عِنْدَ الشِّدَّةِ وَ الْجَهْدِ وَ تَعَسُّرِ الْأُمُورِ:</w:t>
      </w:r>
      <w:bookmarkEnd w:id="48"/>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إِنَّكَ كَلَّفْتَنِى مِنْ نَفْسِى مَا أَنْتَ أَمْلَكُ بِهِ مِنِّى</w:t>
      </w:r>
      <w:r w:rsidR="007D3118">
        <w:rPr>
          <w:rtl/>
        </w:rPr>
        <w:t xml:space="preserve">، </w:t>
      </w:r>
      <w:r>
        <w:rPr>
          <w:rtl/>
        </w:rPr>
        <w:t>وَ قُدْرَتُكَ عَلَيْهِ وَ عَلَيَّ أَغْلَبُ مِنْ قُدْرَتِى</w:t>
      </w:r>
      <w:r w:rsidR="007D3118">
        <w:rPr>
          <w:rtl/>
        </w:rPr>
        <w:t xml:space="preserve">، </w:t>
      </w:r>
      <w:r>
        <w:rPr>
          <w:rtl/>
        </w:rPr>
        <w:t>فَأَعْطِنِى مِنْ نَفْسِى مَا يُرْضِيكَ عَنِّى</w:t>
      </w:r>
      <w:r w:rsidR="007D3118">
        <w:rPr>
          <w:rtl/>
        </w:rPr>
        <w:t xml:space="preserve">، </w:t>
      </w:r>
      <w:r>
        <w:rPr>
          <w:rtl/>
        </w:rPr>
        <w:t>وَ خُذْ لِنَفْسِكَ رِضَاهَا مِنْ نَفْسِى فِى عَافِيَةٍ</w:t>
      </w:r>
      <w:r w:rsidR="007D3118">
        <w:rPr>
          <w:rtl/>
        </w:rPr>
        <w:t xml:space="preserve">. </w:t>
      </w:r>
    </w:p>
    <w:p w:rsidR="00587D34" w:rsidRDefault="00587D34" w:rsidP="00587D34">
      <w:pPr>
        <w:pStyle w:val="libNormal"/>
        <w:rPr>
          <w:rtl/>
        </w:rPr>
      </w:pPr>
      <w:r>
        <w:rPr>
          <w:rtl/>
        </w:rPr>
        <w:t>(2</w:t>
      </w:r>
      <w:r w:rsidR="007D3118">
        <w:rPr>
          <w:rtl/>
        </w:rPr>
        <w:t xml:space="preserve">) </w:t>
      </w:r>
      <w:r>
        <w:rPr>
          <w:rtl/>
        </w:rPr>
        <w:t>اللَّهُمَّ لا طَاقَةَ لِى بِالْجَهْدِ</w:t>
      </w:r>
      <w:r w:rsidR="007D3118">
        <w:rPr>
          <w:rtl/>
        </w:rPr>
        <w:t xml:space="preserve">، </w:t>
      </w:r>
      <w:r>
        <w:rPr>
          <w:rtl/>
        </w:rPr>
        <w:t>وَ لا صَبْرَ لِى عَلَى الْبَلاءِ</w:t>
      </w:r>
      <w:r w:rsidR="007D3118">
        <w:rPr>
          <w:rtl/>
        </w:rPr>
        <w:t xml:space="preserve">، </w:t>
      </w:r>
      <w:r>
        <w:rPr>
          <w:rtl/>
        </w:rPr>
        <w:t>وَ لا قُوَّةَ لِى عَلَى الْفَقْرِ</w:t>
      </w:r>
      <w:r w:rsidR="007D3118">
        <w:rPr>
          <w:rtl/>
        </w:rPr>
        <w:t xml:space="preserve">، </w:t>
      </w:r>
      <w:r>
        <w:rPr>
          <w:rtl/>
        </w:rPr>
        <w:t>فَلا تَحْظُرْ عَلَيَّ رِزْقِى</w:t>
      </w:r>
      <w:r w:rsidR="007D3118">
        <w:rPr>
          <w:rtl/>
        </w:rPr>
        <w:t xml:space="preserve">، </w:t>
      </w:r>
      <w:r>
        <w:rPr>
          <w:rtl/>
        </w:rPr>
        <w:t>وَ لا تَكِلْنِى إِلَى خَلْقِكَ</w:t>
      </w:r>
      <w:r w:rsidR="007D3118">
        <w:rPr>
          <w:rtl/>
        </w:rPr>
        <w:t xml:space="preserve">، </w:t>
      </w:r>
      <w:r>
        <w:rPr>
          <w:rtl/>
        </w:rPr>
        <w:t>بَلْ تَفَرَّدْ بِحَاجَتِى</w:t>
      </w:r>
      <w:r w:rsidR="007D3118">
        <w:rPr>
          <w:rtl/>
        </w:rPr>
        <w:t xml:space="preserve">، </w:t>
      </w:r>
      <w:r>
        <w:rPr>
          <w:rtl/>
        </w:rPr>
        <w:t>وَ تَوَلَّ كِفَايَتِى</w:t>
      </w:r>
      <w:r w:rsidR="007D3118">
        <w:rPr>
          <w:rtl/>
        </w:rPr>
        <w:t xml:space="preserve">. </w:t>
      </w:r>
    </w:p>
    <w:p w:rsidR="00587D34" w:rsidRDefault="00587D34" w:rsidP="00587D34">
      <w:pPr>
        <w:pStyle w:val="libNormal"/>
        <w:rPr>
          <w:rtl/>
        </w:rPr>
      </w:pPr>
      <w:r>
        <w:rPr>
          <w:rtl/>
        </w:rPr>
        <w:t>(3</w:t>
      </w:r>
      <w:r w:rsidR="007D3118">
        <w:rPr>
          <w:rtl/>
        </w:rPr>
        <w:t xml:space="preserve">) </w:t>
      </w:r>
      <w:r>
        <w:rPr>
          <w:rtl/>
        </w:rPr>
        <w:t>وَ انْظُرْ إِلَيَّ وَ انْظُرْ لِى فِى جَمِيعِ أُمُورِى</w:t>
      </w:r>
      <w:r w:rsidR="007D3118">
        <w:rPr>
          <w:rtl/>
        </w:rPr>
        <w:t xml:space="preserve">، </w:t>
      </w:r>
      <w:r>
        <w:rPr>
          <w:rtl/>
        </w:rPr>
        <w:t>فَإِنَّكَ إِنْ وَكَلْتَنِى إِلَى نَفْسِى عَجَزْتُ عَنْهَا وَ لَمْ أُقِمْ مَا فِيهِ مَصْلَحَتُهَا</w:t>
      </w:r>
      <w:r w:rsidR="007D3118">
        <w:rPr>
          <w:rtl/>
        </w:rPr>
        <w:t xml:space="preserve">، </w:t>
      </w:r>
      <w:r>
        <w:rPr>
          <w:rtl/>
        </w:rPr>
        <w:t>وَ إِنْ وَكَلْتَنِى إِلَى خَلْقِكَ تَجَهَّمُونِى</w:t>
      </w:r>
      <w:r w:rsidR="007D3118">
        <w:rPr>
          <w:rtl/>
        </w:rPr>
        <w:t xml:space="preserve">، </w:t>
      </w:r>
      <w:r>
        <w:rPr>
          <w:rtl/>
        </w:rPr>
        <w:t>وَ إِنْ أَلْجَأْتَنِى إِلَى قَرَابَتِى حَرَمُونِى</w:t>
      </w:r>
      <w:r w:rsidR="007D3118">
        <w:rPr>
          <w:rtl/>
        </w:rPr>
        <w:t xml:space="preserve">، </w:t>
      </w:r>
      <w:r>
        <w:rPr>
          <w:rtl/>
        </w:rPr>
        <w:t>وَ إِنْ أَعْطَوْا أَعْطَوْا قَلِيلا نَكِدا</w:t>
      </w:r>
      <w:r w:rsidR="007D3118">
        <w:rPr>
          <w:rtl/>
        </w:rPr>
        <w:t xml:space="preserve">، </w:t>
      </w:r>
      <w:r>
        <w:rPr>
          <w:rtl/>
        </w:rPr>
        <w:t>وَ مَنُّوا عَلَيَّ طَوِيلا</w:t>
      </w:r>
      <w:r w:rsidR="007D3118">
        <w:rPr>
          <w:rtl/>
        </w:rPr>
        <w:t xml:space="preserve">، </w:t>
      </w:r>
      <w:r>
        <w:rPr>
          <w:rtl/>
        </w:rPr>
        <w:t>وَ ذَمُّوا كَثِيرا</w:t>
      </w:r>
      <w:r w:rsidR="007D3118">
        <w:rPr>
          <w:rtl/>
        </w:rPr>
        <w:t xml:space="preserve">. </w:t>
      </w:r>
    </w:p>
    <w:p w:rsidR="00587D34" w:rsidRDefault="00587D34" w:rsidP="00587D34">
      <w:pPr>
        <w:pStyle w:val="libNormal"/>
        <w:rPr>
          <w:rtl/>
        </w:rPr>
      </w:pPr>
      <w:r>
        <w:rPr>
          <w:rtl/>
        </w:rPr>
        <w:t>(4</w:t>
      </w:r>
      <w:r w:rsidR="007D3118">
        <w:rPr>
          <w:rtl/>
        </w:rPr>
        <w:t xml:space="preserve">) </w:t>
      </w:r>
      <w:r>
        <w:rPr>
          <w:rtl/>
        </w:rPr>
        <w:t>فَبِفَضْلِكَ</w:t>
      </w:r>
      <w:r w:rsidR="007D3118">
        <w:rPr>
          <w:rtl/>
        </w:rPr>
        <w:t xml:space="preserve">، </w:t>
      </w:r>
      <w:r>
        <w:rPr>
          <w:rtl/>
        </w:rPr>
        <w:t>اللَّهُمَّ</w:t>
      </w:r>
      <w:r w:rsidR="007D3118">
        <w:rPr>
          <w:rtl/>
        </w:rPr>
        <w:t xml:space="preserve">، </w:t>
      </w:r>
      <w:r>
        <w:rPr>
          <w:rtl/>
        </w:rPr>
        <w:t>فَأَغْنِنِى</w:t>
      </w:r>
      <w:r w:rsidR="007D3118">
        <w:rPr>
          <w:rtl/>
        </w:rPr>
        <w:t xml:space="preserve">، </w:t>
      </w:r>
      <w:r>
        <w:rPr>
          <w:rtl/>
        </w:rPr>
        <w:t>وَ بِعَظَمَتِكَ فَانْعَشْنِى</w:t>
      </w:r>
      <w:r w:rsidR="007D3118">
        <w:rPr>
          <w:rtl/>
        </w:rPr>
        <w:t xml:space="preserve">، </w:t>
      </w:r>
      <w:r>
        <w:rPr>
          <w:rtl/>
        </w:rPr>
        <w:t>وَ بِسَعَتِكَ</w:t>
      </w:r>
      <w:r w:rsidR="007D3118">
        <w:rPr>
          <w:rtl/>
        </w:rPr>
        <w:t xml:space="preserve">، </w:t>
      </w:r>
      <w:r>
        <w:rPr>
          <w:rtl/>
        </w:rPr>
        <w:t>فَابْسُطْ يَدِى</w:t>
      </w:r>
      <w:r w:rsidR="007D3118">
        <w:rPr>
          <w:rtl/>
        </w:rPr>
        <w:t xml:space="preserve">، </w:t>
      </w:r>
      <w:r>
        <w:rPr>
          <w:rtl/>
        </w:rPr>
        <w:t>وَ بِمَا عِنْدَكَ فَاكْفِنِى</w:t>
      </w:r>
      <w:r w:rsidR="007D3118">
        <w:rPr>
          <w:rtl/>
        </w:rPr>
        <w:t xml:space="preserve">. </w:t>
      </w:r>
    </w:p>
    <w:p w:rsidR="00587D34" w:rsidRDefault="00587D34" w:rsidP="00587D34">
      <w:pPr>
        <w:pStyle w:val="libNormal"/>
        <w:rPr>
          <w:rtl/>
        </w:rPr>
      </w:pPr>
      <w:r>
        <w:rPr>
          <w:rtl/>
        </w:rPr>
        <w:t>(5</w:t>
      </w:r>
      <w:r w:rsidR="007D3118">
        <w:rPr>
          <w:rtl/>
        </w:rPr>
        <w:t xml:space="preserve">) </w:t>
      </w:r>
      <w:r>
        <w:rPr>
          <w:rtl/>
        </w:rPr>
        <w:t>اللَّهُمَّ صَلِّ عَلَى مُحَمَّدٍ وَ آلِهِ</w:t>
      </w:r>
      <w:r w:rsidR="007D3118">
        <w:rPr>
          <w:rtl/>
        </w:rPr>
        <w:t xml:space="preserve">، </w:t>
      </w:r>
      <w:r>
        <w:rPr>
          <w:rtl/>
        </w:rPr>
        <w:t>وَ خَلِّصْنِى مِنَ الْحَسَدِ</w:t>
      </w:r>
      <w:r w:rsidR="007D3118">
        <w:rPr>
          <w:rtl/>
        </w:rPr>
        <w:t xml:space="preserve">، </w:t>
      </w:r>
      <w:r>
        <w:rPr>
          <w:rtl/>
        </w:rPr>
        <w:t>وَ احْصُرْنِى عَنِ الذُّنُوبِ</w:t>
      </w:r>
      <w:r w:rsidR="007D3118">
        <w:rPr>
          <w:rtl/>
        </w:rPr>
        <w:t xml:space="preserve">، </w:t>
      </w:r>
      <w:r>
        <w:rPr>
          <w:rtl/>
        </w:rPr>
        <w:t>وَ وَرِّعْنِى عَنِ الْمَحَارِمِ</w:t>
      </w:r>
      <w:r w:rsidR="007D3118">
        <w:rPr>
          <w:rtl/>
        </w:rPr>
        <w:t xml:space="preserve">، </w:t>
      </w:r>
      <w:r>
        <w:rPr>
          <w:rtl/>
        </w:rPr>
        <w:t>وَ لا تُجَرِّئْنِى عَلَى الْمَعَاصِى</w:t>
      </w:r>
      <w:r w:rsidR="007D3118">
        <w:rPr>
          <w:rtl/>
        </w:rPr>
        <w:t xml:space="preserve">، </w:t>
      </w:r>
      <w:r>
        <w:rPr>
          <w:rtl/>
        </w:rPr>
        <w:t>وَ اجْعَلْ هَوَاىَ عِنْدَكَ</w:t>
      </w:r>
      <w:r w:rsidR="007D3118">
        <w:rPr>
          <w:rtl/>
        </w:rPr>
        <w:t xml:space="preserve">، </w:t>
      </w:r>
      <w:r>
        <w:rPr>
          <w:rtl/>
        </w:rPr>
        <w:t>وَ رِضَاىَ فِيمَا يَرِدُ عَلَيَّ مِنْكَ</w:t>
      </w:r>
      <w:r w:rsidR="007D3118">
        <w:rPr>
          <w:rtl/>
        </w:rPr>
        <w:t xml:space="preserve">، </w:t>
      </w:r>
      <w:r>
        <w:rPr>
          <w:rtl/>
        </w:rPr>
        <w:t>وَ بَارِكْ لِى فِيمَا رَزَقْتَنِى وَ فِيمَا خَوَّلْتَنِى وَ فِيمَا أَنْعَمْتَ بِهِ عَلَيَّ</w:t>
      </w:r>
      <w:r w:rsidR="007D3118">
        <w:rPr>
          <w:rtl/>
        </w:rPr>
        <w:t xml:space="preserve">، </w:t>
      </w:r>
      <w:r>
        <w:rPr>
          <w:rtl/>
        </w:rPr>
        <w:t>وَ اجْعَلْنِى فِى كُلِّ حَالاتِى مَحْفُوظا مَكْلُوءا مَسْتُورا مَمْنُوعا مُعَاذا مُجَارا</w:t>
      </w:r>
      <w:r w:rsidR="007D3118">
        <w:rPr>
          <w:rtl/>
        </w:rPr>
        <w:t xml:space="preserve">. </w:t>
      </w:r>
    </w:p>
    <w:p w:rsidR="00587D34" w:rsidRDefault="00587D34" w:rsidP="00587D34">
      <w:pPr>
        <w:pStyle w:val="libNormal"/>
        <w:rPr>
          <w:rtl/>
        </w:rPr>
      </w:pPr>
      <w:r>
        <w:rPr>
          <w:rtl/>
        </w:rPr>
        <w:t>(6</w:t>
      </w:r>
      <w:r w:rsidR="007D3118">
        <w:rPr>
          <w:rtl/>
        </w:rPr>
        <w:t xml:space="preserve">) </w:t>
      </w:r>
      <w:r>
        <w:rPr>
          <w:rtl/>
        </w:rPr>
        <w:t>اللَّهُمَّ صَلِّ عَلَى مُحَمَّدٍ وَ آلِهِ</w:t>
      </w:r>
      <w:r w:rsidR="007D3118">
        <w:rPr>
          <w:rtl/>
        </w:rPr>
        <w:t xml:space="preserve">، </w:t>
      </w:r>
      <w:r>
        <w:rPr>
          <w:rtl/>
        </w:rPr>
        <w:t>وَ اقْضِ عَنِّى كُلَّ مَا أَلْزَمْتَنِيهِ وَ فَرَضْتَهُ عَلَيَّ لَكَ فِى وَجْهٍ مِنْ وُجُوهِ طَاعَتِكَ أَوْ لِخَلْقٍ مِنْ خَلْقِكَ وَ إِنْ ضَعُفَ عَنْ ذَلِكَ بَدَنِى</w:t>
      </w:r>
      <w:r w:rsidR="007D3118">
        <w:rPr>
          <w:rtl/>
        </w:rPr>
        <w:t xml:space="preserve">، </w:t>
      </w:r>
      <w:r>
        <w:rPr>
          <w:rtl/>
        </w:rPr>
        <w:t>وَ وَهَنَتْ عَنْهُ قُوَّتِى</w:t>
      </w:r>
      <w:r w:rsidR="007D3118">
        <w:rPr>
          <w:rtl/>
        </w:rPr>
        <w:t xml:space="preserve">، </w:t>
      </w:r>
      <w:r>
        <w:rPr>
          <w:rtl/>
        </w:rPr>
        <w:t>وَ لَمْ تَنَلْهُ مَقْدُرَتِى</w:t>
      </w:r>
      <w:r w:rsidR="007D3118">
        <w:rPr>
          <w:rtl/>
        </w:rPr>
        <w:t xml:space="preserve">، </w:t>
      </w:r>
      <w:r>
        <w:rPr>
          <w:rtl/>
        </w:rPr>
        <w:t>وَ لَمْ يَسَعْهُ مَالِى وَ لا ذَاتُ يَدِى</w:t>
      </w:r>
      <w:r w:rsidR="007D3118">
        <w:rPr>
          <w:rtl/>
        </w:rPr>
        <w:t xml:space="preserve">، </w:t>
      </w:r>
      <w:r>
        <w:rPr>
          <w:rtl/>
        </w:rPr>
        <w:t>ذَكَرْتُهُ أَوْ نَسِيتُهُ</w:t>
      </w:r>
      <w:r w:rsidR="007D3118">
        <w:rPr>
          <w:rtl/>
        </w:rPr>
        <w:t xml:space="preserve">. </w:t>
      </w:r>
    </w:p>
    <w:p w:rsidR="00587D34" w:rsidRDefault="00587D34" w:rsidP="00587D34">
      <w:pPr>
        <w:pStyle w:val="libNormal"/>
        <w:rPr>
          <w:rtl/>
        </w:rPr>
      </w:pPr>
      <w:r>
        <w:rPr>
          <w:rtl/>
        </w:rPr>
        <w:lastRenderedPageBreak/>
        <w:t>(7</w:t>
      </w:r>
      <w:r w:rsidR="007D3118">
        <w:rPr>
          <w:rtl/>
        </w:rPr>
        <w:t xml:space="preserve">) </w:t>
      </w:r>
      <w:r>
        <w:rPr>
          <w:rtl/>
        </w:rPr>
        <w:t>هُوَ</w:t>
      </w:r>
      <w:r w:rsidR="007D3118">
        <w:rPr>
          <w:rtl/>
        </w:rPr>
        <w:t xml:space="preserve">، </w:t>
      </w:r>
      <w:r>
        <w:rPr>
          <w:rtl/>
        </w:rPr>
        <w:t>يَا رَبِّ</w:t>
      </w:r>
      <w:r w:rsidR="007D3118">
        <w:rPr>
          <w:rtl/>
        </w:rPr>
        <w:t xml:space="preserve">، </w:t>
      </w:r>
      <w:r>
        <w:rPr>
          <w:rtl/>
        </w:rPr>
        <w:t>مِمَّا قَدْ أَحْصَيْتَهُ عَلَيَّ وَ أَغْفَلْتُهُ أَنَا مِنْ نَفْسِى</w:t>
      </w:r>
      <w:r w:rsidR="007D3118">
        <w:rPr>
          <w:rtl/>
        </w:rPr>
        <w:t xml:space="preserve">، </w:t>
      </w:r>
      <w:r>
        <w:rPr>
          <w:rtl/>
        </w:rPr>
        <w:t>فَأَدِّهِ عَنِّى مِنْ جَزِيلِ عَطِيَّتِكَ وَ كَثِيرِ مَا عِنْدَكَ</w:t>
      </w:r>
      <w:r w:rsidR="007D3118">
        <w:rPr>
          <w:rtl/>
        </w:rPr>
        <w:t xml:space="preserve">، </w:t>
      </w:r>
      <w:r>
        <w:rPr>
          <w:rtl/>
        </w:rPr>
        <w:t>فَإِنَّكَ وَاسِعٌ كَرِيمٌ</w:t>
      </w:r>
      <w:r w:rsidR="007D3118">
        <w:rPr>
          <w:rtl/>
        </w:rPr>
        <w:t xml:space="preserve">، </w:t>
      </w:r>
      <w:r>
        <w:rPr>
          <w:rtl/>
        </w:rPr>
        <w:t>حَتَّى لا يَبْقَى عَلَيَّ شَيْءٌ مِنْهُ تُرِيدُ أَنْ تُقَاصَّنِى بِهِ مِنْ حَسَنَاتِى</w:t>
      </w:r>
      <w:r w:rsidR="007D3118">
        <w:rPr>
          <w:rtl/>
        </w:rPr>
        <w:t xml:space="preserve">، </w:t>
      </w:r>
      <w:r>
        <w:rPr>
          <w:rtl/>
        </w:rPr>
        <w:t>أَوْ تُضَاعِفَ بِهِ مِنْ سَيِّئَاتِى يَوْمَ أَلْقَاكَ يَا رَبِّ</w:t>
      </w:r>
      <w:r w:rsidR="007D3118">
        <w:rPr>
          <w:rtl/>
        </w:rPr>
        <w:t xml:space="preserve">. </w:t>
      </w:r>
    </w:p>
    <w:p w:rsidR="00587D34" w:rsidRDefault="00587D34" w:rsidP="00587D34">
      <w:pPr>
        <w:pStyle w:val="libNormal"/>
        <w:rPr>
          <w:rtl/>
        </w:rPr>
      </w:pPr>
      <w:r>
        <w:rPr>
          <w:rtl/>
        </w:rPr>
        <w:t>(8</w:t>
      </w:r>
      <w:r w:rsidR="007D3118">
        <w:rPr>
          <w:rtl/>
        </w:rPr>
        <w:t xml:space="preserve">) </w:t>
      </w:r>
      <w:r>
        <w:rPr>
          <w:rtl/>
        </w:rPr>
        <w:t>اللَّهُمَّ صَلِّ عَلَى مُحَمَّدٍ وَ آلِهِ</w:t>
      </w:r>
      <w:r w:rsidR="007D3118">
        <w:rPr>
          <w:rtl/>
        </w:rPr>
        <w:t xml:space="preserve">، </w:t>
      </w:r>
      <w:r>
        <w:rPr>
          <w:rtl/>
        </w:rPr>
        <w:t>وَ ارْزُقْنِى الرَّغْبَةَ فِى الْعَمَلِ لَكَ لاِخِرَتِى حَتَّى أَعْرِفَ صِدْقَ ذَلِكَ مِنْ قَلْبِى</w:t>
      </w:r>
      <w:r w:rsidR="007D3118">
        <w:rPr>
          <w:rtl/>
        </w:rPr>
        <w:t xml:space="preserve">، </w:t>
      </w:r>
      <w:r>
        <w:rPr>
          <w:rtl/>
        </w:rPr>
        <w:t>وَ حَتَّى</w:t>
      </w:r>
    </w:p>
    <w:p w:rsidR="00587D34" w:rsidRDefault="00587D34" w:rsidP="00587D34">
      <w:pPr>
        <w:pStyle w:val="libNormal"/>
        <w:rPr>
          <w:rtl/>
        </w:rPr>
      </w:pPr>
      <w:r>
        <w:rPr>
          <w:rtl/>
        </w:rPr>
        <w:t>يَكُونَ الْغَالِبُ عَلَيَّ الزُّهْدَ فِى دُنْيَاىَ</w:t>
      </w:r>
      <w:r w:rsidR="007D3118">
        <w:rPr>
          <w:rtl/>
        </w:rPr>
        <w:t xml:space="preserve">، </w:t>
      </w:r>
      <w:r>
        <w:rPr>
          <w:rtl/>
        </w:rPr>
        <w:t>وَ حَتَّى أَعْمَلَ الْحَسَنَاتِ شَوْقا</w:t>
      </w:r>
      <w:r w:rsidR="007D3118">
        <w:rPr>
          <w:rtl/>
        </w:rPr>
        <w:t xml:space="preserve">، </w:t>
      </w:r>
      <w:r>
        <w:rPr>
          <w:rtl/>
        </w:rPr>
        <w:t>وَ آمَنَ مِنَ السَّيِّئَاتِ فَرَقا وَ خَوْفا</w:t>
      </w:r>
      <w:r w:rsidR="007D3118">
        <w:rPr>
          <w:rtl/>
        </w:rPr>
        <w:t xml:space="preserve">، </w:t>
      </w:r>
      <w:r>
        <w:rPr>
          <w:rtl/>
        </w:rPr>
        <w:t>وَ هَبْ لِى نُورا أَمْشِى بِهِ فِى النَّاسِ</w:t>
      </w:r>
      <w:r w:rsidR="007D3118">
        <w:rPr>
          <w:rtl/>
        </w:rPr>
        <w:t xml:space="preserve">، </w:t>
      </w:r>
      <w:r>
        <w:rPr>
          <w:rtl/>
        </w:rPr>
        <w:t>وَ أَهْتَدِى بِهِ فِى الظُّلُمَاتِ</w:t>
      </w:r>
      <w:r w:rsidR="007D3118">
        <w:rPr>
          <w:rtl/>
        </w:rPr>
        <w:t xml:space="preserve">، </w:t>
      </w:r>
      <w:r>
        <w:rPr>
          <w:rtl/>
        </w:rPr>
        <w:t>وَ أَسْتَضِى ءُ بِهِ مِنَ الشَّكِّ وَ الشُّبُهَاتِ</w:t>
      </w:r>
    </w:p>
    <w:p w:rsidR="00587D34" w:rsidRDefault="00587D34" w:rsidP="00587D34">
      <w:pPr>
        <w:pStyle w:val="libNormal"/>
        <w:rPr>
          <w:rtl/>
        </w:rPr>
      </w:pPr>
      <w:r>
        <w:rPr>
          <w:rtl/>
        </w:rPr>
        <w:t>(9</w:t>
      </w:r>
      <w:r w:rsidR="007D3118">
        <w:rPr>
          <w:rtl/>
        </w:rPr>
        <w:t xml:space="preserve">) </w:t>
      </w:r>
      <w:r>
        <w:rPr>
          <w:rtl/>
        </w:rPr>
        <w:t>اللَّهُمَّ صَلِّ عَلَى مُحَمَّدٍ وَ آلِهِ</w:t>
      </w:r>
      <w:r w:rsidR="007D3118">
        <w:rPr>
          <w:rtl/>
        </w:rPr>
        <w:t xml:space="preserve">، </w:t>
      </w:r>
      <w:r>
        <w:rPr>
          <w:rtl/>
        </w:rPr>
        <w:t>وَ ارْزُقْنِى خَوْفَ غَمِّ الْوَعِيدِ</w:t>
      </w:r>
      <w:r w:rsidR="007D3118">
        <w:rPr>
          <w:rtl/>
        </w:rPr>
        <w:t xml:space="preserve">، </w:t>
      </w:r>
      <w:r>
        <w:rPr>
          <w:rtl/>
        </w:rPr>
        <w:t>وَ شَوْقَ ثَوَابِ الْمَوْعُودِ حَتَّى أَجِدَ لَذَّةَ مَا أَدْعُوكَ لَهُ</w:t>
      </w:r>
      <w:r w:rsidR="007D3118">
        <w:rPr>
          <w:rtl/>
        </w:rPr>
        <w:t xml:space="preserve">، </w:t>
      </w:r>
      <w:r>
        <w:rPr>
          <w:rtl/>
        </w:rPr>
        <w:t>وَ كَأْبَةَ مَا أَسْتَجِيرُ بِكَ مِنْهُ</w:t>
      </w:r>
    </w:p>
    <w:p w:rsidR="00587D34" w:rsidRDefault="00587D34" w:rsidP="00587D34">
      <w:pPr>
        <w:pStyle w:val="libNormal"/>
        <w:rPr>
          <w:rtl/>
        </w:rPr>
      </w:pPr>
      <w:r>
        <w:rPr>
          <w:rtl/>
        </w:rPr>
        <w:t>(10</w:t>
      </w:r>
      <w:r w:rsidR="007D3118">
        <w:rPr>
          <w:rtl/>
        </w:rPr>
        <w:t xml:space="preserve">) </w:t>
      </w:r>
      <w:r>
        <w:rPr>
          <w:rtl/>
        </w:rPr>
        <w:t>اللَّهُمَّ قَدْ تَعْلَمُ مَا يُصْلِحُنِى مِنْ أَمْرِ دُنْيَاىَ وَ آخِرَتِى فَكُنْ بِحَوَائِجِى حَفِيّا</w:t>
      </w:r>
      <w:r w:rsidR="007D3118">
        <w:rPr>
          <w:rtl/>
        </w:rPr>
        <w:t xml:space="preserve">. </w:t>
      </w:r>
    </w:p>
    <w:p w:rsidR="00587D34" w:rsidRDefault="00587D34" w:rsidP="00587D34">
      <w:pPr>
        <w:pStyle w:val="libNormal"/>
        <w:rPr>
          <w:rtl/>
        </w:rPr>
      </w:pPr>
      <w:r>
        <w:rPr>
          <w:rtl/>
        </w:rPr>
        <w:t>(11</w:t>
      </w:r>
      <w:r w:rsidR="007D3118">
        <w:rPr>
          <w:rtl/>
        </w:rPr>
        <w:t xml:space="preserve">) </w:t>
      </w:r>
      <w:r>
        <w:rPr>
          <w:rtl/>
        </w:rPr>
        <w:t>اللَّهُمَّ صَلِّ عَلَى مُحَمَّدٍ وَ آلِ مُحَمَّدٍ</w:t>
      </w:r>
      <w:r w:rsidR="007D3118">
        <w:rPr>
          <w:rtl/>
        </w:rPr>
        <w:t xml:space="preserve">، </w:t>
      </w:r>
      <w:r>
        <w:rPr>
          <w:rtl/>
        </w:rPr>
        <w:t>وَ ارْزُقْنِى الْحَقَّ عِنْدَ تَقْصِيرِى فِى الشُّكْرِ لَكَ بِمَا أَنْعَمْتَ عَلَيَّ فِى الْيُسْرِ وَ الْعُسْرِ وَ الصِّحَّةِ وَ السَّقَمِ</w:t>
      </w:r>
      <w:r w:rsidR="007D3118">
        <w:rPr>
          <w:rtl/>
        </w:rPr>
        <w:t xml:space="preserve">، </w:t>
      </w:r>
      <w:r>
        <w:rPr>
          <w:rtl/>
        </w:rPr>
        <w:t>حَتَّى أَتَعَرَّفَ مِنْ نَفْسِى رَوْحَ الرِّضَا وَ طُمَأْنِينَةَ النَّفْسِ مِنِّى بِمَا يَجِبُ لَكَ فِيمَا يَحْدُثُ فِى حَالِ الْخَوْفِ وَ الْأَمْنِ وَ الرِّضَا وَ السُّخْطِ وَ الضَّرِّ وَ النَّفْعِ</w:t>
      </w:r>
      <w:r w:rsidR="007D3118">
        <w:rPr>
          <w:rtl/>
        </w:rPr>
        <w:t xml:space="preserve">. </w:t>
      </w:r>
    </w:p>
    <w:p w:rsidR="00587D34" w:rsidRDefault="00587D34" w:rsidP="00587D34">
      <w:pPr>
        <w:pStyle w:val="libNormal"/>
        <w:rPr>
          <w:rtl/>
        </w:rPr>
      </w:pPr>
      <w:r>
        <w:rPr>
          <w:rtl/>
        </w:rPr>
        <w:t>(12</w:t>
      </w:r>
      <w:r w:rsidR="007D3118">
        <w:rPr>
          <w:rtl/>
        </w:rPr>
        <w:t xml:space="preserve">) </w:t>
      </w:r>
      <w:r>
        <w:rPr>
          <w:rtl/>
        </w:rPr>
        <w:t>اللَّهُمَّ صَلِّ عَلَى مُحَمَّدٍ وَ آلِهِ</w:t>
      </w:r>
      <w:r w:rsidR="007D3118">
        <w:rPr>
          <w:rtl/>
        </w:rPr>
        <w:t xml:space="preserve">، </w:t>
      </w:r>
      <w:r>
        <w:rPr>
          <w:rtl/>
        </w:rPr>
        <w:t>وَ ارْزُقْنِى سَلامَةَ الصَّدْرِ مِنَ الْحَسَدِ حَتَّى لا أَحْسُدَ أَحَدا مِنْ خَلْقِكَ عَلَى شَيْءٍ مِنْ فَضْلِكَ</w:t>
      </w:r>
      <w:r w:rsidR="007D3118">
        <w:rPr>
          <w:rtl/>
        </w:rPr>
        <w:t xml:space="preserve">، </w:t>
      </w:r>
      <w:r>
        <w:rPr>
          <w:rtl/>
        </w:rPr>
        <w:t>وَ حَتَّى لا أَرَى نِعْمَةً مِنْ نِعَمِكَ عَلَى أَحَدٍ مِنْ خَلْقِكَ فِى دِينٍ أَوْ دُنْيَا أَوْ عَافِيَةٍ أَوْ تَقْوَى أَوْ سَعَةٍ أَوْ رَخَاءٍ إِلا رَجَوْتُ لِنَفْسِى أَفْضَلَ ذَلِكَ بِكَ وَ مِنْكَ وَحْدَكَ لا شَرِيكَ لَكَ</w:t>
      </w:r>
      <w:r w:rsidR="007D3118">
        <w:rPr>
          <w:rtl/>
        </w:rPr>
        <w:t xml:space="preserve">. </w:t>
      </w:r>
    </w:p>
    <w:p w:rsidR="00587D34" w:rsidRDefault="00587D34" w:rsidP="00587D34">
      <w:pPr>
        <w:pStyle w:val="libNormal"/>
        <w:rPr>
          <w:rtl/>
        </w:rPr>
      </w:pPr>
      <w:r>
        <w:rPr>
          <w:rtl/>
        </w:rPr>
        <w:t>(13</w:t>
      </w:r>
      <w:r w:rsidR="007D3118">
        <w:rPr>
          <w:rtl/>
        </w:rPr>
        <w:t xml:space="preserve">) </w:t>
      </w:r>
      <w:r>
        <w:rPr>
          <w:rtl/>
        </w:rPr>
        <w:t>اللَّهُمَّ صَلِّ عَلَى مُحَمَّدٍ وَ آلِهِ</w:t>
      </w:r>
      <w:r w:rsidR="007D3118">
        <w:rPr>
          <w:rtl/>
        </w:rPr>
        <w:t xml:space="preserve">، </w:t>
      </w:r>
      <w:r>
        <w:rPr>
          <w:rtl/>
        </w:rPr>
        <w:t>وَ ارْزُقْنِى التَّحَفُّظَ مِنَ الْخَطَايَا</w:t>
      </w:r>
      <w:r w:rsidR="007D3118">
        <w:rPr>
          <w:rtl/>
        </w:rPr>
        <w:t xml:space="preserve">، </w:t>
      </w:r>
      <w:r>
        <w:rPr>
          <w:rtl/>
        </w:rPr>
        <w:t>وَ الاحْتِرَاسَ مِنَ الزَّلَلِ فِى الدُّنْيَا وَ الاْخِرَةِ فِى حَالِ الرِّضَا وَ الْغَضَبِ</w:t>
      </w:r>
      <w:r w:rsidR="007D3118">
        <w:rPr>
          <w:rtl/>
        </w:rPr>
        <w:t xml:space="preserve">، </w:t>
      </w:r>
      <w:r>
        <w:rPr>
          <w:rtl/>
        </w:rPr>
        <w:t>حَتَّى أَكُونَ بِمَا يَرِدُ عَلَيَّ مِنْهُمَا بِمَنْزِلَةٍ سَوَاءٍ</w:t>
      </w:r>
      <w:r w:rsidR="007D3118">
        <w:rPr>
          <w:rtl/>
        </w:rPr>
        <w:t xml:space="preserve">، </w:t>
      </w:r>
      <w:r>
        <w:rPr>
          <w:rtl/>
        </w:rPr>
        <w:t>عَامِلا بِطَاعَتِكَ</w:t>
      </w:r>
      <w:r w:rsidR="007D3118">
        <w:rPr>
          <w:rtl/>
        </w:rPr>
        <w:t xml:space="preserve">، </w:t>
      </w:r>
      <w:r>
        <w:rPr>
          <w:rtl/>
        </w:rPr>
        <w:t xml:space="preserve">مؤ ثرا لِرِضَاكَ عَلَى مَا سِوَاهُمَا فِى الْأَوْلِيَاءِ وَ </w:t>
      </w:r>
      <w:r>
        <w:rPr>
          <w:rtl/>
        </w:rPr>
        <w:lastRenderedPageBreak/>
        <w:t>الْأَعْدَاءِ</w:t>
      </w:r>
      <w:r w:rsidR="007D3118">
        <w:rPr>
          <w:rtl/>
        </w:rPr>
        <w:t xml:space="preserve">، </w:t>
      </w:r>
      <w:r>
        <w:rPr>
          <w:rtl/>
        </w:rPr>
        <w:t>حَتَّى يَأْمَنَ عَدُوِّى مِنْ ظُلْمِى وَ جَوْرِى</w:t>
      </w:r>
      <w:r w:rsidR="007D3118">
        <w:rPr>
          <w:rtl/>
        </w:rPr>
        <w:t xml:space="preserve">، </w:t>
      </w:r>
      <w:r>
        <w:rPr>
          <w:rtl/>
        </w:rPr>
        <w:t>وَ يَأْيَسَ وَلِيِّى مِنْ مَيْلِى وَ انْحِطَاطِ هَوَاىَ</w:t>
      </w:r>
    </w:p>
    <w:p w:rsidR="00587D34" w:rsidRDefault="00587D34" w:rsidP="00587D34">
      <w:pPr>
        <w:pStyle w:val="libNormal"/>
        <w:rPr>
          <w:rtl/>
        </w:rPr>
      </w:pPr>
      <w:r>
        <w:rPr>
          <w:rtl/>
        </w:rPr>
        <w:t>(14</w:t>
      </w:r>
      <w:r w:rsidR="007D3118">
        <w:rPr>
          <w:rtl/>
        </w:rPr>
        <w:t xml:space="preserve">) </w:t>
      </w:r>
      <w:r>
        <w:rPr>
          <w:rtl/>
        </w:rPr>
        <w:t>وَ اجْعَلْنِى مِمَّنْ يَدْعُوكَ مُخْلِصا فِى الرَّخَاءِ دُعَاءَ الْمُخْلِصِينَ الْمُضْطَرِّينَ لَكَ فِى الدُّعَاءِ</w:t>
      </w:r>
      <w:r w:rsidR="007D3118">
        <w:rPr>
          <w:rtl/>
        </w:rPr>
        <w:t xml:space="preserve">، </w:t>
      </w:r>
      <w:r>
        <w:rPr>
          <w:rtl/>
        </w:rPr>
        <w:t>إِنَّكَ حَمِيدٌ مَجِيدٌ</w:t>
      </w:r>
      <w:r w:rsidR="007D3118">
        <w:rPr>
          <w:rtl/>
        </w:rPr>
        <w:t xml:space="preserve">. </w:t>
      </w:r>
    </w:p>
    <w:p w:rsidR="00587D34" w:rsidRDefault="00AA3CBA" w:rsidP="004C63D0">
      <w:pPr>
        <w:pStyle w:val="Heading2"/>
        <w:rPr>
          <w:rtl/>
        </w:rPr>
      </w:pPr>
      <w:bookmarkStart w:id="49" w:name="_Toc394915178"/>
      <w:r>
        <w:rPr>
          <w:rtl/>
        </w:rPr>
        <w:t xml:space="preserve">ترجمه دعاى بيست و دوم: دعاى آن حضرت </w:t>
      </w:r>
      <w:r w:rsidR="000C598D" w:rsidRPr="000C598D">
        <w:rPr>
          <w:rStyle w:val="libAlaemChar"/>
          <w:rtl/>
        </w:rPr>
        <w:t>عليه‌السلام</w:t>
      </w:r>
      <w:r>
        <w:rPr>
          <w:rtl/>
        </w:rPr>
        <w:t xml:space="preserve"> هنگام سختى و مشقت و دشوارى كارها</w:t>
      </w:r>
      <w:bookmarkEnd w:id="49"/>
    </w:p>
    <w:p w:rsidR="00587D34" w:rsidRDefault="00587D34" w:rsidP="00587D34">
      <w:pPr>
        <w:pStyle w:val="libNormal"/>
        <w:rPr>
          <w:rtl/>
        </w:rPr>
      </w:pPr>
      <w:r>
        <w:rPr>
          <w:rtl/>
        </w:rPr>
        <w:t>1</w:t>
      </w:r>
      <w:r w:rsidR="007D3118">
        <w:rPr>
          <w:rtl/>
        </w:rPr>
        <w:t xml:space="preserve">. </w:t>
      </w:r>
      <w:r>
        <w:rPr>
          <w:rtl/>
        </w:rPr>
        <w:t>خداوندا! تو مرا تكليف كردى كه دست تو در آن بيش از من است</w:t>
      </w:r>
      <w:r w:rsidR="007D3118">
        <w:rPr>
          <w:rtl/>
        </w:rPr>
        <w:t xml:space="preserve">، </w:t>
      </w:r>
      <w:r>
        <w:rPr>
          <w:rtl/>
        </w:rPr>
        <w:t>و قدرت تو بر آن كار و بر خود من بيش از قدرت من</w:t>
      </w:r>
      <w:r w:rsidR="007D3118">
        <w:rPr>
          <w:rtl/>
        </w:rPr>
        <w:t xml:space="preserve">. </w:t>
      </w:r>
      <w:r w:rsidRPr="00AA3CBA">
        <w:rPr>
          <w:rStyle w:val="libFootnotenumChar"/>
          <w:rtl/>
        </w:rPr>
        <w:t>(71</w:t>
      </w:r>
      <w:r w:rsidR="007D3118" w:rsidRPr="00AA3CBA">
        <w:rPr>
          <w:rStyle w:val="libFootnotenumChar"/>
          <w:rtl/>
        </w:rPr>
        <w:t>)</w:t>
      </w:r>
      <w:r>
        <w:rPr>
          <w:rtl/>
        </w:rPr>
        <w:t xml:space="preserve"> پس مرا به عملى وادار كه تو را از من خشنود گرداند</w:t>
      </w:r>
      <w:r w:rsidR="007D3118">
        <w:rPr>
          <w:rtl/>
        </w:rPr>
        <w:t xml:space="preserve">، </w:t>
      </w:r>
      <w:r>
        <w:rPr>
          <w:rtl/>
        </w:rPr>
        <w:t>و به كارى برگمار كه پسنديده تو و موجب عافيت من باشد</w:t>
      </w:r>
      <w:r w:rsidR="007D3118">
        <w:rPr>
          <w:rtl/>
        </w:rPr>
        <w:t xml:space="preserve">. </w:t>
      </w:r>
    </w:p>
    <w:p w:rsidR="00587D34" w:rsidRDefault="00587D34" w:rsidP="00587D34">
      <w:pPr>
        <w:pStyle w:val="libNormal"/>
        <w:rPr>
          <w:rtl/>
        </w:rPr>
      </w:pPr>
      <w:r>
        <w:rPr>
          <w:rtl/>
        </w:rPr>
        <w:t>2</w:t>
      </w:r>
      <w:r w:rsidR="007D3118">
        <w:rPr>
          <w:rtl/>
        </w:rPr>
        <w:t xml:space="preserve">. </w:t>
      </w:r>
      <w:r>
        <w:rPr>
          <w:rtl/>
        </w:rPr>
        <w:t>خدايا مرا طاقت تحمل رنج نيست و تاب شكيبايى بر بلا ندارم و تحمل تنگ دستى نمى توانم</w:t>
      </w:r>
      <w:r w:rsidR="007D3118">
        <w:rPr>
          <w:rtl/>
        </w:rPr>
        <w:t xml:space="preserve">، </w:t>
      </w:r>
      <w:r>
        <w:rPr>
          <w:rtl/>
        </w:rPr>
        <w:t>پس روزى خود را از من وامگير</w:t>
      </w:r>
      <w:r w:rsidR="007D3118">
        <w:rPr>
          <w:rtl/>
        </w:rPr>
        <w:t xml:space="preserve">، </w:t>
      </w:r>
      <w:r>
        <w:rPr>
          <w:rtl/>
        </w:rPr>
        <w:t>و مرا به خلق خود وامگذار</w:t>
      </w:r>
      <w:r w:rsidR="007D3118">
        <w:rPr>
          <w:rtl/>
        </w:rPr>
        <w:t xml:space="preserve">، </w:t>
      </w:r>
      <w:r>
        <w:rPr>
          <w:rtl/>
        </w:rPr>
        <w:t>بلكه تو خود حاجت مرا برآور</w:t>
      </w:r>
      <w:r w:rsidR="007D3118">
        <w:rPr>
          <w:rtl/>
        </w:rPr>
        <w:t xml:space="preserve">. </w:t>
      </w:r>
    </w:p>
    <w:p w:rsidR="00587D34" w:rsidRDefault="00587D34" w:rsidP="00587D34">
      <w:pPr>
        <w:pStyle w:val="libNormal"/>
        <w:rPr>
          <w:rtl/>
        </w:rPr>
      </w:pPr>
      <w:r>
        <w:rPr>
          <w:rtl/>
        </w:rPr>
        <w:t>3</w:t>
      </w:r>
      <w:r w:rsidR="007D3118">
        <w:rPr>
          <w:rtl/>
        </w:rPr>
        <w:t xml:space="preserve">. </w:t>
      </w:r>
      <w:r>
        <w:rPr>
          <w:rtl/>
        </w:rPr>
        <w:t>و كارساز من باش</w:t>
      </w:r>
      <w:r w:rsidR="007D3118">
        <w:rPr>
          <w:rtl/>
        </w:rPr>
        <w:t xml:space="preserve">، </w:t>
      </w:r>
      <w:r>
        <w:rPr>
          <w:rtl/>
        </w:rPr>
        <w:t>و سوى من به رحمت بنگر</w:t>
      </w:r>
      <w:r w:rsidR="007D3118">
        <w:rPr>
          <w:rtl/>
        </w:rPr>
        <w:t xml:space="preserve">، </w:t>
      </w:r>
      <w:r>
        <w:rPr>
          <w:rtl/>
        </w:rPr>
        <w:t>و در همه كار خير مرا مراعات كن چون اگر مرا به من واگذارى در كار خود فرومانم</w:t>
      </w:r>
      <w:r w:rsidR="007D3118">
        <w:rPr>
          <w:rtl/>
        </w:rPr>
        <w:t xml:space="preserve">، </w:t>
      </w:r>
      <w:r>
        <w:rPr>
          <w:rtl/>
        </w:rPr>
        <w:t>و مصلحت آن را ندانم</w:t>
      </w:r>
      <w:r w:rsidR="007D3118">
        <w:rPr>
          <w:rtl/>
        </w:rPr>
        <w:t xml:space="preserve">، </w:t>
      </w:r>
      <w:r>
        <w:rPr>
          <w:rtl/>
        </w:rPr>
        <w:t>و اگر مرا به خلق واگذارى روى درهم كشند</w:t>
      </w:r>
      <w:r w:rsidR="007D3118">
        <w:rPr>
          <w:rtl/>
        </w:rPr>
        <w:t xml:space="preserve">، </w:t>
      </w:r>
      <w:r>
        <w:rPr>
          <w:rtl/>
        </w:rPr>
        <w:t>و اگر به نزديكان حوالت دهى مرا نوميد كنند</w:t>
      </w:r>
      <w:r w:rsidR="007D3118">
        <w:rPr>
          <w:rtl/>
        </w:rPr>
        <w:t xml:space="preserve">، </w:t>
      </w:r>
      <w:r>
        <w:rPr>
          <w:rtl/>
        </w:rPr>
        <w:t>و اگر بدهند به غايت اندك دهند و منت بسيار نهند و نكوهش بسيار كنند</w:t>
      </w:r>
      <w:r w:rsidR="007D3118">
        <w:rPr>
          <w:rtl/>
        </w:rPr>
        <w:t xml:space="preserve">. </w:t>
      </w:r>
    </w:p>
    <w:p w:rsidR="00587D34" w:rsidRDefault="00587D34" w:rsidP="00587D34">
      <w:pPr>
        <w:pStyle w:val="libNormal"/>
        <w:rPr>
          <w:rtl/>
        </w:rPr>
      </w:pPr>
      <w:r>
        <w:rPr>
          <w:rtl/>
        </w:rPr>
        <w:t>4</w:t>
      </w:r>
      <w:r w:rsidR="007D3118">
        <w:rPr>
          <w:rtl/>
        </w:rPr>
        <w:t xml:space="preserve">. </w:t>
      </w:r>
      <w:r>
        <w:rPr>
          <w:rtl/>
        </w:rPr>
        <w:t>پس به فضل خود مرا بى نياز كن</w:t>
      </w:r>
      <w:r w:rsidR="007D3118">
        <w:rPr>
          <w:rtl/>
        </w:rPr>
        <w:t xml:space="preserve">، </w:t>
      </w:r>
      <w:r>
        <w:rPr>
          <w:rtl/>
        </w:rPr>
        <w:t>و به بزرگى خود مرتبه مرا بلند گردان</w:t>
      </w:r>
      <w:r w:rsidR="007D3118">
        <w:rPr>
          <w:rtl/>
        </w:rPr>
        <w:t xml:space="preserve">، </w:t>
      </w:r>
      <w:r>
        <w:rPr>
          <w:rtl/>
        </w:rPr>
        <w:t>و از گنج بى پايان خود دست مرا گشاده دار</w:t>
      </w:r>
      <w:r w:rsidR="007D3118">
        <w:rPr>
          <w:rtl/>
        </w:rPr>
        <w:t xml:space="preserve">، </w:t>
      </w:r>
      <w:r>
        <w:rPr>
          <w:rtl/>
        </w:rPr>
        <w:t>و به آنچه نزد تو است (امور</w:t>
      </w:r>
      <w:r w:rsidR="007D3118">
        <w:rPr>
          <w:rtl/>
        </w:rPr>
        <w:t xml:space="preserve">) </w:t>
      </w:r>
      <w:r>
        <w:rPr>
          <w:rtl/>
        </w:rPr>
        <w:t>مهم مرا كفايت كن</w:t>
      </w:r>
      <w:r w:rsidR="007D3118">
        <w:rPr>
          <w:rtl/>
        </w:rPr>
        <w:t xml:space="preserve">. </w:t>
      </w:r>
    </w:p>
    <w:p w:rsidR="00587D34" w:rsidRDefault="00587D34" w:rsidP="00587D34">
      <w:pPr>
        <w:pStyle w:val="libNormal"/>
        <w:rPr>
          <w:rtl/>
        </w:rPr>
      </w:pPr>
      <w:r>
        <w:rPr>
          <w:rtl/>
        </w:rPr>
        <w:lastRenderedPageBreak/>
        <w:t>5</w:t>
      </w:r>
      <w:r w:rsidR="007D3118">
        <w:rPr>
          <w:rtl/>
        </w:rPr>
        <w:t xml:space="preserve">. </w:t>
      </w:r>
      <w:r>
        <w:rPr>
          <w:rtl/>
        </w:rPr>
        <w:t>خدايا درود بر محمد و آل او فرست</w:t>
      </w:r>
      <w:r w:rsidR="007D3118">
        <w:rPr>
          <w:rtl/>
        </w:rPr>
        <w:t xml:space="preserve">، </w:t>
      </w:r>
      <w:r>
        <w:rPr>
          <w:rtl/>
        </w:rPr>
        <w:t>و مرا از حسد پاك كن و از گناهان باز دار</w:t>
      </w:r>
      <w:r w:rsidR="007D3118">
        <w:rPr>
          <w:rtl/>
        </w:rPr>
        <w:t xml:space="preserve">، </w:t>
      </w:r>
      <w:r>
        <w:rPr>
          <w:rtl/>
        </w:rPr>
        <w:t>و از حرام پرهيز ده</w:t>
      </w:r>
      <w:r w:rsidR="007D3118">
        <w:rPr>
          <w:rtl/>
        </w:rPr>
        <w:t xml:space="preserve">، </w:t>
      </w:r>
      <w:r>
        <w:rPr>
          <w:rtl/>
        </w:rPr>
        <w:t>و جراءت بر نافرمانى مده</w:t>
      </w:r>
      <w:r w:rsidR="007D3118">
        <w:rPr>
          <w:rtl/>
        </w:rPr>
        <w:t xml:space="preserve">، </w:t>
      </w:r>
      <w:r>
        <w:rPr>
          <w:rtl/>
        </w:rPr>
        <w:t>و خواهش دل مرا به سوى خود بگردان و به آنچه از تو به من مى رسد دل خوش ساز و در روزى اى كه نصيب من كرده اى و آنچه به من بخشيده و انعام فرموده اى بركت ده</w:t>
      </w:r>
      <w:r w:rsidR="007D3118">
        <w:rPr>
          <w:rtl/>
        </w:rPr>
        <w:t xml:space="preserve">، </w:t>
      </w:r>
      <w:r>
        <w:rPr>
          <w:rtl/>
        </w:rPr>
        <w:t>و مرا در همه حالات حفظ كن و نگاهدار</w:t>
      </w:r>
      <w:r w:rsidR="007D3118">
        <w:rPr>
          <w:rtl/>
        </w:rPr>
        <w:t xml:space="preserve">، </w:t>
      </w:r>
      <w:r>
        <w:rPr>
          <w:rtl/>
        </w:rPr>
        <w:t>از نظر بدخواه پوشيده و دست دشمنان از من كوتاه و در پناه و امان تو محفوظ</w:t>
      </w:r>
      <w:r w:rsidR="007D3118">
        <w:rPr>
          <w:rtl/>
        </w:rPr>
        <w:t xml:space="preserve">. </w:t>
      </w:r>
    </w:p>
    <w:p w:rsidR="00587D34" w:rsidRDefault="00587D34" w:rsidP="00587D34">
      <w:pPr>
        <w:pStyle w:val="libNormal"/>
        <w:rPr>
          <w:rtl/>
        </w:rPr>
      </w:pPr>
      <w:r>
        <w:rPr>
          <w:rtl/>
        </w:rPr>
        <w:t>6</w:t>
      </w:r>
      <w:r w:rsidR="007D3118">
        <w:rPr>
          <w:rtl/>
        </w:rPr>
        <w:t xml:space="preserve">. </w:t>
      </w:r>
      <w:r>
        <w:rPr>
          <w:rtl/>
        </w:rPr>
        <w:t>خدايا درود بر محمد و آل او فرست</w:t>
      </w:r>
      <w:r w:rsidR="007D3118">
        <w:rPr>
          <w:rtl/>
        </w:rPr>
        <w:t xml:space="preserve">، </w:t>
      </w:r>
      <w:r>
        <w:rPr>
          <w:rtl/>
        </w:rPr>
        <w:t>و هر چه مرا بدان مكلف فرموده اى و بر من واجب كرده اى از انواع طاعت هاى خود يا نسبت به بندگانت</w:t>
      </w:r>
      <w:r w:rsidR="007D3118">
        <w:rPr>
          <w:rtl/>
        </w:rPr>
        <w:t xml:space="preserve">، </w:t>
      </w:r>
      <w:r>
        <w:rPr>
          <w:rtl/>
        </w:rPr>
        <w:t>تو خود اداى آن را از من متكفل شو</w:t>
      </w:r>
      <w:r w:rsidR="007D3118">
        <w:rPr>
          <w:rtl/>
        </w:rPr>
        <w:t xml:space="preserve">، </w:t>
      </w:r>
      <w:r>
        <w:rPr>
          <w:rtl/>
        </w:rPr>
        <w:t>چه به تن ناتوان باشم</w:t>
      </w:r>
      <w:r w:rsidR="007D3118">
        <w:rPr>
          <w:rtl/>
        </w:rPr>
        <w:t xml:space="preserve">، </w:t>
      </w:r>
      <w:r>
        <w:rPr>
          <w:rtl/>
        </w:rPr>
        <w:t>و نيروى من از آن فروماند</w:t>
      </w:r>
      <w:r w:rsidR="007D3118">
        <w:rPr>
          <w:rtl/>
        </w:rPr>
        <w:t xml:space="preserve">، </w:t>
      </w:r>
      <w:r>
        <w:rPr>
          <w:rtl/>
        </w:rPr>
        <w:t>و قدرت من بدان نرسد</w:t>
      </w:r>
      <w:r w:rsidR="007D3118">
        <w:rPr>
          <w:rtl/>
        </w:rPr>
        <w:t xml:space="preserve">، </w:t>
      </w:r>
      <w:r>
        <w:rPr>
          <w:rtl/>
        </w:rPr>
        <w:t>يا آن كه مال من گنجايش آن را نداشته</w:t>
      </w:r>
      <w:r w:rsidR="007D3118">
        <w:rPr>
          <w:rtl/>
        </w:rPr>
        <w:t xml:space="preserve">، </w:t>
      </w:r>
      <w:r>
        <w:rPr>
          <w:rtl/>
        </w:rPr>
        <w:t>و دست تصرف من از آن كوتاه باشد</w:t>
      </w:r>
      <w:r w:rsidR="007D3118">
        <w:rPr>
          <w:rtl/>
        </w:rPr>
        <w:t xml:space="preserve">، </w:t>
      </w:r>
      <w:r>
        <w:rPr>
          <w:rtl/>
        </w:rPr>
        <w:t>به ياد داشته باشم</w:t>
      </w:r>
      <w:r w:rsidR="007D3118">
        <w:rPr>
          <w:rtl/>
        </w:rPr>
        <w:t xml:space="preserve">، </w:t>
      </w:r>
      <w:r>
        <w:rPr>
          <w:rtl/>
        </w:rPr>
        <w:t>يا فراموش كرده باشم</w:t>
      </w:r>
      <w:r w:rsidR="007D3118">
        <w:rPr>
          <w:rtl/>
        </w:rPr>
        <w:t xml:space="preserve">. </w:t>
      </w:r>
      <w:r w:rsidRPr="00AA3CBA">
        <w:rPr>
          <w:rStyle w:val="libFootnotenumChar"/>
          <w:rtl/>
        </w:rPr>
        <w:t>(72</w:t>
      </w:r>
      <w:r w:rsidR="007D3118" w:rsidRPr="00AA3CBA">
        <w:rPr>
          <w:rStyle w:val="libFootnotenumChar"/>
          <w:rtl/>
        </w:rPr>
        <w:t>)</w:t>
      </w:r>
    </w:p>
    <w:p w:rsidR="00587D34" w:rsidRDefault="00587D34" w:rsidP="00587D34">
      <w:pPr>
        <w:pStyle w:val="libNormal"/>
        <w:rPr>
          <w:rtl/>
        </w:rPr>
      </w:pPr>
      <w:r>
        <w:rPr>
          <w:rtl/>
        </w:rPr>
        <w:t>7</w:t>
      </w:r>
      <w:r w:rsidR="007D3118">
        <w:rPr>
          <w:rtl/>
        </w:rPr>
        <w:t xml:space="preserve">. </w:t>
      </w:r>
      <w:r>
        <w:rPr>
          <w:rtl/>
        </w:rPr>
        <w:t>اى پروردگار من! آن چه من فراموش كنم تو يك يك به ياد دارى</w:t>
      </w:r>
      <w:r w:rsidR="007D3118">
        <w:rPr>
          <w:rtl/>
        </w:rPr>
        <w:t xml:space="preserve">، </w:t>
      </w:r>
      <w:r>
        <w:rPr>
          <w:rtl/>
        </w:rPr>
        <w:t>پس از فضل عظيم و خزانه بى پايان خويش</w:t>
      </w:r>
      <w:r w:rsidR="007D3118">
        <w:rPr>
          <w:rtl/>
        </w:rPr>
        <w:t xml:space="preserve">، </w:t>
      </w:r>
      <w:r>
        <w:rPr>
          <w:rtl/>
        </w:rPr>
        <w:t>حقوقى كه بر من است ادا كن</w:t>
      </w:r>
      <w:r w:rsidR="007D3118">
        <w:rPr>
          <w:rtl/>
        </w:rPr>
        <w:t xml:space="preserve">، </w:t>
      </w:r>
      <w:r>
        <w:rPr>
          <w:rtl/>
        </w:rPr>
        <w:t>تويى بزرگوار گشايش دهنده</w:t>
      </w:r>
      <w:r w:rsidR="007D3118">
        <w:rPr>
          <w:rtl/>
        </w:rPr>
        <w:t xml:space="preserve">، </w:t>
      </w:r>
      <w:r>
        <w:rPr>
          <w:rtl/>
        </w:rPr>
        <w:t>چنان كن كه روز لقاى تو حقى بر من نماند تا از حسنات من جاى آن بكاهى يا بر سيئات من بيفزايى</w:t>
      </w:r>
      <w:r w:rsidR="007D3118">
        <w:rPr>
          <w:rtl/>
        </w:rPr>
        <w:t xml:space="preserve">. </w:t>
      </w:r>
    </w:p>
    <w:p w:rsidR="00587D34" w:rsidRDefault="00587D34" w:rsidP="00587D34">
      <w:pPr>
        <w:pStyle w:val="libNormal"/>
        <w:rPr>
          <w:rtl/>
        </w:rPr>
      </w:pPr>
      <w:r>
        <w:rPr>
          <w:rtl/>
        </w:rPr>
        <w:t>8</w:t>
      </w:r>
      <w:r w:rsidR="007D3118">
        <w:rPr>
          <w:rtl/>
        </w:rPr>
        <w:t xml:space="preserve">. </w:t>
      </w:r>
      <w:r>
        <w:rPr>
          <w:rtl/>
        </w:rPr>
        <w:t>خدايا! درود بر محمد و آل او فرست</w:t>
      </w:r>
      <w:r w:rsidR="007D3118">
        <w:rPr>
          <w:rtl/>
        </w:rPr>
        <w:t xml:space="preserve">، </w:t>
      </w:r>
      <w:r>
        <w:rPr>
          <w:rtl/>
        </w:rPr>
        <w:t>و مرا راغب گردان كه براى آخرت خود در راه توبكوشم و اين رغبت را با دل خود آميخته بينم</w:t>
      </w:r>
      <w:r w:rsidR="007D3118">
        <w:rPr>
          <w:rtl/>
        </w:rPr>
        <w:t xml:space="preserve">، </w:t>
      </w:r>
      <w:r>
        <w:rPr>
          <w:rtl/>
        </w:rPr>
        <w:t>و بى رغبتى به دنيا بر وجود من غالب گردد و هر عمل نيك را از روى شوق به جاى آرم و از اعمال زشت به ترس و بيم بپرهيزم</w:t>
      </w:r>
      <w:r w:rsidR="007D3118">
        <w:rPr>
          <w:rtl/>
        </w:rPr>
        <w:t xml:space="preserve">، </w:t>
      </w:r>
      <w:r>
        <w:rPr>
          <w:rtl/>
        </w:rPr>
        <w:t>و مرا روشنايى ده كه ميان مردم در پرتو آن رفتار كنم</w:t>
      </w:r>
      <w:r w:rsidR="007D3118">
        <w:rPr>
          <w:rtl/>
        </w:rPr>
        <w:t xml:space="preserve">، </w:t>
      </w:r>
      <w:r>
        <w:rPr>
          <w:rtl/>
        </w:rPr>
        <w:t>و در تاريكى ها به فروغ آن را جويم و از زنگ شك و شبهه پاك و تابناك شوم</w:t>
      </w:r>
      <w:r w:rsidR="007D3118">
        <w:rPr>
          <w:rtl/>
        </w:rPr>
        <w:t xml:space="preserve">. </w:t>
      </w:r>
    </w:p>
    <w:p w:rsidR="00587D34" w:rsidRDefault="00587D34" w:rsidP="00587D34">
      <w:pPr>
        <w:pStyle w:val="libNormal"/>
        <w:rPr>
          <w:rtl/>
        </w:rPr>
      </w:pPr>
      <w:r>
        <w:rPr>
          <w:rtl/>
        </w:rPr>
        <w:lastRenderedPageBreak/>
        <w:t>9</w:t>
      </w:r>
      <w:r w:rsidR="007D3118">
        <w:rPr>
          <w:rtl/>
        </w:rPr>
        <w:t xml:space="preserve">. </w:t>
      </w:r>
      <w:r>
        <w:rPr>
          <w:rtl/>
        </w:rPr>
        <w:t>خدايا درود بر محمد و آل او فرست</w:t>
      </w:r>
      <w:r w:rsidR="007D3118">
        <w:rPr>
          <w:rtl/>
        </w:rPr>
        <w:t xml:space="preserve">، </w:t>
      </w:r>
      <w:r>
        <w:rPr>
          <w:rtl/>
        </w:rPr>
        <w:t>روزى كن كه از اندوه وعيد تو هراسناك باشم و به پاداشى كه ما را نويد دادى شائق</w:t>
      </w:r>
      <w:r w:rsidR="007D3118">
        <w:rPr>
          <w:rtl/>
        </w:rPr>
        <w:t xml:space="preserve">، </w:t>
      </w:r>
      <w:r>
        <w:rPr>
          <w:rtl/>
        </w:rPr>
        <w:t xml:space="preserve">تا لذت ثوابى </w:t>
      </w:r>
      <w:r w:rsidRPr="00AA3CBA">
        <w:rPr>
          <w:rStyle w:val="libFootnotenumChar"/>
          <w:rtl/>
        </w:rPr>
        <w:t>(73</w:t>
      </w:r>
      <w:r w:rsidR="007D3118" w:rsidRPr="00AA3CBA">
        <w:rPr>
          <w:rStyle w:val="libFootnotenumChar"/>
          <w:rtl/>
        </w:rPr>
        <w:t>)</w:t>
      </w:r>
      <w:r>
        <w:rPr>
          <w:rtl/>
        </w:rPr>
        <w:t xml:space="preserve"> كه تو را براى آن مى خوانم در يابم و بيم عذاب نعوذ بالله در سويداى دل من جاى گيرد</w:t>
      </w:r>
      <w:r w:rsidR="007D3118">
        <w:rPr>
          <w:rtl/>
        </w:rPr>
        <w:t xml:space="preserve">. </w:t>
      </w:r>
    </w:p>
    <w:p w:rsidR="00587D34" w:rsidRDefault="00587D34" w:rsidP="00587D34">
      <w:pPr>
        <w:pStyle w:val="libNormal"/>
        <w:rPr>
          <w:rtl/>
        </w:rPr>
      </w:pPr>
      <w:r>
        <w:rPr>
          <w:rtl/>
        </w:rPr>
        <w:t>10</w:t>
      </w:r>
      <w:r w:rsidR="007D3118">
        <w:rPr>
          <w:rtl/>
        </w:rPr>
        <w:t xml:space="preserve">. </w:t>
      </w:r>
      <w:r>
        <w:rPr>
          <w:rtl/>
        </w:rPr>
        <w:t>خدايا تو مى دانى در دنيا و آخرت شايسته من چيست</w:t>
      </w:r>
      <w:r w:rsidR="007D3118">
        <w:rPr>
          <w:rtl/>
        </w:rPr>
        <w:t xml:space="preserve">، </w:t>
      </w:r>
      <w:r>
        <w:rPr>
          <w:rtl/>
        </w:rPr>
        <w:t>پس به حوائج من نيك توجه فرماى</w:t>
      </w:r>
      <w:r w:rsidR="007D3118">
        <w:rPr>
          <w:rtl/>
        </w:rPr>
        <w:t xml:space="preserve">. </w:t>
      </w:r>
    </w:p>
    <w:p w:rsidR="00587D34" w:rsidRDefault="00587D34" w:rsidP="00587D34">
      <w:pPr>
        <w:pStyle w:val="libNormal"/>
        <w:rPr>
          <w:rtl/>
        </w:rPr>
      </w:pPr>
      <w:r>
        <w:rPr>
          <w:rtl/>
        </w:rPr>
        <w:t>11</w:t>
      </w:r>
      <w:r w:rsidR="007D3118">
        <w:rPr>
          <w:rtl/>
        </w:rPr>
        <w:t xml:space="preserve">. </w:t>
      </w:r>
      <w:r>
        <w:rPr>
          <w:rtl/>
        </w:rPr>
        <w:t>خدايا! درود بر محمد و آل او فرست</w:t>
      </w:r>
      <w:r w:rsidR="007D3118">
        <w:rPr>
          <w:rtl/>
        </w:rPr>
        <w:t xml:space="preserve">، </w:t>
      </w:r>
      <w:r>
        <w:rPr>
          <w:rtl/>
        </w:rPr>
        <w:t>و اگر در شكر نعمت تو كوتاهى مى كنم</w:t>
      </w:r>
      <w:r w:rsidR="007D3118">
        <w:rPr>
          <w:rtl/>
        </w:rPr>
        <w:t xml:space="preserve">، </w:t>
      </w:r>
      <w:r>
        <w:rPr>
          <w:rtl/>
        </w:rPr>
        <w:t>در آسايش و رنج و تندرستى و بيمارى مرا توفيق ده كه به حق گرايم و در دل خويش روح رضا و آرامش را در يابم و در حال ترس و امن</w:t>
      </w:r>
      <w:r w:rsidR="007D3118">
        <w:rPr>
          <w:rtl/>
        </w:rPr>
        <w:t xml:space="preserve">، </w:t>
      </w:r>
      <w:r>
        <w:rPr>
          <w:rtl/>
        </w:rPr>
        <w:t>و خشنودى و خشم و زيان و سود</w:t>
      </w:r>
      <w:r w:rsidR="007D3118">
        <w:rPr>
          <w:rtl/>
        </w:rPr>
        <w:t xml:space="preserve">، </w:t>
      </w:r>
      <w:r>
        <w:rPr>
          <w:rtl/>
        </w:rPr>
        <w:t>تكليف خود را انجام دهم</w:t>
      </w:r>
      <w:r w:rsidR="007D3118">
        <w:rPr>
          <w:rtl/>
        </w:rPr>
        <w:t xml:space="preserve">. </w:t>
      </w:r>
    </w:p>
    <w:p w:rsidR="00587D34" w:rsidRDefault="00587D34" w:rsidP="00587D34">
      <w:pPr>
        <w:pStyle w:val="libNormal"/>
        <w:rPr>
          <w:rtl/>
        </w:rPr>
      </w:pPr>
      <w:r>
        <w:rPr>
          <w:rtl/>
        </w:rPr>
        <w:t>12</w:t>
      </w:r>
      <w:r w:rsidR="007D3118">
        <w:rPr>
          <w:rtl/>
        </w:rPr>
        <w:t xml:space="preserve">. </w:t>
      </w:r>
      <w:r>
        <w:rPr>
          <w:rtl/>
        </w:rPr>
        <w:t>خدايا درود بر محمد و آل او فرست</w:t>
      </w:r>
      <w:r w:rsidR="007D3118">
        <w:rPr>
          <w:rtl/>
        </w:rPr>
        <w:t xml:space="preserve">، </w:t>
      </w:r>
      <w:r>
        <w:rPr>
          <w:rtl/>
        </w:rPr>
        <w:t>و سينه مرا از حسد پاك كن تا بر هيچ يك از بندگان تو بر هيچ نعمتى رشك نبرم</w:t>
      </w:r>
      <w:r w:rsidR="007D3118">
        <w:rPr>
          <w:rtl/>
        </w:rPr>
        <w:t xml:space="preserve">، </w:t>
      </w:r>
      <w:r>
        <w:rPr>
          <w:rtl/>
        </w:rPr>
        <w:t>و هيچ نعمتى از نعم تو را</w:t>
      </w:r>
      <w:r w:rsidR="007D3118">
        <w:rPr>
          <w:rtl/>
        </w:rPr>
        <w:t xml:space="preserve">، </w:t>
      </w:r>
      <w:r>
        <w:rPr>
          <w:rtl/>
        </w:rPr>
        <w:t>دنيوى باشد يا اخروى</w:t>
      </w:r>
      <w:r w:rsidR="007D3118">
        <w:rPr>
          <w:rtl/>
        </w:rPr>
        <w:t xml:space="preserve">، </w:t>
      </w:r>
      <w:r>
        <w:rPr>
          <w:rtl/>
        </w:rPr>
        <w:t>از عافيت يا تقوا</w:t>
      </w:r>
      <w:r w:rsidR="007D3118">
        <w:rPr>
          <w:rtl/>
        </w:rPr>
        <w:t xml:space="preserve">، </w:t>
      </w:r>
      <w:r>
        <w:rPr>
          <w:rtl/>
        </w:rPr>
        <w:t>يا فراخى يا خوشى</w:t>
      </w:r>
      <w:r w:rsidR="007D3118">
        <w:rPr>
          <w:rtl/>
        </w:rPr>
        <w:t xml:space="preserve">، </w:t>
      </w:r>
      <w:r>
        <w:rPr>
          <w:rtl/>
        </w:rPr>
        <w:t>و راحتى بر بندگان تو نبينم</w:t>
      </w:r>
      <w:r w:rsidR="007D3118">
        <w:rPr>
          <w:rtl/>
        </w:rPr>
        <w:t xml:space="preserve">، </w:t>
      </w:r>
      <w:r>
        <w:rPr>
          <w:rtl/>
        </w:rPr>
        <w:t>مگر براى خويش به از آن خواهم</w:t>
      </w:r>
      <w:r w:rsidR="007D3118">
        <w:rPr>
          <w:rtl/>
        </w:rPr>
        <w:t xml:space="preserve">، </w:t>
      </w:r>
      <w:r>
        <w:rPr>
          <w:rtl/>
        </w:rPr>
        <w:t>اما از تو خواهم و يارى تو خواهم</w:t>
      </w:r>
      <w:r w:rsidR="007D3118">
        <w:rPr>
          <w:rtl/>
        </w:rPr>
        <w:t xml:space="preserve">، </w:t>
      </w:r>
      <w:r>
        <w:rPr>
          <w:rtl/>
        </w:rPr>
        <w:t>از تو تنها كه شكايت و انباز ندارى</w:t>
      </w:r>
      <w:r w:rsidR="007D3118">
        <w:rPr>
          <w:rtl/>
        </w:rPr>
        <w:t xml:space="preserve">. </w:t>
      </w:r>
    </w:p>
    <w:p w:rsidR="00587D34" w:rsidRDefault="00587D34" w:rsidP="00587D34">
      <w:pPr>
        <w:pStyle w:val="libNormal"/>
        <w:rPr>
          <w:rtl/>
        </w:rPr>
      </w:pPr>
      <w:r>
        <w:rPr>
          <w:rtl/>
        </w:rPr>
        <w:t>13</w:t>
      </w:r>
      <w:r w:rsidR="007D3118">
        <w:rPr>
          <w:rtl/>
        </w:rPr>
        <w:t xml:space="preserve">. </w:t>
      </w:r>
      <w:r>
        <w:rPr>
          <w:rtl/>
        </w:rPr>
        <w:t>خدايا! درود بر محمد و آل او فرست</w:t>
      </w:r>
      <w:r w:rsidR="007D3118">
        <w:rPr>
          <w:rtl/>
        </w:rPr>
        <w:t xml:space="preserve">، </w:t>
      </w:r>
      <w:r>
        <w:rPr>
          <w:rtl/>
        </w:rPr>
        <w:t>و مرا از گناهان حفظ كن</w:t>
      </w:r>
      <w:r w:rsidR="007D3118">
        <w:rPr>
          <w:rtl/>
        </w:rPr>
        <w:t xml:space="preserve">، </w:t>
      </w:r>
      <w:r>
        <w:rPr>
          <w:rtl/>
        </w:rPr>
        <w:t>و در دنيا و آخرت در حالت خشنودى و خشم مرا از لغزش نگاه دار</w:t>
      </w:r>
      <w:r w:rsidR="007D3118">
        <w:rPr>
          <w:rtl/>
        </w:rPr>
        <w:t xml:space="preserve">، </w:t>
      </w:r>
      <w:r>
        <w:rPr>
          <w:rtl/>
        </w:rPr>
        <w:t>چنان كه اين دو حال نسبت به من مساوى باشند و من عمل به طاعت تو كنم و رضاى تو را برگزينم و غير رضاى تو نخواهم و جز به فرمان تو درباره دوستان و دشمنان عمل نكنم تا دشمن از جور و ستم من ايمن باشد</w:t>
      </w:r>
      <w:r w:rsidR="007D3118">
        <w:rPr>
          <w:rtl/>
        </w:rPr>
        <w:t xml:space="preserve">، </w:t>
      </w:r>
      <w:r>
        <w:rPr>
          <w:rtl/>
        </w:rPr>
        <w:t>و دوست از جانب دارى و هواخواهى من به ناحق ماءيوس گردد</w:t>
      </w:r>
      <w:r w:rsidR="007D3118">
        <w:rPr>
          <w:rtl/>
        </w:rPr>
        <w:t xml:space="preserve">، </w:t>
      </w:r>
      <w:r>
        <w:rPr>
          <w:rtl/>
        </w:rPr>
        <w:t>و مرا از آن كسان قرار ده كه تو را در آسايش چنان به اخلاص خوانند كه بيچارگان در رنج و سختى</w:t>
      </w:r>
      <w:r w:rsidR="007D3118">
        <w:rPr>
          <w:rtl/>
        </w:rPr>
        <w:t xml:space="preserve">، </w:t>
      </w:r>
      <w:r>
        <w:rPr>
          <w:rtl/>
        </w:rPr>
        <w:t>تويى ستوده و بزرگوار</w:t>
      </w:r>
      <w:r w:rsidR="007D3118">
        <w:rPr>
          <w:rtl/>
        </w:rPr>
        <w:t xml:space="preserve">. </w:t>
      </w:r>
    </w:p>
    <w:p w:rsidR="00587D34" w:rsidRDefault="00F57782" w:rsidP="004C63D0">
      <w:pPr>
        <w:pStyle w:val="Heading2"/>
        <w:rPr>
          <w:rtl/>
        </w:rPr>
      </w:pPr>
      <w:r>
        <w:br w:type="page"/>
      </w:r>
      <w:bookmarkStart w:id="50" w:name="_Toc394915179"/>
      <w:r w:rsidR="00AA3CBA">
        <w:lastRenderedPageBreak/>
        <w:t>23</w:t>
      </w:r>
      <w:r w:rsidR="00AA3CBA">
        <w:rPr>
          <w:rtl/>
        </w:rPr>
        <w:t xml:space="preserve"> وَ كَانَ مِنْ دُعَائِهِ عَلَيْهِ السَّلامُ إِذَا سَأَلَ اللَّهَ الْعَافِيَةَ وَ شُكْرَهَا:</w:t>
      </w:r>
      <w:bookmarkEnd w:id="50"/>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صَلِّ عَلَى مُحَمَّدٍ وَ آلِهِ</w:t>
      </w:r>
      <w:r w:rsidR="007D3118">
        <w:rPr>
          <w:rtl/>
        </w:rPr>
        <w:t xml:space="preserve">، </w:t>
      </w:r>
      <w:r>
        <w:rPr>
          <w:rtl/>
        </w:rPr>
        <w:t>وَ أَلْبِسْنِى عَافِيَتَكَ</w:t>
      </w:r>
      <w:r w:rsidR="007D3118">
        <w:rPr>
          <w:rtl/>
        </w:rPr>
        <w:t xml:space="preserve">، </w:t>
      </w:r>
      <w:r>
        <w:rPr>
          <w:rtl/>
        </w:rPr>
        <w:t>وَ جَلِّلْنِى عَافِيَتَكَ</w:t>
      </w:r>
      <w:r w:rsidR="007D3118">
        <w:rPr>
          <w:rtl/>
        </w:rPr>
        <w:t xml:space="preserve">، </w:t>
      </w:r>
      <w:r>
        <w:rPr>
          <w:rtl/>
        </w:rPr>
        <w:t>وَ حَصِّنِّى بِعَافِيَتِكَ</w:t>
      </w:r>
      <w:r w:rsidR="007D3118">
        <w:rPr>
          <w:rtl/>
        </w:rPr>
        <w:t xml:space="preserve">، </w:t>
      </w:r>
      <w:r>
        <w:rPr>
          <w:rtl/>
        </w:rPr>
        <w:t>وَ أَكْرِمْنِى بِعَافِيَتِكَ</w:t>
      </w:r>
      <w:r w:rsidR="007D3118">
        <w:rPr>
          <w:rtl/>
        </w:rPr>
        <w:t xml:space="preserve">، </w:t>
      </w:r>
      <w:r>
        <w:rPr>
          <w:rtl/>
        </w:rPr>
        <w:t>وَ أَغْنِنِى بِعَافِيَتِكَ</w:t>
      </w:r>
      <w:r w:rsidR="007D3118">
        <w:rPr>
          <w:rtl/>
        </w:rPr>
        <w:t xml:space="preserve">، </w:t>
      </w:r>
      <w:r>
        <w:rPr>
          <w:rtl/>
        </w:rPr>
        <w:t>وَ تَصَدَّقْ عَلَيَّ بِعَافِيَتِكَ</w:t>
      </w:r>
      <w:r w:rsidR="007D3118">
        <w:rPr>
          <w:rtl/>
        </w:rPr>
        <w:t xml:space="preserve">، </w:t>
      </w:r>
      <w:r>
        <w:rPr>
          <w:rtl/>
        </w:rPr>
        <w:t>وَ هَبْ لِى عَافِيَتَكَ وَ أَفْرِشْنِى عَافِيَتَكَ</w:t>
      </w:r>
      <w:r w:rsidR="007D3118">
        <w:rPr>
          <w:rtl/>
        </w:rPr>
        <w:t xml:space="preserve">، </w:t>
      </w:r>
      <w:r>
        <w:rPr>
          <w:rtl/>
        </w:rPr>
        <w:t>وَ أَصْلِحْ لِى عَافِيَتَكَ</w:t>
      </w:r>
      <w:r w:rsidR="007D3118">
        <w:rPr>
          <w:rtl/>
        </w:rPr>
        <w:t xml:space="preserve">، </w:t>
      </w:r>
      <w:r>
        <w:rPr>
          <w:rtl/>
        </w:rPr>
        <w:t>وَ لا تُفَرِّقْ بَيْنِى وَ بَيْنَ عَافِيَتِكَ فِى الدُّنْيَا وَ الاْخِرَةِ</w:t>
      </w:r>
      <w:r w:rsidR="007D3118">
        <w:rPr>
          <w:rtl/>
        </w:rPr>
        <w:t xml:space="preserve">. </w:t>
      </w:r>
    </w:p>
    <w:p w:rsidR="00587D34" w:rsidRDefault="00587D34" w:rsidP="00587D34">
      <w:pPr>
        <w:pStyle w:val="libNormal"/>
        <w:rPr>
          <w:rtl/>
        </w:rPr>
      </w:pPr>
      <w:r>
        <w:rPr>
          <w:rtl/>
        </w:rPr>
        <w:t>(2</w:t>
      </w:r>
      <w:r w:rsidR="007D3118">
        <w:rPr>
          <w:rtl/>
        </w:rPr>
        <w:t xml:space="preserve">) </w:t>
      </w:r>
      <w:r>
        <w:rPr>
          <w:rtl/>
        </w:rPr>
        <w:t>اللَّهُمَّ صَلِّ عَلَى مُحَمَّدٍ وَ آلِهِ</w:t>
      </w:r>
      <w:r w:rsidR="007D3118">
        <w:rPr>
          <w:rtl/>
        </w:rPr>
        <w:t xml:space="preserve">، </w:t>
      </w:r>
      <w:r>
        <w:rPr>
          <w:rtl/>
        </w:rPr>
        <w:t>وَ عَافِنِى عَافِيَةً كَافِيَةً شَافِيَةً عَالِيَةً نَامِيَةً</w:t>
      </w:r>
      <w:r w:rsidR="007D3118">
        <w:rPr>
          <w:rtl/>
        </w:rPr>
        <w:t xml:space="preserve">، </w:t>
      </w:r>
      <w:r>
        <w:rPr>
          <w:rtl/>
        </w:rPr>
        <w:t>عَافِيَةً تُوَلِّدُ فِى بَدَنِى الْعَافِيَةَ</w:t>
      </w:r>
      <w:r w:rsidR="007D3118">
        <w:rPr>
          <w:rtl/>
        </w:rPr>
        <w:t xml:space="preserve">، </w:t>
      </w:r>
      <w:r>
        <w:rPr>
          <w:rtl/>
        </w:rPr>
        <w:t>عَافِيَةَ الدُّنْيَا وَ الاْخِرَةِ</w:t>
      </w:r>
      <w:r w:rsidR="007D3118">
        <w:rPr>
          <w:rtl/>
        </w:rPr>
        <w:t xml:space="preserve">. </w:t>
      </w:r>
    </w:p>
    <w:p w:rsidR="00587D34" w:rsidRDefault="00587D34" w:rsidP="00587D34">
      <w:pPr>
        <w:pStyle w:val="libNormal"/>
        <w:rPr>
          <w:rtl/>
        </w:rPr>
      </w:pPr>
      <w:r>
        <w:rPr>
          <w:rtl/>
        </w:rPr>
        <w:t>(3</w:t>
      </w:r>
      <w:r w:rsidR="007D3118">
        <w:rPr>
          <w:rtl/>
        </w:rPr>
        <w:t xml:space="preserve">) </w:t>
      </w:r>
      <w:r>
        <w:rPr>
          <w:rtl/>
        </w:rPr>
        <w:t>وَ امْنُنْ عَلَيَّ بِالصِّحَّةِ وَ الْأَمْنِ وَ السَّلامَةِ فِى دِينِى وَ بَدَنِى</w:t>
      </w:r>
      <w:r w:rsidR="007D3118">
        <w:rPr>
          <w:rtl/>
        </w:rPr>
        <w:t xml:space="preserve">، </w:t>
      </w:r>
      <w:r>
        <w:rPr>
          <w:rtl/>
        </w:rPr>
        <w:t>وَ الْبَصِيرَةِ فِى قَلْبِى</w:t>
      </w:r>
      <w:r w:rsidR="007D3118">
        <w:rPr>
          <w:rtl/>
        </w:rPr>
        <w:t xml:space="preserve">، </w:t>
      </w:r>
      <w:r>
        <w:rPr>
          <w:rtl/>
        </w:rPr>
        <w:t>وَ النَّفَاذِ فِى أُمُورِى</w:t>
      </w:r>
      <w:r w:rsidR="007D3118">
        <w:rPr>
          <w:rtl/>
        </w:rPr>
        <w:t xml:space="preserve">، </w:t>
      </w:r>
      <w:r>
        <w:rPr>
          <w:rtl/>
        </w:rPr>
        <w:t>وَ الْخَشْيَةِ لَكَ</w:t>
      </w:r>
      <w:r w:rsidR="007D3118">
        <w:rPr>
          <w:rtl/>
        </w:rPr>
        <w:t xml:space="preserve">، </w:t>
      </w:r>
      <w:r>
        <w:rPr>
          <w:rtl/>
        </w:rPr>
        <w:t>وَ الْخَوْفِ مِنْكَ</w:t>
      </w:r>
      <w:r w:rsidR="007D3118">
        <w:rPr>
          <w:rtl/>
        </w:rPr>
        <w:t xml:space="preserve">، </w:t>
      </w:r>
      <w:r>
        <w:rPr>
          <w:rtl/>
        </w:rPr>
        <w:t>وَ الْقُوَّةِ عَلَى مَا أَمَرْتَنِى بِهِ مِنْ طَاعَتِكَ</w:t>
      </w:r>
      <w:r w:rsidR="007D3118">
        <w:rPr>
          <w:rtl/>
        </w:rPr>
        <w:t xml:space="preserve">، </w:t>
      </w:r>
      <w:r>
        <w:rPr>
          <w:rtl/>
        </w:rPr>
        <w:t>وَ الاجْتِنَابِ لِمَا نَهَيْتَنِى عَنْهُ مِنْ مَعْصِيَتِكَ</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وَ امْنُنْ عَلَيَّ بِالْحَجِّ وَ الْعُمْرَةِ</w:t>
      </w:r>
      <w:r w:rsidR="007D3118">
        <w:rPr>
          <w:rtl/>
        </w:rPr>
        <w:t xml:space="preserve">، </w:t>
      </w:r>
      <w:r>
        <w:rPr>
          <w:rtl/>
        </w:rPr>
        <w:t>وَ زِيَارَةِ قَبْرِ رَسُولِكَ</w:t>
      </w:r>
      <w:r w:rsidR="007D3118">
        <w:rPr>
          <w:rtl/>
        </w:rPr>
        <w:t xml:space="preserve">، </w:t>
      </w:r>
      <w:r>
        <w:rPr>
          <w:rtl/>
        </w:rPr>
        <w:t>صَلَواتُكَ عَلَيْهِ وَ رَحْمَتُكَ وَ بَرَكَاتُكَ عَلَيْهِ وَ عَلَى آلِهِ</w:t>
      </w:r>
      <w:r w:rsidR="007D3118">
        <w:rPr>
          <w:rtl/>
        </w:rPr>
        <w:t xml:space="preserve">، </w:t>
      </w:r>
      <w:r>
        <w:rPr>
          <w:rtl/>
        </w:rPr>
        <w:t>وَ آلِ رَسُولِكَ عَلَيْهِمُ السَّلامُ أَبَدا مَا أَبْقَيْتَنِى فِى عَامِى هَذَا وَ فِى كُلِّ عَامٍ</w:t>
      </w:r>
      <w:r w:rsidR="007D3118">
        <w:rPr>
          <w:rtl/>
        </w:rPr>
        <w:t xml:space="preserve">، </w:t>
      </w:r>
      <w:r>
        <w:rPr>
          <w:rtl/>
        </w:rPr>
        <w:t>وَ اجْعَلْ ذَلِكَ مَقْبُولا مَشْكُورا</w:t>
      </w:r>
      <w:r w:rsidR="007D3118">
        <w:rPr>
          <w:rtl/>
        </w:rPr>
        <w:t xml:space="preserve">، </w:t>
      </w:r>
      <w:r>
        <w:rPr>
          <w:rtl/>
        </w:rPr>
        <w:t>مَذْكُورا لَدَيْكَ</w:t>
      </w:r>
      <w:r w:rsidR="007D3118">
        <w:rPr>
          <w:rtl/>
        </w:rPr>
        <w:t xml:space="preserve">، </w:t>
      </w:r>
      <w:r>
        <w:rPr>
          <w:rtl/>
        </w:rPr>
        <w:t>مَذْخُورا عِنْدَكَ</w:t>
      </w:r>
      <w:r w:rsidR="007D3118">
        <w:rPr>
          <w:rtl/>
        </w:rPr>
        <w:t xml:space="preserve">. </w:t>
      </w:r>
    </w:p>
    <w:p w:rsidR="00587D34" w:rsidRDefault="00587D34" w:rsidP="00587D34">
      <w:pPr>
        <w:pStyle w:val="libNormal"/>
        <w:rPr>
          <w:rtl/>
        </w:rPr>
      </w:pPr>
      <w:r>
        <w:rPr>
          <w:rtl/>
        </w:rPr>
        <w:t>(5</w:t>
      </w:r>
      <w:r w:rsidR="007D3118">
        <w:rPr>
          <w:rtl/>
        </w:rPr>
        <w:t xml:space="preserve">) </w:t>
      </w:r>
      <w:r>
        <w:rPr>
          <w:rtl/>
        </w:rPr>
        <w:t>وَ أَنْطِقْ بِحَمْدِكَ وَ شُكْرِكَ وَ ذِكْرِكَ وَ حُسْنِ الثَّنَاءِ عَلَيْكَ لِسَانِى</w:t>
      </w:r>
      <w:r w:rsidR="007D3118">
        <w:rPr>
          <w:rtl/>
        </w:rPr>
        <w:t xml:space="preserve">، </w:t>
      </w:r>
      <w:r>
        <w:rPr>
          <w:rtl/>
        </w:rPr>
        <w:t>وَ اشْرَحْ لِمَرَاشِدِ دِينِكَ قَلْبِى</w:t>
      </w:r>
      <w:r w:rsidR="007D3118">
        <w:rPr>
          <w:rtl/>
        </w:rPr>
        <w:t xml:space="preserve">. </w:t>
      </w:r>
    </w:p>
    <w:p w:rsidR="00587D34" w:rsidRDefault="00587D34" w:rsidP="00587D34">
      <w:pPr>
        <w:pStyle w:val="libNormal"/>
        <w:rPr>
          <w:rtl/>
        </w:rPr>
      </w:pPr>
      <w:r>
        <w:rPr>
          <w:rtl/>
        </w:rPr>
        <w:t>(6</w:t>
      </w:r>
      <w:r w:rsidR="007D3118">
        <w:rPr>
          <w:rtl/>
        </w:rPr>
        <w:t xml:space="preserve">) </w:t>
      </w:r>
      <w:r>
        <w:rPr>
          <w:rtl/>
        </w:rPr>
        <w:t>وَ أَعِذْنِى وَ ذُرِّيَّتِى مِنَ الشَّيْطَانِ الرَّجِيمِ</w:t>
      </w:r>
      <w:r w:rsidR="007D3118">
        <w:rPr>
          <w:rtl/>
        </w:rPr>
        <w:t xml:space="preserve">، </w:t>
      </w:r>
      <w:r>
        <w:rPr>
          <w:rtl/>
        </w:rPr>
        <w:t>وَ مِنْ شَرِّ السَّامَّةِ وَ الْهَامَّةِ و الْعَامَّةِ وَ اللَّامَّةِ</w:t>
      </w:r>
      <w:r w:rsidR="007D3118">
        <w:rPr>
          <w:rtl/>
        </w:rPr>
        <w:t xml:space="preserve">، </w:t>
      </w:r>
      <w:r>
        <w:rPr>
          <w:rtl/>
        </w:rPr>
        <w:t>وَ مِنْ شَرِّ كُلِّ شَيْطَانٍ مَرِيدٍ</w:t>
      </w:r>
      <w:r w:rsidR="007D3118">
        <w:rPr>
          <w:rtl/>
        </w:rPr>
        <w:t xml:space="preserve">، </w:t>
      </w:r>
      <w:r>
        <w:rPr>
          <w:rtl/>
        </w:rPr>
        <w:t>وَ مِنْ شَرِّ كُلِّ سُلْطَانٍ عَنِيدٍ</w:t>
      </w:r>
      <w:r w:rsidR="007D3118">
        <w:rPr>
          <w:rtl/>
        </w:rPr>
        <w:t xml:space="preserve">، </w:t>
      </w:r>
      <w:r>
        <w:rPr>
          <w:rtl/>
        </w:rPr>
        <w:t>وَ مِنْ شَرِّ كُلِّ مُتْرَفٍ حَفِيدٍ</w:t>
      </w:r>
      <w:r w:rsidR="007D3118">
        <w:rPr>
          <w:rtl/>
        </w:rPr>
        <w:t xml:space="preserve">، </w:t>
      </w:r>
      <w:r>
        <w:rPr>
          <w:rtl/>
        </w:rPr>
        <w:t>وَ مِنْ شَرِّ كُلِّ ضَعِيفٍ وَ شَدِيدٍ</w:t>
      </w:r>
      <w:r w:rsidR="007D3118">
        <w:rPr>
          <w:rtl/>
        </w:rPr>
        <w:t xml:space="preserve">، </w:t>
      </w:r>
      <w:r>
        <w:rPr>
          <w:rtl/>
        </w:rPr>
        <w:t>وَ مِنْ شَرِّ كُلِّ شَرِيفٍ وَ وَضِيعٍ</w:t>
      </w:r>
      <w:r w:rsidR="007D3118">
        <w:rPr>
          <w:rtl/>
        </w:rPr>
        <w:t xml:space="preserve">، </w:t>
      </w:r>
      <w:r>
        <w:rPr>
          <w:rtl/>
        </w:rPr>
        <w:t>وَ مِنْ شَرِّ كُلِّ صَغِيرٍ وَ كَبِيرٍ</w:t>
      </w:r>
      <w:r w:rsidR="007D3118">
        <w:rPr>
          <w:rtl/>
        </w:rPr>
        <w:t xml:space="preserve">، </w:t>
      </w:r>
      <w:r>
        <w:rPr>
          <w:rtl/>
        </w:rPr>
        <w:t>وَ مِنْ شَرِّ كُلِّ قَرِيبٍ وَ بَعِيدٍ</w:t>
      </w:r>
      <w:r w:rsidR="007D3118">
        <w:rPr>
          <w:rtl/>
        </w:rPr>
        <w:t xml:space="preserve">، </w:t>
      </w:r>
      <w:r>
        <w:rPr>
          <w:rtl/>
        </w:rPr>
        <w:t>وَ مِنْ شَرِّ كُلِّ مَنْ نَصَبَ لِرَسُولِكَ وَ لِأَهْلِ بَيْتِهِ حَرْبا مِنَ الْجِنِّ وَ الْإِنْسِ</w:t>
      </w:r>
      <w:r w:rsidR="007D3118">
        <w:rPr>
          <w:rtl/>
        </w:rPr>
        <w:t xml:space="preserve">، </w:t>
      </w:r>
      <w:r>
        <w:rPr>
          <w:rtl/>
        </w:rPr>
        <w:t>وَ مِنْ شَرِّ كُلِّ دَابَّةٍ أَنْتَ آخِذٌ بِنَاصِيَتِهَا</w:t>
      </w:r>
      <w:r w:rsidR="007D3118">
        <w:rPr>
          <w:rtl/>
        </w:rPr>
        <w:t xml:space="preserve">، </w:t>
      </w:r>
      <w:r>
        <w:rPr>
          <w:rtl/>
        </w:rPr>
        <w:t>إِنَّكَ عَلَى صِرَاطٍ مُسْتَقِيمٍ</w:t>
      </w:r>
      <w:r w:rsidR="007D3118">
        <w:rPr>
          <w:rtl/>
        </w:rPr>
        <w:t xml:space="preserve">. </w:t>
      </w:r>
    </w:p>
    <w:p w:rsidR="00587D34" w:rsidRDefault="00587D34" w:rsidP="00587D34">
      <w:pPr>
        <w:pStyle w:val="libNormal"/>
        <w:rPr>
          <w:rtl/>
        </w:rPr>
      </w:pPr>
      <w:r>
        <w:rPr>
          <w:rtl/>
        </w:rPr>
        <w:lastRenderedPageBreak/>
        <w:t>(7</w:t>
      </w:r>
      <w:r w:rsidR="007D3118">
        <w:rPr>
          <w:rtl/>
        </w:rPr>
        <w:t xml:space="preserve">) </w:t>
      </w:r>
      <w:r>
        <w:rPr>
          <w:rtl/>
        </w:rPr>
        <w:t>اللَّهُمَّ صَلِّ عَلَى مُحَمَّدٍ وَ آلِهِ</w:t>
      </w:r>
      <w:r w:rsidR="007D3118">
        <w:rPr>
          <w:rtl/>
        </w:rPr>
        <w:t xml:space="preserve">، </w:t>
      </w:r>
      <w:r>
        <w:rPr>
          <w:rtl/>
        </w:rPr>
        <w:t>وَ مَنْ أَرَادَنِى بِسُوءٍ فَاصْرِفْهُ عَنِّى</w:t>
      </w:r>
      <w:r w:rsidR="007D3118">
        <w:rPr>
          <w:rtl/>
        </w:rPr>
        <w:t xml:space="preserve">، </w:t>
      </w:r>
      <w:r>
        <w:rPr>
          <w:rtl/>
        </w:rPr>
        <w:t>وَ ادْحَرْ عَنِّى مَكْرَهُ</w:t>
      </w:r>
      <w:r w:rsidR="007D3118">
        <w:rPr>
          <w:rtl/>
        </w:rPr>
        <w:t xml:space="preserve">، </w:t>
      </w:r>
      <w:r>
        <w:rPr>
          <w:rtl/>
        </w:rPr>
        <w:t>وَ ادْرَأْ عَنِّى شَرَّهُ</w:t>
      </w:r>
      <w:r w:rsidR="007D3118">
        <w:rPr>
          <w:rtl/>
        </w:rPr>
        <w:t xml:space="preserve">، </w:t>
      </w:r>
      <w:r>
        <w:rPr>
          <w:rtl/>
        </w:rPr>
        <w:t>وَ رُدَّ كَيْدَهُ فِى نَحْرِهِ</w:t>
      </w:r>
      <w:r w:rsidR="007D3118">
        <w:rPr>
          <w:rtl/>
        </w:rPr>
        <w:t xml:space="preserve">. </w:t>
      </w:r>
    </w:p>
    <w:p w:rsidR="00587D34" w:rsidRDefault="00587D34" w:rsidP="00587D34">
      <w:pPr>
        <w:pStyle w:val="libNormal"/>
        <w:rPr>
          <w:rtl/>
        </w:rPr>
      </w:pPr>
      <w:r>
        <w:rPr>
          <w:rtl/>
        </w:rPr>
        <w:t>(8</w:t>
      </w:r>
      <w:r w:rsidR="007D3118">
        <w:rPr>
          <w:rtl/>
        </w:rPr>
        <w:t xml:space="preserve">) </w:t>
      </w:r>
      <w:r>
        <w:rPr>
          <w:rtl/>
        </w:rPr>
        <w:t>وَ اجْعَلْ بَيْنَ يَدَيْهِ سُدّا حَتَّى تُعْمِىَ عَنِّى بَصَرَهُ</w:t>
      </w:r>
      <w:r w:rsidR="007D3118">
        <w:rPr>
          <w:rtl/>
        </w:rPr>
        <w:t xml:space="preserve">، </w:t>
      </w:r>
      <w:r>
        <w:rPr>
          <w:rtl/>
        </w:rPr>
        <w:t>وَ تُصِمَّ عَنْ ذِكْرِى سَمْعَهُ</w:t>
      </w:r>
      <w:r w:rsidR="007D3118">
        <w:rPr>
          <w:rtl/>
        </w:rPr>
        <w:t xml:space="preserve">، </w:t>
      </w:r>
      <w:r>
        <w:rPr>
          <w:rtl/>
        </w:rPr>
        <w:t>وَ تُقْفِلَ دُونَ إِخْطَارِى قَلْبَهُ</w:t>
      </w:r>
      <w:r w:rsidR="007D3118">
        <w:rPr>
          <w:rtl/>
        </w:rPr>
        <w:t xml:space="preserve">، </w:t>
      </w:r>
      <w:r>
        <w:rPr>
          <w:rtl/>
        </w:rPr>
        <w:t>وَ تُخْرِسَ عَنِّى لِسَانَهُ</w:t>
      </w:r>
      <w:r w:rsidR="007D3118">
        <w:rPr>
          <w:rtl/>
        </w:rPr>
        <w:t xml:space="preserve">، </w:t>
      </w:r>
      <w:r>
        <w:rPr>
          <w:rtl/>
        </w:rPr>
        <w:t>وَ تَقْمَعَ رَأْسَهُ</w:t>
      </w:r>
      <w:r w:rsidR="007D3118">
        <w:rPr>
          <w:rtl/>
        </w:rPr>
        <w:t xml:space="preserve">، </w:t>
      </w:r>
      <w:r>
        <w:rPr>
          <w:rtl/>
        </w:rPr>
        <w:t>وَ تُذِلَّ عِزَّهُ</w:t>
      </w:r>
      <w:r w:rsidR="007D3118">
        <w:rPr>
          <w:rtl/>
        </w:rPr>
        <w:t xml:space="preserve">، </w:t>
      </w:r>
      <w:r>
        <w:rPr>
          <w:rtl/>
        </w:rPr>
        <w:t>وَ تَكْسُرَ جَبَرُوتَهُ</w:t>
      </w:r>
      <w:r w:rsidR="007D3118">
        <w:rPr>
          <w:rtl/>
        </w:rPr>
        <w:t xml:space="preserve">، </w:t>
      </w:r>
      <w:r>
        <w:rPr>
          <w:rtl/>
        </w:rPr>
        <w:t>وَ تُذِلَّ رَقَبَتَهُ</w:t>
      </w:r>
      <w:r w:rsidR="007D3118">
        <w:rPr>
          <w:rtl/>
        </w:rPr>
        <w:t xml:space="preserve">، </w:t>
      </w:r>
      <w:r>
        <w:rPr>
          <w:rtl/>
        </w:rPr>
        <w:t>وَ تَفْسَخَ كِبْرَهُ</w:t>
      </w:r>
      <w:r w:rsidR="007D3118">
        <w:rPr>
          <w:rtl/>
        </w:rPr>
        <w:t xml:space="preserve">، </w:t>
      </w:r>
      <w:r>
        <w:rPr>
          <w:rtl/>
        </w:rPr>
        <w:t>وَ تُؤْمِنَنِى مِنْ جَمِيعِ ضَرِّهِ وَ شَرِّهِ وَ غَمْزِهِ وَ هَمْزِهِ وَ لَمْزِهِ وَ حَسَدِهِ وَ عَدَاوَتِهِ وَ حَبَائِلِهِ وَ مَصَايِدِهِ وَ رَجِلِهِ وَ خَيْلِهِ</w:t>
      </w:r>
      <w:r w:rsidR="007D3118">
        <w:rPr>
          <w:rtl/>
        </w:rPr>
        <w:t xml:space="preserve">، </w:t>
      </w:r>
      <w:r>
        <w:rPr>
          <w:rtl/>
        </w:rPr>
        <w:t>إِنَّكَ عَزِيزٌ قَدِيرٌ</w:t>
      </w:r>
      <w:r w:rsidR="007D3118">
        <w:rPr>
          <w:rtl/>
        </w:rPr>
        <w:t xml:space="preserve">. </w:t>
      </w:r>
    </w:p>
    <w:p w:rsidR="00587D34" w:rsidRDefault="00AA3CBA" w:rsidP="004C63D0">
      <w:pPr>
        <w:pStyle w:val="Heading2"/>
        <w:rPr>
          <w:rtl/>
        </w:rPr>
      </w:pPr>
      <w:bookmarkStart w:id="51" w:name="_Toc394915180"/>
      <w:r>
        <w:rPr>
          <w:rtl/>
        </w:rPr>
        <w:t>ترجمه دعاى بيست و سوم: دعاى آن حضرت چون از خدا تندرستى و توفيق شكرگزارى مى طلبيد</w:t>
      </w:r>
      <w:bookmarkEnd w:id="51"/>
    </w:p>
    <w:p w:rsidR="00587D34" w:rsidRDefault="00587D34" w:rsidP="00587D34">
      <w:pPr>
        <w:pStyle w:val="libNormal"/>
        <w:rPr>
          <w:rtl/>
        </w:rPr>
      </w:pPr>
      <w:r>
        <w:rPr>
          <w:rtl/>
        </w:rPr>
        <w:t>1</w:t>
      </w:r>
      <w:r w:rsidR="007D3118">
        <w:rPr>
          <w:rtl/>
        </w:rPr>
        <w:t xml:space="preserve">. </w:t>
      </w:r>
      <w:r>
        <w:rPr>
          <w:rtl/>
        </w:rPr>
        <w:t>خدايا! درود بر محمد و آل او فرست</w:t>
      </w:r>
      <w:r w:rsidR="007D3118">
        <w:rPr>
          <w:rtl/>
        </w:rPr>
        <w:t xml:space="preserve">، </w:t>
      </w:r>
      <w:r>
        <w:rPr>
          <w:rtl/>
        </w:rPr>
        <w:t xml:space="preserve">و جامه عافيت </w:t>
      </w:r>
      <w:r w:rsidRPr="00AA3CBA">
        <w:rPr>
          <w:rStyle w:val="libFootnotenumChar"/>
          <w:rtl/>
        </w:rPr>
        <w:t>(74</w:t>
      </w:r>
      <w:r w:rsidR="007D3118" w:rsidRPr="00AA3CBA">
        <w:rPr>
          <w:rStyle w:val="libFootnotenumChar"/>
          <w:rtl/>
        </w:rPr>
        <w:t>)</w:t>
      </w:r>
      <w:r>
        <w:rPr>
          <w:rtl/>
        </w:rPr>
        <w:t xml:space="preserve"> در من بپوشان</w:t>
      </w:r>
      <w:r w:rsidR="007D3118">
        <w:rPr>
          <w:rtl/>
        </w:rPr>
        <w:t xml:space="preserve">، </w:t>
      </w:r>
      <w:r>
        <w:rPr>
          <w:rtl/>
        </w:rPr>
        <w:t>كه سراپاى مرا فرا گيرد</w:t>
      </w:r>
      <w:r w:rsidR="007D3118">
        <w:rPr>
          <w:rtl/>
        </w:rPr>
        <w:t xml:space="preserve">، </w:t>
      </w:r>
      <w:r>
        <w:rPr>
          <w:rtl/>
        </w:rPr>
        <w:t>و مرا در حصار عافيت جاى ده و به عافيت گرامى دار</w:t>
      </w:r>
      <w:r w:rsidR="007D3118">
        <w:rPr>
          <w:rtl/>
        </w:rPr>
        <w:t xml:space="preserve">، </w:t>
      </w:r>
      <w:r>
        <w:rPr>
          <w:rtl/>
        </w:rPr>
        <w:t>و بر من صدقه ده و مرا عافيت بخش</w:t>
      </w:r>
      <w:r w:rsidR="007D3118">
        <w:rPr>
          <w:rtl/>
        </w:rPr>
        <w:t xml:space="preserve">، </w:t>
      </w:r>
      <w:r>
        <w:rPr>
          <w:rtl/>
        </w:rPr>
        <w:t>بستر عافيت براى من بگستر</w:t>
      </w:r>
      <w:r w:rsidR="007D3118">
        <w:rPr>
          <w:rtl/>
        </w:rPr>
        <w:t xml:space="preserve">، </w:t>
      </w:r>
      <w:r>
        <w:rPr>
          <w:rtl/>
        </w:rPr>
        <w:t>و آن را شايسته من گردان و ميان من و عافيت در دنيا و آخرت جدايى ميفكن</w:t>
      </w:r>
      <w:r w:rsidR="007D3118">
        <w:rPr>
          <w:rtl/>
        </w:rPr>
        <w:t xml:space="preserve">. </w:t>
      </w:r>
    </w:p>
    <w:p w:rsidR="00587D34" w:rsidRDefault="00587D34" w:rsidP="00587D34">
      <w:pPr>
        <w:pStyle w:val="libNormal"/>
        <w:rPr>
          <w:rtl/>
        </w:rPr>
      </w:pPr>
      <w:r>
        <w:rPr>
          <w:rtl/>
        </w:rPr>
        <w:t>2</w:t>
      </w:r>
      <w:r w:rsidR="007D3118">
        <w:rPr>
          <w:rtl/>
        </w:rPr>
        <w:t xml:space="preserve">. </w:t>
      </w:r>
      <w:r>
        <w:rPr>
          <w:rtl/>
        </w:rPr>
        <w:t>خدايا! درود بر محمد و آل او فرست</w:t>
      </w:r>
      <w:r w:rsidR="007D3118">
        <w:rPr>
          <w:rtl/>
        </w:rPr>
        <w:t xml:space="preserve">، </w:t>
      </w:r>
      <w:r>
        <w:rPr>
          <w:rtl/>
        </w:rPr>
        <w:t>و مرا از رنج دور دار و بهبودى كامل عطا كن</w:t>
      </w:r>
      <w:r w:rsidR="007D3118">
        <w:rPr>
          <w:rtl/>
        </w:rPr>
        <w:t xml:space="preserve">، </w:t>
      </w:r>
      <w:r>
        <w:rPr>
          <w:rtl/>
        </w:rPr>
        <w:t>موجب تندرستى كه پيوسته در فزونى بود و برومند گردد</w:t>
      </w:r>
      <w:r w:rsidR="007D3118">
        <w:rPr>
          <w:rtl/>
        </w:rPr>
        <w:t xml:space="preserve">، </w:t>
      </w:r>
      <w:r>
        <w:rPr>
          <w:rtl/>
        </w:rPr>
        <w:t>عافيتى كه از آن در تن و جان من در دنيا و هم در آخرت عافيت ديگر خيزد</w:t>
      </w:r>
      <w:r w:rsidR="007D3118">
        <w:rPr>
          <w:rtl/>
        </w:rPr>
        <w:t xml:space="preserve">. </w:t>
      </w:r>
    </w:p>
    <w:p w:rsidR="00587D34" w:rsidRDefault="00587D34" w:rsidP="00587D34">
      <w:pPr>
        <w:pStyle w:val="libNormal"/>
        <w:rPr>
          <w:rtl/>
        </w:rPr>
      </w:pPr>
      <w:r>
        <w:rPr>
          <w:rtl/>
        </w:rPr>
        <w:t>3</w:t>
      </w:r>
      <w:r w:rsidR="007D3118">
        <w:rPr>
          <w:rtl/>
        </w:rPr>
        <w:t xml:space="preserve">. </w:t>
      </w:r>
      <w:r>
        <w:rPr>
          <w:rtl/>
        </w:rPr>
        <w:t>خدايا بر من منت نه به تندرستى وايمنى در دين و تن و بينايى در دل و روايى در كارها و ترس از تو و بيم از خشم تو و مرا نيرو ده بر آن چه امر كرده اى تا فرمان برم و از آنچه نهى كرده اى تا از گناه بپرهيزم</w:t>
      </w:r>
      <w:r w:rsidR="007D3118">
        <w:rPr>
          <w:rtl/>
        </w:rPr>
        <w:t xml:space="preserve">. </w:t>
      </w:r>
    </w:p>
    <w:p w:rsidR="00587D34" w:rsidRDefault="00587D34" w:rsidP="00587D34">
      <w:pPr>
        <w:pStyle w:val="libNormal"/>
        <w:rPr>
          <w:rtl/>
        </w:rPr>
      </w:pPr>
      <w:r>
        <w:rPr>
          <w:rtl/>
        </w:rPr>
        <w:t>4</w:t>
      </w:r>
      <w:r w:rsidR="007D3118">
        <w:rPr>
          <w:rtl/>
        </w:rPr>
        <w:t xml:space="preserve">. </w:t>
      </w:r>
      <w:r>
        <w:rPr>
          <w:rtl/>
        </w:rPr>
        <w:t xml:space="preserve">خدايا بر من منّت گذار به حج و عمره و زيارت قبر پيغمبرت صلواتك و رحمتك و بركاتك عليه و زيارت قبر خاندان پيغمبرت </w:t>
      </w:r>
      <w:r w:rsidR="000C598D" w:rsidRPr="000C598D">
        <w:rPr>
          <w:rStyle w:val="libAlaemChar"/>
          <w:rtl/>
        </w:rPr>
        <w:t>عليهم‌السلام</w:t>
      </w:r>
      <w:r w:rsidR="007D3118">
        <w:rPr>
          <w:rtl/>
        </w:rPr>
        <w:t xml:space="preserve"> ، </w:t>
      </w:r>
      <w:r>
        <w:rPr>
          <w:rtl/>
        </w:rPr>
        <w:t xml:space="preserve">امسال و هر سال </w:t>
      </w:r>
      <w:r>
        <w:rPr>
          <w:rtl/>
        </w:rPr>
        <w:lastRenderedPageBreak/>
        <w:t>تا به لطف تو زنده ام</w:t>
      </w:r>
      <w:r w:rsidR="007D3118">
        <w:rPr>
          <w:rtl/>
        </w:rPr>
        <w:t xml:space="preserve">. </w:t>
      </w:r>
      <w:r w:rsidRPr="00AA3CBA">
        <w:rPr>
          <w:rStyle w:val="libFootnotenumChar"/>
          <w:rtl/>
        </w:rPr>
        <w:t>(75</w:t>
      </w:r>
      <w:r w:rsidR="007D3118" w:rsidRPr="00AA3CBA">
        <w:rPr>
          <w:rStyle w:val="libFootnotenumChar"/>
          <w:rtl/>
        </w:rPr>
        <w:t>)</w:t>
      </w:r>
      <w:r>
        <w:rPr>
          <w:rtl/>
        </w:rPr>
        <w:t xml:space="preserve"> و اين اعمال مرا بپذير و پاداش ده و آنها نزد تو مذكور و پيش تو اندوخته باشد براى من</w:t>
      </w:r>
      <w:r w:rsidR="007D3118">
        <w:rPr>
          <w:rtl/>
        </w:rPr>
        <w:t xml:space="preserve">. </w:t>
      </w:r>
    </w:p>
    <w:p w:rsidR="00587D34" w:rsidRDefault="00587D34" w:rsidP="00587D34">
      <w:pPr>
        <w:pStyle w:val="libNormal"/>
        <w:rPr>
          <w:rtl/>
        </w:rPr>
      </w:pPr>
      <w:r>
        <w:rPr>
          <w:rtl/>
        </w:rPr>
        <w:t>5</w:t>
      </w:r>
      <w:r w:rsidR="007D3118">
        <w:rPr>
          <w:rtl/>
        </w:rPr>
        <w:t xml:space="preserve">. </w:t>
      </w:r>
      <w:r>
        <w:rPr>
          <w:rtl/>
        </w:rPr>
        <w:t>و زبان مرا به سپاس و شكر و ذكر و ستايش خود گويا كن</w:t>
      </w:r>
      <w:r w:rsidR="007D3118">
        <w:rPr>
          <w:rtl/>
        </w:rPr>
        <w:t xml:space="preserve">، </w:t>
      </w:r>
      <w:r>
        <w:rPr>
          <w:rtl/>
        </w:rPr>
        <w:t>و دل و هوش ‍ مرا براى دريافتن راه دين گشاده دار</w:t>
      </w:r>
      <w:r w:rsidR="007D3118">
        <w:rPr>
          <w:rtl/>
        </w:rPr>
        <w:t xml:space="preserve">. </w:t>
      </w:r>
    </w:p>
    <w:p w:rsidR="00587D34" w:rsidRDefault="00587D34" w:rsidP="00587D34">
      <w:pPr>
        <w:pStyle w:val="libNormal"/>
        <w:rPr>
          <w:rtl/>
        </w:rPr>
      </w:pPr>
      <w:r>
        <w:rPr>
          <w:rtl/>
        </w:rPr>
        <w:t>6</w:t>
      </w:r>
      <w:r w:rsidR="007D3118">
        <w:rPr>
          <w:rtl/>
        </w:rPr>
        <w:t xml:space="preserve">. </w:t>
      </w:r>
      <w:r>
        <w:rPr>
          <w:rtl/>
        </w:rPr>
        <w:t>مرا و فرزندان مرا از شيطان رجيم در پناه خود گير و از شر جانور گزنده و كشنده</w:t>
      </w:r>
      <w:r w:rsidR="007D3118">
        <w:rPr>
          <w:rtl/>
        </w:rPr>
        <w:t xml:space="preserve">، </w:t>
      </w:r>
      <w:r>
        <w:rPr>
          <w:rtl/>
        </w:rPr>
        <w:t>و هر شرى و از چشم بد</w:t>
      </w:r>
      <w:r w:rsidR="007D3118">
        <w:rPr>
          <w:rtl/>
        </w:rPr>
        <w:t xml:space="preserve">، </w:t>
      </w:r>
      <w:r>
        <w:rPr>
          <w:rtl/>
        </w:rPr>
        <w:t>و از هر شيطان سركش</w:t>
      </w:r>
      <w:r w:rsidR="007D3118">
        <w:rPr>
          <w:rtl/>
        </w:rPr>
        <w:t xml:space="preserve">، </w:t>
      </w:r>
      <w:r>
        <w:rPr>
          <w:rtl/>
        </w:rPr>
        <w:t>و سلطان ستمگر و خودكام زود خشم و هر ناتوان و توانا و هر مهتر و كهتر</w:t>
      </w:r>
      <w:r w:rsidR="007D3118">
        <w:rPr>
          <w:rtl/>
        </w:rPr>
        <w:t xml:space="preserve">، </w:t>
      </w:r>
      <w:r>
        <w:rPr>
          <w:rtl/>
        </w:rPr>
        <w:t>و خرد و بزرگ</w:t>
      </w:r>
      <w:r w:rsidR="007D3118">
        <w:rPr>
          <w:rtl/>
        </w:rPr>
        <w:t xml:space="preserve">، </w:t>
      </w:r>
      <w:r>
        <w:rPr>
          <w:rtl/>
        </w:rPr>
        <w:t>و نزديك و دور</w:t>
      </w:r>
      <w:r w:rsidR="007D3118">
        <w:rPr>
          <w:rtl/>
        </w:rPr>
        <w:t xml:space="preserve">، </w:t>
      </w:r>
      <w:r>
        <w:rPr>
          <w:rtl/>
        </w:rPr>
        <w:t>و هر كه از جن و انس با پيغمبر و خاندان او عليهم السلام به جنگ برخيزد</w:t>
      </w:r>
      <w:r w:rsidR="007D3118">
        <w:rPr>
          <w:rtl/>
        </w:rPr>
        <w:t xml:space="preserve">، </w:t>
      </w:r>
      <w:r>
        <w:rPr>
          <w:rtl/>
        </w:rPr>
        <w:t>و هر جنبنده كه اختيار او به دست تو است حفظ كن انك على صراط مستقيم</w:t>
      </w:r>
      <w:r w:rsidR="007D3118">
        <w:rPr>
          <w:rtl/>
        </w:rPr>
        <w:t xml:space="preserve">. </w:t>
      </w:r>
    </w:p>
    <w:p w:rsidR="00587D34" w:rsidRDefault="00587D34" w:rsidP="00587D34">
      <w:pPr>
        <w:pStyle w:val="libNormal"/>
        <w:rPr>
          <w:rtl/>
        </w:rPr>
      </w:pPr>
      <w:r>
        <w:rPr>
          <w:rtl/>
        </w:rPr>
        <w:t>7</w:t>
      </w:r>
      <w:r w:rsidR="007D3118">
        <w:rPr>
          <w:rtl/>
        </w:rPr>
        <w:t xml:space="preserve">. </w:t>
      </w:r>
      <w:r>
        <w:rPr>
          <w:rtl/>
        </w:rPr>
        <w:t>خدايا درود بر محمد و آل او فرست</w:t>
      </w:r>
      <w:r w:rsidR="007D3118">
        <w:rPr>
          <w:rtl/>
        </w:rPr>
        <w:t xml:space="preserve">، </w:t>
      </w:r>
      <w:r>
        <w:rPr>
          <w:rtl/>
        </w:rPr>
        <w:t>و هر كس درباره من قصد بدى كند</w:t>
      </w:r>
      <w:r w:rsidR="007D3118">
        <w:rPr>
          <w:rtl/>
        </w:rPr>
        <w:t xml:space="preserve">، </w:t>
      </w:r>
      <w:r>
        <w:rPr>
          <w:rtl/>
        </w:rPr>
        <w:t>او را از قصد خود باز گردان</w:t>
      </w:r>
      <w:r w:rsidR="007D3118">
        <w:rPr>
          <w:rtl/>
        </w:rPr>
        <w:t xml:space="preserve">، </w:t>
      </w:r>
      <w:r>
        <w:rPr>
          <w:rtl/>
        </w:rPr>
        <w:t>و مكر او را از من دور كن</w:t>
      </w:r>
      <w:r w:rsidR="007D3118">
        <w:rPr>
          <w:rtl/>
        </w:rPr>
        <w:t xml:space="preserve">، </w:t>
      </w:r>
      <w:r>
        <w:rPr>
          <w:rtl/>
        </w:rPr>
        <w:t>و شر او را از من بگردان</w:t>
      </w:r>
      <w:r w:rsidR="007D3118">
        <w:rPr>
          <w:rtl/>
        </w:rPr>
        <w:t xml:space="preserve">، </w:t>
      </w:r>
      <w:r>
        <w:rPr>
          <w:rtl/>
        </w:rPr>
        <w:t>و كيد او را به گردن خود او انداز</w:t>
      </w:r>
      <w:r w:rsidR="007D3118">
        <w:rPr>
          <w:rtl/>
        </w:rPr>
        <w:t xml:space="preserve">. </w:t>
      </w:r>
    </w:p>
    <w:p w:rsidR="00587D34" w:rsidRDefault="00587D34" w:rsidP="00587D34">
      <w:pPr>
        <w:pStyle w:val="libNormal"/>
        <w:rPr>
          <w:rtl/>
        </w:rPr>
      </w:pPr>
      <w:r>
        <w:rPr>
          <w:rtl/>
        </w:rPr>
        <w:t>8</w:t>
      </w:r>
      <w:r w:rsidR="007D3118">
        <w:rPr>
          <w:rtl/>
        </w:rPr>
        <w:t xml:space="preserve">. </w:t>
      </w:r>
      <w:r>
        <w:rPr>
          <w:rtl/>
        </w:rPr>
        <w:t>و در پيش او سدّى استوار كن كه ديده اش را از من بپوشانى</w:t>
      </w:r>
      <w:r w:rsidR="007D3118">
        <w:rPr>
          <w:rtl/>
        </w:rPr>
        <w:t xml:space="preserve">، </w:t>
      </w:r>
      <w:r>
        <w:rPr>
          <w:rtl/>
        </w:rPr>
        <w:t>و گوش او را از شنيدن نام من كر كنى</w:t>
      </w:r>
      <w:r w:rsidR="007D3118">
        <w:rPr>
          <w:rtl/>
        </w:rPr>
        <w:t xml:space="preserve">، </w:t>
      </w:r>
      <w:r>
        <w:rPr>
          <w:rtl/>
        </w:rPr>
        <w:t>و بر دل او بندى بر نهى كه انديشه مرا در دل نگذارند و زبان او را از من ببندى و سر او را به قهر بكوبى</w:t>
      </w:r>
      <w:r w:rsidR="007D3118">
        <w:rPr>
          <w:rtl/>
        </w:rPr>
        <w:t xml:space="preserve">، </w:t>
      </w:r>
      <w:r>
        <w:rPr>
          <w:rtl/>
        </w:rPr>
        <w:t>و عزت او را به ذلّت بدل كنى</w:t>
      </w:r>
      <w:r w:rsidR="007D3118">
        <w:rPr>
          <w:rtl/>
        </w:rPr>
        <w:t xml:space="preserve">، </w:t>
      </w:r>
      <w:r>
        <w:rPr>
          <w:rtl/>
        </w:rPr>
        <w:t>و جبروت او را در هم شكنى</w:t>
      </w:r>
      <w:r w:rsidR="007D3118">
        <w:rPr>
          <w:rtl/>
        </w:rPr>
        <w:t xml:space="preserve">، </w:t>
      </w:r>
      <w:r>
        <w:rPr>
          <w:rtl/>
        </w:rPr>
        <w:t>و گردن او را به طوق خوارى نرم كنى</w:t>
      </w:r>
      <w:r w:rsidR="007D3118">
        <w:rPr>
          <w:rtl/>
        </w:rPr>
        <w:t xml:space="preserve">، </w:t>
      </w:r>
      <w:r>
        <w:rPr>
          <w:rtl/>
        </w:rPr>
        <w:t>و تكبر او را بر هم زنى</w:t>
      </w:r>
      <w:r w:rsidR="007D3118">
        <w:rPr>
          <w:rtl/>
        </w:rPr>
        <w:t xml:space="preserve">، </w:t>
      </w:r>
      <w:r>
        <w:rPr>
          <w:rtl/>
        </w:rPr>
        <w:t>و مرا از زيان و شر و سخن چينى و فشار و عيب جويى و رشك و دشمنى و از دام و كمند و پياده و سوار او ايمن كنى</w:t>
      </w:r>
      <w:r w:rsidR="007D3118">
        <w:rPr>
          <w:rtl/>
        </w:rPr>
        <w:t xml:space="preserve">، </w:t>
      </w:r>
      <w:r>
        <w:rPr>
          <w:rtl/>
        </w:rPr>
        <w:t>كه تويى غالب و توانا</w:t>
      </w:r>
      <w:r w:rsidR="007D3118">
        <w:rPr>
          <w:rtl/>
        </w:rPr>
        <w:t xml:space="preserve">. </w:t>
      </w:r>
    </w:p>
    <w:p w:rsidR="00587D34" w:rsidRDefault="00F57782" w:rsidP="004C63D0">
      <w:pPr>
        <w:pStyle w:val="Heading2"/>
        <w:rPr>
          <w:rtl/>
        </w:rPr>
      </w:pPr>
      <w:r>
        <w:br w:type="page"/>
      </w:r>
      <w:bookmarkStart w:id="52" w:name="_Toc394915181"/>
      <w:r w:rsidR="00AA3CBA">
        <w:lastRenderedPageBreak/>
        <w:t>24</w:t>
      </w:r>
      <w:r w:rsidR="00AA3CBA">
        <w:rPr>
          <w:rtl/>
        </w:rPr>
        <w:t xml:space="preserve"> وَ كَانَ مِنْ دُعَائِهِ عَلَيْهِ السَّلامُ لِأَبَوَيْهِ عَلَيْهِمَا السَّلامُ:</w:t>
      </w:r>
      <w:bookmarkEnd w:id="52"/>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صَلِّ عَلَى مُحَمَّدٍ عَبْدِكَ وَ رَسُولِكَ</w:t>
      </w:r>
      <w:r w:rsidR="007D3118">
        <w:rPr>
          <w:rtl/>
        </w:rPr>
        <w:t xml:space="preserve">، </w:t>
      </w:r>
      <w:r>
        <w:rPr>
          <w:rtl/>
        </w:rPr>
        <w:t>وَ أَهْلِ بَيْتِهِ الطَّاهِرِينَ</w:t>
      </w:r>
      <w:r w:rsidR="007D3118">
        <w:rPr>
          <w:rtl/>
        </w:rPr>
        <w:t xml:space="preserve">، </w:t>
      </w:r>
      <w:r>
        <w:rPr>
          <w:rtl/>
        </w:rPr>
        <w:t>وَ اخْصُصْهُمْ بِأَفْضَلِ صَلَوَاتِكَ وَ رَحْمَتِكَ وَ بَرَكَاتِكَ وَ سَلامِكَ</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اخْصُصِ اللَّهُمَّ وَالِدَيَّ بِالْكَرَامَةِ لَدَيْكَ</w:t>
      </w:r>
      <w:r w:rsidR="007D3118">
        <w:rPr>
          <w:rtl/>
        </w:rPr>
        <w:t xml:space="preserve">، </w:t>
      </w:r>
      <w:r>
        <w:rPr>
          <w:rtl/>
        </w:rPr>
        <w:t>وَ الصَّلاةِ مِنْكَ</w:t>
      </w:r>
      <w:r w:rsidR="007D3118">
        <w:rPr>
          <w:rtl/>
        </w:rPr>
        <w:t xml:space="preserve">، </w:t>
      </w:r>
      <w:r>
        <w:rPr>
          <w:rtl/>
        </w:rPr>
        <w:t>يَا أَرْحَمَ الرَّاحِمِينَ</w:t>
      </w:r>
      <w:r w:rsidR="007D3118">
        <w:rPr>
          <w:rtl/>
        </w:rPr>
        <w:t xml:space="preserve">. </w:t>
      </w:r>
    </w:p>
    <w:p w:rsidR="00587D34" w:rsidRDefault="00587D34" w:rsidP="00587D34">
      <w:pPr>
        <w:pStyle w:val="libNormal"/>
        <w:rPr>
          <w:rtl/>
        </w:rPr>
      </w:pPr>
      <w:r>
        <w:rPr>
          <w:rtl/>
        </w:rPr>
        <w:t>(3</w:t>
      </w:r>
      <w:r w:rsidR="007D3118">
        <w:rPr>
          <w:rtl/>
        </w:rPr>
        <w:t xml:space="preserve">) </w:t>
      </w:r>
      <w:r>
        <w:rPr>
          <w:rtl/>
        </w:rPr>
        <w:t>اللَّهُمَّ صَلِّ عَلَى مُحَمَّدٍ وَ آلِهِ</w:t>
      </w:r>
      <w:r w:rsidR="007D3118">
        <w:rPr>
          <w:rtl/>
        </w:rPr>
        <w:t xml:space="preserve">، </w:t>
      </w:r>
      <w:r>
        <w:rPr>
          <w:rtl/>
        </w:rPr>
        <w:t>وَ أَلْهِمْنِى عِلْمَ مَا يَجِبُ لَهُمَا عَلَيَّ إِلْهَاما</w:t>
      </w:r>
      <w:r w:rsidR="007D3118">
        <w:rPr>
          <w:rtl/>
        </w:rPr>
        <w:t xml:space="preserve">، </w:t>
      </w:r>
      <w:r>
        <w:rPr>
          <w:rtl/>
        </w:rPr>
        <w:t>وَ اجْمَعْ لِى عِلْمَ ذَلِكَ كُلِّهِ تَمَاما</w:t>
      </w:r>
      <w:r w:rsidR="007D3118">
        <w:rPr>
          <w:rtl/>
        </w:rPr>
        <w:t xml:space="preserve">، </w:t>
      </w:r>
      <w:r>
        <w:rPr>
          <w:rtl/>
        </w:rPr>
        <w:t>ثُمَّ اسْتَعْمِلْنِى بِمَا تُلْهِمُنِى مِنْهُ</w:t>
      </w:r>
      <w:r w:rsidR="007D3118">
        <w:rPr>
          <w:rtl/>
        </w:rPr>
        <w:t xml:space="preserve">، </w:t>
      </w:r>
      <w:r>
        <w:rPr>
          <w:rtl/>
        </w:rPr>
        <w:t>وَ وَفِّقْنِى لِلنُّفُوذِ فِيمَا تُبَصِّرُنِى مِنْ عِلْمِهِ حَتَّى لا يَفُوتَنِى اسْتِعْمَالُ شَيْءٍ عَلَّمْتَنِيهِ</w:t>
      </w:r>
      <w:r w:rsidR="007D3118">
        <w:rPr>
          <w:rtl/>
        </w:rPr>
        <w:t xml:space="preserve">، </w:t>
      </w:r>
      <w:r>
        <w:rPr>
          <w:rtl/>
        </w:rPr>
        <w:t>وَ لا تَثْقُلَ أَرْكَانِى عَنِ الْحَفُوفِ فِيمَا أَلْهَمْتَنِيهِ</w:t>
      </w:r>
    </w:p>
    <w:p w:rsidR="00587D34" w:rsidRDefault="00587D34" w:rsidP="00587D34">
      <w:pPr>
        <w:pStyle w:val="libNormal"/>
        <w:rPr>
          <w:rtl/>
        </w:rPr>
      </w:pPr>
      <w:r>
        <w:rPr>
          <w:rtl/>
        </w:rPr>
        <w:t>(4</w:t>
      </w:r>
      <w:r w:rsidR="007D3118">
        <w:rPr>
          <w:rtl/>
        </w:rPr>
        <w:t xml:space="preserve">) </w:t>
      </w:r>
      <w:r>
        <w:rPr>
          <w:rtl/>
        </w:rPr>
        <w:t>اللَّهُمَّ صَلِّ عَلَى مُحَمَّدٍ وَ آلِهِ كَمَا شَرَّفْتَنَا بِهِ</w:t>
      </w:r>
      <w:r w:rsidR="007D3118">
        <w:rPr>
          <w:rtl/>
        </w:rPr>
        <w:t xml:space="preserve">، </w:t>
      </w:r>
      <w:r>
        <w:rPr>
          <w:rtl/>
        </w:rPr>
        <w:t>وَ صَلِّ عَلَى مُحَمَّدٍ وَ آلِهِ</w:t>
      </w:r>
      <w:r w:rsidR="007D3118">
        <w:rPr>
          <w:rtl/>
        </w:rPr>
        <w:t xml:space="preserve">، </w:t>
      </w:r>
      <w:r>
        <w:rPr>
          <w:rtl/>
        </w:rPr>
        <w:t>كَمَا أَوْجَبْتَ لَنَا الْحَقَّ عَلَى الْخَلْقِ بِسَبَبِهِ</w:t>
      </w:r>
      <w:r w:rsidR="007D3118">
        <w:rPr>
          <w:rtl/>
        </w:rPr>
        <w:t xml:space="preserve">. </w:t>
      </w:r>
    </w:p>
    <w:p w:rsidR="00587D34" w:rsidRDefault="00587D34" w:rsidP="00587D34">
      <w:pPr>
        <w:pStyle w:val="libNormal"/>
        <w:rPr>
          <w:rtl/>
        </w:rPr>
      </w:pPr>
      <w:r>
        <w:rPr>
          <w:rtl/>
        </w:rPr>
        <w:t>(5</w:t>
      </w:r>
      <w:r w:rsidR="007D3118">
        <w:rPr>
          <w:rtl/>
        </w:rPr>
        <w:t xml:space="preserve">) </w:t>
      </w:r>
      <w:r>
        <w:rPr>
          <w:rtl/>
        </w:rPr>
        <w:t>اللَّهُمَّ اجْعَلْنِى أَهَابُهُمَا هَيْبَةَ السُّلْطَانِ الْعَسُوفِ</w:t>
      </w:r>
      <w:r w:rsidR="007D3118">
        <w:rPr>
          <w:rtl/>
        </w:rPr>
        <w:t xml:space="preserve">، </w:t>
      </w:r>
      <w:r>
        <w:rPr>
          <w:rtl/>
        </w:rPr>
        <w:t>وَ أَبَرُّهُمَا بِرَّ الْأُمِّ الرَّءُوفِ</w:t>
      </w:r>
      <w:r w:rsidR="007D3118">
        <w:rPr>
          <w:rtl/>
        </w:rPr>
        <w:t xml:space="preserve">، </w:t>
      </w:r>
      <w:r>
        <w:rPr>
          <w:rtl/>
        </w:rPr>
        <w:t>وَ اجْعَلْ طَاعَتِى لِوَالِدَيَّ وَ بِرِّى بِهِمَا أَقَرَّ لِعَيْنِى مِنْ رَقْدَةِ الْوَسْنَانِ</w:t>
      </w:r>
      <w:r w:rsidR="007D3118">
        <w:rPr>
          <w:rtl/>
        </w:rPr>
        <w:t xml:space="preserve">، </w:t>
      </w:r>
      <w:r>
        <w:rPr>
          <w:rtl/>
        </w:rPr>
        <w:t>وَ أَثْلَجَ لِصَدْرِى مِنْ شَرْبَةِ الظَّمْآنِ حَتَّى أُوثِرَ عَلَى هَوَاىَ هَوَاهُمَا</w:t>
      </w:r>
      <w:r w:rsidR="007D3118">
        <w:rPr>
          <w:rtl/>
        </w:rPr>
        <w:t xml:space="preserve">، </w:t>
      </w:r>
      <w:r>
        <w:rPr>
          <w:rtl/>
        </w:rPr>
        <w:t>وَ أُقَدِّمَ عَلَى رِضَاىَ رِضَاهُمَا وَ أَسْتَكْثِرَ بِرَّهُمَا بِى وَ إِنْ قَلَّ</w:t>
      </w:r>
      <w:r w:rsidR="007D3118">
        <w:rPr>
          <w:rtl/>
        </w:rPr>
        <w:t xml:space="preserve">، </w:t>
      </w:r>
      <w:r>
        <w:rPr>
          <w:rtl/>
        </w:rPr>
        <w:t>وَ أَسْتَقِلَّ بِرِّى بِهِمَا وَ إِنْ كَثُرَ</w:t>
      </w:r>
      <w:r w:rsidR="007D3118">
        <w:rPr>
          <w:rtl/>
        </w:rPr>
        <w:t xml:space="preserve">. </w:t>
      </w:r>
    </w:p>
    <w:p w:rsidR="00587D34" w:rsidRDefault="00587D34" w:rsidP="00587D34">
      <w:pPr>
        <w:pStyle w:val="libNormal"/>
        <w:rPr>
          <w:rtl/>
        </w:rPr>
      </w:pPr>
      <w:r>
        <w:rPr>
          <w:rtl/>
        </w:rPr>
        <w:t>(6</w:t>
      </w:r>
      <w:r w:rsidR="007D3118">
        <w:rPr>
          <w:rtl/>
        </w:rPr>
        <w:t xml:space="preserve">) </w:t>
      </w:r>
      <w:r>
        <w:rPr>
          <w:rtl/>
        </w:rPr>
        <w:t>اللَّهُمَّ خَفِّضْ لَهُمَا صَوْتِى</w:t>
      </w:r>
      <w:r w:rsidR="007D3118">
        <w:rPr>
          <w:rtl/>
        </w:rPr>
        <w:t xml:space="preserve">، </w:t>
      </w:r>
      <w:r>
        <w:rPr>
          <w:rtl/>
        </w:rPr>
        <w:t>وَ أَطِبْ لَهُمَا كَلامِى</w:t>
      </w:r>
      <w:r w:rsidR="007D3118">
        <w:rPr>
          <w:rtl/>
        </w:rPr>
        <w:t xml:space="preserve">، </w:t>
      </w:r>
      <w:r>
        <w:rPr>
          <w:rtl/>
        </w:rPr>
        <w:t>وَ أَلِنْ لَهُمَا عَرِيكَتِى</w:t>
      </w:r>
      <w:r w:rsidR="007D3118">
        <w:rPr>
          <w:rtl/>
        </w:rPr>
        <w:t xml:space="preserve">، </w:t>
      </w:r>
      <w:r>
        <w:rPr>
          <w:rtl/>
        </w:rPr>
        <w:t>وَ اعْطِفْ عَلَيْهِمَا قَلْبِى</w:t>
      </w:r>
      <w:r w:rsidR="007D3118">
        <w:rPr>
          <w:rtl/>
        </w:rPr>
        <w:t xml:space="preserve">، </w:t>
      </w:r>
      <w:r>
        <w:rPr>
          <w:rtl/>
        </w:rPr>
        <w:t>وَ صَيِّرْنِى بِهِمَا رَفِيقا</w:t>
      </w:r>
      <w:r w:rsidR="007D3118">
        <w:rPr>
          <w:rtl/>
        </w:rPr>
        <w:t xml:space="preserve">، </w:t>
      </w:r>
      <w:r>
        <w:rPr>
          <w:rtl/>
        </w:rPr>
        <w:t>وَ عَلَيْهِمَا شَفِيقا</w:t>
      </w:r>
      <w:r w:rsidR="007D3118">
        <w:rPr>
          <w:rtl/>
        </w:rPr>
        <w:t xml:space="preserve">. </w:t>
      </w:r>
    </w:p>
    <w:p w:rsidR="00587D34" w:rsidRDefault="00587D34" w:rsidP="00587D34">
      <w:pPr>
        <w:pStyle w:val="libNormal"/>
        <w:rPr>
          <w:rtl/>
        </w:rPr>
      </w:pPr>
      <w:r>
        <w:rPr>
          <w:rtl/>
        </w:rPr>
        <w:t>(7</w:t>
      </w:r>
      <w:r w:rsidR="007D3118">
        <w:rPr>
          <w:rtl/>
        </w:rPr>
        <w:t xml:space="preserve">) </w:t>
      </w:r>
      <w:r>
        <w:rPr>
          <w:rtl/>
        </w:rPr>
        <w:t>اللَّهُمَّ اشْكُرْ لَهُمَا تَرْبِيَتِى</w:t>
      </w:r>
      <w:r w:rsidR="007D3118">
        <w:rPr>
          <w:rtl/>
        </w:rPr>
        <w:t xml:space="preserve">، </w:t>
      </w:r>
      <w:r>
        <w:rPr>
          <w:rtl/>
        </w:rPr>
        <w:t>وَ أَثِبْهُمَا عَلَى تَكْرِمَتِى</w:t>
      </w:r>
      <w:r w:rsidR="007D3118">
        <w:rPr>
          <w:rtl/>
        </w:rPr>
        <w:t xml:space="preserve">، </w:t>
      </w:r>
      <w:r>
        <w:rPr>
          <w:rtl/>
        </w:rPr>
        <w:t>وَ احْفَظْ لَهُمَا مَا حَفِظَاهُ مِنِّى فِى صِغَرِى</w:t>
      </w:r>
      <w:r w:rsidR="007D3118">
        <w:rPr>
          <w:rtl/>
        </w:rPr>
        <w:t xml:space="preserve">. </w:t>
      </w:r>
    </w:p>
    <w:p w:rsidR="00587D34" w:rsidRDefault="00587D34" w:rsidP="00587D34">
      <w:pPr>
        <w:pStyle w:val="libNormal"/>
        <w:rPr>
          <w:rtl/>
        </w:rPr>
      </w:pPr>
      <w:r>
        <w:rPr>
          <w:rtl/>
        </w:rPr>
        <w:t>(8</w:t>
      </w:r>
      <w:r w:rsidR="007D3118">
        <w:rPr>
          <w:rtl/>
        </w:rPr>
        <w:t xml:space="preserve">) </w:t>
      </w:r>
      <w:r>
        <w:rPr>
          <w:rtl/>
        </w:rPr>
        <w:t>اللَّهُمَّ وَ مَا مَسَّهُمَا مِنِّى مِنْ أَذًى</w:t>
      </w:r>
      <w:r w:rsidR="007D3118">
        <w:rPr>
          <w:rtl/>
        </w:rPr>
        <w:t xml:space="preserve">، </w:t>
      </w:r>
      <w:r>
        <w:rPr>
          <w:rtl/>
        </w:rPr>
        <w:t>أَوْ خَلَصَ إِلَيْهِمَا عَنِّى مِنْ مَكْرُوهٍ</w:t>
      </w:r>
      <w:r w:rsidR="007D3118">
        <w:rPr>
          <w:rtl/>
        </w:rPr>
        <w:t xml:space="preserve">، </w:t>
      </w:r>
      <w:r>
        <w:rPr>
          <w:rtl/>
        </w:rPr>
        <w:t>أَوْ ضَاعَ قِبَلِى لَهُمَا مِنْ حَقٍّ فَاجْعَلْهُ حِطَّةً لِذُنُوبِهِمَا</w:t>
      </w:r>
      <w:r w:rsidR="007D3118">
        <w:rPr>
          <w:rtl/>
        </w:rPr>
        <w:t xml:space="preserve">، </w:t>
      </w:r>
      <w:r>
        <w:rPr>
          <w:rtl/>
        </w:rPr>
        <w:t>وَ عُلُوّا فِى دَرَجَاتِهِمَا</w:t>
      </w:r>
      <w:r w:rsidR="007D3118">
        <w:rPr>
          <w:rtl/>
        </w:rPr>
        <w:t xml:space="preserve">، </w:t>
      </w:r>
      <w:r>
        <w:rPr>
          <w:rtl/>
        </w:rPr>
        <w:t>وَ زِيَادَةً فِى حَسَنَاتِهِمَا</w:t>
      </w:r>
      <w:r w:rsidR="007D3118">
        <w:rPr>
          <w:rtl/>
        </w:rPr>
        <w:t xml:space="preserve">، </w:t>
      </w:r>
      <w:r>
        <w:rPr>
          <w:rtl/>
        </w:rPr>
        <w:t>يَا مُبَدِّلَ السَّيِّئَاتِ بِأَضْعَافِهَا مِنَ الْحَسَنَاتِ</w:t>
      </w:r>
      <w:r w:rsidR="007D3118">
        <w:rPr>
          <w:rtl/>
        </w:rPr>
        <w:t xml:space="preserve">. </w:t>
      </w:r>
    </w:p>
    <w:p w:rsidR="00587D34" w:rsidRDefault="00587D34" w:rsidP="00587D34">
      <w:pPr>
        <w:pStyle w:val="libNormal"/>
        <w:rPr>
          <w:rtl/>
        </w:rPr>
      </w:pPr>
      <w:r>
        <w:rPr>
          <w:rtl/>
        </w:rPr>
        <w:lastRenderedPageBreak/>
        <w:t>(9</w:t>
      </w:r>
      <w:r w:rsidR="007D3118">
        <w:rPr>
          <w:rtl/>
        </w:rPr>
        <w:t xml:space="preserve">) </w:t>
      </w:r>
      <w:r>
        <w:rPr>
          <w:rtl/>
        </w:rPr>
        <w:t>اللَّهُمَّ وَ مَا تَعَدَّيَا عَلَيَّ فِيهِ مِنْ قَوْلٍ</w:t>
      </w:r>
      <w:r w:rsidR="007D3118">
        <w:rPr>
          <w:rtl/>
        </w:rPr>
        <w:t xml:space="preserve">، </w:t>
      </w:r>
      <w:r>
        <w:rPr>
          <w:rtl/>
        </w:rPr>
        <w:t>أَوْ أَسْرَفَا عَلَيَّ فِيهِ مِنْ فِعْلٍ</w:t>
      </w:r>
      <w:r w:rsidR="007D3118">
        <w:rPr>
          <w:rtl/>
        </w:rPr>
        <w:t xml:space="preserve">، </w:t>
      </w:r>
      <w:r>
        <w:rPr>
          <w:rtl/>
        </w:rPr>
        <w:t>أَوْ ضَيَّعَاهُ لِى مِنْ حَقٍّ</w:t>
      </w:r>
      <w:r w:rsidR="007D3118">
        <w:rPr>
          <w:rtl/>
        </w:rPr>
        <w:t xml:space="preserve">، </w:t>
      </w:r>
      <w:r>
        <w:rPr>
          <w:rtl/>
        </w:rPr>
        <w:t>أَوْ قَصَّرَا بِى عَنْهُ مِنْ وَاجِبٍ فَقَدْ وَهَبْتُهُ لَهُمَا</w:t>
      </w:r>
      <w:r w:rsidR="007D3118">
        <w:rPr>
          <w:rtl/>
        </w:rPr>
        <w:t xml:space="preserve">، </w:t>
      </w:r>
      <w:r>
        <w:rPr>
          <w:rtl/>
        </w:rPr>
        <w:t>وَ جُدْتُ بِهِ عَلَيْهِمَا وَ رَغِبْتُ إِلَيْكَ فِى وَضْعِ تَبِعَتِهِ عَنْهُمَا</w:t>
      </w:r>
      <w:r w:rsidR="007D3118">
        <w:rPr>
          <w:rtl/>
        </w:rPr>
        <w:t xml:space="preserve">، </w:t>
      </w:r>
      <w:r>
        <w:rPr>
          <w:rtl/>
        </w:rPr>
        <w:t>فَإِنِّى لا أَتَّهِمُهُمَا عَلَى نَفْسِى</w:t>
      </w:r>
      <w:r w:rsidR="007D3118">
        <w:rPr>
          <w:rtl/>
        </w:rPr>
        <w:t xml:space="preserve">، </w:t>
      </w:r>
      <w:r>
        <w:rPr>
          <w:rtl/>
        </w:rPr>
        <w:t>وَ لا أَسْتَبْطِئُهُمَا فِى بِرِّى</w:t>
      </w:r>
      <w:r w:rsidR="007D3118">
        <w:rPr>
          <w:rtl/>
        </w:rPr>
        <w:t xml:space="preserve">، </w:t>
      </w:r>
      <w:r>
        <w:rPr>
          <w:rtl/>
        </w:rPr>
        <w:t>وَ لا أَكْرَهُ مَا تَوَلَّيَاهُ مِنْ أَمْرِى يَا رَبِّ</w:t>
      </w:r>
      <w:r w:rsidR="007D3118">
        <w:rPr>
          <w:rtl/>
        </w:rPr>
        <w:t xml:space="preserve">. </w:t>
      </w:r>
    </w:p>
    <w:p w:rsidR="00587D34" w:rsidRDefault="00587D34" w:rsidP="00587D34">
      <w:pPr>
        <w:pStyle w:val="libNormal"/>
        <w:rPr>
          <w:rtl/>
        </w:rPr>
      </w:pPr>
      <w:r>
        <w:rPr>
          <w:rtl/>
        </w:rPr>
        <w:t>(10</w:t>
      </w:r>
      <w:r w:rsidR="007D3118">
        <w:rPr>
          <w:rtl/>
        </w:rPr>
        <w:t xml:space="preserve">) </w:t>
      </w:r>
      <w:r>
        <w:rPr>
          <w:rtl/>
        </w:rPr>
        <w:t>فَهُمَا أَوْجَبُ حَقّا عَلَيَّ</w:t>
      </w:r>
      <w:r w:rsidR="007D3118">
        <w:rPr>
          <w:rtl/>
        </w:rPr>
        <w:t xml:space="preserve">، </w:t>
      </w:r>
      <w:r>
        <w:rPr>
          <w:rtl/>
        </w:rPr>
        <w:t>وَ أَقْدَمُ إِحْسَانا إِلَيَّ</w:t>
      </w:r>
      <w:r w:rsidR="007D3118">
        <w:rPr>
          <w:rtl/>
        </w:rPr>
        <w:t xml:space="preserve">، </w:t>
      </w:r>
      <w:r>
        <w:rPr>
          <w:rtl/>
        </w:rPr>
        <w:t>وَ أَعْظَمُ مِنَّةً لَدَيَّ مِنْ أَنْ أُقَاصَّهُمَا بِعَدْلٍ</w:t>
      </w:r>
      <w:r w:rsidR="007D3118">
        <w:rPr>
          <w:rtl/>
        </w:rPr>
        <w:t xml:space="preserve">، </w:t>
      </w:r>
      <w:r>
        <w:rPr>
          <w:rtl/>
        </w:rPr>
        <w:t>أَوْ أُجَازِيَهُمَا عَلَى مِثْلٍ</w:t>
      </w:r>
      <w:r w:rsidR="007D3118">
        <w:rPr>
          <w:rtl/>
        </w:rPr>
        <w:t xml:space="preserve">، </w:t>
      </w:r>
      <w:r>
        <w:rPr>
          <w:rtl/>
        </w:rPr>
        <w:t>أَيْنَ إِذا - يَا إِلَهِى - طُولُ شُغْلِهِمَا بِتَرْبِيَتِى؟ وَ أَيْنَ شِدَّةُ تَعَبِهِمَا فِى حِرَاسَتِى؟ وَ أَيْنَ إِقْتَارُهُمَا عَلَى أَنْفُسِهِمَا لِلتَّوْسِعَةِ عَلَيَّ؟</w:t>
      </w:r>
    </w:p>
    <w:p w:rsidR="00587D34" w:rsidRDefault="00587D34" w:rsidP="00587D34">
      <w:pPr>
        <w:pStyle w:val="libNormal"/>
        <w:rPr>
          <w:rtl/>
        </w:rPr>
      </w:pPr>
      <w:r>
        <w:rPr>
          <w:rtl/>
        </w:rPr>
        <w:t>(11</w:t>
      </w:r>
      <w:r w:rsidR="007D3118">
        <w:rPr>
          <w:rtl/>
        </w:rPr>
        <w:t xml:space="preserve">) </w:t>
      </w:r>
      <w:r>
        <w:rPr>
          <w:rtl/>
        </w:rPr>
        <w:t>هَيْهَاتَ مَا يَسْتَوْفِيَانِ مِنِّى حَقَّهُمَا</w:t>
      </w:r>
      <w:r w:rsidR="007D3118">
        <w:rPr>
          <w:rtl/>
        </w:rPr>
        <w:t xml:space="preserve">، </w:t>
      </w:r>
      <w:r>
        <w:rPr>
          <w:rtl/>
        </w:rPr>
        <w:t>وَ لا أُدْرِكُ مَا يَجِبُ عَلَيَّ لَهُمَا</w:t>
      </w:r>
      <w:r w:rsidR="007D3118">
        <w:rPr>
          <w:rtl/>
        </w:rPr>
        <w:t xml:space="preserve">، </w:t>
      </w:r>
      <w:r>
        <w:rPr>
          <w:rtl/>
        </w:rPr>
        <w:t>وَ لا أَنَا بِقَاضٍ وَظِيفَةَ خِدْمَتِهِمَا</w:t>
      </w:r>
      <w:r w:rsidR="007D3118">
        <w:rPr>
          <w:rtl/>
        </w:rPr>
        <w:t xml:space="preserve">، </w:t>
      </w:r>
      <w:r>
        <w:rPr>
          <w:rtl/>
        </w:rPr>
        <w:t>فَصَلِّ عَلَى مُحَمَّدٍ وَ آلِهِ</w:t>
      </w:r>
      <w:r w:rsidR="007D3118">
        <w:rPr>
          <w:rtl/>
        </w:rPr>
        <w:t xml:space="preserve">، </w:t>
      </w:r>
      <w:r>
        <w:rPr>
          <w:rtl/>
        </w:rPr>
        <w:t>وَ أَعِنِّى يَا خَيْرَ مَنِ اسْتُعِينَ بِهِ</w:t>
      </w:r>
      <w:r w:rsidR="007D3118">
        <w:rPr>
          <w:rtl/>
        </w:rPr>
        <w:t xml:space="preserve">، </w:t>
      </w:r>
      <w:r>
        <w:rPr>
          <w:rtl/>
        </w:rPr>
        <w:t>وَ وَفِّقْنِى يَا أَهْدَى مَنْ رُغِبَ إِلَيْهِ</w:t>
      </w:r>
      <w:r w:rsidR="007D3118">
        <w:rPr>
          <w:rtl/>
        </w:rPr>
        <w:t xml:space="preserve">، </w:t>
      </w:r>
      <w:r>
        <w:rPr>
          <w:rtl/>
        </w:rPr>
        <w:t>وَ لا تَجْعَلْنِى فِى أَهْلِ الْعُقُوقِ لِلاْبَاءِ وَ الْأُمَّهَاتِ يَوْمَ تُجْزَى كُلُّ نَفْسٍ بِمَا كَسَبَتْ وَ هُمْ لا يُظْلَمُونَ</w:t>
      </w:r>
      <w:r w:rsidR="007D3118">
        <w:rPr>
          <w:rtl/>
        </w:rPr>
        <w:t xml:space="preserve">. </w:t>
      </w:r>
    </w:p>
    <w:p w:rsidR="00587D34" w:rsidRDefault="00587D34" w:rsidP="00587D34">
      <w:pPr>
        <w:pStyle w:val="libNormal"/>
        <w:rPr>
          <w:rtl/>
        </w:rPr>
      </w:pPr>
      <w:r>
        <w:rPr>
          <w:rtl/>
        </w:rPr>
        <w:t>(12</w:t>
      </w:r>
      <w:r w:rsidR="007D3118">
        <w:rPr>
          <w:rtl/>
        </w:rPr>
        <w:t xml:space="preserve">) </w:t>
      </w:r>
      <w:r>
        <w:rPr>
          <w:rtl/>
        </w:rPr>
        <w:t>اللَّهُمَّ صَلِّ عَلَى مُحَمَّدٍ وَ آلِهِ وَ ذُرِّيَّتِهِ</w:t>
      </w:r>
      <w:r w:rsidR="007D3118">
        <w:rPr>
          <w:rtl/>
        </w:rPr>
        <w:t xml:space="preserve">، </w:t>
      </w:r>
      <w:r>
        <w:rPr>
          <w:rtl/>
        </w:rPr>
        <w:t>وَ اخْصُصْ أَبَوَيَّ بِأَفْضَلِ مَا خَصَصْتَ بِهِ آبَاءَ عِبَادِكَ الْمُؤْمِنِينَ وَ أُمَّهَاتِهِمْ</w:t>
      </w:r>
      <w:r w:rsidR="007D3118">
        <w:rPr>
          <w:rtl/>
        </w:rPr>
        <w:t xml:space="preserve">، </w:t>
      </w:r>
      <w:r>
        <w:rPr>
          <w:rtl/>
        </w:rPr>
        <w:t>يَا أَرْحَمَ الرَّاحِمِينَ</w:t>
      </w:r>
      <w:r w:rsidR="007D3118">
        <w:rPr>
          <w:rtl/>
        </w:rPr>
        <w:t xml:space="preserve">. </w:t>
      </w:r>
    </w:p>
    <w:p w:rsidR="00587D34" w:rsidRDefault="00587D34" w:rsidP="00587D34">
      <w:pPr>
        <w:pStyle w:val="libNormal"/>
        <w:rPr>
          <w:rtl/>
        </w:rPr>
      </w:pPr>
      <w:r>
        <w:rPr>
          <w:rtl/>
        </w:rPr>
        <w:t>(13</w:t>
      </w:r>
      <w:r w:rsidR="007D3118">
        <w:rPr>
          <w:rtl/>
        </w:rPr>
        <w:t xml:space="preserve">) </w:t>
      </w:r>
      <w:r>
        <w:rPr>
          <w:rtl/>
        </w:rPr>
        <w:t>اللَّهُمَّ لا تُنْسِنِى ذِكْرَهُمَا فِى أَدْبَارِ صَلَوَاتِى</w:t>
      </w:r>
      <w:r w:rsidR="007D3118">
        <w:rPr>
          <w:rtl/>
        </w:rPr>
        <w:t xml:space="preserve">، </w:t>
      </w:r>
      <w:r>
        <w:rPr>
          <w:rtl/>
        </w:rPr>
        <w:t>وَ فِى إِنًى مِنْ آنَاءِ لَيْلِى</w:t>
      </w:r>
      <w:r w:rsidR="007D3118">
        <w:rPr>
          <w:rtl/>
        </w:rPr>
        <w:t xml:space="preserve">، </w:t>
      </w:r>
      <w:r>
        <w:rPr>
          <w:rtl/>
        </w:rPr>
        <w:t>وَ فِى كُلِّ سَاعَةٍ مِنْ سَاعَاتِ نَهَارِى</w:t>
      </w:r>
      <w:r w:rsidR="007D3118">
        <w:rPr>
          <w:rtl/>
        </w:rPr>
        <w:t xml:space="preserve">. </w:t>
      </w:r>
    </w:p>
    <w:p w:rsidR="00587D34" w:rsidRDefault="00587D34" w:rsidP="00587D34">
      <w:pPr>
        <w:pStyle w:val="libNormal"/>
        <w:rPr>
          <w:rtl/>
        </w:rPr>
      </w:pPr>
      <w:r>
        <w:rPr>
          <w:rtl/>
        </w:rPr>
        <w:t>(14</w:t>
      </w:r>
      <w:r w:rsidR="007D3118">
        <w:rPr>
          <w:rtl/>
        </w:rPr>
        <w:t xml:space="preserve">) </w:t>
      </w:r>
      <w:r>
        <w:rPr>
          <w:rtl/>
        </w:rPr>
        <w:t>اللَّهُمَّ صَلِّ عَلَى مُحَمَّدٍ وَ آلِهِ</w:t>
      </w:r>
      <w:r w:rsidR="007D3118">
        <w:rPr>
          <w:rtl/>
        </w:rPr>
        <w:t xml:space="preserve">، </w:t>
      </w:r>
      <w:r>
        <w:rPr>
          <w:rtl/>
        </w:rPr>
        <w:t>وَ اغْفِرْ لِى بِدُعَائِى لَهُمَا</w:t>
      </w:r>
      <w:r w:rsidR="007D3118">
        <w:rPr>
          <w:rtl/>
        </w:rPr>
        <w:t xml:space="preserve">، </w:t>
      </w:r>
      <w:r>
        <w:rPr>
          <w:rtl/>
        </w:rPr>
        <w:t>وَ اغْفِرْ لَهُمَا بِبِرِّهِمَا بِى مَغْفِرَةً حَتْما</w:t>
      </w:r>
      <w:r w:rsidR="007D3118">
        <w:rPr>
          <w:rtl/>
        </w:rPr>
        <w:t xml:space="preserve">، </w:t>
      </w:r>
      <w:r>
        <w:rPr>
          <w:rtl/>
        </w:rPr>
        <w:t>وَ ارْضَ عَنْهُمَا بِشَفَاعَتِى لَهُمَا رِضًى عَزْما</w:t>
      </w:r>
      <w:r w:rsidR="007D3118">
        <w:rPr>
          <w:rtl/>
        </w:rPr>
        <w:t xml:space="preserve">، </w:t>
      </w:r>
      <w:r>
        <w:rPr>
          <w:rtl/>
        </w:rPr>
        <w:t>وَ بَلِّغْهُمَا بِالْكَرَامَةِ مَوَاطِنَ السَّلامَةِ</w:t>
      </w:r>
      <w:r w:rsidR="007D3118">
        <w:rPr>
          <w:rtl/>
        </w:rPr>
        <w:t xml:space="preserve">. </w:t>
      </w:r>
    </w:p>
    <w:p w:rsidR="00587D34" w:rsidRDefault="00587D34" w:rsidP="00587D34">
      <w:pPr>
        <w:pStyle w:val="libNormal"/>
        <w:rPr>
          <w:rtl/>
        </w:rPr>
      </w:pPr>
      <w:r>
        <w:rPr>
          <w:rtl/>
        </w:rPr>
        <w:t>(15</w:t>
      </w:r>
      <w:r w:rsidR="007D3118">
        <w:rPr>
          <w:rtl/>
        </w:rPr>
        <w:t xml:space="preserve">) </w:t>
      </w:r>
      <w:r>
        <w:rPr>
          <w:rtl/>
        </w:rPr>
        <w:t>اللَّهُمَّ وَ إِنْ سَبَقَتْ مَغْفِرَتُكَ لَهُمَا فَشَفِّعْهُمَا فِيَّ</w:t>
      </w:r>
      <w:r w:rsidR="007D3118">
        <w:rPr>
          <w:rtl/>
        </w:rPr>
        <w:t xml:space="preserve">، </w:t>
      </w:r>
      <w:r>
        <w:rPr>
          <w:rtl/>
        </w:rPr>
        <w:t>وَ إِنْ سَبَقَتْ مَغْفِرَتُكَ لِى فَشَفِّعْنِى فِيهِمَا حَتَّى نَجْتَمِعَ بِرَأْفَتِكَ فِى دَارِ كَرَامَتِكَ وَ مَحَلِّ مَغْفِرَتِكَ وَ رَحْمَتِكَ</w:t>
      </w:r>
      <w:r w:rsidR="007D3118">
        <w:rPr>
          <w:rtl/>
        </w:rPr>
        <w:t xml:space="preserve">، </w:t>
      </w:r>
      <w:r>
        <w:rPr>
          <w:rtl/>
        </w:rPr>
        <w:t>إِنَّكَ ذُو الْفَضْلِ الْعَظِيمِ</w:t>
      </w:r>
      <w:r w:rsidR="007D3118">
        <w:rPr>
          <w:rtl/>
        </w:rPr>
        <w:t xml:space="preserve">، </w:t>
      </w:r>
      <w:r>
        <w:rPr>
          <w:rtl/>
        </w:rPr>
        <w:t>وَ الْمَنِّ الْقَدِيمِ</w:t>
      </w:r>
      <w:r w:rsidR="007D3118">
        <w:rPr>
          <w:rtl/>
        </w:rPr>
        <w:t xml:space="preserve">، </w:t>
      </w:r>
      <w:r>
        <w:rPr>
          <w:rtl/>
        </w:rPr>
        <w:t>وَ أَنْتَ أَرْحَمُ الرَّاحِمِينَ</w:t>
      </w:r>
      <w:r w:rsidR="007D3118">
        <w:rPr>
          <w:rtl/>
        </w:rPr>
        <w:t xml:space="preserve">. </w:t>
      </w:r>
    </w:p>
    <w:p w:rsidR="00587D34" w:rsidRDefault="00AA3CBA" w:rsidP="004C63D0">
      <w:pPr>
        <w:pStyle w:val="Heading2"/>
        <w:rPr>
          <w:rtl/>
        </w:rPr>
      </w:pPr>
      <w:bookmarkStart w:id="53" w:name="_Toc394915182"/>
      <w:r>
        <w:rPr>
          <w:rtl/>
        </w:rPr>
        <w:lastRenderedPageBreak/>
        <w:t xml:space="preserve">ترجمه دعاى بيست و چهارم: دعاى آن حضرت </w:t>
      </w:r>
      <w:r w:rsidR="000C598D" w:rsidRPr="000C598D">
        <w:rPr>
          <w:rStyle w:val="libAlaemChar"/>
          <w:rtl/>
        </w:rPr>
        <w:t>عليه‌السلام</w:t>
      </w:r>
      <w:r>
        <w:rPr>
          <w:rtl/>
        </w:rPr>
        <w:t xml:space="preserve"> براى پدر و مادرش</w:t>
      </w:r>
      <w:bookmarkEnd w:id="53"/>
    </w:p>
    <w:p w:rsidR="00587D34" w:rsidRDefault="00587D34" w:rsidP="00587D34">
      <w:pPr>
        <w:pStyle w:val="libNormal"/>
        <w:rPr>
          <w:rtl/>
        </w:rPr>
      </w:pPr>
      <w:r>
        <w:rPr>
          <w:rtl/>
        </w:rPr>
        <w:t>1</w:t>
      </w:r>
      <w:r w:rsidR="007D3118">
        <w:rPr>
          <w:rtl/>
        </w:rPr>
        <w:t xml:space="preserve">. </w:t>
      </w:r>
      <w:r>
        <w:rPr>
          <w:rtl/>
        </w:rPr>
        <w:t>خدايا رحمت فرست بر محمّد بنده و پيغمبرت و خاندان پاكش</w:t>
      </w:r>
      <w:r w:rsidR="007D3118">
        <w:rPr>
          <w:rtl/>
        </w:rPr>
        <w:t xml:space="preserve">، </w:t>
      </w:r>
      <w:r>
        <w:rPr>
          <w:rtl/>
        </w:rPr>
        <w:t>و آنان را به بهترين رحمت و بركت و سلام خود مخصوص گردان</w:t>
      </w:r>
      <w:r w:rsidR="007D3118">
        <w:rPr>
          <w:rtl/>
        </w:rPr>
        <w:t xml:space="preserve">. </w:t>
      </w:r>
    </w:p>
    <w:p w:rsidR="00587D34" w:rsidRDefault="00587D34" w:rsidP="00587D34">
      <w:pPr>
        <w:pStyle w:val="libNormal"/>
        <w:rPr>
          <w:rtl/>
        </w:rPr>
      </w:pPr>
      <w:r>
        <w:rPr>
          <w:rtl/>
        </w:rPr>
        <w:t>2</w:t>
      </w:r>
      <w:r w:rsidR="007D3118">
        <w:rPr>
          <w:rtl/>
        </w:rPr>
        <w:t xml:space="preserve">. </w:t>
      </w:r>
      <w:r>
        <w:rPr>
          <w:rtl/>
        </w:rPr>
        <w:t xml:space="preserve">خدايا پدر و مادر </w:t>
      </w:r>
      <w:r w:rsidRPr="00AA3CBA">
        <w:rPr>
          <w:rStyle w:val="libFootnotenumChar"/>
          <w:rtl/>
        </w:rPr>
        <w:t>(76</w:t>
      </w:r>
      <w:r w:rsidR="007D3118" w:rsidRPr="00AA3CBA">
        <w:rPr>
          <w:rStyle w:val="libFootnotenumChar"/>
          <w:rtl/>
        </w:rPr>
        <w:t>)</w:t>
      </w:r>
      <w:r>
        <w:rPr>
          <w:rtl/>
        </w:rPr>
        <w:t xml:space="preserve"> مرا به كرامت نزد خود و درود از جانب خود مخصوص گردان</w:t>
      </w:r>
      <w:r w:rsidR="007D3118">
        <w:rPr>
          <w:rtl/>
        </w:rPr>
        <w:t xml:space="preserve">. </w:t>
      </w:r>
      <w:r>
        <w:rPr>
          <w:rtl/>
        </w:rPr>
        <w:t>اى ارحم الراحمين</w:t>
      </w:r>
      <w:r w:rsidR="007D3118">
        <w:rPr>
          <w:rtl/>
        </w:rPr>
        <w:t xml:space="preserve">. </w:t>
      </w:r>
    </w:p>
    <w:p w:rsidR="00587D34" w:rsidRDefault="00587D34" w:rsidP="00587D34">
      <w:pPr>
        <w:pStyle w:val="libNormal"/>
        <w:rPr>
          <w:rtl/>
        </w:rPr>
      </w:pPr>
      <w:r>
        <w:rPr>
          <w:rtl/>
        </w:rPr>
        <w:t>3</w:t>
      </w:r>
      <w:r w:rsidR="007D3118">
        <w:rPr>
          <w:rtl/>
        </w:rPr>
        <w:t xml:space="preserve">. </w:t>
      </w:r>
      <w:r>
        <w:rPr>
          <w:rtl/>
        </w:rPr>
        <w:t>خدايا درود بر محمد و آل او فرست</w:t>
      </w:r>
      <w:r w:rsidR="007D3118">
        <w:rPr>
          <w:rtl/>
        </w:rPr>
        <w:t xml:space="preserve">، </w:t>
      </w:r>
      <w:r>
        <w:rPr>
          <w:rtl/>
        </w:rPr>
        <w:t>و در دل من انداز كه تكاليف خود را درباره آنان بشناسم و وظايف خود را به كمال فراگيرم و توفيق ده تا آن چه مرا آموخته اى</w:t>
      </w:r>
      <w:r w:rsidR="007D3118">
        <w:rPr>
          <w:rtl/>
        </w:rPr>
        <w:t xml:space="preserve">، </w:t>
      </w:r>
      <w:r>
        <w:rPr>
          <w:rtl/>
        </w:rPr>
        <w:t>به كار بندم و آنچه به تعليم تو دريافته ام</w:t>
      </w:r>
      <w:r w:rsidR="007D3118">
        <w:rPr>
          <w:rtl/>
        </w:rPr>
        <w:t xml:space="preserve">، </w:t>
      </w:r>
      <w:r>
        <w:rPr>
          <w:rtl/>
        </w:rPr>
        <w:t>انجام دهم</w:t>
      </w:r>
      <w:r w:rsidR="007D3118">
        <w:rPr>
          <w:rtl/>
        </w:rPr>
        <w:t xml:space="preserve">، </w:t>
      </w:r>
      <w:r>
        <w:rPr>
          <w:rtl/>
        </w:rPr>
        <w:t>چنان كه هيچ يك از دانسته هايم عمل ناكرده نماند و اعضاى من در آن چه آموخته ام گرانى نكند</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خدايا! درود فرست بر محمد و آل او</w:t>
      </w:r>
      <w:r w:rsidR="007D3118">
        <w:rPr>
          <w:rtl/>
        </w:rPr>
        <w:t xml:space="preserve">، </w:t>
      </w:r>
      <w:r>
        <w:rPr>
          <w:rtl/>
        </w:rPr>
        <w:t>نان كه ما را به سبب او شرافت دادى</w:t>
      </w:r>
      <w:r w:rsidR="007D3118">
        <w:rPr>
          <w:rtl/>
        </w:rPr>
        <w:t xml:space="preserve">، </w:t>
      </w:r>
      <w:r>
        <w:rPr>
          <w:rtl/>
        </w:rPr>
        <w:t>و خدايا درود بر محمد و آل او فرست چنان كه به بركت او حقى براى ما بر گردن خلق ثابت فرمودى</w:t>
      </w:r>
      <w:r w:rsidR="007D3118">
        <w:rPr>
          <w:rtl/>
        </w:rPr>
        <w:t xml:space="preserve">. </w:t>
      </w:r>
    </w:p>
    <w:p w:rsidR="00587D34" w:rsidRDefault="00587D34" w:rsidP="00587D34">
      <w:pPr>
        <w:pStyle w:val="libNormal"/>
        <w:rPr>
          <w:rtl/>
        </w:rPr>
      </w:pPr>
      <w:r>
        <w:rPr>
          <w:rtl/>
        </w:rPr>
        <w:t>5</w:t>
      </w:r>
      <w:r w:rsidR="007D3118">
        <w:rPr>
          <w:rtl/>
        </w:rPr>
        <w:t xml:space="preserve">. </w:t>
      </w:r>
      <w:r>
        <w:rPr>
          <w:rtl/>
        </w:rPr>
        <w:t>خدايا چنان كن كه هيبت پدر و مادر در دل من چون هيبت پادشاهى خودكام قرار گيرد اما من با آنها مانند مادر مهربان باشم</w:t>
      </w:r>
      <w:r w:rsidR="007D3118">
        <w:rPr>
          <w:rtl/>
        </w:rPr>
        <w:t xml:space="preserve">. </w:t>
      </w:r>
    </w:p>
    <w:p w:rsidR="00587D34" w:rsidRDefault="00587D34" w:rsidP="00587D34">
      <w:pPr>
        <w:pStyle w:val="libNormal"/>
        <w:rPr>
          <w:rtl/>
        </w:rPr>
      </w:pPr>
      <w:r>
        <w:rPr>
          <w:rtl/>
        </w:rPr>
        <w:t>خدايا طاعت پدر و مادر و نيكى به آنها را براى من مطبوع تر گردان از خواب در ديده خسته و گواراتر از آب سرد در كام تشنه</w:t>
      </w:r>
      <w:r w:rsidR="007D3118">
        <w:rPr>
          <w:rtl/>
        </w:rPr>
        <w:t xml:space="preserve">، </w:t>
      </w:r>
      <w:r>
        <w:rPr>
          <w:rtl/>
        </w:rPr>
        <w:t>چنان كه خواهش آنها را بر خواهش دل خود مقدم دارم</w:t>
      </w:r>
      <w:r w:rsidR="007D3118">
        <w:rPr>
          <w:rtl/>
        </w:rPr>
        <w:t xml:space="preserve">. </w:t>
      </w:r>
      <w:r>
        <w:rPr>
          <w:rtl/>
        </w:rPr>
        <w:t>و پسند خاطر آنان را بر پسند خاطر خود بگزينم و نيكى آنها را درباره خود گرچه اندك باشد بسيار شمارم و نيكى خود را درباره آنها اگر چه بسيار باشد اندك ببينم</w:t>
      </w:r>
      <w:r w:rsidR="007D3118">
        <w:rPr>
          <w:rtl/>
        </w:rPr>
        <w:t xml:space="preserve">. </w:t>
      </w:r>
    </w:p>
    <w:p w:rsidR="00587D34" w:rsidRDefault="00587D34" w:rsidP="00587D34">
      <w:pPr>
        <w:pStyle w:val="libNormal"/>
        <w:rPr>
          <w:rtl/>
        </w:rPr>
      </w:pPr>
      <w:r>
        <w:rPr>
          <w:rtl/>
        </w:rPr>
        <w:lastRenderedPageBreak/>
        <w:t>6</w:t>
      </w:r>
      <w:r w:rsidR="007D3118">
        <w:rPr>
          <w:rtl/>
        </w:rPr>
        <w:t xml:space="preserve">. </w:t>
      </w:r>
      <w:r>
        <w:rPr>
          <w:rtl/>
        </w:rPr>
        <w:t>خدايا</w:t>
      </w:r>
      <w:r w:rsidR="007D3118">
        <w:rPr>
          <w:rtl/>
        </w:rPr>
        <w:t xml:space="preserve">، </w:t>
      </w:r>
      <w:r>
        <w:rPr>
          <w:rtl/>
        </w:rPr>
        <w:t>آواز مرا پيش ايشان پست و سخن مرا با آن ها خوش گردان</w:t>
      </w:r>
      <w:r w:rsidR="007D3118">
        <w:rPr>
          <w:rtl/>
        </w:rPr>
        <w:t xml:space="preserve">، </w:t>
      </w:r>
      <w:r>
        <w:rPr>
          <w:rtl/>
        </w:rPr>
        <w:t>و خوى مرا نرم كن</w:t>
      </w:r>
      <w:r w:rsidR="007D3118">
        <w:rPr>
          <w:rtl/>
        </w:rPr>
        <w:t xml:space="preserve">، </w:t>
      </w:r>
      <w:r>
        <w:rPr>
          <w:rtl/>
        </w:rPr>
        <w:t>و دل مرا بر آنان مهربان</w:t>
      </w:r>
      <w:r w:rsidR="007D3118">
        <w:rPr>
          <w:rtl/>
        </w:rPr>
        <w:t xml:space="preserve">، </w:t>
      </w:r>
      <w:r>
        <w:rPr>
          <w:rtl/>
        </w:rPr>
        <w:t>و مرا نسبت به آن ها خوش رفتار و دلسوز گردان</w:t>
      </w:r>
      <w:r w:rsidR="007D3118">
        <w:rPr>
          <w:rtl/>
        </w:rPr>
        <w:t xml:space="preserve">. </w:t>
      </w:r>
    </w:p>
    <w:p w:rsidR="00587D34" w:rsidRDefault="00587D34" w:rsidP="00587D34">
      <w:pPr>
        <w:pStyle w:val="libNormal"/>
        <w:rPr>
          <w:rtl/>
        </w:rPr>
      </w:pPr>
      <w:r>
        <w:rPr>
          <w:rtl/>
        </w:rPr>
        <w:t>7</w:t>
      </w:r>
      <w:r w:rsidR="007D3118">
        <w:rPr>
          <w:rtl/>
        </w:rPr>
        <w:t xml:space="preserve">. </w:t>
      </w:r>
      <w:r>
        <w:rPr>
          <w:rtl/>
        </w:rPr>
        <w:t>خدايا</w:t>
      </w:r>
      <w:r w:rsidR="007D3118">
        <w:rPr>
          <w:rtl/>
        </w:rPr>
        <w:t xml:space="preserve">، </w:t>
      </w:r>
      <w:r>
        <w:rPr>
          <w:rtl/>
        </w:rPr>
        <w:t>آنان را در ازاى پروريدن من جزاى نيكو ده</w:t>
      </w:r>
      <w:r w:rsidR="007D3118">
        <w:rPr>
          <w:rtl/>
        </w:rPr>
        <w:t xml:space="preserve">، </w:t>
      </w:r>
      <w:r>
        <w:rPr>
          <w:rtl/>
        </w:rPr>
        <w:t>و در مقابل عزيز داشتن من پاداش بزرگ مرحمت فرما</w:t>
      </w:r>
      <w:r w:rsidR="007D3118">
        <w:rPr>
          <w:rtl/>
        </w:rPr>
        <w:t xml:space="preserve">، </w:t>
      </w:r>
      <w:r>
        <w:rPr>
          <w:rtl/>
        </w:rPr>
        <w:t>و چون مرا در خردى از آسيب و گزند نگاه داشتند</w:t>
      </w:r>
      <w:r w:rsidR="007D3118">
        <w:rPr>
          <w:rtl/>
        </w:rPr>
        <w:t xml:space="preserve">، </w:t>
      </w:r>
      <w:r>
        <w:rPr>
          <w:rtl/>
        </w:rPr>
        <w:t>تو نيز آنان را نگاهدارى كن</w:t>
      </w:r>
      <w:r w:rsidR="007D3118">
        <w:rPr>
          <w:rtl/>
        </w:rPr>
        <w:t xml:space="preserve">. </w:t>
      </w:r>
    </w:p>
    <w:p w:rsidR="00587D34" w:rsidRDefault="00587D34" w:rsidP="00587D34">
      <w:pPr>
        <w:pStyle w:val="libNormal"/>
        <w:rPr>
          <w:rtl/>
        </w:rPr>
      </w:pPr>
      <w:r>
        <w:rPr>
          <w:rtl/>
        </w:rPr>
        <w:t>8</w:t>
      </w:r>
      <w:r w:rsidR="007D3118">
        <w:rPr>
          <w:rtl/>
        </w:rPr>
        <w:t xml:space="preserve">. </w:t>
      </w:r>
      <w:r>
        <w:rPr>
          <w:rtl/>
        </w:rPr>
        <w:t>خدايا! اگر آزارى از من بدآن ها رسيد يا ناپسندى از من ديدند</w:t>
      </w:r>
      <w:r w:rsidR="007D3118">
        <w:rPr>
          <w:rtl/>
        </w:rPr>
        <w:t xml:space="preserve">، </w:t>
      </w:r>
      <w:r>
        <w:rPr>
          <w:rtl/>
        </w:rPr>
        <w:t>يا حقى از آنها پيش من ضايع شد</w:t>
      </w:r>
      <w:r w:rsidR="007D3118">
        <w:rPr>
          <w:rtl/>
        </w:rPr>
        <w:t xml:space="preserve">، </w:t>
      </w:r>
      <w:r>
        <w:rPr>
          <w:rtl/>
        </w:rPr>
        <w:t>آن را موجب ريزش گناهان و بلندى درجات اخروى و افزايش حسنات آنها قرار ده</w:t>
      </w:r>
      <w:r w:rsidR="007D3118">
        <w:rPr>
          <w:rtl/>
        </w:rPr>
        <w:t xml:space="preserve">، </w:t>
      </w:r>
      <w:r>
        <w:rPr>
          <w:rtl/>
        </w:rPr>
        <w:t>اى كسى كه سيئات را به چندين برابر حسنات مبدل مى كنى</w:t>
      </w:r>
      <w:r w:rsidR="007D3118">
        <w:rPr>
          <w:rtl/>
        </w:rPr>
        <w:t xml:space="preserve">. </w:t>
      </w:r>
    </w:p>
    <w:p w:rsidR="00587D34" w:rsidRDefault="00587D34" w:rsidP="00587D34">
      <w:pPr>
        <w:pStyle w:val="libNormal"/>
        <w:rPr>
          <w:rtl/>
        </w:rPr>
      </w:pPr>
      <w:r>
        <w:rPr>
          <w:rtl/>
        </w:rPr>
        <w:t>9</w:t>
      </w:r>
      <w:r w:rsidR="007D3118">
        <w:rPr>
          <w:rtl/>
        </w:rPr>
        <w:t xml:space="preserve">. </w:t>
      </w:r>
      <w:r>
        <w:rPr>
          <w:rtl/>
        </w:rPr>
        <w:t>خدايا هر چه بر من تعدى كردند</w:t>
      </w:r>
      <w:r w:rsidR="007D3118">
        <w:rPr>
          <w:rtl/>
        </w:rPr>
        <w:t xml:space="preserve">، </w:t>
      </w:r>
      <w:r>
        <w:rPr>
          <w:rtl/>
        </w:rPr>
        <w:t>به گفتار تند و كردار ناپسند</w:t>
      </w:r>
      <w:r w:rsidR="007D3118">
        <w:rPr>
          <w:rtl/>
        </w:rPr>
        <w:t xml:space="preserve">، </w:t>
      </w:r>
      <w:r>
        <w:rPr>
          <w:rtl/>
        </w:rPr>
        <w:t>يا حقى از من ضايع كردند يا در وظيفه خود كوتاهى نمودند</w:t>
      </w:r>
      <w:r w:rsidR="007D3118">
        <w:rPr>
          <w:rtl/>
        </w:rPr>
        <w:t xml:space="preserve">، </w:t>
      </w:r>
      <w:r>
        <w:rPr>
          <w:rtl/>
        </w:rPr>
        <w:t>من از آنها در گذشتم و بخشيدم و از تو مى خواهيم كه عتابت را از آنها بردارى</w:t>
      </w:r>
      <w:r w:rsidR="007D3118">
        <w:rPr>
          <w:rtl/>
        </w:rPr>
        <w:t xml:space="preserve">، </w:t>
      </w:r>
      <w:r>
        <w:rPr>
          <w:rtl/>
        </w:rPr>
        <w:t>چون من رفتار آنان را درباره خود نيك شمرده ام</w:t>
      </w:r>
      <w:r w:rsidR="007D3118">
        <w:rPr>
          <w:rtl/>
        </w:rPr>
        <w:t xml:space="preserve">، </w:t>
      </w:r>
      <w:r>
        <w:rPr>
          <w:rtl/>
        </w:rPr>
        <w:t>احسان آنها را كامل شناخته و در كار من هرچه كردند ناخوش ندارم اى پروردگار من</w:t>
      </w:r>
      <w:r w:rsidR="007D3118">
        <w:rPr>
          <w:rtl/>
        </w:rPr>
        <w:t xml:space="preserve">. </w:t>
      </w:r>
    </w:p>
    <w:p w:rsidR="00587D34" w:rsidRDefault="00587D34" w:rsidP="00587D34">
      <w:pPr>
        <w:pStyle w:val="libNormal"/>
        <w:rPr>
          <w:rtl/>
        </w:rPr>
      </w:pPr>
      <w:r>
        <w:rPr>
          <w:rtl/>
        </w:rPr>
        <w:t>10</w:t>
      </w:r>
      <w:r w:rsidR="007D3118">
        <w:rPr>
          <w:rtl/>
        </w:rPr>
        <w:t xml:space="preserve">. </w:t>
      </w:r>
      <w:r>
        <w:rPr>
          <w:rtl/>
        </w:rPr>
        <w:t>حق آنها بر من واجب تر است</w:t>
      </w:r>
      <w:r w:rsidR="007D3118">
        <w:rPr>
          <w:rtl/>
        </w:rPr>
        <w:t xml:space="preserve">، </w:t>
      </w:r>
      <w:r>
        <w:rPr>
          <w:rtl/>
        </w:rPr>
        <w:t>و احسان آنها بيشتر</w:t>
      </w:r>
      <w:r w:rsidR="007D3118">
        <w:rPr>
          <w:rtl/>
        </w:rPr>
        <w:t xml:space="preserve">، </w:t>
      </w:r>
      <w:r>
        <w:rPr>
          <w:rtl/>
        </w:rPr>
        <w:t>و نعمت آنها بزرگتر از آن كه دادخواهى كنم و به مانند عمل آنان</w:t>
      </w:r>
      <w:r w:rsidR="007D3118">
        <w:rPr>
          <w:rtl/>
        </w:rPr>
        <w:t xml:space="preserve">، </w:t>
      </w:r>
      <w:r>
        <w:rPr>
          <w:rtl/>
        </w:rPr>
        <w:t>آنها را مكافات دهم</w:t>
      </w:r>
      <w:r w:rsidR="007D3118">
        <w:rPr>
          <w:rtl/>
        </w:rPr>
        <w:t xml:space="preserve">، </w:t>
      </w:r>
      <w:r>
        <w:rPr>
          <w:rtl/>
        </w:rPr>
        <w:t>اى خداى من! چه روزگار درازى كه در پرورش من گذرانيدند</w:t>
      </w:r>
      <w:r w:rsidR="007D3118">
        <w:rPr>
          <w:rtl/>
        </w:rPr>
        <w:t xml:space="preserve">، </w:t>
      </w:r>
      <w:r>
        <w:rPr>
          <w:rtl/>
        </w:rPr>
        <w:t>و چه رنج هاى سخت كه در نگاهدارى من كشيدند</w:t>
      </w:r>
      <w:r w:rsidR="007D3118">
        <w:rPr>
          <w:rtl/>
        </w:rPr>
        <w:t xml:space="preserve">، </w:t>
      </w:r>
      <w:r>
        <w:rPr>
          <w:rtl/>
        </w:rPr>
        <w:t>و چه اندازه بر خود تنگ گرفتند تا زندگى بر من فراخ باشد</w:t>
      </w:r>
      <w:r w:rsidR="007D3118">
        <w:rPr>
          <w:rtl/>
        </w:rPr>
        <w:t xml:space="preserve">. </w:t>
      </w:r>
    </w:p>
    <w:p w:rsidR="00587D34" w:rsidRDefault="00587D34" w:rsidP="00587D34">
      <w:pPr>
        <w:pStyle w:val="libNormal"/>
        <w:rPr>
          <w:rtl/>
        </w:rPr>
      </w:pPr>
      <w:r>
        <w:rPr>
          <w:rtl/>
        </w:rPr>
        <w:t>11</w:t>
      </w:r>
      <w:r w:rsidR="007D3118">
        <w:rPr>
          <w:rtl/>
        </w:rPr>
        <w:t xml:space="preserve">. </w:t>
      </w:r>
      <w:r>
        <w:rPr>
          <w:rtl/>
        </w:rPr>
        <w:t>هيهات كه هر چه كنم حق آنها را ادا نكرده و تكليف خود را درباره آنها انجام نتوانم داد و به وظيفه خويشدر خدمت آنها عمل نتوانم كرد و</w:t>
      </w:r>
      <w:r w:rsidR="007D3118">
        <w:rPr>
          <w:rtl/>
        </w:rPr>
        <w:t xml:space="preserve">، </w:t>
      </w:r>
      <w:r>
        <w:rPr>
          <w:rtl/>
        </w:rPr>
        <w:t xml:space="preserve">پس ‍ درود </w:t>
      </w:r>
      <w:r>
        <w:rPr>
          <w:rtl/>
        </w:rPr>
        <w:lastRenderedPageBreak/>
        <w:t>بر محمد و آل او فرست</w:t>
      </w:r>
      <w:r w:rsidR="007D3118">
        <w:rPr>
          <w:rtl/>
        </w:rPr>
        <w:t xml:space="preserve">، </w:t>
      </w:r>
      <w:r>
        <w:rPr>
          <w:rtl/>
        </w:rPr>
        <w:t>و مرا يارى كن اى بهترين كسى كه خلق از وى يارى مى جويند</w:t>
      </w:r>
      <w:r w:rsidR="007D3118">
        <w:rPr>
          <w:rtl/>
        </w:rPr>
        <w:t xml:space="preserve">، </w:t>
      </w:r>
      <w:r>
        <w:rPr>
          <w:rtl/>
        </w:rPr>
        <w:t>و مرا توفيق ده اى راهنماترين كسى كه از او هدايت مى طلبند</w:t>
      </w:r>
      <w:r w:rsidR="007D3118">
        <w:rPr>
          <w:rtl/>
        </w:rPr>
        <w:t xml:space="preserve">. </w:t>
      </w:r>
      <w:r>
        <w:rPr>
          <w:rtl/>
        </w:rPr>
        <w:t>و مرا از آن گروه مگردان كه با پدران و مادران بدرفتار بودند</w:t>
      </w:r>
      <w:r w:rsidR="007D3118">
        <w:rPr>
          <w:rtl/>
        </w:rPr>
        <w:t xml:space="preserve">، </w:t>
      </w:r>
      <w:r>
        <w:rPr>
          <w:rtl/>
        </w:rPr>
        <w:t>روزى كه هر كس كيفر كردار خويش بيند و بر كسى ستم نشود</w:t>
      </w:r>
      <w:r w:rsidR="007D3118">
        <w:rPr>
          <w:rtl/>
        </w:rPr>
        <w:t xml:space="preserve">. </w:t>
      </w:r>
    </w:p>
    <w:p w:rsidR="00587D34" w:rsidRDefault="00587D34" w:rsidP="00587D34">
      <w:pPr>
        <w:pStyle w:val="libNormal"/>
        <w:rPr>
          <w:rtl/>
        </w:rPr>
      </w:pPr>
      <w:r>
        <w:rPr>
          <w:rtl/>
        </w:rPr>
        <w:t>12</w:t>
      </w:r>
      <w:r w:rsidR="007D3118">
        <w:rPr>
          <w:rtl/>
        </w:rPr>
        <w:t xml:space="preserve">. </w:t>
      </w:r>
      <w:r>
        <w:rPr>
          <w:rtl/>
        </w:rPr>
        <w:t>خدايا! درود بر محمد و خاندان او فرست و پدر و مادر مرا به بهترين اجر مخصوص كن كه پدران و مادران بندگان مؤمنت را بدآن تخصيص ‍ مى دهى</w:t>
      </w:r>
      <w:r w:rsidR="007D3118">
        <w:rPr>
          <w:rtl/>
        </w:rPr>
        <w:t xml:space="preserve">، </w:t>
      </w:r>
      <w:r>
        <w:rPr>
          <w:rtl/>
        </w:rPr>
        <w:t>اى ارحم الراحمين</w:t>
      </w:r>
      <w:r w:rsidR="007D3118">
        <w:rPr>
          <w:rtl/>
        </w:rPr>
        <w:t xml:space="preserve">. </w:t>
      </w:r>
    </w:p>
    <w:p w:rsidR="00587D34" w:rsidRDefault="00587D34" w:rsidP="00587D34">
      <w:pPr>
        <w:pStyle w:val="libNormal"/>
        <w:rPr>
          <w:rtl/>
        </w:rPr>
      </w:pPr>
      <w:r>
        <w:rPr>
          <w:rtl/>
        </w:rPr>
        <w:t>13</w:t>
      </w:r>
      <w:r w:rsidR="007D3118">
        <w:rPr>
          <w:rtl/>
        </w:rPr>
        <w:t xml:space="preserve">. </w:t>
      </w:r>
      <w:r>
        <w:rPr>
          <w:rtl/>
        </w:rPr>
        <w:t>خدايا! ياد آنها را پس از نمازها</w:t>
      </w:r>
      <w:r w:rsidR="007D3118">
        <w:rPr>
          <w:rtl/>
        </w:rPr>
        <w:t xml:space="preserve">، </w:t>
      </w:r>
      <w:r>
        <w:rPr>
          <w:rtl/>
        </w:rPr>
        <w:t>و در هيچ يك از اوقات شب</w:t>
      </w:r>
      <w:r w:rsidR="007D3118">
        <w:rPr>
          <w:rtl/>
        </w:rPr>
        <w:t xml:space="preserve">، </w:t>
      </w:r>
      <w:r>
        <w:rPr>
          <w:rtl/>
        </w:rPr>
        <w:t>و ساعات روز از خاطرم من مبر</w:t>
      </w:r>
      <w:r w:rsidR="007D3118">
        <w:rPr>
          <w:rtl/>
        </w:rPr>
        <w:t xml:space="preserve">. </w:t>
      </w:r>
    </w:p>
    <w:p w:rsidR="00587D34" w:rsidRDefault="00587D34" w:rsidP="00587D34">
      <w:pPr>
        <w:pStyle w:val="libNormal"/>
        <w:rPr>
          <w:rtl/>
        </w:rPr>
      </w:pPr>
      <w:r>
        <w:rPr>
          <w:rtl/>
        </w:rPr>
        <w:t>14</w:t>
      </w:r>
      <w:r w:rsidR="007D3118">
        <w:rPr>
          <w:rtl/>
        </w:rPr>
        <w:t xml:space="preserve">. </w:t>
      </w:r>
      <w:r>
        <w:rPr>
          <w:rtl/>
        </w:rPr>
        <w:t>خدايا! درود بر محمد و آل او فرست</w:t>
      </w:r>
      <w:r w:rsidR="007D3118">
        <w:rPr>
          <w:rtl/>
        </w:rPr>
        <w:t xml:space="preserve">، </w:t>
      </w:r>
      <w:r>
        <w:rPr>
          <w:rtl/>
        </w:rPr>
        <w:t>و مرا بيامرز چون درباره آن ها دعاى خير كردم و آنها را بيامرز چون درباره من نيكويى نمودند و از پيوسته خشنود باش به شفاعت آنهادر باره من به كرام خود جاى امن و سلامت رسانشان</w:t>
      </w:r>
      <w:r w:rsidR="007D3118">
        <w:rPr>
          <w:rtl/>
        </w:rPr>
        <w:t xml:space="preserve">. </w:t>
      </w:r>
    </w:p>
    <w:p w:rsidR="00587D34" w:rsidRDefault="00587D34" w:rsidP="00587D34">
      <w:pPr>
        <w:pStyle w:val="libNormal"/>
        <w:rPr>
          <w:rtl/>
        </w:rPr>
      </w:pPr>
      <w:r>
        <w:rPr>
          <w:rtl/>
        </w:rPr>
        <w:t>15</w:t>
      </w:r>
      <w:r w:rsidR="007D3118">
        <w:rPr>
          <w:rtl/>
        </w:rPr>
        <w:t xml:space="preserve">. </w:t>
      </w:r>
      <w:r>
        <w:rPr>
          <w:rtl/>
        </w:rPr>
        <w:t>پروردگارا! اگر آن ها را پيش از اين آمرزيده اى</w:t>
      </w:r>
      <w:r w:rsidR="007D3118">
        <w:rPr>
          <w:rtl/>
        </w:rPr>
        <w:t xml:space="preserve">، </w:t>
      </w:r>
      <w:r>
        <w:rPr>
          <w:rtl/>
        </w:rPr>
        <w:t>شفاعت آنان را درباره من بپذير و اگر مرا پيش از اين آمرزيده اى</w:t>
      </w:r>
      <w:r w:rsidR="007D3118">
        <w:rPr>
          <w:rtl/>
        </w:rPr>
        <w:t xml:space="preserve">، </w:t>
      </w:r>
      <w:r>
        <w:rPr>
          <w:rtl/>
        </w:rPr>
        <w:t>شفاعت مرا درباره آن ها قبول كن</w:t>
      </w:r>
      <w:r w:rsidR="007D3118">
        <w:rPr>
          <w:rtl/>
        </w:rPr>
        <w:t xml:space="preserve">، </w:t>
      </w:r>
      <w:r>
        <w:rPr>
          <w:rtl/>
        </w:rPr>
        <w:t>تا به رحمت تو در سراى كرامت</w:t>
      </w:r>
      <w:r w:rsidR="007D3118">
        <w:rPr>
          <w:rtl/>
        </w:rPr>
        <w:t xml:space="preserve">، </w:t>
      </w:r>
      <w:r>
        <w:rPr>
          <w:rtl/>
        </w:rPr>
        <w:t>و جاى آمرزش و رحمت تو گرد آئيم</w:t>
      </w:r>
      <w:r w:rsidR="007D3118">
        <w:rPr>
          <w:rtl/>
        </w:rPr>
        <w:t xml:space="preserve">، </w:t>
      </w:r>
      <w:r>
        <w:rPr>
          <w:rtl/>
        </w:rPr>
        <w:t>كه تويى صاحب فضل عظيم و نعمت قديم</w:t>
      </w:r>
      <w:r w:rsidR="007D3118">
        <w:rPr>
          <w:rtl/>
        </w:rPr>
        <w:t xml:space="preserve">، </w:t>
      </w:r>
      <w:r>
        <w:rPr>
          <w:rtl/>
        </w:rPr>
        <w:t>و انت ارحم الراحمين</w:t>
      </w:r>
      <w:r w:rsidR="007D3118">
        <w:rPr>
          <w:rtl/>
        </w:rPr>
        <w:t xml:space="preserve">. </w:t>
      </w:r>
    </w:p>
    <w:p w:rsidR="00587D34" w:rsidRDefault="00F57782" w:rsidP="004C63D0">
      <w:pPr>
        <w:pStyle w:val="Heading2"/>
        <w:rPr>
          <w:rtl/>
        </w:rPr>
      </w:pPr>
      <w:r>
        <w:br w:type="page"/>
      </w:r>
      <w:bookmarkStart w:id="54" w:name="_Toc394915183"/>
      <w:r w:rsidR="00AA3CBA">
        <w:lastRenderedPageBreak/>
        <w:t>25</w:t>
      </w:r>
      <w:r w:rsidR="00AA3CBA">
        <w:rPr>
          <w:rtl/>
        </w:rPr>
        <w:t xml:space="preserve"> وَ كَانَ مِنْ دُعَائِهِ عَلَيْهِ السَّلامُ لِوُلْدِهِ عَلَيْهِمُ السَّلامُ:</w:t>
      </w:r>
      <w:bookmarkEnd w:id="54"/>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وَ مُنَّ عَلَيَّ بِبَقَاءِ وُلْدِى وَ بِإِصْلاحِهِمْ لِى و بِإِمْتَاعِى بِهِمْ</w:t>
      </w:r>
      <w:r w:rsidR="007D3118">
        <w:rPr>
          <w:rtl/>
        </w:rPr>
        <w:t xml:space="preserve">. </w:t>
      </w:r>
    </w:p>
    <w:p w:rsidR="00587D34" w:rsidRDefault="00587D34" w:rsidP="00587D34">
      <w:pPr>
        <w:pStyle w:val="libNormal"/>
        <w:rPr>
          <w:rtl/>
        </w:rPr>
      </w:pPr>
      <w:r>
        <w:rPr>
          <w:rtl/>
        </w:rPr>
        <w:t>(2</w:t>
      </w:r>
      <w:r w:rsidR="007D3118">
        <w:rPr>
          <w:rtl/>
        </w:rPr>
        <w:t xml:space="preserve">) </w:t>
      </w:r>
      <w:r>
        <w:rPr>
          <w:rtl/>
        </w:rPr>
        <w:t>إِلَهِى امْدُدْ لِى فِى أَعْمَارِهِمْ</w:t>
      </w:r>
      <w:r w:rsidR="007D3118">
        <w:rPr>
          <w:rtl/>
        </w:rPr>
        <w:t xml:space="preserve">، </w:t>
      </w:r>
      <w:r>
        <w:rPr>
          <w:rtl/>
        </w:rPr>
        <w:t>وَ زِدْ لِى فِى آجَالِهِمْ</w:t>
      </w:r>
      <w:r w:rsidR="007D3118">
        <w:rPr>
          <w:rtl/>
        </w:rPr>
        <w:t xml:space="preserve">، </w:t>
      </w:r>
      <w:r>
        <w:rPr>
          <w:rtl/>
        </w:rPr>
        <w:t>وَ رَبِّ لِى صَغِيرَهُمْ</w:t>
      </w:r>
      <w:r w:rsidR="007D3118">
        <w:rPr>
          <w:rtl/>
        </w:rPr>
        <w:t xml:space="preserve">، </w:t>
      </w:r>
      <w:r>
        <w:rPr>
          <w:rtl/>
        </w:rPr>
        <w:t>وَ قَوِّ لِى ضَعِيفَهُمْ</w:t>
      </w:r>
      <w:r w:rsidR="007D3118">
        <w:rPr>
          <w:rtl/>
        </w:rPr>
        <w:t xml:space="preserve">، </w:t>
      </w:r>
      <w:r>
        <w:rPr>
          <w:rtl/>
        </w:rPr>
        <w:t>وَ أَصِحَّ لِى أَبْدَانَهُمْ وَ أَدْيَانَهُمْ وَ أَخْلاقَهُمْ</w:t>
      </w:r>
      <w:r w:rsidR="007D3118">
        <w:rPr>
          <w:rtl/>
        </w:rPr>
        <w:t xml:space="preserve">، </w:t>
      </w:r>
      <w:r>
        <w:rPr>
          <w:rtl/>
        </w:rPr>
        <w:t>وَ عَافِهِمْ فِى أَنْفُسِهِمْ وَ فِى جَوَارِحِهِمْ وَ فِى كُلِّ مَا عُنِيتُ بِهِ مِنْ أَمْرِهِمْ</w:t>
      </w:r>
      <w:r w:rsidR="007D3118">
        <w:rPr>
          <w:rtl/>
        </w:rPr>
        <w:t xml:space="preserve">، </w:t>
      </w:r>
      <w:r>
        <w:rPr>
          <w:rtl/>
        </w:rPr>
        <w:t>وَ أَدْرِرْ لِى وَ عَلَى يَدِى أَرْزَاقَهُمْ</w:t>
      </w:r>
      <w:r w:rsidR="007D3118">
        <w:rPr>
          <w:rtl/>
        </w:rPr>
        <w:t xml:space="preserve">. </w:t>
      </w:r>
    </w:p>
    <w:p w:rsidR="00587D34" w:rsidRDefault="00587D34" w:rsidP="00587D34">
      <w:pPr>
        <w:pStyle w:val="libNormal"/>
        <w:rPr>
          <w:rtl/>
        </w:rPr>
      </w:pPr>
      <w:r>
        <w:rPr>
          <w:rtl/>
        </w:rPr>
        <w:t>(3</w:t>
      </w:r>
      <w:r w:rsidR="007D3118">
        <w:rPr>
          <w:rtl/>
        </w:rPr>
        <w:t xml:space="preserve">) </w:t>
      </w:r>
      <w:r>
        <w:rPr>
          <w:rtl/>
        </w:rPr>
        <w:t>وَ اجْعَلْهُمْ أَبْرَارا أَتْقِيَاءَ بُصَرَاءَ سَامِعِينَ مُطِيعِينَ لَكَ</w:t>
      </w:r>
      <w:r w:rsidR="007D3118">
        <w:rPr>
          <w:rtl/>
        </w:rPr>
        <w:t xml:space="preserve">، </w:t>
      </w:r>
      <w:r>
        <w:rPr>
          <w:rtl/>
        </w:rPr>
        <w:t>وَ لِأَوْلِيَائِكَ مُحِبِّينَ مُنَاصِحِينَ</w:t>
      </w:r>
      <w:r w:rsidR="007D3118">
        <w:rPr>
          <w:rtl/>
        </w:rPr>
        <w:t xml:space="preserve">، </w:t>
      </w:r>
      <w:r>
        <w:rPr>
          <w:rtl/>
        </w:rPr>
        <w:t>وَ لِجَمِيعِ أَعْدَائِكَ مُعَانِدِينَ وَ مُبْغِضِينَ</w:t>
      </w:r>
      <w:r w:rsidR="007D3118">
        <w:rPr>
          <w:rtl/>
        </w:rPr>
        <w:t xml:space="preserve">، </w:t>
      </w:r>
      <w:r>
        <w:rPr>
          <w:rtl/>
        </w:rPr>
        <w:t>آمِينَ</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اشْدُدْ بِهِمْ عَضُدِى</w:t>
      </w:r>
      <w:r w:rsidR="007D3118">
        <w:rPr>
          <w:rtl/>
        </w:rPr>
        <w:t xml:space="preserve">، </w:t>
      </w:r>
      <w:r>
        <w:rPr>
          <w:rtl/>
        </w:rPr>
        <w:t>وَ أَقِمْ بِهِمْ أَوَدِى</w:t>
      </w:r>
      <w:r w:rsidR="007D3118">
        <w:rPr>
          <w:rtl/>
        </w:rPr>
        <w:t xml:space="preserve">، </w:t>
      </w:r>
      <w:r>
        <w:rPr>
          <w:rtl/>
        </w:rPr>
        <w:t>وَ كَثِّرْ بِهِمْ عَدَدِى</w:t>
      </w:r>
      <w:r w:rsidR="007D3118">
        <w:rPr>
          <w:rtl/>
        </w:rPr>
        <w:t xml:space="preserve">، </w:t>
      </w:r>
      <w:r>
        <w:rPr>
          <w:rtl/>
        </w:rPr>
        <w:t>وَ زَيِّنْ بِهِمْ مَحْضَرِى</w:t>
      </w:r>
      <w:r w:rsidR="007D3118">
        <w:rPr>
          <w:rtl/>
        </w:rPr>
        <w:t xml:space="preserve">، </w:t>
      </w:r>
      <w:r>
        <w:rPr>
          <w:rtl/>
        </w:rPr>
        <w:t>وَ أَحْيِ بِهِمْ ذِكْرِى</w:t>
      </w:r>
      <w:r w:rsidR="007D3118">
        <w:rPr>
          <w:rtl/>
        </w:rPr>
        <w:t xml:space="preserve">، </w:t>
      </w:r>
      <w:r>
        <w:rPr>
          <w:rtl/>
        </w:rPr>
        <w:t>وَ اكْفِنِى بِهِمْ فِى غَيْبَتِى</w:t>
      </w:r>
      <w:r w:rsidR="007D3118">
        <w:rPr>
          <w:rtl/>
        </w:rPr>
        <w:t xml:space="preserve">، </w:t>
      </w:r>
      <w:r>
        <w:rPr>
          <w:rtl/>
        </w:rPr>
        <w:t>وَ أَعِنِّى بِهِمْ عَلَى حَاجَتِى</w:t>
      </w:r>
      <w:r w:rsidR="007D3118">
        <w:rPr>
          <w:rtl/>
        </w:rPr>
        <w:t xml:space="preserve">، </w:t>
      </w:r>
      <w:r>
        <w:rPr>
          <w:rtl/>
        </w:rPr>
        <w:t>وَ اجْعَلْهُمْ لِى مُحِبِّينَ</w:t>
      </w:r>
      <w:r w:rsidR="007D3118">
        <w:rPr>
          <w:rtl/>
        </w:rPr>
        <w:t xml:space="preserve">، </w:t>
      </w:r>
      <w:r>
        <w:rPr>
          <w:rtl/>
        </w:rPr>
        <w:t>وَ عَلَيَّ حَدِبِينَ مُقْبِلِينَ مُسْتَقِيمِينَ لِى</w:t>
      </w:r>
      <w:r w:rsidR="007D3118">
        <w:rPr>
          <w:rtl/>
        </w:rPr>
        <w:t xml:space="preserve">، </w:t>
      </w:r>
      <w:r>
        <w:rPr>
          <w:rtl/>
        </w:rPr>
        <w:t>مُطِيعِينَ</w:t>
      </w:r>
      <w:r w:rsidR="007D3118">
        <w:rPr>
          <w:rtl/>
        </w:rPr>
        <w:t xml:space="preserve">، </w:t>
      </w:r>
      <w:r>
        <w:rPr>
          <w:rtl/>
        </w:rPr>
        <w:t>غَيْرَ عَاصِينَ وَ لا عَاقِّينَ وَ لا مُخَالِفِينَ وَ لا خَاطِئِينَ</w:t>
      </w:r>
      <w:r w:rsidR="007D3118">
        <w:rPr>
          <w:rtl/>
        </w:rPr>
        <w:t xml:space="preserve">. </w:t>
      </w:r>
    </w:p>
    <w:p w:rsidR="00587D34" w:rsidRDefault="00587D34" w:rsidP="00587D34">
      <w:pPr>
        <w:pStyle w:val="libNormal"/>
        <w:rPr>
          <w:rtl/>
        </w:rPr>
      </w:pPr>
      <w:r>
        <w:rPr>
          <w:rtl/>
        </w:rPr>
        <w:t>(5</w:t>
      </w:r>
      <w:r w:rsidR="007D3118">
        <w:rPr>
          <w:rtl/>
        </w:rPr>
        <w:t xml:space="preserve">) </w:t>
      </w:r>
      <w:r>
        <w:rPr>
          <w:rtl/>
        </w:rPr>
        <w:t>وَ أَعِنِّى عَلَى تَرْبِيَتِهِمْ وَ تَأْدِيبِهِمْ</w:t>
      </w:r>
      <w:r w:rsidR="007D3118">
        <w:rPr>
          <w:rtl/>
        </w:rPr>
        <w:t xml:space="preserve">، </w:t>
      </w:r>
      <w:r>
        <w:rPr>
          <w:rtl/>
        </w:rPr>
        <w:t>وَ بِرِّهِمْ</w:t>
      </w:r>
      <w:r w:rsidR="007D3118">
        <w:rPr>
          <w:rtl/>
        </w:rPr>
        <w:t xml:space="preserve">، </w:t>
      </w:r>
      <w:r>
        <w:rPr>
          <w:rtl/>
        </w:rPr>
        <w:t>وَ هَبْ لِى مِنْ لَدُنْكَ مَعَهُمْ أَوْلادا ذُكُورا</w:t>
      </w:r>
      <w:r w:rsidR="007D3118">
        <w:rPr>
          <w:rtl/>
        </w:rPr>
        <w:t xml:space="preserve">، </w:t>
      </w:r>
      <w:r>
        <w:rPr>
          <w:rtl/>
        </w:rPr>
        <w:t>وَ اجْعَلْ ذَلِكَ خَيْرا لِى</w:t>
      </w:r>
      <w:r w:rsidR="007D3118">
        <w:rPr>
          <w:rtl/>
        </w:rPr>
        <w:t xml:space="preserve">، </w:t>
      </w:r>
      <w:r>
        <w:rPr>
          <w:rtl/>
        </w:rPr>
        <w:t>وَ اجْعَلْهُمْ لِى عَوْنا عَلَى مَا سَأَلْتُكَ</w:t>
      </w:r>
      <w:r w:rsidR="007D3118">
        <w:rPr>
          <w:rtl/>
        </w:rPr>
        <w:t xml:space="preserve">. </w:t>
      </w:r>
    </w:p>
    <w:p w:rsidR="00587D34" w:rsidRDefault="00587D34" w:rsidP="00587D34">
      <w:pPr>
        <w:pStyle w:val="libNormal"/>
        <w:rPr>
          <w:rtl/>
        </w:rPr>
      </w:pPr>
      <w:r>
        <w:rPr>
          <w:rtl/>
        </w:rPr>
        <w:t>(6</w:t>
      </w:r>
      <w:r w:rsidR="007D3118">
        <w:rPr>
          <w:rtl/>
        </w:rPr>
        <w:t xml:space="preserve">) </w:t>
      </w:r>
      <w:r>
        <w:rPr>
          <w:rtl/>
        </w:rPr>
        <w:t>وَ أَعِذْنِى وَ ذُرِّيَّتِى مِنَ الشَّيْطَانِ الرَّجِيمِ</w:t>
      </w:r>
      <w:r w:rsidR="007D3118">
        <w:rPr>
          <w:rtl/>
        </w:rPr>
        <w:t xml:space="preserve">، </w:t>
      </w:r>
      <w:r>
        <w:rPr>
          <w:rtl/>
        </w:rPr>
        <w:t>فَإِنَّكَ خَلَقْتَنَا وَ أَمَرْتَنَا وَ نَهَيْتَنَا وَ رَغَّبْتَنَا فِى ثَوَابِ مَا أَمَرْتَنَا وَ رَهَّبْتَنَا عِقَابَهُ</w:t>
      </w:r>
      <w:r w:rsidR="007D3118">
        <w:rPr>
          <w:rtl/>
        </w:rPr>
        <w:t xml:space="preserve">، </w:t>
      </w:r>
      <w:r>
        <w:rPr>
          <w:rtl/>
        </w:rPr>
        <w:t>وَ جَعَلْتَ لَنَا عَدُوّا يَكِيدُنَا</w:t>
      </w:r>
      <w:r w:rsidR="007D3118">
        <w:rPr>
          <w:rtl/>
        </w:rPr>
        <w:t xml:space="preserve">، </w:t>
      </w:r>
      <w:r>
        <w:rPr>
          <w:rtl/>
        </w:rPr>
        <w:t>سَلَّطْتَهُ مِنَّا عَلَى مَا لَمْ تُسَلِّطْنَا عَلَيْهِ مِنْهُ</w:t>
      </w:r>
      <w:r w:rsidR="007D3118">
        <w:rPr>
          <w:rtl/>
        </w:rPr>
        <w:t xml:space="preserve">، </w:t>
      </w:r>
      <w:r>
        <w:rPr>
          <w:rtl/>
        </w:rPr>
        <w:t>أَسْكَنْتَهُ صُدُورَنَا</w:t>
      </w:r>
      <w:r w:rsidR="007D3118">
        <w:rPr>
          <w:rtl/>
        </w:rPr>
        <w:t xml:space="preserve">، </w:t>
      </w:r>
      <w:r>
        <w:rPr>
          <w:rtl/>
        </w:rPr>
        <w:t>وَ أَجْرَيْتَهُ مَجَارِىَ دِمَائِنَا</w:t>
      </w:r>
      <w:r w:rsidR="007D3118">
        <w:rPr>
          <w:rtl/>
        </w:rPr>
        <w:t xml:space="preserve">، </w:t>
      </w:r>
      <w:r>
        <w:rPr>
          <w:rtl/>
        </w:rPr>
        <w:t>لا يَغْفُلُ إِنْ غَفَلْنَا</w:t>
      </w:r>
      <w:r w:rsidR="007D3118">
        <w:rPr>
          <w:rtl/>
        </w:rPr>
        <w:t xml:space="preserve">، </w:t>
      </w:r>
      <w:r>
        <w:rPr>
          <w:rtl/>
        </w:rPr>
        <w:t>وَ لا يَنْسَى إِنْ نَسِينَا</w:t>
      </w:r>
      <w:r w:rsidR="007D3118">
        <w:rPr>
          <w:rtl/>
        </w:rPr>
        <w:t xml:space="preserve">، </w:t>
      </w:r>
      <w:r>
        <w:rPr>
          <w:rtl/>
        </w:rPr>
        <w:t>يُؤْمِنُنَا عِقَابَكَ</w:t>
      </w:r>
      <w:r w:rsidR="007D3118">
        <w:rPr>
          <w:rtl/>
        </w:rPr>
        <w:t xml:space="preserve">، </w:t>
      </w:r>
      <w:r>
        <w:rPr>
          <w:rtl/>
        </w:rPr>
        <w:t>وَ يُخَوِّفُنَا بِغَيْرِكَ</w:t>
      </w:r>
      <w:r w:rsidR="007D3118">
        <w:rPr>
          <w:rtl/>
        </w:rPr>
        <w:t xml:space="preserve">. </w:t>
      </w:r>
    </w:p>
    <w:p w:rsidR="00587D34" w:rsidRDefault="00587D34" w:rsidP="00587D34">
      <w:pPr>
        <w:pStyle w:val="libNormal"/>
        <w:rPr>
          <w:rtl/>
        </w:rPr>
      </w:pPr>
      <w:r>
        <w:rPr>
          <w:rtl/>
        </w:rPr>
        <w:t>(7</w:t>
      </w:r>
      <w:r w:rsidR="007D3118">
        <w:rPr>
          <w:rtl/>
        </w:rPr>
        <w:t xml:space="preserve">) </w:t>
      </w:r>
      <w:r>
        <w:rPr>
          <w:rtl/>
        </w:rPr>
        <w:t>إِنْ هَمَمْنَا بِفَاحِشَةٍ شَجَّعَنَا عَلَيْهَا</w:t>
      </w:r>
      <w:r w:rsidR="007D3118">
        <w:rPr>
          <w:rtl/>
        </w:rPr>
        <w:t xml:space="preserve">، </w:t>
      </w:r>
      <w:r>
        <w:rPr>
          <w:rtl/>
        </w:rPr>
        <w:t>وَ إِنْ هَمَمْنَا بِعَمَلٍ صَالِحٍ ثَبَّطَنَا عَنْهُ</w:t>
      </w:r>
      <w:r w:rsidR="007D3118">
        <w:rPr>
          <w:rtl/>
        </w:rPr>
        <w:t xml:space="preserve">، </w:t>
      </w:r>
      <w:r>
        <w:rPr>
          <w:rtl/>
        </w:rPr>
        <w:t>يَتَعَرَّضُ لَنَا بِالشَّهَوَاتِ</w:t>
      </w:r>
      <w:r w:rsidR="007D3118">
        <w:rPr>
          <w:rtl/>
        </w:rPr>
        <w:t xml:space="preserve">، </w:t>
      </w:r>
      <w:r>
        <w:rPr>
          <w:rtl/>
        </w:rPr>
        <w:t>وَ يَنْصِبُ لَنَا بِالشُّبُهَاتِ</w:t>
      </w:r>
      <w:r w:rsidR="007D3118">
        <w:rPr>
          <w:rtl/>
        </w:rPr>
        <w:t xml:space="preserve">، </w:t>
      </w:r>
      <w:r>
        <w:rPr>
          <w:rtl/>
        </w:rPr>
        <w:t>إِنْ وَعَدَنَا كَذَبَنَا</w:t>
      </w:r>
      <w:r w:rsidR="007D3118">
        <w:rPr>
          <w:rtl/>
        </w:rPr>
        <w:t xml:space="preserve">، </w:t>
      </w:r>
      <w:r>
        <w:rPr>
          <w:rtl/>
        </w:rPr>
        <w:t>وَ إِنْ مَنَّانَا أَخْلَفَنَا</w:t>
      </w:r>
      <w:r w:rsidR="007D3118">
        <w:rPr>
          <w:rtl/>
        </w:rPr>
        <w:t xml:space="preserve">، </w:t>
      </w:r>
      <w:r>
        <w:rPr>
          <w:rtl/>
        </w:rPr>
        <w:t>وَ إِلا تَصْرِفْ عَنَّا كَيْدَهُ يُضِلَّنَا</w:t>
      </w:r>
      <w:r w:rsidR="007D3118">
        <w:rPr>
          <w:rtl/>
        </w:rPr>
        <w:t xml:space="preserve">، </w:t>
      </w:r>
      <w:r>
        <w:rPr>
          <w:rtl/>
        </w:rPr>
        <w:t>وَ إِلا تَقِنَا خَبَالَهُ يَسْتَزِلَّنَا</w:t>
      </w:r>
      <w:r w:rsidR="007D3118">
        <w:rPr>
          <w:rtl/>
        </w:rPr>
        <w:t xml:space="preserve">. </w:t>
      </w:r>
    </w:p>
    <w:p w:rsidR="00587D34" w:rsidRDefault="00587D34" w:rsidP="00587D34">
      <w:pPr>
        <w:pStyle w:val="libNormal"/>
        <w:rPr>
          <w:rtl/>
        </w:rPr>
      </w:pPr>
      <w:r>
        <w:rPr>
          <w:rtl/>
        </w:rPr>
        <w:t>(8</w:t>
      </w:r>
      <w:r w:rsidR="007D3118">
        <w:rPr>
          <w:rtl/>
        </w:rPr>
        <w:t xml:space="preserve">) </w:t>
      </w:r>
      <w:r>
        <w:rPr>
          <w:rtl/>
        </w:rPr>
        <w:t>اللَّهُمَّ فَاقْهَرْ سُلْطَانَهُ عَنَّا بِسُلْطَانِكَ حَتَّى تَحْبِسَهُ عَنَّا بِكَثْرَةِ الدُّعَاءِ لَكَ فَنُصْبِحَ مِنْ كَيْدِهِ فِى الْمَعْصُومِينَ بِكَ</w:t>
      </w:r>
      <w:r w:rsidR="007D3118">
        <w:rPr>
          <w:rtl/>
        </w:rPr>
        <w:t xml:space="preserve">. </w:t>
      </w:r>
    </w:p>
    <w:p w:rsidR="00587D34" w:rsidRDefault="00587D34" w:rsidP="00587D34">
      <w:pPr>
        <w:pStyle w:val="libNormal"/>
        <w:rPr>
          <w:rtl/>
        </w:rPr>
      </w:pPr>
      <w:r>
        <w:rPr>
          <w:rtl/>
        </w:rPr>
        <w:lastRenderedPageBreak/>
        <w:t>(9</w:t>
      </w:r>
      <w:r w:rsidR="007D3118">
        <w:rPr>
          <w:rtl/>
        </w:rPr>
        <w:t xml:space="preserve">) </w:t>
      </w:r>
      <w:r>
        <w:rPr>
          <w:rtl/>
        </w:rPr>
        <w:t>اللَّهُمَّ أَعْطِنِى كُلَّ سُؤْلِى</w:t>
      </w:r>
      <w:r w:rsidR="007D3118">
        <w:rPr>
          <w:rtl/>
        </w:rPr>
        <w:t xml:space="preserve">، </w:t>
      </w:r>
      <w:r>
        <w:rPr>
          <w:rtl/>
        </w:rPr>
        <w:t>وَ اقْضِ لِى حَوَائِجِى</w:t>
      </w:r>
      <w:r w:rsidR="007D3118">
        <w:rPr>
          <w:rtl/>
        </w:rPr>
        <w:t xml:space="preserve">، </w:t>
      </w:r>
      <w:r>
        <w:rPr>
          <w:rtl/>
        </w:rPr>
        <w:t>وَ لا تَمْنَعْنِى الْإِجَابَةَ وَ قَدْ ضَمِنْتَهَا لِى</w:t>
      </w:r>
      <w:r w:rsidR="007D3118">
        <w:rPr>
          <w:rtl/>
        </w:rPr>
        <w:t xml:space="preserve">، </w:t>
      </w:r>
      <w:r>
        <w:rPr>
          <w:rtl/>
        </w:rPr>
        <w:t>وَ لا تَحْجُبْ دُعَائِى عَنْكَ وَ قَدْ أَمَرْتَنِى بِهِ</w:t>
      </w:r>
      <w:r w:rsidR="007D3118">
        <w:rPr>
          <w:rtl/>
        </w:rPr>
        <w:t xml:space="preserve">، </w:t>
      </w:r>
      <w:r>
        <w:rPr>
          <w:rtl/>
        </w:rPr>
        <w:t>وَ امْنُنْ عَلَيَّ بِكُلِّ مَا يُصْلِحُنِى فِى دُنْيَاىَ وَ آخِرَتِى مَا ذَكَرْتُ مِنْهُ وَ مَا نَسِيتُ</w:t>
      </w:r>
      <w:r w:rsidR="007D3118">
        <w:rPr>
          <w:rtl/>
        </w:rPr>
        <w:t xml:space="preserve">، </w:t>
      </w:r>
      <w:r>
        <w:rPr>
          <w:rtl/>
        </w:rPr>
        <w:t>أَوْ أَظْهَرْتُ أَوْ أَخْفَيْتُ أَوْ أَعْلَنْتُ أَوْ أَسْرَرْتُ</w:t>
      </w:r>
      <w:r w:rsidR="007D3118">
        <w:rPr>
          <w:rtl/>
        </w:rPr>
        <w:t xml:space="preserve">. </w:t>
      </w:r>
    </w:p>
    <w:p w:rsidR="00587D34" w:rsidRDefault="00587D34" w:rsidP="00587D34">
      <w:pPr>
        <w:pStyle w:val="libNormal"/>
        <w:rPr>
          <w:rtl/>
        </w:rPr>
      </w:pPr>
      <w:r>
        <w:rPr>
          <w:rtl/>
        </w:rPr>
        <w:t>(10</w:t>
      </w:r>
      <w:r w:rsidR="007D3118">
        <w:rPr>
          <w:rtl/>
        </w:rPr>
        <w:t xml:space="preserve">) </w:t>
      </w:r>
      <w:r>
        <w:rPr>
          <w:rtl/>
        </w:rPr>
        <w:t>وَ اجْعَلْنِى فِى جَمِيعِ ذَلِكَ مِنَ الْمُصْلِحِينَ بِسُؤَالِى إِيَّاكَ</w:t>
      </w:r>
      <w:r w:rsidR="007D3118">
        <w:rPr>
          <w:rtl/>
        </w:rPr>
        <w:t xml:space="preserve">، </w:t>
      </w:r>
      <w:r>
        <w:rPr>
          <w:rtl/>
        </w:rPr>
        <w:t>الْمُنْجِحِينَ بِالطَّلَبِ إِلَيْكَ غَيْرِ الْمَمْنُوعِينَ بِالتَّوَكُّلِ عَلَيْكَ</w:t>
      </w:r>
      <w:r w:rsidR="007D3118">
        <w:rPr>
          <w:rtl/>
        </w:rPr>
        <w:t xml:space="preserve">. </w:t>
      </w:r>
    </w:p>
    <w:p w:rsidR="00587D34" w:rsidRDefault="00587D34" w:rsidP="00587D34">
      <w:pPr>
        <w:pStyle w:val="libNormal"/>
        <w:rPr>
          <w:rtl/>
        </w:rPr>
      </w:pPr>
      <w:r>
        <w:rPr>
          <w:rtl/>
        </w:rPr>
        <w:t>(11</w:t>
      </w:r>
      <w:r w:rsidR="007D3118">
        <w:rPr>
          <w:rtl/>
        </w:rPr>
        <w:t xml:space="preserve">) </w:t>
      </w:r>
      <w:r>
        <w:rPr>
          <w:rtl/>
        </w:rPr>
        <w:t>الْمُعَوَّدِينَ بِالتَّعَوُّذِ بِكَ</w:t>
      </w:r>
      <w:r w:rsidR="007D3118">
        <w:rPr>
          <w:rtl/>
        </w:rPr>
        <w:t xml:space="preserve">، </w:t>
      </w:r>
      <w:r>
        <w:rPr>
          <w:rtl/>
        </w:rPr>
        <w:t>الرَّابِحِينَ فِى التِّجَارَةِ عَلَيْكَ</w:t>
      </w:r>
      <w:r w:rsidR="007D3118">
        <w:rPr>
          <w:rtl/>
        </w:rPr>
        <w:t xml:space="preserve">، </w:t>
      </w:r>
      <w:r>
        <w:rPr>
          <w:rtl/>
        </w:rPr>
        <w:t>الْمُجَارِينَ بِعِزِّكَ</w:t>
      </w:r>
      <w:r w:rsidR="007D3118">
        <w:rPr>
          <w:rtl/>
        </w:rPr>
        <w:t xml:space="preserve">، </w:t>
      </w:r>
      <w:r>
        <w:rPr>
          <w:rtl/>
        </w:rPr>
        <w:t>الْمُوسَعِ عَلَيْهِمُ الرِّزْقُ الْحَلالُ مِنْ فَضْلِكَ</w:t>
      </w:r>
      <w:r w:rsidR="007D3118">
        <w:rPr>
          <w:rtl/>
        </w:rPr>
        <w:t xml:space="preserve">، </w:t>
      </w:r>
      <w:r>
        <w:rPr>
          <w:rtl/>
        </w:rPr>
        <w:t>الْوَاسِعِ بِجُودِكَ وَ كَرَمِكَ</w:t>
      </w:r>
      <w:r w:rsidR="007D3118">
        <w:rPr>
          <w:rtl/>
        </w:rPr>
        <w:t xml:space="preserve">، </w:t>
      </w:r>
      <w:r>
        <w:rPr>
          <w:rtl/>
        </w:rPr>
        <w:t>الْمُعَزِّينَ مِنَ الذُّلِّ بِكَ</w:t>
      </w:r>
      <w:r w:rsidR="007D3118">
        <w:rPr>
          <w:rtl/>
        </w:rPr>
        <w:t xml:space="preserve">، </w:t>
      </w:r>
      <w:r>
        <w:rPr>
          <w:rtl/>
        </w:rPr>
        <w:t>وَ الْمُجَارِينَ مِنَ الظُّلْمِ بِعَدْلِكَ</w:t>
      </w:r>
      <w:r w:rsidR="007D3118">
        <w:rPr>
          <w:rtl/>
        </w:rPr>
        <w:t xml:space="preserve">، </w:t>
      </w:r>
      <w:r>
        <w:rPr>
          <w:rtl/>
        </w:rPr>
        <w:t>وَ الْمُعَافَيْنَ مِنَ الْبَلاءِ بِرَحْمَتِكَ</w:t>
      </w:r>
      <w:r w:rsidR="007D3118">
        <w:rPr>
          <w:rtl/>
        </w:rPr>
        <w:t xml:space="preserve">، </w:t>
      </w:r>
      <w:r>
        <w:rPr>
          <w:rtl/>
        </w:rPr>
        <w:t>وَ الْمُغْنَيْنَ مِنَ الْفَقْرِ بِغِنَاكَ</w:t>
      </w:r>
      <w:r w:rsidR="007D3118">
        <w:rPr>
          <w:rtl/>
        </w:rPr>
        <w:t xml:space="preserve">، </w:t>
      </w:r>
      <w:r>
        <w:rPr>
          <w:rtl/>
        </w:rPr>
        <w:t>وَ الْمَعْصُومِينَ مِنَ الذُّنُوبِ وَ الزَّلَلِ وَ الْخَطَاءِ بِتَقْوَاكَ</w:t>
      </w:r>
      <w:r w:rsidR="007D3118">
        <w:rPr>
          <w:rtl/>
        </w:rPr>
        <w:t xml:space="preserve">، </w:t>
      </w:r>
      <w:r>
        <w:rPr>
          <w:rtl/>
        </w:rPr>
        <w:t>وَ الْمُوَفَّقِينَ لِلْخَيْرِ وَ الرُّشْدِ وَ الصَّوَابِ بِطَاعَتِكَ</w:t>
      </w:r>
      <w:r w:rsidR="007D3118">
        <w:rPr>
          <w:rtl/>
        </w:rPr>
        <w:t xml:space="preserve">، </w:t>
      </w:r>
      <w:r>
        <w:rPr>
          <w:rtl/>
        </w:rPr>
        <w:t>وَ الْمُحَالِ بَيْنَهُمْ وَ بَيْنَ الذُّنُوبِ بِقُدْرَتِكَ</w:t>
      </w:r>
      <w:r w:rsidR="007D3118">
        <w:rPr>
          <w:rtl/>
        </w:rPr>
        <w:t xml:space="preserve">، </w:t>
      </w:r>
      <w:r>
        <w:rPr>
          <w:rtl/>
        </w:rPr>
        <w:t>التَّارِكِينَ لِكُلِّ مَعْصِيَتِكَ</w:t>
      </w:r>
      <w:r w:rsidR="007D3118">
        <w:rPr>
          <w:rtl/>
        </w:rPr>
        <w:t xml:space="preserve">، </w:t>
      </w:r>
      <w:r>
        <w:rPr>
          <w:rtl/>
        </w:rPr>
        <w:t>السَّاكِنِينَ فِى جِوَارِكَ</w:t>
      </w:r>
      <w:r w:rsidR="007D3118">
        <w:rPr>
          <w:rtl/>
        </w:rPr>
        <w:t xml:space="preserve">. </w:t>
      </w:r>
    </w:p>
    <w:p w:rsidR="00587D34" w:rsidRDefault="00587D34" w:rsidP="00587D34">
      <w:pPr>
        <w:pStyle w:val="libNormal"/>
        <w:rPr>
          <w:rtl/>
        </w:rPr>
      </w:pPr>
      <w:r>
        <w:rPr>
          <w:rtl/>
        </w:rPr>
        <w:t>(12</w:t>
      </w:r>
      <w:r w:rsidR="007D3118">
        <w:rPr>
          <w:rtl/>
        </w:rPr>
        <w:t xml:space="preserve">) </w:t>
      </w:r>
      <w:r>
        <w:rPr>
          <w:rtl/>
        </w:rPr>
        <w:t>اللَّهُمَّ أَعْطِنَا جَمِيعَ ذَلِكَ بِتَوْفِيقِكَ وَ رَحْمَتِكَ</w:t>
      </w:r>
      <w:r w:rsidR="007D3118">
        <w:rPr>
          <w:rtl/>
        </w:rPr>
        <w:t xml:space="preserve">، </w:t>
      </w:r>
      <w:r>
        <w:rPr>
          <w:rtl/>
        </w:rPr>
        <w:t>وَ أَعِذْنَا مِنْ عَذَابِ السَّعِيرِ</w:t>
      </w:r>
      <w:r w:rsidR="007D3118">
        <w:rPr>
          <w:rtl/>
        </w:rPr>
        <w:t xml:space="preserve">، </w:t>
      </w:r>
      <w:r>
        <w:rPr>
          <w:rtl/>
        </w:rPr>
        <w:t>وَ أَعْطِ جَمِيعَ الْمُسْلِمِينَ وَ الْمُسْلِمَاتِ وَ الْمُؤْمِنِينَ وَ الْمُؤْمِنَاتِ مِثْلَ الَّذِى سَأَلْتُكَ لِنَفْسِى وَ لِوُلْدِى فِى عَاجِلِ الدُّنْيَا وَ آجِلِ الاْخِرَةِ</w:t>
      </w:r>
      <w:r w:rsidR="007D3118">
        <w:rPr>
          <w:rtl/>
        </w:rPr>
        <w:t xml:space="preserve">، </w:t>
      </w:r>
      <w:r>
        <w:rPr>
          <w:rtl/>
        </w:rPr>
        <w:t>إِنَّكَ قَرِيبٌ مُجِيبٌ سَمِيعٌ عَلِيمٌ عَفُوٌّ غَفُورٌ رَءُوفٌ رَحِيمٌ</w:t>
      </w:r>
      <w:r w:rsidR="007D3118">
        <w:rPr>
          <w:rtl/>
        </w:rPr>
        <w:t xml:space="preserve">. </w:t>
      </w:r>
    </w:p>
    <w:p w:rsidR="00587D34" w:rsidRDefault="00587D34" w:rsidP="00587D34">
      <w:pPr>
        <w:pStyle w:val="libNormal"/>
        <w:rPr>
          <w:rtl/>
        </w:rPr>
      </w:pPr>
      <w:r>
        <w:rPr>
          <w:rtl/>
        </w:rPr>
        <w:t>(13</w:t>
      </w:r>
      <w:r w:rsidR="007D3118">
        <w:rPr>
          <w:rtl/>
        </w:rPr>
        <w:t xml:space="preserve">) </w:t>
      </w:r>
      <w:r>
        <w:rPr>
          <w:rtl/>
        </w:rPr>
        <w:t>وَ آتِنَا فِى الدُّنْيَا حَسَنَةً</w:t>
      </w:r>
      <w:r w:rsidR="007D3118">
        <w:rPr>
          <w:rtl/>
        </w:rPr>
        <w:t xml:space="preserve">، </w:t>
      </w:r>
      <w:r>
        <w:rPr>
          <w:rtl/>
        </w:rPr>
        <w:t>وَ فِى الاْخِرَةِ حَسَنَةً وَ قِنَا عَذَابَ النَّارِ</w:t>
      </w:r>
      <w:r w:rsidR="007D3118">
        <w:rPr>
          <w:rtl/>
        </w:rPr>
        <w:t xml:space="preserve">. </w:t>
      </w:r>
    </w:p>
    <w:p w:rsidR="00587D34" w:rsidRDefault="00AA3CBA" w:rsidP="004C63D0">
      <w:pPr>
        <w:pStyle w:val="Heading2"/>
        <w:rPr>
          <w:rtl/>
        </w:rPr>
      </w:pPr>
      <w:bookmarkStart w:id="55" w:name="_Toc394915184"/>
      <w:r>
        <w:rPr>
          <w:rtl/>
        </w:rPr>
        <w:t xml:space="preserve">ترجمه دعاى بيست و پنجم: دعاى آن حضرت </w:t>
      </w:r>
      <w:r w:rsidR="000C598D" w:rsidRPr="000C598D">
        <w:rPr>
          <w:rStyle w:val="libAlaemChar"/>
          <w:rtl/>
        </w:rPr>
        <w:t>عليه‌السلام</w:t>
      </w:r>
      <w:r>
        <w:rPr>
          <w:rtl/>
        </w:rPr>
        <w:t xml:space="preserve"> درباره فرزندانش</w:t>
      </w:r>
      <w:bookmarkEnd w:id="55"/>
    </w:p>
    <w:p w:rsidR="00587D34" w:rsidRDefault="00587D34" w:rsidP="00587D34">
      <w:pPr>
        <w:pStyle w:val="libNormal"/>
        <w:rPr>
          <w:rtl/>
        </w:rPr>
      </w:pPr>
      <w:r>
        <w:rPr>
          <w:rtl/>
        </w:rPr>
        <w:t>1</w:t>
      </w:r>
      <w:r w:rsidR="007D3118">
        <w:rPr>
          <w:rtl/>
        </w:rPr>
        <w:t xml:space="preserve">. </w:t>
      </w:r>
      <w:r>
        <w:rPr>
          <w:rtl/>
        </w:rPr>
        <w:t xml:space="preserve">خداوندا بر من منت گذار و فرزندان مرا </w:t>
      </w:r>
      <w:r w:rsidRPr="00AA3CBA">
        <w:rPr>
          <w:rStyle w:val="libFootnotenumChar"/>
          <w:rtl/>
        </w:rPr>
        <w:t>(77</w:t>
      </w:r>
      <w:r w:rsidR="007D3118" w:rsidRPr="00AA3CBA">
        <w:rPr>
          <w:rStyle w:val="libFootnotenumChar"/>
          <w:rtl/>
        </w:rPr>
        <w:t>)</w:t>
      </w:r>
      <w:r>
        <w:rPr>
          <w:rtl/>
        </w:rPr>
        <w:t xml:space="preserve"> نگهدارى كن و آن ها را نيكو گردان و مرا از آن ها برخوردار دار</w:t>
      </w:r>
      <w:r w:rsidR="007D3118">
        <w:rPr>
          <w:rtl/>
        </w:rPr>
        <w:t xml:space="preserve">. </w:t>
      </w:r>
    </w:p>
    <w:p w:rsidR="00587D34" w:rsidRDefault="00587D34" w:rsidP="00587D34">
      <w:pPr>
        <w:pStyle w:val="libNormal"/>
        <w:rPr>
          <w:rtl/>
        </w:rPr>
      </w:pPr>
      <w:r>
        <w:rPr>
          <w:rtl/>
        </w:rPr>
        <w:t>2</w:t>
      </w:r>
      <w:r w:rsidR="007D3118">
        <w:rPr>
          <w:rtl/>
        </w:rPr>
        <w:t xml:space="preserve">. </w:t>
      </w:r>
      <w:r>
        <w:rPr>
          <w:rtl/>
        </w:rPr>
        <w:t>خدايا! عمر آنها را دراز گردان</w:t>
      </w:r>
      <w:r w:rsidR="007D3118">
        <w:rPr>
          <w:rtl/>
        </w:rPr>
        <w:t xml:space="preserve">، </w:t>
      </w:r>
      <w:r>
        <w:rPr>
          <w:rtl/>
        </w:rPr>
        <w:t xml:space="preserve">و اجل آنها را به </w:t>
      </w:r>
      <w:r w:rsidR="00F57255">
        <w:rPr>
          <w:rtl/>
        </w:rPr>
        <w:t>تأخیر</w:t>
      </w:r>
      <w:r>
        <w:rPr>
          <w:rtl/>
        </w:rPr>
        <w:t xml:space="preserve"> انداز</w:t>
      </w:r>
      <w:r w:rsidR="007D3118">
        <w:rPr>
          <w:rtl/>
        </w:rPr>
        <w:t xml:space="preserve">، </w:t>
      </w:r>
      <w:r>
        <w:rPr>
          <w:rtl/>
        </w:rPr>
        <w:t>و كوچك آنها را برومند و ناتوان آنها را نيرومند كن</w:t>
      </w:r>
      <w:r w:rsidR="007D3118">
        <w:rPr>
          <w:rtl/>
        </w:rPr>
        <w:t xml:space="preserve">، </w:t>
      </w:r>
      <w:r>
        <w:rPr>
          <w:rtl/>
        </w:rPr>
        <w:t xml:space="preserve">و آنها را تندرستى بخش و به دين </w:t>
      </w:r>
      <w:r>
        <w:rPr>
          <w:rtl/>
        </w:rPr>
        <w:lastRenderedPageBreak/>
        <w:t>حق و خوى نيكو بار آور و تن و جان آنها را از گزند و آسيب و از هر چه انديشناك باشم درباره ايشان محفوظ دار و روزى من و روزى آنها را به دست من به فراخى عطا كن</w:t>
      </w:r>
      <w:r w:rsidR="007D3118">
        <w:rPr>
          <w:rtl/>
        </w:rPr>
        <w:t xml:space="preserve">. </w:t>
      </w:r>
    </w:p>
    <w:p w:rsidR="00587D34" w:rsidRDefault="00587D34" w:rsidP="00587D34">
      <w:pPr>
        <w:pStyle w:val="libNormal"/>
        <w:rPr>
          <w:rtl/>
        </w:rPr>
      </w:pPr>
      <w:r>
        <w:rPr>
          <w:rtl/>
        </w:rPr>
        <w:t>3</w:t>
      </w:r>
      <w:r w:rsidR="007D3118">
        <w:rPr>
          <w:rtl/>
        </w:rPr>
        <w:t xml:space="preserve">. </w:t>
      </w:r>
      <w:r>
        <w:rPr>
          <w:rtl/>
        </w:rPr>
        <w:t>و آنان را نيكوكار و پارسا</w:t>
      </w:r>
      <w:r w:rsidR="007D3118">
        <w:rPr>
          <w:rtl/>
        </w:rPr>
        <w:t xml:space="preserve">، </w:t>
      </w:r>
      <w:r>
        <w:rPr>
          <w:rtl/>
        </w:rPr>
        <w:t>و صاحب بينش و پندپذير و فرمانبردار خود</w:t>
      </w:r>
      <w:r w:rsidR="007D3118">
        <w:rPr>
          <w:rtl/>
        </w:rPr>
        <w:t xml:space="preserve">، </w:t>
      </w:r>
      <w:r>
        <w:rPr>
          <w:rtl/>
        </w:rPr>
        <w:t>و دوستدار و نيكخواه دوستانت و خصم و بدخواه و كينه جوى نسبت به دشمنانت قرار ده</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خدايا! بازوى مرا به ايشان سخت گردان و خلل كار مرا به دست آنها مرمت كن</w:t>
      </w:r>
      <w:r w:rsidR="007D3118">
        <w:rPr>
          <w:rtl/>
        </w:rPr>
        <w:t xml:space="preserve">، </w:t>
      </w:r>
      <w:r>
        <w:rPr>
          <w:rtl/>
        </w:rPr>
        <w:t>شماره اعوان مرا به ايشان بسيار و بزم مرا به وجود آن ها آراسته كن</w:t>
      </w:r>
      <w:r w:rsidR="007D3118">
        <w:rPr>
          <w:rtl/>
        </w:rPr>
        <w:t xml:space="preserve">، </w:t>
      </w:r>
      <w:r>
        <w:rPr>
          <w:rtl/>
        </w:rPr>
        <w:t>و نام مرا به به سبب آنها جاويد دار</w:t>
      </w:r>
      <w:r w:rsidR="007D3118">
        <w:rPr>
          <w:rtl/>
        </w:rPr>
        <w:t xml:space="preserve">، </w:t>
      </w:r>
      <w:r>
        <w:rPr>
          <w:rtl/>
        </w:rPr>
        <w:t>هنگام غيبت من كار مرا بدان ها مرتب كن</w:t>
      </w:r>
      <w:r w:rsidR="007D3118">
        <w:rPr>
          <w:rtl/>
        </w:rPr>
        <w:t xml:space="preserve">، </w:t>
      </w:r>
      <w:r>
        <w:rPr>
          <w:rtl/>
        </w:rPr>
        <w:t>آنان را در حوايج ياور من گردان و دوستدار و مهربان ساز كه دل سوى من داشته باشند و درستكار و فرمانبردار من باشند نه نافرمان و بدرفتار و مخالف و تبهكار</w:t>
      </w:r>
      <w:r w:rsidR="007D3118">
        <w:rPr>
          <w:rtl/>
        </w:rPr>
        <w:t xml:space="preserve">. </w:t>
      </w:r>
    </w:p>
    <w:p w:rsidR="00587D34" w:rsidRDefault="00587D34" w:rsidP="00587D34">
      <w:pPr>
        <w:pStyle w:val="libNormal"/>
        <w:rPr>
          <w:rtl/>
        </w:rPr>
      </w:pPr>
      <w:r>
        <w:rPr>
          <w:rtl/>
        </w:rPr>
        <w:t>5</w:t>
      </w:r>
      <w:r w:rsidR="007D3118">
        <w:rPr>
          <w:rtl/>
        </w:rPr>
        <w:t xml:space="preserve">. </w:t>
      </w:r>
      <w:r>
        <w:rPr>
          <w:rtl/>
        </w:rPr>
        <w:t>و مرا يارى كن در پروريدن و آموختن و نيكى كردن به آنها</w:t>
      </w:r>
      <w:r w:rsidR="007D3118">
        <w:rPr>
          <w:rtl/>
        </w:rPr>
        <w:t xml:space="preserve">، </w:t>
      </w:r>
      <w:r>
        <w:rPr>
          <w:rtl/>
        </w:rPr>
        <w:t>و مرا با ايشان فرزندان نرينه بخش و خير مرا در آن قرار ده</w:t>
      </w:r>
      <w:r w:rsidR="007D3118">
        <w:rPr>
          <w:rtl/>
        </w:rPr>
        <w:t xml:space="preserve">، </w:t>
      </w:r>
      <w:r>
        <w:rPr>
          <w:rtl/>
        </w:rPr>
        <w:t>و آنان را در ياوران منكن در آنچه از تو خواستم</w:t>
      </w:r>
      <w:r w:rsidR="007D3118">
        <w:rPr>
          <w:rtl/>
        </w:rPr>
        <w:t xml:space="preserve">. </w:t>
      </w:r>
    </w:p>
    <w:p w:rsidR="00587D34" w:rsidRDefault="00587D34" w:rsidP="00587D34">
      <w:pPr>
        <w:pStyle w:val="libNormal"/>
        <w:rPr>
          <w:rtl/>
        </w:rPr>
      </w:pPr>
      <w:r>
        <w:rPr>
          <w:rtl/>
        </w:rPr>
        <w:t>6</w:t>
      </w:r>
      <w:r w:rsidR="007D3118">
        <w:rPr>
          <w:rtl/>
        </w:rPr>
        <w:t xml:space="preserve">. </w:t>
      </w:r>
      <w:r>
        <w:rPr>
          <w:rtl/>
        </w:rPr>
        <w:t>و من و فرزندان مرا از ديو رجيم در پناه خويش گير</w:t>
      </w:r>
      <w:r w:rsidR="007D3118">
        <w:rPr>
          <w:rtl/>
        </w:rPr>
        <w:t xml:space="preserve">، </w:t>
      </w:r>
      <w:r>
        <w:rPr>
          <w:rtl/>
        </w:rPr>
        <w:t>كه تو ما را آفريدى و امر و نهى فرمودى</w:t>
      </w:r>
      <w:r w:rsidR="007D3118">
        <w:rPr>
          <w:rtl/>
        </w:rPr>
        <w:t xml:space="preserve">، </w:t>
      </w:r>
      <w:r>
        <w:rPr>
          <w:rtl/>
        </w:rPr>
        <w:t>و به پاداش اوامر خود نوى دادى</w:t>
      </w:r>
      <w:r w:rsidR="007D3118">
        <w:rPr>
          <w:rtl/>
        </w:rPr>
        <w:t xml:space="preserve">، </w:t>
      </w:r>
      <w:r>
        <w:rPr>
          <w:rtl/>
        </w:rPr>
        <w:t>و از عقاب مخالفت ترسانيدى و براى ما دشمنى هم آفريدى كه ما را فريب مى دهد</w:t>
      </w:r>
      <w:r w:rsidR="007D3118">
        <w:rPr>
          <w:rtl/>
        </w:rPr>
        <w:t xml:space="preserve">، </w:t>
      </w:r>
      <w:r>
        <w:rPr>
          <w:rtl/>
        </w:rPr>
        <w:t>و او را بر ما چيره ساختى و ما را بر او چنان چيرگى ندادى</w:t>
      </w:r>
      <w:r w:rsidR="007D3118">
        <w:rPr>
          <w:rtl/>
        </w:rPr>
        <w:t xml:space="preserve">. </w:t>
      </w:r>
    </w:p>
    <w:p w:rsidR="00587D34" w:rsidRDefault="00587D34" w:rsidP="00587D34">
      <w:pPr>
        <w:pStyle w:val="libNormal"/>
        <w:rPr>
          <w:rtl/>
        </w:rPr>
      </w:pPr>
      <w:r>
        <w:rPr>
          <w:rtl/>
        </w:rPr>
        <w:t>جاى او را در سينه هاى ما مقرر فرمودى</w:t>
      </w:r>
      <w:r w:rsidR="007D3118">
        <w:rPr>
          <w:rtl/>
        </w:rPr>
        <w:t xml:space="preserve">، </w:t>
      </w:r>
      <w:r>
        <w:rPr>
          <w:rtl/>
        </w:rPr>
        <w:t>و او را در رهگذر خون ما روان گردانيدى</w:t>
      </w:r>
      <w:r w:rsidR="007D3118">
        <w:rPr>
          <w:rtl/>
        </w:rPr>
        <w:t xml:space="preserve">. </w:t>
      </w:r>
      <w:r w:rsidRPr="00AA3CBA">
        <w:rPr>
          <w:rStyle w:val="libFootnotenumChar"/>
          <w:rtl/>
        </w:rPr>
        <w:t>(78</w:t>
      </w:r>
      <w:r w:rsidR="007D3118" w:rsidRPr="00AA3CBA">
        <w:rPr>
          <w:rStyle w:val="libFootnotenumChar"/>
          <w:rtl/>
        </w:rPr>
        <w:t>)</w:t>
      </w:r>
      <w:r>
        <w:rPr>
          <w:rtl/>
        </w:rPr>
        <w:t xml:space="preserve"> اگر ما غافل شويم و او غافل نشود و اگر ما فراموش كنيم و او </w:t>
      </w:r>
      <w:r>
        <w:rPr>
          <w:rtl/>
        </w:rPr>
        <w:lastRenderedPageBreak/>
        <w:t>فراموش نكند</w:t>
      </w:r>
      <w:r w:rsidR="007D3118">
        <w:rPr>
          <w:rtl/>
        </w:rPr>
        <w:t xml:space="preserve">. </w:t>
      </w:r>
      <w:r>
        <w:rPr>
          <w:rtl/>
        </w:rPr>
        <w:t>ما را به (فريب</w:t>
      </w:r>
      <w:r w:rsidR="007D3118">
        <w:rPr>
          <w:rtl/>
        </w:rPr>
        <w:t xml:space="preserve">) </w:t>
      </w:r>
      <w:r>
        <w:rPr>
          <w:rtl/>
        </w:rPr>
        <w:t>از عقاب تو ايمن مى سازد</w:t>
      </w:r>
      <w:r w:rsidR="007D3118">
        <w:rPr>
          <w:rtl/>
        </w:rPr>
        <w:t xml:space="preserve">، </w:t>
      </w:r>
      <w:r>
        <w:rPr>
          <w:rtl/>
        </w:rPr>
        <w:t>و از غير تو بيم مى دهد</w:t>
      </w:r>
      <w:r w:rsidR="007D3118">
        <w:rPr>
          <w:rtl/>
        </w:rPr>
        <w:t xml:space="preserve">. </w:t>
      </w:r>
    </w:p>
    <w:p w:rsidR="00587D34" w:rsidRDefault="00587D34" w:rsidP="00587D34">
      <w:pPr>
        <w:pStyle w:val="libNormal"/>
        <w:rPr>
          <w:rtl/>
        </w:rPr>
      </w:pPr>
      <w:r>
        <w:rPr>
          <w:rtl/>
        </w:rPr>
        <w:t>7</w:t>
      </w:r>
      <w:r w:rsidR="007D3118">
        <w:rPr>
          <w:rtl/>
        </w:rPr>
        <w:t xml:space="preserve">. </w:t>
      </w:r>
      <w:r>
        <w:rPr>
          <w:rtl/>
        </w:rPr>
        <w:t>اگر آهنگ كارى زشت كنيم ما را دلير مى گرداند</w:t>
      </w:r>
      <w:r w:rsidR="007D3118">
        <w:rPr>
          <w:rtl/>
        </w:rPr>
        <w:t xml:space="preserve">، </w:t>
      </w:r>
      <w:r>
        <w:rPr>
          <w:rtl/>
        </w:rPr>
        <w:t>و چون قصد كار نيك كنيم ما را باز مى دارد</w:t>
      </w:r>
      <w:r w:rsidR="007D3118">
        <w:rPr>
          <w:rtl/>
        </w:rPr>
        <w:t xml:space="preserve">. </w:t>
      </w:r>
      <w:r>
        <w:rPr>
          <w:rtl/>
        </w:rPr>
        <w:t>خواهش هاى دل را پيش نظرما جلوه مى دهد و در راه عقايد ما شبهه مى اندازد</w:t>
      </w:r>
      <w:r w:rsidR="007D3118">
        <w:rPr>
          <w:rtl/>
        </w:rPr>
        <w:t xml:space="preserve">. </w:t>
      </w:r>
      <w:r>
        <w:rPr>
          <w:rtl/>
        </w:rPr>
        <w:t>به وعده خود وفا نمى كند و آرزوهاى ما را برآورده نمى سازد</w:t>
      </w:r>
      <w:r w:rsidR="007D3118">
        <w:rPr>
          <w:rtl/>
        </w:rPr>
        <w:t xml:space="preserve">، </w:t>
      </w:r>
      <w:r>
        <w:rPr>
          <w:rtl/>
        </w:rPr>
        <w:t>و اگر فريب او را از ما باز نگردانى</w:t>
      </w:r>
      <w:r w:rsidR="007D3118">
        <w:rPr>
          <w:rtl/>
        </w:rPr>
        <w:t xml:space="preserve">، </w:t>
      </w:r>
      <w:r>
        <w:rPr>
          <w:rtl/>
        </w:rPr>
        <w:t>ما را گمراه خواهد كرد و اگر از تباهى او نگاهمان ندارى ما را دچار لغزش مى نمايد</w:t>
      </w:r>
      <w:r w:rsidR="007D3118">
        <w:rPr>
          <w:rtl/>
        </w:rPr>
        <w:t xml:space="preserve">. </w:t>
      </w:r>
      <w:r w:rsidRPr="00AA3CBA">
        <w:rPr>
          <w:rStyle w:val="libFootnotenumChar"/>
          <w:rtl/>
        </w:rPr>
        <w:t>(79</w:t>
      </w:r>
      <w:r w:rsidR="007D3118" w:rsidRPr="00AA3CBA">
        <w:rPr>
          <w:rStyle w:val="libFootnotenumChar"/>
          <w:rtl/>
        </w:rPr>
        <w:t>)</w:t>
      </w:r>
    </w:p>
    <w:p w:rsidR="00587D34" w:rsidRDefault="00587D34" w:rsidP="00587D34">
      <w:pPr>
        <w:pStyle w:val="libNormal"/>
        <w:rPr>
          <w:rtl/>
        </w:rPr>
      </w:pPr>
      <w:r>
        <w:rPr>
          <w:rtl/>
        </w:rPr>
        <w:t>8</w:t>
      </w:r>
      <w:r w:rsidR="007D3118">
        <w:rPr>
          <w:rtl/>
        </w:rPr>
        <w:t xml:space="preserve">. </w:t>
      </w:r>
      <w:r>
        <w:rPr>
          <w:rtl/>
        </w:rPr>
        <w:t>پس به قدرت خود او را زبون ساز تا به سبب دعاى بسيار ما دست او را ببندى و به عصمت تو از نيرنگ او مصون بمانيم</w:t>
      </w:r>
      <w:r w:rsidR="007D3118">
        <w:rPr>
          <w:rtl/>
        </w:rPr>
        <w:t xml:space="preserve">. </w:t>
      </w:r>
    </w:p>
    <w:p w:rsidR="00587D34" w:rsidRDefault="00587D34" w:rsidP="00587D34">
      <w:pPr>
        <w:pStyle w:val="libNormal"/>
        <w:rPr>
          <w:rtl/>
        </w:rPr>
      </w:pPr>
      <w:r>
        <w:rPr>
          <w:rtl/>
        </w:rPr>
        <w:t>9</w:t>
      </w:r>
      <w:r w:rsidR="007D3118">
        <w:rPr>
          <w:rtl/>
        </w:rPr>
        <w:t xml:space="preserve">. </w:t>
      </w:r>
      <w:r>
        <w:rPr>
          <w:rtl/>
        </w:rPr>
        <w:t>خدايا</w:t>
      </w:r>
      <w:r w:rsidR="007D3118">
        <w:rPr>
          <w:rtl/>
        </w:rPr>
        <w:t xml:space="preserve">، </w:t>
      </w:r>
      <w:r>
        <w:rPr>
          <w:rtl/>
        </w:rPr>
        <w:t>هرچه خواستيم از تو به من عطا كن</w:t>
      </w:r>
      <w:r w:rsidR="007D3118">
        <w:rPr>
          <w:rtl/>
        </w:rPr>
        <w:t xml:space="preserve">، </w:t>
      </w:r>
      <w:r>
        <w:rPr>
          <w:rtl/>
        </w:rPr>
        <w:t>و حوائج مرا برآور</w:t>
      </w:r>
      <w:r w:rsidR="007D3118">
        <w:rPr>
          <w:rtl/>
        </w:rPr>
        <w:t xml:space="preserve">، </w:t>
      </w:r>
      <w:r>
        <w:rPr>
          <w:rtl/>
        </w:rPr>
        <w:t>و از اجابت نوميد مكن چون تو خود وعده دادى كه دعاى مرا مستجاب كنى و خواسته هاى من از تو محجوب نگردد</w:t>
      </w:r>
      <w:r w:rsidR="007D3118">
        <w:rPr>
          <w:rtl/>
        </w:rPr>
        <w:t xml:space="preserve">، </w:t>
      </w:r>
      <w:r>
        <w:rPr>
          <w:rtl/>
        </w:rPr>
        <w:t>هرچه شايسته من است در دنيا و آخرت عطا فرما</w:t>
      </w:r>
      <w:r w:rsidR="007D3118">
        <w:rPr>
          <w:rtl/>
        </w:rPr>
        <w:t xml:space="preserve">، </w:t>
      </w:r>
      <w:r>
        <w:rPr>
          <w:rtl/>
        </w:rPr>
        <w:t>به ياد داشته يا فراموش كرده باشم</w:t>
      </w:r>
      <w:r w:rsidR="007D3118">
        <w:rPr>
          <w:rtl/>
        </w:rPr>
        <w:t xml:space="preserve">، </w:t>
      </w:r>
      <w:r>
        <w:rPr>
          <w:rtl/>
        </w:rPr>
        <w:t>ظاهر كنم يا پنهان دارم</w:t>
      </w:r>
      <w:r w:rsidR="007D3118">
        <w:rPr>
          <w:rtl/>
        </w:rPr>
        <w:t xml:space="preserve">، </w:t>
      </w:r>
      <w:r>
        <w:rPr>
          <w:rtl/>
        </w:rPr>
        <w:t>آشكارا گويم يا به خفيه با تو در ميان نهم</w:t>
      </w:r>
      <w:r w:rsidR="007D3118">
        <w:rPr>
          <w:rtl/>
        </w:rPr>
        <w:t xml:space="preserve">. </w:t>
      </w:r>
    </w:p>
    <w:p w:rsidR="00587D34" w:rsidRDefault="00587D34" w:rsidP="00587D34">
      <w:pPr>
        <w:pStyle w:val="libNormal"/>
        <w:rPr>
          <w:rtl/>
        </w:rPr>
      </w:pPr>
      <w:r>
        <w:rPr>
          <w:rtl/>
        </w:rPr>
        <w:t>10</w:t>
      </w:r>
      <w:r w:rsidR="007D3118">
        <w:rPr>
          <w:rtl/>
        </w:rPr>
        <w:t xml:space="preserve">. </w:t>
      </w:r>
      <w:r>
        <w:rPr>
          <w:rtl/>
        </w:rPr>
        <w:t xml:space="preserve">و مرا در همه حال بنده شايسته گردان كه از تو </w:t>
      </w:r>
      <w:r w:rsidR="00F57782">
        <w:rPr>
          <w:rtl/>
        </w:rPr>
        <w:t>سئوال</w:t>
      </w:r>
      <w:r>
        <w:rPr>
          <w:rtl/>
        </w:rPr>
        <w:t xml:space="preserve"> كنم و به مطلوب خود برسم</w:t>
      </w:r>
      <w:r w:rsidR="007D3118">
        <w:rPr>
          <w:rtl/>
        </w:rPr>
        <w:t xml:space="preserve">، </w:t>
      </w:r>
      <w:r>
        <w:rPr>
          <w:rtl/>
        </w:rPr>
        <w:t>چون آن را از تو خواستم و از خواسته خود محروم نشوم</w:t>
      </w:r>
      <w:r w:rsidR="007D3118">
        <w:rPr>
          <w:rtl/>
        </w:rPr>
        <w:t xml:space="preserve">، </w:t>
      </w:r>
      <w:r>
        <w:rPr>
          <w:rtl/>
        </w:rPr>
        <w:t>چون توكل بر تو كردم</w:t>
      </w:r>
      <w:r w:rsidR="007D3118">
        <w:rPr>
          <w:rtl/>
        </w:rPr>
        <w:t xml:space="preserve">. </w:t>
      </w:r>
    </w:p>
    <w:p w:rsidR="00587D34" w:rsidRDefault="00587D34" w:rsidP="00587D34">
      <w:pPr>
        <w:pStyle w:val="libNormal"/>
        <w:rPr>
          <w:rtl/>
        </w:rPr>
      </w:pPr>
      <w:r>
        <w:rPr>
          <w:rtl/>
        </w:rPr>
        <w:t>11</w:t>
      </w:r>
      <w:r w:rsidR="007D3118">
        <w:rPr>
          <w:rtl/>
        </w:rPr>
        <w:t xml:space="preserve">. </w:t>
      </w:r>
      <w:r>
        <w:rPr>
          <w:rtl/>
        </w:rPr>
        <w:t xml:space="preserve">و محفوظ مانم چون پناه به تو آورم </w:t>
      </w:r>
      <w:r w:rsidRPr="00AA3CBA">
        <w:rPr>
          <w:rStyle w:val="libFootnotenumChar"/>
          <w:rtl/>
        </w:rPr>
        <w:t>(80</w:t>
      </w:r>
      <w:r w:rsidR="007D3118" w:rsidRPr="00AA3CBA">
        <w:rPr>
          <w:rStyle w:val="libFootnotenumChar"/>
          <w:rtl/>
        </w:rPr>
        <w:t>)</w:t>
      </w:r>
      <w:r>
        <w:rPr>
          <w:rtl/>
        </w:rPr>
        <w:t xml:space="preserve"> و در تجارت با تو سود برم</w:t>
      </w:r>
      <w:r w:rsidR="007D3118">
        <w:rPr>
          <w:rtl/>
        </w:rPr>
        <w:t xml:space="preserve">، </w:t>
      </w:r>
      <w:r>
        <w:rPr>
          <w:rtl/>
        </w:rPr>
        <w:t>و در سايه عزت توايمن باشم</w:t>
      </w:r>
      <w:r w:rsidR="007D3118">
        <w:rPr>
          <w:rtl/>
        </w:rPr>
        <w:t xml:space="preserve">، </w:t>
      </w:r>
      <w:r>
        <w:rPr>
          <w:rtl/>
        </w:rPr>
        <w:t>و روزى حلال از فضل واسع و جود و كرم تو بر من فراخ شود</w:t>
      </w:r>
      <w:r w:rsidR="007D3118">
        <w:rPr>
          <w:rtl/>
        </w:rPr>
        <w:t xml:space="preserve">، </w:t>
      </w:r>
      <w:r>
        <w:rPr>
          <w:rtl/>
        </w:rPr>
        <w:t>از آن مردم كه از خوارى به سبب تو عزت يافتند و از ستم ستمگران به عدل تو پناه بردند</w:t>
      </w:r>
      <w:r w:rsidR="007D3118">
        <w:rPr>
          <w:rtl/>
        </w:rPr>
        <w:t xml:space="preserve">، </w:t>
      </w:r>
      <w:r>
        <w:rPr>
          <w:rtl/>
        </w:rPr>
        <w:t>و از بلا و گزند به رحمت تو تندرستى جستند</w:t>
      </w:r>
      <w:r w:rsidR="007D3118">
        <w:rPr>
          <w:rtl/>
        </w:rPr>
        <w:t xml:space="preserve">، </w:t>
      </w:r>
      <w:r>
        <w:rPr>
          <w:rtl/>
        </w:rPr>
        <w:t xml:space="preserve">و از تنگدستى به گنج تو بى نياز گشتند و به تقوا از گناه و لغزش ‍ محفوظ </w:t>
      </w:r>
      <w:r>
        <w:rPr>
          <w:rtl/>
        </w:rPr>
        <w:lastRenderedPageBreak/>
        <w:t>ماندند</w:t>
      </w:r>
      <w:r w:rsidR="007D3118">
        <w:rPr>
          <w:rtl/>
        </w:rPr>
        <w:t xml:space="preserve">، </w:t>
      </w:r>
      <w:r>
        <w:rPr>
          <w:rtl/>
        </w:rPr>
        <w:t>و به خير و راه صواب و طاعت تو رستگار شدند و ميان آنها و گناه به قدرت تو حجابى حايل گشت</w:t>
      </w:r>
      <w:r w:rsidR="007D3118">
        <w:rPr>
          <w:rtl/>
        </w:rPr>
        <w:t xml:space="preserve">، </w:t>
      </w:r>
      <w:r>
        <w:rPr>
          <w:rtl/>
        </w:rPr>
        <w:t>و نافرمانى را ترك كرده</w:t>
      </w:r>
      <w:r w:rsidR="007D3118">
        <w:rPr>
          <w:rtl/>
        </w:rPr>
        <w:t xml:space="preserve">، </w:t>
      </w:r>
      <w:r>
        <w:rPr>
          <w:rtl/>
        </w:rPr>
        <w:t>و در پناه تو جاى گرفتند</w:t>
      </w:r>
      <w:r w:rsidR="007D3118">
        <w:rPr>
          <w:rtl/>
        </w:rPr>
        <w:t xml:space="preserve">. </w:t>
      </w:r>
    </w:p>
    <w:p w:rsidR="00587D34" w:rsidRDefault="00587D34" w:rsidP="00587D34">
      <w:pPr>
        <w:pStyle w:val="libNormal"/>
        <w:rPr>
          <w:rtl/>
        </w:rPr>
      </w:pPr>
      <w:r>
        <w:rPr>
          <w:rtl/>
        </w:rPr>
        <w:t>12</w:t>
      </w:r>
      <w:r w:rsidR="007D3118">
        <w:rPr>
          <w:rtl/>
        </w:rPr>
        <w:t xml:space="preserve">. </w:t>
      </w:r>
      <w:r>
        <w:rPr>
          <w:rtl/>
        </w:rPr>
        <w:t>خدايا اين همه را به توفيق و رحمت خود به من ارزانى دار و مرا از عذاب دوزخ در پناه خود گير</w:t>
      </w:r>
      <w:r w:rsidR="007D3118">
        <w:rPr>
          <w:rtl/>
        </w:rPr>
        <w:t xml:space="preserve">، </w:t>
      </w:r>
      <w:r>
        <w:rPr>
          <w:rtl/>
        </w:rPr>
        <w:t>و مانند آنچه من براى خود و فرزندان خود در دنيا و آخرت طلب كردم</w:t>
      </w:r>
      <w:r w:rsidR="007D3118">
        <w:rPr>
          <w:rtl/>
        </w:rPr>
        <w:t xml:space="preserve">، </w:t>
      </w:r>
      <w:r>
        <w:rPr>
          <w:rtl/>
        </w:rPr>
        <w:t>به همه مسلمينو مسلمات و مؤمنين و مومنات عطا كن</w:t>
      </w:r>
      <w:r w:rsidR="007D3118">
        <w:rPr>
          <w:rtl/>
        </w:rPr>
        <w:t xml:space="preserve">، </w:t>
      </w:r>
      <w:r>
        <w:rPr>
          <w:rtl/>
        </w:rPr>
        <w:t>تو به بندگان نزديكى و حاجت آنها را برمى آورى</w:t>
      </w:r>
      <w:r w:rsidR="007D3118">
        <w:rPr>
          <w:rtl/>
        </w:rPr>
        <w:t xml:space="preserve">. </w:t>
      </w:r>
      <w:r>
        <w:rPr>
          <w:rtl/>
        </w:rPr>
        <w:t>هر آوازى را مى شنوى و هر راز دل را مى دانى</w:t>
      </w:r>
      <w:r w:rsidR="007D3118">
        <w:rPr>
          <w:rtl/>
        </w:rPr>
        <w:t xml:space="preserve">. </w:t>
      </w:r>
      <w:r>
        <w:rPr>
          <w:rtl/>
        </w:rPr>
        <w:t>گناهان را مى بخشى و گناهكاران را مى آمرزى</w:t>
      </w:r>
      <w:r w:rsidR="007D3118">
        <w:rPr>
          <w:rtl/>
        </w:rPr>
        <w:t xml:space="preserve">، </w:t>
      </w:r>
      <w:r>
        <w:rPr>
          <w:rtl/>
        </w:rPr>
        <w:t>مهربانى و رحيم</w:t>
      </w:r>
    </w:p>
    <w:p w:rsidR="00587D34" w:rsidRDefault="00587D34" w:rsidP="00587D34">
      <w:pPr>
        <w:pStyle w:val="libNormal"/>
        <w:rPr>
          <w:rtl/>
        </w:rPr>
      </w:pPr>
      <w:r>
        <w:rPr>
          <w:rtl/>
        </w:rPr>
        <w:t>13</w:t>
      </w:r>
      <w:r w:rsidR="007D3118">
        <w:rPr>
          <w:rtl/>
        </w:rPr>
        <w:t xml:space="preserve">. </w:t>
      </w:r>
      <w:r>
        <w:rPr>
          <w:rtl/>
        </w:rPr>
        <w:t>ما را در دنيا نيكويى ده و در آخرت نيز و ما را از عذاب آتش ‍ نگاهدار</w:t>
      </w:r>
      <w:r w:rsidR="007D3118">
        <w:rPr>
          <w:rtl/>
        </w:rPr>
        <w:t xml:space="preserve">. </w:t>
      </w:r>
    </w:p>
    <w:p w:rsidR="00587D34" w:rsidRDefault="00F57782" w:rsidP="004C63D0">
      <w:pPr>
        <w:pStyle w:val="Heading2"/>
        <w:rPr>
          <w:rtl/>
        </w:rPr>
      </w:pPr>
      <w:r>
        <w:br w:type="page"/>
      </w:r>
      <w:bookmarkStart w:id="56" w:name="_Toc394915185"/>
      <w:r w:rsidR="00AA3CBA">
        <w:lastRenderedPageBreak/>
        <w:t>26</w:t>
      </w:r>
      <w:r w:rsidR="00AA3CBA">
        <w:rPr>
          <w:rtl/>
        </w:rPr>
        <w:t xml:space="preserve"> وَ كَانَ مِنْ دُعَائِهِ عَلَيْهِ السَّلامُ لِجِيرَانِهِ وَ أَوْلِيَائِهِ إِذَا ذَكَرَهُمْ:</w:t>
      </w:r>
      <w:bookmarkEnd w:id="56"/>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صَلِّ عَلَى مُحَمَّدٍ وَ آلِهِ</w:t>
      </w:r>
      <w:r w:rsidR="007D3118">
        <w:rPr>
          <w:rtl/>
        </w:rPr>
        <w:t xml:space="preserve">، </w:t>
      </w:r>
      <w:r>
        <w:rPr>
          <w:rtl/>
        </w:rPr>
        <w:t>وَ تَوَلَّنِى فِى جِيرَانِى وَ مَوَالِيَّ الْعَارِفِينَ بِحَقِّنَا</w:t>
      </w:r>
      <w:r w:rsidR="007D3118">
        <w:rPr>
          <w:rtl/>
        </w:rPr>
        <w:t xml:space="preserve">، </w:t>
      </w:r>
      <w:r>
        <w:rPr>
          <w:rtl/>
        </w:rPr>
        <w:t>وَ الْمُنَابِذِينَ لِأَعْدَائِنَا بِأَفْضَلِ وَلايَتِكَ</w:t>
      </w:r>
      <w:r w:rsidR="007D3118">
        <w:rPr>
          <w:rtl/>
        </w:rPr>
        <w:t xml:space="preserve">. </w:t>
      </w:r>
    </w:p>
    <w:p w:rsidR="00587D34" w:rsidRDefault="00587D34" w:rsidP="00587D34">
      <w:pPr>
        <w:pStyle w:val="libNormal"/>
        <w:rPr>
          <w:rtl/>
        </w:rPr>
      </w:pPr>
      <w:r>
        <w:rPr>
          <w:rtl/>
        </w:rPr>
        <w:t>(2</w:t>
      </w:r>
      <w:r w:rsidR="007D3118">
        <w:rPr>
          <w:rtl/>
        </w:rPr>
        <w:t xml:space="preserve">) </w:t>
      </w:r>
      <w:r>
        <w:rPr>
          <w:rtl/>
        </w:rPr>
        <w:t>وَ وَفِّقْهُمْ لِإِقَامَةِ سُنَّتِكَ</w:t>
      </w:r>
      <w:r w:rsidR="007D3118">
        <w:rPr>
          <w:rtl/>
        </w:rPr>
        <w:t xml:space="preserve">، </w:t>
      </w:r>
      <w:r>
        <w:rPr>
          <w:rtl/>
        </w:rPr>
        <w:t>وَ الْأَخْذِ بِمَحَاسِنِ أَدَبِكَ فِى إِرْفَاقِ ضَعِيفِهِمْ</w:t>
      </w:r>
      <w:r w:rsidR="007D3118">
        <w:rPr>
          <w:rtl/>
        </w:rPr>
        <w:t xml:space="preserve">، </w:t>
      </w:r>
      <w:r>
        <w:rPr>
          <w:rtl/>
        </w:rPr>
        <w:t>وَ سَدِّ خَلَّتِهِمْ</w:t>
      </w:r>
      <w:r w:rsidR="007D3118">
        <w:rPr>
          <w:rtl/>
        </w:rPr>
        <w:t xml:space="preserve">، </w:t>
      </w:r>
      <w:r>
        <w:rPr>
          <w:rtl/>
        </w:rPr>
        <w:t>وَ عِيَادَةِ مَرِيضِهِمْ</w:t>
      </w:r>
      <w:r w:rsidR="007D3118">
        <w:rPr>
          <w:rtl/>
        </w:rPr>
        <w:t xml:space="preserve">، </w:t>
      </w:r>
      <w:r>
        <w:rPr>
          <w:rtl/>
        </w:rPr>
        <w:t>وَ هِدَايَةِ مُسْتَرْشِدِهِمْ</w:t>
      </w:r>
      <w:r w:rsidR="007D3118">
        <w:rPr>
          <w:rtl/>
        </w:rPr>
        <w:t xml:space="preserve">، </w:t>
      </w:r>
      <w:r>
        <w:rPr>
          <w:rtl/>
        </w:rPr>
        <w:t>وَ مُنَاصَحَةِ مُسْتَشِيرِهِمْ</w:t>
      </w:r>
      <w:r w:rsidR="007D3118">
        <w:rPr>
          <w:rtl/>
        </w:rPr>
        <w:t xml:space="preserve">، </w:t>
      </w:r>
      <w:r>
        <w:rPr>
          <w:rtl/>
        </w:rPr>
        <w:t>وَ تَعَهُّدِ قَادِمِهِمْ</w:t>
      </w:r>
      <w:r w:rsidR="007D3118">
        <w:rPr>
          <w:rtl/>
        </w:rPr>
        <w:t xml:space="preserve">، </w:t>
      </w:r>
      <w:r>
        <w:rPr>
          <w:rtl/>
        </w:rPr>
        <w:t>وَ كِتْمَانِ أَسْرَارِهِمْ</w:t>
      </w:r>
      <w:r w:rsidR="007D3118">
        <w:rPr>
          <w:rtl/>
        </w:rPr>
        <w:t xml:space="preserve">، </w:t>
      </w:r>
      <w:r>
        <w:rPr>
          <w:rtl/>
        </w:rPr>
        <w:t>وَ سَتْرِ عَوْرَاتِهِمْ</w:t>
      </w:r>
      <w:r w:rsidR="007D3118">
        <w:rPr>
          <w:rtl/>
        </w:rPr>
        <w:t xml:space="preserve">، </w:t>
      </w:r>
      <w:r>
        <w:rPr>
          <w:rtl/>
        </w:rPr>
        <w:t>وَ نُصْرَةِ مَظْلُومِهِمْ</w:t>
      </w:r>
      <w:r w:rsidR="007D3118">
        <w:rPr>
          <w:rtl/>
        </w:rPr>
        <w:t xml:space="preserve">، </w:t>
      </w:r>
      <w:r>
        <w:rPr>
          <w:rtl/>
        </w:rPr>
        <w:t>وَ حُسْنِ مُوَاسَاتِهِمْ بِالْمَاعُونِ</w:t>
      </w:r>
      <w:r w:rsidR="007D3118">
        <w:rPr>
          <w:rtl/>
        </w:rPr>
        <w:t xml:space="preserve">، </w:t>
      </w:r>
      <w:r>
        <w:rPr>
          <w:rtl/>
        </w:rPr>
        <w:t>وَ الْعَوْدِ عَلَيْهِمْ بِالْجِدَةِ وَ الْإِفْضَالِ</w:t>
      </w:r>
      <w:r w:rsidR="007D3118">
        <w:rPr>
          <w:rtl/>
        </w:rPr>
        <w:t xml:space="preserve">، </w:t>
      </w:r>
      <w:r>
        <w:rPr>
          <w:rtl/>
        </w:rPr>
        <w:t>وَ إِعْطَاءِ مَا يَجِبُ لَهُمْ قَبْلَ السُّؤَالِ</w:t>
      </w:r>
    </w:p>
    <w:p w:rsidR="00587D34" w:rsidRDefault="00587D34" w:rsidP="00587D34">
      <w:pPr>
        <w:pStyle w:val="libNormal"/>
        <w:rPr>
          <w:rtl/>
        </w:rPr>
      </w:pPr>
      <w:r>
        <w:rPr>
          <w:rtl/>
        </w:rPr>
        <w:t>(3</w:t>
      </w:r>
      <w:r w:rsidR="007D3118">
        <w:rPr>
          <w:rtl/>
        </w:rPr>
        <w:t xml:space="preserve">) </w:t>
      </w:r>
      <w:r>
        <w:rPr>
          <w:rtl/>
        </w:rPr>
        <w:t>وَ اجْعَلْنِى اللَّهُمَّ أَجْزِى بِالْإِحْسَانِ مُسِيئَهُمْ</w:t>
      </w:r>
      <w:r w:rsidR="007D3118">
        <w:rPr>
          <w:rtl/>
        </w:rPr>
        <w:t xml:space="preserve">، </w:t>
      </w:r>
      <w:r>
        <w:rPr>
          <w:rtl/>
        </w:rPr>
        <w:t>وَ أُعْرِضُ بِالتَّجَاوُزِ عَنْ ظَالِمِهِمْ</w:t>
      </w:r>
      <w:r w:rsidR="007D3118">
        <w:rPr>
          <w:rtl/>
        </w:rPr>
        <w:t xml:space="preserve">، </w:t>
      </w:r>
      <w:r>
        <w:rPr>
          <w:rtl/>
        </w:rPr>
        <w:t>وَ أَسْتَعْمِلُ حُسْنَ الظَّنِّ فِى كَافَّتِهِمْ</w:t>
      </w:r>
      <w:r w:rsidR="007D3118">
        <w:rPr>
          <w:rtl/>
        </w:rPr>
        <w:t xml:space="preserve">، </w:t>
      </w:r>
      <w:r>
        <w:rPr>
          <w:rtl/>
        </w:rPr>
        <w:t>وَ أَتَوَلَّى بِالْبِرِّ عَامَّتَهُمْ</w:t>
      </w:r>
      <w:r w:rsidR="007D3118">
        <w:rPr>
          <w:rtl/>
        </w:rPr>
        <w:t xml:space="preserve">، </w:t>
      </w:r>
      <w:r>
        <w:rPr>
          <w:rtl/>
        </w:rPr>
        <w:t>وَ أَغُضُّ بَصَرِى عَنْهُمْ عِفَّةً</w:t>
      </w:r>
      <w:r w:rsidR="007D3118">
        <w:rPr>
          <w:rtl/>
        </w:rPr>
        <w:t xml:space="preserve">، </w:t>
      </w:r>
      <w:r>
        <w:rPr>
          <w:rtl/>
        </w:rPr>
        <w:t>وَ أُلِينُ جَانِبِى لَهُمْ تَوَاضُعا</w:t>
      </w:r>
      <w:r w:rsidR="007D3118">
        <w:rPr>
          <w:rtl/>
        </w:rPr>
        <w:t xml:space="preserve">، </w:t>
      </w:r>
      <w:r>
        <w:rPr>
          <w:rtl/>
        </w:rPr>
        <w:t>وَ أَرِقُّ عَلَى أَهْلِ الْبَلاءِ</w:t>
      </w:r>
    </w:p>
    <w:p w:rsidR="00587D34" w:rsidRDefault="00587D34" w:rsidP="00587D34">
      <w:pPr>
        <w:pStyle w:val="libNormal"/>
        <w:rPr>
          <w:rtl/>
        </w:rPr>
      </w:pPr>
      <w:r>
        <w:rPr>
          <w:rtl/>
        </w:rPr>
        <w:t>مِنْهُمْ رَحْمَةً</w:t>
      </w:r>
      <w:r w:rsidR="007D3118">
        <w:rPr>
          <w:rtl/>
        </w:rPr>
        <w:t xml:space="preserve">، </w:t>
      </w:r>
      <w:r>
        <w:rPr>
          <w:rtl/>
        </w:rPr>
        <w:t>وَ أُسِرُّ لَهُمْ بِالْغَيْبِ مَوَدَّةً</w:t>
      </w:r>
      <w:r w:rsidR="007D3118">
        <w:rPr>
          <w:rtl/>
        </w:rPr>
        <w:t xml:space="preserve">، </w:t>
      </w:r>
      <w:r>
        <w:rPr>
          <w:rtl/>
        </w:rPr>
        <w:t>وَ أُحِبُّ بَقَاءَ النِّعْمَةِ عِنْدَهُمْ نُصْحا</w:t>
      </w:r>
      <w:r w:rsidR="007D3118">
        <w:rPr>
          <w:rtl/>
        </w:rPr>
        <w:t xml:space="preserve">، </w:t>
      </w:r>
      <w:r>
        <w:rPr>
          <w:rtl/>
        </w:rPr>
        <w:t>وَ أُوجِبُ لَهُمْ مَا أُوجِبُ لِحَامَّتِى</w:t>
      </w:r>
      <w:r w:rsidR="007D3118">
        <w:rPr>
          <w:rtl/>
        </w:rPr>
        <w:t xml:space="preserve">، </w:t>
      </w:r>
      <w:r>
        <w:rPr>
          <w:rtl/>
        </w:rPr>
        <w:t>وَ أَرْعَى لَهُمْ مَا أَرْعَى لِخَاصَّتِى</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صَلِّ عَلَى مُحَمَّدٍ وَ آلِهِ</w:t>
      </w:r>
      <w:r w:rsidR="007D3118">
        <w:rPr>
          <w:rtl/>
        </w:rPr>
        <w:t xml:space="preserve">، </w:t>
      </w:r>
      <w:r>
        <w:rPr>
          <w:rtl/>
        </w:rPr>
        <w:t>وَ ارْزُقْنِى مِثْلَ ذَلِكَ مِنْهُمْ</w:t>
      </w:r>
      <w:r w:rsidR="007D3118">
        <w:rPr>
          <w:rtl/>
        </w:rPr>
        <w:t xml:space="preserve">، </w:t>
      </w:r>
      <w:r>
        <w:rPr>
          <w:rtl/>
        </w:rPr>
        <w:t>وَ اجْعَلْ لِى أَوْفَى الْحُظُوظِ فِيمَا عِنْدَهُمْ</w:t>
      </w:r>
      <w:r w:rsidR="007D3118">
        <w:rPr>
          <w:rtl/>
        </w:rPr>
        <w:t xml:space="preserve">، </w:t>
      </w:r>
      <w:r>
        <w:rPr>
          <w:rtl/>
        </w:rPr>
        <w:t>وَ زِدْهُمْ بَصِيرَةً فِى حَقِّى</w:t>
      </w:r>
      <w:r w:rsidR="007D3118">
        <w:rPr>
          <w:rtl/>
        </w:rPr>
        <w:t xml:space="preserve">، </w:t>
      </w:r>
      <w:r>
        <w:rPr>
          <w:rtl/>
        </w:rPr>
        <w:t>وَ مَعْرِفَةً بِفَضْلِى حَتَّى يَسْعَدُوا بِى وَ أَسْعَدَ بِهِمْ</w:t>
      </w:r>
      <w:r w:rsidR="007D3118">
        <w:rPr>
          <w:rtl/>
        </w:rPr>
        <w:t xml:space="preserve">، </w:t>
      </w:r>
      <w:r>
        <w:rPr>
          <w:rtl/>
        </w:rPr>
        <w:t>آمِينَ رَبَّ الْعَالَمِينَ</w:t>
      </w:r>
      <w:r w:rsidR="007D3118">
        <w:rPr>
          <w:rtl/>
        </w:rPr>
        <w:t xml:space="preserve">. </w:t>
      </w:r>
    </w:p>
    <w:p w:rsidR="00587D34" w:rsidRDefault="00AA3CBA" w:rsidP="004C63D0">
      <w:pPr>
        <w:pStyle w:val="Heading2"/>
        <w:rPr>
          <w:rtl/>
        </w:rPr>
      </w:pPr>
      <w:bookmarkStart w:id="57" w:name="_Toc394915186"/>
      <w:r>
        <w:rPr>
          <w:rtl/>
        </w:rPr>
        <w:t xml:space="preserve">ترجمه دعاى بيست و ششم: دعاى آن حضرت </w:t>
      </w:r>
      <w:r w:rsidR="000C598D" w:rsidRPr="000C598D">
        <w:rPr>
          <w:rStyle w:val="libAlaemChar"/>
          <w:rtl/>
        </w:rPr>
        <w:t>عليه‌السلام</w:t>
      </w:r>
      <w:r>
        <w:rPr>
          <w:rtl/>
        </w:rPr>
        <w:t xml:space="preserve"> درباره همسايگان و بستگان</w:t>
      </w:r>
      <w:bookmarkEnd w:id="57"/>
    </w:p>
    <w:p w:rsidR="00587D34" w:rsidRDefault="00587D34" w:rsidP="00587D34">
      <w:pPr>
        <w:pStyle w:val="libNormal"/>
        <w:rPr>
          <w:rtl/>
        </w:rPr>
      </w:pPr>
      <w:r>
        <w:rPr>
          <w:rtl/>
        </w:rPr>
        <w:t>1</w:t>
      </w:r>
      <w:r w:rsidR="007D3118">
        <w:rPr>
          <w:rtl/>
        </w:rPr>
        <w:t xml:space="preserve">. </w:t>
      </w:r>
      <w:r>
        <w:rPr>
          <w:rtl/>
        </w:rPr>
        <w:t>خدايا درود بر محمد و آل او فرست</w:t>
      </w:r>
      <w:r w:rsidR="007D3118">
        <w:rPr>
          <w:rtl/>
        </w:rPr>
        <w:t xml:space="preserve">، </w:t>
      </w:r>
      <w:r>
        <w:rPr>
          <w:rtl/>
        </w:rPr>
        <w:t>و به بهترين وجهى مرا در مراعات حق همسايگان و بستگان من يارى كن كه حق ما را شناختند و از دشمنان ما تبرى جستند</w:t>
      </w:r>
      <w:r w:rsidR="007D3118">
        <w:rPr>
          <w:rtl/>
        </w:rPr>
        <w:t xml:space="preserve">. </w:t>
      </w:r>
    </w:p>
    <w:p w:rsidR="00587D34" w:rsidRDefault="00587D34" w:rsidP="00587D34">
      <w:pPr>
        <w:pStyle w:val="libNormal"/>
        <w:rPr>
          <w:rtl/>
        </w:rPr>
      </w:pPr>
      <w:r>
        <w:rPr>
          <w:rtl/>
        </w:rPr>
        <w:t>2</w:t>
      </w:r>
      <w:r w:rsidR="007D3118">
        <w:rPr>
          <w:rtl/>
        </w:rPr>
        <w:t xml:space="preserve">. </w:t>
      </w:r>
      <w:r>
        <w:rPr>
          <w:rtl/>
        </w:rPr>
        <w:t xml:space="preserve">و آنان را توفيق ده </w:t>
      </w:r>
      <w:r w:rsidRPr="00AA3CBA">
        <w:rPr>
          <w:rStyle w:val="libFootnotenumChar"/>
          <w:rtl/>
        </w:rPr>
        <w:t>(81</w:t>
      </w:r>
      <w:r w:rsidR="007D3118" w:rsidRPr="00AA3CBA">
        <w:rPr>
          <w:rStyle w:val="libFootnotenumChar"/>
          <w:rtl/>
        </w:rPr>
        <w:t>)</w:t>
      </w:r>
      <w:r>
        <w:rPr>
          <w:rtl/>
        </w:rPr>
        <w:t xml:space="preserve"> كه سنّت تو را بر پاى دارند</w:t>
      </w:r>
      <w:r w:rsidR="007D3118">
        <w:rPr>
          <w:rtl/>
        </w:rPr>
        <w:t xml:space="preserve">، </w:t>
      </w:r>
      <w:r>
        <w:rPr>
          <w:rtl/>
        </w:rPr>
        <w:t>و آداب نيكوى تو را فرا گيرند</w:t>
      </w:r>
      <w:r w:rsidR="007D3118">
        <w:rPr>
          <w:rtl/>
        </w:rPr>
        <w:t xml:space="preserve">. </w:t>
      </w:r>
      <w:r>
        <w:rPr>
          <w:rtl/>
        </w:rPr>
        <w:t>ناتوانان خود را يارى كنند و حاجت ايشان را برآورند</w:t>
      </w:r>
      <w:r w:rsidR="007D3118">
        <w:rPr>
          <w:rtl/>
        </w:rPr>
        <w:t xml:space="preserve">، </w:t>
      </w:r>
      <w:r>
        <w:rPr>
          <w:rtl/>
        </w:rPr>
        <w:t xml:space="preserve">و بيماران را </w:t>
      </w:r>
      <w:r>
        <w:rPr>
          <w:rtl/>
        </w:rPr>
        <w:lastRenderedPageBreak/>
        <w:t>عيادت كنند</w:t>
      </w:r>
      <w:r w:rsidR="007D3118">
        <w:rPr>
          <w:rtl/>
        </w:rPr>
        <w:t xml:space="preserve">. </w:t>
      </w:r>
      <w:r>
        <w:rPr>
          <w:rtl/>
        </w:rPr>
        <w:t>طالبان حق را راه نمايند</w:t>
      </w:r>
      <w:r w:rsidR="007D3118">
        <w:rPr>
          <w:rtl/>
        </w:rPr>
        <w:t xml:space="preserve">، </w:t>
      </w:r>
      <w:r>
        <w:rPr>
          <w:rtl/>
        </w:rPr>
        <w:t>و مشورت جوى را خيرخواه باشند</w:t>
      </w:r>
      <w:r w:rsidR="007D3118">
        <w:rPr>
          <w:rtl/>
        </w:rPr>
        <w:t xml:space="preserve">، </w:t>
      </w:r>
      <w:r>
        <w:rPr>
          <w:rtl/>
        </w:rPr>
        <w:t>و بازگشته از سفر را ديدن كنند</w:t>
      </w:r>
      <w:r w:rsidR="007D3118">
        <w:rPr>
          <w:rtl/>
        </w:rPr>
        <w:t xml:space="preserve">، </w:t>
      </w:r>
      <w:r>
        <w:rPr>
          <w:rtl/>
        </w:rPr>
        <w:t>و راز همگنان را پنهان دارند و عيب آنان را بپوشانند و به يارى ستمديدگان برخيزند</w:t>
      </w:r>
      <w:r w:rsidR="007D3118">
        <w:rPr>
          <w:rtl/>
        </w:rPr>
        <w:t xml:space="preserve">، </w:t>
      </w:r>
      <w:r>
        <w:rPr>
          <w:rtl/>
        </w:rPr>
        <w:t>و در رخت و كالا مواسات يكديگر نمايند</w:t>
      </w:r>
      <w:r w:rsidR="007D3118">
        <w:rPr>
          <w:rtl/>
        </w:rPr>
        <w:t xml:space="preserve">. </w:t>
      </w:r>
      <w:r>
        <w:rPr>
          <w:rtl/>
        </w:rPr>
        <w:t xml:space="preserve">دارايى و احسان خود را از ديگران دريغ ندارند و آنچه بايد ببخشند پيش از </w:t>
      </w:r>
      <w:r w:rsidR="00F57782">
        <w:rPr>
          <w:rtl/>
        </w:rPr>
        <w:t>سئوال</w:t>
      </w:r>
      <w:r>
        <w:rPr>
          <w:rtl/>
        </w:rPr>
        <w:t xml:space="preserve"> ببخشند</w:t>
      </w:r>
      <w:r w:rsidR="007D3118">
        <w:rPr>
          <w:rtl/>
        </w:rPr>
        <w:t xml:space="preserve">. </w:t>
      </w:r>
    </w:p>
    <w:p w:rsidR="00587D34" w:rsidRDefault="00587D34" w:rsidP="00587D34">
      <w:pPr>
        <w:pStyle w:val="libNormal"/>
        <w:rPr>
          <w:rtl/>
        </w:rPr>
      </w:pPr>
      <w:r>
        <w:rPr>
          <w:rtl/>
        </w:rPr>
        <w:t>3</w:t>
      </w:r>
      <w:r w:rsidR="007D3118">
        <w:rPr>
          <w:rtl/>
        </w:rPr>
        <w:t xml:space="preserve">. </w:t>
      </w:r>
      <w:r>
        <w:rPr>
          <w:rtl/>
        </w:rPr>
        <w:t>خدايا مرا توفيق ده كه بدكاردار را به نيكى پاداش دهم</w:t>
      </w:r>
      <w:r w:rsidR="007D3118">
        <w:rPr>
          <w:rtl/>
        </w:rPr>
        <w:t xml:space="preserve">، </w:t>
      </w:r>
      <w:r>
        <w:rPr>
          <w:rtl/>
        </w:rPr>
        <w:t xml:space="preserve">و از ستمگرانشان درگذرم و به همه آنها </w:t>
      </w:r>
      <w:r w:rsidRPr="00AA3CBA">
        <w:rPr>
          <w:rStyle w:val="libFootnotenumChar"/>
          <w:rtl/>
        </w:rPr>
        <w:t>(82</w:t>
      </w:r>
      <w:r w:rsidR="007D3118" w:rsidRPr="00AA3CBA">
        <w:rPr>
          <w:rStyle w:val="libFootnotenumChar"/>
          <w:rtl/>
        </w:rPr>
        <w:t>)</w:t>
      </w:r>
      <w:r>
        <w:rPr>
          <w:rtl/>
        </w:rPr>
        <w:t xml:space="preserve"> به حسن ظن رفتار كنم و به نيكى كار همه آن ها را بسازم و به عفت از آن ها چشم فرو پوشم و نرمى و فروتنى نمايم و بر آسيب ديدگان ايشان رحمت آرم و دلسوزى كنم و در باطن و دل آن ها را دوست بدارم و خيرخواه آنان باشم و بقاى نعمت آنان را بخواهم و هرچه براى خويشان خود واجب شمارم</w:t>
      </w:r>
      <w:r w:rsidR="007D3118">
        <w:rPr>
          <w:rtl/>
        </w:rPr>
        <w:t xml:space="preserve">، </w:t>
      </w:r>
      <w:r>
        <w:rPr>
          <w:rtl/>
        </w:rPr>
        <w:t>براى آنان نيز واجب شمارم و هرگونه خاصان خود را رعايت ميكنم آنان را رعايت كنم</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خدايا درود بر محمد و آل او فرست</w:t>
      </w:r>
      <w:r w:rsidR="007D3118">
        <w:rPr>
          <w:rtl/>
        </w:rPr>
        <w:t xml:space="preserve">، </w:t>
      </w:r>
      <w:r>
        <w:rPr>
          <w:rtl/>
        </w:rPr>
        <w:t>و روزى كن كه آنها با من چنين رفتار كنند و از آنچه نزد ايشان است بهره كامل تر به من عطا فرما و بصيرت آنان را در حق من بيفزاى و معرفت آنان را به فضل من افزون كن</w:t>
      </w:r>
      <w:r w:rsidR="007D3118">
        <w:rPr>
          <w:rtl/>
        </w:rPr>
        <w:t xml:space="preserve">، </w:t>
      </w:r>
      <w:r>
        <w:rPr>
          <w:rtl/>
        </w:rPr>
        <w:t>تا آنها را به من نيكبخت شوند</w:t>
      </w:r>
      <w:r w:rsidR="007D3118">
        <w:rPr>
          <w:rtl/>
        </w:rPr>
        <w:t xml:space="preserve">، </w:t>
      </w:r>
      <w:r>
        <w:rPr>
          <w:rtl/>
        </w:rPr>
        <w:t>و من به آن ها</w:t>
      </w:r>
      <w:r w:rsidR="007D3118">
        <w:rPr>
          <w:rtl/>
        </w:rPr>
        <w:t xml:space="preserve">. </w:t>
      </w:r>
      <w:r>
        <w:rPr>
          <w:rtl/>
        </w:rPr>
        <w:t>آمين يا رب العالمين</w:t>
      </w:r>
      <w:r w:rsidR="007D3118">
        <w:rPr>
          <w:rtl/>
        </w:rPr>
        <w:t xml:space="preserve">. </w:t>
      </w:r>
    </w:p>
    <w:p w:rsidR="00587D34" w:rsidRDefault="00D438E0" w:rsidP="004C63D0">
      <w:pPr>
        <w:pStyle w:val="Heading2"/>
        <w:rPr>
          <w:rtl/>
        </w:rPr>
      </w:pPr>
      <w:r>
        <w:br w:type="page"/>
      </w:r>
      <w:bookmarkStart w:id="58" w:name="_Toc394915187"/>
      <w:r w:rsidR="00AA3CBA">
        <w:lastRenderedPageBreak/>
        <w:t>27</w:t>
      </w:r>
      <w:r w:rsidR="00AA3CBA">
        <w:rPr>
          <w:rtl/>
        </w:rPr>
        <w:t xml:space="preserve"> وَ كَانَ مِنْ دُعَائِهِ عَلَيْهِ السَّلامُ لِأَهْلِ الثُّغُورِ:</w:t>
      </w:r>
      <w:bookmarkEnd w:id="58"/>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صَلِّ عَلَى مُحَمَّدٍ وَ آلِهِ</w:t>
      </w:r>
      <w:r w:rsidR="007D3118">
        <w:rPr>
          <w:rtl/>
        </w:rPr>
        <w:t xml:space="preserve">، </w:t>
      </w:r>
      <w:r>
        <w:rPr>
          <w:rtl/>
        </w:rPr>
        <w:t>وَ حَصِّنْ ثُغُورَ الْمُسْلِمِينَ بِعِزَّتِكَ</w:t>
      </w:r>
      <w:r w:rsidR="007D3118">
        <w:rPr>
          <w:rtl/>
        </w:rPr>
        <w:t xml:space="preserve">، </w:t>
      </w:r>
      <w:r>
        <w:rPr>
          <w:rtl/>
        </w:rPr>
        <w:t>وَ أَيِّدْ حُمَاتَهَا بِقُوَّتِكَ</w:t>
      </w:r>
      <w:r w:rsidR="007D3118">
        <w:rPr>
          <w:rtl/>
        </w:rPr>
        <w:t xml:space="preserve">، </w:t>
      </w:r>
      <w:r>
        <w:rPr>
          <w:rtl/>
        </w:rPr>
        <w:t>وَ أَسْبِغْ عَطَايَاهُمْ مِنْ جِدَتِكَ</w:t>
      </w:r>
      <w:r w:rsidR="007D3118">
        <w:rPr>
          <w:rtl/>
        </w:rPr>
        <w:t xml:space="preserve">. </w:t>
      </w:r>
    </w:p>
    <w:p w:rsidR="00587D34" w:rsidRDefault="00587D34" w:rsidP="00587D34">
      <w:pPr>
        <w:pStyle w:val="libNormal"/>
        <w:rPr>
          <w:rtl/>
        </w:rPr>
      </w:pPr>
      <w:r>
        <w:rPr>
          <w:rtl/>
        </w:rPr>
        <w:t>(2</w:t>
      </w:r>
      <w:r w:rsidR="007D3118">
        <w:rPr>
          <w:rtl/>
        </w:rPr>
        <w:t xml:space="preserve">) </w:t>
      </w:r>
      <w:r>
        <w:rPr>
          <w:rtl/>
        </w:rPr>
        <w:t>اللَّهُمَّ صَلِّ عَلَى مُحَمَّدٍ وَ آلِهِ</w:t>
      </w:r>
      <w:r w:rsidR="007D3118">
        <w:rPr>
          <w:rtl/>
        </w:rPr>
        <w:t xml:space="preserve">، </w:t>
      </w:r>
      <w:r>
        <w:rPr>
          <w:rtl/>
        </w:rPr>
        <w:t>وَ كَثِّرْ عِدَّتَهُمْ</w:t>
      </w:r>
      <w:r w:rsidR="007D3118">
        <w:rPr>
          <w:rtl/>
        </w:rPr>
        <w:t xml:space="preserve">، </w:t>
      </w:r>
      <w:r>
        <w:rPr>
          <w:rtl/>
        </w:rPr>
        <w:t>وَ اشْحَذْ أَسْلِحَتَهُمْ</w:t>
      </w:r>
      <w:r w:rsidR="007D3118">
        <w:rPr>
          <w:rtl/>
        </w:rPr>
        <w:t xml:space="preserve">، </w:t>
      </w:r>
      <w:r>
        <w:rPr>
          <w:rtl/>
        </w:rPr>
        <w:t>وَ احْرُسْ حَوْزَتَهُمْ</w:t>
      </w:r>
      <w:r w:rsidR="007D3118">
        <w:rPr>
          <w:rtl/>
        </w:rPr>
        <w:t xml:space="preserve">، </w:t>
      </w:r>
      <w:r>
        <w:rPr>
          <w:rtl/>
        </w:rPr>
        <w:t>وَ امْنَعْ حَوْمَتَهُمْ</w:t>
      </w:r>
      <w:r w:rsidR="007D3118">
        <w:rPr>
          <w:rtl/>
        </w:rPr>
        <w:t xml:space="preserve">، </w:t>
      </w:r>
      <w:r>
        <w:rPr>
          <w:rtl/>
        </w:rPr>
        <w:t>وَ أَلِّفْ جَمْعَهُمْ</w:t>
      </w:r>
      <w:r w:rsidR="007D3118">
        <w:rPr>
          <w:rtl/>
        </w:rPr>
        <w:t xml:space="preserve">، </w:t>
      </w:r>
      <w:r>
        <w:rPr>
          <w:rtl/>
        </w:rPr>
        <w:t>وَ دَبِّرْ أَمْرَهُمْ</w:t>
      </w:r>
      <w:r w:rsidR="007D3118">
        <w:rPr>
          <w:rtl/>
        </w:rPr>
        <w:t xml:space="preserve">، </w:t>
      </w:r>
      <w:r>
        <w:rPr>
          <w:rtl/>
        </w:rPr>
        <w:t>وَ وَاتِرْ بَيْنَ مِيَرِهِمْ</w:t>
      </w:r>
      <w:r w:rsidR="007D3118">
        <w:rPr>
          <w:rtl/>
        </w:rPr>
        <w:t xml:space="preserve">، </w:t>
      </w:r>
      <w:r>
        <w:rPr>
          <w:rtl/>
        </w:rPr>
        <w:t>وَ تَوَحَّدْ بِكِفَايَةِ مُؤَنِهِمْ</w:t>
      </w:r>
      <w:r w:rsidR="007D3118">
        <w:rPr>
          <w:rtl/>
        </w:rPr>
        <w:t xml:space="preserve">، </w:t>
      </w:r>
      <w:r>
        <w:rPr>
          <w:rtl/>
        </w:rPr>
        <w:t>وَ اعْضُدْهُمْ بِالنَّصْرِ</w:t>
      </w:r>
      <w:r w:rsidR="007D3118">
        <w:rPr>
          <w:rtl/>
        </w:rPr>
        <w:t xml:space="preserve">، </w:t>
      </w:r>
      <w:r>
        <w:rPr>
          <w:rtl/>
        </w:rPr>
        <w:t>وَ أَعِنْهُمْ بِالصَّبْرِ</w:t>
      </w:r>
      <w:r w:rsidR="007D3118">
        <w:rPr>
          <w:rtl/>
        </w:rPr>
        <w:t xml:space="preserve">، </w:t>
      </w:r>
      <w:r>
        <w:rPr>
          <w:rtl/>
        </w:rPr>
        <w:t>وَ الْطُفْ لَهُمْ فِى الْمَكْرِ</w:t>
      </w:r>
      <w:r w:rsidR="007D3118">
        <w:rPr>
          <w:rtl/>
        </w:rPr>
        <w:t xml:space="preserve">. </w:t>
      </w:r>
    </w:p>
    <w:p w:rsidR="00587D34" w:rsidRDefault="00587D34" w:rsidP="00587D34">
      <w:pPr>
        <w:pStyle w:val="libNormal"/>
        <w:rPr>
          <w:rtl/>
        </w:rPr>
      </w:pPr>
      <w:r>
        <w:rPr>
          <w:rtl/>
        </w:rPr>
        <w:t>(3</w:t>
      </w:r>
      <w:r w:rsidR="007D3118">
        <w:rPr>
          <w:rtl/>
        </w:rPr>
        <w:t xml:space="preserve">) </w:t>
      </w:r>
      <w:r>
        <w:rPr>
          <w:rtl/>
        </w:rPr>
        <w:t>اللَّهُمَّ صَلِّ عَلَى مُحَمَّدٍ وَ آلِهِ</w:t>
      </w:r>
      <w:r w:rsidR="007D3118">
        <w:rPr>
          <w:rtl/>
        </w:rPr>
        <w:t xml:space="preserve">، </w:t>
      </w:r>
      <w:r>
        <w:rPr>
          <w:rtl/>
        </w:rPr>
        <w:t>وَ عَرِّفْهُمْ مَا يَجْهَلُونَ</w:t>
      </w:r>
      <w:r w:rsidR="007D3118">
        <w:rPr>
          <w:rtl/>
        </w:rPr>
        <w:t xml:space="preserve">، </w:t>
      </w:r>
      <w:r>
        <w:rPr>
          <w:rtl/>
        </w:rPr>
        <w:t>وَ عَلِّمْهُمْ مَا لا يَعْلَمُونَ</w:t>
      </w:r>
      <w:r w:rsidR="007D3118">
        <w:rPr>
          <w:rtl/>
        </w:rPr>
        <w:t xml:space="preserve">، </w:t>
      </w:r>
      <w:r>
        <w:rPr>
          <w:rtl/>
        </w:rPr>
        <w:t>وَ بَصِّرْهُمْ مَا لا يُبْصِرُونَ</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صَلِّ عَلَى مُحَمَّدٍ وَ آلِهِ</w:t>
      </w:r>
      <w:r w:rsidR="007D3118">
        <w:rPr>
          <w:rtl/>
        </w:rPr>
        <w:t xml:space="preserve">، </w:t>
      </w:r>
      <w:r>
        <w:rPr>
          <w:rtl/>
        </w:rPr>
        <w:t>وَ أَنْسِهِمْ عِنْدَ لِقَائِهِمُ الْعَدُوَّ ذِكْرَ دُنْيَاهُمُ الْخَدَّاعَةِ الْغَرُورِ</w:t>
      </w:r>
      <w:r w:rsidR="007D3118">
        <w:rPr>
          <w:rtl/>
        </w:rPr>
        <w:t xml:space="preserve">، </w:t>
      </w:r>
      <w:r>
        <w:rPr>
          <w:rtl/>
        </w:rPr>
        <w:t>وَ امْحُ عَنْ قُلُوبِهِمْ خَطَرَاتِ الْمَالِ الْفَتُونِ</w:t>
      </w:r>
      <w:r w:rsidR="007D3118">
        <w:rPr>
          <w:rtl/>
        </w:rPr>
        <w:t xml:space="preserve">، </w:t>
      </w:r>
      <w:r>
        <w:rPr>
          <w:rtl/>
        </w:rPr>
        <w:t>وَ اجْعَلِ الْجَنَّةَ نُصْبَ أَعْيُنِهِمْ</w:t>
      </w:r>
      <w:r w:rsidR="007D3118">
        <w:rPr>
          <w:rtl/>
        </w:rPr>
        <w:t xml:space="preserve">، </w:t>
      </w:r>
      <w:r>
        <w:rPr>
          <w:rtl/>
        </w:rPr>
        <w:t>وَ لَوِّحْ مِنْهَا لِأَبْصَارِهِمْ مَا أَعْدَدْتَ فِيهَا مِنْ مَسَاكِنِ الْخُلْدِ وَ مَنَازِلِ الْكَرَامَةِ وَ الْحُورِ الْحِسَانِ وَ الْأَنْهَارِ</w:t>
      </w:r>
    </w:p>
    <w:p w:rsidR="00587D34" w:rsidRDefault="00587D34" w:rsidP="00587D34">
      <w:pPr>
        <w:pStyle w:val="libNormal"/>
        <w:rPr>
          <w:rtl/>
        </w:rPr>
      </w:pPr>
      <w:r>
        <w:rPr>
          <w:rtl/>
        </w:rPr>
        <w:t>الْمُطَّرِدَةِ بِأَنْوَاعِ الْأَشْرِبَةِ وَ الْأَشْجَارِ الْمُتَدَلِّيَةِ بِصُنُوفِ الثَّمَرِ حَتَّى لا يَهُمَّ أَحَدٌ مِنْهُمْ بِالْإِدْبَارِ</w:t>
      </w:r>
      <w:r w:rsidR="007D3118">
        <w:rPr>
          <w:rtl/>
        </w:rPr>
        <w:t xml:space="preserve">، </w:t>
      </w:r>
      <w:r>
        <w:rPr>
          <w:rtl/>
        </w:rPr>
        <w:t>وَ لا يُحَدِّثَ نَفْسَهُ عَنْ قِرْنِهِ بِفِرَارٍ</w:t>
      </w:r>
      <w:r w:rsidR="007D3118">
        <w:rPr>
          <w:rtl/>
        </w:rPr>
        <w:t xml:space="preserve">. </w:t>
      </w:r>
    </w:p>
    <w:p w:rsidR="00587D34" w:rsidRDefault="00587D34" w:rsidP="00587D34">
      <w:pPr>
        <w:pStyle w:val="libNormal"/>
        <w:rPr>
          <w:rtl/>
        </w:rPr>
      </w:pPr>
      <w:r>
        <w:rPr>
          <w:rtl/>
        </w:rPr>
        <w:t>(5</w:t>
      </w:r>
      <w:r w:rsidR="007D3118">
        <w:rPr>
          <w:rtl/>
        </w:rPr>
        <w:t xml:space="preserve">) </w:t>
      </w:r>
      <w:r>
        <w:rPr>
          <w:rtl/>
        </w:rPr>
        <w:t>اللَّهُمَّ افْلُلْ بِذَلِكَ عَدُوَّهُمْ</w:t>
      </w:r>
      <w:r w:rsidR="007D3118">
        <w:rPr>
          <w:rtl/>
        </w:rPr>
        <w:t xml:space="preserve">، </w:t>
      </w:r>
      <w:r>
        <w:rPr>
          <w:rtl/>
        </w:rPr>
        <w:t>وَ اقْلِمْ عَنْهُمْ أَظْفَارَهُمْ</w:t>
      </w:r>
      <w:r w:rsidR="007D3118">
        <w:rPr>
          <w:rtl/>
        </w:rPr>
        <w:t xml:space="preserve">، </w:t>
      </w:r>
      <w:r>
        <w:rPr>
          <w:rtl/>
        </w:rPr>
        <w:t>وَ فَرِّقْ بَيْنَهُمْ وَ بَيْنَ أَسْلِحَتِهِمْ</w:t>
      </w:r>
      <w:r w:rsidR="007D3118">
        <w:rPr>
          <w:rtl/>
        </w:rPr>
        <w:t xml:space="preserve">، </w:t>
      </w:r>
      <w:r>
        <w:rPr>
          <w:rtl/>
        </w:rPr>
        <w:t>وَ اخْلَعْ وَثَائِقَ أَفْئِدَتِهِمْ</w:t>
      </w:r>
      <w:r w:rsidR="007D3118">
        <w:rPr>
          <w:rtl/>
        </w:rPr>
        <w:t xml:space="preserve">، </w:t>
      </w:r>
      <w:r>
        <w:rPr>
          <w:rtl/>
        </w:rPr>
        <w:t>وَ بَاعِدْ بَيْنَهُمْ وَ بَيْنَ أَزْوِدَتِهِمْ</w:t>
      </w:r>
      <w:r w:rsidR="007D3118">
        <w:rPr>
          <w:rtl/>
        </w:rPr>
        <w:t xml:space="preserve">، </w:t>
      </w:r>
      <w:r>
        <w:rPr>
          <w:rtl/>
        </w:rPr>
        <w:t>وَ حَيِّرْهُمْ فِى سُبُلِهِمْ</w:t>
      </w:r>
      <w:r w:rsidR="007D3118">
        <w:rPr>
          <w:rtl/>
        </w:rPr>
        <w:t xml:space="preserve">، </w:t>
      </w:r>
      <w:r>
        <w:rPr>
          <w:rtl/>
        </w:rPr>
        <w:t>وَ ضَلِّلْهُمْ عَنْ وَجْهِهِمْ</w:t>
      </w:r>
      <w:r w:rsidR="007D3118">
        <w:rPr>
          <w:rtl/>
        </w:rPr>
        <w:t xml:space="preserve">، </w:t>
      </w:r>
      <w:r>
        <w:rPr>
          <w:rtl/>
        </w:rPr>
        <w:t>وَ اقْطَعْ عَنْهُمُ الْمَدَدَ</w:t>
      </w:r>
      <w:r w:rsidR="007D3118">
        <w:rPr>
          <w:rtl/>
        </w:rPr>
        <w:t xml:space="preserve">، </w:t>
      </w:r>
      <w:r>
        <w:rPr>
          <w:rtl/>
        </w:rPr>
        <w:t>وَ انْقُصْ مِنْهُمُ الْعَدَدَ</w:t>
      </w:r>
      <w:r w:rsidR="007D3118">
        <w:rPr>
          <w:rtl/>
        </w:rPr>
        <w:t xml:space="preserve">، </w:t>
      </w:r>
      <w:r>
        <w:rPr>
          <w:rtl/>
        </w:rPr>
        <w:t>وَ امْلَأْ أَفْئِدَتَهُمُ الرُّعْبَ</w:t>
      </w:r>
      <w:r w:rsidR="007D3118">
        <w:rPr>
          <w:rtl/>
        </w:rPr>
        <w:t xml:space="preserve">، </w:t>
      </w:r>
      <w:r>
        <w:rPr>
          <w:rtl/>
        </w:rPr>
        <w:t>وَ اقْبِضْ أَيْدِيَهُمْ عَنِ الْبَسْطِ</w:t>
      </w:r>
      <w:r w:rsidR="007D3118">
        <w:rPr>
          <w:rtl/>
        </w:rPr>
        <w:t xml:space="preserve">، </w:t>
      </w:r>
      <w:r>
        <w:rPr>
          <w:rtl/>
        </w:rPr>
        <w:t>وَ اخْزِمْ أَلْسِنَتَهُمْ عَنِ النُّطْقِ</w:t>
      </w:r>
      <w:r w:rsidR="007D3118">
        <w:rPr>
          <w:rtl/>
        </w:rPr>
        <w:t xml:space="preserve">، </w:t>
      </w:r>
      <w:r>
        <w:rPr>
          <w:rtl/>
        </w:rPr>
        <w:t>وَ شَرِّدْ بِهِمْ مَنْ خَلْفَهُمْ وَ نَكِّلْ بِهِمْ مَنْ وَرَاءَهُمْ</w:t>
      </w:r>
      <w:r w:rsidR="007D3118">
        <w:rPr>
          <w:rtl/>
        </w:rPr>
        <w:t xml:space="preserve">، </w:t>
      </w:r>
      <w:r>
        <w:rPr>
          <w:rtl/>
        </w:rPr>
        <w:t>وَ اقْطَعْ بِخِزْيِهِمْ أَطْمَاعَ مَنْ بَعْدَهُمْ</w:t>
      </w:r>
      <w:r w:rsidR="007D3118">
        <w:rPr>
          <w:rtl/>
        </w:rPr>
        <w:t xml:space="preserve">. </w:t>
      </w:r>
    </w:p>
    <w:p w:rsidR="00587D34" w:rsidRDefault="00587D34" w:rsidP="00587D34">
      <w:pPr>
        <w:pStyle w:val="libNormal"/>
        <w:rPr>
          <w:rtl/>
        </w:rPr>
      </w:pPr>
      <w:r>
        <w:rPr>
          <w:rtl/>
        </w:rPr>
        <w:t>(6</w:t>
      </w:r>
      <w:r w:rsidR="007D3118">
        <w:rPr>
          <w:rtl/>
        </w:rPr>
        <w:t xml:space="preserve">) </w:t>
      </w:r>
      <w:r>
        <w:rPr>
          <w:rtl/>
        </w:rPr>
        <w:t>اللَّهُمَّ عَقِّمْ أَرْحَامَ نِسَائِهِمْ</w:t>
      </w:r>
      <w:r w:rsidR="007D3118">
        <w:rPr>
          <w:rtl/>
        </w:rPr>
        <w:t xml:space="preserve">، </w:t>
      </w:r>
      <w:r>
        <w:rPr>
          <w:rtl/>
        </w:rPr>
        <w:t>وَ يَبِّسْ أَصْلابَ رِجَالِهِمْ</w:t>
      </w:r>
      <w:r w:rsidR="007D3118">
        <w:rPr>
          <w:rtl/>
        </w:rPr>
        <w:t xml:space="preserve">، </w:t>
      </w:r>
      <w:r>
        <w:rPr>
          <w:rtl/>
        </w:rPr>
        <w:t>وَ اقْطَعْ نَسْلَ دَوَابِّهِمْ وَ أَنْعَامِهِمْ</w:t>
      </w:r>
      <w:r w:rsidR="007D3118">
        <w:rPr>
          <w:rtl/>
        </w:rPr>
        <w:t xml:space="preserve">، </w:t>
      </w:r>
      <w:r>
        <w:rPr>
          <w:rtl/>
        </w:rPr>
        <w:t>لا تَأْذَنْ لِسَمَائِهِمْ فِى قَطْرٍ</w:t>
      </w:r>
      <w:r w:rsidR="007D3118">
        <w:rPr>
          <w:rtl/>
        </w:rPr>
        <w:t xml:space="preserve">، </w:t>
      </w:r>
      <w:r>
        <w:rPr>
          <w:rtl/>
        </w:rPr>
        <w:t>وَ لا لِأَرْضِهِمْ فِى نَبَاتٍ</w:t>
      </w:r>
      <w:r w:rsidR="007D3118">
        <w:rPr>
          <w:rtl/>
        </w:rPr>
        <w:t xml:space="preserve">. </w:t>
      </w:r>
    </w:p>
    <w:p w:rsidR="00587D34" w:rsidRDefault="00587D34" w:rsidP="00587D34">
      <w:pPr>
        <w:pStyle w:val="libNormal"/>
        <w:rPr>
          <w:rtl/>
        </w:rPr>
      </w:pPr>
      <w:r>
        <w:rPr>
          <w:rtl/>
        </w:rPr>
        <w:lastRenderedPageBreak/>
        <w:t>(7</w:t>
      </w:r>
      <w:r w:rsidR="007D3118">
        <w:rPr>
          <w:rtl/>
        </w:rPr>
        <w:t xml:space="preserve">) </w:t>
      </w:r>
      <w:r>
        <w:rPr>
          <w:rtl/>
        </w:rPr>
        <w:t>اللَّهُمَّ وَ قَوِّ بِذَلِكَ مِحَالَ أَهْلِ الْإِسْلامِ</w:t>
      </w:r>
      <w:r w:rsidR="007D3118">
        <w:rPr>
          <w:rtl/>
        </w:rPr>
        <w:t xml:space="preserve">، </w:t>
      </w:r>
      <w:r>
        <w:rPr>
          <w:rtl/>
        </w:rPr>
        <w:t>وَ حَصِّنْ بِهِ دِيَارَهُمْ</w:t>
      </w:r>
      <w:r w:rsidR="007D3118">
        <w:rPr>
          <w:rtl/>
        </w:rPr>
        <w:t xml:space="preserve">، </w:t>
      </w:r>
      <w:r>
        <w:rPr>
          <w:rtl/>
        </w:rPr>
        <w:t>وَ ثَمِّرْ بِهِ أَمْوَالَهُمْ</w:t>
      </w:r>
      <w:r w:rsidR="007D3118">
        <w:rPr>
          <w:rtl/>
        </w:rPr>
        <w:t xml:space="preserve">، </w:t>
      </w:r>
      <w:r>
        <w:rPr>
          <w:rtl/>
        </w:rPr>
        <w:t>وَ فَرِّغْهُمْ عَنْ مُحَارَبَتِهِمْ لِعِبَادَتِكَ</w:t>
      </w:r>
      <w:r w:rsidR="007D3118">
        <w:rPr>
          <w:rtl/>
        </w:rPr>
        <w:t xml:space="preserve">، </w:t>
      </w:r>
      <w:r>
        <w:rPr>
          <w:rtl/>
        </w:rPr>
        <w:t>وَ عَنْ مُنَابَذَتِهِمْ لِلْخَلْوَةِ بِكَ حَتَّى لا يُعْبَدَ فِى بِقَاعِ الْأَرْضِ غَيْرُكَ</w:t>
      </w:r>
      <w:r w:rsidR="007D3118">
        <w:rPr>
          <w:rtl/>
        </w:rPr>
        <w:t xml:space="preserve">، </w:t>
      </w:r>
      <w:r>
        <w:rPr>
          <w:rtl/>
        </w:rPr>
        <w:t>وَ لا تُعَفَّرَ لِأَحَدٍ مِنْهُمْ جَبْهَةٌ دُونَكَ</w:t>
      </w:r>
      <w:r w:rsidR="007D3118">
        <w:rPr>
          <w:rtl/>
        </w:rPr>
        <w:t xml:space="preserve">. </w:t>
      </w:r>
    </w:p>
    <w:p w:rsidR="00587D34" w:rsidRDefault="00587D34" w:rsidP="00587D34">
      <w:pPr>
        <w:pStyle w:val="libNormal"/>
        <w:rPr>
          <w:rtl/>
        </w:rPr>
      </w:pPr>
      <w:r>
        <w:rPr>
          <w:rtl/>
        </w:rPr>
        <w:t>(8</w:t>
      </w:r>
      <w:r w:rsidR="007D3118">
        <w:rPr>
          <w:rtl/>
        </w:rPr>
        <w:t xml:space="preserve">) </w:t>
      </w:r>
      <w:r>
        <w:rPr>
          <w:rtl/>
        </w:rPr>
        <w:t>اللَّهُمَّ اغْزُ بِكُلِّ نَاحِيَةٍ مِنَ الْمُسْلِمِينَ عَلَى مَنْ بِإِزَائِهِمْ مِنَ الْمُشْرِكِينَ</w:t>
      </w:r>
      <w:r w:rsidR="007D3118">
        <w:rPr>
          <w:rtl/>
        </w:rPr>
        <w:t xml:space="preserve">، </w:t>
      </w:r>
      <w:r>
        <w:rPr>
          <w:rtl/>
        </w:rPr>
        <w:t>وَ أَمْدِدْهُمْ بِمَلائِكَةٍ مِنْ عِنْدِكَ مُرْدِفِينَ حَتَّى يَكْشِفُوهُمْ إِلَى مُنْقَطَعِ التُّرَابِ قَتْلا فِى أَرْضِكَ وَ أَسْرا</w:t>
      </w:r>
      <w:r w:rsidR="007D3118">
        <w:rPr>
          <w:rtl/>
        </w:rPr>
        <w:t xml:space="preserve">، </w:t>
      </w:r>
      <w:r>
        <w:rPr>
          <w:rtl/>
        </w:rPr>
        <w:t>أَوْ يُقِرُّوا بِأَنَّكَ أَنْتَ اللَّهُ الَّذِى لا إِلَهَ إِلا أَنْتَ وَحْدَكَ لا شَرِيكَ لَكَ</w:t>
      </w:r>
      <w:r w:rsidR="007D3118">
        <w:rPr>
          <w:rtl/>
        </w:rPr>
        <w:t xml:space="preserve">. </w:t>
      </w:r>
    </w:p>
    <w:p w:rsidR="00587D34" w:rsidRDefault="00587D34" w:rsidP="00587D34">
      <w:pPr>
        <w:pStyle w:val="libNormal"/>
        <w:rPr>
          <w:rtl/>
        </w:rPr>
      </w:pPr>
      <w:r>
        <w:rPr>
          <w:rtl/>
        </w:rPr>
        <w:t>(9</w:t>
      </w:r>
      <w:r w:rsidR="007D3118">
        <w:rPr>
          <w:rtl/>
        </w:rPr>
        <w:t xml:space="preserve">) </w:t>
      </w:r>
      <w:r>
        <w:rPr>
          <w:rtl/>
        </w:rPr>
        <w:t>اللَّهُمَّ وَ اعْمُمْ بِذَلِكَ أَعْدَاءَكَ فِى أَقْطَارِ الْبِلادِ مِنَ الْهِنْدِ وَ الرُّومِ وَ التُّرْكِ وَ الْخَزَرِ وَ الْحَبَشِ وَ النُّوبَةِ وَ الزَّنْجِ وَ السَّقَالِبَةِ وَ الدَّيَالِمَةِ وَ سَائِرِ أُمَمِ الشِّرْكِ</w:t>
      </w:r>
      <w:r w:rsidR="007D3118">
        <w:rPr>
          <w:rtl/>
        </w:rPr>
        <w:t xml:space="preserve">، </w:t>
      </w:r>
      <w:r>
        <w:rPr>
          <w:rtl/>
        </w:rPr>
        <w:t>الَّذِينَ تَخْفَى أَسْمَاؤُهُمْ وَ صِفَاتُهُمْ</w:t>
      </w:r>
      <w:r w:rsidR="007D3118">
        <w:rPr>
          <w:rtl/>
        </w:rPr>
        <w:t xml:space="preserve">، </w:t>
      </w:r>
      <w:r>
        <w:rPr>
          <w:rtl/>
        </w:rPr>
        <w:t>وَ قَدْ أَحْصَيْتَهُمْ بِمَعْرِفَتِكَ</w:t>
      </w:r>
      <w:r w:rsidR="007D3118">
        <w:rPr>
          <w:rtl/>
        </w:rPr>
        <w:t xml:space="preserve">، </w:t>
      </w:r>
      <w:r>
        <w:rPr>
          <w:rtl/>
        </w:rPr>
        <w:t>وَ أَشْرَفْتَ عَلَيْهِمْ بِقُدْرَتِكَ</w:t>
      </w:r>
      <w:r w:rsidR="007D3118">
        <w:rPr>
          <w:rtl/>
        </w:rPr>
        <w:t xml:space="preserve">. </w:t>
      </w:r>
    </w:p>
    <w:p w:rsidR="00587D34" w:rsidRDefault="00587D34" w:rsidP="00587D34">
      <w:pPr>
        <w:pStyle w:val="libNormal"/>
        <w:rPr>
          <w:rtl/>
        </w:rPr>
      </w:pPr>
      <w:r>
        <w:rPr>
          <w:rtl/>
        </w:rPr>
        <w:t>(10</w:t>
      </w:r>
      <w:r w:rsidR="007D3118">
        <w:rPr>
          <w:rtl/>
        </w:rPr>
        <w:t xml:space="preserve">) </w:t>
      </w:r>
      <w:r>
        <w:rPr>
          <w:rtl/>
        </w:rPr>
        <w:t>اللَّهُمَّ اشْغَلِ الْمُشْرِكِينَ بِالْمُشْرِكِينَ عَنْ تَنَاوُلِ أَطْرَافِ الْمُسْلِمِينَ</w:t>
      </w:r>
      <w:r w:rsidR="007D3118">
        <w:rPr>
          <w:rtl/>
        </w:rPr>
        <w:t xml:space="preserve">، </w:t>
      </w:r>
      <w:r>
        <w:rPr>
          <w:rtl/>
        </w:rPr>
        <w:t>وَ خُذْهُمْ بِالنَّقْصِ عَنْ تَنَقُّصِهِمْ</w:t>
      </w:r>
      <w:r w:rsidR="007D3118">
        <w:rPr>
          <w:rtl/>
        </w:rPr>
        <w:t xml:space="preserve">، </w:t>
      </w:r>
      <w:r>
        <w:rPr>
          <w:rtl/>
        </w:rPr>
        <w:t>وَ ثَبِّطْهُمْ بِالْفُرْقَةِ عَنِ الاحْتِشَادِ عَلَيْهِمْ</w:t>
      </w:r>
      <w:r w:rsidR="007D3118">
        <w:rPr>
          <w:rtl/>
        </w:rPr>
        <w:t xml:space="preserve">. </w:t>
      </w:r>
    </w:p>
    <w:p w:rsidR="00587D34" w:rsidRDefault="00587D34" w:rsidP="00587D34">
      <w:pPr>
        <w:pStyle w:val="libNormal"/>
        <w:rPr>
          <w:rtl/>
        </w:rPr>
      </w:pPr>
      <w:r>
        <w:rPr>
          <w:rtl/>
        </w:rPr>
        <w:t>(11</w:t>
      </w:r>
      <w:r w:rsidR="007D3118">
        <w:rPr>
          <w:rtl/>
        </w:rPr>
        <w:t xml:space="preserve">) </w:t>
      </w:r>
      <w:r>
        <w:rPr>
          <w:rtl/>
        </w:rPr>
        <w:t>اللَّهُمَّ أَخْلِ قُلُوبَهُمْ مِنَ الْأَمَنَةِ</w:t>
      </w:r>
      <w:r w:rsidR="007D3118">
        <w:rPr>
          <w:rtl/>
        </w:rPr>
        <w:t xml:space="preserve">، </w:t>
      </w:r>
      <w:r>
        <w:rPr>
          <w:rtl/>
        </w:rPr>
        <w:t>وَ أَبْدَانَهُمْ مِنَ الْقُوَّةِ</w:t>
      </w:r>
      <w:r w:rsidR="007D3118">
        <w:rPr>
          <w:rtl/>
        </w:rPr>
        <w:t xml:space="preserve">، </w:t>
      </w:r>
      <w:r>
        <w:rPr>
          <w:rtl/>
        </w:rPr>
        <w:t>وَ أَذْهِلْ قُلُوبَهُمْ عَنِ الاحْتِيَالِ</w:t>
      </w:r>
      <w:r w:rsidR="007D3118">
        <w:rPr>
          <w:rtl/>
        </w:rPr>
        <w:t xml:space="preserve">، </w:t>
      </w:r>
      <w:r>
        <w:rPr>
          <w:rtl/>
        </w:rPr>
        <w:t>وَ أَوْهِنْ أَرْكَانَهُمْ عَنْ مُنَازَلَةِ الرِّجَالِ</w:t>
      </w:r>
      <w:r w:rsidR="007D3118">
        <w:rPr>
          <w:rtl/>
        </w:rPr>
        <w:t xml:space="preserve">، </w:t>
      </w:r>
      <w:r>
        <w:rPr>
          <w:rtl/>
        </w:rPr>
        <w:t>وَ جَبِّنْهُمْ عَنْ مُقَارَعَةِ الْأَبْطَالِ</w:t>
      </w:r>
      <w:r w:rsidR="007D3118">
        <w:rPr>
          <w:rtl/>
        </w:rPr>
        <w:t xml:space="preserve">، </w:t>
      </w:r>
      <w:r>
        <w:rPr>
          <w:rtl/>
        </w:rPr>
        <w:t>وَ ابْعَثْ عَلَيْهِمْ جُنْدا مِنْ مَلائِكَتِكَ بِبَأْسٍ مِنْ بَأْسِكَ كَفِعْلِكَ يَوْمَ بَدْرٍ</w:t>
      </w:r>
      <w:r w:rsidR="007D3118">
        <w:rPr>
          <w:rtl/>
        </w:rPr>
        <w:t xml:space="preserve">، </w:t>
      </w:r>
      <w:r>
        <w:rPr>
          <w:rtl/>
        </w:rPr>
        <w:t>تَقْطَعُ بِهِ دَابِرَهُمْ وَ تَحْصُدُ بِهِ شَوْكَتَهُمْ</w:t>
      </w:r>
      <w:r w:rsidR="007D3118">
        <w:rPr>
          <w:rtl/>
        </w:rPr>
        <w:t xml:space="preserve">، </w:t>
      </w:r>
      <w:r>
        <w:rPr>
          <w:rtl/>
        </w:rPr>
        <w:t>وَ تُفَرِّقُ بِهِ عَدَدَهُمْ</w:t>
      </w:r>
      <w:r w:rsidR="007D3118">
        <w:rPr>
          <w:rtl/>
        </w:rPr>
        <w:t xml:space="preserve">. </w:t>
      </w:r>
    </w:p>
    <w:p w:rsidR="00587D34" w:rsidRDefault="00587D34" w:rsidP="00587D34">
      <w:pPr>
        <w:pStyle w:val="libNormal"/>
        <w:rPr>
          <w:rtl/>
        </w:rPr>
      </w:pPr>
      <w:r>
        <w:rPr>
          <w:rtl/>
        </w:rPr>
        <w:t>(12</w:t>
      </w:r>
      <w:r w:rsidR="007D3118">
        <w:rPr>
          <w:rtl/>
        </w:rPr>
        <w:t xml:space="preserve">) </w:t>
      </w:r>
      <w:r>
        <w:rPr>
          <w:rtl/>
        </w:rPr>
        <w:t>اللَّهُمَّ وَ امْزُجْ مِيَاهَهُمْ بِالْوَبَاءِ</w:t>
      </w:r>
      <w:r w:rsidR="007D3118">
        <w:rPr>
          <w:rtl/>
        </w:rPr>
        <w:t xml:space="preserve">، </w:t>
      </w:r>
      <w:r>
        <w:rPr>
          <w:rtl/>
        </w:rPr>
        <w:t>وَ أَطْعِمَتَهُمْ بِالْأَدْوَاءِ</w:t>
      </w:r>
      <w:r w:rsidR="007D3118">
        <w:rPr>
          <w:rtl/>
        </w:rPr>
        <w:t xml:space="preserve">، </w:t>
      </w:r>
      <w:r>
        <w:rPr>
          <w:rtl/>
        </w:rPr>
        <w:t>وَ ارْمِ بِلادَهُمْ بِالْخُسُوفِ</w:t>
      </w:r>
      <w:r w:rsidR="007D3118">
        <w:rPr>
          <w:rtl/>
        </w:rPr>
        <w:t xml:space="preserve">، </w:t>
      </w:r>
      <w:r>
        <w:rPr>
          <w:rtl/>
        </w:rPr>
        <w:t>وَ أَلِحَّ عَلَيْهَا بِالْقُذُوفِ</w:t>
      </w:r>
      <w:r w:rsidR="007D3118">
        <w:rPr>
          <w:rtl/>
        </w:rPr>
        <w:t xml:space="preserve">، </w:t>
      </w:r>
      <w:r>
        <w:rPr>
          <w:rtl/>
        </w:rPr>
        <w:t>وَ افْرَعْهَا بِالْمُحُولِ</w:t>
      </w:r>
      <w:r w:rsidR="007D3118">
        <w:rPr>
          <w:rtl/>
        </w:rPr>
        <w:t xml:space="preserve">، </w:t>
      </w:r>
      <w:r>
        <w:rPr>
          <w:rtl/>
        </w:rPr>
        <w:t>وَ اجْعَلْ مِيَرَهُمْ فِى أَحَصِّ أَرْضِكَ وَ أَبْعَدِهَا عَنْهُمْ</w:t>
      </w:r>
      <w:r w:rsidR="007D3118">
        <w:rPr>
          <w:rtl/>
        </w:rPr>
        <w:t xml:space="preserve">، </w:t>
      </w:r>
      <w:r>
        <w:rPr>
          <w:rtl/>
        </w:rPr>
        <w:t>وَ امْنَعْ حُصُونَهَا مِنْهُمْ</w:t>
      </w:r>
      <w:r w:rsidR="007D3118">
        <w:rPr>
          <w:rtl/>
        </w:rPr>
        <w:t xml:space="preserve">، </w:t>
      </w:r>
      <w:r>
        <w:rPr>
          <w:rtl/>
        </w:rPr>
        <w:t>أَصِبْهُمْ بِالْجُوعِ الْمُقِيمِ وَ السُّقْمِ الْأَلِيمِ</w:t>
      </w:r>
      <w:r w:rsidR="007D3118">
        <w:rPr>
          <w:rtl/>
        </w:rPr>
        <w:t xml:space="preserve">. </w:t>
      </w:r>
    </w:p>
    <w:p w:rsidR="00587D34" w:rsidRDefault="00587D34" w:rsidP="00587D34">
      <w:pPr>
        <w:pStyle w:val="libNormal"/>
        <w:rPr>
          <w:rtl/>
        </w:rPr>
      </w:pPr>
      <w:r>
        <w:rPr>
          <w:rtl/>
        </w:rPr>
        <w:t>(13</w:t>
      </w:r>
      <w:r w:rsidR="007D3118">
        <w:rPr>
          <w:rtl/>
        </w:rPr>
        <w:t xml:space="preserve">) </w:t>
      </w:r>
      <w:r>
        <w:rPr>
          <w:rtl/>
        </w:rPr>
        <w:t>اللَّهُمَّ وَ أَيُّمَا غَازٍ غَزَاهُمْ مِنْ أَهْلِ مِلَّتِكَ</w:t>
      </w:r>
      <w:r w:rsidR="007D3118">
        <w:rPr>
          <w:rtl/>
        </w:rPr>
        <w:t xml:space="preserve">، </w:t>
      </w:r>
      <w:r>
        <w:rPr>
          <w:rtl/>
        </w:rPr>
        <w:t>أَوْ مُجَاهِدٍ جَاهَدَهُمْ مِنْ أَتْبَاعِ سُنَّتِكَ لِيَكُونَ دِينُكَ الْأَعْلَى وَ حِزْبُكَ الْأَقْوَى وَ حَظُّكَ الْأَوْفَى فَلَقِّهِ الْيُسْرَ</w:t>
      </w:r>
      <w:r w:rsidR="007D3118">
        <w:rPr>
          <w:rtl/>
        </w:rPr>
        <w:t xml:space="preserve">، </w:t>
      </w:r>
      <w:r>
        <w:rPr>
          <w:rtl/>
        </w:rPr>
        <w:t>وَ هَيِّئْ لَهُ الْأَمْرَ</w:t>
      </w:r>
      <w:r w:rsidR="007D3118">
        <w:rPr>
          <w:rtl/>
        </w:rPr>
        <w:t xml:space="preserve">، </w:t>
      </w:r>
      <w:r>
        <w:rPr>
          <w:rtl/>
        </w:rPr>
        <w:t>وَ تَوَلَّهُ بِالنُّجْحِ</w:t>
      </w:r>
      <w:r w:rsidR="007D3118">
        <w:rPr>
          <w:rtl/>
        </w:rPr>
        <w:t xml:space="preserve">، </w:t>
      </w:r>
      <w:r>
        <w:rPr>
          <w:rtl/>
        </w:rPr>
        <w:t>وَ تَخَيَّرْ لَهُ الْأَصْحَابَ</w:t>
      </w:r>
      <w:r w:rsidR="007D3118">
        <w:rPr>
          <w:rtl/>
        </w:rPr>
        <w:t xml:space="preserve">، </w:t>
      </w:r>
      <w:r>
        <w:rPr>
          <w:rtl/>
        </w:rPr>
        <w:t>وَ اسْتَقْوِ لَهُ</w:t>
      </w:r>
      <w:r w:rsidR="007D3118">
        <w:rPr>
          <w:rtl/>
        </w:rPr>
        <w:t xml:space="preserve">، </w:t>
      </w:r>
      <w:r>
        <w:rPr>
          <w:rtl/>
        </w:rPr>
        <w:t>الظَّهْرَ</w:t>
      </w:r>
      <w:r w:rsidR="007D3118">
        <w:rPr>
          <w:rtl/>
        </w:rPr>
        <w:t xml:space="preserve">، </w:t>
      </w:r>
      <w:r>
        <w:rPr>
          <w:rtl/>
        </w:rPr>
        <w:t xml:space="preserve">وَ أَسْبِغْ عَلَيْهِ فِى </w:t>
      </w:r>
      <w:r>
        <w:rPr>
          <w:rtl/>
        </w:rPr>
        <w:lastRenderedPageBreak/>
        <w:t>النَّفَقَةِ</w:t>
      </w:r>
      <w:r w:rsidR="007D3118">
        <w:rPr>
          <w:rtl/>
        </w:rPr>
        <w:t xml:space="preserve">، </w:t>
      </w:r>
      <w:r>
        <w:rPr>
          <w:rtl/>
        </w:rPr>
        <w:t>وَ مَتِّعْهُ بِالنَّشَاطِ</w:t>
      </w:r>
      <w:r w:rsidR="007D3118">
        <w:rPr>
          <w:rtl/>
        </w:rPr>
        <w:t xml:space="preserve">، </w:t>
      </w:r>
      <w:r>
        <w:rPr>
          <w:rtl/>
        </w:rPr>
        <w:t>وَ أَطْفِ عَنْهُ حَرَارَةَ الشَّوْقِ</w:t>
      </w:r>
      <w:r w:rsidR="007D3118">
        <w:rPr>
          <w:rtl/>
        </w:rPr>
        <w:t xml:space="preserve">، </w:t>
      </w:r>
      <w:r>
        <w:rPr>
          <w:rtl/>
        </w:rPr>
        <w:t>وَ أَجِرْهُ مِنْ غَمِّ الْوَحْشَةِ</w:t>
      </w:r>
      <w:r w:rsidR="007D3118">
        <w:rPr>
          <w:rtl/>
        </w:rPr>
        <w:t xml:space="preserve">، </w:t>
      </w:r>
      <w:r>
        <w:rPr>
          <w:rtl/>
        </w:rPr>
        <w:t>وَ أَنْسِهِ ذِكْرَ الْأَهْلِ وَ الْوَلَدِ</w:t>
      </w:r>
      <w:r w:rsidR="007D3118">
        <w:rPr>
          <w:rtl/>
        </w:rPr>
        <w:t xml:space="preserve">. </w:t>
      </w:r>
    </w:p>
    <w:p w:rsidR="00587D34" w:rsidRDefault="00587D34" w:rsidP="00587D34">
      <w:pPr>
        <w:pStyle w:val="libNormal"/>
        <w:rPr>
          <w:rtl/>
        </w:rPr>
      </w:pPr>
      <w:r>
        <w:rPr>
          <w:rtl/>
        </w:rPr>
        <w:t>(14</w:t>
      </w:r>
      <w:r w:rsidR="007D3118">
        <w:rPr>
          <w:rtl/>
        </w:rPr>
        <w:t xml:space="preserve">) </w:t>
      </w:r>
      <w:r>
        <w:rPr>
          <w:rtl/>
        </w:rPr>
        <w:t>وَ أْثُرْ لَهُ حُسْنَ النِّيَّةِ</w:t>
      </w:r>
      <w:r w:rsidR="007D3118">
        <w:rPr>
          <w:rtl/>
        </w:rPr>
        <w:t xml:space="preserve">، </w:t>
      </w:r>
      <w:r>
        <w:rPr>
          <w:rtl/>
        </w:rPr>
        <w:t>وَ تَوَلَّهُ بِالْعَافِيَةِ</w:t>
      </w:r>
      <w:r w:rsidR="007D3118">
        <w:rPr>
          <w:rtl/>
        </w:rPr>
        <w:t xml:space="preserve">، </w:t>
      </w:r>
      <w:r>
        <w:rPr>
          <w:rtl/>
        </w:rPr>
        <w:t>وَ أَصْحِبْهُ السَّلامَةَ</w:t>
      </w:r>
      <w:r w:rsidR="007D3118">
        <w:rPr>
          <w:rtl/>
        </w:rPr>
        <w:t xml:space="preserve">، </w:t>
      </w:r>
      <w:r>
        <w:rPr>
          <w:rtl/>
        </w:rPr>
        <w:t>وَ أَعْفِهِ مِنَ الْجُبْنِ</w:t>
      </w:r>
      <w:r w:rsidR="007D3118">
        <w:rPr>
          <w:rtl/>
        </w:rPr>
        <w:t xml:space="preserve">، </w:t>
      </w:r>
      <w:r>
        <w:rPr>
          <w:rtl/>
        </w:rPr>
        <w:t>وَ أَلْهِمْهُ الْجُرْأَةَ</w:t>
      </w:r>
      <w:r w:rsidR="007D3118">
        <w:rPr>
          <w:rtl/>
        </w:rPr>
        <w:t xml:space="preserve">، </w:t>
      </w:r>
      <w:r>
        <w:rPr>
          <w:rtl/>
        </w:rPr>
        <w:t>وَ ارْزُقْهُ الشِّدَّةَ</w:t>
      </w:r>
      <w:r w:rsidR="007D3118">
        <w:rPr>
          <w:rtl/>
        </w:rPr>
        <w:t xml:space="preserve">، </w:t>
      </w:r>
      <w:r>
        <w:rPr>
          <w:rtl/>
        </w:rPr>
        <w:t>وَ أَيِّدْهُ بِالنُّصْرَةِ</w:t>
      </w:r>
      <w:r w:rsidR="007D3118">
        <w:rPr>
          <w:rtl/>
        </w:rPr>
        <w:t xml:space="preserve">، </w:t>
      </w:r>
      <w:r>
        <w:rPr>
          <w:rtl/>
        </w:rPr>
        <w:t>وَ عَلِّمْهُ السِّيَرَ وَ السُّنَنَ</w:t>
      </w:r>
      <w:r w:rsidR="007D3118">
        <w:rPr>
          <w:rtl/>
        </w:rPr>
        <w:t xml:space="preserve">، </w:t>
      </w:r>
      <w:r>
        <w:rPr>
          <w:rtl/>
        </w:rPr>
        <w:t>وَ سَدِّدْهُ فِى الْحُكْمِ</w:t>
      </w:r>
      <w:r w:rsidR="007D3118">
        <w:rPr>
          <w:rtl/>
        </w:rPr>
        <w:t xml:space="preserve">، </w:t>
      </w:r>
      <w:r>
        <w:rPr>
          <w:rtl/>
        </w:rPr>
        <w:t>وَ اعْزِلْ عَنْهُ الرِّيَاءَ</w:t>
      </w:r>
      <w:r w:rsidR="007D3118">
        <w:rPr>
          <w:rtl/>
        </w:rPr>
        <w:t xml:space="preserve">، </w:t>
      </w:r>
      <w:r>
        <w:rPr>
          <w:rtl/>
        </w:rPr>
        <w:t>وَ خَلِّصْهُ مِنَ السُّمْعَةِ</w:t>
      </w:r>
      <w:r w:rsidR="007D3118">
        <w:rPr>
          <w:rtl/>
        </w:rPr>
        <w:t xml:space="preserve">، </w:t>
      </w:r>
      <w:r>
        <w:rPr>
          <w:rtl/>
        </w:rPr>
        <w:t>وَ اجْعَلْ فِكْرَهُ وَ ذِكْرَهُ وَ ظَعْنَهُ وَ إِقَامَتَهُ</w:t>
      </w:r>
      <w:r w:rsidR="007D3118">
        <w:rPr>
          <w:rtl/>
        </w:rPr>
        <w:t xml:space="preserve">، </w:t>
      </w:r>
      <w:r>
        <w:rPr>
          <w:rtl/>
        </w:rPr>
        <w:t>فِيكَ وَ لَكَ</w:t>
      </w:r>
      <w:r w:rsidR="007D3118">
        <w:rPr>
          <w:rtl/>
        </w:rPr>
        <w:t xml:space="preserve">. </w:t>
      </w:r>
    </w:p>
    <w:p w:rsidR="00587D34" w:rsidRDefault="00587D34" w:rsidP="00587D34">
      <w:pPr>
        <w:pStyle w:val="libNormal"/>
        <w:rPr>
          <w:rtl/>
        </w:rPr>
      </w:pPr>
      <w:r>
        <w:rPr>
          <w:rtl/>
        </w:rPr>
        <w:t>(15</w:t>
      </w:r>
      <w:r w:rsidR="007D3118">
        <w:rPr>
          <w:rtl/>
        </w:rPr>
        <w:t xml:space="preserve">) </w:t>
      </w:r>
      <w:r>
        <w:rPr>
          <w:rtl/>
        </w:rPr>
        <w:t>فَإِذَا صَافَّ عَدُوَّكَ وَ عَدُوَّهُ فَقَلِّلْهُمْ فِى عَيْنِهِ</w:t>
      </w:r>
      <w:r w:rsidR="007D3118">
        <w:rPr>
          <w:rtl/>
        </w:rPr>
        <w:t xml:space="preserve">، </w:t>
      </w:r>
      <w:r>
        <w:rPr>
          <w:rtl/>
        </w:rPr>
        <w:t>وَ صَغِّرْ شَأْنَهُمْ فِى قَلْبِهِ</w:t>
      </w:r>
      <w:r w:rsidR="007D3118">
        <w:rPr>
          <w:rtl/>
        </w:rPr>
        <w:t xml:space="preserve">، </w:t>
      </w:r>
      <w:r>
        <w:rPr>
          <w:rtl/>
        </w:rPr>
        <w:t>وَ أَدِلْ لَهُ مِنْهُمْ</w:t>
      </w:r>
      <w:r w:rsidR="007D3118">
        <w:rPr>
          <w:rtl/>
        </w:rPr>
        <w:t xml:space="preserve">، </w:t>
      </w:r>
      <w:r>
        <w:rPr>
          <w:rtl/>
        </w:rPr>
        <w:t>وَ لا تُدِلْهُمْ مِنْهُ</w:t>
      </w:r>
      <w:r w:rsidR="007D3118">
        <w:rPr>
          <w:rtl/>
        </w:rPr>
        <w:t xml:space="preserve">، </w:t>
      </w:r>
      <w:r>
        <w:rPr>
          <w:rtl/>
        </w:rPr>
        <w:t>فَإِنْ خَتَمْتَ لَهُ بِالسَّعَادَةِ</w:t>
      </w:r>
      <w:r w:rsidR="007D3118">
        <w:rPr>
          <w:rtl/>
        </w:rPr>
        <w:t xml:space="preserve">، </w:t>
      </w:r>
      <w:r>
        <w:rPr>
          <w:rtl/>
        </w:rPr>
        <w:t>وَ قَضَيْتَ لَهُ بِالشَّهَادَةِ فَبَعْدَ أَنْ يَجْتَاحَ عَدُوَّكَ بِالْقَتْلِ</w:t>
      </w:r>
      <w:r w:rsidR="007D3118">
        <w:rPr>
          <w:rtl/>
        </w:rPr>
        <w:t xml:space="preserve">، </w:t>
      </w:r>
      <w:r>
        <w:rPr>
          <w:rtl/>
        </w:rPr>
        <w:t>وَ بَعْدَ أَنْ يَجْهَدَ بِهِمُ الْأَسْرُ</w:t>
      </w:r>
      <w:r w:rsidR="007D3118">
        <w:rPr>
          <w:rtl/>
        </w:rPr>
        <w:t xml:space="preserve">، </w:t>
      </w:r>
      <w:r>
        <w:rPr>
          <w:rtl/>
        </w:rPr>
        <w:t>وَ بَعْدَ أَنْ تَأْمَنَ أَطْرَافُ الْمُسْلِمِينَ</w:t>
      </w:r>
      <w:r w:rsidR="007D3118">
        <w:rPr>
          <w:rtl/>
        </w:rPr>
        <w:t xml:space="preserve">، </w:t>
      </w:r>
      <w:r>
        <w:rPr>
          <w:rtl/>
        </w:rPr>
        <w:t>وَ بَعْدَ أَنْ يُوَلِّىَ عَدُوُّكَ مُدْبِرِينَ</w:t>
      </w:r>
      <w:r w:rsidR="007D3118">
        <w:rPr>
          <w:rtl/>
        </w:rPr>
        <w:t xml:space="preserve">. </w:t>
      </w:r>
    </w:p>
    <w:p w:rsidR="00587D34" w:rsidRDefault="00587D34" w:rsidP="00587D34">
      <w:pPr>
        <w:pStyle w:val="libNormal"/>
        <w:rPr>
          <w:rtl/>
        </w:rPr>
      </w:pPr>
      <w:r>
        <w:rPr>
          <w:rtl/>
        </w:rPr>
        <w:t>(16</w:t>
      </w:r>
      <w:r w:rsidR="007D3118">
        <w:rPr>
          <w:rtl/>
        </w:rPr>
        <w:t xml:space="preserve">) </w:t>
      </w:r>
      <w:r>
        <w:rPr>
          <w:rtl/>
        </w:rPr>
        <w:t>اللَّهُمَّ وَ أَيُّمَا مُسْلِمٍ خَلَفَ غَازِيا أَوْ مُرَابِطا فِى دَارِهِ</w:t>
      </w:r>
      <w:r w:rsidR="007D3118">
        <w:rPr>
          <w:rtl/>
        </w:rPr>
        <w:t xml:space="preserve">، </w:t>
      </w:r>
      <w:r>
        <w:rPr>
          <w:rtl/>
        </w:rPr>
        <w:t>أَوْ تَعَهَّدَ خَالِفِيهِ فِى غَيْبَتِهِ</w:t>
      </w:r>
      <w:r w:rsidR="007D3118">
        <w:rPr>
          <w:rtl/>
        </w:rPr>
        <w:t xml:space="preserve">، </w:t>
      </w:r>
      <w:r>
        <w:rPr>
          <w:rtl/>
        </w:rPr>
        <w:t>أَوْ أَعَانَهُ بِطَائِفَةٍ مِنْ مَالِهِ</w:t>
      </w:r>
      <w:r w:rsidR="007D3118">
        <w:rPr>
          <w:rtl/>
        </w:rPr>
        <w:t xml:space="preserve">، </w:t>
      </w:r>
      <w:r>
        <w:rPr>
          <w:rtl/>
        </w:rPr>
        <w:t>أَوْ أَمَدَّهُ بِعِتَادٍ</w:t>
      </w:r>
      <w:r w:rsidR="007D3118">
        <w:rPr>
          <w:rtl/>
        </w:rPr>
        <w:t xml:space="preserve">، </w:t>
      </w:r>
      <w:r>
        <w:rPr>
          <w:rtl/>
        </w:rPr>
        <w:t>أَوْ شَحَذَهُ عَلَى جِهَادٍ</w:t>
      </w:r>
      <w:r w:rsidR="007D3118">
        <w:rPr>
          <w:rtl/>
        </w:rPr>
        <w:t xml:space="preserve">، </w:t>
      </w:r>
      <w:r>
        <w:rPr>
          <w:rtl/>
        </w:rPr>
        <w:t>أَوْ أَتْبَعَهُ فِى وَجْهِهِ دَعْوَةً</w:t>
      </w:r>
      <w:r w:rsidR="007D3118">
        <w:rPr>
          <w:rtl/>
        </w:rPr>
        <w:t xml:space="preserve">، </w:t>
      </w:r>
      <w:r>
        <w:rPr>
          <w:rtl/>
        </w:rPr>
        <w:t>أَوْ رَعَى لَهُ مِنْ وَرَائِهِ حُرْمَةً</w:t>
      </w:r>
      <w:r w:rsidR="007D3118">
        <w:rPr>
          <w:rtl/>
        </w:rPr>
        <w:t xml:space="preserve">، </w:t>
      </w:r>
      <w:r>
        <w:rPr>
          <w:rtl/>
        </w:rPr>
        <w:t>فَآجِرْ لَهُ مِثْلَ أَجْرِهِ وَزْنا بِوَزْنٍ وَ مِثْلا بِمِثْلٍ</w:t>
      </w:r>
      <w:r w:rsidR="007D3118">
        <w:rPr>
          <w:rtl/>
        </w:rPr>
        <w:t xml:space="preserve">، </w:t>
      </w:r>
      <w:r>
        <w:rPr>
          <w:rtl/>
        </w:rPr>
        <w:t>وَ عَوِّضْهُ مِنْ فِعْلِهِ عِوَضا حَاضِرا يَتَعَجَّلُ بِهِ نَفْعَ مَا قَدَّمَ وَ سُرُورَ مَا أَتَى بِهِ</w:t>
      </w:r>
      <w:r w:rsidR="007D3118">
        <w:rPr>
          <w:rtl/>
        </w:rPr>
        <w:t xml:space="preserve">، </w:t>
      </w:r>
      <w:r>
        <w:rPr>
          <w:rtl/>
        </w:rPr>
        <w:t>إِلَى أَنْ يَنْتَهِىَ بِهِ الْوَقْتُ إِلَى مَا أَجْرَيْتَ لَهُ مِنْ فَضْلِكَ</w:t>
      </w:r>
      <w:r w:rsidR="007D3118">
        <w:rPr>
          <w:rtl/>
        </w:rPr>
        <w:t xml:space="preserve">، </w:t>
      </w:r>
      <w:r>
        <w:rPr>
          <w:rtl/>
        </w:rPr>
        <w:t>وَ أَعْدَدْتَ لَهُ مِنْ كَرَامَتِكَ</w:t>
      </w:r>
      <w:r w:rsidR="007D3118">
        <w:rPr>
          <w:rtl/>
        </w:rPr>
        <w:t xml:space="preserve">. </w:t>
      </w:r>
    </w:p>
    <w:p w:rsidR="00587D34" w:rsidRDefault="00587D34" w:rsidP="00587D34">
      <w:pPr>
        <w:pStyle w:val="libNormal"/>
        <w:rPr>
          <w:rtl/>
        </w:rPr>
      </w:pPr>
      <w:r>
        <w:rPr>
          <w:rtl/>
        </w:rPr>
        <w:t>(17</w:t>
      </w:r>
      <w:r w:rsidR="007D3118">
        <w:rPr>
          <w:rtl/>
        </w:rPr>
        <w:t xml:space="preserve">) </w:t>
      </w:r>
      <w:r>
        <w:rPr>
          <w:rtl/>
        </w:rPr>
        <w:t>اللَّهُمَّ وَ أَيُّمَا مُسْلِمٍ أَهَمَّهُ أَمْرُ الْإِسْلامِ</w:t>
      </w:r>
      <w:r w:rsidR="007D3118">
        <w:rPr>
          <w:rtl/>
        </w:rPr>
        <w:t xml:space="preserve">، </w:t>
      </w:r>
      <w:r>
        <w:rPr>
          <w:rtl/>
        </w:rPr>
        <w:t>وَ أَحْزَنَهُ تَحَزُّبُ أَهْلِ الشِّرْكِ عَلَيْهِمْ فَنَوَى غَزْوًى</w:t>
      </w:r>
      <w:r w:rsidR="007D3118">
        <w:rPr>
          <w:rtl/>
        </w:rPr>
        <w:t xml:space="preserve">، </w:t>
      </w:r>
      <w:r>
        <w:rPr>
          <w:rtl/>
        </w:rPr>
        <w:t>أَوْ هَمَّ بِجِهَادٍ فَقَعَدَ بِهِ ضَعْفٌ</w:t>
      </w:r>
      <w:r w:rsidR="007D3118">
        <w:rPr>
          <w:rtl/>
        </w:rPr>
        <w:t xml:space="preserve">، </w:t>
      </w:r>
      <w:r>
        <w:rPr>
          <w:rtl/>
        </w:rPr>
        <w:t>أَوْ أَبْطَأَتْ بِهِ فَاقَةٌ</w:t>
      </w:r>
      <w:r w:rsidR="007D3118">
        <w:rPr>
          <w:rtl/>
        </w:rPr>
        <w:t xml:space="preserve">، </w:t>
      </w:r>
      <w:r>
        <w:rPr>
          <w:rtl/>
        </w:rPr>
        <w:t>أَوْ أَخَّرَهُ عَنْهُ حَادِثٌ</w:t>
      </w:r>
      <w:r w:rsidR="007D3118">
        <w:rPr>
          <w:rtl/>
        </w:rPr>
        <w:t xml:space="preserve">، </w:t>
      </w:r>
      <w:r>
        <w:rPr>
          <w:rtl/>
        </w:rPr>
        <w:t>أَوْ عَرَضَ لَهُ دُونَ إِرَادَتِهِ مَانِعٌ فَاكْتُبِ اسْمَهُ فِى الْعَابِدِينَ</w:t>
      </w:r>
      <w:r w:rsidR="007D3118">
        <w:rPr>
          <w:rtl/>
        </w:rPr>
        <w:t xml:space="preserve">، </w:t>
      </w:r>
      <w:r>
        <w:rPr>
          <w:rtl/>
        </w:rPr>
        <w:t>وَ أَوْجِبْ لَهُ ثَوَابَ الْمُجَاهِدِينَ</w:t>
      </w:r>
      <w:r w:rsidR="007D3118">
        <w:rPr>
          <w:rtl/>
        </w:rPr>
        <w:t xml:space="preserve">، </w:t>
      </w:r>
      <w:r>
        <w:rPr>
          <w:rtl/>
        </w:rPr>
        <w:t>وَ اجْعَلْهُ فِى نِظَامِ الشُّهَدَاءِ وَ الصَّالِحِينَ</w:t>
      </w:r>
      <w:r w:rsidR="007D3118">
        <w:rPr>
          <w:rtl/>
        </w:rPr>
        <w:t xml:space="preserve">. </w:t>
      </w:r>
    </w:p>
    <w:p w:rsidR="00587D34" w:rsidRDefault="00587D34" w:rsidP="00587D34">
      <w:pPr>
        <w:pStyle w:val="libNormal"/>
        <w:rPr>
          <w:rtl/>
        </w:rPr>
      </w:pPr>
      <w:r>
        <w:rPr>
          <w:rtl/>
        </w:rPr>
        <w:t>(18</w:t>
      </w:r>
      <w:r w:rsidR="007D3118">
        <w:rPr>
          <w:rtl/>
        </w:rPr>
        <w:t xml:space="preserve">) </w:t>
      </w:r>
      <w:r>
        <w:rPr>
          <w:rtl/>
        </w:rPr>
        <w:t>اللَّهُمَّ صَلِّ عَلَى مُحَمَّدٍ عَبْدِكَ وَ رَسُولِكَ وَ آلِ مُحَمَّدٍ</w:t>
      </w:r>
      <w:r w:rsidR="007D3118">
        <w:rPr>
          <w:rtl/>
        </w:rPr>
        <w:t xml:space="preserve">، </w:t>
      </w:r>
      <w:r>
        <w:rPr>
          <w:rtl/>
        </w:rPr>
        <w:t>صَلاةً عَالِيَةً عَلَى الصَّلَوَاتِ</w:t>
      </w:r>
      <w:r w:rsidR="007D3118">
        <w:rPr>
          <w:rtl/>
        </w:rPr>
        <w:t xml:space="preserve">، </w:t>
      </w:r>
      <w:r>
        <w:rPr>
          <w:rtl/>
        </w:rPr>
        <w:t>مُشْرِفَةً فَوْقَ التَّحِيَّاتِ</w:t>
      </w:r>
      <w:r w:rsidR="007D3118">
        <w:rPr>
          <w:rtl/>
        </w:rPr>
        <w:t xml:space="preserve">، </w:t>
      </w:r>
      <w:r>
        <w:rPr>
          <w:rtl/>
        </w:rPr>
        <w:t>صَلاةً لا يَنْتَهِى أَمَدُهَا</w:t>
      </w:r>
      <w:r w:rsidR="007D3118">
        <w:rPr>
          <w:rtl/>
        </w:rPr>
        <w:t xml:space="preserve">، </w:t>
      </w:r>
      <w:r>
        <w:rPr>
          <w:rtl/>
        </w:rPr>
        <w:t xml:space="preserve">وَ لا يَنْقَطِعُ عَدَدُهَا كَأَتَمِّ مَا </w:t>
      </w:r>
      <w:r>
        <w:rPr>
          <w:rtl/>
        </w:rPr>
        <w:lastRenderedPageBreak/>
        <w:t>مَضَى مِنْ صَلَوَاتِكَ عَلَى أَحَدٍ مِنْ أَوْلِيَائِكَ</w:t>
      </w:r>
      <w:r w:rsidR="007D3118">
        <w:rPr>
          <w:rtl/>
        </w:rPr>
        <w:t xml:space="preserve">، </w:t>
      </w:r>
      <w:r>
        <w:rPr>
          <w:rtl/>
        </w:rPr>
        <w:t>إِنَّكَ الْمَنَّانُ الْحَمِيدُ الْمُبْدِئُ الْمُعِيدُ الْفَعَّالُ لِمَا تُرِيدُ</w:t>
      </w:r>
      <w:r w:rsidR="007D3118">
        <w:rPr>
          <w:rtl/>
        </w:rPr>
        <w:t xml:space="preserve">. </w:t>
      </w:r>
    </w:p>
    <w:p w:rsidR="00587D34" w:rsidRDefault="00AA3CBA" w:rsidP="004C63D0">
      <w:pPr>
        <w:pStyle w:val="Heading2"/>
        <w:rPr>
          <w:rtl/>
        </w:rPr>
      </w:pPr>
      <w:bookmarkStart w:id="59" w:name="_Toc394915188"/>
      <w:r>
        <w:rPr>
          <w:rtl/>
        </w:rPr>
        <w:t xml:space="preserve">ترجمه دعاى بيست و هفتم: دعاى آن حضرت </w:t>
      </w:r>
      <w:r w:rsidR="000C598D" w:rsidRPr="000C598D">
        <w:rPr>
          <w:rStyle w:val="libAlaemChar"/>
          <w:rtl/>
        </w:rPr>
        <w:t>عليه‌السلام</w:t>
      </w:r>
      <w:r>
        <w:rPr>
          <w:rtl/>
        </w:rPr>
        <w:t xml:space="preserve"> براى مرزداران</w:t>
      </w:r>
      <w:bookmarkEnd w:id="59"/>
    </w:p>
    <w:p w:rsidR="00587D34" w:rsidRDefault="00587D34" w:rsidP="00587D34">
      <w:pPr>
        <w:pStyle w:val="libNormal"/>
        <w:rPr>
          <w:rtl/>
        </w:rPr>
      </w:pPr>
      <w:r>
        <w:rPr>
          <w:rtl/>
        </w:rPr>
        <w:t>1</w:t>
      </w:r>
      <w:r w:rsidR="007D3118">
        <w:rPr>
          <w:rtl/>
        </w:rPr>
        <w:t xml:space="preserve">. </w:t>
      </w:r>
      <w:r>
        <w:rPr>
          <w:rtl/>
        </w:rPr>
        <w:t>خداوندا درود بر محمد و آل او فرست</w:t>
      </w:r>
      <w:r w:rsidR="007D3118">
        <w:rPr>
          <w:rtl/>
        </w:rPr>
        <w:t xml:space="preserve">، </w:t>
      </w:r>
      <w:r>
        <w:rPr>
          <w:rtl/>
        </w:rPr>
        <w:t>و سرحدّ كشور مسلمانان را به عزّت خود محفوظ دار و نگاهداران آن را به نيروى خود تقويت فرما و از دارايى خود عطاى فراوان بر ايشان بخش</w:t>
      </w:r>
      <w:r w:rsidR="007D3118">
        <w:rPr>
          <w:rtl/>
        </w:rPr>
        <w:t xml:space="preserve">. </w:t>
      </w:r>
    </w:p>
    <w:p w:rsidR="00587D34" w:rsidRDefault="00587D34" w:rsidP="00587D34">
      <w:pPr>
        <w:pStyle w:val="libNormal"/>
        <w:rPr>
          <w:rtl/>
        </w:rPr>
      </w:pPr>
      <w:r>
        <w:rPr>
          <w:rtl/>
        </w:rPr>
        <w:t>2</w:t>
      </w:r>
      <w:r w:rsidR="007D3118">
        <w:rPr>
          <w:rtl/>
        </w:rPr>
        <w:t xml:space="preserve">. </w:t>
      </w:r>
      <w:r>
        <w:rPr>
          <w:rtl/>
        </w:rPr>
        <w:t>خدايا درود بر محمد و آل او فرست</w:t>
      </w:r>
      <w:r w:rsidR="007D3118">
        <w:rPr>
          <w:rtl/>
        </w:rPr>
        <w:t xml:space="preserve">، </w:t>
      </w:r>
      <w:r>
        <w:rPr>
          <w:rtl/>
        </w:rPr>
        <w:t>و شماره آنان را بسيار گردان و سلاحه آن ها را برّان كن</w:t>
      </w:r>
      <w:r w:rsidR="007D3118">
        <w:rPr>
          <w:rtl/>
        </w:rPr>
        <w:t xml:space="preserve">، </w:t>
      </w:r>
      <w:r>
        <w:rPr>
          <w:rtl/>
        </w:rPr>
        <w:t>و حوزه آنها را پاس دار</w:t>
      </w:r>
      <w:r w:rsidR="007D3118">
        <w:rPr>
          <w:rtl/>
        </w:rPr>
        <w:t xml:space="preserve">، </w:t>
      </w:r>
      <w:r>
        <w:rPr>
          <w:rtl/>
        </w:rPr>
        <w:t>و جايگاه آنان را حفظ كن و ميان آنان الفت و كار ايشان را سامان ده</w:t>
      </w:r>
      <w:r w:rsidR="007D3118">
        <w:rPr>
          <w:rtl/>
        </w:rPr>
        <w:t xml:space="preserve">، </w:t>
      </w:r>
      <w:r>
        <w:rPr>
          <w:rtl/>
        </w:rPr>
        <w:t>و آذوقه آن ها را پى در پى بفرست</w:t>
      </w:r>
      <w:r w:rsidR="007D3118">
        <w:rPr>
          <w:rtl/>
        </w:rPr>
        <w:t xml:space="preserve">. </w:t>
      </w:r>
      <w:r w:rsidRPr="00AA3CBA">
        <w:rPr>
          <w:rStyle w:val="libFootnotenumChar"/>
          <w:rtl/>
        </w:rPr>
        <w:t>(83</w:t>
      </w:r>
      <w:r w:rsidR="007D3118" w:rsidRPr="00AA3CBA">
        <w:rPr>
          <w:rStyle w:val="libFootnotenumChar"/>
          <w:rtl/>
        </w:rPr>
        <w:t>)</w:t>
      </w:r>
      <w:r>
        <w:rPr>
          <w:rtl/>
        </w:rPr>
        <w:t xml:space="preserve"> هزينه معيشت آنان را متكفل باش و به يارى خود بازوى آنان را قوى گردان و به شكيبايى مدد كن و چاره سازى به ايشان آموز</w:t>
      </w:r>
      <w:r w:rsidR="007D3118">
        <w:rPr>
          <w:rtl/>
        </w:rPr>
        <w:t xml:space="preserve">. </w:t>
      </w:r>
    </w:p>
    <w:p w:rsidR="00587D34" w:rsidRDefault="00587D34" w:rsidP="00587D34">
      <w:pPr>
        <w:pStyle w:val="libNormal"/>
        <w:rPr>
          <w:rtl/>
        </w:rPr>
      </w:pPr>
      <w:r>
        <w:rPr>
          <w:rtl/>
        </w:rPr>
        <w:t>3</w:t>
      </w:r>
      <w:r w:rsidR="007D3118">
        <w:rPr>
          <w:rtl/>
        </w:rPr>
        <w:t xml:space="preserve">. </w:t>
      </w:r>
      <w:r>
        <w:rPr>
          <w:rtl/>
        </w:rPr>
        <w:t>خدايا درود بر محمد و آل او فرست</w:t>
      </w:r>
      <w:r w:rsidR="007D3118">
        <w:rPr>
          <w:rtl/>
        </w:rPr>
        <w:t xml:space="preserve">، </w:t>
      </w:r>
      <w:r>
        <w:rPr>
          <w:rtl/>
        </w:rPr>
        <w:t>و هرچه را نمشناسند به آنها بشناسان و هرچه نمى دانند به آنهاتعليم ده و هرچه بينش شان بدان نمى رسد به آنها بنماى</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خدايا درود بر محمد و آل او فرست</w:t>
      </w:r>
      <w:r w:rsidR="007D3118">
        <w:rPr>
          <w:rtl/>
        </w:rPr>
        <w:t xml:space="preserve">، </w:t>
      </w:r>
      <w:r>
        <w:rPr>
          <w:rtl/>
        </w:rPr>
        <w:t>و هنگام لقاى دشمن ياد دنياى مكار و فريبنده را از خاطر آنهاببر</w:t>
      </w:r>
      <w:r w:rsidR="007D3118">
        <w:rPr>
          <w:rtl/>
        </w:rPr>
        <w:t xml:space="preserve">، </w:t>
      </w:r>
      <w:r>
        <w:rPr>
          <w:rtl/>
        </w:rPr>
        <w:t>و از دل آن ها انديشه مال فتنه انگيز را محو كن</w:t>
      </w:r>
      <w:r w:rsidR="007D3118">
        <w:rPr>
          <w:rtl/>
        </w:rPr>
        <w:t xml:space="preserve">، </w:t>
      </w:r>
      <w:r>
        <w:rPr>
          <w:rtl/>
        </w:rPr>
        <w:t>و بهشت را پيش چشم آنان مجسم گردان و آنچه در بهشت آماده كرده اى از مسكن هاى جاويد</w:t>
      </w:r>
      <w:r w:rsidR="007D3118">
        <w:rPr>
          <w:rtl/>
        </w:rPr>
        <w:t xml:space="preserve">، </w:t>
      </w:r>
      <w:r>
        <w:rPr>
          <w:rtl/>
        </w:rPr>
        <w:t>و منزل كرامت</w:t>
      </w:r>
      <w:r w:rsidR="007D3118">
        <w:rPr>
          <w:rtl/>
        </w:rPr>
        <w:t xml:space="preserve">، </w:t>
      </w:r>
      <w:r>
        <w:rPr>
          <w:rtl/>
        </w:rPr>
        <w:t>و حوران نيكوروى</w:t>
      </w:r>
      <w:r w:rsidR="007D3118">
        <w:rPr>
          <w:rtl/>
        </w:rPr>
        <w:t xml:space="preserve">، </w:t>
      </w:r>
      <w:r>
        <w:rPr>
          <w:rtl/>
        </w:rPr>
        <w:t>و جويهاى روان و نوشيدنى هاى گوناگون</w:t>
      </w:r>
      <w:r w:rsidR="007D3118">
        <w:rPr>
          <w:rtl/>
        </w:rPr>
        <w:t xml:space="preserve">، </w:t>
      </w:r>
      <w:r>
        <w:rPr>
          <w:rtl/>
        </w:rPr>
        <w:t>و درختان پربار و از اقسام ميوه ها در پيش چشم ايشان ممثل ساز تا هيچ يك آهنگ بازگشتن نكنند</w:t>
      </w:r>
      <w:r w:rsidR="007D3118">
        <w:rPr>
          <w:rtl/>
        </w:rPr>
        <w:t xml:space="preserve">، </w:t>
      </w:r>
      <w:r>
        <w:rPr>
          <w:rtl/>
        </w:rPr>
        <w:t>و انديشه گريختن از هماورد خود به دل راه ندهند</w:t>
      </w:r>
      <w:r w:rsidR="007D3118">
        <w:rPr>
          <w:rtl/>
        </w:rPr>
        <w:t xml:space="preserve">. </w:t>
      </w:r>
    </w:p>
    <w:p w:rsidR="00587D34" w:rsidRDefault="00587D34" w:rsidP="00587D34">
      <w:pPr>
        <w:pStyle w:val="libNormal"/>
        <w:rPr>
          <w:rtl/>
        </w:rPr>
      </w:pPr>
      <w:r>
        <w:rPr>
          <w:rtl/>
        </w:rPr>
        <w:lastRenderedPageBreak/>
        <w:t>5</w:t>
      </w:r>
      <w:r w:rsidR="007D3118">
        <w:rPr>
          <w:rtl/>
        </w:rPr>
        <w:t xml:space="preserve">. </w:t>
      </w:r>
      <w:r>
        <w:rPr>
          <w:rtl/>
        </w:rPr>
        <w:t>خدايا بدين كار دشمن آن ها را سست گردان و ناخن آنها را بر چين و ميان آنها و سلاح جنگ جدايى افكن</w:t>
      </w:r>
      <w:r w:rsidR="007D3118">
        <w:rPr>
          <w:rtl/>
        </w:rPr>
        <w:t xml:space="preserve">، </w:t>
      </w:r>
      <w:r>
        <w:rPr>
          <w:rtl/>
        </w:rPr>
        <w:t>و دل آنهارا بگسل</w:t>
      </w:r>
      <w:r w:rsidR="007D3118">
        <w:rPr>
          <w:rtl/>
        </w:rPr>
        <w:t xml:space="preserve">، </w:t>
      </w:r>
      <w:r>
        <w:rPr>
          <w:rtl/>
        </w:rPr>
        <w:t>و آذوقه را از آنها دور كن و در راهها سرگردانشان ساز</w:t>
      </w:r>
      <w:r w:rsidR="007D3118">
        <w:rPr>
          <w:rtl/>
        </w:rPr>
        <w:t xml:space="preserve">، </w:t>
      </w:r>
      <w:r>
        <w:rPr>
          <w:rtl/>
        </w:rPr>
        <w:t>و از مقصود باز دار</w:t>
      </w:r>
      <w:r w:rsidR="007D3118">
        <w:rPr>
          <w:rtl/>
        </w:rPr>
        <w:t xml:space="preserve">، </w:t>
      </w:r>
      <w:r>
        <w:rPr>
          <w:rtl/>
        </w:rPr>
        <w:t>و مدد را از آنها ببر و شماره آنان را اندك گردان و دل آن ها را پر هراس كن</w:t>
      </w:r>
      <w:r w:rsidR="007D3118">
        <w:rPr>
          <w:rtl/>
        </w:rPr>
        <w:t xml:space="preserve">، </w:t>
      </w:r>
      <w:r>
        <w:rPr>
          <w:rtl/>
        </w:rPr>
        <w:t>و دست آنان را چنان ببند كه هرگز نتوانند گشاد</w:t>
      </w:r>
      <w:r w:rsidR="007D3118">
        <w:rPr>
          <w:rtl/>
        </w:rPr>
        <w:t xml:space="preserve">، </w:t>
      </w:r>
      <w:r>
        <w:rPr>
          <w:rtl/>
        </w:rPr>
        <w:t>و زبان آن ها را چاك زن كه سخن نتوانند گفت</w:t>
      </w:r>
      <w:r w:rsidR="007D3118">
        <w:rPr>
          <w:rtl/>
        </w:rPr>
        <w:t xml:space="preserve">، </w:t>
      </w:r>
      <w:r>
        <w:rPr>
          <w:rtl/>
        </w:rPr>
        <w:t>و به پراكندگى ايشان دنباله هاى آنها را هم پراكنده ساز و اينها را عبرت آنها گردان و به سبب زبون گشتن اينها اميد ديگران را قطع كن</w:t>
      </w:r>
      <w:r w:rsidR="007D3118">
        <w:rPr>
          <w:rtl/>
        </w:rPr>
        <w:t xml:space="preserve">. </w:t>
      </w:r>
    </w:p>
    <w:p w:rsidR="00587D34" w:rsidRDefault="00587D34" w:rsidP="00587D34">
      <w:pPr>
        <w:pStyle w:val="libNormal"/>
        <w:rPr>
          <w:rtl/>
        </w:rPr>
      </w:pPr>
      <w:r>
        <w:rPr>
          <w:rtl/>
        </w:rPr>
        <w:t>6</w:t>
      </w:r>
      <w:r w:rsidR="007D3118">
        <w:rPr>
          <w:rtl/>
        </w:rPr>
        <w:t xml:space="preserve">. </w:t>
      </w:r>
      <w:r>
        <w:rPr>
          <w:rtl/>
        </w:rPr>
        <w:t>خداوندا</w:t>
      </w:r>
      <w:r w:rsidR="007D3118">
        <w:rPr>
          <w:rtl/>
        </w:rPr>
        <w:t xml:space="preserve">، </w:t>
      </w:r>
      <w:r>
        <w:rPr>
          <w:rtl/>
        </w:rPr>
        <w:t xml:space="preserve">زنانشان را نازاى و پشت مردان آنها را خشك گردان </w:t>
      </w:r>
      <w:r w:rsidRPr="00AA3CBA">
        <w:rPr>
          <w:rStyle w:val="libFootnotenumChar"/>
          <w:rtl/>
        </w:rPr>
        <w:t>(84</w:t>
      </w:r>
      <w:r w:rsidR="007D3118" w:rsidRPr="00AA3CBA">
        <w:rPr>
          <w:rStyle w:val="libFootnotenumChar"/>
          <w:rtl/>
        </w:rPr>
        <w:t>)</w:t>
      </w:r>
      <w:r>
        <w:rPr>
          <w:rtl/>
        </w:rPr>
        <w:t xml:space="preserve"> و نسل چارپايان سوارى و شيرده آنها را ببر</w:t>
      </w:r>
      <w:r w:rsidR="007D3118">
        <w:rPr>
          <w:rtl/>
        </w:rPr>
        <w:t xml:space="preserve">، </w:t>
      </w:r>
      <w:r>
        <w:rPr>
          <w:rtl/>
        </w:rPr>
        <w:t>به آسمان را دستور باريدن بر آن ها مده</w:t>
      </w:r>
      <w:r w:rsidR="007D3118">
        <w:rPr>
          <w:rtl/>
        </w:rPr>
        <w:t xml:space="preserve">، </w:t>
      </w:r>
      <w:r>
        <w:rPr>
          <w:rtl/>
        </w:rPr>
        <w:t>و زمين را اجازت روييدن مفرما</w:t>
      </w:r>
      <w:r w:rsidR="007D3118">
        <w:rPr>
          <w:rtl/>
        </w:rPr>
        <w:t xml:space="preserve">. </w:t>
      </w:r>
    </w:p>
    <w:p w:rsidR="00587D34" w:rsidRDefault="00587D34" w:rsidP="00587D34">
      <w:pPr>
        <w:pStyle w:val="libNormal"/>
        <w:rPr>
          <w:rtl/>
        </w:rPr>
      </w:pPr>
      <w:r>
        <w:rPr>
          <w:rtl/>
        </w:rPr>
        <w:t>7</w:t>
      </w:r>
      <w:r w:rsidR="007D3118">
        <w:rPr>
          <w:rtl/>
        </w:rPr>
        <w:t xml:space="preserve">. </w:t>
      </w:r>
      <w:r>
        <w:rPr>
          <w:rtl/>
        </w:rPr>
        <w:t>و بدين كارها پشت مسلمانان را قوى گردان و گرد كشورشان را به دژى محكم استوار دار و مال آنها را بارور كن و آنان را از جنگ فارغ ساز تا بندگى تو كنند و از كارزار با ايشان آسوده كن تا با تو در خلوت به راز و نياز پردازند تا در هيچ جاى زمين غير از تو را عبادت نكنند و پيشانى براى هيچ كس جز تو به خاك سوده نگردد</w:t>
      </w:r>
      <w:r w:rsidR="007D3118">
        <w:rPr>
          <w:rtl/>
        </w:rPr>
        <w:t xml:space="preserve">. </w:t>
      </w:r>
    </w:p>
    <w:p w:rsidR="00587D34" w:rsidRDefault="00587D34" w:rsidP="00587D34">
      <w:pPr>
        <w:pStyle w:val="libNormal"/>
        <w:rPr>
          <w:rtl/>
        </w:rPr>
      </w:pPr>
      <w:r>
        <w:rPr>
          <w:rtl/>
        </w:rPr>
        <w:t>8</w:t>
      </w:r>
      <w:r w:rsidR="007D3118">
        <w:rPr>
          <w:rtl/>
        </w:rPr>
        <w:t xml:space="preserve">. </w:t>
      </w:r>
      <w:r>
        <w:rPr>
          <w:rtl/>
        </w:rPr>
        <w:t>خداوندا! در هر ناحيت مسلمانان را به دفع مشركانى كه در برابر آنانند برانگيز و به فرشتگان خود پيوسته مدد فرست كه آنان را تا پايان زمين عزيمت دهند</w:t>
      </w:r>
      <w:r w:rsidR="007D3118">
        <w:rPr>
          <w:rtl/>
        </w:rPr>
        <w:t xml:space="preserve">، </w:t>
      </w:r>
      <w:r>
        <w:rPr>
          <w:rtl/>
        </w:rPr>
        <w:t>كشته شوند يا گرفتار گردند يا اقرار كنند كه تويى خدا و غير تو معبودى سزاوار پرستش نيست</w:t>
      </w:r>
      <w:r w:rsidR="007D3118">
        <w:rPr>
          <w:rtl/>
        </w:rPr>
        <w:t xml:space="preserve">، </w:t>
      </w:r>
      <w:r>
        <w:rPr>
          <w:rtl/>
        </w:rPr>
        <w:t>تويى تنها كه شريك و انباز ندارى</w:t>
      </w:r>
      <w:r w:rsidR="007D3118">
        <w:rPr>
          <w:rtl/>
        </w:rPr>
        <w:t xml:space="preserve">. </w:t>
      </w:r>
    </w:p>
    <w:p w:rsidR="00587D34" w:rsidRDefault="00587D34" w:rsidP="00587D34">
      <w:pPr>
        <w:pStyle w:val="libNormal"/>
        <w:rPr>
          <w:rtl/>
        </w:rPr>
      </w:pPr>
      <w:r>
        <w:rPr>
          <w:rtl/>
        </w:rPr>
        <w:t>9</w:t>
      </w:r>
      <w:r w:rsidR="007D3118">
        <w:rPr>
          <w:rtl/>
        </w:rPr>
        <w:t xml:space="preserve">. </w:t>
      </w:r>
      <w:r>
        <w:rPr>
          <w:rtl/>
        </w:rPr>
        <w:t>خدايا! اين نفرين همه دشمنان تو را در همه شهرها فرا گيرد</w:t>
      </w:r>
      <w:r w:rsidR="007D3118">
        <w:rPr>
          <w:rtl/>
        </w:rPr>
        <w:t xml:space="preserve">، </w:t>
      </w:r>
      <w:r>
        <w:rPr>
          <w:rtl/>
        </w:rPr>
        <w:t xml:space="preserve">از هند و روم و خزر و حبشه و نوبه و زنگبار و سقالبيان و ديلمان و ديگر امتهاى مشرك </w:t>
      </w:r>
      <w:r>
        <w:rPr>
          <w:rtl/>
        </w:rPr>
        <w:lastRenderedPageBreak/>
        <w:t>كه نام و نشان آن ها بر ما پنهان است</w:t>
      </w:r>
      <w:r w:rsidR="007D3118">
        <w:rPr>
          <w:rtl/>
        </w:rPr>
        <w:t xml:space="preserve">، </w:t>
      </w:r>
      <w:r>
        <w:rPr>
          <w:rtl/>
        </w:rPr>
        <w:t>و تو آنها را يكان يكان مى شناسى</w:t>
      </w:r>
      <w:r w:rsidR="007D3118">
        <w:rPr>
          <w:rtl/>
        </w:rPr>
        <w:t xml:space="preserve">، </w:t>
      </w:r>
      <w:r>
        <w:rPr>
          <w:rtl/>
        </w:rPr>
        <w:t>و به قدرت خويش بر آنان تسلط دارى</w:t>
      </w:r>
      <w:r w:rsidR="007D3118">
        <w:rPr>
          <w:rtl/>
        </w:rPr>
        <w:t xml:space="preserve">. </w:t>
      </w:r>
    </w:p>
    <w:p w:rsidR="00587D34" w:rsidRDefault="00587D34" w:rsidP="00587D34">
      <w:pPr>
        <w:pStyle w:val="libNormal"/>
        <w:rPr>
          <w:rtl/>
        </w:rPr>
      </w:pPr>
      <w:r>
        <w:rPr>
          <w:rtl/>
        </w:rPr>
        <w:t>10</w:t>
      </w:r>
      <w:r w:rsidR="007D3118">
        <w:rPr>
          <w:rtl/>
        </w:rPr>
        <w:t xml:space="preserve">. </w:t>
      </w:r>
      <w:r>
        <w:rPr>
          <w:rtl/>
        </w:rPr>
        <w:t>خداوندا! مشركان را سرگرم يكديگر كن كه پيرامون مسلمانان نگردند و آنها را به نقص بگير كه از تنقيص مسلمانان باز مانند و ميان آنها پريشانى انداز كه از گرد آمدن بر مسلمانان منصرف شوند</w:t>
      </w:r>
      <w:r w:rsidR="007D3118">
        <w:rPr>
          <w:rtl/>
        </w:rPr>
        <w:t xml:space="preserve">. </w:t>
      </w:r>
    </w:p>
    <w:p w:rsidR="00587D34" w:rsidRDefault="00587D34" w:rsidP="00587D34">
      <w:pPr>
        <w:pStyle w:val="libNormal"/>
        <w:rPr>
          <w:rtl/>
        </w:rPr>
      </w:pPr>
      <w:r>
        <w:rPr>
          <w:rtl/>
        </w:rPr>
        <w:t>11</w:t>
      </w:r>
      <w:r w:rsidR="007D3118">
        <w:rPr>
          <w:rtl/>
        </w:rPr>
        <w:t xml:space="preserve">. </w:t>
      </w:r>
      <w:r>
        <w:rPr>
          <w:rtl/>
        </w:rPr>
        <w:t>پروردگارا! دلها آن ها را از آرامش تهى و بدن آنها را از نيرو خالى كن</w:t>
      </w:r>
      <w:r w:rsidR="007D3118">
        <w:rPr>
          <w:rtl/>
        </w:rPr>
        <w:t xml:space="preserve">، </w:t>
      </w:r>
      <w:r>
        <w:rPr>
          <w:rtl/>
        </w:rPr>
        <w:t>و راه چاره را به رويشان ببند</w:t>
      </w:r>
      <w:r w:rsidR="007D3118">
        <w:rPr>
          <w:rtl/>
        </w:rPr>
        <w:t xml:space="preserve">، </w:t>
      </w:r>
      <w:r>
        <w:rPr>
          <w:rtl/>
        </w:rPr>
        <w:t>و اندام آنان را سست گردان كه نبرد با مردان نتوانند و ترس دل دل آن ها افكن كه كارزار پهلوانان را نخواهند</w:t>
      </w:r>
      <w:r w:rsidR="007D3118">
        <w:rPr>
          <w:rtl/>
        </w:rPr>
        <w:t xml:space="preserve">، </w:t>
      </w:r>
      <w:r>
        <w:rPr>
          <w:rtl/>
        </w:rPr>
        <w:t>و لشكرى از فرشتگان با آن عذابى كه خود مى دانى بر آنها فرست</w:t>
      </w:r>
      <w:r w:rsidR="007D3118">
        <w:rPr>
          <w:rtl/>
        </w:rPr>
        <w:t xml:space="preserve">، </w:t>
      </w:r>
      <w:r>
        <w:rPr>
          <w:rtl/>
        </w:rPr>
        <w:t>چنانكه در روز بدر فرستادى</w:t>
      </w:r>
      <w:r w:rsidR="007D3118">
        <w:rPr>
          <w:rtl/>
        </w:rPr>
        <w:t xml:space="preserve">، </w:t>
      </w:r>
      <w:r>
        <w:rPr>
          <w:rtl/>
        </w:rPr>
        <w:t>تا بيخ آنها را برآورى و خار آنها را از پيش پاى مسلمانان دور كنى و جمع آنان را پريشانى گردانى</w:t>
      </w:r>
      <w:r w:rsidR="007D3118">
        <w:rPr>
          <w:rtl/>
        </w:rPr>
        <w:t xml:space="preserve">. </w:t>
      </w:r>
    </w:p>
    <w:p w:rsidR="00587D34" w:rsidRDefault="00587D34" w:rsidP="00587D34">
      <w:pPr>
        <w:pStyle w:val="libNormal"/>
        <w:rPr>
          <w:rtl/>
        </w:rPr>
      </w:pPr>
      <w:r>
        <w:rPr>
          <w:rtl/>
        </w:rPr>
        <w:t>12</w:t>
      </w:r>
      <w:r w:rsidR="007D3118">
        <w:rPr>
          <w:rtl/>
        </w:rPr>
        <w:t xml:space="preserve">. </w:t>
      </w:r>
      <w:r>
        <w:rPr>
          <w:rtl/>
        </w:rPr>
        <w:t>خدايا! آب آنها را به وبا بيالاى</w:t>
      </w:r>
      <w:r w:rsidR="007D3118">
        <w:rPr>
          <w:rtl/>
        </w:rPr>
        <w:t xml:space="preserve">، </w:t>
      </w:r>
      <w:r w:rsidRPr="00AA3CBA">
        <w:rPr>
          <w:rStyle w:val="libFootnotenumChar"/>
          <w:rtl/>
        </w:rPr>
        <w:t>(85</w:t>
      </w:r>
      <w:r w:rsidR="007D3118" w:rsidRPr="00AA3CBA">
        <w:rPr>
          <w:rStyle w:val="libFootnotenumChar"/>
          <w:rtl/>
        </w:rPr>
        <w:t>)</w:t>
      </w:r>
      <w:r>
        <w:rPr>
          <w:rtl/>
        </w:rPr>
        <w:t xml:space="preserve"> و خوراك آنان را به دردها بياميز</w:t>
      </w:r>
      <w:r w:rsidR="007D3118">
        <w:rPr>
          <w:rtl/>
        </w:rPr>
        <w:t xml:space="preserve">، </w:t>
      </w:r>
      <w:r>
        <w:rPr>
          <w:rtl/>
        </w:rPr>
        <w:t>و شهرهاى آنها را به فروتنى و ريختن سنگ هاى آسمانى پيوسته ويران كن و به خشكى و قحطى مبتلا ساز و خوار و بار آنها را در خالى ترين و دورترين زمين ها قرار ده</w:t>
      </w:r>
      <w:r w:rsidR="007D3118">
        <w:rPr>
          <w:rtl/>
        </w:rPr>
        <w:t xml:space="preserve">، </w:t>
      </w:r>
      <w:r>
        <w:rPr>
          <w:rtl/>
        </w:rPr>
        <w:t>و قلعه هاى آن زمين ها را بر ايشان فرو بند</w:t>
      </w:r>
      <w:r w:rsidR="007D3118">
        <w:rPr>
          <w:rtl/>
        </w:rPr>
        <w:t xml:space="preserve">، </w:t>
      </w:r>
      <w:r>
        <w:rPr>
          <w:rtl/>
        </w:rPr>
        <w:t>و به گرسنگى پويسته</w:t>
      </w:r>
      <w:r w:rsidR="007D3118">
        <w:rPr>
          <w:rtl/>
        </w:rPr>
        <w:t xml:space="preserve">، </w:t>
      </w:r>
      <w:r>
        <w:rPr>
          <w:rtl/>
        </w:rPr>
        <w:t>و بيمارى دردناك شكنجه شان ده</w:t>
      </w:r>
      <w:r w:rsidR="007D3118">
        <w:rPr>
          <w:rtl/>
        </w:rPr>
        <w:t xml:space="preserve">. </w:t>
      </w:r>
    </w:p>
    <w:p w:rsidR="00587D34" w:rsidRDefault="00587D34" w:rsidP="00587D34">
      <w:pPr>
        <w:pStyle w:val="libNormal"/>
        <w:rPr>
          <w:rtl/>
        </w:rPr>
      </w:pPr>
      <w:r>
        <w:rPr>
          <w:rtl/>
        </w:rPr>
        <w:t>13</w:t>
      </w:r>
      <w:r w:rsidR="007D3118">
        <w:rPr>
          <w:rtl/>
        </w:rPr>
        <w:t xml:space="preserve">. </w:t>
      </w:r>
      <w:r>
        <w:rPr>
          <w:rtl/>
        </w:rPr>
        <w:t>خداياهر مرد سلحشور از اهل دين تو و جنگجوى از پيروان سنت تو كه با ايشان در آويزد و كارزار كند تا پايه دين تو فراتر رود و طرفداران تو نيرومندتر گردند و بهره دوستا افزونتر شود</w:t>
      </w:r>
      <w:r w:rsidR="007D3118">
        <w:rPr>
          <w:rtl/>
        </w:rPr>
        <w:t xml:space="preserve">، </w:t>
      </w:r>
      <w:r>
        <w:rPr>
          <w:rtl/>
        </w:rPr>
        <w:t xml:space="preserve">او را از آسايش برخوردار دار و كار او را به سامان كن و به فيروزى رسان و ياران شايسته براى او بگزين و پشت او را قوى گردان و دست او را در انفاق گشاده دار و او را از خرمى بهره مند ساز </w:t>
      </w:r>
      <w:r>
        <w:rPr>
          <w:rtl/>
        </w:rPr>
        <w:lastRenderedPageBreak/>
        <w:t>و سوز شوق شهر و فرزند را در دل او فرو نشان و از اندوه تنهايى زنهار ده و انديهش خويش و فرزند از ياد او ببر</w:t>
      </w:r>
      <w:r w:rsidR="007D3118">
        <w:rPr>
          <w:rtl/>
        </w:rPr>
        <w:t xml:space="preserve">. </w:t>
      </w:r>
    </w:p>
    <w:p w:rsidR="00587D34" w:rsidRDefault="00587D34" w:rsidP="00587D34">
      <w:pPr>
        <w:pStyle w:val="libNormal"/>
        <w:rPr>
          <w:rtl/>
        </w:rPr>
      </w:pPr>
      <w:r>
        <w:rPr>
          <w:rtl/>
        </w:rPr>
        <w:t>14</w:t>
      </w:r>
      <w:r w:rsidR="007D3118">
        <w:rPr>
          <w:rtl/>
        </w:rPr>
        <w:t xml:space="preserve">. </w:t>
      </w:r>
      <w:r>
        <w:rPr>
          <w:rtl/>
        </w:rPr>
        <w:t>و نيت او را نيكو گردان و او را با تندرستى و ايمنى يار كن و هراس ‍ دشمن را از دل او ببر و دلاورى در دل او قرار ده و او را پهلوان زورمند گردان و به يارى خود نيرو ده و روش درست و سنت صحيح بياموز و راه صواب بنماى و او را از خود نمايى و نامجويى دور كن و فكر و ذكر</w:t>
      </w:r>
      <w:r w:rsidR="007D3118">
        <w:rPr>
          <w:rtl/>
        </w:rPr>
        <w:t xml:space="preserve">، </w:t>
      </w:r>
      <w:r>
        <w:rPr>
          <w:rtl/>
        </w:rPr>
        <w:t>جنبش و آرامش او را در راه خود و براى خود قرار ده</w:t>
      </w:r>
      <w:r w:rsidR="007D3118">
        <w:rPr>
          <w:rtl/>
        </w:rPr>
        <w:t xml:space="preserve">. </w:t>
      </w:r>
    </w:p>
    <w:p w:rsidR="00587D34" w:rsidRDefault="00587D34" w:rsidP="00587D34">
      <w:pPr>
        <w:pStyle w:val="libNormal"/>
        <w:rPr>
          <w:rtl/>
        </w:rPr>
      </w:pPr>
      <w:r>
        <w:rPr>
          <w:rtl/>
        </w:rPr>
        <w:t>15</w:t>
      </w:r>
      <w:r w:rsidR="007D3118">
        <w:rPr>
          <w:rtl/>
        </w:rPr>
        <w:t xml:space="preserve">. </w:t>
      </w:r>
      <w:r>
        <w:rPr>
          <w:rtl/>
        </w:rPr>
        <w:t>و چون با دشمنان تو كه هم دشمن اويند هماورد شود</w:t>
      </w:r>
      <w:r w:rsidR="007D3118">
        <w:rPr>
          <w:rtl/>
        </w:rPr>
        <w:t xml:space="preserve">، </w:t>
      </w:r>
      <w:r>
        <w:rPr>
          <w:rtl/>
        </w:rPr>
        <w:t>آن ها را در نظر او اندك نماى و كار آن ها را در دل او كوچك گردان</w:t>
      </w:r>
      <w:r w:rsidR="007D3118">
        <w:rPr>
          <w:rtl/>
        </w:rPr>
        <w:t xml:space="preserve">، </w:t>
      </w:r>
      <w:r>
        <w:rPr>
          <w:rtl/>
        </w:rPr>
        <w:t>او را بر آن ها چيره ساز و آنان را بر او چيره مكن</w:t>
      </w:r>
      <w:r w:rsidR="007D3118">
        <w:rPr>
          <w:rtl/>
        </w:rPr>
        <w:t xml:space="preserve">، </w:t>
      </w:r>
      <w:r>
        <w:rPr>
          <w:rtl/>
        </w:rPr>
        <w:t>پس اگر فرجام او را به نيك بختى مقرر فرمودى و شهادت روزى كردى</w:t>
      </w:r>
      <w:r w:rsidR="007D3118">
        <w:rPr>
          <w:rtl/>
        </w:rPr>
        <w:t xml:space="preserve">، </w:t>
      </w:r>
      <w:r>
        <w:rPr>
          <w:rtl/>
        </w:rPr>
        <w:t>پس از آن وى را به اين سعادت رسان كه بيخ دشمن تو را به كشتن بركنده و به اسير گرفتن زبون كرده باشد و گرداگرد كشور مسلمانان را امنگردانيده و دشمن گريزان پشت كرده باشد</w:t>
      </w:r>
      <w:r w:rsidR="007D3118">
        <w:rPr>
          <w:rtl/>
        </w:rPr>
        <w:t xml:space="preserve">. </w:t>
      </w:r>
    </w:p>
    <w:p w:rsidR="00587D34" w:rsidRDefault="00587D34" w:rsidP="00587D34">
      <w:pPr>
        <w:pStyle w:val="libNormal"/>
        <w:rPr>
          <w:rtl/>
        </w:rPr>
      </w:pPr>
      <w:r>
        <w:rPr>
          <w:rtl/>
        </w:rPr>
        <w:t>16</w:t>
      </w:r>
      <w:r w:rsidR="007D3118">
        <w:rPr>
          <w:rtl/>
        </w:rPr>
        <w:t xml:space="preserve">. </w:t>
      </w:r>
      <w:r>
        <w:rPr>
          <w:rtl/>
        </w:rPr>
        <w:t>خدايا هر مسلمانى كه در غيبت مجاهدى يا مرزدارى</w:t>
      </w:r>
      <w:r w:rsidR="007D3118">
        <w:rPr>
          <w:rtl/>
        </w:rPr>
        <w:t xml:space="preserve">، </w:t>
      </w:r>
      <w:r>
        <w:rPr>
          <w:rtl/>
        </w:rPr>
        <w:t>سراى او را رسيدگى كند و بازماندگان او را تكفل فرمايد يا او را به پاره اى از مال خود يارى دهد وساز راه او آماده كند و او را در جهاد چابك سازد و نسبت به كارى كه در پيش دارد او را به دعا بدرقه كند و در آن چه در موطن مانده حرمت او را رعايت كند</w:t>
      </w:r>
      <w:r w:rsidR="007D3118">
        <w:rPr>
          <w:rtl/>
        </w:rPr>
        <w:t xml:space="preserve">، </w:t>
      </w:r>
      <w:r>
        <w:rPr>
          <w:rtl/>
        </w:rPr>
        <w:t>پس مانند اجر آن به همان اندازه و همان صفت بدين عطا كن و به جاى عمل او پاداشى نقد مقرر فرما كه از سود كار پيشين خود بهره مند و بدان عمل شادان گردد تا هنگام آن ثواب بزرگ فرا رسد كه از فضل خود براى او مقرر داشته و از كرامت خود آماده فرموده اى</w:t>
      </w:r>
      <w:r w:rsidR="007D3118">
        <w:rPr>
          <w:rtl/>
        </w:rPr>
        <w:t xml:space="preserve">. </w:t>
      </w:r>
    </w:p>
    <w:p w:rsidR="00587D34" w:rsidRDefault="00587D34" w:rsidP="00587D34">
      <w:pPr>
        <w:pStyle w:val="libNormal"/>
        <w:rPr>
          <w:rtl/>
        </w:rPr>
      </w:pPr>
      <w:r>
        <w:rPr>
          <w:rtl/>
        </w:rPr>
        <w:lastRenderedPageBreak/>
        <w:t>17</w:t>
      </w:r>
      <w:r w:rsidR="007D3118">
        <w:rPr>
          <w:rtl/>
        </w:rPr>
        <w:t xml:space="preserve">. </w:t>
      </w:r>
      <w:r>
        <w:rPr>
          <w:rtl/>
        </w:rPr>
        <w:t>خداوندا! هر مسلمانى كه به كار اسلام دل بسته و از اتفاق مشركان در حرب آنان اندوهگين است و قصد جنگ و آهنگ جهاد با آنان دارد</w:t>
      </w:r>
      <w:r w:rsidR="007D3118">
        <w:rPr>
          <w:rtl/>
        </w:rPr>
        <w:t xml:space="preserve">، </w:t>
      </w:r>
      <w:r>
        <w:rPr>
          <w:rtl/>
        </w:rPr>
        <w:t>اما ناتوانى او را در خانه نشانيده يا تنگدستى او را باز داشته يا پيش آمد ديگرى پاى او را بسته و مانعى در پيش اراده او پديدار گشته است</w:t>
      </w:r>
      <w:r w:rsidR="007D3118">
        <w:rPr>
          <w:rtl/>
        </w:rPr>
        <w:t xml:space="preserve">، </w:t>
      </w:r>
      <w:r>
        <w:rPr>
          <w:rtl/>
        </w:rPr>
        <w:t>نام او را در زمره علمداران درج كن و ثواب مجاهدان براى او لازم شمار و او را در سلسله شهيدان و نيكوكاران قرار ده</w:t>
      </w:r>
      <w:r w:rsidR="007D3118">
        <w:rPr>
          <w:rtl/>
        </w:rPr>
        <w:t xml:space="preserve">. </w:t>
      </w:r>
    </w:p>
    <w:p w:rsidR="00587D34" w:rsidRDefault="00587D34" w:rsidP="00587D34">
      <w:pPr>
        <w:pStyle w:val="libNormal"/>
        <w:rPr>
          <w:rtl/>
        </w:rPr>
      </w:pPr>
      <w:r>
        <w:rPr>
          <w:rtl/>
        </w:rPr>
        <w:t>18</w:t>
      </w:r>
      <w:r w:rsidR="007D3118">
        <w:rPr>
          <w:rtl/>
        </w:rPr>
        <w:t xml:space="preserve">. </w:t>
      </w:r>
      <w:r>
        <w:rPr>
          <w:rtl/>
        </w:rPr>
        <w:t>خدايا بر محمد و خاندان او درود فرست بالاتر از هر درود و برتر از هر تحيت</w:t>
      </w:r>
      <w:r w:rsidR="007D3118">
        <w:rPr>
          <w:rtl/>
        </w:rPr>
        <w:t xml:space="preserve">، </w:t>
      </w:r>
      <w:r>
        <w:rPr>
          <w:rtl/>
        </w:rPr>
        <w:t>درودى كه مدت آن به انجام نرسد و شماره آن پايان نيابد</w:t>
      </w:r>
      <w:r w:rsidR="007D3118">
        <w:rPr>
          <w:rtl/>
        </w:rPr>
        <w:t xml:space="preserve">، </w:t>
      </w:r>
      <w:r>
        <w:rPr>
          <w:rtl/>
        </w:rPr>
        <w:t>كامل تر از همه رحمت ها كه بر يكى از دوستان خود پيش از اين فرستاده اى كه تويى عطا دهنده</w:t>
      </w:r>
      <w:r w:rsidR="007D3118">
        <w:rPr>
          <w:rtl/>
        </w:rPr>
        <w:t xml:space="preserve">، </w:t>
      </w:r>
      <w:r>
        <w:rPr>
          <w:rtl/>
        </w:rPr>
        <w:t>ستوده</w:t>
      </w:r>
      <w:r w:rsidR="007D3118">
        <w:rPr>
          <w:rtl/>
        </w:rPr>
        <w:t xml:space="preserve">، </w:t>
      </w:r>
      <w:r>
        <w:rPr>
          <w:rtl/>
        </w:rPr>
        <w:t>آغاز كننده خلق و برگرداننده آن ها كه هر چه مى خواهى به جاى مى آورى</w:t>
      </w:r>
      <w:r w:rsidR="007D3118">
        <w:rPr>
          <w:rtl/>
        </w:rPr>
        <w:t xml:space="preserve">. </w:t>
      </w:r>
    </w:p>
    <w:p w:rsidR="00587D34" w:rsidRDefault="00D438E0" w:rsidP="004C63D0">
      <w:pPr>
        <w:pStyle w:val="Heading2"/>
        <w:rPr>
          <w:rtl/>
        </w:rPr>
      </w:pPr>
      <w:r>
        <w:br w:type="page"/>
      </w:r>
      <w:bookmarkStart w:id="60" w:name="_Toc394915189"/>
      <w:r w:rsidR="00AA3CBA">
        <w:lastRenderedPageBreak/>
        <w:t>28</w:t>
      </w:r>
      <w:r w:rsidR="00AA3CBA">
        <w:rPr>
          <w:rtl/>
        </w:rPr>
        <w:t xml:space="preserve"> وَ كَانَ مِنْ دُعَائِهِ عَلَيْهِ السَّلامُ مُتَفَزِّعا إِلَى اللَّهِ عَزَّ وَ جَلَّ</w:t>
      </w:r>
      <w:bookmarkEnd w:id="60"/>
    </w:p>
    <w:p w:rsidR="00587D34" w:rsidRDefault="00587D34" w:rsidP="00587D34">
      <w:pPr>
        <w:pStyle w:val="libNormal"/>
        <w:rPr>
          <w:rtl/>
        </w:rPr>
      </w:pPr>
      <w:r>
        <w:rPr>
          <w:rtl/>
        </w:rPr>
        <w:t>(1</w:t>
      </w:r>
      <w:r w:rsidR="007D3118">
        <w:rPr>
          <w:rtl/>
        </w:rPr>
        <w:t xml:space="preserve">) </w:t>
      </w:r>
      <w:r>
        <w:rPr>
          <w:rtl/>
        </w:rPr>
        <w:t>اللَّهُمَّ إِنِّى أَخْلَصْتُ بِانْقِطَاعِى إِلَيْكَ</w:t>
      </w:r>
    </w:p>
    <w:p w:rsidR="00587D34" w:rsidRDefault="00587D34" w:rsidP="00587D34">
      <w:pPr>
        <w:pStyle w:val="libNormal"/>
        <w:rPr>
          <w:rtl/>
        </w:rPr>
      </w:pPr>
      <w:r>
        <w:rPr>
          <w:rtl/>
        </w:rPr>
        <w:t>(2</w:t>
      </w:r>
      <w:r w:rsidR="007D3118">
        <w:rPr>
          <w:rtl/>
        </w:rPr>
        <w:t xml:space="preserve">) </w:t>
      </w:r>
      <w:r>
        <w:rPr>
          <w:rtl/>
        </w:rPr>
        <w:t>وَ أَقْبَلْتُ بِكُلِّى عَلَيْكَ</w:t>
      </w:r>
    </w:p>
    <w:p w:rsidR="00587D34" w:rsidRDefault="00587D34" w:rsidP="00587D34">
      <w:pPr>
        <w:pStyle w:val="libNormal"/>
        <w:rPr>
          <w:rtl/>
        </w:rPr>
      </w:pPr>
      <w:r>
        <w:rPr>
          <w:rtl/>
        </w:rPr>
        <w:t>(3</w:t>
      </w:r>
      <w:r w:rsidR="007D3118">
        <w:rPr>
          <w:rtl/>
        </w:rPr>
        <w:t xml:space="preserve">) </w:t>
      </w:r>
      <w:r>
        <w:rPr>
          <w:rtl/>
        </w:rPr>
        <w:t>وَ صَرَفْتُ وَجْهِى عَمَّنْ يَحْتَاجُ إِلَى رِفْدِكَ</w:t>
      </w:r>
    </w:p>
    <w:p w:rsidR="00587D34" w:rsidRDefault="00587D34" w:rsidP="00587D34">
      <w:pPr>
        <w:pStyle w:val="libNormal"/>
        <w:rPr>
          <w:rtl/>
        </w:rPr>
      </w:pPr>
      <w:r>
        <w:rPr>
          <w:rtl/>
        </w:rPr>
        <w:t>(4</w:t>
      </w:r>
      <w:r w:rsidR="007D3118">
        <w:rPr>
          <w:rtl/>
        </w:rPr>
        <w:t xml:space="preserve">) </w:t>
      </w:r>
      <w:r>
        <w:rPr>
          <w:rtl/>
        </w:rPr>
        <w:t>وَ قَلَبْتُ مَسْأَلَتِى عَمَّنْ لَمْ يَسْتَغْنِ عَنْ فَضْلِكَ</w:t>
      </w:r>
    </w:p>
    <w:p w:rsidR="00587D34" w:rsidRDefault="00587D34" w:rsidP="00587D34">
      <w:pPr>
        <w:pStyle w:val="libNormal"/>
        <w:rPr>
          <w:rtl/>
        </w:rPr>
      </w:pPr>
      <w:r>
        <w:rPr>
          <w:rtl/>
        </w:rPr>
        <w:t>(5</w:t>
      </w:r>
      <w:r w:rsidR="007D3118">
        <w:rPr>
          <w:rtl/>
        </w:rPr>
        <w:t xml:space="preserve">) </w:t>
      </w:r>
      <w:r>
        <w:rPr>
          <w:rtl/>
        </w:rPr>
        <w:t>وَ رَأَيْتُ أَنَّ طَلَبَ الْمُحْتَاجِ إِلَى الْمُحْتَاجِ سَفَهٌ مِنْ رَأْيِهِ وَ ضَلَّةٌ مِنْ عَقْلِهِ</w:t>
      </w:r>
      <w:r w:rsidR="007D3118">
        <w:rPr>
          <w:rtl/>
        </w:rPr>
        <w:t xml:space="preserve">. </w:t>
      </w:r>
    </w:p>
    <w:p w:rsidR="00587D34" w:rsidRDefault="00587D34" w:rsidP="00587D34">
      <w:pPr>
        <w:pStyle w:val="libNormal"/>
        <w:rPr>
          <w:rtl/>
        </w:rPr>
      </w:pPr>
      <w:r>
        <w:rPr>
          <w:rtl/>
        </w:rPr>
        <w:t>(6</w:t>
      </w:r>
      <w:r w:rsidR="007D3118">
        <w:rPr>
          <w:rtl/>
        </w:rPr>
        <w:t xml:space="preserve">) </w:t>
      </w:r>
      <w:r>
        <w:rPr>
          <w:rtl/>
        </w:rPr>
        <w:t>فَكَمْ قَدْ رَأَيْتُ - يَا إِلَهِى - مِنْ أُنَاسٍ طَلَبُوا الْعِزَّ بِغَيْرِكَ فَذَلُّوا</w:t>
      </w:r>
      <w:r w:rsidR="007D3118">
        <w:rPr>
          <w:rtl/>
        </w:rPr>
        <w:t xml:space="preserve">، </w:t>
      </w:r>
      <w:r>
        <w:rPr>
          <w:rtl/>
        </w:rPr>
        <w:t>وَ رَامُوا الثَّرْوَةَ مِنْ سِوَاكَ فَافْتَقَرُوا</w:t>
      </w:r>
      <w:r w:rsidR="007D3118">
        <w:rPr>
          <w:rtl/>
        </w:rPr>
        <w:t xml:space="preserve">، </w:t>
      </w:r>
      <w:r>
        <w:rPr>
          <w:rtl/>
        </w:rPr>
        <w:t>وَ حَاوَلُوا الارْتِفَاعَ فَاتَّضَعُوا</w:t>
      </w:r>
      <w:r w:rsidR="007D3118">
        <w:rPr>
          <w:rtl/>
        </w:rPr>
        <w:t xml:space="preserve">، </w:t>
      </w:r>
    </w:p>
    <w:p w:rsidR="00587D34" w:rsidRDefault="00587D34" w:rsidP="00587D34">
      <w:pPr>
        <w:pStyle w:val="libNormal"/>
        <w:rPr>
          <w:rtl/>
        </w:rPr>
      </w:pPr>
      <w:r>
        <w:rPr>
          <w:rtl/>
        </w:rPr>
        <w:t>(7</w:t>
      </w:r>
      <w:r w:rsidR="007D3118">
        <w:rPr>
          <w:rtl/>
        </w:rPr>
        <w:t xml:space="preserve">) </w:t>
      </w:r>
      <w:r>
        <w:rPr>
          <w:rtl/>
        </w:rPr>
        <w:t>فَصَحَّ بِمُعَايَنَةِ أَمْثَالِهِمْ حَازِمٌ وَفَّقَهُ اعْتِبَارُهُ</w:t>
      </w:r>
      <w:r w:rsidR="007D3118">
        <w:rPr>
          <w:rtl/>
        </w:rPr>
        <w:t xml:space="preserve">، </w:t>
      </w:r>
      <w:r>
        <w:rPr>
          <w:rtl/>
        </w:rPr>
        <w:t>وَ أَرْشَدَهُ إِلَى طَرِيقِ صَوَابِهِ اخْتِيَارُهُ</w:t>
      </w:r>
      <w:r w:rsidR="007D3118">
        <w:rPr>
          <w:rtl/>
        </w:rPr>
        <w:t xml:space="preserve">. </w:t>
      </w:r>
    </w:p>
    <w:p w:rsidR="00587D34" w:rsidRDefault="00587D34" w:rsidP="00587D34">
      <w:pPr>
        <w:pStyle w:val="libNormal"/>
        <w:rPr>
          <w:rtl/>
        </w:rPr>
      </w:pPr>
      <w:r>
        <w:rPr>
          <w:rtl/>
        </w:rPr>
        <w:t>(8</w:t>
      </w:r>
      <w:r w:rsidR="007D3118">
        <w:rPr>
          <w:rtl/>
        </w:rPr>
        <w:t xml:space="preserve">) </w:t>
      </w:r>
      <w:r>
        <w:rPr>
          <w:rtl/>
        </w:rPr>
        <w:t>فَأَنْتَ يَا مَوْلاىَ دُونَ كُلِّ مَسْئُولٍ مَوْضِعُ مَسْأَلَتِى</w:t>
      </w:r>
      <w:r w:rsidR="007D3118">
        <w:rPr>
          <w:rtl/>
        </w:rPr>
        <w:t xml:space="preserve">، </w:t>
      </w:r>
      <w:r>
        <w:rPr>
          <w:rtl/>
        </w:rPr>
        <w:t>وَ دُونَ كُلِّ مَطْلُوبٍ إِلَيْهِ وَلِيُّ حَاجَتِى</w:t>
      </w:r>
    </w:p>
    <w:p w:rsidR="00587D34" w:rsidRDefault="00587D34" w:rsidP="00587D34">
      <w:pPr>
        <w:pStyle w:val="libNormal"/>
        <w:rPr>
          <w:rtl/>
        </w:rPr>
      </w:pPr>
      <w:r>
        <w:rPr>
          <w:rtl/>
        </w:rPr>
        <w:t>(9</w:t>
      </w:r>
      <w:r w:rsidR="007D3118">
        <w:rPr>
          <w:rtl/>
        </w:rPr>
        <w:t xml:space="preserve">) </w:t>
      </w:r>
      <w:r>
        <w:rPr>
          <w:rtl/>
        </w:rPr>
        <w:t>أَنْتَ الْمَخْصُوصُ قَبْلَ كُلِّ مَدْعُوٍّ بِدَعْوَتِى</w:t>
      </w:r>
      <w:r w:rsidR="007D3118">
        <w:rPr>
          <w:rtl/>
        </w:rPr>
        <w:t xml:space="preserve">، </w:t>
      </w:r>
      <w:r>
        <w:rPr>
          <w:rtl/>
        </w:rPr>
        <w:t>لا يَشْرَكُكَ أَحَدٌ فِى رَجَائِى</w:t>
      </w:r>
      <w:r w:rsidR="007D3118">
        <w:rPr>
          <w:rtl/>
        </w:rPr>
        <w:t xml:space="preserve">، </w:t>
      </w:r>
      <w:r>
        <w:rPr>
          <w:rtl/>
        </w:rPr>
        <w:t>وَ لا يَتَّفِقُ أَحَدٌ مَعَكَ فِى دُعَائِى</w:t>
      </w:r>
      <w:r w:rsidR="007D3118">
        <w:rPr>
          <w:rtl/>
        </w:rPr>
        <w:t xml:space="preserve">، </w:t>
      </w:r>
      <w:r>
        <w:rPr>
          <w:rtl/>
        </w:rPr>
        <w:t>وَ لا يَنْظِمُهُ وَ إِيَّاكَ نِدَائِى</w:t>
      </w:r>
    </w:p>
    <w:p w:rsidR="00587D34" w:rsidRDefault="00587D34" w:rsidP="00587D34">
      <w:pPr>
        <w:pStyle w:val="libNormal"/>
        <w:rPr>
          <w:rtl/>
        </w:rPr>
      </w:pPr>
      <w:r>
        <w:rPr>
          <w:rtl/>
        </w:rPr>
        <w:t>(10</w:t>
      </w:r>
      <w:r w:rsidR="007D3118">
        <w:rPr>
          <w:rtl/>
        </w:rPr>
        <w:t xml:space="preserve">) </w:t>
      </w:r>
      <w:r>
        <w:rPr>
          <w:rtl/>
        </w:rPr>
        <w:t>لَكَ - يَا إِلَهِى - وَحْدَانِيَّةُ الْعَدَدِ</w:t>
      </w:r>
      <w:r w:rsidR="007D3118">
        <w:rPr>
          <w:rtl/>
        </w:rPr>
        <w:t xml:space="preserve">، </w:t>
      </w:r>
      <w:r>
        <w:rPr>
          <w:rtl/>
        </w:rPr>
        <w:t>وَ مَلَكَةُ الْقُدْرَةِ الصَّمَدِ</w:t>
      </w:r>
      <w:r w:rsidR="007D3118">
        <w:rPr>
          <w:rtl/>
        </w:rPr>
        <w:t xml:space="preserve">، </w:t>
      </w:r>
      <w:r>
        <w:rPr>
          <w:rtl/>
        </w:rPr>
        <w:t>وَ فَضِيلَةُ الْحَوْلِ وَ الْقُوَّةِ</w:t>
      </w:r>
      <w:r w:rsidR="007D3118">
        <w:rPr>
          <w:rtl/>
        </w:rPr>
        <w:t xml:space="preserve">، </w:t>
      </w:r>
      <w:r>
        <w:rPr>
          <w:rtl/>
        </w:rPr>
        <w:t>وَ دَرَجَةُ الْعُلُوِّ وَ الرِّفْعَةِ</w:t>
      </w:r>
      <w:r w:rsidR="007D3118">
        <w:rPr>
          <w:rtl/>
        </w:rPr>
        <w:t xml:space="preserve">. </w:t>
      </w:r>
    </w:p>
    <w:p w:rsidR="00587D34" w:rsidRDefault="00587D34" w:rsidP="00587D34">
      <w:pPr>
        <w:pStyle w:val="libNormal"/>
        <w:rPr>
          <w:rtl/>
        </w:rPr>
      </w:pPr>
      <w:r>
        <w:rPr>
          <w:rtl/>
        </w:rPr>
        <w:t>(11</w:t>
      </w:r>
      <w:r w:rsidR="007D3118">
        <w:rPr>
          <w:rtl/>
        </w:rPr>
        <w:t xml:space="preserve">) </w:t>
      </w:r>
      <w:r>
        <w:rPr>
          <w:rtl/>
        </w:rPr>
        <w:t>وَ مَنْ سِوَاكَ مَرْحُومٌ فِى عُمُرِهِ</w:t>
      </w:r>
      <w:r w:rsidR="007D3118">
        <w:rPr>
          <w:rtl/>
        </w:rPr>
        <w:t xml:space="preserve">، </w:t>
      </w:r>
      <w:r>
        <w:rPr>
          <w:rtl/>
        </w:rPr>
        <w:t>مَغْلُوبٌ عَلَى أَمْرِهِ</w:t>
      </w:r>
      <w:r w:rsidR="007D3118">
        <w:rPr>
          <w:rtl/>
        </w:rPr>
        <w:t xml:space="preserve">، </w:t>
      </w:r>
      <w:r>
        <w:rPr>
          <w:rtl/>
        </w:rPr>
        <w:t>مَقْهُورٌ عَلَى شَأْنِهِ</w:t>
      </w:r>
      <w:r w:rsidR="007D3118">
        <w:rPr>
          <w:rtl/>
        </w:rPr>
        <w:t xml:space="preserve">، </w:t>
      </w:r>
      <w:r>
        <w:rPr>
          <w:rtl/>
        </w:rPr>
        <w:t>مُخْتَلِفُ الْحَالاتِ</w:t>
      </w:r>
      <w:r w:rsidR="007D3118">
        <w:rPr>
          <w:rtl/>
        </w:rPr>
        <w:t xml:space="preserve">، </w:t>
      </w:r>
      <w:r>
        <w:rPr>
          <w:rtl/>
        </w:rPr>
        <w:t>مُتَنَقِّلٌ فِى الصِّفَاتِ</w:t>
      </w:r>
    </w:p>
    <w:p w:rsidR="00587D34" w:rsidRDefault="00587D34" w:rsidP="00587D34">
      <w:pPr>
        <w:pStyle w:val="libNormal"/>
        <w:rPr>
          <w:rtl/>
        </w:rPr>
      </w:pPr>
      <w:r>
        <w:rPr>
          <w:rtl/>
        </w:rPr>
        <w:t>(12</w:t>
      </w:r>
      <w:r w:rsidR="007D3118">
        <w:rPr>
          <w:rtl/>
        </w:rPr>
        <w:t xml:space="preserve">) </w:t>
      </w:r>
      <w:r>
        <w:rPr>
          <w:rtl/>
        </w:rPr>
        <w:t>فَتَعَالَيْتَ عَنِ الْأَشْبَاهِ وَ الْأَضْدَادِ</w:t>
      </w:r>
      <w:r w:rsidR="007D3118">
        <w:rPr>
          <w:rtl/>
        </w:rPr>
        <w:t xml:space="preserve">، </w:t>
      </w:r>
      <w:r>
        <w:rPr>
          <w:rtl/>
        </w:rPr>
        <w:t>وَ تَكَبَّرْتَ عَنِ الْأَمْثَالِ وَ الْأَنْدَادِ</w:t>
      </w:r>
      <w:r w:rsidR="007D3118">
        <w:rPr>
          <w:rtl/>
        </w:rPr>
        <w:t xml:space="preserve">، </w:t>
      </w:r>
      <w:r>
        <w:rPr>
          <w:rtl/>
        </w:rPr>
        <w:t>فَسُبْحَانَكَ لا إِلَهَ إِلا أَنْتَ</w:t>
      </w:r>
      <w:r w:rsidR="007D3118">
        <w:rPr>
          <w:rtl/>
        </w:rPr>
        <w:t xml:space="preserve">. </w:t>
      </w:r>
    </w:p>
    <w:p w:rsidR="00587D34" w:rsidRDefault="00AA3CBA" w:rsidP="004C63D0">
      <w:pPr>
        <w:pStyle w:val="Heading2"/>
        <w:rPr>
          <w:rtl/>
        </w:rPr>
      </w:pPr>
      <w:bookmarkStart w:id="61" w:name="_Toc394915190"/>
      <w:r>
        <w:rPr>
          <w:rtl/>
        </w:rPr>
        <w:t xml:space="preserve">ترجمه دعاى بيست و هشتم: دعاى آن حضرت </w:t>
      </w:r>
      <w:r w:rsidR="000C598D" w:rsidRPr="000C598D">
        <w:rPr>
          <w:rStyle w:val="libAlaemChar"/>
          <w:rtl/>
        </w:rPr>
        <w:t>عليه‌السلام</w:t>
      </w:r>
      <w:r>
        <w:rPr>
          <w:rtl/>
        </w:rPr>
        <w:t xml:space="preserve"> چون به خدا پناه مى برد</w:t>
      </w:r>
      <w:bookmarkEnd w:id="61"/>
    </w:p>
    <w:p w:rsidR="00587D34" w:rsidRDefault="00587D34" w:rsidP="00587D34">
      <w:pPr>
        <w:pStyle w:val="libNormal"/>
        <w:rPr>
          <w:rtl/>
        </w:rPr>
      </w:pPr>
      <w:r>
        <w:rPr>
          <w:rtl/>
        </w:rPr>
        <w:t>1</w:t>
      </w:r>
      <w:r w:rsidR="007D3118">
        <w:rPr>
          <w:rtl/>
        </w:rPr>
        <w:t xml:space="preserve">. </w:t>
      </w:r>
      <w:r>
        <w:rPr>
          <w:rtl/>
        </w:rPr>
        <w:t>خدايا من دل از غير تو بر كندم و به تو پيوستم</w:t>
      </w:r>
      <w:r w:rsidR="007D3118">
        <w:rPr>
          <w:rtl/>
        </w:rPr>
        <w:t xml:space="preserve">. </w:t>
      </w:r>
    </w:p>
    <w:p w:rsidR="00587D34" w:rsidRDefault="00587D34" w:rsidP="00587D34">
      <w:pPr>
        <w:pStyle w:val="libNormal"/>
        <w:rPr>
          <w:rtl/>
        </w:rPr>
      </w:pPr>
      <w:r>
        <w:rPr>
          <w:rtl/>
        </w:rPr>
        <w:lastRenderedPageBreak/>
        <w:t>2</w:t>
      </w:r>
      <w:r w:rsidR="007D3118">
        <w:rPr>
          <w:rtl/>
        </w:rPr>
        <w:t xml:space="preserve">. </w:t>
      </w:r>
      <w:r>
        <w:rPr>
          <w:rtl/>
        </w:rPr>
        <w:t>و به تمامى جان و تن روى به تو آوردم</w:t>
      </w:r>
      <w:r w:rsidR="007D3118">
        <w:rPr>
          <w:rtl/>
        </w:rPr>
        <w:t xml:space="preserve">. </w:t>
      </w:r>
    </w:p>
    <w:p w:rsidR="00587D34" w:rsidRDefault="00587D34" w:rsidP="00587D34">
      <w:pPr>
        <w:pStyle w:val="libNormal"/>
        <w:rPr>
          <w:rtl/>
        </w:rPr>
      </w:pPr>
      <w:r>
        <w:rPr>
          <w:rtl/>
        </w:rPr>
        <w:t>3</w:t>
      </w:r>
      <w:r w:rsidR="007D3118">
        <w:rPr>
          <w:rtl/>
        </w:rPr>
        <w:t xml:space="preserve">. </w:t>
      </w:r>
      <w:r>
        <w:rPr>
          <w:rtl/>
        </w:rPr>
        <w:t>از كسانى كه نيازمند عطاى تواند روى برتافتم</w:t>
      </w:r>
      <w:r w:rsidR="007D3118">
        <w:rPr>
          <w:rtl/>
        </w:rPr>
        <w:t xml:space="preserve">. </w:t>
      </w:r>
    </w:p>
    <w:p w:rsidR="00587D34" w:rsidRDefault="00587D34" w:rsidP="00587D34">
      <w:pPr>
        <w:pStyle w:val="libNormal"/>
        <w:rPr>
          <w:rtl/>
        </w:rPr>
      </w:pPr>
      <w:r>
        <w:rPr>
          <w:rtl/>
        </w:rPr>
        <w:t>4</w:t>
      </w:r>
      <w:r w:rsidR="007D3118">
        <w:rPr>
          <w:rtl/>
        </w:rPr>
        <w:t xml:space="preserve">. </w:t>
      </w:r>
      <w:r>
        <w:rPr>
          <w:rtl/>
        </w:rPr>
        <w:t>و دست نياز از آن كه از فضل تو بى نياز نيست فرا كشيدم</w:t>
      </w:r>
      <w:r w:rsidR="007D3118">
        <w:rPr>
          <w:rtl/>
        </w:rPr>
        <w:t xml:space="preserve">. </w:t>
      </w:r>
    </w:p>
    <w:p w:rsidR="00587D34" w:rsidRDefault="00587D34" w:rsidP="00587D34">
      <w:pPr>
        <w:pStyle w:val="libNormal"/>
        <w:rPr>
          <w:rtl/>
        </w:rPr>
      </w:pPr>
      <w:r>
        <w:rPr>
          <w:rtl/>
        </w:rPr>
        <w:t>5</w:t>
      </w:r>
      <w:r w:rsidR="007D3118">
        <w:rPr>
          <w:rtl/>
        </w:rPr>
        <w:t xml:space="preserve">. </w:t>
      </w:r>
      <w:r>
        <w:rPr>
          <w:rtl/>
        </w:rPr>
        <w:t>و دانستم حاجت خواستن محتاجى از محتاج ديگر</w:t>
      </w:r>
      <w:r w:rsidR="007D3118">
        <w:rPr>
          <w:rtl/>
        </w:rPr>
        <w:t xml:space="preserve">، </w:t>
      </w:r>
      <w:r>
        <w:rPr>
          <w:rtl/>
        </w:rPr>
        <w:t>از سفاهت راءى و گمراهى عقل است</w:t>
      </w:r>
      <w:r w:rsidR="007D3118">
        <w:rPr>
          <w:rtl/>
        </w:rPr>
        <w:t xml:space="preserve">. </w:t>
      </w:r>
    </w:p>
    <w:p w:rsidR="00587D34" w:rsidRDefault="00587D34" w:rsidP="00587D34">
      <w:pPr>
        <w:pStyle w:val="libNormal"/>
        <w:rPr>
          <w:rtl/>
        </w:rPr>
      </w:pPr>
      <w:r>
        <w:rPr>
          <w:rtl/>
        </w:rPr>
        <w:t>6</w:t>
      </w:r>
      <w:r w:rsidR="007D3118">
        <w:rPr>
          <w:rtl/>
        </w:rPr>
        <w:t xml:space="preserve">. </w:t>
      </w:r>
      <w:r>
        <w:rPr>
          <w:rtl/>
        </w:rPr>
        <w:t>اى خداى من! چه بسيار ديدم مردمى كه عزت از غير تو خواستند</w:t>
      </w:r>
      <w:r w:rsidR="007D3118">
        <w:rPr>
          <w:rtl/>
        </w:rPr>
        <w:t xml:space="preserve">، </w:t>
      </w:r>
      <w:r>
        <w:rPr>
          <w:rtl/>
        </w:rPr>
        <w:t>ذليل گشتند و مال از ديگرى طلبيدند تنگدست شدند</w:t>
      </w:r>
      <w:r w:rsidR="007D3118">
        <w:rPr>
          <w:rtl/>
        </w:rPr>
        <w:t xml:space="preserve">، </w:t>
      </w:r>
      <w:r>
        <w:rPr>
          <w:rtl/>
        </w:rPr>
        <w:t>شاءن و مقام بلند خواستند</w:t>
      </w:r>
      <w:r w:rsidR="007D3118">
        <w:rPr>
          <w:rtl/>
        </w:rPr>
        <w:t xml:space="preserve">، </w:t>
      </w:r>
      <w:r>
        <w:rPr>
          <w:rtl/>
        </w:rPr>
        <w:t>پست گرديدند</w:t>
      </w:r>
      <w:r w:rsidR="007D3118">
        <w:rPr>
          <w:rtl/>
        </w:rPr>
        <w:t xml:space="preserve">. </w:t>
      </w:r>
    </w:p>
    <w:p w:rsidR="00587D34" w:rsidRDefault="00587D34" w:rsidP="00587D34">
      <w:pPr>
        <w:pStyle w:val="libNormal"/>
        <w:rPr>
          <w:rtl/>
        </w:rPr>
      </w:pPr>
      <w:r>
        <w:rPr>
          <w:rtl/>
        </w:rPr>
        <w:t>7</w:t>
      </w:r>
      <w:r w:rsidR="007D3118">
        <w:rPr>
          <w:rtl/>
        </w:rPr>
        <w:t xml:space="preserve">. </w:t>
      </w:r>
      <w:r>
        <w:rPr>
          <w:rtl/>
        </w:rPr>
        <w:t>پس از ديدن امثال ايشان</w:t>
      </w:r>
      <w:r w:rsidR="007D3118">
        <w:rPr>
          <w:rtl/>
        </w:rPr>
        <w:t xml:space="preserve">، </w:t>
      </w:r>
      <w:r>
        <w:rPr>
          <w:rtl/>
        </w:rPr>
        <w:t xml:space="preserve">مرد زيرك بيدار شد </w:t>
      </w:r>
      <w:r w:rsidRPr="00AA3CBA">
        <w:rPr>
          <w:rStyle w:val="libFootnotenumChar"/>
          <w:rtl/>
        </w:rPr>
        <w:t>(86</w:t>
      </w:r>
      <w:r w:rsidR="007D3118" w:rsidRPr="00AA3CBA">
        <w:rPr>
          <w:rStyle w:val="libFootnotenumChar"/>
          <w:rtl/>
        </w:rPr>
        <w:t>)</w:t>
      </w:r>
      <w:r>
        <w:rPr>
          <w:rtl/>
        </w:rPr>
        <w:t xml:space="preserve"> و پند گرفت و پند گرفتن او موجب توفيق او شد</w:t>
      </w:r>
      <w:r w:rsidR="007D3118">
        <w:rPr>
          <w:rtl/>
        </w:rPr>
        <w:t xml:space="preserve">، </w:t>
      </w:r>
      <w:r>
        <w:rPr>
          <w:rtl/>
        </w:rPr>
        <w:t>آزمايش او را به راه صواب هدايت كرد</w:t>
      </w:r>
      <w:r w:rsidR="007D3118">
        <w:rPr>
          <w:rtl/>
        </w:rPr>
        <w:t xml:space="preserve">. </w:t>
      </w:r>
    </w:p>
    <w:p w:rsidR="00587D34" w:rsidRDefault="00587D34" w:rsidP="00587D34">
      <w:pPr>
        <w:pStyle w:val="libNormal"/>
        <w:rPr>
          <w:rtl/>
        </w:rPr>
      </w:pPr>
      <w:r>
        <w:rPr>
          <w:rtl/>
        </w:rPr>
        <w:t>8</w:t>
      </w:r>
      <w:r w:rsidR="007D3118">
        <w:rPr>
          <w:rtl/>
        </w:rPr>
        <w:t xml:space="preserve">. </w:t>
      </w:r>
      <w:r>
        <w:rPr>
          <w:rtl/>
        </w:rPr>
        <w:t>پس اى مولاى من! يگانه مرجع من</w:t>
      </w:r>
      <w:r w:rsidR="007D3118">
        <w:rPr>
          <w:rtl/>
        </w:rPr>
        <w:t xml:space="preserve">، </w:t>
      </w:r>
      <w:r>
        <w:rPr>
          <w:rtl/>
        </w:rPr>
        <w:t xml:space="preserve">در هر </w:t>
      </w:r>
      <w:r w:rsidR="00F57782">
        <w:rPr>
          <w:rtl/>
        </w:rPr>
        <w:t>سئوال</w:t>
      </w:r>
      <w:r>
        <w:rPr>
          <w:rtl/>
        </w:rPr>
        <w:t xml:space="preserve"> و آن كه حاجت از او خواهم</w:t>
      </w:r>
      <w:r w:rsidR="007D3118">
        <w:rPr>
          <w:rtl/>
        </w:rPr>
        <w:t xml:space="preserve">، </w:t>
      </w:r>
      <w:r>
        <w:rPr>
          <w:rtl/>
        </w:rPr>
        <w:t>تويى نه ديگرى</w:t>
      </w:r>
      <w:r w:rsidR="007D3118">
        <w:rPr>
          <w:rtl/>
        </w:rPr>
        <w:t xml:space="preserve">. </w:t>
      </w:r>
    </w:p>
    <w:p w:rsidR="00587D34" w:rsidRDefault="00587D34" w:rsidP="00587D34">
      <w:pPr>
        <w:pStyle w:val="libNormal"/>
        <w:rPr>
          <w:rtl/>
        </w:rPr>
      </w:pPr>
      <w:r>
        <w:rPr>
          <w:rtl/>
        </w:rPr>
        <w:t>9</w:t>
      </w:r>
      <w:r w:rsidR="007D3118">
        <w:rPr>
          <w:rtl/>
        </w:rPr>
        <w:t xml:space="preserve">. </w:t>
      </w:r>
      <w:r>
        <w:rPr>
          <w:rtl/>
        </w:rPr>
        <w:t>تو را مى خوانم و بس</w:t>
      </w:r>
      <w:r w:rsidR="007D3118">
        <w:rPr>
          <w:rtl/>
        </w:rPr>
        <w:t xml:space="preserve">، </w:t>
      </w:r>
      <w:r>
        <w:rPr>
          <w:rtl/>
        </w:rPr>
        <w:t>اميد من به تو است و كسى را با تو شريك ندانم و خواهش من از تو است و با تو ديگرى را نخوانم و كسى را با تو ندا نكنم</w:t>
      </w:r>
      <w:r w:rsidR="007D3118">
        <w:rPr>
          <w:rtl/>
        </w:rPr>
        <w:t xml:space="preserve">. </w:t>
      </w:r>
    </w:p>
    <w:p w:rsidR="00587D34" w:rsidRDefault="00587D34" w:rsidP="00587D34">
      <w:pPr>
        <w:pStyle w:val="libNormal"/>
        <w:rPr>
          <w:rtl/>
        </w:rPr>
      </w:pPr>
      <w:r>
        <w:rPr>
          <w:rtl/>
        </w:rPr>
        <w:t>10</w:t>
      </w:r>
      <w:r w:rsidR="007D3118">
        <w:rPr>
          <w:rtl/>
        </w:rPr>
        <w:t xml:space="preserve">. </w:t>
      </w:r>
      <w:r>
        <w:rPr>
          <w:rtl/>
        </w:rPr>
        <w:t xml:space="preserve">يگانگى خاص تو است </w:t>
      </w:r>
      <w:r w:rsidRPr="00AA3CBA">
        <w:rPr>
          <w:rStyle w:val="libFootnotenumChar"/>
          <w:rtl/>
        </w:rPr>
        <w:t>(87</w:t>
      </w:r>
      <w:r w:rsidR="007D3118" w:rsidRPr="00AA3CBA">
        <w:rPr>
          <w:rStyle w:val="libFootnotenumChar"/>
          <w:rtl/>
        </w:rPr>
        <w:t>)</w:t>
      </w:r>
      <w:r>
        <w:rPr>
          <w:rtl/>
        </w:rPr>
        <w:t xml:space="preserve"> و قدرت و كمال مطلق از آن تو</w:t>
      </w:r>
      <w:r w:rsidR="007D3118">
        <w:rPr>
          <w:rtl/>
        </w:rPr>
        <w:t xml:space="preserve">، </w:t>
      </w:r>
      <w:r>
        <w:rPr>
          <w:rtl/>
        </w:rPr>
        <w:t>توانايى و نيرو تو راست و بس و بلندى و رفعت شاءن توست</w:t>
      </w:r>
      <w:r w:rsidR="007D3118">
        <w:rPr>
          <w:rtl/>
        </w:rPr>
        <w:t xml:space="preserve">. </w:t>
      </w:r>
    </w:p>
    <w:p w:rsidR="00587D34" w:rsidRDefault="00587D34" w:rsidP="00587D34">
      <w:pPr>
        <w:pStyle w:val="libNormal"/>
        <w:rPr>
          <w:rtl/>
        </w:rPr>
      </w:pPr>
      <w:r>
        <w:rPr>
          <w:rtl/>
        </w:rPr>
        <w:t>11</w:t>
      </w:r>
      <w:r w:rsidR="007D3118">
        <w:rPr>
          <w:rtl/>
        </w:rPr>
        <w:t xml:space="preserve">. </w:t>
      </w:r>
      <w:r>
        <w:rPr>
          <w:rtl/>
        </w:rPr>
        <w:t>ديگران تا باشند نيازمند رحمت تو باشند</w:t>
      </w:r>
      <w:r w:rsidR="007D3118">
        <w:rPr>
          <w:rtl/>
        </w:rPr>
        <w:t xml:space="preserve">، </w:t>
      </w:r>
      <w:r>
        <w:rPr>
          <w:rtl/>
        </w:rPr>
        <w:t>ناتوان در هر كار و بيچاره در هر حال</w:t>
      </w:r>
      <w:r w:rsidR="007D3118">
        <w:rPr>
          <w:rtl/>
        </w:rPr>
        <w:t xml:space="preserve">، </w:t>
      </w:r>
      <w:r>
        <w:rPr>
          <w:rtl/>
        </w:rPr>
        <w:t>پيوسته از حالى به حال گردند و از صفتى به صفتى روند</w:t>
      </w:r>
      <w:r w:rsidR="007D3118">
        <w:rPr>
          <w:rtl/>
        </w:rPr>
        <w:t xml:space="preserve">. </w:t>
      </w:r>
    </w:p>
    <w:p w:rsidR="00587D34" w:rsidRDefault="00587D34" w:rsidP="00587D34">
      <w:pPr>
        <w:pStyle w:val="libNormal"/>
        <w:rPr>
          <w:rtl/>
        </w:rPr>
      </w:pPr>
      <w:r>
        <w:rPr>
          <w:rtl/>
        </w:rPr>
        <w:t>12</w:t>
      </w:r>
      <w:r w:rsidR="007D3118">
        <w:rPr>
          <w:rtl/>
        </w:rPr>
        <w:t xml:space="preserve">. </w:t>
      </w:r>
      <w:r>
        <w:rPr>
          <w:rtl/>
        </w:rPr>
        <w:t>خدايا! بالاترى از آن كه تو را مانندى يا دشمنى بود و بزرگترى از آن كه همتا و همسرى داشته باشى</w:t>
      </w:r>
      <w:r w:rsidR="007D3118">
        <w:rPr>
          <w:rtl/>
        </w:rPr>
        <w:t xml:space="preserve">، </w:t>
      </w:r>
      <w:r>
        <w:rPr>
          <w:rtl/>
        </w:rPr>
        <w:t>پاكى تو و معبودى سزاى پرستش غير تو نيست</w:t>
      </w:r>
      <w:r w:rsidR="007D3118">
        <w:rPr>
          <w:rtl/>
        </w:rPr>
        <w:t xml:space="preserve">. </w:t>
      </w:r>
    </w:p>
    <w:p w:rsidR="00587D34" w:rsidRDefault="00D438E0" w:rsidP="004C63D0">
      <w:pPr>
        <w:pStyle w:val="Heading2"/>
        <w:rPr>
          <w:rtl/>
        </w:rPr>
      </w:pPr>
      <w:r>
        <w:br w:type="page"/>
      </w:r>
      <w:bookmarkStart w:id="62" w:name="_Toc394915191"/>
      <w:r w:rsidR="00AA3CBA">
        <w:lastRenderedPageBreak/>
        <w:t>29</w:t>
      </w:r>
      <w:r w:rsidR="00AA3CBA">
        <w:rPr>
          <w:rtl/>
        </w:rPr>
        <w:t xml:space="preserve"> وَ كَانَ مِنْ دُعَائِهِ عَلَيْهِ السَّلامُ إِذَا قُتِّرَ عَلَيْهِ الرِّزْقُ:</w:t>
      </w:r>
      <w:bookmarkEnd w:id="62"/>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إِنَّكَ ابْتَلَيْتَنَا فِى أَرْزَاقِنَا بِسُوءِ الظَّنِّ</w:t>
      </w:r>
      <w:r w:rsidR="007D3118">
        <w:rPr>
          <w:rtl/>
        </w:rPr>
        <w:t xml:space="preserve">، </w:t>
      </w:r>
      <w:r>
        <w:rPr>
          <w:rtl/>
        </w:rPr>
        <w:t>وَ فِى آجَالِنَا بِطُولِ الْأَمَلِ حَتَّى الْتَمَسْنَا أَرْزَاقَكَ مِنْ عِنْدِ الْمَرْزُوقِينَ</w:t>
      </w:r>
      <w:r w:rsidR="007D3118">
        <w:rPr>
          <w:rtl/>
        </w:rPr>
        <w:t xml:space="preserve">، </w:t>
      </w:r>
      <w:r>
        <w:rPr>
          <w:rtl/>
        </w:rPr>
        <w:t>وَ طَمِعْنَا بِآمَالِنَا فِى أَعْمَارِ الْمُعَمَّرِينَ</w:t>
      </w:r>
      <w:r w:rsidR="007D3118">
        <w:rPr>
          <w:rtl/>
        </w:rPr>
        <w:t xml:space="preserve">. </w:t>
      </w:r>
    </w:p>
    <w:p w:rsidR="00587D34" w:rsidRDefault="00587D34" w:rsidP="00587D34">
      <w:pPr>
        <w:pStyle w:val="libNormal"/>
        <w:rPr>
          <w:rtl/>
        </w:rPr>
      </w:pPr>
      <w:r>
        <w:rPr>
          <w:rtl/>
        </w:rPr>
        <w:t>(2</w:t>
      </w:r>
      <w:r w:rsidR="007D3118">
        <w:rPr>
          <w:rtl/>
        </w:rPr>
        <w:t xml:space="preserve">) </w:t>
      </w:r>
      <w:r>
        <w:rPr>
          <w:rtl/>
        </w:rPr>
        <w:t>فَصَلِّ عَلَى مُحَمَّدٍ وَ آلِهِ</w:t>
      </w:r>
      <w:r w:rsidR="007D3118">
        <w:rPr>
          <w:rtl/>
        </w:rPr>
        <w:t xml:space="preserve">، </w:t>
      </w:r>
      <w:r>
        <w:rPr>
          <w:rtl/>
        </w:rPr>
        <w:t>وَ هَبْ لَنَا يَقِينا صَادِقا تَكْفِينَا بِهِ مِنْ مَئُونَةِ الطَّلَبِ</w:t>
      </w:r>
      <w:r w:rsidR="007D3118">
        <w:rPr>
          <w:rtl/>
        </w:rPr>
        <w:t xml:space="preserve">، </w:t>
      </w:r>
      <w:r>
        <w:rPr>
          <w:rtl/>
        </w:rPr>
        <w:t>وَ أَلْهِمْنَا ثِقَةً خَالِصَةً تُعْفِينَا بِهَا مِنْ شِدَّةِ النَّصَبِ</w:t>
      </w:r>
    </w:p>
    <w:p w:rsidR="00587D34" w:rsidRDefault="00587D34" w:rsidP="00587D34">
      <w:pPr>
        <w:pStyle w:val="libNormal"/>
        <w:rPr>
          <w:rtl/>
        </w:rPr>
      </w:pPr>
      <w:r>
        <w:rPr>
          <w:rtl/>
        </w:rPr>
        <w:t>(3</w:t>
      </w:r>
      <w:r w:rsidR="007D3118">
        <w:rPr>
          <w:rtl/>
        </w:rPr>
        <w:t xml:space="preserve">) </w:t>
      </w:r>
      <w:r>
        <w:rPr>
          <w:rtl/>
        </w:rPr>
        <w:t>وَ اجْعَلْ مَا صَرَّحْتَ بِهِ مِنْ عِدَتِكَ فِى وَحْيِكَ</w:t>
      </w:r>
      <w:r w:rsidR="007D3118">
        <w:rPr>
          <w:rtl/>
        </w:rPr>
        <w:t xml:space="preserve">، </w:t>
      </w:r>
      <w:r>
        <w:rPr>
          <w:rtl/>
        </w:rPr>
        <w:t>وَ أَتْبَعْتَهُ مِنْ قَسَمِكَ فِى كِتَابِكَ</w:t>
      </w:r>
      <w:r w:rsidR="007D3118">
        <w:rPr>
          <w:rtl/>
        </w:rPr>
        <w:t xml:space="preserve">، </w:t>
      </w:r>
      <w:r>
        <w:rPr>
          <w:rtl/>
        </w:rPr>
        <w:t>قَاطِعا لاهْتِمَامِنَا بِالرِّزْقِ الَّذِى تَكَفَّلْتَ بِهِ</w:t>
      </w:r>
      <w:r w:rsidR="007D3118">
        <w:rPr>
          <w:rtl/>
        </w:rPr>
        <w:t xml:space="preserve">، </w:t>
      </w:r>
      <w:r>
        <w:rPr>
          <w:rtl/>
        </w:rPr>
        <w:t>وَ حَسْما لِلاشْتِغَالِ بِمَا ضَمِنْتَ الْكِفَايَةَ لَهُ</w:t>
      </w:r>
    </w:p>
    <w:p w:rsidR="00587D34" w:rsidRDefault="00587D34" w:rsidP="00587D34">
      <w:pPr>
        <w:pStyle w:val="libNormal"/>
        <w:rPr>
          <w:rtl/>
        </w:rPr>
      </w:pPr>
      <w:r>
        <w:rPr>
          <w:rtl/>
        </w:rPr>
        <w:t>(4</w:t>
      </w:r>
      <w:r w:rsidR="007D3118">
        <w:rPr>
          <w:rtl/>
        </w:rPr>
        <w:t xml:space="preserve">) </w:t>
      </w:r>
      <w:r>
        <w:rPr>
          <w:rtl/>
        </w:rPr>
        <w:t>فَقُلْتَ وَ قَوْلُكَ الْحَقُّ الْأَصْدَقُ</w:t>
      </w:r>
      <w:r w:rsidR="007D3118">
        <w:rPr>
          <w:rtl/>
        </w:rPr>
        <w:t xml:space="preserve">، </w:t>
      </w:r>
      <w:r>
        <w:rPr>
          <w:rtl/>
        </w:rPr>
        <w:t>وَ أَقْسَمْتَ وَ قَسَمُكَ الْأَبَرُّ الْأَوْفَى</w:t>
      </w:r>
      <w:r w:rsidR="007D3118">
        <w:rPr>
          <w:rtl/>
        </w:rPr>
        <w:t xml:space="preserve">: </w:t>
      </w:r>
      <w:r>
        <w:rPr>
          <w:rtl/>
        </w:rPr>
        <w:t>وَ فِى السَّمَاءِ رِزْقُكُمْ وَ مَا تُوعَدُونَ</w:t>
      </w:r>
      <w:r w:rsidR="007D3118">
        <w:rPr>
          <w:rtl/>
        </w:rPr>
        <w:t xml:space="preserve">. </w:t>
      </w:r>
    </w:p>
    <w:p w:rsidR="00587D34" w:rsidRDefault="00587D34" w:rsidP="00587D34">
      <w:pPr>
        <w:pStyle w:val="libNormal"/>
        <w:rPr>
          <w:rtl/>
        </w:rPr>
      </w:pPr>
      <w:r>
        <w:rPr>
          <w:rtl/>
        </w:rPr>
        <w:t>(5</w:t>
      </w:r>
      <w:r w:rsidR="007D3118">
        <w:rPr>
          <w:rtl/>
        </w:rPr>
        <w:t xml:space="preserve">) </w:t>
      </w:r>
      <w:r>
        <w:rPr>
          <w:rtl/>
        </w:rPr>
        <w:t>ثُمَّ قُلْتَ فَوَ رَبِّ السَّمَاءِ وَ الْأَرْضِ إِنَّهُ لَحَقٌّ مِثْلَ مَا أَنَّكُمْ تَنْطِقُونَ</w:t>
      </w:r>
      <w:r w:rsidR="007D3118">
        <w:rPr>
          <w:rtl/>
        </w:rPr>
        <w:t xml:space="preserve">. </w:t>
      </w:r>
    </w:p>
    <w:p w:rsidR="00587D34" w:rsidRDefault="00AA3CBA" w:rsidP="004C63D0">
      <w:pPr>
        <w:pStyle w:val="Heading2"/>
        <w:rPr>
          <w:rtl/>
        </w:rPr>
      </w:pPr>
      <w:bookmarkStart w:id="63" w:name="_Toc394915192"/>
      <w:r>
        <w:rPr>
          <w:rtl/>
        </w:rPr>
        <w:t xml:space="preserve">ترجمه دعاى بيست و نهم: دعاى آن حضرت </w:t>
      </w:r>
      <w:r w:rsidR="000C598D" w:rsidRPr="000C598D">
        <w:rPr>
          <w:rStyle w:val="libAlaemChar"/>
          <w:rtl/>
        </w:rPr>
        <w:t>عليه‌السلام</w:t>
      </w:r>
      <w:r>
        <w:rPr>
          <w:rtl/>
        </w:rPr>
        <w:t xml:space="preserve"> چون روزى بر وى تنگ مى شد</w:t>
      </w:r>
      <w:bookmarkEnd w:id="63"/>
    </w:p>
    <w:p w:rsidR="00587D34" w:rsidRDefault="00587D34" w:rsidP="00587D34">
      <w:pPr>
        <w:pStyle w:val="libNormal"/>
        <w:rPr>
          <w:rtl/>
        </w:rPr>
      </w:pPr>
      <w:r>
        <w:rPr>
          <w:rtl/>
        </w:rPr>
        <w:t>1</w:t>
      </w:r>
      <w:r w:rsidR="007D3118">
        <w:rPr>
          <w:rtl/>
        </w:rPr>
        <w:t xml:space="preserve">. </w:t>
      </w:r>
      <w:r>
        <w:rPr>
          <w:rtl/>
        </w:rPr>
        <w:t>خدايا تو ما را در روزى به سوء ظن و در طول عمر به آرزوى دراز آزمايش ‍ فرمودى تا آن كه روزى تو را از روزى خواران تو خواستيم و عمرهاى دراز معمرين را آرزو كرديم</w:t>
      </w:r>
      <w:r w:rsidR="007D3118">
        <w:rPr>
          <w:rtl/>
        </w:rPr>
        <w:t xml:space="preserve">. </w:t>
      </w:r>
    </w:p>
    <w:p w:rsidR="00587D34" w:rsidRDefault="00587D34" w:rsidP="00587D34">
      <w:pPr>
        <w:pStyle w:val="libNormal"/>
        <w:rPr>
          <w:rtl/>
        </w:rPr>
      </w:pPr>
      <w:r>
        <w:rPr>
          <w:rtl/>
        </w:rPr>
        <w:t>2</w:t>
      </w:r>
      <w:r w:rsidR="007D3118">
        <w:rPr>
          <w:rtl/>
        </w:rPr>
        <w:t xml:space="preserve">. </w:t>
      </w:r>
      <w:r>
        <w:rPr>
          <w:rtl/>
        </w:rPr>
        <w:t>پس درود بر محمد و آل او فرست و يقينى عنايت فرما كه از رنج طلب</w:t>
      </w:r>
      <w:r w:rsidR="007D3118">
        <w:rPr>
          <w:rtl/>
        </w:rPr>
        <w:t xml:space="preserve">، </w:t>
      </w:r>
      <w:r>
        <w:rPr>
          <w:rtl/>
        </w:rPr>
        <w:t>بياساييم</w:t>
      </w:r>
      <w:r w:rsidR="007D3118">
        <w:rPr>
          <w:rtl/>
        </w:rPr>
        <w:t xml:space="preserve">، </w:t>
      </w:r>
      <w:r>
        <w:rPr>
          <w:rtl/>
        </w:rPr>
        <w:t>و آرامشى در دل ما افكن كه از جهد و كوشش بسيار</w:t>
      </w:r>
      <w:r w:rsidR="007D3118">
        <w:rPr>
          <w:rtl/>
        </w:rPr>
        <w:t xml:space="preserve">، </w:t>
      </w:r>
      <w:r>
        <w:rPr>
          <w:rtl/>
        </w:rPr>
        <w:t>باز نشينيم</w:t>
      </w:r>
      <w:r w:rsidR="007D3118">
        <w:rPr>
          <w:rtl/>
        </w:rPr>
        <w:t xml:space="preserve">. </w:t>
      </w:r>
    </w:p>
    <w:p w:rsidR="00587D34" w:rsidRDefault="00587D34" w:rsidP="00587D34">
      <w:pPr>
        <w:pStyle w:val="libNormal"/>
        <w:rPr>
          <w:rtl/>
        </w:rPr>
      </w:pPr>
      <w:r>
        <w:rPr>
          <w:rtl/>
        </w:rPr>
        <w:t>3</w:t>
      </w:r>
      <w:r w:rsidR="007D3118">
        <w:rPr>
          <w:rtl/>
        </w:rPr>
        <w:t xml:space="preserve">. </w:t>
      </w:r>
      <w:r>
        <w:rPr>
          <w:rtl/>
        </w:rPr>
        <w:t>و آن وعده صريح كه در قرآن دادى و به سوگندان در كتاب خود موكد فرمودى</w:t>
      </w:r>
      <w:r w:rsidR="007D3118">
        <w:rPr>
          <w:rtl/>
        </w:rPr>
        <w:t xml:space="preserve">، </w:t>
      </w:r>
      <w:r>
        <w:rPr>
          <w:rtl/>
        </w:rPr>
        <w:t>روزى را خود به عهده گرفتى و ضامن آن شدى</w:t>
      </w:r>
      <w:r w:rsidR="007D3118">
        <w:rPr>
          <w:rtl/>
        </w:rPr>
        <w:t xml:space="preserve">، </w:t>
      </w:r>
      <w:r>
        <w:rPr>
          <w:rtl/>
        </w:rPr>
        <w:t>همان را مانع تشويق خاطر و رافع نگرانى ما قرار ده</w:t>
      </w:r>
      <w:r w:rsidR="007D3118">
        <w:rPr>
          <w:rtl/>
        </w:rPr>
        <w:t xml:space="preserve">. </w:t>
      </w:r>
    </w:p>
    <w:p w:rsidR="00587D34" w:rsidRDefault="00587D34" w:rsidP="00587D34">
      <w:pPr>
        <w:pStyle w:val="libNormal"/>
        <w:rPr>
          <w:rtl/>
        </w:rPr>
      </w:pPr>
      <w:r>
        <w:rPr>
          <w:rtl/>
        </w:rPr>
        <w:lastRenderedPageBreak/>
        <w:t>4</w:t>
      </w:r>
      <w:r w:rsidR="007D3118">
        <w:rPr>
          <w:rtl/>
        </w:rPr>
        <w:t xml:space="preserve">. </w:t>
      </w:r>
      <w:r>
        <w:rPr>
          <w:rtl/>
        </w:rPr>
        <w:t>گفتى و سخن تو راست ترين گفتار و درست ترين سخن است و سوگند ياد كردى و سوگند تو راست ترين سوگند است و فى السماء رزقكم و ما توعدون (و روزى شما و آن چه وعده داده شده ايد در آسمان است</w:t>
      </w:r>
      <w:r w:rsidR="007D3118">
        <w:rPr>
          <w:rtl/>
        </w:rPr>
        <w:t xml:space="preserve">) . </w:t>
      </w:r>
    </w:p>
    <w:p w:rsidR="00587D34" w:rsidRDefault="00587D34" w:rsidP="00587D34">
      <w:pPr>
        <w:pStyle w:val="libNormal"/>
        <w:rPr>
          <w:rtl/>
        </w:rPr>
      </w:pPr>
      <w:r>
        <w:rPr>
          <w:rtl/>
        </w:rPr>
        <w:t>5</w:t>
      </w:r>
      <w:r w:rsidR="007D3118">
        <w:rPr>
          <w:rtl/>
        </w:rPr>
        <w:t xml:space="preserve">. </w:t>
      </w:r>
      <w:r>
        <w:rPr>
          <w:rtl/>
        </w:rPr>
        <w:t>و باز گفتى</w:t>
      </w:r>
      <w:r w:rsidR="007D3118">
        <w:rPr>
          <w:rtl/>
        </w:rPr>
        <w:t xml:space="preserve">: </w:t>
      </w:r>
      <w:r>
        <w:rPr>
          <w:rtl/>
        </w:rPr>
        <w:t>فو رب السماء و الارض انه لحق مثل ما انكم تنطقون (پس سوگند به پروردگار آسمان و زمين</w:t>
      </w:r>
      <w:r w:rsidR="007D3118">
        <w:rPr>
          <w:rtl/>
        </w:rPr>
        <w:t xml:space="preserve">، </w:t>
      </w:r>
      <w:r>
        <w:rPr>
          <w:rtl/>
        </w:rPr>
        <w:t>كه واقعا او حق است</w:t>
      </w:r>
      <w:r w:rsidR="007D3118">
        <w:rPr>
          <w:rtl/>
        </w:rPr>
        <w:t xml:space="preserve">، </w:t>
      </w:r>
      <w:r>
        <w:rPr>
          <w:rtl/>
        </w:rPr>
        <w:t>همانگونه كه خود شما سخن مى گوييد</w:t>
      </w:r>
      <w:r w:rsidR="007D3118">
        <w:rPr>
          <w:rtl/>
        </w:rPr>
        <w:t xml:space="preserve">. </w:t>
      </w:r>
      <w:r>
        <w:rPr>
          <w:rtl/>
        </w:rPr>
        <w:t>(سوره ذاريات</w:t>
      </w:r>
      <w:r w:rsidR="007D3118">
        <w:rPr>
          <w:rtl/>
        </w:rPr>
        <w:t xml:space="preserve">، </w:t>
      </w:r>
      <w:r>
        <w:rPr>
          <w:rtl/>
        </w:rPr>
        <w:t>آيات 22 و 23</w:t>
      </w:r>
      <w:r w:rsidR="007D3118">
        <w:rPr>
          <w:rtl/>
        </w:rPr>
        <w:t xml:space="preserve">) . </w:t>
      </w:r>
    </w:p>
    <w:p w:rsidR="00587D34" w:rsidRDefault="00D438E0" w:rsidP="004C63D0">
      <w:pPr>
        <w:pStyle w:val="Heading2"/>
        <w:rPr>
          <w:rtl/>
        </w:rPr>
      </w:pPr>
      <w:r>
        <w:br w:type="page"/>
      </w:r>
      <w:bookmarkStart w:id="64" w:name="_Toc394915193"/>
      <w:r w:rsidR="00AA3CBA">
        <w:lastRenderedPageBreak/>
        <w:t>30</w:t>
      </w:r>
      <w:r w:rsidR="00AA3CBA">
        <w:rPr>
          <w:rtl/>
        </w:rPr>
        <w:t xml:space="preserve"> وَ كَانَ مِنْ دُعَائِهِ عَلَيْهِ السَّلامُ فِى الْمَعُونَةِ عَلَى قَضَاءِ الدَّيْنِ:</w:t>
      </w:r>
      <w:bookmarkEnd w:id="64"/>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صَلِّ عَلَى مُحَمَّدٍ وَ آلِهِ</w:t>
      </w:r>
      <w:r w:rsidR="007D3118">
        <w:rPr>
          <w:rtl/>
        </w:rPr>
        <w:t xml:space="preserve">، </w:t>
      </w:r>
      <w:r>
        <w:rPr>
          <w:rtl/>
        </w:rPr>
        <w:t>وَ هَبْ لِىَ الْعَافِيَةَ مِنْ دَيْنٍ تُخْلِقُ بِهِ وَجْهِى</w:t>
      </w:r>
      <w:r w:rsidR="007D3118">
        <w:rPr>
          <w:rtl/>
        </w:rPr>
        <w:t xml:space="preserve">، </w:t>
      </w:r>
      <w:r>
        <w:rPr>
          <w:rtl/>
        </w:rPr>
        <w:t>وَ يَحَارُ فِيهِ ذِهْنِى</w:t>
      </w:r>
      <w:r w:rsidR="007D3118">
        <w:rPr>
          <w:rtl/>
        </w:rPr>
        <w:t xml:space="preserve">، </w:t>
      </w:r>
      <w:r>
        <w:rPr>
          <w:rtl/>
        </w:rPr>
        <w:t>وَ يَتَشَعَّبُ لَهُ فِكْرِى</w:t>
      </w:r>
      <w:r w:rsidR="007D3118">
        <w:rPr>
          <w:rtl/>
        </w:rPr>
        <w:t xml:space="preserve">، </w:t>
      </w:r>
      <w:r>
        <w:rPr>
          <w:rtl/>
        </w:rPr>
        <w:t>وَ يَطُولُ بِمُمَارَسَتِهِ شُغْلِى</w:t>
      </w:r>
    </w:p>
    <w:p w:rsidR="00587D34" w:rsidRDefault="00587D34" w:rsidP="00587D34">
      <w:pPr>
        <w:pStyle w:val="libNormal"/>
        <w:rPr>
          <w:rtl/>
        </w:rPr>
      </w:pPr>
      <w:r>
        <w:rPr>
          <w:rtl/>
        </w:rPr>
        <w:t>(2</w:t>
      </w:r>
      <w:r w:rsidR="007D3118">
        <w:rPr>
          <w:rtl/>
        </w:rPr>
        <w:t xml:space="preserve">) </w:t>
      </w:r>
      <w:r>
        <w:rPr>
          <w:rtl/>
        </w:rPr>
        <w:t>وَ أَعُوذُ بِكَ</w:t>
      </w:r>
      <w:r w:rsidR="007D3118">
        <w:rPr>
          <w:rtl/>
        </w:rPr>
        <w:t xml:space="preserve">، </w:t>
      </w:r>
      <w:r>
        <w:rPr>
          <w:rtl/>
        </w:rPr>
        <w:t>يَا رَبِّ</w:t>
      </w:r>
      <w:r w:rsidR="007D3118">
        <w:rPr>
          <w:rtl/>
        </w:rPr>
        <w:t xml:space="preserve">، </w:t>
      </w:r>
      <w:r>
        <w:rPr>
          <w:rtl/>
        </w:rPr>
        <w:t>مِنْ هَمِّ الدَّيْنِ وَ فِكْرِهِ</w:t>
      </w:r>
      <w:r w:rsidR="007D3118">
        <w:rPr>
          <w:rtl/>
        </w:rPr>
        <w:t xml:space="preserve">، </w:t>
      </w:r>
      <w:r>
        <w:rPr>
          <w:rtl/>
        </w:rPr>
        <w:t>وَ شُغْلِ الدَّيْنِ وَ سَهَرِهِ</w:t>
      </w:r>
      <w:r w:rsidR="007D3118">
        <w:rPr>
          <w:rtl/>
        </w:rPr>
        <w:t xml:space="preserve">، </w:t>
      </w:r>
      <w:r>
        <w:rPr>
          <w:rtl/>
        </w:rPr>
        <w:t>فَصَلِّ عَلَى مُحَمَّدٍ وَ آلِهِ</w:t>
      </w:r>
      <w:r w:rsidR="007D3118">
        <w:rPr>
          <w:rtl/>
        </w:rPr>
        <w:t xml:space="preserve">، </w:t>
      </w:r>
      <w:r>
        <w:rPr>
          <w:rtl/>
        </w:rPr>
        <w:t>وَ أَعِذْنِى مِنْهُ</w:t>
      </w:r>
      <w:r w:rsidR="007D3118">
        <w:rPr>
          <w:rtl/>
        </w:rPr>
        <w:t xml:space="preserve">، </w:t>
      </w:r>
      <w:r>
        <w:rPr>
          <w:rtl/>
        </w:rPr>
        <w:t>وَ أَسْتَجِيرُ بِكَ</w:t>
      </w:r>
      <w:r w:rsidR="007D3118">
        <w:rPr>
          <w:rtl/>
        </w:rPr>
        <w:t xml:space="preserve">، </w:t>
      </w:r>
      <w:r>
        <w:rPr>
          <w:rtl/>
        </w:rPr>
        <w:t>يَا رَبِّ</w:t>
      </w:r>
      <w:r w:rsidR="007D3118">
        <w:rPr>
          <w:rtl/>
        </w:rPr>
        <w:t xml:space="preserve">، </w:t>
      </w:r>
      <w:r>
        <w:rPr>
          <w:rtl/>
        </w:rPr>
        <w:t>مِنْ ذِلَّتِهِ فِى الْحَيَاةِ</w:t>
      </w:r>
      <w:r w:rsidR="007D3118">
        <w:rPr>
          <w:rtl/>
        </w:rPr>
        <w:t xml:space="preserve">، </w:t>
      </w:r>
      <w:r>
        <w:rPr>
          <w:rtl/>
        </w:rPr>
        <w:t>وَ مِنْ تَبِعَتِهِ بَعْدَ الْوَفَاةِ</w:t>
      </w:r>
      <w:r w:rsidR="007D3118">
        <w:rPr>
          <w:rtl/>
        </w:rPr>
        <w:t xml:space="preserve">، </w:t>
      </w:r>
      <w:r>
        <w:rPr>
          <w:rtl/>
        </w:rPr>
        <w:t>فَصَلِّ عَلَى مُحَمَّدٍ وَ آلِهِ</w:t>
      </w:r>
      <w:r w:rsidR="007D3118">
        <w:rPr>
          <w:rtl/>
        </w:rPr>
        <w:t xml:space="preserve">، </w:t>
      </w:r>
      <w:r>
        <w:rPr>
          <w:rtl/>
        </w:rPr>
        <w:t>وَ أَجِرْنى مِنْهُ بِوُسْعٍ فَاضِلٍ أَوْ كَفَافٍ وَاصِلٍ</w:t>
      </w:r>
      <w:r w:rsidR="007D3118">
        <w:rPr>
          <w:rtl/>
        </w:rPr>
        <w:t xml:space="preserve">. </w:t>
      </w:r>
    </w:p>
    <w:p w:rsidR="00587D34" w:rsidRDefault="00587D34" w:rsidP="00587D34">
      <w:pPr>
        <w:pStyle w:val="libNormal"/>
        <w:rPr>
          <w:rtl/>
        </w:rPr>
      </w:pPr>
      <w:r>
        <w:rPr>
          <w:rtl/>
        </w:rPr>
        <w:t>(3</w:t>
      </w:r>
      <w:r w:rsidR="007D3118">
        <w:rPr>
          <w:rtl/>
        </w:rPr>
        <w:t xml:space="preserve">) </w:t>
      </w:r>
      <w:r>
        <w:rPr>
          <w:rtl/>
        </w:rPr>
        <w:t>اللَّهُمَّ صَلِّ عَلَى مُحَمَّدٍ وَ آلِهِ</w:t>
      </w:r>
      <w:r w:rsidR="007D3118">
        <w:rPr>
          <w:rtl/>
        </w:rPr>
        <w:t xml:space="preserve">، </w:t>
      </w:r>
      <w:r>
        <w:rPr>
          <w:rtl/>
        </w:rPr>
        <w:t>وَ احْجُبْنِى عَنِ السَّرَفِ وَ الازْدِيَادِ</w:t>
      </w:r>
      <w:r w:rsidR="007D3118">
        <w:rPr>
          <w:rtl/>
        </w:rPr>
        <w:t xml:space="preserve">، </w:t>
      </w:r>
      <w:r>
        <w:rPr>
          <w:rtl/>
        </w:rPr>
        <w:t>وَ قَوِّمْنِى بِالْبَذْلِ وَ الاقْتِصَادِ</w:t>
      </w:r>
      <w:r w:rsidR="007D3118">
        <w:rPr>
          <w:rtl/>
        </w:rPr>
        <w:t xml:space="preserve">، </w:t>
      </w:r>
      <w:r>
        <w:rPr>
          <w:rtl/>
        </w:rPr>
        <w:t>وَ عَلِّمْنِى حُسْنَ التَّقْدِيرِ</w:t>
      </w:r>
      <w:r w:rsidR="007D3118">
        <w:rPr>
          <w:rtl/>
        </w:rPr>
        <w:t xml:space="preserve">، </w:t>
      </w:r>
      <w:r>
        <w:rPr>
          <w:rtl/>
        </w:rPr>
        <w:t>وَ اقْبِضْنِى بِلُطْفِكَ عَنِ التَّبْذِيرِ</w:t>
      </w:r>
      <w:r w:rsidR="007D3118">
        <w:rPr>
          <w:rtl/>
        </w:rPr>
        <w:t xml:space="preserve">، </w:t>
      </w:r>
      <w:r>
        <w:rPr>
          <w:rtl/>
        </w:rPr>
        <w:t>وَ أَجْرِ مِنْ أَسْبَابِ الْحَلالِ أَرْزَاقِى</w:t>
      </w:r>
      <w:r w:rsidR="007D3118">
        <w:rPr>
          <w:rtl/>
        </w:rPr>
        <w:t xml:space="preserve">، </w:t>
      </w:r>
      <w:r>
        <w:rPr>
          <w:rtl/>
        </w:rPr>
        <w:t>وَ وَجِّهْ فِى أَبْوَابِ الْبِرِّ إِنْفَاقِى</w:t>
      </w:r>
      <w:r w:rsidR="007D3118">
        <w:rPr>
          <w:rtl/>
        </w:rPr>
        <w:t xml:space="preserve">، </w:t>
      </w:r>
      <w:r>
        <w:rPr>
          <w:rtl/>
        </w:rPr>
        <w:t>وَ ازْوِ عَنِّى مِنَ الْمَالِ مَا يُحْدِثُ لِى مَخِيلَةً أَوْ تَأَدِّيا إِلَى بَغْيٍ أَوْ مَا أَتَعَقَّبُ مِنْهُ طُغْيَانا</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حَبِّبْ إِلَيَّ صُحْبَةَ الْفُقَرَاءِ</w:t>
      </w:r>
      <w:r w:rsidR="007D3118">
        <w:rPr>
          <w:rtl/>
        </w:rPr>
        <w:t xml:space="preserve">، </w:t>
      </w:r>
      <w:r>
        <w:rPr>
          <w:rtl/>
        </w:rPr>
        <w:t>وَ أَعِنِّى عَلَى صُحْبَتِهِمْ بِحُسْنِ الصَّبْرِ</w:t>
      </w:r>
    </w:p>
    <w:p w:rsidR="00587D34" w:rsidRDefault="00587D34" w:rsidP="00587D34">
      <w:pPr>
        <w:pStyle w:val="libNormal"/>
        <w:rPr>
          <w:rtl/>
        </w:rPr>
      </w:pPr>
      <w:r>
        <w:rPr>
          <w:rtl/>
        </w:rPr>
        <w:t>(5</w:t>
      </w:r>
      <w:r w:rsidR="007D3118">
        <w:rPr>
          <w:rtl/>
        </w:rPr>
        <w:t xml:space="preserve">) </w:t>
      </w:r>
      <w:r>
        <w:rPr>
          <w:rtl/>
        </w:rPr>
        <w:t>وَ مَا زَوَيْتَ عَنِّى مِنْ مَتَاعِ الدُّنْيَا الْفَانِيَةِ فَاذْخَرْهُ لِى فِى خَزَائِنِكَ الْبَاقِيَةِ</w:t>
      </w:r>
    </w:p>
    <w:p w:rsidR="00587D34" w:rsidRDefault="00587D34" w:rsidP="00587D34">
      <w:pPr>
        <w:pStyle w:val="libNormal"/>
        <w:rPr>
          <w:rtl/>
        </w:rPr>
      </w:pPr>
      <w:r>
        <w:rPr>
          <w:rtl/>
        </w:rPr>
        <w:t>(6</w:t>
      </w:r>
      <w:r w:rsidR="007D3118">
        <w:rPr>
          <w:rtl/>
        </w:rPr>
        <w:t xml:space="preserve">) </w:t>
      </w:r>
      <w:r>
        <w:rPr>
          <w:rtl/>
        </w:rPr>
        <w:t>وَ اجْعَلْ مَا خَوَّلْتَنِى مِنْ حُطَامِهَا</w:t>
      </w:r>
      <w:r w:rsidR="007D3118">
        <w:rPr>
          <w:rtl/>
        </w:rPr>
        <w:t xml:space="preserve">، </w:t>
      </w:r>
      <w:r>
        <w:rPr>
          <w:rtl/>
        </w:rPr>
        <w:t>وَ عَجَّلْتَ لِى مِنْ مَتَاعِهَا بُلْغَةً إِلَى جِوَارِكَ وَ وُصْلَةً إِلَى قُرْبِكَ وََرِيعَةً إِلَى جَنَّتِكَ</w:t>
      </w:r>
      <w:r w:rsidR="007D3118">
        <w:rPr>
          <w:rtl/>
        </w:rPr>
        <w:t xml:space="preserve">، </w:t>
      </w:r>
      <w:r>
        <w:rPr>
          <w:rtl/>
        </w:rPr>
        <w:t>إِنَّكَ ذُو الْفَضْلِ الْعَظِيمِ</w:t>
      </w:r>
      <w:r w:rsidR="007D3118">
        <w:rPr>
          <w:rtl/>
        </w:rPr>
        <w:t xml:space="preserve">، </w:t>
      </w:r>
      <w:r>
        <w:rPr>
          <w:rtl/>
        </w:rPr>
        <w:t>وَ أَنْتَ الْجَوَادُ الْكَرِيمُ</w:t>
      </w:r>
      <w:r w:rsidR="007D3118">
        <w:rPr>
          <w:rtl/>
        </w:rPr>
        <w:t xml:space="preserve">. </w:t>
      </w:r>
    </w:p>
    <w:p w:rsidR="00587D34" w:rsidRDefault="00AA3CBA" w:rsidP="004C63D0">
      <w:pPr>
        <w:pStyle w:val="Heading2"/>
        <w:rPr>
          <w:rtl/>
        </w:rPr>
      </w:pPr>
      <w:bookmarkStart w:id="65" w:name="_Toc394915194"/>
      <w:r>
        <w:rPr>
          <w:rtl/>
        </w:rPr>
        <w:t xml:space="preserve">ترجمه دعاى سى ام: دعاى آن حضرت </w:t>
      </w:r>
      <w:r w:rsidR="000C598D" w:rsidRPr="000C598D">
        <w:rPr>
          <w:rStyle w:val="libAlaemChar"/>
          <w:rtl/>
        </w:rPr>
        <w:t>عليه‌السلام</w:t>
      </w:r>
      <w:r>
        <w:rPr>
          <w:rtl/>
        </w:rPr>
        <w:t xml:space="preserve"> براى اداى دين</w:t>
      </w:r>
      <w:bookmarkEnd w:id="65"/>
    </w:p>
    <w:p w:rsidR="00587D34" w:rsidRDefault="00587D34" w:rsidP="00587D34">
      <w:pPr>
        <w:pStyle w:val="libNormal"/>
        <w:rPr>
          <w:rtl/>
        </w:rPr>
      </w:pPr>
      <w:r>
        <w:rPr>
          <w:rtl/>
        </w:rPr>
        <w:t>1</w:t>
      </w:r>
      <w:r w:rsidR="007D3118">
        <w:rPr>
          <w:rtl/>
        </w:rPr>
        <w:t xml:space="preserve">. </w:t>
      </w:r>
      <w:r>
        <w:rPr>
          <w:rtl/>
        </w:rPr>
        <w:t>خدايا درود بر محمد و آل او فرست</w:t>
      </w:r>
      <w:r w:rsidR="007D3118">
        <w:rPr>
          <w:rtl/>
        </w:rPr>
        <w:t xml:space="preserve">، </w:t>
      </w:r>
      <w:r>
        <w:rPr>
          <w:rtl/>
        </w:rPr>
        <w:t>و مرا به وامى مبتلا مكن كه آبروى من ببرد</w:t>
      </w:r>
      <w:r w:rsidR="007D3118">
        <w:rPr>
          <w:rtl/>
        </w:rPr>
        <w:t xml:space="preserve">، </w:t>
      </w:r>
      <w:r>
        <w:rPr>
          <w:rtl/>
        </w:rPr>
        <w:t>و انديشه را پريشان دارد و فكر مرا آشفته سازد</w:t>
      </w:r>
      <w:r w:rsidR="007D3118">
        <w:rPr>
          <w:rtl/>
        </w:rPr>
        <w:t xml:space="preserve">، </w:t>
      </w:r>
      <w:r>
        <w:rPr>
          <w:rtl/>
        </w:rPr>
        <w:t>و مدتى دراز دل در كار آن بندم</w:t>
      </w:r>
      <w:r w:rsidR="007D3118">
        <w:rPr>
          <w:rtl/>
        </w:rPr>
        <w:t xml:space="preserve">. </w:t>
      </w:r>
    </w:p>
    <w:p w:rsidR="00587D34" w:rsidRDefault="00587D34" w:rsidP="00587D34">
      <w:pPr>
        <w:pStyle w:val="libNormal"/>
        <w:rPr>
          <w:rtl/>
        </w:rPr>
      </w:pPr>
      <w:r>
        <w:rPr>
          <w:rtl/>
        </w:rPr>
        <w:t>2</w:t>
      </w:r>
      <w:r w:rsidR="007D3118">
        <w:rPr>
          <w:rtl/>
        </w:rPr>
        <w:t xml:space="preserve">. </w:t>
      </w:r>
      <w:r>
        <w:rPr>
          <w:rtl/>
        </w:rPr>
        <w:t>و پناه به تو مى برم اى پروردگار من از اندوه غرض و انديشه آن</w:t>
      </w:r>
      <w:r w:rsidR="007D3118">
        <w:rPr>
          <w:rtl/>
        </w:rPr>
        <w:t xml:space="preserve">، </w:t>
      </w:r>
      <w:r>
        <w:rPr>
          <w:rtl/>
        </w:rPr>
        <w:t>و مشغولى دل و بيدارى شب</w:t>
      </w:r>
      <w:r w:rsidR="007D3118">
        <w:rPr>
          <w:rtl/>
        </w:rPr>
        <w:t xml:space="preserve">. </w:t>
      </w:r>
      <w:r>
        <w:rPr>
          <w:rtl/>
        </w:rPr>
        <w:t>پس درود بر محمد و خاندان او فرست</w:t>
      </w:r>
      <w:r w:rsidR="007D3118">
        <w:rPr>
          <w:rtl/>
        </w:rPr>
        <w:t xml:space="preserve">، </w:t>
      </w:r>
      <w:r>
        <w:rPr>
          <w:rtl/>
        </w:rPr>
        <w:t xml:space="preserve">و مرا از آن </w:t>
      </w:r>
      <w:r>
        <w:rPr>
          <w:rtl/>
        </w:rPr>
        <w:lastRenderedPageBreak/>
        <w:t>ها پناه ده و زينهار از تو مى خواهم اى پروردگار من</w:t>
      </w:r>
      <w:r w:rsidR="007D3118">
        <w:rPr>
          <w:rtl/>
        </w:rPr>
        <w:t xml:space="preserve">، </w:t>
      </w:r>
      <w:r>
        <w:rPr>
          <w:rtl/>
        </w:rPr>
        <w:t>از ذلّت قرض در زندگى و وبال آن پس از مرگ</w:t>
      </w:r>
      <w:r w:rsidR="007D3118">
        <w:rPr>
          <w:rtl/>
        </w:rPr>
        <w:t xml:space="preserve">، </w:t>
      </w:r>
      <w:r>
        <w:rPr>
          <w:rtl/>
        </w:rPr>
        <w:t>پس درود بر محمد و آل او فرست</w:t>
      </w:r>
      <w:r w:rsidR="007D3118">
        <w:rPr>
          <w:rtl/>
        </w:rPr>
        <w:t xml:space="preserve">، </w:t>
      </w:r>
      <w:r>
        <w:rPr>
          <w:rtl/>
        </w:rPr>
        <w:t>و مرا از آن حفظ كن و به فراخى مال يا به اندازه كفاف حال</w:t>
      </w:r>
      <w:r w:rsidR="007D3118">
        <w:rPr>
          <w:rtl/>
        </w:rPr>
        <w:t xml:space="preserve">. </w:t>
      </w:r>
    </w:p>
    <w:p w:rsidR="00587D34" w:rsidRDefault="00587D34" w:rsidP="00587D34">
      <w:pPr>
        <w:pStyle w:val="libNormal"/>
        <w:rPr>
          <w:rtl/>
        </w:rPr>
      </w:pPr>
      <w:r>
        <w:rPr>
          <w:rtl/>
        </w:rPr>
        <w:t>3</w:t>
      </w:r>
      <w:r w:rsidR="007D3118">
        <w:rPr>
          <w:rtl/>
        </w:rPr>
        <w:t xml:space="preserve">. </w:t>
      </w:r>
      <w:r>
        <w:rPr>
          <w:rtl/>
        </w:rPr>
        <w:t>خدايا درود بر محمد و آل او فرست</w:t>
      </w:r>
      <w:r w:rsidR="007D3118">
        <w:rPr>
          <w:rtl/>
        </w:rPr>
        <w:t xml:space="preserve">، </w:t>
      </w:r>
      <w:r>
        <w:rPr>
          <w:rtl/>
        </w:rPr>
        <w:t>و مرا از اسراف و زيادروى بازدار</w:t>
      </w:r>
      <w:r w:rsidR="007D3118">
        <w:rPr>
          <w:rtl/>
        </w:rPr>
        <w:t xml:space="preserve">، </w:t>
      </w:r>
      <w:r>
        <w:rPr>
          <w:rtl/>
        </w:rPr>
        <w:t>و به بخشش و ميانه روى مستقيم گردان</w:t>
      </w:r>
      <w:r w:rsidR="007D3118">
        <w:rPr>
          <w:rtl/>
        </w:rPr>
        <w:t xml:space="preserve">، </w:t>
      </w:r>
      <w:r>
        <w:rPr>
          <w:rtl/>
        </w:rPr>
        <w:t>و مرا بياموز كه اندازه نگاه دارم و به لطف خود مرا از تبذير نگاه دار و از راه حلال روزى مرا مقرر كن</w:t>
      </w:r>
      <w:r w:rsidR="007D3118">
        <w:rPr>
          <w:rtl/>
        </w:rPr>
        <w:t xml:space="preserve">، </w:t>
      </w:r>
      <w:r>
        <w:rPr>
          <w:rtl/>
        </w:rPr>
        <w:t>و خرج كردن در خيرات موفق فرما</w:t>
      </w:r>
      <w:r w:rsidR="007D3118">
        <w:rPr>
          <w:rtl/>
        </w:rPr>
        <w:t xml:space="preserve">، </w:t>
      </w:r>
      <w:r>
        <w:rPr>
          <w:rtl/>
        </w:rPr>
        <w:t>و مالى كه براى من تكبر آورد و به ستم گرى كشاند</w:t>
      </w:r>
      <w:r w:rsidR="007D3118">
        <w:rPr>
          <w:rtl/>
        </w:rPr>
        <w:t xml:space="preserve">، </w:t>
      </w:r>
      <w:r>
        <w:rPr>
          <w:rtl/>
        </w:rPr>
        <w:t>و در دنبال آن سركشى كنم</w:t>
      </w:r>
      <w:r w:rsidR="007D3118">
        <w:rPr>
          <w:rtl/>
        </w:rPr>
        <w:t xml:space="preserve">، </w:t>
      </w:r>
      <w:r>
        <w:rPr>
          <w:rtl/>
        </w:rPr>
        <w:t>از من دور كن</w:t>
      </w:r>
      <w:r w:rsidR="007D3118">
        <w:rPr>
          <w:rtl/>
        </w:rPr>
        <w:t xml:space="preserve">. </w:t>
      </w:r>
      <w:r>
        <w:rPr>
          <w:rtl/>
        </w:rPr>
        <w:t>و چنين مالى نصيب من مفرما</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خدايا</w:t>
      </w:r>
      <w:r w:rsidR="007D3118">
        <w:rPr>
          <w:rtl/>
        </w:rPr>
        <w:t xml:space="preserve">، </w:t>
      </w:r>
      <w:r>
        <w:rPr>
          <w:rtl/>
        </w:rPr>
        <w:t>همنشينى با تنگدستان را محبوب من گردان</w:t>
      </w:r>
      <w:r w:rsidR="007D3118">
        <w:rPr>
          <w:rtl/>
        </w:rPr>
        <w:t xml:space="preserve">، </w:t>
      </w:r>
      <w:r>
        <w:rPr>
          <w:rtl/>
        </w:rPr>
        <w:t>و مرا از همنشينى ايشان صبر نيكو ده</w:t>
      </w:r>
      <w:r w:rsidR="007D3118">
        <w:rPr>
          <w:rtl/>
        </w:rPr>
        <w:t xml:space="preserve">. </w:t>
      </w:r>
    </w:p>
    <w:p w:rsidR="00587D34" w:rsidRDefault="00587D34" w:rsidP="00587D34">
      <w:pPr>
        <w:pStyle w:val="libNormal"/>
        <w:rPr>
          <w:rtl/>
        </w:rPr>
      </w:pPr>
      <w:r>
        <w:rPr>
          <w:rtl/>
        </w:rPr>
        <w:t>5</w:t>
      </w:r>
      <w:r w:rsidR="007D3118">
        <w:rPr>
          <w:rtl/>
        </w:rPr>
        <w:t xml:space="preserve">. </w:t>
      </w:r>
      <w:r>
        <w:rPr>
          <w:rtl/>
        </w:rPr>
        <w:t>و چه چه از مال دنياى فانى مرا بى نصيب كرده اى در خزينه هاى جاويد براى من اندوخته كن</w:t>
      </w:r>
      <w:r w:rsidR="007D3118">
        <w:rPr>
          <w:rtl/>
        </w:rPr>
        <w:t xml:space="preserve">. </w:t>
      </w:r>
    </w:p>
    <w:p w:rsidR="00587D34" w:rsidRDefault="00587D34" w:rsidP="00587D34">
      <w:pPr>
        <w:pStyle w:val="libNormal"/>
        <w:rPr>
          <w:rtl/>
        </w:rPr>
      </w:pPr>
      <w:r>
        <w:rPr>
          <w:rtl/>
        </w:rPr>
        <w:t>6</w:t>
      </w:r>
      <w:r w:rsidR="007D3118">
        <w:rPr>
          <w:rtl/>
        </w:rPr>
        <w:t xml:space="preserve">. </w:t>
      </w:r>
      <w:r>
        <w:rPr>
          <w:rtl/>
        </w:rPr>
        <w:t>و هر چه از حطام دنيا به من ارزانى داشته و در اين جهان پيش انداخته اى كه موجب رسيدن به جوار رحمت و پيوستن به قرب منزلت تو</w:t>
      </w:r>
      <w:r w:rsidR="007D3118">
        <w:rPr>
          <w:rtl/>
        </w:rPr>
        <w:t xml:space="preserve">، </w:t>
      </w:r>
      <w:r>
        <w:rPr>
          <w:rtl/>
        </w:rPr>
        <w:t>و وسيله رسيدن به بهشت قرار ده</w:t>
      </w:r>
      <w:r w:rsidR="007D3118">
        <w:rPr>
          <w:rtl/>
        </w:rPr>
        <w:t xml:space="preserve">، </w:t>
      </w:r>
      <w:r>
        <w:rPr>
          <w:rtl/>
        </w:rPr>
        <w:t>كه تويى صاحب احسان بزرگ</w:t>
      </w:r>
      <w:r w:rsidR="007D3118">
        <w:rPr>
          <w:rtl/>
        </w:rPr>
        <w:t xml:space="preserve">، </w:t>
      </w:r>
      <w:r>
        <w:rPr>
          <w:rtl/>
        </w:rPr>
        <w:t>و تويى بخشنده بزرگوار</w:t>
      </w:r>
      <w:r w:rsidR="007D3118">
        <w:rPr>
          <w:rtl/>
        </w:rPr>
        <w:t xml:space="preserve">. </w:t>
      </w:r>
    </w:p>
    <w:p w:rsidR="00587D34" w:rsidRDefault="00D438E0" w:rsidP="004C63D0">
      <w:pPr>
        <w:pStyle w:val="Heading2"/>
        <w:rPr>
          <w:rtl/>
        </w:rPr>
      </w:pPr>
      <w:r>
        <w:br w:type="page"/>
      </w:r>
      <w:bookmarkStart w:id="66" w:name="_Toc394915195"/>
      <w:r w:rsidR="00AA3CBA">
        <w:lastRenderedPageBreak/>
        <w:t>31</w:t>
      </w:r>
      <w:r w:rsidR="00AA3CBA">
        <w:rPr>
          <w:rtl/>
        </w:rPr>
        <w:t xml:space="preserve"> وَ كَانَ مِنْ دُعَائِهِ عَلَيْهِ السَّلامُ فِى ذِكْرِ التَّوْبَةِ وَ طَلَبِهَا:</w:t>
      </w:r>
      <w:bookmarkEnd w:id="66"/>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يَا مَنْ لا يَصِفُهُ نَعْتُ الْوَاصِفِينَ</w:t>
      </w:r>
    </w:p>
    <w:p w:rsidR="00587D34" w:rsidRDefault="00587D34" w:rsidP="00587D34">
      <w:pPr>
        <w:pStyle w:val="libNormal"/>
        <w:rPr>
          <w:rtl/>
        </w:rPr>
      </w:pPr>
      <w:r>
        <w:rPr>
          <w:rtl/>
        </w:rPr>
        <w:t>(2</w:t>
      </w:r>
      <w:r w:rsidR="007D3118">
        <w:rPr>
          <w:rtl/>
        </w:rPr>
        <w:t xml:space="preserve">) </w:t>
      </w:r>
      <w:r>
        <w:rPr>
          <w:rtl/>
        </w:rPr>
        <w:t>وَ يَا مَنْ لا يُجَاوِزُهُ رَجَاءُ الرَّاجِينَ</w:t>
      </w:r>
    </w:p>
    <w:p w:rsidR="00587D34" w:rsidRDefault="00587D34" w:rsidP="00587D34">
      <w:pPr>
        <w:pStyle w:val="libNormal"/>
        <w:rPr>
          <w:rtl/>
        </w:rPr>
      </w:pPr>
      <w:r>
        <w:rPr>
          <w:rtl/>
        </w:rPr>
        <w:t>(3</w:t>
      </w:r>
      <w:r w:rsidR="007D3118">
        <w:rPr>
          <w:rtl/>
        </w:rPr>
        <w:t xml:space="preserve">) </w:t>
      </w:r>
      <w:r>
        <w:rPr>
          <w:rtl/>
        </w:rPr>
        <w:t>وَ يَا مَنْ لا يَضِيعُ لَدَيْهِ أَجْرُ الْمُحْسِنِينَ</w:t>
      </w:r>
    </w:p>
    <w:p w:rsidR="00587D34" w:rsidRDefault="00587D34" w:rsidP="00587D34">
      <w:pPr>
        <w:pStyle w:val="libNormal"/>
        <w:rPr>
          <w:rtl/>
        </w:rPr>
      </w:pPr>
      <w:r>
        <w:rPr>
          <w:rtl/>
        </w:rPr>
        <w:t>(4</w:t>
      </w:r>
      <w:r w:rsidR="007D3118">
        <w:rPr>
          <w:rtl/>
        </w:rPr>
        <w:t xml:space="preserve">) </w:t>
      </w:r>
      <w:r>
        <w:rPr>
          <w:rtl/>
        </w:rPr>
        <w:t>وَ يَا مَنْ هُوَ مُنْتَهَى خَوْفِ الْعَابِدِينَ</w:t>
      </w:r>
      <w:r w:rsidR="007D3118">
        <w:rPr>
          <w:rtl/>
        </w:rPr>
        <w:t xml:space="preserve">. </w:t>
      </w:r>
    </w:p>
    <w:p w:rsidR="00587D34" w:rsidRDefault="00587D34" w:rsidP="00587D34">
      <w:pPr>
        <w:pStyle w:val="libNormal"/>
        <w:rPr>
          <w:rtl/>
        </w:rPr>
      </w:pPr>
      <w:r>
        <w:rPr>
          <w:rtl/>
        </w:rPr>
        <w:t>(5</w:t>
      </w:r>
      <w:r w:rsidR="007D3118">
        <w:rPr>
          <w:rtl/>
        </w:rPr>
        <w:t xml:space="preserve">) </w:t>
      </w:r>
      <w:r>
        <w:rPr>
          <w:rtl/>
        </w:rPr>
        <w:t>وَ يَا مَنْ هُوَ غَايَةُ خَشْيَةِ الْمُتَّقِينَ</w:t>
      </w:r>
    </w:p>
    <w:p w:rsidR="00587D34" w:rsidRDefault="00587D34" w:rsidP="00587D34">
      <w:pPr>
        <w:pStyle w:val="libNormal"/>
        <w:rPr>
          <w:rtl/>
        </w:rPr>
      </w:pPr>
      <w:r>
        <w:rPr>
          <w:rtl/>
        </w:rPr>
        <w:t>(6</w:t>
      </w:r>
      <w:r w:rsidR="007D3118">
        <w:rPr>
          <w:rtl/>
        </w:rPr>
        <w:t xml:space="preserve">) </w:t>
      </w:r>
      <w:r>
        <w:rPr>
          <w:rtl/>
        </w:rPr>
        <w:t>هَذَا مَقَامُ مَنْ تَدَاوَلَتْهُ أَيْدِى الذُّنُوبِ</w:t>
      </w:r>
      <w:r w:rsidR="007D3118">
        <w:rPr>
          <w:rtl/>
        </w:rPr>
        <w:t xml:space="preserve">، </w:t>
      </w:r>
      <w:r>
        <w:rPr>
          <w:rtl/>
        </w:rPr>
        <w:t>وَ قَادَتْهُ أَزِمَّةُ الْخَطَايَا</w:t>
      </w:r>
      <w:r w:rsidR="007D3118">
        <w:rPr>
          <w:rtl/>
        </w:rPr>
        <w:t xml:space="preserve">، </w:t>
      </w:r>
      <w:r>
        <w:rPr>
          <w:rtl/>
        </w:rPr>
        <w:t>وَ اسْتَحْوَذَ عَلَيْهِ الشَّيْطَانُ</w:t>
      </w:r>
      <w:r w:rsidR="007D3118">
        <w:rPr>
          <w:rtl/>
        </w:rPr>
        <w:t xml:space="preserve">، </w:t>
      </w:r>
      <w:r>
        <w:rPr>
          <w:rtl/>
        </w:rPr>
        <w:t>فَقَصَّرَ عَمَّا أَمَرْتَ بِهِ تَفْرِيطا</w:t>
      </w:r>
      <w:r w:rsidR="007D3118">
        <w:rPr>
          <w:rtl/>
        </w:rPr>
        <w:t xml:space="preserve">، </w:t>
      </w:r>
      <w:r>
        <w:rPr>
          <w:rtl/>
        </w:rPr>
        <w:t>وَ تَعَاطَى مَا نَهَيْتَ عَنْهُ تَغْرِيرا</w:t>
      </w:r>
      <w:r w:rsidR="007D3118">
        <w:rPr>
          <w:rtl/>
        </w:rPr>
        <w:t xml:space="preserve">. </w:t>
      </w:r>
    </w:p>
    <w:p w:rsidR="00587D34" w:rsidRDefault="00587D34" w:rsidP="00587D34">
      <w:pPr>
        <w:pStyle w:val="libNormal"/>
        <w:rPr>
          <w:rtl/>
        </w:rPr>
      </w:pPr>
      <w:r>
        <w:rPr>
          <w:rtl/>
        </w:rPr>
        <w:t>(7</w:t>
      </w:r>
      <w:r w:rsidR="007D3118">
        <w:rPr>
          <w:rtl/>
        </w:rPr>
        <w:t xml:space="preserve">) </w:t>
      </w:r>
      <w:r>
        <w:rPr>
          <w:rtl/>
        </w:rPr>
        <w:t>كَالْجَاهِلِ بِقُدْرَتِكَ عَلَيْهِ</w:t>
      </w:r>
      <w:r w:rsidR="007D3118">
        <w:rPr>
          <w:rtl/>
        </w:rPr>
        <w:t xml:space="preserve">، </w:t>
      </w:r>
      <w:r>
        <w:rPr>
          <w:rtl/>
        </w:rPr>
        <w:t>أَوْ كَالْمُنْكِرِ فَضْلَ إِحْسَانِكَ إِلَيْهِ حَتَّى إِذَا انْفَتَحَ لَهُ بَصَرُ الْهُدَى</w:t>
      </w:r>
      <w:r w:rsidR="007D3118">
        <w:rPr>
          <w:rtl/>
        </w:rPr>
        <w:t xml:space="preserve">، </w:t>
      </w:r>
      <w:r>
        <w:rPr>
          <w:rtl/>
        </w:rPr>
        <w:t>وَ تَقَشَّعَتْ عَنْهُ سَحَائِبُ الْعَمَى</w:t>
      </w:r>
      <w:r w:rsidR="007D3118">
        <w:rPr>
          <w:rtl/>
        </w:rPr>
        <w:t xml:space="preserve">، </w:t>
      </w:r>
      <w:r>
        <w:rPr>
          <w:rtl/>
        </w:rPr>
        <w:t>أَحْصَى مَا ظَلَمَ بِهِ نَفْسَهُ</w:t>
      </w:r>
      <w:r w:rsidR="007D3118">
        <w:rPr>
          <w:rtl/>
        </w:rPr>
        <w:t xml:space="preserve">، </w:t>
      </w:r>
      <w:r>
        <w:rPr>
          <w:rtl/>
        </w:rPr>
        <w:t>وَ فَكَّرَ فِيمَا خَالَفَ بِهِ رَبَّهُ</w:t>
      </w:r>
      <w:r w:rsidR="007D3118">
        <w:rPr>
          <w:rtl/>
        </w:rPr>
        <w:t xml:space="preserve">، </w:t>
      </w:r>
      <w:r>
        <w:rPr>
          <w:rtl/>
        </w:rPr>
        <w:t>فَرَأَى كَبِيرَ عِصْيَانِهِ كَبِيرا وَ جَلِيلَ مُخَالَفَتِهِ جَلِيلا</w:t>
      </w:r>
      <w:r w:rsidR="007D3118">
        <w:rPr>
          <w:rtl/>
        </w:rPr>
        <w:t xml:space="preserve">. </w:t>
      </w:r>
    </w:p>
    <w:p w:rsidR="00587D34" w:rsidRDefault="00587D34" w:rsidP="00587D34">
      <w:pPr>
        <w:pStyle w:val="libNormal"/>
        <w:rPr>
          <w:rtl/>
        </w:rPr>
      </w:pPr>
      <w:r>
        <w:rPr>
          <w:rtl/>
        </w:rPr>
        <w:t>(8</w:t>
      </w:r>
      <w:r w:rsidR="007D3118">
        <w:rPr>
          <w:rtl/>
        </w:rPr>
        <w:t xml:space="preserve">) </w:t>
      </w:r>
      <w:r>
        <w:rPr>
          <w:rtl/>
        </w:rPr>
        <w:t>فَأَقْبَلَ نَحْوَكَ مُؤَمِّلا لَكَ مُسْتَحْيِيا مِنْكَ</w:t>
      </w:r>
      <w:r w:rsidR="007D3118">
        <w:rPr>
          <w:rtl/>
        </w:rPr>
        <w:t xml:space="preserve">، </w:t>
      </w:r>
      <w:r>
        <w:rPr>
          <w:rtl/>
        </w:rPr>
        <w:t>وَ وَجَّهَ رَغْبَتَهُ إِلَيْكَ ثِقَةً بِكَ</w:t>
      </w:r>
      <w:r w:rsidR="007D3118">
        <w:rPr>
          <w:rtl/>
        </w:rPr>
        <w:t xml:space="preserve">، </w:t>
      </w:r>
      <w:r>
        <w:rPr>
          <w:rtl/>
        </w:rPr>
        <w:t>فَأَمَّكَ بِطَمَعِهِ يَقِينا</w:t>
      </w:r>
      <w:r w:rsidR="007D3118">
        <w:rPr>
          <w:rtl/>
        </w:rPr>
        <w:t xml:space="preserve">، </w:t>
      </w:r>
      <w:r>
        <w:rPr>
          <w:rtl/>
        </w:rPr>
        <w:t>وَ قَصَدَكَ بِخَوْفِهِ إِخْلاصا</w:t>
      </w:r>
      <w:r w:rsidR="007D3118">
        <w:rPr>
          <w:rtl/>
        </w:rPr>
        <w:t xml:space="preserve">، </w:t>
      </w:r>
      <w:r>
        <w:rPr>
          <w:rtl/>
        </w:rPr>
        <w:t>قَدْ خَلا طَمَعُهُ مِنْ كُلِّ مَطْمُوعٍ فِيهِ غَيْرِكَ</w:t>
      </w:r>
      <w:r w:rsidR="007D3118">
        <w:rPr>
          <w:rtl/>
        </w:rPr>
        <w:t xml:space="preserve">، </w:t>
      </w:r>
      <w:r>
        <w:rPr>
          <w:rtl/>
        </w:rPr>
        <w:t>وَ أَفْرَخَ رَوْعُهُ مِنْ كُلِّ مَحْذُورٍ مِنْهُ سِوَاكَ</w:t>
      </w:r>
      <w:r w:rsidR="007D3118">
        <w:rPr>
          <w:rtl/>
        </w:rPr>
        <w:t xml:space="preserve">. </w:t>
      </w:r>
    </w:p>
    <w:p w:rsidR="00587D34" w:rsidRDefault="00587D34" w:rsidP="00587D34">
      <w:pPr>
        <w:pStyle w:val="libNormal"/>
        <w:rPr>
          <w:rtl/>
        </w:rPr>
      </w:pPr>
      <w:r>
        <w:rPr>
          <w:rtl/>
        </w:rPr>
        <w:t>(9</w:t>
      </w:r>
      <w:r w:rsidR="007D3118">
        <w:rPr>
          <w:rtl/>
        </w:rPr>
        <w:t xml:space="preserve">) </w:t>
      </w:r>
      <w:r>
        <w:rPr>
          <w:rtl/>
        </w:rPr>
        <w:t>فَمَثَلَ بَيْنَ يَدَيْكَ مُتَضَرِّعا</w:t>
      </w:r>
      <w:r w:rsidR="007D3118">
        <w:rPr>
          <w:rtl/>
        </w:rPr>
        <w:t xml:space="preserve">، </w:t>
      </w:r>
      <w:r>
        <w:rPr>
          <w:rtl/>
        </w:rPr>
        <w:t>وَ غَمَّضَ بَصَرَهُ إِلَى الْأَرْضِ مُتَخَشِّعا</w:t>
      </w:r>
      <w:r w:rsidR="007D3118">
        <w:rPr>
          <w:rtl/>
        </w:rPr>
        <w:t xml:space="preserve">، </w:t>
      </w:r>
      <w:r>
        <w:rPr>
          <w:rtl/>
        </w:rPr>
        <w:t>وَ طَأْطَأَ رَأْسَهُ لِعِزَّتِكَ مُتَذَلِّلا</w:t>
      </w:r>
      <w:r w:rsidR="007D3118">
        <w:rPr>
          <w:rtl/>
        </w:rPr>
        <w:t xml:space="preserve">، </w:t>
      </w:r>
      <w:r>
        <w:rPr>
          <w:rtl/>
        </w:rPr>
        <w:t>وَ أَبَثَّكَ مِنْ سِرِّهِ مَا أَنْتَ أَعْلَمُ بِهِ مِنْهُ خُضُوعا</w:t>
      </w:r>
      <w:r w:rsidR="007D3118">
        <w:rPr>
          <w:rtl/>
        </w:rPr>
        <w:t xml:space="preserve">، </w:t>
      </w:r>
      <w:r>
        <w:rPr>
          <w:rtl/>
        </w:rPr>
        <w:t>وَ عَدَّدَ مِنْ ذُنُوبِهِ مَا أَنْتَ أَحْصَى لَهَا خُشُوعا</w:t>
      </w:r>
      <w:r w:rsidR="007D3118">
        <w:rPr>
          <w:rtl/>
        </w:rPr>
        <w:t xml:space="preserve">، </w:t>
      </w:r>
      <w:r>
        <w:rPr>
          <w:rtl/>
        </w:rPr>
        <w:t>وَ اسْتَغَاثَ بِكَ مِنْ عَظِيمِ مَا وَقَعَ بِهِ فِى عِلْمِكَ وَ قَبِيحِ مَا فَضَحَهُ فِى حُكْمِكَ</w:t>
      </w:r>
      <w:r w:rsidR="007D3118">
        <w:rPr>
          <w:rtl/>
        </w:rPr>
        <w:t xml:space="preserve">: </w:t>
      </w:r>
      <w:r>
        <w:rPr>
          <w:rtl/>
        </w:rPr>
        <w:t>مِنْ ذُنُوبٍ أَدْبَرَتْ لَذَّاتُهَا فَذَهَبَتْ</w:t>
      </w:r>
      <w:r w:rsidR="007D3118">
        <w:rPr>
          <w:rtl/>
        </w:rPr>
        <w:t xml:space="preserve">، </w:t>
      </w:r>
      <w:r>
        <w:rPr>
          <w:rtl/>
        </w:rPr>
        <w:t>وَ أَقَامَتْ تَبِعَاتُهَا فَلَزِمَتْ</w:t>
      </w:r>
      <w:r w:rsidR="007D3118">
        <w:rPr>
          <w:rtl/>
        </w:rPr>
        <w:t xml:space="preserve">. </w:t>
      </w:r>
    </w:p>
    <w:p w:rsidR="00587D34" w:rsidRDefault="00D438E0" w:rsidP="00587D34">
      <w:pPr>
        <w:pStyle w:val="libNormal"/>
        <w:rPr>
          <w:rtl/>
        </w:rPr>
      </w:pPr>
      <w:r>
        <w:rPr>
          <w:rtl/>
        </w:rPr>
        <w:t xml:space="preserve"> </w:t>
      </w:r>
      <w:r w:rsidR="00587D34">
        <w:rPr>
          <w:rtl/>
        </w:rPr>
        <w:t>(10</w:t>
      </w:r>
      <w:r w:rsidR="007D3118">
        <w:rPr>
          <w:rtl/>
        </w:rPr>
        <w:t xml:space="preserve">) </w:t>
      </w:r>
      <w:r w:rsidR="00587D34">
        <w:rPr>
          <w:rtl/>
        </w:rPr>
        <w:t>لا يُنْكِرُ - يَا إِلَهِى - عَدْلَكَ إِنْ عَاقَبْتَهُ</w:t>
      </w:r>
      <w:r w:rsidR="007D3118">
        <w:rPr>
          <w:rtl/>
        </w:rPr>
        <w:t xml:space="preserve">، </w:t>
      </w:r>
      <w:r w:rsidR="00587D34">
        <w:rPr>
          <w:rtl/>
        </w:rPr>
        <w:t>وَ لا يَسْتَعْظِمُ عَفْوَكَ إِنْ عَفَوْتَ عَنْهُ وَ رَحِمْتَهُ</w:t>
      </w:r>
      <w:r w:rsidR="007D3118">
        <w:rPr>
          <w:rtl/>
        </w:rPr>
        <w:t xml:space="preserve">، </w:t>
      </w:r>
      <w:r w:rsidR="00587D34">
        <w:rPr>
          <w:rtl/>
        </w:rPr>
        <w:t>لِأَنَّكَ الرَّبُّ الْكَرِيمُ الَّذِى لا يَتَعَاظَمُهُ غُفْرَانُ الذَّنْبِ الْعَظِيمِ</w:t>
      </w:r>
    </w:p>
    <w:p w:rsidR="00587D34" w:rsidRDefault="00587D34" w:rsidP="00587D34">
      <w:pPr>
        <w:pStyle w:val="libNormal"/>
        <w:rPr>
          <w:rtl/>
        </w:rPr>
      </w:pPr>
      <w:r>
        <w:rPr>
          <w:rtl/>
        </w:rPr>
        <w:lastRenderedPageBreak/>
        <w:t>(11</w:t>
      </w:r>
      <w:r w:rsidR="007D3118">
        <w:rPr>
          <w:rtl/>
        </w:rPr>
        <w:t xml:space="preserve">) </w:t>
      </w:r>
      <w:r>
        <w:rPr>
          <w:rtl/>
        </w:rPr>
        <w:t>اللَّهُمَّ فَهَا أَنَا ذَا قَدْ جِئْتُكَ مُطِيعا لِأَمْرِكَ فِيمَا أَمَرْتَ بِهِ مِنَ الدُّعَاءِ</w:t>
      </w:r>
      <w:r w:rsidR="007D3118">
        <w:rPr>
          <w:rtl/>
        </w:rPr>
        <w:t xml:space="preserve">، </w:t>
      </w:r>
      <w:r>
        <w:rPr>
          <w:rtl/>
        </w:rPr>
        <w:t>مُتَنَجِّزا وَعْدَكَ فِيمَا وَعَدْتَ بِهِ مِنَ الْإِجَابَةِ</w:t>
      </w:r>
      <w:r w:rsidR="007D3118">
        <w:rPr>
          <w:rtl/>
        </w:rPr>
        <w:t xml:space="preserve">، </w:t>
      </w:r>
      <w:r>
        <w:rPr>
          <w:rtl/>
        </w:rPr>
        <w:t>إِذْ تَقُولُ</w:t>
      </w:r>
      <w:r w:rsidR="007D3118">
        <w:rPr>
          <w:rtl/>
        </w:rPr>
        <w:t xml:space="preserve">: </w:t>
      </w:r>
    </w:p>
    <w:p w:rsidR="00587D34" w:rsidRDefault="00587D34" w:rsidP="00587D34">
      <w:pPr>
        <w:pStyle w:val="libNormal"/>
        <w:rPr>
          <w:rtl/>
        </w:rPr>
      </w:pPr>
      <w:r>
        <w:rPr>
          <w:rtl/>
        </w:rPr>
        <w:t>ادْعُونِى أَسْتَجِبْ لَكُمْ</w:t>
      </w:r>
      <w:r w:rsidR="007D3118">
        <w:rPr>
          <w:rtl/>
        </w:rPr>
        <w:t xml:space="preserve">. </w:t>
      </w:r>
    </w:p>
    <w:p w:rsidR="00587D34" w:rsidRDefault="00587D34" w:rsidP="00587D34">
      <w:pPr>
        <w:pStyle w:val="libNormal"/>
        <w:rPr>
          <w:rtl/>
        </w:rPr>
      </w:pPr>
      <w:r>
        <w:rPr>
          <w:rtl/>
        </w:rPr>
        <w:t>(12</w:t>
      </w:r>
      <w:r w:rsidR="007D3118">
        <w:rPr>
          <w:rtl/>
        </w:rPr>
        <w:t xml:space="preserve">) </w:t>
      </w:r>
      <w:r>
        <w:rPr>
          <w:rtl/>
        </w:rPr>
        <w:t>اللَّهُمَّ فَصَلِّ عَلَى مُحَمَّدٍ وَ آلِهِ</w:t>
      </w:r>
      <w:r w:rsidR="007D3118">
        <w:rPr>
          <w:rtl/>
        </w:rPr>
        <w:t xml:space="preserve">، </w:t>
      </w:r>
      <w:r>
        <w:rPr>
          <w:rtl/>
        </w:rPr>
        <w:t>وَ الْقَنِى بِمَغْفِرَتِكَ كَمَا لَقِيتُكَ بِإِقْرَارِى</w:t>
      </w:r>
      <w:r w:rsidR="007D3118">
        <w:rPr>
          <w:rtl/>
        </w:rPr>
        <w:t xml:space="preserve">، </w:t>
      </w:r>
      <w:r>
        <w:rPr>
          <w:rtl/>
        </w:rPr>
        <w:t>وَ ارْفَعْنِى عَنْ مَصَارِعِ الذُّنُوبِ كَمَا وَضَعْتُ لَكَ نَفْسِى</w:t>
      </w:r>
      <w:r w:rsidR="007D3118">
        <w:rPr>
          <w:rtl/>
        </w:rPr>
        <w:t xml:space="preserve">، </w:t>
      </w:r>
      <w:r>
        <w:rPr>
          <w:rtl/>
        </w:rPr>
        <w:t>وَ اسْتُرْنِى بِسِتْرِكَ كَمَا تَأَنَّيْتَنِى عَنِ الانْتِقَامِ مِنِّى</w:t>
      </w:r>
      <w:r w:rsidR="007D3118">
        <w:rPr>
          <w:rtl/>
        </w:rPr>
        <w:t xml:space="preserve">. </w:t>
      </w:r>
    </w:p>
    <w:p w:rsidR="00587D34" w:rsidRDefault="00587D34" w:rsidP="00587D34">
      <w:pPr>
        <w:pStyle w:val="libNormal"/>
        <w:rPr>
          <w:rtl/>
        </w:rPr>
      </w:pPr>
      <w:r>
        <w:rPr>
          <w:rtl/>
        </w:rPr>
        <w:t>(13</w:t>
      </w:r>
      <w:r w:rsidR="007D3118">
        <w:rPr>
          <w:rtl/>
        </w:rPr>
        <w:t xml:space="preserve">) </w:t>
      </w:r>
      <w:r>
        <w:rPr>
          <w:rtl/>
        </w:rPr>
        <w:t>اللَّهُمَّ وَ ثَبِّتْ فِى طَاعَتِكَ نِيَّتِى</w:t>
      </w:r>
      <w:r w:rsidR="007D3118">
        <w:rPr>
          <w:rtl/>
        </w:rPr>
        <w:t xml:space="preserve">، </w:t>
      </w:r>
      <w:r>
        <w:rPr>
          <w:rtl/>
        </w:rPr>
        <w:t>وَ أَحْكِمْ فِى عِبَادَتِكَ بَصِيرَتِى</w:t>
      </w:r>
      <w:r w:rsidR="007D3118">
        <w:rPr>
          <w:rtl/>
        </w:rPr>
        <w:t xml:space="preserve">، </w:t>
      </w:r>
      <w:r>
        <w:rPr>
          <w:rtl/>
        </w:rPr>
        <w:t>وَ وَفِّقْنِى مِنَ الْأَعْمَالِ لِمَا تَغْسِلُ بِهِ دَنَسَ الْخَطَايَا عَنِّى</w:t>
      </w:r>
      <w:r w:rsidR="007D3118">
        <w:rPr>
          <w:rtl/>
        </w:rPr>
        <w:t xml:space="preserve">، </w:t>
      </w:r>
      <w:r>
        <w:rPr>
          <w:rtl/>
        </w:rPr>
        <w:t>وَ تَوَفَّنِى عَلَى مِلَّتِكَ وَ مِلَّةِ نَبِيِّكَ</w:t>
      </w:r>
      <w:r w:rsidR="007D3118">
        <w:rPr>
          <w:rtl/>
        </w:rPr>
        <w:t xml:space="preserve">: </w:t>
      </w:r>
      <w:r>
        <w:rPr>
          <w:rtl/>
        </w:rPr>
        <w:t>مُحَمَّدٍ - عَلَيْهِ السَّلامُ - إِذَا تَوَفَّيْتَنِى</w:t>
      </w:r>
      <w:r w:rsidR="007D3118">
        <w:rPr>
          <w:rtl/>
        </w:rPr>
        <w:t xml:space="preserve">. </w:t>
      </w:r>
    </w:p>
    <w:p w:rsidR="00587D34" w:rsidRDefault="00587D34" w:rsidP="00587D34">
      <w:pPr>
        <w:pStyle w:val="libNormal"/>
        <w:rPr>
          <w:rtl/>
        </w:rPr>
      </w:pPr>
      <w:r>
        <w:rPr>
          <w:rtl/>
        </w:rPr>
        <w:t>(14</w:t>
      </w:r>
      <w:r w:rsidR="007D3118">
        <w:rPr>
          <w:rtl/>
        </w:rPr>
        <w:t xml:space="preserve">) </w:t>
      </w:r>
      <w:r>
        <w:rPr>
          <w:rtl/>
        </w:rPr>
        <w:t>اللَّهُمَّ إِنِّى أَتُوبُ إِلَيْكَ فِى مَقَامِى هَذَا مِنْ كَبَائِرِ ذُنُوبِى وَ صَغَائِرِهَا</w:t>
      </w:r>
      <w:r w:rsidR="007D3118">
        <w:rPr>
          <w:rtl/>
        </w:rPr>
        <w:t xml:space="preserve">، </w:t>
      </w:r>
      <w:r>
        <w:rPr>
          <w:rtl/>
        </w:rPr>
        <w:t>وَ بَوَاطِنِ سَيِّئَاتِى وَ ظَوَاهِرِهَا</w:t>
      </w:r>
      <w:r w:rsidR="007D3118">
        <w:rPr>
          <w:rtl/>
        </w:rPr>
        <w:t xml:space="preserve">، </w:t>
      </w:r>
      <w:r>
        <w:rPr>
          <w:rtl/>
        </w:rPr>
        <w:t>وَ سَوَالِفِ زَلاتِى وَ حَوَادِثِهَا</w:t>
      </w:r>
      <w:r w:rsidR="007D3118">
        <w:rPr>
          <w:rtl/>
        </w:rPr>
        <w:t xml:space="preserve">، </w:t>
      </w:r>
      <w:r>
        <w:rPr>
          <w:rtl/>
        </w:rPr>
        <w:t>تَوْبَةَ مَنْ لا يُحَدِّثُ نَفْسَهُ بِمَعْصِيَةٍ</w:t>
      </w:r>
      <w:r w:rsidR="007D3118">
        <w:rPr>
          <w:rtl/>
        </w:rPr>
        <w:t xml:space="preserve">، </w:t>
      </w:r>
      <w:r>
        <w:rPr>
          <w:rtl/>
        </w:rPr>
        <w:t>وَ لا يُضْمِرُ أَنْ يَعُودَ فِى خَطِيئَةٍ</w:t>
      </w:r>
    </w:p>
    <w:p w:rsidR="00587D34" w:rsidRDefault="00587D34" w:rsidP="00587D34">
      <w:pPr>
        <w:pStyle w:val="libNormal"/>
        <w:rPr>
          <w:rtl/>
        </w:rPr>
      </w:pPr>
      <w:r>
        <w:rPr>
          <w:rtl/>
        </w:rPr>
        <w:t>(15</w:t>
      </w:r>
      <w:r w:rsidR="007D3118">
        <w:rPr>
          <w:rtl/>
        </w:rPr>
        <w:t xml:space="preserve">) </w:t>
      </w:r>
      <w:r>
        <w:rPr>
          <w:rtl/>
        </w:rPr>
        <w:t>وَ قَدْ قُلْتَ - يَا إِلَهِى - فِى مُحْكَمِ كِتَابِكَ</w:t>
      </w:r>
      <w:r w:rsidR="007D3118">
        <w:rPr>
          <w:rtl/>
        </w:rPr>
        <w:t xml:space="preserve">: </w:t>
      </w:r>
      <w:r>
        <w:rPr>
          <w:rtl/>
        </w:rPr>
        <w:t>إِنَّكَ تَقْبَلُ التَّوْبَةَ عَنْ عِبَادِكَ</w:t>
      </w:r>
      <w:r w:rsidR="007D3118">
        <w:rPr>
          <w:rtl/>
        </w:rPr>
        <w:t xml:space="preserve">، </w:t>
      </w:r>
      <w:r>
        <w:rPr>
          <w:rtl/>
        </w:rPr>
        <w:t>وَ تَعْفُو عَنِ السَّيِّئَاتِ</w:t>
      </w:r>
      <w:r w:rsidR="007D3118">
        <w:rPr>
          <w:rtl/>
        </w:rPr>
        <w:t xml:space="preserve">، </w:t>
      </w:r>
      <w:r>
        <w:rPr>
          <w:rtl/>
        </w:rPr>
        <w:t>وَ تُحِبُّ التَّوَّابِينَ</w:t>
      </w:r>
      <w:r w:rsidR="007D3118">
        <w:rPr>
          <w:rtl/>
        </w:rPr>
        <w:t xml:space="preserve">، </w:t>
      </w:r>
      <w:r>
        <w:rPr>
          <w:rtl/>
        </w:rPr>
        <w:t>فَاقْبَلْ تَوْبَتِى كَمَا وَعَدْتَ</w:t>
      </w:r>
      <w:r w:rsidR="007D3118">
        <w:rPr>
          <w:rtl/>
        </w:rPr>
        <w:t xml:space="preserve">، </w:t>
      </w:r>
      <w:r>
        <w:rPr>
          <w:rtl/>
        </w:rPr>
        <w:t>وَ اعْفُ عَنْ سَيِّئَاتِى كَمَا ضَمِنْتَ</w:t>
      </w:r>
      <w:r w:rsidR="007D3118">
        <w:rPr>
          <w:rtl/>
        </w:rPr>
        <w:t xml:space="preserve">، </w:t>
      </w:r>
      <w:r>
        <w:rPr>
          <w:rtl/>
        </w:rPr>
        <w:t>وَ أَوْجِبْ لِى مَحَبَّتَكَ كَمَا شَرَطْتَ</w:t>
      </w:r>
    </w:p>
    <w:p w:rsidR="00587D34" w:rsidRDefault="00587D34" w:rsidP="00587D34">
      <w:pPr>
        <w:pStyle w:val="libNormal"/>
        <w:rPr>
          <w:rtl/>
        </w:rPr>
      </w:pPr>
      <w:r>
        <w:rPr>
          <w:rtl/>
        </w:rPr>
        <w:t>(16</w:t>
      </w:r>
      <w:r w:rsidR="007D3118">
        <w:rPr>
          <w:rtl/>
        </w:rPr>
        <w:t xml:space="preserve">) </w:t>
      </w:r>
      <w:r>
        <w:rPr>
          <w:rtl/>
        </w:rPr>
        <w:t>وَ لَكَ - يَا رَبِّ - شَرْطِى أَلا أَعُودَ فِى مَكْرُوهِكَ</w:t>
      </w:r>
      <w:r w:rsidR="007D3118">
        <w:rPr>
          <w:rtl/>
        </w:rPr>
        <w:t xml:space="preserve">، </w:t>
      </w:r>
      <w:r>
        <w:rPr>
          <w:rtl/>
        </w:rPr>
        <w:t>وَ ضَمَانِى أَنْ لا أَرْجِعَ فِى مَذْمُومِكَ</w:t>
      </w:r>
      <w:r w:rsidR="007D3118">
        <w:rPr>
          <w:rtl/>
        </w:rPr>
        <w:t xml:space="preserve">، </w:t>
      </w:r>
      <w:r>
        <w:rPr>
          <w:rtl/>
        </w:rPr>
        <w:t>وَ عَهْدِى أَنْ أَهْجُرَ جَمِيعَ مَعَاصِيكَ</w:t>
      </w:r>
      <w:r w:rsidR="007D3118">
        <w:rPr>
          <w:rtl/>
        </w:rPr>
        <w:t xml:space="preserve">. </w:t>
      </w:r>
    </w:p>
    <w:p w:rsidR="00587D34" w:rsidRDefault="00587D34" w:rsidP="00587D34">
      <w:pPr>
        <w:pStyle w:val="libNormal"/>
        <w:rPr>
          <w:rtl/>
        </w:rPr>
      </w:pPr>
      <w:r>
        <w:rPr>
          <w:rtl/>
        </w:rPr>
        <w:t>(17</w:t>
      </w:r>
      <w:r w:rsidR="007D3118">
        <w:rPr>
          <w:rtl/>
        </w:rPr>
        <w:t xml:space="preserve">) </w:t>
      </w:r>
      <w:r>
        <w:rPr>
          <w:rtl/>
        </w:rPr>
        <w:t>اللَّهُمَّ إِنَّكَ أَعْلَمُ بِمَا عَمِلْتُ فَاغْفِرْ لِى مَا عَلِمْتَ</w:t>
      </w:r>
      <w:r w:rsidR="007D3118">
        <w:rPr>
          <w:rtl/>
        </w:rPr>
        <w:t xml:space="preserve">، </w:t>
      </w:r>
      <w:r>
        <w:rPr>
          <w:rtl/>
        </w:rPr>
        <w:t>وَ اصْرِفْنِى بِقُدْرَتِكَ إِلَى مَا أَحْبَبْتَ</w:t>
      </w:r>
      <w:r w:rsidR="007D3118">
        <w:rPr>
          <w:rtl/>
        </w:rPr>
        <w:t xml:space="preserve">. </w:t>
      </w:r>
    </w:p>
    <w:p w:rsidR="00587D34" w:rsidRDefault="00587D34" w:rsidP="00587D34">
      <w:pPr>
        <w:pStyle w:val="libNormal"/>
        <w:rPr>
          <w:rtl/>
        </w:rPr>
      </w:pPr>
      <w:r>
        <w:rPr>
          <w:rtl/>
        </w:rPr>
        <w:t>(18</w:t>
      </w:r>
      <w:r w:rsidR="007D3118">
        <w:rPr>
          <w:rtl/>
        </w:rPr>
        <w:t xml:space="preserve">) </w:t>
      </w:r>
      <w:r>
        <w:rPr>
          <w:rtl/>
        </w:rPr>
        <w:t>اللَّهُمَّ وَ عَلَيَّ تَبِعَاتٌ قَدْ حَفِظْتُهُنَّ</w:t>
      </w:r>
      <w:r w:rsidR="007D3118">
        <w:rPr>
          <w:rtl/>
        </w:rPr>
        <w:t xml:space="preserve">، </w:t>
      </w:r>
      <w:r>
        <w:rPr>
          <w:rtl/>
        </w:rPr>
        <w:t>وَ تَبِعَاتٌ قَدْ نَسِيتُهُنَّ</w:t>
      </w:r>
      <w:r w:rsidR="007D3118">
        <w:rPr>
          <w:rtl/>
        </w:rPr>
        <w:t xml:space="preserve">، </w:t>
      </w:r>
      <w:r>
        <w:rPr>
          <w:rtl/>
        </w:rPr>
        <w:t>وَ كُلُّهُنَّ بِعَيْنِكَ الَّتِى لا تَنَامُ</w:t>
      </w:r>
      <w:r w:rsidR="007D3118">
        <w:rPr>
          <w:rtl/>
        </w:rPr>
        <w:t xml:space="preserve">، </w:t>
      </w:r>
      <w:r>
        <w:rPr>
          <w:rtl/>
        </w:rPr>
        <w:t>وَ عِلْمِكَ الَّذِى لا يَنْسَى</w:t>
      </w:r>
      <w:r w:rsidR="007D3118">
        <w:rPr>
          <w:rtl/>
        </w:rPr>
        <w:t xml:space="preserve">، </w:t>
      </w:r>
      <w:r>
        <w:rPr>
          <w:rtl/>
        </w:rPr>
        <w:t>فَعَوِّضْ مِنْهَا أَهْلَهَا</w:t>
      </w:r>
      <w:r w:rsidR="007D3118">
        <w:rPr>
          <w:rtl/>
        </w:rPr>
        <w:t xml:space="preserve">، </w:t>
      </w:r>
      <w:r>
        <w:rPr>
          <w:rtl/>
        </w:rPr>
        <w:t>وَ احْطُطْ عَنِّى وِزْرَهَا</w:t>
      </w:r>
      <w:r w:rsidR="007D3118">
        <w:rPr>
          <w:rtl/>
        </w:rPr>
        <w:t xml:space="preserve">، </w:t>
      </w:r>
      <w:r>
        <w:rPr>
          <w:rtl/>
        </w:rPr>
        <w:t>وَ خَفِّفْ عَنِّى ثِقْلَهَا</w:t>
      </w:r>
      <w:r w:rsidR="007D3118">
        <w:rPr>
          <w:rtl/>
        </w:rPr>
        <w:t xml:space="preserve">، </w:t>
      </w:r>
      <w:r>
        <w:rPr>
          <w:rtl/>
        </w:rPr>
        <w:t>وَ اعْصِمْنِى مِنْ أَنْ أُقَارِفَ مِثْلَهَا</w:t>
      </w:r>
      <w:r w:rsidR="007D3118">
        <w:rPr>
          <w:rtl/>
        </w:rPr>
        <w:t xml:space="preserve">. </w:t>
      </w:r>
    </w:p>
    <w:p w:rsidR="00587D34" w:rsidRDefault="00587D34" w:rsidP="00587D34">
      <w:pPr>
        <w:pStyle w:val="libNormal"/>
        <w:rPr>
          <w:rtl/>
        </w:rPr>
      </w:pPr>
      <w:r>
        <w:rPr>
          <w:rtl/>
        </w:rPr>
        <w:lastRenderedPageBreak/>
        <w:t>(19</w:t>
      </w:r>
      <w:r w:rsidR="007D3118">
        <w:rPr>
          <w:rtl/>
        </w:rPr>
        <w:t xml:space="preserve">) </w:t>
      </w:r>
      <w:r>
        <w:rPr>
          <w:rtl/>
        </w:rPr>
        <w:t>اللَّهُمَّ وَ إِنَّهُ لا وَفَاءَ لِى بِالتَّوْبَةِ إِلا بِعِصْمَتِكَ</w:t>
      </w:r>
      <w:r w:rsidR="007D3118">
        <w:rPr>
          <w:rtl/>
        </w:rPr>
        <w:t xml:space="preserve">، </w:t>
      </w:r>
      <w:r>
        <w:rPr>
          <w:rtl/>
        </w:rPr>
        <w:t>وَ لا اسْتِمْسَاكَ بِى عَنِ الْخَطَايَا إِلا عَنْ قُوَّتِكَ</w:t>
      </w:r>
      <w:r w:rsidR="007D3118">
        <w:rPr>
          <w:rtl/>
        </w:rPr>
        <w:t xml:space="preserve">، </w:t>
      </w:r>
      <w:r>
        <w:rPr>
          <w:rtl/>
        </w:rPr>
        <w:t>فَقَوِّنِى بِقُوَّةٍ كَافِيَةٍ</w:t>
      </w:r>
      <w:r w:rsidR="007D3118">
        <w:rPr>
          <w:rtl/>
        </w:rPr>
        <w:t xml:space="preserve">، </w:t>
      </w:r>
      <w:r>
        <w:rPr>
          <w:rtl/>
        </w:rPr>
        <w:t>وَ تَوَلَّنِى بِعِصْمَةٍ مَانِعَةٍ</w:t>
      </w:r>
      <w:r w:rsidR="007D3118">
        <w:rPr>
          <w:rtl/>
        </w:rPr>
        <w:t xml:space="preserve">. </w:t>
      </w:r>
    </w:p>
    <w:p w:rsidR="00587D34" w:rsidRDefault="00587D34" w:rsidP="00587D34">
      <w:pPr>
        <w:pStyle w:val="libNormal"/>
        <w:rPr>
          <w:rtl/>
        </w:rPr>
      </w:pPr>
      <w:r>
        <w:rPr>
          <w:rtl/>
        </w:rPr>
        <w:t>(20</w:t>
      </w:r>
      <w:r w:rsidR="007D3118">
        <w:rPr>
          <w:rtl/>
        </w:rPr>
        <w:t xml:space="preserve">) </w:t>
      </w:r>
      <w:r>
        <w:rPr>
          <w:rtl/>
        </w:rPr>
        <w:t>اللَّهُمَّ أَيُّمَا عَبْدٍ تَابَ إِلَيْكَ وَ هُوَ فِى عِلْمِ الْغَيْبِ عِنْدَكَ فَاسِخٌ لِتَوْبَتِهِ</w:t>
      </w:r>
      <w:r w:rsidR="007D3118">
        <w:rPr>
          <w:rtl/>
        </w:rPr>
        <w:t xml:space="preserve">، </w:t>
      </w:r>
      <w:r>
        <w:rPr>
          <w:rtl/>
        </w:rPr>
        <w:t>وَ عَائِدٌ فِى ذَنْبِهِ وَ خَطِيئَتِهِ</w:t>
      </w:r>
      <w:r w:rsidR="007D3118">
        <w:rPr>
          <w:rtl/>
        </w:rPr>
        <w:t xml:space="preserve">، </w:t>
      </w:r>
      <w:r>
        <w:rPr>
          <w:rtl/>
        </w:rPr>
        <w:t>فَإِنِّى أَعُوذُ بِكَ أَنْ أَكُونَ كَذَلِكَ</w:t>
      </w:r>
      <w:r w:rsidR="007D3118">
        <w:rPr>
          <w:rtl/>
        </w:rPr>
        <w:t xml:space="preserve">، </w:t>
      </w:r>
      <w:r>
        <w:rPr>
          <w:rtl/>
        </w:rPr>
        <w:t>فَاجْعَلْ تَوْبَتِى هَذِهِ تَوْبَةً لا أَحْتَاجُ بَعْدَهَا إِلَى تَوْبَةٍ</w:t>
      </w:r>
      <w:r w:rsidR="007D3118">
        <w:rPr>
          <w:rtl/>
        </w:rPr>
        <w:t xml:space="preserve">، </w:t>
      </w:r>
      <w:r>
        <w:rPr>
          <w:rtl/>
        </w:rPr>
        <w:t>تَوْبَةً مُوجِبَةً لِمَحْوِ مَا سَلَفَ</w:t>
      </w:r>
      <w:r w:rsidR="007D3118">
        <w:rPr>
          <w:rtl/>
        </w:rPr>
        <w:t xml:space="preserve">، </w:t>
      </w:r>
      <w:r>
        <w:rPr>
          <w:rtl/>
        </w:rPr>
        <w:t>وَ السَّلامَةِ فِيمَا بَقِىَ</w:t>
      </w:r>
      <w:r w:rsidR="007D3118">
        <w:rPr>
          <w:rtl/>
        </w:rPr>
        <w:t xml:space="preserve">. </w:t>
      </w:r>
    </w:p>
    <w:p w:rsidR="00587D34" w:rsidRDefault="00587D34" w:rsidP="00587D34">
      <w:pPr>
        <w:pStyle w:val="libNormal"/>
        <w:rPr>
          <w:rtl/>
        </w:rPr>
      </w:pPr>
      <w:r>
        <w:rPr>
          <w:rtl/>
        </w:rPr>
        <w:t>(21</w:t>
      </w:r>
      <w:r w:rsidR="007D3118">
        <w:rPr>
          <w:rtl/>
        </w:rPr>
        <w:t xml:space="preserve">) </w:t>
      </w:r>
      <w:r>
        <w:rPr>
          <w:rtl/>
        </w:rPr>
        <w:t>اللَّهُمَّ إِنِّى أَعْتَذِرُ إِلَيْكَ مِنْ جَهْلِى</w:t>
      </w:r>
      <w:r w:rsidR="007D3118">
        <w:rPr>
          <w:rtl/>
        </w:rPr>
        <w:t xml:space="preserve">، </w:t>
      </w:r>
      <w:r>
        <w:rPr>
          <w:rtl/>
        </w:rPr>
        <w:t>وَ أَسْتَوْهِبُكَ سُوءَ فِعْلِى</w:t>
      </w:r>
      <w:r w:rsidR="007D3118">
        <w:rPr>
          <w:rtl/>
        </w:rPr>
        <w:t xml:space="preserve">، </w:t>
      </w:r>
      <w:r>
        <w:rPr>
          <w:rtl/>
        </w:rPr>
        <w:t>فَاضْمُمْنِى إِلَى كَنَفِ رَحْمَتِكَ تَطَوُّلا</w:t>
      </w:r>
      <w:r w:rsidR="007D3118">
        <w:rPr>
          <w:rtl/>
        </w:rPr>
        <w:t xml:space="preserve">، </w:t>
      </w:r>
      <w:r>
        <w:rPr>
          <w:rtl/>
        </w:rPr>
        <w:t>وَ اسْتُرْنِى بِسِتْرِ عَافِيَتِكَ تَفَضُّلا</w:t>
      </w:r>
      <w:r w:rsidR="007D3118">
        <w:rPr>
          <w:rtl/>
        </w:rPr>
        <w:t xml:space="preserve">. </w:t>
      </w:r>
    </w:p>
    <w:p w:rsidR="00587D34" w:rsidRDefault="00587D34" w:rsidP="00587D34">
      <w:pPr>
        <w:pStyle w:val="libNormal"/>
        <w:rPr>
          <w:rtl/>
        </w:rPr>
      </w:pPr>
      <w:r>
        <w:rPr>
          <w:rtl/>
        </w:rPr>
        <w:t>(22</w:t>
      </w:r>
      <w:r w:rsidR="007D3118">
        <w:rPr>
          <w:rtl/>
        </w:rPr>
        <w:t xml:space="preserve">) </w:t>
      </w:r>
      <w:r>
        <w:rPr>
          <w:rtl/>
        </w:rPr>
        <w:t>اللَّهُمَّ وَ إِنِّى أَتُوبُ إِلَيْكَ مِنْ كُلِّ مَا خَالَفَ إِرَادَتَكَ</w:t>
      </w:r>
      <w:r w:rsidR="007D3118">
        <w:rPr>
          <w:rtl/>
        </w:rPr>
        <w:t xml:space="preserve">، </w:t>
      </w:r>
      <w:r>
        <w:rPr>
          <w:rtl/>
        </w:rPr>
        <w:t>أَوْ زَالَ عَنْ مَحَبَّتِكَ مِنْ خَطَرَاتِ قَلْبِى</w:t>
      </w:r>
      <w:r w:rsidR="007D3118">
        <w:rPr>
          <w:rtl/>
        </w:rPr>
        <w:t xml:space="preserve">، </w:t>
      </w:r>
      <w:r>
        <w:rPr>
          <w:rtl/>
        </w:rPr>
        <w:t>وَ لَحَظَاتِ عَيْنِى</w:t>
      </w:r>
      <w:r w:rsidR="007D3118">
        <w:rPr>
          <w:rtl/>
        </w:rPr>
        <w:t xml:space="preserve">، </w:t>
      </w:r>
      <w:r>
        <w:rPr>
          <w:rtl/>
        </w:rPr>
        <w:t>وَ حِكَايَاتِ لِسَانِى</w:t>
      </w:r>
      <w:r w:rsidR="007D3118">
        <w:rPr>
          <w:rtl/>
        </w:rPr>
        <w:t xml:space="preserve">، </w:t>
      </w:r>
      <w:r>
        <w:rPr>
          <w:rtl/>
        </w:rPr>
        <w:t>تَوْبَةً تَسْلَمُ بِهَا كُلُّ جَارِحَةٍ عَلَى حِيَالِهَا مِنْ تَبِعَاتِكَ</w:t>
      </w:r>
      <w:r w:rsidR="007D3118">
        <w:rPr>
          <w:rtl/>
        </w:rPr>
        <w:t xml:space="preserve">، </w:t>
      </w:r>
      <w:r>
        <w:rPr>
          <w:rtl/>
        </w:rPr>
        <w:t>وَ تَأْمَنُ مِمَا يَخَافُ الْمُعْتَدُونَ مِنْ أَلِيمِ سَطَوَاتِكَ</w:t>
      </w:r>
      <w:r w:rsidR="007D3118">
        <w:rPr>
          <w:rtl/>
        </w:rPr>
        <w:t xml:space="preserve">. </w:t>
      </w:r>
    </w:p>
    <w:p w:rsidR="00587D34" w:rsidRDefault="00587D34" w:rsidP="00587D34">
      <w:pPr>
        <w:pStyle w:val="libNormal"/>
        <w:rPr>
          <w:rtl/>
        </w:rPr>
      </w:pPr>
      <w:r>
        <w:rPr>
          <w:rtl/>
        </w:rPr>
        <w:t>(23</w:t>
      </w:r>
      <w:r w:rsidR="007D3118">
        <w:rPr>
          <w:rtl/>
        </w:rPr>
        <w:t xml:space="preserve">) </w:t>
      </w:r>
      <w:r>
        <w:rPr>
          <w:rtl/>
        </w:rPr>
        <w:t>اللَّهُمَّ فَارْحَمْ وَحْدَتِى بَيْنَ يَدَيْكَ</w:t>
      </w:r>
      <w:r w:rsidR="007D3118">
        <w:rPr>
          <w:rtl/>
        </w:rPr>
        <w:t xml:space="preserve">، </w:t>
      </w:r>
      <w:r>
        <w:rPr>
          <w:rtl/>
        </w:rPr>
        <w:t>وَ وَجِيبَ قَلْبِى مِنْ خَشْيَتِكَ</w:t>
      </w:r>
      <w:r w:rsidR="007D3118">
        <w:rPr>
          <w:rtl/>
        </w:rPr>
        <w:t xml:space="preserve">، </w:t>
      </w:r>
      <w:r>
        <w:rPr>
          <w:rtl/>
        </w:rPr>
        <w:t>وَ اضْطِرَابَ أَرْكَانِى مِنْ هَيْبَتِكَ</w:t>
      </w:r>
      <w:r w:rsidR="007D3118">
        <w:rPr>
          <w:rtl/>
        </w:rPr>
        <w:t xml:space="preserve">، </w:t>
      </w:r>
      <w:r>
        <w:rPr>
          <w:rtl/>
        </w:rPr>
        <w:t>فَقَدْ أَقَامَتْنِى - يَا رَبِّ - ذُنُوبِى مَقَامَ الْخِزْيِ بِفِنَائِكَ</w:t>
      </w:r>
      <w:r w:rsidR="007D3118">
        <w:rPr>
          <w:rtl/>
        </w:rPr>
        <w:t xml:space="preserve">، </w:t>
      </w:r>
      <w:r>
        <w:rPr>
          <w:rtl/>
        </w:rPr>
        <w:t>فَإِنْ سَكَتُّ لَمْ يَنْطِقْ عَنِّى أَحَدٌ</w:t>
      </w:r>
      <w:r w:rsidR="007D3118">
        <w:rPr>
          <w:rtl/>
        </w:rPr>
        <w:t xml:space="preserve">، </w:t>
      </w:r>
      <w:r>
        <w:rPr>
          <w:rtl/>
        </w:rPr>
        <w:t>وَ إِنْ شَفَعْتُ فَلَسْتُ بِأَهْلِ الشَّفَاعَةِ</w:t>
      </w:r>
      <w:r w:rsidR="007D3118">
        <w:rPr>
          <w:rtl/>
        </w:rPr>
        <w:t xml:space="preserve">. </w:t>
      </w:r>
    </w:p>
    <w:p w:rsidR="00587D34" w:rsidRDefault="00587D34" w:rsidP="00587D34">
      <w:pPr>
        <w:pStyle w:val="libNormal"/>
        <w:rPr>
          <w:rtl/>
        </w:rPr>
      </w:pPr>
      <w:r>
        <w:rPr>
          <w:rtl/>
        </w:rPr>
        <w:t>(24</w:t>
      </w:r>
      <w:r w:rsidR="007D3118">
        <w:rPr>
          <w:rtl/>
        </w:rPr>
        <w:t xml:space="preserve">) </w:t>
      </w:r>
      <w:r>
        <w:rPr>
          <w:rtl/>
        </w:rPr>
        <w:t>اللَّهُمَّ صَلِّ عَلَى مُحَمَّدٍ وَ آلِهِ</w:t>
      </w:r>
      <w:r w:rsidR="007D3118">
        <w:rPr>
          <w:rtl/>
        </w:rPr>
        <w:t xml:space="preserve">، </w:t>
      </w:r>
      <w:r>
        <w:rPr>
          <w:rtl/>
        </w:rPr>
        <w:t>وَ شَفِّعْ فِى خَطَايَاىَ كَرَمَكَ</w:t>
      </w:r>
      <w:r w:rsidR="007D3118">
        <w:rPr>
          <w:rtl/>
        </w:rPr>
        <w:t xml:space="preserve">، </w:t>
      </w:r>
      <w:r>
        <w:rPr>
          <w:rtl/>
        </w:rPr>
        <w:t>وَ عُدْ عَلَى سَيِّئَاتِى بِعَفْوِكَ</w:t>
      </w:r>
      <w:r w:rsidR="007D3118">
        <w:rPr>
          <w:rtl/>
        </w:rPr>
        <w:t xml:space="preserve">، </w:t>
      </w:r>
      <w:r>
        <w:rPr>
          <w:rtl/>
        </w:rPr>
        <w:t>وَ لا تَجْزِنِى جَزَائِى مِنْ عُقُوبَتِكَ</w:t>
      </w:r>
      <w:r w:rsidR="007D3118">
        <w:rPr>
          <w:rtl/>
        </w:rPr>
        <w:t xml:space="preserve">، </w:t>
      </w:r>
      <w:r>
        <w:rPr>
          <w:rtl/>
        </w:rPr>
        <w:t>وَ ابْسُطْ عَلَيَّ طَوْلَكَ</w:t>
      </w:r>
      <w:r w:rsidR="007D3118">
        <w:rPr>
          <w:rtl/>
        </w:rPr>
        <w:t xml:space="preserve">، </w:t>
      </w:r>
      <w:r>
        <w:rPr>
          <w:rtl/>
        </w:rPr>
        <w:t>وَ جَلِّلْنِى بِسِتْرِكَ</w:t>
      </w:r>
      <w:r w:rsidR="007D3118">
        <w:rPr>
          <w:rtl/>
        </w:rPr>
        <w:t xml:space="preserve">، </w:t>
      </w:r>
      <w:r>
        <w:rPr>
          <w:rtl/>
        </w:rPr>
        <w:t>وَ افْعَلْ بِى فِعْلَ عَزِيزٍ تَضَرَّعَ إِلَيْهِ عَبْدٌ ذَلِيلٌ فَرَحِمَهُ</w:t>
      </w:r>
      <w:r w:rsidR="007D3118">
        <w:rPr>
          <w:rtl/>
        </w:rPr>
        <w:t xml:space="preserve">، </w:t>
      </w:r>
      <w:r>
        <w:rPr>
          <w:rtl/>
        </w:rPr>
        <w:t>أَوْ غَنِيٍّ تَعَرَّضَ لَهُ عَبْدٌ فَقِيرٌ فَنَعَشَهُ</w:t>
      </w:r>
      <w:r w:rsidR="007D3118">
        <w:rPr>
          <w:rtl/>
        </w:rPr>
        <w:t xml:space="preserve">. </w:t>
      </w:r>
    </w:p>
    <w:p w:rsidR="00587D34" w:rsidRDefault="00587D34" w:rsidP="00587D34">
      <w:pPr>
        <w:pStyle w:val="libNormal"/>
        <w:rPr>
          <w:rtl/>
        </w:rPr>
      </w:pPr>
      <w:r>
        <w:rPr>
          <w:rtl/>
        </w:rPr>
        <w:t>(25</w:t>
      </w:r>
      <w:r w:rsidR="007D3118">
        <w:rPr>
          <w:rtl/>
        </w:rPr>
        <w:t xml:space="preserve">) </w:t>
      </w:r>
      <w:r>
        <w:rPr>
          <w:rtl/>
        </w:rPr>
        <w:t>اللَّهُمَّ لا خَفِيرَ لِى مِنْكَ فَلْيَخْفُرْنِى عِزُّكَ</w:t>
      </w:r>
      <w:r w:rsidR="007D3118">
        <w:rPr>
          <w:rtl/>
        </w:rPr>
        <w:t xml:space="preserve">، </w:t>
      </w:r>
      <w:r>
        <w:rPr>
          <w:rtl/>
        </w:rPr>
        <w:t>وَ لا شَفِيعَ لِى إِلَيْكَ فَلْيَشْفَعْ لِى فَضْلُكَ</w:t>
      </w:r>
      <w:r w:rsidR="007D3118">
        <w:rPr>
          <w:rtl/>
        </w:rPr>
        <w:t xml:space="preserve">، </w:t>
      </w:r>
      <w:r>
        <w:rPr>
          <w:rtl/>
        </w:rPr>
        <w:t>وَ قَدْ أَوْجَلَتْنِى خَطَايَاىَ فَلْيُؤْمِنِّى عَفْوُكَ</w:t>
      </w:r>
      <w:r w:rsidR="007D3118">
        <w:rPr>
          <w:rtl/>
        </w:rPr>
        <w:t xml:space="preserve">. </w:t>
      </w:r>
    </w:p>
    <w:p w:rsidR="00587D34" w:rsidRDefault="00587D34" w:rsidP="00587D34">
      <w:pPr>
        <w:pStyle w:val="libNormal"/>
        <w:rPr>
          <w:rtl/>
        </w:rPr>
      </w:pPr>
      <w:r>
        <w:rPr>
          <w:rtl/>
        </w:rPr>
        <w:t>(26</w:t>
      </w:r>
      <w:r w:rsidR="007D3118">
        <w:rPr>
          <w:rtl/>
        </w:rPr>
        <w:t xml:space="preserve">) </w:t>
      </w:r>
      <w:r>
        <w:rPr>
          <w:rtl/>
        </w:rPr>
        <w:t>فَمَا كُلُّ مَا نَطَقْتُ بِهِ عَنْ جَهْلٍ مِنِّى بِسُوءِ أَثَرِى</w:t>
      </w:r>
      <w:r w:rsidR="007D3118">
        <w:rPr>
          <w:rtl/>
        </w:rPr>
        <w:t xml:space="preserve">، </w:t>
      </w:r>
      <w:r>
        <w:rPr>
          <w:rtl/>
        </w:rPr>
        <w:t>وَ لا نِسْيَانٍ لِمَا سَبَقَ مِنْ ذَمِيمِ فِعْلِى</w:t>
      </w:r>
      <w:r w:rsidR="007D3118">
        <w:rPr>
          <w:rtl/>
        </w:rPr>
        <w:t xml:space="preserve">، </w:t>
      </w:r>
      <w:r>
        <w:rPr>
          <w:rtl/>
        </w:rPr>
        <w:t>لَكِنْ لِتَسْمَعَ سَمَاؤُكَ وَ مَنْ فِيهَا وَ أَرْضُكَ وَ مَنْ عَلَيْهَا مَا أَظْهَرْتُ لَكَ مِنَ النَّدَمِ</w:t>
      </w:r>
      <w:r w:rsidR="007D3118">
        <w:rPr>
          <w:rtl/>
        </w:rPr>
        <w:t xml:space="preserve">، </w:t>
      </w:r>
      <w:r>
        <w:rPr>
          <w:rtl/>
        </w:rPr>
        <w:t>وَ لَجَأْتُ إِلَيْكَ فِيهِ مِنَ التَّوْبَةِ</w:t>
      </w:r>
      <w:r w:rsidR="007D3118">
        <w:rPr>
          <w:rtl/>
        </w:rPr>
        <w:t xml:space="preserve">. </w:t>
      </w:r>
    </w:p>
    <w:p w:rsidR="00587D34" w:rsidRDefault="00587D34" w:rsidP="00587D34">
      <w:pPr>
        <w:pStyle w:val="libNormal"/>
        <w:rPr>
          <w:rtl/>
        </w:rPr>
      </w:pPr>
      <w:r>
        <w:rPr>
          <w:rtl/>
        </w:rPr>
        <w:lastRenderedPageBreak/>
        <w:t>(27</w:t>
      </w:r>
      <w:r w:rsidR="007D3118">
        <w:rPr>
          <w:rtl/>
        </w:rPr>
        <w:t xml:space="preserve">) </w:t>
      </w:r>
      <w:r>
        <w:rPr>
          <w:rtl/>
        </w:rPr>
        <w:t>فَلَعَلَّ بَعْضَهُمْ بِرَحْمَتِكَ يَرْحَمُنِى لِسُوءِ مَوْقِفِى</w:t>
      </w:r>
      <w:r w:rsidR="007D3118">
        <w:rPr>
          <w:rtl/>
        </w:rPr>
        <w:t xml:space="preserve">، </w:t>
      </w:r>
      <w:r>
        <w:rPr>
          <w:rtl/>
        </w:rPr>
        <w:t>أَوْ تُدْرِكُهُ الرِّقَّةُ عَلَيَّ لِسُوءِ حَالِى فَيَنَالَنِى مِنْهُ بِدَعْوَةٍ هِىَ أَسْمَعُ لَدَيْكَ مِنْ دُعَائِى</w:t>
      </w:r>
      <w:r w:rsidR="007D3118">
        <w:rPr>
          <w:rtl/>
        </w:rPr>
        <w:t xml:space="preserve">، </w:t>
      </w:r>
      <w:r>
        <w:rPr>
          <w:rtl/>
        </w:rPr>
        <w:t>أَوْ شَفَاعَةٍ أَوْكَدُ عِنْدَكَ مِنْ شَفَاعَتِى تَكُونُ بِهَا نَجَاتِى مِنْ غَضَبِكَ وَ فَوْزَتِى بِرِضَاكَ</w:t>
      </w:r>
      <w:r w:rsidR="007D3118">
        <w:rPr>
          <w:rtl/>
        </w:rPr>
        <w:t xml:space="preserve">. </w:t>
      </w:r>
    </w:p>
    <w:p w:rsidR="00587D34" w:rsidRDefault="00587D34" w:rsidP="00587D34">
      <w:pPr>
        <w:pStyle w:val="libNormal"/>
      </w:pPr>
      <w:r>
        <w:rPr>
          <w:rtl/>
        </w:rPr>
        <w:t>(28</w:t>
      </w:r>
      <w:r w:rsidR="007D3118">
        <w:rPr>
          <w:rtl/>
        </w:rPr>
        <w:t xml:space="preserve">) </w:t>
      </w:r>
      <w:r>
        <w:rPr>
          <w:rtl/>
        </w:rPr>
        <w:t>اللَّهُمَّ إِنْ يَكُنِ النَّدَمُ تَوْبَةً إِلَيْكَ فَأَنَا أَنْدَمُ النَّادِمِينَ</w:t>
      </w:r>
      <w:r w:rsidR="007D3118">
        <w:rPr>
          <w:rtl/>
        </w:rPr>
        <w:t xml:space="preserve">، </w:t>
      </w:r>
      <w:r>
        <w:rPr>
          <w:rtl/>
        </w:rPr>
        <w:t>وَ إِنْ يَكُنِ التَّرْكُ لِمَعْصِيَتِكَ إِنَابَةً فَأَنَا أَوَّلُ الْمُنِيبِينَ</w:t>
      </w:r>
      <w:r w:rsidR="007D3118">
        <w:rPr>
          <w:rtl/>
        </w:rPr>
        <w:t xml:space="preserve">، </w:t>
      </w:r>
      <w:r>
        <w:rPr>
          <w:rtl/>
        </w:rPr>
        <w:t>وَ إِنْ يَكُنِ الاسْتِغْفَارُ حِطَّةً لِلذُّنُوبِ فَإِنِّى لَكَ مِنَ الْمُسْتَغْفِرِينَ</w:t>
      </w:r>
      <w:r w:rsidR="007D3118">
        <w:rPr>
          <w:rtl/>
        </w:rPr>
        <w:t xml:space="preserve">. </w:t>
      </w:r>
    </w:p>
    <w:p w:rsidR="00587D34" w:rsidRDefault="00587D34" w:rsidP="00587D34">
      <w:pPr>
        <w:pStyle w:val="libNormal"/>
        <w:rPr>
          <w:rtl/>
        </w:rPr>
      </w:pPr>
      <w:r>
        <w:rPr>
          <w:rtl/>
        </w:rPr>
        <w:t>(29</w:t>
      </w:r>
      <w:r w:rsidR="007D3118">
        <w:rPr>
          <w:rtl/>
        </w:rPr>
        <w:t xml:space="preserve">) </w:t>
      </w:r>
      <w:r>
        <w:rPr>
          <w:rtl/>
        </w:rPr>
        <w:t>اللَّهُمَّ فَكَمَا أَمَرْتَ بِالتَّوْبَةِ</w:t>
      </w:r>
      <w:r w:rsidR="007D3118">
        <w:rPr>
          <w:rtl/>
        </w:rPr>
        <w:t xml:space="preserve">، </w:t>
      </w:r>
      <w:r>
        <w:rPr>
          <w:rtl/>
        </w:rPr>
        <w:t>وَ ضَمِنْتَ الْقَبُولَ</w:t>
      </w:r>
      <w:r w:rsidR="007D3118">
        <w:rPr>
          <w:rtl/>
        </w:rPr>
        <w:t xml:space="preserve">، </w:t>
      </w:r>
      <w:r>
        <w:rPr>
          <w:rtl/>
        </w:rPr>
        <w:t>وَ حَثَثْتَ عَلَى الدُّعَاءِ</w:t>
      </w:r>
      <w:r w:rsidR="007D3118">
        <w:rPr>
          <w:rtl/>
        </w:rPr>
        <w:t xml:space="preserve">، </w:t>
      </w:r>
      <w:r>
        <w:rPr>
          <w:rtl/>
        </w:rPr>
        <w:t>وَ وَعَدْتَ الْإِجَابَةَ</w:t>
      </w:r>
      <w:r w:rsidR="007D3118">
        <w:rPr>
          <w:rtl/>
        </w:rPr>
        <w:t xml:space="preserve">، </w:t>
      </w:r>
      <w:r>
        <w:rPr>
          <w:rtl/>
        </w:rPr>
        <w:t>فَصَلِّ عَلَى مُحَمَّدٍ وَ آلِهِ</w:t>
      </w:r>
      <w:r w:rsidR="007D3118">
        <w:rPr>
          <w:rtl/>
        </w:rPr>
        <w:t xml:space="preserve">، </w:t>
      </w:r>
      <w:r>
        <w:rPr>
          <w:rtl/>
        </w:rPr>
        <w:t>وَ اقْبَلْ تَوْبَتِى</w:t>
      </w:r>
      <w:r w:rsidR="007D3118">
        <w:rPr>
          <w:rtl/>
        </w:rPr>
        <w:t xml:space="preserve">، </w:t>
      </w:r>
      <w:r>
        <w:rPr>
          <w:rtl/>
        </w:rPr>
        <w:t>وَ لا تَرْجِعْنِى مَرْجِعَ الْخَيْبَةِ مِنْ رَحْمَتِكَ</w:t>
      </w:r>
      <w:r w:rsidR="007D3118">
        <w:rPr>
          <w:rtl/>
        </w:rPr>
        <w:t xml:space="preserve">، </w:t>
      </w:r>
      <w:r>
        <w:rPr>
          <w:rtl/>
        </w:rPr>
        <w:t>إِنَّكَ أَنْتَ التَّوَّابُ عَلَى الْمُذْنِبِينَ</w:t>
      </w:r>
      <w:r w:rsidR="007D3118">
        <w:rPr>
          <w:rtl/>
        </w:rPr>
        <w:t xml:space="preserve">، </w:t>
      </w:r>
      <w:r>
        <w:rPr>
          <w:rtl/>
        </w:rPr>
        <w:t>وَ الرَّحِيمُ لِلْخَاطِئِينَ الْمُنِيبِينَ</w:t>
      </w:r>
      <w:r w:rsidR="007D3118">
        <w:rPr>
          <w:rtl/>
        </w:rPr>
        <w:t xml:space="preserve">. </w:t>
      </w:r>
    </w:p>
    <w:p w:rsidR="00587D34" w:rsidRDefault="00587D34" w:rsidP="00587D34">
      <w:pPr>
        <w:pStyle w:val="libNormal"/>
        <w:rPr>
          <w:rtl/>
        </w:rPr>
      </w:pPr>
      <w:r>
        <w:rPr>
          <w:rtl/>
        </w:rPr>
        <w:t>(30</w:t>
      </w:r>
      <w:r w:rsidR="007D3118">
        <w:rPr>
          <w:rtl/>
        </w:rPr>
        <w:t xml:space="preserve">) </w:t>
      </w:r>
      <w:r>
        <w:rPr>
          <w:rtl/>
        </w:rPr>
        <w:t>اللَّهُمَّ صَلِّ عَلَى مُحَمَّدٍ وَ آلِهِ</w:t>
      </w:r>
      <w:r w:rsidR="007D3118">
        <w:rPr>
          <w:rtl/>
        </w:rPr>
        <w:t xml:space="preserve">، </w:t>
      </w:r>
      <w:r>
        <w:rPr>
          <w:rtl/>
        </w:rPr>
        <w:t>كَمَا هَدَيْتَنَا بِهِ</w:t>
      </w:r>
      <w:r w:rsidR="007D3118">
        <w:rPr>
          <w:rtl/>
        </w:rPr>
        <w:t xml:space="preserve">، </w:t>
      </w:r>
      <w:r>
        <w:rPr>
          <w:rtl/>
        </w:rPr>
        <w:t>وَ صَلِّ عَلَى مُحَمَّدٍ وَ آلِهِ</w:t>
      </w:r>
      <w:r w:rsidR="007D3118">
        <w:rPr>
          <w:rtl/>
        </w:rPr>
        <w:t xml:space="preserve">، </w:t>
      </w:r>
      <w:r>
        <w:rPr>
          <w:rtl/>
        </w:rPr>
        <w:t>كَمَا اسْتَنْقَذْتَنَا بِهِ</w:t>
      </w:r>
      <w:r w:rsidR="007D3118">
        <w:rPr>
          <w:rtl/>
        </w:rPr>
        <w:t xml:space="preserve">، </w:t>
      </w:r>
      <w:r>
        <w:rPr>
          <w:rtl/>
        </w:rPr>
        <w:t>وَ صَلِّ عَلَى مُحَمَّدٍ وَ آلِهِ</w:t>
      </w:r>
      <w:r w:rsidR="007D3118">
        <w:rPr>
          <w:rtl/>
        </w:rPr>
        <w:t xml:space="preserve">، </w:t>
      </w:r>
      <w:r>
        <w:rPr>
          <w:rtl/>
        </w:rPr>
        <w:t>صَلاةً تَشْفَعُ لَنَا يَوْمَ الْقِيَامَةِ وَ يَوْمَ الْفَاقَةِ إِلَيْكَ</w:t>
      </w:r>
      <w:r w:rsidR="007D3118">
        <w:rPr>
          <w:rtl/>
        </w:rPr>
        <w:t xml:space="preserve">، </w:t>
      </w:r>
      <w:r>
        <w:rPr>
          <w:rtl/>
        </w:rPr>
        <w:t>إِنَّكَ عَلَى كُلِّ شَيْءٍ قَدِيرٌ</w:t>
      </w:r>
      <w:r w:rsidR="007D3118">
        <w:rPr>
          <w:rtl/>
        </w:rPr>
        <w:t xml:space="preserve">، </w:t>
      </w:r>
      <w:r>
        <w:rPr>
          <w:rtl/>
        </w:rPr>
        <w:t>وَ هُوَ عَلَيْكَ يَسِيرٌ</w:t>
      </w:r>
      <w:r w:rsidR="007D3118">
        <w:rPr>
          <w:rtl/>
        </w:rPr>
        <w:t xml:space="preserve">. </w:t>
      </w:r>
    </w:p>
    <w:p w:rsidR="00587D34" w:rsidRDefault="00AA3CBA" w:rsidP="004C63D0">
      <w:pPr>
        <w:pStyle w:val="Heading2"/>
        <w:rPr>
          <w:rtl/>
        </w:rPr>
      </w:pPr>
      <w:bookmarkStart w:id="67" w:name="_Toc394915196"/>
      <w:r>
        <w:rPr>
          <w:rtl/>
        </w:rPr>
        <w:t xml:space="preserve">ترجمه دعاى سى و يكم: دعاى آن حضرت </w:t>
      </w:r>
      <w:r w:rsidR="000C598D" w:rsidRPr="000C598D">
        <w:rPr>
          <w:rStyle w:val="libAlaemChar"/>
          <w:rtl/>
        </w:rPr>
        <w:t>عليه‌السلام</w:t>
      </w:r>
      <w:r>
        <w:rPr>
          <w:rtl/>
        </w:rPr>
        <w:t xml:space="preserve"> در ذكر توبه و طلب آن از خداى تعالى</w:t>
      </w:r>
      <w:bookmarkEnd w:id="67"/>
    </w:p>
    <w:p w:rsidR="00587D34" w:rsidRDefault="00587D34" w:rsidP="00587D34">
      <w:pPr>
        <w:pStyle w:val="libNormal"/>
        <w:rPr>
          <w:rtl/>
        </w:rPr>
      </w:pPr>
      <w:r>
        <w:rPr>
          <w:rtl/>
        </w:rPr>
        <w:t>1</w:t>
      </w:r>
      <w:r w:rsidR="007D3118">
        <w:rPr>
          <w:rtl/>
        </w:rPr>
        <w:t xml:space="preserve">. </w:t>
      </w:r>
      <w:r>
        <w:rPr>
          <w:rtl/>
        </w:rPr>
        <w:t>اى خداوندا! اى كسى كه زبان گويندگان در وصف تو فروبسته است</w:t>
      </w:r>
      <w:r w:rsidR="007D3118">
        <w:rPr>
          <w:rtl/>
        </w:rPr>
        <w:t xml:space="preserve">. </w:t>
      </w:r>
    </w:p>
    <w:p w:rsidR="00587D34" w:rsidRDefault="00587D34" w:rsidP="00587D34">
      <w:pPr>
        <w:pStyle w:val="libNormal"/>
        <w:rPr>
          <w:rtl/>
        </w:rPr>
      </w:pPr>
      <w:r>
        <w:rPr>
          <w:rtl/>
        </w:rPr>
        <w:t>2</w:t>
      </w:r>
      <w:r w:rsidR="007D3118">
        <w:rPr>
          <w:rtl/>
        </w:rPr>
        <w:t xml:space="preserve">. </w:t>
      </w:r>
      <w:r>
        <w:rPr>
          <w:rtl/>
        </w:rPr>
        <w:t>اى كسى كه اميد اميدواران از تو در نگذشته است</w:t>
      </w:r>
      <w:r w:rsidR="007D3118">
        <w:rPr>
          <w:rtl/>
        </w:rPr>
        <w:t xml:space="preserve">. </w:t>
      </w:r>
    </w:p>
    <w:p w:rsidR="00587D34" w:rsidRDefault="00587D34" w:rsidP="00587D34">
      <w:pPr>
        <w:pStyle w:val="libNormal"/>
        <w:rPr>
          <w:rtl/>
        </w:rPr>
      </w:pPr>
      <w:r>
        <w:rPr>
          <w:rtl/>
        </w:rPr>
        <w:t>3</w:t>
      </w:r>
      <w:r w:rsidR="007D3118">
        <w:rPr>
          <w:rtl/>
        </w:rPr>
        <w:t xml:space="preserve">. </w:t>
      </w:r>
      <w:r>
        <w:rPr>
          <w:rtl/>
        </w:rPr>
        <w:t>اى كسى كه اجر نيكوكاران نزد تو ضايع نمى شود</w:t>
      </w:r>
      <w:r w:rsidR="007D3118">
        <w:rPr>
          <w:rtl/>
        </w:rPr>
        <w:t xml:space="preserve">. </w:t>
      </w:r>
    </w:p>
    <w:p w:rsidR="00587D34" w:rsidRDefault="00587D34" w:rsidP="00587D34">
      <w:pPr>
        <w:pStyle w:val="libNormal"/>
        <w:rPr>
          <w:rtl/>
        </w:rPr>
      </w:pPr>
      <w:r>
        <w:rPr>
          <w:rtl/>
        </w:rPr>
        <w:t>4</w:t>
      </w:r>
      <w:r w:rsidR="007D3118">
        <w:rPr>
          <w:rtl/>
        </w:rPr>
        <w:t xml:space="preserve">. </w:t>
      </w:r>
      <w:r>
        <w:rPr>
          <w:rtl/>
        </w:rPr>
        <w:t>اى كسى كه عبادت كنندگان از خشم تو مى هراسند</w:t>
      </w:r>
      <w:r w:rsidR="007D3118">
        <w:rPr>
          <w:rtl/>
        </w:rPr>
        <w:t xml:space="preserve">. </w:t>
      </w:r>
    </w:p>
    <w:p w:rsidR="00587D34" w:rsidRDefault="00587D34" w:rsidP="00587D34">
      <w:pPr>
        <w:pStyle w:val="libNormal"/>
        <w:rPr>
          <w:rtl/>
        </w:rPr>
      </w:pPr>
      <w:r>
        <w:rPr>
          <w:rtl/>
        </w:rPr>
        <w:t>5</w:t>
      </w:r>
      <w:r w:rsidR="007D3118">
        <w:rPr>
          <w:rtl/>
        </w:rPr>
        <w:t xml:space="preserve">. </w:t>
      </w:r>
      <w:r>
        <w:rPr>
          <w:rtl/>
        </w:rPr>
        <w:t>اى كسى كه پرهيزكاران از تو بيم دارند</w:t>
      </w:r>
      <w:r w:rsidR="007D3118">
        <w:rPr>
          <w:rtl/>
        </w:rPr>
        <w:t xml:space="preserve">. </w:t>
      </w:r>
    </w:p>
    <w:p w:rsidR="00587D34" w:rsidRDefault="00587D34" w:rsidP="00587D34">
      <w:pPr>
        <w:pStyle w:val="libNormal"/>
        <w:rPr>
          <w:rtl/>
        </w:rPr>
      </w:pPr>
      <w:r>
        <w:rPr>
          <w:rtl/>
        </w:rPr>
        <w:t>6</w:t>
      </w:r>
      <w:r w:rsidR="007D3118">
        <w:rPr>
          <w:rtl/>
        </w:rPr>
        <w:t xml:space="preserve">. </w:t>
      </w:r>
      <w:r>
        <w:rPr>
          <w:rtl/>
        </w:rPr>
        <w:t>اينك در حضور تو است بنده اى كه كه دستخوش گناهان شده و عنان او به دست خطاها سپرده</w:t>
      </w:r>
      <w:r w:rsidR="007D3118">
        <w:rPr>
          <w:rtl/>
        </w:rPr>
        <w:t xml:space="preserve">، </w:t>
      </w:r>
      <w:r>
        <w:rPr>
          <w:rtl/>
        </w:rPr>
        <w:t>و شيطان بر او چيره گشته</w:t>
      </w:r>
      <w:r w:rsidR="007D3118">
        <w:rPr>
          <w:rtl/>
        </w:rPr>
        <w:t xml:space="preserve">، </w:t>
      </w:r>
      <w:r>
        <w:rPr>
          <w:rtl/>
        </w:rPr>
        <w:t>و بهانه جسته در اطاعت فرمان تو كوتاهى نموده</w:t>
      </w:r>
      <w:r w:rsidR="007D3118">
        <w:rPr>
          <w:rtl/>
        </w:rPr>
        <w:t xml:space="preserve">، </w:t>
      </w:r>
      <w:r>
        <w:rPr>
          <w:rtl/>
        </w:rPr>
        <w:t>فريفته شده و به منهيات تو دست فرا برده</w:t>
      </w:r>
      <w:r w:rsidR="007D3118">
        <w:rPr>
          <w:rtl/>
        </w:rPr>
        <w:t xml:space="preserve">. </w:t>
      </w:r>
    </w:p>
    <w:p w:rsidR="00587D34" w:rsidRDefault="00587D34" w:rsidP="00587D34">
      <w:pPr>
        <w:pStyle w:val="libNormal"/>
        <w:rPr>
          <w:rtl/>
        </w:rPr>
      </w:pPr>
      <w:r>
        <w:rPr>
          <w:rtl/>
        </w:rPr>
        <w:lastRenderedPageBreak/>
        <w:t>7</w:t>
      </w:r>
      <w:r w:rsidR="007D3118">
        <w:rPr>
          <w:rtl/>
        </w:rPr>
        <w:t xml:space="preserve">. </w:t>
      </w:r>
      <w:r>
        <w:rPr>
          <w:rtl/>
        </w:rPr>
        <w:t>گويى قدرت تو را ندانسته و احسان بسيار تو را نشناخته تا وقتى ديده و</w:t>
      </w:r>
      <w:r w:rsidR="007D3118">
        <w:rPr>
          <w:rtl/>
        </w:rPr>
        <w:t xml:space="preserve">؛ </w:t>
      </w:r>
      <w:r>
        <w:rPr>
          <w:rtl/>
        </w:rPr>
        <w:t>گشوده گشت</w:t>
      </w:r>
      <w:r w:rsidR="007D3118">
        <w:rPr>
          <w:rtl/>
        </w:rPr>
        <w:t xml:space="preserve">، </w:t>
      </w:r>
      <w:r>
        <w:rPr>
          <w:rtl/>
        </w:rPr>
        <w:t>و راه را نگريست و ابرهاى تيره از پيش چشم او را كنده شده و از نابينايى رهايى يافت</w:t>
      </w:r>
      <w:r w:rsidR="007D3118">
        <w:rPr>
          <w:rtl/>
        </w:rPr>
        <w:t xml:space="preserve">. </w:t>
      </w:r>
    </w:p>
    <w:p w:rsidR="00587D34" w:rsidRDefault="00587D34" w:rsidP="00587D34">
      <w:pPr>
        <w:pStyle w:val="libNormal"/>
        <w:rPr>
          <w:rtl/>
        </w:rPr>
      </w:pPr>
      <w:r>
        <w:rPr>
          <w:rtl/>
        </w:rPr>
        <w:t>ستمهايى كه بر خود روا داشته بود بشمرد</w:t>
      </w:r>
      <w:r w:rsidR="007D3118">
        <w:rPr>
          <w:rtl/>
        </w:rPr>
        <w:t xml:space="preserve">، </w:t>
      </w:r>
      <w:r>
        <w:rPr>
          <w:rtl/>
        </w:rPr>
        <w:t>و در مخالفت پروردگار انديشه كرد</w:t>
      </w:r>
      <w:r w:rsidR="007D3118">
        <w:rPr>
          <w:rtl/>
        </w:rPr>
        <w:t xml:space="preserve">، </w:t>
      </w:r>
      <w:r>
        <w:rPr>
          <w:rtl/>
        </w:rPr>
        <w:t>گناه بزرگو مخالفت سترك خود را ديد</w:t>
      </w:r>
      <w:r w:rsidR="007D3118">
        <w:rPr>
          <w:rtl/>
        </w:rPr>
        <w:t xml:space="preserve">. </w:t>
      </w:r>
    </w:p>
    <w:p w:rsidR="00587D34" w:rsidRDefault="00587D34" w:rsidP="00587D34">
      <w:pPr>
        <w:pStyle w:val="libNormal"/>
        <w:rPr>
          <w:rtl/>
        </w:rPr>
      </w:pPr>
      <w:r>
        <w:rPr>
          <w:rtl/>
        </w:rPr>
        <w:t>8</w:t>
      </w:r>
      <w:r w:rsidR="007D3118">
        <w:rPr>
          <w:rtl/>
        </w:rPr>
        <w:t xml:space="preserve">. </w:t>
      </w:r>
      <w:r>
        <w:rPr>
          <w:rtl/>
        </w:rPr>
        <w:t>با اميد و شرم روى به تو آورد و به آرامش دل سوى تو رغبت نمود و با يقين و آرزو آهنگ تو كرد</w:t>
      </w:r>
      <w:r w:rsidR="007D3118">
        <w:rPr>
          <w:rtl/>
        </w:rPr>
        <w:t xml:space="preserve">، </w:t>
      </w:r>
      <w:r>
        <w:rPr>
          <w:rtl/>
        </w:rPr>
        <w:t>با دل ترسان و بى آلايش قصد تو نمود</w:t>
      </w:r>
      <w:r w:rsidR="007D3118">
        <w:rPr>
          <w:rtl/>
        </w:rPr>
        <w:t xml:space="preserve">، </w:t>
      </w:r>
      <w:r>
        <w:rPr>
          <w:rtl/>
        </w:rPr>
        <w:t>چشم اميدش از غير تو بسته و جانش از بيم غير تو تهى مانده</w:t>
      </w:r>
      <w:r w:rsidR="007D3118">
        <w:rPr>
          <w:rtl/>
        </w:rPr>
        <w:t xml:space="preserve">. </w:t>
      </w:r>
    </w:p>
    <w:p w:rsidR="00587D34" w:rsidRDefault="00587D34" w:rsidP="00587D34">
      <w:pPr>
        <w:pStyle w:val="libNormal"/>
        <w:rPr>
          <w:rtl/>
        </w:rPr>
      </w:pPr>
      <w:r>
        <w:rPr>
          <w:rtl/>
        </w:rPr>
        <w:t>9</w:t>
      </w:r>
      <w:r w:rsidR="007D3118">
        <w:rPr>
          <w:rtl/>
        </w:rPr>
        <w:t xml:space="preserve">. </w:t>
      </w:r>
      <w:r>
        <w:rPr>
          <w:rtl/>
        </w:rPr>
        <w:t>زارى كنان حضور تو ايستاده و به فروتنى ديده بر زمين دوخته و سر خود را به خوارى و زبوى پيش عزت تو فرود آورده و راز خويش را با تو بر زبان آورده با آن كه تو شماره آن را بهتر مى دانى</w:t>
      </w:r>
      <w:r w:rsidR="007D3118">
        <w:rPr>
          <w:rtl/>
        </w:rPr>
        <w:t xml:space="preserve">، </w:t>
      </w:r>
      <w:r>
        <w:rPr>
          <w:rtl/>
        </w:rPr>
        <w:t>و از آن آلودگى بزرگ كه دچار آن شده و تو مى دانى</w:t>
      </w:r>
      <w:r w:rsidR="007D3118">
        <w:rPr>
          <w:rtl/>
        </w:rPr>
        <w:t xml:space="preserve">، </w:t>
      </w:r>
      <w:r>
        <w:rPr>
          <w:rtl/>
        </w:rPr>
        <w:t>پناه به تو آورده و از آن كار زشت كه به حكم تو مايه رسوايى است</w:t>
      </w:r>
      <w:r w:rsidR="007D3118">
        <w:rPr>
          <w:rtl/>
        </w:rPr>
        <w:t xml:space="preserve">، </w:t>
      </w:r>
      <w:r>
        <w:rPr>
          <w:rtl/>
        </w:rPr>
        <w:t>به زينهار تو در آمده است</w:t>
      </w:r>
      <w:r w:rsidR="007D3118">
        <w:rPr>
          <w:rtl/>
        </w:rPr>
        <w:t xml:space="preserve">، </w:t>
      </w:r>
      <w:r>
        <w:rPr>
          <w:rtl/>
        </w:rPr>
        <w:t>گناهانى كه مزه آنها بگذشت و رفت و بزه آنها بر جاى ماند</w:t>
      </w:r>
      <w:r w:rsidR="007D3118">
        <w:rPr>
          <w:rtl/>
        </w:rPr>
        <w:t xml:space="preserve">. </w:t>
      </w:r>
    </w:p>
    <w:p w:rsidR="00587D34" w:rsidRDefault="00587D34" w:rsidP="00587D34">
      <w:pPr>
        <w:pStyle w:val="libNormal"/>
        <w:rPr>
          <w:rtl/>
        </w:rPr>
      </w:pPr>
      <w:r>
        <w:rPr>
          <w:rtl/>
        </w:rPr>
        <w:t>10</w:t>
      </w:r>
      <w:r w:rsidR="007D3118">
        <w:rPr>
          <w:rtl/>
        </w:rPr>
        <w:t xml:space="preserve">. </w:t>
      </w:r>
      <w:r>
        <w:rPr>
          <w:rtl/>
        </w:rPr>
        <w:t>اى خداى من! اگر كيفر دهى عدل تو را انكار نكند و اگر در گذرى و ببخشى فضل تو را عجيب نشمارد</w:t>
      </w:r>
      <w:r w:rsidR="007D3118">
        <w:rPr>
          <w:rtl/>
        </w:rPr>
        <w:t xml:space="preserve">، </w:t>
      </w:r>
      <w:r>
        <w:rPr>
          <w:rtl/>
        </w:rPr>
        <w:t>چون تو پروردگار كريمى</w:t>
      </w:r>
      <w:r w:rsidR="007D3118">
        <w:rPr>
          <w:rtl/>
        </w:rPr>
        <w:t xml:space="preserve">، </w:t>
      </w:r>
      <w:r>
        <w:rPr>
          <w:rtl/>
        </w:rPr>
        <w:t>و آمرزش ‍ گناهان بزرگ از تو بزرگ ننمايد</w:t>
      </w:r>
      <w:r w:rsidR="007D3118">
        <w:rPr>
          <w:rtl/>
        </w:rPr>
        <w:t xml:space="preserve">. </w:t>
      </w:r>
      <w:r w:rsidRPr="00AA3CBA">
        <w:rPr>
          <w:rStyle w:val="libFootnotenumChar"/>
          <w:rtl/>
        </w:rPr>
        <w:t>(88</w:t>
      </w:r>
      <w:r w:rsidR="007D3118" w:rsidRPr="00AA3CBA">
        <w:rPr>
          <w:rStyle w:val="libFootnotenumChar"/>
          <w:rtl/>
        </w:rPr>
        <w:t>)</w:t>
      </w:r>
    </w:p>
    <w:p w:rsidR="00587D34" w:rsidRDefault="00587D34" w:rsidP="00587D34">
      <w:pPr>
        <w:pStyle w:val="libNormal"/>
        <w:rPr>
          <w:rtl/>
        </w:rPr>
      </w:pPr>
      <w:r>
        <w:rPr>
          <w:rtl/>
        </w:rPr>
        <w:t>11</w:t>
      </w:r>
      <w:r w:rsidR="007D3118">
        <w:rPr>
          <w:rtl/>
        </w:rPr>
        <w:t xml:space="preserve">. </w:t>
      </w:r>
      <w:r>
        <w:rPr>
          <w:rtl/>
        </w:rPr>
        <w:t>بار خدايا اينك من نزد تو آمده ام فرمودى دعا كنيم اطاعت كردم</w:t>
      </w:r>
      <w:r w:rsidR="007D3118">
        <w:rPr>
          <w:rtl/>
        </w:rPr>
        <w:t xml:space="preserve">، </w:t>
      </w:r>
      <w:r>
        <w:rPr>
          <w:rtl/>
        </w:rPr>
        <w:t>و نويد اجابت دادى و گفتى كه</w:t>
      </w:r>
      <w:r w:rsidR="007D3118">
        <w:rPr>
          <w:rtl/>
        </w:rPr>
        <w:t xml:space="preserve">: </w:t>
      </w:r>
      <w:r>
        <w:rPr>
          <w:rtl/>
        </w:rPr>
        <w:t>ادعونى استجب لكم منتظر اجابت بودم</w:t>
      </w:r>
      <w:r w:rsidR="007D3118">
        <w:rPr>
          <w:rtl/>
        </w:rPr>
        <w:t xml:space="preserve">. </w:t>
      </w:r>
    </w:p>
    <w:p w:rsidR="00587D34" w:rsidRDefault="00587D34" w:rsidP="00587D34">
      <w:pPr>
        <w:pStyle w:val="libNormal"/>
        <w:rPr>
          <w:rtl/>
        </w:rPr>
      </w:pPr>
      <w:r>
        <w:rPr>
          <w:rtl/>
        </w:rPr>
        <w:t>12</w:t>
      </w:r>
      <w:r w:rsidR="007D3118">
        <w:rPr>
          <w:rtl/>
        </w:rPr>
        <w:t xml:space="preserve">. </w:t>
      </w:r>
      <w:r>
        <w:rPr>
          <w:rtl/>
        </w:rPr>
        <w:t>خدايا درود بر محمد و آل او فرست و چنانكه من با اقرار به گناه حضور تو آمدم</w:t>
      </w:r>
      <w:r w:rsidR="007D3118">
        <w:rPr>
          <w:rtl/>
        </w:rPr>
        <w:t xml:space="preserve">، </w:t>
      </w:r>
      <w:r>
        <w:rPr>
          <w:rtl/>
        </w:rPr>
        <w:t>تو به مغفرت مرا بپذير</w:t>
      </w:r>
      <w:r w:rsidR="007D3118">
        <w:rPr>
          <w:rtl/>
        </w:rPr>
        <w:t xml:space="preserve">، </w:t>
      </w:r>
      <w:r>
        <w:rPr>
          <w:rtl/>
        </w:rPr>
        <w:t xml:space="preserve">و چنان كه خود را پيش تو بر خاك </w:t>
      </w:r>
      <w:r>
        <w:rPr>
          <w:rtl/>
        </w:rPr>
        <w:lastRenderedPageBreak/>
        <w:t>مذلت افكندم</w:t>
      </w:r>
      <w:r w:rsidR="007D3118">
        <w:rPr>
          <w:rtl/>
        </w:rPr>
        <w:t xml:space="preserve">، </w:t>
      </w:r>
      <w:r>
        <w:rPr>
          <w:rtl/>
        </w:rPr>
        <w:t xml:space="preserve">تو از لغزش گناه دست مرا بگير و چنان كه در عقوبت من </w:t>
      </w:r>
      <w:r w:rsidR="00F57255">
        <w:rPr>
          <w:rtl/>
        </w:rPr>
        <w:t>تأخیر</w:t>
      </w:r>
      <w:r>
        <w:rPr>
          <w:rtl/>
        </w:rPr>
        <w:t xml:space="preserve"> كردى پرده خويش را بر من فرو آويز</w:t>
      </w:r>
      <w:r w:rsidR="007D3118">
        <w:rPr>
          <w:rtl/>
        </w:rPr>
        <w:t xml:space="preserve">. </w:t>
      </w:r>
    </w:p>
    <w:p w:rsidR="00587D34" w:rsidRDefault="00587D34" w:rsidP="00587D34">
      <w:pPr>
        <w:pStyle w:val="libNormal"/>
        <w:rPr>
          <w:rtl/>
        </w:rPr>
      </w:pPr>
      <w:r>
        <w:rPr>
          <w:rtl/>
        </w:rPr>
        <w:t>13</w:t>
      </w:r>
      <w:r w:rsidR="007D3118">
        <w:rPr>
          <w:rtl/>
        </w:rPr>
        <w:t xml:space="preserve">. </w:t>
      </w:r>
      <w:r>
        <w:rPr>
          <w:rtl/>
        </w:rPr>
        <w:t>خدايا نيت مرا در طاعت خود استوار دار و در بندگى بصيرت حكيمانه مرحمت كن و به عملى توفيق ده كه پليدى گناهان را از من بشويد</w:t>
      </w:r>
      <w:r w:rsidR="007D3118">
        <w:rPr>
          <w:rtl/>
        </w:rPr>
        <w:t xml:space="preserve">، </w:t>
      </w:r>
      <w:r>
        <w:rPr>
          <w:rtl/>
        </w:rPr>
        <w:t>و چون خواهى جان مرا قبض كنى</w:t>
      </w:r>
      <w:r w:rsidR="007D3118">
        <w:rPr>
          <w:rtl/>
        </w:rPr>
        <w:t xml:space="preserve">، </w:t>
      </w:r>
      <w:r>
        <w:rPr>
          <w:rtl/>
        </w:rPr>
        <w:t>با دين تو و آيين پيغمبرت محمد (</w:t>
      </w:r>
      <w:r w:rsidR="00865B4A" w:rsidRPr="00865B4A">
        <w:rPr>
          <w:rStyle w:val="libAlaemChar"/>
          <w:rtl/>
        </w:rPr>
        <w:t>صلى‌الله‌عليه‌وآله‌وسلم</w:t>
      </w:r>
      <w:r w:rsidR="007D3118">
        <w:rPr>
          <w:rtl/>
        </w:rPr>
        <w:t xml:space="preserve">) </w:t>
      </w:r>
      <w:r>
        <w:rPr>
          <w:rtl/>
        </w:rPr>
        <w:t>روح مرا قبض كن</w:t>
      </w:r>
      <w:r w:rsidR="007D3118">
        <w:rPr>
          <w:rtl/>
        </w:rPr>
        <w:t xml:space="preserve">. </w:t>
      </w:r>
    </w:p>
    <w:p w:rsidR="00587D34" w:rsidRDefault="00587D34" w:rsidP="00587D34">
      <w:pPr>
        <w:pStyle w:val="libNormal"/>
        <w:rPr>
          <w:rtl/>
        </w:rPr>
      </w:pPr>
      <w:r>
        <w:rPr>
          <w:rtl/>
        </w:rPr>
        <w:t>14</w:t>
      </w:r>
      <w:r w:rsidR="007D3118">
        <w:rPr>
          <w:rtl/>
        </w:rPr>
        <w:t xml:space="preserve">. </w:t>
      </w:r>
      <w:r>
        <w:rPr>
          <w:rtl/>
        </w:rPr>
        <w:t>خدايا! من در اين مقام از گناهان بزرگ و كوچ</w:t>
      </w:r>
      <w:r w:rsidR="007D3118">
        <w:rPr>
          <w:rtl/>
        </w:rPr>
        <w:t xml:space="preserve">، </w:t>
      </w:r>
      <w:r>
        <w:rPr>
          <w:rtl/>
        </w:rPr>
        <w:t>و بدى هاى پنهان و آشكارا</w:t>
      </w:r>
      <w:r w:rsidR="007D3118">
        <w:rPr>
          <w:rtl/>
        </w:rPr>
        <w:t xml:space="preserve">، </w:t>
      </w:r>
      <w:r>
        <w:rPr>
          <w:rtl/>
        </w:rPr>
        <w:t>و لغزشهاى كهنه و نو توبه كردم</w:t>
      </w:r>
      <w:r w:rsidR="007D3118">
        <w:rPr>
          <w:rtl/>
        </w:rPr>
        <w:t xml:space="preserve">. </w:t>
      </w:r>
      <w:r>
        <w:rPr>
          <w:rtl/>
        </w:rPr>
        <w:t>توبه اى كه انديشه نافرمانى را ديگر در دل راه ندهم و قصد بازگشتن به گناه نكنم</w:t>
      </w:r>
      <w:r w:rsidR="007D3118">
        <w:rPr>
          <w:rtl/>
        </w:rPr>
        <w:t xml:space="preserve">. </w:t>
      </w:r>
    </w:p>
    <w:p w:rsidR="00587D34" w:rsidRDefault="00587D34" w:rsidP="00587D34">
      <w:pPr>
        <w:pStyle w:val="libNormal"/>
        <w:rPr>
          <w:rtl/>
        </w:rPr>
      </w:pPr>
      <w:r>
        <w:rPr>
          <w:rtl/>
        </w:rPr>
        <w:t>15</w:t>
      </w:r>
      <w:r w:rsidR="007D3118">
        <w:rPr>
          <w:rtl/>
        </w:rPr>
        <w:t xml:space="preserve">. </w:t>
      </w:r>
      <w:r>
        <w:rPr>
          <w:rtl/>
        </w:rPr>
        <w:t>و تو در كتاب حكيم فرموده اى كه توبه بندگان را ميپذيرى</w:t>
      </w:r>
      <w:r w:rsidR="007D3118">
        <w:rPr>
          <w:rtl/>
        </w:rPr>
        <w:t xml:space="preserve">، </w:t>
      </w:r>
      <w:r>
        <w:rPr>
          <w:rtl/>
        </w:rPr>
        <w:t>و از بديها درميگذرى</w:t>
      </w:r>
      <w:r w:rsidR="007D3118">
        <w:rPr>
          <w:rtl/>
        </w:rPr>
        <w:t xml:space="preserve">، </w:t>
      </w:r>
      <w:r>
        <w:rPr>
          <w:rtl/>
        </w:rPr>
        <w:t>و تائبان را دوست دارى</w:t>
      </w:r>
      <w:r w:rsidR="007D3118">
        <w:rPr>
          <w:rtl/>
        </w:rPr>
        <w:t xml:space="preserve">، </w:t>
      </w:r>
      <w:r>
        <w:rPr>
          <w:rtl/>
        </w:rPr>
        <w:t>پس چنانكه وعده فرمودى توبه مرا بپذير</w:t>
      </w:r>
      <w:r w:rsidR="007D3118">
        <w:rPr>
          <w:rtl/>
        </w:rPr>
        <w:t xml:space="preserve">، </w:t>
      </w:r>
      <w:r>
        <w:rPr>
          <w:rtl/>
        </w:rPr>
        <w:t>و چنان كه نويد دادى از بديهاى من بگذر</w:t>
      </w:r>
      <w:r w:rsidR="007D3118">
        <w:rPr>
          <w:rtl/>
        </w:rPr>
        <w:t xml:space="preserve">، </w:t>
      </w:r>
      <w:r>
        <w:rPr>
          <w:rtl/>
        </w:rPr>
        <w:t>و دوستى تو مطابق بيان تو شامل من گردد</w:t>
      </w:r>
      <w:r w:rsidR="007D3118">
        <w:rPr>
          <w:rtl/>
        </w:rPr>
        <w:t xml:space="preserve">. </w:t>
      </w:r>
    </w:p>
    <w:p w:rsidR="00587D34" w:rsidRDefault="00587D34" w:rsidP="00587D34">
      <w:pPr>
        <w:pStyle w:val="libNormal"/>
        <w:rPr>
          <w:rtl/>
        </w:rPr>
      </w:pPr>
      <w:r>
        <w:rPr>
          <w:rtl/>
        </w:rPr>
        <w:t>16</w:t>
      </w:r>
      <w:r w:rsidR="007D3118">
        <w:rPr>
          <w:rtl/>
        </w:rPr>
        <w:t xml:space="preserve">. </w:t>
      </w:r>
      <w:r>
        <w:rPr>
          <w:rtl/>
        </w:rPr>
        <w:t>من هم با تو پيمان بستم كه به كار ناپسند بازنگردم</w:t>
      </w:r>
      <w:r w:rsidR="007D3118">
        <w:rPr>
          <w:rtl/>
        </w:rPr>
        <w:t xml:space="preserve">، </w:t>
      </w:r>
      <w:r>
        <w:rPr>
          <w:rtl/>
        </w:rPr>
        <w:t>و برعهده گرفتم كه گرد عمل نكوهيده نگردم</w:t>
      </w:r>
      <w:r w:rsidR="007D3118">
        <w:rPr>
          <w:rtl/>
        </w:rPr>
        <w:t xml:space="preserve">، </w:t>
      </w:r>
      <w:r>
        <w:rPr>
          <w:rtl/>
        </w:rPr>
        <w:t>و عهد كردم از همه گناهان دورى گزينم</w:t>
      </w:r>
      <w:r w:rsidR="007D3118">
        <w:rPr>
          <w:rtl/>
        </w:rPr>
        <w:t xml:space="preserve">. </w:t>
      </w:r>
    </w:p>
    <w:p w:rsidR="00587D34" w:rsidRDefault="00587D34" w:rsidP="00587D34">
      <w:pPr>
        <w:pStyle w:val="libNormal"/>
        <w:rPr>
          <w:rtl/>
        </w:rPr>
      </w:pPr>
      <w:r>
        <w:rPr>
          <w:rtl/>
        </w:rPr>
        <w:t>17</w:t>
      </w:r>
      <w:r w:rsidR="007D3118">
        <w:rPr>
          <w:rtl/>
        </w:rPr>
        <w:t xml:space="preserve">. </w:t>
      </w:r>
      <w:r>
        <w:rPr>
          <w:rtl/>
        </w:rPr>
        <w:t>خدايا تو بهتر مى دانى من چه كرده ام</w:t>
      </w:r>
      <w:r w:rsidR="007D3118">
        <w:rPr>
          <w:rtl/>
        </w:rPr>
        <w:t xml:space="preserve">، </w:t>
      </w:r>
      <w:r>
        <w:rPr>
          <w:rtl/>
        </w:rPr>
        <w:t>آنچه مى دانى بيامرز</w:t>
      </w:r>
      <w:r w:rsidR="007D3118">
        <w:rPr>
          <w:rtl/>
        </w:rPr>
        <w:t xml:space="preserve">، </w:t>
      </w:r>
      <w:r>
        <w:rPr>
          <w:rtl/>
        </w:rPr>
        <w:t>و مرا به قدرت خود سوى آنعمل كه دوست دارى رهبرى كن</w:t>
      </w:r>
      <w:r w:rsidR="007D3118">
        <w:rPr>
          <w:rtl/>
        </w:rPr>
        <w:t xml:space="preserve">. </w:t>
      </w:r>
    </w:p>
    <w:p w:rsidR="00587D34" w:rsidRDefault="00587D34" w:rsidP="00587D34">
      <w:pPr>
        <w:pStyle w:val="libNormal"/>
        <w:rPr>
          <w:rtl/>
        </w:rPr>
      </w:pPr>
      <w:r>
        <w:rPr>
          <w:rtl/>
        </w:rPr>
        <w:t>18</w:t>
      </w:r>
      <w:r w:rsidR="007D3118">
        <w:rPr>
          <w:rtl/>
        </w:rPr>
        <w:t xml:space="preserve">. </w:t>
      </w:r>
      <w:r>
        <w:rPr>
          <w:rtl/>
        </w:rPr>
        <w:t>خدايا</w:t>
      </w:r>
      <w:r w:rsidR="007D3118">
        <w:rPr>
          <w:rtl/>
        </w:rPr>
        <w:t xml:space="preserve">، </w:t>
      </w:r>
      <w:r>
        <w:rPr>
          <w:rtl/>
        </w:rPr>
        <w:t>بر ذمّت من از ديگران حقويق ثابت است</w:t>
      </w:r>
      <w:r w:rsidR="007D3118">
        <w:rPr>
          <w:rtl/>
        </w:rPr>
        <w:t xml:space="preserve">، </w:t>
      </w:r>
      <w:r>
        <w:rPr>
          <w:rtl/>
        </w:rPr>
        <w:t>پاره اى از آن را به ياد دارم و پاره اى فراموش كرده</w:t>
      </w:r>
      <w:r w:rsidR="007D3118">
        <w:rPr>
          <w:rtl/>
        </w:rPr>
        <w:t xml:space="preserve">، </w:t>
      </w:r>
      <w:r>
        <w:rPr>
          <w:rtl/>
        </w:rPr>
        <w:t>همه پيش چشم تو است و چشم تو هرگز به خواب نمى رود و در علم تو حاضر است و در علم تو فراموشى راه ندارد</w:t>
      </w:r>
      <w:r w:rsidR="007D3118">
        <w:rPr>
          <w:rtl/>
        </w:rPr>
        <w:t xml:space="preserve">. </w:t>
      </w:r>
      <w:r>
        <w:rPr>
          <w:rtl/>
        </w:rPr>
        <w:t>پس صاحبان حقوق را به جاى من عوض ده و بزه آن را از من ببر</w:t>
      </w:r>
      <w:r w:rsidR="007D3118">
        <w:rPr>
          <w:rtl/>
        </w:rPr>
        <w:t xml:space="preserve">. </w:t>
      </w:r>
      <w:r>
        <w:rPr>
          <w:rtl/>
        </w:rPr>
        <w:t xml:space="preserve">و بار سنگين آن </w:t>
      </w:r>
      <w:r>
        <w:rPr>
          <w:rtl/>
        </w:rPr>
        <w:lastRenderedPageBreak/>
        <w:t xml:space="preserve">را بر من سبك گردان </w:t>
      </w:r>
      <w:r w:rsidRPr="00AA3CBA">
        <w:rPr>
          <w:rStyle w:val="libFootnotenumChar"/>
          <w:rtl/>
        </w:rPr>
        <w:t>(89</w:t>
      </w:r>
      <w:r w:rsidR="007D3118" w:rsidRPr="00AA3CBA">
        <w:rPr>
          <w:rStyle w:val="libFootnotenumChar"/>
          <w:rtl/>
        </w:rPr>
        <w:t>)</w:t>
      </w:r>
      <w:r>
        <w:rPr>
          <w:rtl/>
        </w:rPr>
        <w:t xml:space="preserve"> و مرا نگاهدار از اين كه مثل آن را ديگر بار مرتكب شوم</w:t>
      </w:r>
      <w:r w:rsidR="007D3118">
        <w:rPr>
          <w:rtl/>
        </w:rPr>
        <w:t xml:space="preserve">. </w:t>
      </w:r>
    </w:p>
    <w:p w:rsidR="00587D34" w:rsidRDefault="00587D34" w:rsidP="00587D34">
      <w:pPr>
        <w:pStyle w:val="libNormal"/>
        <w:rPr>
          <w:rtl/>
        </w:rPr>
      </w:pPr>
      <w:r>
        <w:rPr>
          <w:rtl/>
        </w:rPr>
        <w:t>19</w:t>
      </w:r>
      <w:r w:rsidR="007D3118">
        <w:rPr>
          <w:rtl/>
        </w:rPr>
        <w:t xml:space="preserve">. </w:t>
      </w:r>
      <w:r>
        <w:rPr>
          <w:rtl/>
        </w:rPr>
        <w:t>خدايا! من بر توبه پايدار نمانم مگر به عصمت تو</w:t>
      </w:r>
      <w:r w:rsidR="007D3118">
        <w:rPr>
          <w:rtl/>
        </w:rPr>
        <w:t xml:space="preserve">، </w:t>
      </w:r>
      <w:r>
        <w:rPr>
          <w:rtl/>
        </w:rPr>
        <w:t>از گناهان باز نايستم مگر به قدرت تو</w:t>
      </w:r>
      <w:r w:rsidR="007D3118">
        <w:rPr>
          <w:rtl/>
        </w:rPr>
        <w:t xml:space="preserve">، </w:t>
      </w:r>
      <w:r>
        <w:rPr>
          <w:rtl/>
        </w:rPr>
        <w:t>پس مرا با چنان كه بايد نيرو ده و با عصمتى كه مانع خطا باشد يار گردان</w:t>
      </w:r>
      <w:r w:rsidR="007D3118">
        <w:rPr>
          <w:rtl/>
        </w:rPr>
        <w:t xml:space="preserve">. </w:t>
      </w:r>
    </w:p>
    <w:p w:rsidR="00587D34" w:rsidRDefault="00587D34" w:rsidP="00587D34">
      <w:pPr>
        <w:pStyle w:val="libNormal"/>
        <w:rPr>
          <w:rtl/>
        </w:rPr>
      </w:pPr>
      <w:r>
        <w:rPr>
          <w:rtl/>
        </w:rPr>
        <w:t>20</w:t>
      </w:r>
      <w:r w:rsidR="007D3118">
        <w:rPr>
          <w:rtl/>
        </w:rPr>
        <w:t xml:space="preserve">. </w:t>
      </w:r>
      <w:r>
        <w:rPr>
          <w:rtl/>
        </w:rPr>
        <w:t>خدايا اگر بنده اى توبه كرد و تو به علم غيب دانى كه توبه را خواهد شكست و به تبهكارى و گناه باز خواهد گشت</w:t>
      </w:r>
      <w:r w:rsidR="007D3118">
        <w:rPr>
          <w:rtl/>
        </w:rPr>
        <w:t xml:space="preserve">، </w:t>
      </w:r>
      <w:r>
        <w:rPr>
          <w:rtl/>
        </w:rPr>
        <w:t>من پناه ميبرم كه چنان باشم</w:t>
      </w:r>
      <w:r w:rsidR="007D3118">
        <w:rPr>
          <w:rtl/>
        </w:rPr>
        <w:t xml:space="preserve">؛ </w:t>
      </w:r>
      <w:r>
        <w:rPr>
          <w:rtl/>
        </w:rPr>
        <w:t>پس توبه مرا آخرين توبه قرار ده كه پس از آن نيازمند توبه ديگر نباشم</w:t>
      </w:r>
      <w:r w:rsidR="007D3118">
        <w:rPr>
          <w:rtl/>
        </w:rPr>
        <w:t xml:space="preserve">، </w:t>
      </w:r>
      <w:r>
        <w:rPr>
          <w:rtl/>
        </w:rPr>
        <w:t>توبه اى كه گناهان گذشته را پاك كند</w:t>
      </w:r>
      <w:r w:rsidR="007D3118">
        <w:rPr>
          <w:rtl/>
        </w:rPr>
        <w:t xml:space="preserve">، </w:t>
      </w:r>
      <w:r>
        <w:rPr>
          <w:rtl/>
        </w:rPr>
        <w:t>و در آينده از گناه بر كنار مانم</w:t>
      </w:r>
      <w:r w:rsidR="007D3118">
        <w:rPr>
          <w:rtl/>
        </w:rPr>
        <w:t xml:space="preserve">. </w:t>
      </w:r>
    </w:p>
    <w:p w:rsidR="00587D34" w:rsidRDefault="00587D34" w:rsidP="00587D34">
      <w:pPr>
        <w:pStyle w:val="libNormal"/>
        <w:rPr>
          <w:rtl/>
        </w:rPr>
      </w:pPr>
      <w:r>
        <w:rPr>
          <w:rtl/>
        </w:rPr>
        <w:t>21</w:t>
      </w:r>
      <w:r w:rsidR="007D3118">
        <w:rPr>
          <w:rtl/>
        </w:rPr>
        <w:t xml:space="preserve">. </w:t>
      </w:r>
      <w:r>
        <w:rPr>
          <w:rtl/>
        </w:rPr>
        <w:t>خدايا! من از نادانى خود نزد تو پوزش طلبم</w:t>
      </w:r>
      <w:r w:rsidR="007D3118">
        <w:rPr>
          <w:rtl/>
        </w:rPr>
        <w:t xml:space="preserve">، </w:t>
      </w:r>
      <w:r>
        <w:rPr>
          <w:rtl/>
        </w:rPr>
        <w:t>و از كار زشت خود بخشايش خواهم</w:t>
      </w:r>
      <w:r w:rsidR="007D3118">
        <w:rPr>
          <w:rtl/>
        </w:rPr>
        <w:t xml:space="preserve">، </w:t>
      </w:r>
      <w:r>
        <w:rPr>
          <w:rtl/>
        </w:rPr>
        <w:t>پس به لطف خويش مرا در پناه رحمت خود گير</w:t>
      </w:r>
      <w:r w:rsidR="007D3118">
        <w:rPr>
          <w:rtl/>
        </w:rPr>
        <w:t xml:space="preserve">، </w:t>
      </w:r>
      <w:r>
        <w:rPr>
          <w:rtl/>
        </w:rPr>
        <w:t>و به تفضل خود جامه عافيت بپوشان</w:t>
      </w:r>
      <w:r w:rsidR="007D3118">
        <w:rPr>
          <w:rtl/>
        </w:rPr>
        <w:t xml:space="preserve">. </w:t>
      </w:r>
    </w:p>
    <w:p w:rsidR="00587D34" w:rsidRDefault="00587D34" w:rsidP="00587D34">
      <w:pPr>
        <w:pStyle w:val="libNormal"/>
        <w:rPr>
          <w:rtl/>
        </w:rPr>
      </w:pPr>
      <w:r>
        <w:rPr>
          <w:rtl/>
        </w:rPr>
        <w:t>22</w:t>
      </w:r>
      <w:r w:rsidR="007D3118">
        <w:rPr>
          <w:rtl/>
        </w:rPr>
        <w:t xml:space="preserve">. </w:t>
      </w:r>
      <w:r>
        <w:rPr>
          <w:rtl/>
        </w:rPr>
        <w:t>خدايامن از هر چه مخالف اراده تو است يا ناپسنديده تر نزد تو</w:t>
      </w:r>
      <w:r w:rsidR="007D3118">
        <w:rPr>
          <w:rtl/>
        </w:rPr>
        <w:t xml:space="preserve">، </w:t>
      </w:r>
      <w:r>
        <w:rPr>
          <w:rtl/>
        </w:rPr>
        <w:t>توبه مى كنم</w:t>
      </w:r>
      <w:r w:rsidR="007D3118">
        <w:rPr>
          <w:rtl/>
        </w:rPr>
        <w:t xml:space="preserve">. </w:t>
      </w:r>
      <w:r>
        <w:rPr>
          <w:rtl/>
        </w:rPr>
        <w:t>از انديشه هاى دل يا نگاه هاى چشمم</w:t>
      </w:r>
      <w:r w:rsidR="007D3118">
        <w:rPr>
          <w:rtl/>
        </w:rPr>
        <w:t xml:space="preserve">، </w:t>
      </w:r>
      <w:r>
        <w:rPr>
          <w:rtl/>
        </w:rPr>
        <w:t>و گفتار زبان</w:t>
      </w:r>
      <w:r w:rsidR="007D3118">
        <w:rPr>
          <w:rtl/>
        </w:rPr>
        <w:t xml:space="preserve">، </w:t>
      </w:r>
      <w:r>
        <w:rPr>
          <w:rtl/>
        </w:rPr>
        <w:t>توبه اى كه هر يك از اندامهاى من از عقوبت سالم ماند</w:t>
      </w:r>
      <w:r w:rsidR="007D3118">
        <w:rPr>
          <w:rtl/>
        </w:rPr>
        <w:t xml:space="preserve">، </w:t>
      </w:r>
      <w:r>
        <w:rPr>
          <w:rtl/>
        </w:rPr>
        <w:t>و از عذاب دردناك كه متجاوزكاران مى ترسند ايمن گردد</w:t>
      </w:r>
      <w:r w:rsidR="007D3118">
        <w:rPr>
          <w:rtl/>
        </w:rPr>
        <w:t xml:space="preserve">. </w:t>
      </w:r>
    </w:p>
    <w:p w:rsidR="00587D34" w:rsidRDefault="00587D34" w:rsidP="00587D34">
      <w:pPr>
        <w:pStyle w:val="libNormal"/>
        <w:rPr>
          <w:rtl/>
        </w:rPr>
      </w:pPr>
      <w:r>
        <w:rPr>
          <w:rtl/>
        </w:rPr>
        <w:t>23</w:t>
      </w:r>
      <w:r w:rsidR="007D3118">
        <w:rPr>
          <w:rtl/>
        </w:rPr>
        <w:t xml:space="preserve">. </w:t>
      </w:r>
      <w:r>
        <w:rPr>
          <w:rtl/>
        </w:rPr>
        <w:t>خدايا به تنهائى من پيش تو طپيدن دل من از ترس تو</w:t>
      </w:r>
      <w:r w:rsidR="007D3118">
        <w:rPr>
          <w:rtl/>
        </w:rPr>
        <w:t xml:space="preserve">، </w:t>
      </w:r>
      <w:r>
        <w:rPr>
          <w:rtl/>
        </w:rPr>
        <w:t>و لرزه اندام من از بيم تو رحمت آور</w:t>
      </w:r>
      <w:r w:rsidR="007D3118">
        <w:rPr>
          <w:rtl/>
        </w:rPr>
        <w:t xml:space="preserve">. </w:t>
      </w:r>
      <w:r>
        <w:rPr>
          <w:rtl/>
        </w:rPr>
        <w:t>گناهان مرا به جايى باز داشته است در آستان تو كه رسوايى آرد</w:t>
      </w:r>
      <w:r w:rsidR="007D3118">
        <w:rPr>
          <w:rtl/>
        </w:rPr>
        <w:t xml:space="preserve">، </w:t>
      </w:r>
      <w:r>
        <w:rPr>
          <w:rtl/>
        </w:rPr>
        <w:t>اگر خاموش مانم كس از جانب من سخن نگويد</w:t>
      </w:r>
      <w:r w:rsidR="007D3118">
        <w:rPr>
          <w:rtl/>
        </w:rPr>
        <w:t xml:space="preserve">، </w:t>
      </w:r>
      <w:r>
        <w:rPr>
          <w:rtl/>
        </w:rPr>
        <w:t>و اگر خواهم شفيعى برانگيزم شايسته آن نيستم كه كسى شفاعتم كند</w:t>
      </w:r>
      <w:r w:rsidR="007D3118">
        <w:rPr>
          <w:rtl/>
        </w:rPr>
        <w:t xml:space="preserve">. </w:t>
      </w:r>
    </w:p>
    <w:p w:rsidR="00587D34" w:rsidRDefault="00587D34" w:rsidP="00587D34">
      <w:pPr>
        <w:pStyle w:val="libNormal"/>
        <w:rPr>
          <w:rtl/>
        </w:rPr>
      </w:pPr>
      <w:r>
        <w:rPr>
          <w:rtl/>
        </w:rPr>
        <w:t>24</w:t>
      </w:r>
      <w:r w:rsidR="007D3118">
        <w:rPr>
          <w:rtl/>
        </w:rPr>
        <w:t xml:space="preserve">. </w:t>
      </w:r>
      <w:r>
        <w:rPr>
          <w:rtl/>
        </w:rPr>
        <w:t>خدايا درود بر محمد و آل او فرست</w:t>
      </w:r>
      <w:r w:rsidR="007D3118">
        <w:rPr>
          <w:rtl/>
        </w:rPr>
        <w:t xml:space="preserve">، </w:t>
      </w:r>
      <w:r>
        <w:rPr>
          <w:rtl/>
        </w:rPr>
        <w:t>و كرم تو شفيع من باشد</w:t>
      </w:r>
      <w:r w:rsidR="007D3118">
        <w:rPr>
          <w:rtl/>
        </w:rPr>
        <w:t xml:space="preserve">، </w:t>
      </w:r>
      <w:r>
        <w:rPr>
          <w:rtl/>
        </w:rPr>
        <w:t>در گناان من</w:t>
      </w:r>
      <w:r w:rsidR="007D3118">
        <w:rPr>
          <w:rtl/>
        </w:rPr>
        <w:t xml:space="preserve">، </w:t>
      </w:r>
      <w:r>
        <w:rPr>
          <w:rtl/>
        </w:rPr>
        <w:t>و به عفو خود از كارهاى من درگذر</w:t>
      </w:r>
      <w:r w:rsidR="007D3118">
        <w:rPr>
          <w:rtl/>
        </w:rPr>
        <w:t xml:space="preserve">. </w:t>
      </w:r>
      <w:r>
        <w:rPr>
          <w:rtl/>
        </w:rPr>
        <w:t>و از جزايى كه در خور من است</w:t>
      </w:r>
      <w:r w:rsidR="007D3118">
        <w:rPr>
          <w:rtl/>
        </w:rPr>
        <w:t xml:space="preserve">، </w:t>
      </w:r>
      <w:r>
        <w:rPr>
          <w:rtl/>
        </w:rPr>
        <w:lastRenderedPageBreak/>
        <w:t>عقوبت تو است</w:t>
      </w:r>
      <w:r w:rsidR="007D3118">
        <w:rPr>
          <w:rtl/>
        </w:rPr>
        <w:t xml:space="preserve">، </w:t>
      </w:r>
      <w:r>
        <w:rPr>
          <w:rtl/>
        </w:rPr>
        <w:t>مرا بدان جزا مده و احسان خود را شامل حال من گردان و به پرده خود مرا بپوشان و با من آنگونه رفتار كن كه بزرگى با بنده زيردست رفتار كند</w:t>
      </w:r>
      <w:r w:rsidR="007D3118">
        <w:rPr>
          <w:rtl/>
        </w:rPr>
        <w:t xml:space="preserve">. </w:t>
      </w:r>
      <w:r>
        <w:rPr>
          <w:rtl/>
        </w:rPr>
        <w:t>اين بر سر راه آن نشسته و آن دست گرفته از زمين بر مى خيزاند</w:t>
      </w:r>
      <w:r w:rsidR="007D3118">
        <w:rPr>
          <w:rtl/>
        </w:rPr>
        <w:t xml:space="preserve">. </w:t>
      </w:r>
    </w:p>
    <w:p w:rsidR="00587D34" w:rsidRDefault="00587D34" w:rsidP="00587D34">
      <w:pPr>
        <w:pStyle w:val="libNormal"/>
        <w:rPr>
          <w:rtl/>
        </w:rPr>
      </w:pPr>
      <w:r>
        <w:rPr>
          <w:rtl/>
        </w:rPr>
        <w:t>25</w:t>
      </w:r>
      <w:r w:rsidR="007D3118">
        <w:rPr>
          <w:rtl/>
        </w:rPr>
        <w:t xml:space="preserve">. </w:t>
      </w:r>
      <w:r>
        <w:rPr>
          <w:rtl/>
        </w:rPr>
        <w:t>خدايا! مرا پناهى نيست</w:t>
      </w:r>
      <w:r w:rsidR="007D3118">
        <w:rPr>
          <w:rtl/>
        </w:rPr>
        <w:t xml:space="preserve">، </w:t>
      </w:r>
      <w:r>
        <w:rPr>
          <w:rtl/>
        </w:rPr>
        <w:t>پس عزت تو پناه من باشد</w:t>
      </w:r>
      <w:r w:rsidR="007D3118">
        <w:rPr>
          <w:rtl/>
        </w:rPr>
        <w:t xml:space="preserve">، </w:t>
      </w:r>
      <w:r>
        <w:rPr>
          <w:rtl/>
        </w:rPr>
        <w:t>و شفيعى در بارگاه تو ندارم</w:t>
      </w:r>
      <w:r w:rsidR="007D3118">
        <w:rPr>
          <w:rtl/>
        </w:rPr>
        <w:t xml:space="preserve">، </w:t>
      </w:r>
      <w:r>
        <w:rPr>
          <w:rtl/>
        </w:rPr>
        <w:t>پس فضل تو مرا شفاعت كند</w:t>
      </w:r>
      <w:r w:rsidR="007D3118">
        <w:rPr>
          <w:rtl/>
        </w:rPr>
        <w:t xml:space="preserve">. </w:t>
      </w:r>
      <w:r>
        <w:rPr>
          <w:rtl/>
        </w:rPr>
        <w:t>و گناهان مرا هولناك ساخته</w:t>
      </w:r>
      <w:r w:rsidR="007D3118">
        <w:rPr>
          <w:rtl/>
        </w:rPr>
        <w:t xml:space="preserve">، </w:t>
      </w:r>
      <w:r>
        <w:rPr>
          <w:rtl/>
        </w:rPr>
        <w:t>پس ‍ گذشت تو مرا ايمن گرداند</w:t>
      </w:r>
      <w:r w:rsidR="007D3118">
        <w:rPr>
          <w:rtl/>
        </w:rPr>
        <w:t xml:space="preserve">. </w:t>
      </w:r>
    </w:p>
    <w:p w:rsidR="00587D34" w:rsidRDefault="00587D34" w:rsidP="00587D34">
      <w:pPr>
        <w:pStyle w:val="libNormal"/>
      </w:pPr>
      <w:r>
        <w:rPr>
          <w:rtl/>
        </w:rPr>
        <w:t>26</w:t>
      </w:r>
      <w:r w:rsidR="007D3118">
        <w:rPr>
          <w:rtl/>
        </w:rPr>
        <w:t xml:space="preserve">. </w:t>
      </w:r>
      <w:r>
        <w:rPr>
          <w:rtl/>
        </w:rPr>
        <w:t>اين كه بى پروا در حضور تو زبان گشوده ام</w:t>
      </w:r>
      <w:r w:rsidR="007D3118">
        <w:rPr>
          <w:rtl/>
        </w:rPr>
        <w:t xml:space="preserve">، </w:t>
      </w:r>
      <w:r>
        <w:rPr>
          <w:rtl/>
        </w:rPr>
        <w:t>نه از آن است كه از كار شت خود بى خبرم يا عمل نكوهيده گذشته خود را فراموش كرده ام</w:t>
      </w:r>
      <w:r w:rsidR="007D3118">
        <w:rPr>
          <w:rtl/>
        </w:rPr>
        <w:t xml:space="preserve">، </w:t>
      </w:r>
      <w:r>
        <w:rPr>
          <w:rtl/>
        </w:rPr>
        <w:t xml:space="preserve">لكن براى اين است كه آسمان و اهل آسمان و زمين و ساكنان آن </w:t>
      </w:r>
      <w:r w:rsidRPr="00AA3CBA">
        <w:rPr>
          <w:rStyle w:val="libFootnotenumChar"/>
          <w:rtl/>
        </w:rPr>
        <w:t>(90</w:t>
      </w:r>
      <w:r w:rsidR="007D3118" w:rsidRPr="00AA3CBA">
        <w:rPr>
          <w:rStyle w:val="libFootnotenumChar"/>
          <w:rtl/>
        </w:rPr>
        <w:t>)</w:t>
      </w:r>
      <w:r>
        <w:rPr>
          <w:rtl/>
        </w:rPr>
        <w:t xml:space="preserve"> پشيمانى مرا كه آشكار كردم و توبه را كه سنگر خود ساختم بشنوند</w:t>
      </w:r>
      <w:r w:rsidR="007D3118">
        <w:rPr>
          <w:rtl/>
        </w:rPr>
        <w:t xml:space="preserve">. </w:t>
      </w:r>
    </w:p>
    <w:p w:rsidR="00587D34" w:rsidRDefault="00587D34" w:rsidP="00587D34">
      <w:pPr>
        <w:pStyle w:val="libNormal"/>
        <w:rPr>
          <w:rtl/>
        </w:rPr>
      </w:pPr>
      <w:r>
        <w:rPr>
          <w:rtl/>
        </w:rPr>
        <w:t>27</w:t>
      </w:r>
      <w:r w:rsidR="007D3118">
        <w:rPr>
          <w:rtl/>
        </w:rPr>
        <w:t xml:space="preserve">. </w:t>
      </w:r>
      <w:r>
        <w:rPr>
          <w:rtl/>
        </w:rPr>
        <w:t>شايد يكى از آنان به رحمت تو</w:t>
      </w:r>
      <w:r w:rsidR="007D3118">
        <w:rPr>
          <w:rtl/>
        </w:rPr>
        <w:t xml:space="preserve">، </w:t>
      </w:r>
      <w:r>
        <w:rPr>
          <w:rtl/>
        </w:rPr>
        <w:t>بدحالى مراديده دلش بسوزد يا بر حال ناخوش من رقت آرد</w:t>
      </w:r>
      <w:r w:rsidR="007D3118">
        <w:rPr>
          <w:rtl/>
        </w:rPr>
        <w:t xml:space="preserve">، </w:t>
      </w:r>
      <w:r>
        <w:rPr>
          <w:rtl/>
        </w:rPr>
        <w:t>و درباره من دعايى كند كه بيش از دعاى من در خور اجابت تو باشد</w:t>
      </w:r>
      <w:r w:rsidR="007D3118">
        <w:rPr>
          <w:rtl/>
        </w:rPr>
        <w:t xml:space="preserve">، </w:t>
      </w:r>
      <w:r>
        <w:rPr>
          <w:rtl/>
        </w:rPr>
        <w:t>يا شفاعت او نزد تو مؤ ثرتر از شفاعت من بود به سبب آن از خشم تو رهايى يابم و به خشنودى تو فيروز گردم</w:t>
      </w:r>
      <w:r w:rsidR="007D3118">
        <w:rPr>
          <w:rtl/>
        </w:rPr>
        <w:t xml:space="preserve">. </w:t>
      </w:r>
    </w:p>
    <w:p w:rsidR="00587D34" w:rsidRDefault="00587D34" w:rsidP="00587D34">
      <w:pPr>
        <w:pStyle w:val="libNormal"/>
        <w:rPr>
          <w:rtl/>
        </w:rPr>
      </w:pPr>
      <w:r>
        <w:rPr>
          <w:rtl/>
        </w:rPr>
        <w:t>28</w:t>
      </w:r>
      <w:r w:rsidR="007D3118">
        <w:rPr>
          <w:rtl/>
        </w:rPr>
        <w:t xml:space="preserve">. </w:t>
      </w:r>
      <w:r>
        <w:rPr>
          <w:rtl/>
        </w:rPr>
        <w:t>خداوندا! اگر پشيمانى توبه است</w:t>
      </w:r>
      <w:r w:rsidR="007D3118">
        <w:rPr>
          <w:rtl/>
        </w:rPr>
        <w:t xml:space="preserve">، </w:t>
      </w:r>
      <w:r>
        <w:rPr>
          <w:rtl/>
        </w:rPr>
        <w:t>من از هر پشيمانى</w:t>
      </w:r>
      <w:r w:rsidR="007D3118">
        <w:rPr>
          <w:rtl/>
        </w:rPr>
        <w:t xml:space="preserve">؛ </w:t>
      </w:r>
      <w:r>
        <w:rPr>
          <w:rtl/>
        </w:rPr>
        <w:t>پشيمانترم</w:t>
      </w:r>
      <w:r w:rsidR="007D3118">
        <w:rPr>
          <w:rtl/>
        </w:rPr>
        <w:t xml:space="preserve">، </w:t>
      </w:r>
      <w:r>
        <w:rPr>
          <w:rtl/>
        </w:rPr>
        <w:t>و اگر ترك گناه بازگشت است</w:t>
      </w:r>
      <w:r w:rsidR="007D3118">
        <w:rPr>
          <w:rtl/>
        </w:rPr>
        <w:t xml:space="preserve">، </w:t>
      </w:r>
      <w:r>
        <w:rPr>
          <w:rtl/>
        </w:rPr>
        <w:t>من پيش از همه بازگشتم</w:t>
      </w:r>
      <w:r w:rsidR="007D3118">
        <w:rPr>
          <w:rtl/>
        </w:rPr>
        <w:t xml:space="preserve">، </w:t>
      </w:r>
      <w:r>
        <w:rPr>
          <w:rtl/>
        </w:rPr>
        <w:t>و اگر طلب آمرزش گناه را ميريزد</w:t>
      </w:r>
      <w:r w:rsidR="007D3118">
        <w:rPr>
          <w:rtl/>
        </w:rPr>
        <w:t xml:space="preserve">، </w:t>
      </w:r>
      <w:r>
        <w:rPr>
          <w:rtl/>
        </w:rPr>
        <w:t>من از تو آمرش مى خواهم</w:t>
      </w:r>
      <w:r w:rsidR="007D3118">
        <w:rPr>
          <w:rtl/>
        </w:rPr>
        <w:t xml:space="preserve">. </w:t>
      </w:r>
    </w:p>
    <w:p w:rsidR="00587D34" w:rsidRDefault="00587D34" w:rsidP="00587D34">
      <w:pPr>
        <w:pStyle w:val="libNormal"/>
        <w:rPr>
          <w:rtl/>
        </w:rPr>
      </w:pPr>
      <w:r>
        <w:rPr>
          <w:rtl/>
        </w:rPr>
        <w:t>29</w:t>
      </w:r>
      <w:r w:rsidR="007D3118">
        <w:rPr>
          <w:rtl/>
        </w:rPr>
        <w:t xml:space="preserve">. </w:t>
      </w:r>
      <w:r>
        <w:rPr>
          <w:rtl/>
        </w:rPr>
        <w:t>خدايا همچنان كه به توبه امر كردى و پذيرفتن آن را وعده فرمودى</w:t>
      </w:r>
      <w:r w:rsidR="007D3118">
        <w:rPr>
          <w:rtl/>
        </w:rPr>
        <w:t xml:space="preserve">، </w:t>
      </w:r>
      <w:r>
        <w:rPr>
          <w:rtl/>
        </w:rPr>
        <w:t>و به دعا ترغيب كردى و نويد اجابت دادى</w:t>
      </w:r>
      <w:r w:rsidR="007D3118">
        <w:rPr>
          <w:rtl/>
        </w:rPr>
        <w:t xml:space="preserve">، </w:t>
      </w:r>
      <w:r>
        <w:rPr>
          <w:rtl/>
        </w:rPr>
        <w:t>پس بر محمد و آل او درود فرست</w:t>
      </w:r>
      <w:r w:rsidR="007D3118">
        <w:rPr>
          <w:rtl/>
        </w:rPr>
        <w:t xml:space="preserve">، </w:t>
      </w:r>
      <w:r>
        <w:rPr>
          <w:rtl/>
        </w:rPr>
        <w:t>و توبه مرا بپذير</w:t>
      </w:r>
      <w:r w:rsidR="007D3118">
        <w:rPr>
          <w:rtl/>
        </w:rPr>
        <w:t xml:space="preserve">، </w:t>
      </w:r>
      <w:r>
        <w:rPr>
          <w:rtl/>
        </w:rPr>
        <w:t>و مرا از رحمت خود نااميد باز مگردان كه توبه گناهكاران را قبول مى فرمايى</w:t>
      </w:r>
      <w:r w:rsidR="007D3118">
        <w:rPr>
          <w:rtl/>
        </w:rPr>
        <w:t xml:space="preserve">، </w:t>
      </w:r>
      <w:r>
        <w:rPr>
          <w:rtl/>
        </w:rPr>
        <w:t>و نسبت به خطاكارانى كه پشيمان شده اند</w:t>
      </w:r>
      <w:r w:rsidR="007D3118">
        <w:rPr>
          <w:rtl/>
        </w:rPr>
        <w:t xml:space="preserve">؛ </w:t>
      </w:r>
      <w:r>
        <w:rPr>
          <w:rtl/>
        </w:rPr>
        <w:t>مهربانى</w:t>
      </w:r>
      <w:r w:rsidR="007D3118">
        <w:rPr>
          <w:rtl/>
        </w:rPr>
        <w:t xml:space="preserve">. </w:t>
      </w:r>
    </w:p>
    <w:p w:rsidR="00587D34" w:rsidRDefault="00587D34" w:rsidP="00587D34">
      <w:pPr>
        <w:pStyle w:val="libNormal"/>
        <w:rPr>
          <w:rtl/>
        </w:rPr>
      </w:pPr>
      <w:r>
        <w:rPr>
          <w:rtl/>
        </w:rPr>
        <w:lastRenderedPageBreak/>
        <w:t>30 خدايا درود بر محمد و آل او فرست چنان كه ما را راه نمودى</w:t>
      </w:r>
      <w:r w:rsidR="007D3118">
        <w:rPr>
          <w:rtl/>
        </w:rPr>
        <w:t xml:space="preserve">، </w:t>
      </w:r>
      <w:r>
        <w:rPr>
          <w:rtl/>
        </w:rPr>
        <w:t>و بر محمد و آل او درود فرست چنان كه ما را به سبب او رستگار فرمودى</w:t>
      </w:r>
      <w:r w:rsidR="007D3118">
        <w:rPr>
          <w:rtl/>
        </w:rPr>
        <w:t xml:space="preserve">، </w:t>
      </w:r>
      <w:r>
        <w:rPr>
          <w:rtl/>
        </w:rPr>
        <w:t>و بر محمد و آل او درود فرست</w:t>
      </w:r>
      <w:r w:rsidR="007D3118">
        <w:rPr>
          <w:rtl/>
        </w:rPr>
        <w:t xml:space="preserve">، </w:t>
      </w:r>
      <w:r>
        <w:rPr>
          <w:rtl/>
        </w:rPr>
        <w:t>درودى كه روز رستاخيز كه روز نيازمندى ما است شفيع ما باشد</w:t>
      </w:r>
      <w:r w:rsidR="007D3118">
        <w:rPr>
          <w:rtl/>
        </w:rPr>
        <w:t xml:space="preserve">. </w:t>
      </w:r>
      <w:r>
        <w:rPr>
          <w:rtl/>
        </w:rPr>
        <w:t>تو بر هر چيز قادرى و هر كار بر تو آسان است</w:t>
      </w:r>
      <w:r w:rsidR="007D3118">
        <w:rPr>
          <w:rtl/>
        </w:rPr>
        <w:t xml:space="preserve">. </w:t>
      </w:r>
      <w:r w:rsidRPr="00AA3CBA">
        <w:rPr>
          <w:rStyle w:val="libFootnotenumChar"/>
          <w:rtl/>
        </w:rPr>
        <w:t>(91</w:t>
      </w:r>
      <w:r w:rsidR="007D3118" w:rsidRPr="00AA3CBA">
        <w:rPr>
          <w:rStyle w:val="libFootnotenumChar"/>
          <w:rtl/>
        </w:rPr>
        <w:t>)</w:t>
      </w:r>
    </w:p>
    <w:p w:rsidR="00587D34" w:rsidRDefault="00D438E0" w:rsidP="004C63D0">
      <w:pPr>
        <w:pStyle w:val="Heading2"/>
        <w:rPr>
          <w:rtl/>
        </w:rPr>
      </w:pPr>
      <w:r>
        <w:br w:type="page"/>
      </w:r>
      <w:bookmarkStart w:id="68" w:name="_Toc394915197"/>
      <w:r w:rsidR="00AA3CBA">
        <w:lastRenderedPageBreak/>
        <w:t>32</w:t>
      </w:r>
      <w:r w:rsidR="00AA3CBA">
        <w:rPr>
          <w:rtl/>
        </w:rPr>
        <w:t xml:space="preserve"> وَ كَانَ مِنْ دُعَائِهِ عَلَيْهِ السَّلامُ بَعْدَ الْفَرَاغِ مِنْ صَلاةِ اللَّيْلِ لِنَفْسِهِ فِى الاعْتِرَافِ بِالذَّنْبِ:</w:t>
      </w:r>
      <w:bookmarkEnd w:id="68"/>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يَا ذَا الْمُلْكِ الْمُتَأَبِّدِ بِالْخُلُودِ</w:t>
      </w:r>
    </w:p>
    <w:p w:rsidR="00587D34" w:rsidRDefault="00587D34" w:rsidP="00587D34">
      <w:pPr>
        <w:pStyle w:val="libNormal"/>
        <w:rPr>
          <w:rtl/>
        </w:rPr>
      </w:pPr>
      <w:r>
        <w:rPr>
          <w:rtl/>
        </w:rPr>
        <w:t>(2</w:t>
      </w:r>
      <w:r w:rsidR="007D3118">
        <w:rPr>
          <w:rtl/>
        </w:rPr>
        <w:t xml:space="preserve">) </w:t>
      </w:r>
      <w:r>
        <w:rPr>
          <w:rtl/>
        </w:rPr>
        <w:t>وَ السُّلْطَانِ الْمُمْتَنِعِ بِغَيْرِ جُنُودٍ وَ لا أَعْوَانٍ</w:t>
      </w:r>
      <w:r w:rsidR="007D3118">
        <w:rPr>
          <w:rtl/>
        </w:rPr>
        <w:t xml:space="preserve">. </w:t>
      </w:r>
    </w:p>
    <w:p w:rsidR="00587D34" w:rsidRDefault="00587D34" w:rsidP="00587D34">
      <w:pPr>
        <w:pStyle w:val="libNormal"/>
        <w:rPr>
          <w:rtl/>
        </w:rPr>
      </w:pPr>
      <w:r>
        <w:rPr>
          <w:rtl/>
        </w:rPr>
        <w:t>(3</w:t>
      </w:r>
      <w:r w:rsidR="007D3118">
        <w:rPr>
          <w:rtl/>
        </w:rPr>
        <w:t xml:space="preserve">) </w:t>
      </w:r>
      <w:r>
        <w:rPr>
          <w:rtl/>
        </w:rPr>
        <w:t>وَ الْعِزِّ الْبَاقِى عَلَى مَرِّ الدُّهُورِ وَ خَوَالِى الْأَعْوَامِ وَ مَوَاضِى الْأَزمَانِ وَ الْأَيَّامِ</w:t>
      </w:r>
    </w:p>
    <w:p w:rsidR="00587D34" w:rsidRDefault="00587D34" w:rsidP="00587D34">
      <w:pPr>
        <w:pStyle w:val="libNormal"/>
        <w:rPr>
          <w:rtl/>
        </w:rPr>
      </w:pPr>
      <w:r>
        <w:rPr>
          <w:rtl/>
        </w:rPr>
        <w:t>(4</w:t>
      </w:r>
      <w:r w:rsidR="007D3118">
        <w:rPr>
          <w:rtl/>
        </w:rPr>
        <w:t xml:space="preserve">) </w:t>
      </w:r>
      <w:r>
        <w:rPr>
          <w:rtl/>
        </w:rPr>
        <w:t>عَزَّ سُلْطَانُكَ عِزّا لا حَدَّ لَهُ بِأَوَّلِيَّةٍ</w:t>
      </w:r>
      <w:r w:rsidR="007D3118">
        <w:rPr>
          <w:rtl/>
        </w:rPr>
        <w:t xml:space="preserve">، </w:t>
      </w:r>
      <w:r>
        <w:rPr>
          <w:rtl/>
        </w:rPr>
        <w:t>وَ لا مُنْتَهَى لَهُ بِآخِرِيَّةٍ</w:t>
      </w:r>
    </w:p>
    <w:p w:rsidR="00587D34" w:rsidRDefault="00587D34" w:rsidP="00587D34">
      <w:pPr>
        <w:pStyle w:val="libNormal"/>
        <w:rPr>
          <w:rtl/>
        </w:rPr>
      </w:pPr>
      <w:r>
        <w:rPr>
          <w:rtl/>
        </w:rPr>
        <w:t>(5</w:t>
      </w:r>
      <w:r w:rsidR="007D3118">
        <w:rPr>
          <w:rtl/>
        </w:rPr>
        <w:t xml:space="preserve">) </w:t>
      </w:r>
      <w:r>
        <w:rPr>
          <w:rtl/>
        </w:rPr>
        <w:t>وَ اسْتَعْلَى مُلْكُكَ عَلُوّا سَقَطَتِ الْأَشْيَاءُ دُونَ بُلُوغِ أَمَدِهِ</w:t>
      </w:r>
    </w:p>
    <w:p w:rsidR="00587D34" w:rsidRDefault="00587D34" w:rsidP="00587D34">
      <w:pPr>
        <w:pStyle w:val="libNormal"/>
        <w:rPr>
          <w:rtl/>
        </w:rPr>
      </w:pPr>
      <w:r>
        <w:rPr>
          <w:rtl/>
        </w:rPr>
        <w:t>(6</w:t>
      </w:r>
      <w:r w:rsidR="007D3118">
        <w:rPr>
          <w:rtl/>
        </w:rPr>
        <w:t xml:space="preserve">) </w:t>
      </w:r>
      <w:r>
        <w:rPr>
          <w:rtl/>
        </w:rPr>
        <w:t>وَ لا يَبْلُغُ أَدْنَى مَا اسْتَأْثَرْتَ بِهِ مِنْ ذَلِكَ أَقْصَى نَعْتِ النَّاعِتِينَ</w:t>
      </w:r>
      <w:r w:rsidR="007D3118">
        <w:rPr>
          <w:rtl/>
        </w:rPr>
        <w:t xml:space="preserve">. </w:t>
      </w:r>
    </w:p>
    <w:p w:rsidR="00587D34" w:rsidRDefault="00587D34" w:rsidP="00587D34">
      <w:pPr>
        <w:pStyle w:val="libNormal"/>
        <w:rPr>
          <w:rtl/>
        </w:rPr>
      </w:pPr>
      <w:r>
        <w:rPr>
          <w:rtl/>
        </w:rPr>
        <w:t>(7</w:t>
      </w:r>
      <w:r w:rsidR="007D3118">
        <w:rPr>
          <w:rtl/>
        </w:rPr>
        <w:t xml:space="preserve">) </w:t>
      </w:r>
      <w:r>
        <w:rPr>
          <w:rtl/>
        </w:rPr>
        <w:t>ضَلَّتْ فِيكَ الصِّفَاتُ</w:t>
      </w:r>
      <w:r w:rsidR="007D3118">
        <w:rPr>
          <w:rtl/>
        </w:rPr>
        <w:t xml:space="preserve">، </w:t>
      </w:r>
      <w:r>
        <w:rPr>
          <w:rtl/>
        </w:rPr>
        <w:t>وَ تَفَسَّخَتْ دُونَكَ النُّعُوتُ</w:t>
      </w:r>
      <w:r w:rsidR="007D3118">
        <w:rPr>
          <w:rtl/>
        </w:rPr>
        <w:t xml:space="preserve">، </w:t>
      </w:r>
      <w:r>
        <w:rPr>
          <w:rtl/>
        </w:rPr>
        <w:t>وَ حَارَتْ فِى كِبْرِيَائِكَ لَطَائِفُ الْأَوْهَامِ</w:t>
      </w:r>
    </w:p>
    <w:p w:rsidR="00587D34" w:rsidRDefault="00587D34" w:rsidP="00587D34">
      <w:pPr>
        <w:pStyle w:val="libNormal"/>
        <w:rPr>
          <w:rtl/>
        </w:rPr>
      </w:pPr>
      <w:r>
        <w:rPr>
          <w:rtl/>
        </w:rPr>
        <w:t>(8</w:t>
      </w:r>
      <w:r w:rsidR="007D3118">
        <w:rPr>
          <w:rtl/>
        </w:rPr>
        <w:t xml:space="preserve">) </w:t>
      </w:r>
      <w:r>
        <w:rPr>
          <w:rtl/>
        </w:rPr>
        <w:t>كَذَلِكَ أَنْتَ اللَّهُ الْأَوَّلُ فِى أَوَّلِيَّتِكَ</w:t>
      </w:r>
      <w:r w:rsidR="007D3118">
        <w:rPr>
          <w:rtl/>
        </w:rPr>
        <w:t xml:space="preserve">، </w:t>
      </w:r>
      <w:r>
        <w:rPr>
          <w:rtl/>
        </w:rPr>
        <w:t>وَ عَلَى ذَلِكَ أَنْتَ دَائِمٌ لا تَزُولُ</w:t>
      </w:r>
    </w:p>
    <w:p w:rsidR="00587D34" w:rsidRDefault="00587D34" w:rsidP="00587D34">
      <w:pPr>
        <w:pStyle w:val="libNormal"/>
        <w:rPr>
          <w:rtl/>
        </w:rPr>
      </w:pPr>
      <w:r>
        <w:rPr>
          <w:rtl/>
        </w:rPr>
        <w:t>(9</w:t>
      </w:r>
      <w:r w:rsidR="007D3118">
        <w:rPr>
          <w:rtl/>
        </w:rPr>
        <w:t xml:space="preserve">) </w:t>
      </w:r>
      <w:r>
        <w:rPr>
          <w:rtl/>
        </w:rPr>
        <w:t>وَ أَنَا الْعَبْدُ الضَّعِيفُ عَمَلا</w:t>
      </w:r>
      <w:r w:rsidR="007D3118">
        <w:rPr>
          <w:rtl/>
        </w:rPr>
        <w:t xml:space="preserve">، </w:t>
      </w:r>
      <w:r>
        <w:rPr>
          <w:rtl/>
        </w:rPr>
        <w:t>الْجَسِيمُ أَمَلا</w:t>
      </w:r>
      <w:r w:rsidR="007D3118">
        <w:rPr>
          <w:rtl/>
        </w:rPr>
        <w:t xml:space="preserve">، </w:t>
      </w:r>
      <w:r>
        <w:rPr>
          <w:rtl/>
        </w:rPr>
        <w:t>خَرَجَتْ مِنْ يَدِى أَسْبَابُ الْوُصُلاتِ إِلا مَا وَصَلَهُ رَحْمَتُكَ</w:t>
      </w:r>
      <w:r w:rsidR="007D3118">
        <w:rPr>
          <w:rtl/>
        </w:rPr>
        <w:t xml:space="preserve">، </w:t>
      </w:r>
      <w:r>
        <w:rPr>
          <w:rtl/>
        </w:rPr>
        <w:t>وَ تَقَطَّعَتْ عَنِّى عِصَمُ الاْمَالِ إِلا مَا أَنَا مُعْتَصِمٌ بِهِ مِنْ عَفْوِكَ</w:t>
      </w:r>
    </w:p>
    <w:p w:rsidR="00587D34" w:rsidRDefault="00587D34" w:rsidP="00587D34">
      <w:pPr>
        <w:pStyle w:val="libNormal"/>
        <w:rPr>
          <w:rtl/>
        </w:rPr>
      </w:pPr>
      <w:r>
        <w:rPr>
          <w:rtl/>
        </w:rPr>
        <w:t>(10</w:t>
      </w:r>
      <w:r w:rsidR="007D3118">
        <w:rPr>
          <w:rtl/>
        </w:rPr>
        <w:t xml:space="preserve">) </w:t>
      </w:r>
      <w:r>
        <w:rPr>
          <w:rtl/>
        </w:rPr>
        <w:t>قَلَّ عِنْدِى مَا أَعْتَدُّ بِهِ مِنْ طَاعَتِكَ</w:t>
      </w:r>
      <w:r w:rsidR="007D3118">
        <w:rPr>
          <w:rtl/>
        </w:rPr>
        <w:t xml:space="preserve">، </w:t>
      </w:r>
      <w:r>
        <w:rPr>
          <w:rtl/>
        </w:rPr>
        <w:t>و كَثُرَ عَلَيَّ مَا أَبُوءُ بِهِ مِنْ مَعْصِيَتِكَ وَ لَنْ يَضِيقَ عَلَيْكَ عَفْوٌ عَنْ عَبْدِكَ وَ إِنْ أَسَاءَ</w:t>
      </w:r>
      <w:r w:rsidR="007D3118">
        <w:rPr>
          <w:rtl/>
        </w:rPr>
        <w:t xml:space="preserve">، </w:t>
      </w:r>
      <w:r>
        <w:rPr>
          <w:rtl/>
        </w:rPr>
        <w:t>فَاعْفُ عَنِّى</w:t>
      </w:r>
      <w:r w:rsidR="007D3118">
        <w:rPr>
          <w:rtl/>
        </w:rPr>
        <w:t xml:space="preserve">. </w:t>
      </w:r>
    </w:p>
    <w:p w:rsidR="00587D34" w:rsidRDefault="00587D34" w:rsidP="00587D34">
      <w:pPr>
        <w:pStyle w:val="libNormal"/>
        <w:rPr>
          <w:rtl/>
        </w:rPr>
      </w:pPr>
      <w:r>
        <w:rPr>
          <w:rtl/>
        </w:rPr>
        <w:t>(11</w:t>
      </w:r>
      <w:r w:rsidR="007D3118">
        <w:rPr>
          <w:rtl/>
        </w:rPr>
        <w:t xml:space="preserve">) </w:t>
      </w:r>
      <w:r>
        <w:rPr>
          <w:rtl/>
        </w:rPr>
        <w:t>اللَّهُمَّ وَ قَدْ أَشْرَفَ عَلَى خَفَايَا الْأَعْمَالِ عِلْمُكَ</w:t>
      </w:r>
      <w:r w:rsidR="007D3118">
        <w:rPr>
          <w:rtl/>
        </w:rPr>
        <w:t xml:space="preserve">، </w:t>
      </w:r>
      <w:r>
        <w:rPr>
          <w:rtl/>
        </w:rPr>
        <w:t>وَ انْكَشَفَ كُلُّ مَسْتُورٍ دُونَ خُبْرِكَ</w:t>
      </w:r>
      <w:r w:rsidR="007D3118">
        <w:rPr>
          <w:rtl/>
        </w:rPr>
        <w:t xml:space="preserve">، </w:t>
      </w:r>
      <w:r>
        <w:rPr>
          <w:rtl/>
        </w:rPr>
        <w:t>وَ لا تَنْطَوِى عَنْكَ دَقَائِقُ الْأُمُورِ</w:t>
      </w:r>
      <w:r w:rsidR="007D3118">
        <w:rPr>
          <w:rtl/>
        </w:rPr>
        <w:t xml:space="preserve">، </w:t>
      </w:r>
      <w:r>
        <w:rPr>
          <w:rtl/>
        </w:rPr>
        <w:t>وَ لا تَعْزُبُ عَنْكَ غَيِّبَاتُ السَّرَائِرِ</w:t>
      </w:r>
    </w:p>
    <w:p w:rsidR="00587D34" w:rsidRDefault="00587D34" w:rsidP="00587D34">
      <w:pPr>
        <w:pStyle w:val="libNormal"/>
        <w:rPr>
          <w:rtl/>
        </w:rPr>
      </w:pPr>
      <w:r>
        <w:rPr>
          <w:rtl/>
        </w:rPr>
        <w:t>(12</w:t>
      </w:r>
      <w:r w:rsidR="007D3118">
        <w:rPr>
          <w:rtl/>
        </w:rPr>
        <w:t xml:space="preserve">) </w:t>
      </w:r>
      <w:r>
        <w:rPr>
          <w:rtl/>
        </w:rPr>
        <w:t>وَ قَدِ اسْتَحْوَذَ عَلَيَّ عَدُوُّكَ الَّذِى اسْتَنْظَرَكَ لِغَوَايَتِى فَأَنْظَرْتَهُ</w:t>
      </w:r>
      <w:r w:rsidR="007D3118">
        <w:rPr>
          <w:rtl/>
        </w:rPr>
        <w:t xml:space="preserve">، </w:t>
      </w:r>
      <w:r>
        <w:rPr>
          <w:rtl/>
        </w:rPr>
        <w:t>وَ اسْتَمْهَلَكَ إِلَى يَوْمِ الدِّينِ لِإِضْلالِى فَأَمْهَلْتَهُ</w:t>
      </w:r>
      <w:r w:rsidR="007D3118">
        <w:rPr>
          <w:rtl/>
        </w:rPr>
        <w:t xml:space="preserve">. </w:t>
      </w:r>
    </w:p>
    <w:p w:rsidR="00587D34" w:rsidRDefault="00587D34" w:rsidP="00587D34">
      <w:pPr>
        <w:pStyle w:val="libNormal"/>
        <w:rPr>
          <w:rtl/>
        </w:rPr>
      </w:pPr>
      <w:r>
        <w:rPr>
          <w:rtl/>
        </w:rPr>
        <w:t>(13</w:t>
      </w:r>
      <w:r w:rsidR="007D3118">
        <w:rPr>
          <w:rtl/>
        </w:rPr>
        <w:t xml:space="preserve">) </w:t>
      </w:r>
      <w:r>
        <w:rPr>
          <w:rtl/>
        </w:rPr>
        <w:t>فَأَوْقَعَنِى وَ قَدْ هَرَبْتُ إِلَيْكَ مِنْ صَغَائِرِ ذُنُوبٍ مُوبِقَةٍ</w:t>
      </w:r>
      <w:r w:rsidR="007D3118">
        <w:rPr>
          <w:rtl/>
        </w:rPr>
        <w:t xml:space="preserve">، </w:t>
      </w:r>
      <w:r>
        <w:rPr>
          <w:rtl/>
        </w:rPr>
        <w:t>وَ كَبَائِرِ أَعْمَالٍ مُرْدِيَةٍ حَتَّى إِذَا قَارَفْتُ مَعْصِيَتَكَ</w:t>
      </w:r>
      <w:r w:rsidR="007D3118">
        <w:rPr>
          <w:rtl/>
        </w:rPr>
        <w:t xml:space="preserve">، </w:t>
      </w:r>
      <w:r>
        <w:rPr>
          <w:rtl/>
        </w:rPr>
        <w:t>وَ اسْتَوْجَبْتُ بِسُوءِ سَعْيِى سَخْطَتَكَ</w:t>
      </w:r>
      <w:r w:rsidR="007D3118">
        <w:rPr>
          <w:rtl/>
        </w:rPr>
        <w:t xml:space="preserve">، </w:t>
      </w:r>
      <w:r>
        <w:rPr>
          <w:rtl/>
        </w:rPr>
        <w:t xml:space="preserve">فَتَلَ عَنِّى عِذَارَ </w:t>
      </w:r>
      <w:r>
        <w:rPr>
          <w:rtl/>
        </w:rPr>
        <w:lastRenderedPageBreak/>
        <w:t>غَدْرِهِ</w:t>
      </w:r>
      <w:r w:rsidR="007D3118">
        <w:rPr>
          <w:rtl/>
        </w:rPr>
        <w:t xml:space="preserve">، </w:t>
      </w:r>
      <w:r>
        <w:rPr>
          <w:rtl/>
        </w:rPr>
        <w:t>وَ تَلَقَّانِى بِكَلِمَةِ كُفْرِهِ</w:t>
      </w:r>
      <w:r w:rsidR="007D3118">
        <w:rPr>
          <w:rtl/>
        </w:rPr>
        <w:t xml:space="preserve">، </w:t>
      </w:r>
      <w:r>
        <w:rPr>
          <w:rtl/>
        </w:rPr>
        <w:t>وَ تَوَلَّى الْبَرَاءَةَ مِنِّى</w:t>
      </w:r>
      <w:r w:rsidR="007D3118">
        <w:rPr>
          <w:rtl/>
        </w:rPr>
        <w:t xml:space="preserve">، </w:t>
      </w:r>
      <w:r>
        <w:rPr>
          <w:rtl/>
        </w:rPr>
        <w:t>وَ أَدْبَرَ مُوَلِّيا عَنِّى</w:t>
      </w:r>
      <w:r w:rsidR="007D3118">
        <w:rPr>
          <w:rtl/>
        </w:rPr>
        <w:t xml:space="preserve">، </w:t>
      </w:r>
      <w:r>
        <w:rPr>
          <w:rtl/>
        </w:rPr>
        <w:t>فَأَصْحَرَنِى لِغَضَبِكَ فَرِيدا</w:t>
      </w:r>
      <w:r w:rsidR="007D3118">
        <w:rPr>
          <w:rtl/>
        </w:rPr>
        <w:t xml:space="preserve">، </w:t>
      </w:r>
      <w:r>
        <w:rPr>
          <w:rtl/>
        </w:rPr>
        <w:t>وَ أَخْرَجَنِى إِلَى فِنَاءِ نَقِمَتِكَ طَرِيدا</w:t>
      </w:r>
      <w:r w:rsidR="007D3118">
        <w:rPr>
          <w:rtl/>
        </w:rPr>
        <w:t xml:space="preserve">. </w:t>
      </w:r>
    </w:p>
    <w:p w:rsidR="00587D34" w:rsidRDefault="00587D34" w:rsidP="00587D34">
      <w:pPr>
        <w:pStyle w:val="libNormal"/>
        <w:rPr>
          <w:rtl/>
        </w:rPr>
      </w:pPr>
      <w:r>
        <w:rPr>
          <w:rtl/>
        </w:rPr>
        <w:t>(14</w:t>
      </w:r>
      <w:r w:rsidR="007D3118">
        <w:rPr>
          <w:rtl/>
        </w:rPr>
        <w:t xml:space="preserve">) </w:t>
      </w:r>
      <w:r>
        <w:rPr>
          <w:rtl/>
        </w:rPr>
        <w:t>لا شَفِيعٌ يَشْفَعُ لِى إِلَيْكَ</w:t>
      </w:r>
      <w:r w:rsidR="007D3118">
        <w:rPr>
          <w:rtl/>
        </w:rPr>
        <w:t xml:space="preserve">، </w:t>
      </w:r>
      <w:r>
        <w:rPr>
          <w:rtl/>
        </w:rPr>
        <w:t>وَ لا خَفِيرٌ يُؤْمِنُنِى عَلَيْكَ</w:t>
      </w:r>
      <w:r w:rsidR="007D3118">
        <w:rPr>
          <w:rtl/>
        </w:rPr>
        <w:t xml:space="preserve">، </w:t>
      </w:r>
      <w:r>
        <w:rPr>
          <w:rtl/>
        </w:rPr>
        <w:t>وَ لا حِصْنٌ يَحْجُبُنِى عَنْكَ</w:t>
      </w:r>
      <w:r w:rsidR="007D3118">
        <w:rPr>
          <w:rtl/>
        </w:rPr>
        <w:t xml:space="preserve">، </w:t>
      </w:r>
      <w:r>
        <w:rPr>
          <w:rtl/>
        </w:rPr>
        <w:t>وَ لا مَلاذٌ أَلْجَأُ إِلَيْهِ مِنْكَ</w:t>
      </w:r>
      <w:r w:rsidR="007D3118">
        <w:rPr>
          <w:rtl/>
        </w:rPr>
        <w:t xml:space="preserve">. </w:t>
      </w:r>
    </w:p>
    <w:p w:rsidR="00587D34" w:rsidRDefault="00587D34" w:rsidP="00587D34">
      <w:pPr>
        <w:pStyle w:val="libNormal"/>
        <w:rPr>
          <w:rtl/>
        </w:rPr>
      </w:pPr>
      <w:r>
        <w:rPr>
          <w:rtl/>
        </w:rPr>
        <w:t>(15</w:t>
      </w:r>
      <w:r w:rsidR="007D3118">
        <w:rPr>
          <w:rtl/>
        </w:rPr>
        <w:t xml:space="preserve">) </w:t>
      </w:r>
      <w:r>
        <w:rPr>
          <w:rtl/>
        </w:rPr>
        <w:t>فَهَذَا مَقَامُ الْعَائِذِ بِكَ</w:t>
      </w:r>
      <w:r w:rsidR="007D3118">
        <w:rPr>
          <w:rtl/>
        </w:rPr>
        <w:t xml:space="preserve">، </w:t>
      </w:r>
      <w:r>
        <w:rPr>
          <w:rtl/>
        </w:rPr>
        <w:t>وَ مَحَلُّ الْمُعْتَرِفِ لَكَ</w:t>
      </w:r>
      <w:r w:rsidR="007D3118">
        <w:rPr>
          <w:rtl/>
        </w:rPr>
        <w:t xml:space="preserve">، </w:t>
      </w:r>
      <w:r>
        <w:rPr>
          <w:rtl/>
        </w:rPr>
        <w:t>فَلا يَضِيقَنَّ عَنِّى فَضْلُكَ</w:t>
      </w:r>
      <w:r w:rsidR="007D3118">
        <w:rPr>
          <w:rtl/>
        </w:rPr>
        <w:t xml:space="preserve">، </w:t>
      </w:r>
      <w:r>
        <w:rPr>
          <w:rtl/>
        </w:rPr>
        <w:t>وَ لا يَقْصُرَنَّ دُونِى عَفْوُكَ</w:t>
      </w:r>
      <w:r w:rsidR="007D3118">
        <w:rPr>
          <w:rtl/>
        </w:rPr>
        <w:t xml:space="preserve">، </w:t>
      </w:r>
      <w:r>
        <w:rPr>
          <w:rtl/>
        </w:rPr>
        <w:t>وَ لا أَكُنْ أَخْيَبَ عِبَادِكَ التَّائِبِينَ</w:t>
      </w:r>
      <w:r w:rsidR="007D3118">
        <w:rPr>
          <w:rtl/>
        </w:rPr>
        <w:t xml:space="preserve">، </w:t>
      </w:r>
      <w:r>
        <w:rPr>
          <w:rtl/>
        </w:rPr>
        <w:t>وَ لا أَقْنَطَ وُفُودِكَ الاْمِلِينَ</w:t>
      </w:r>
      <w:r w:rsidR="007D3118">
        <w:rPr>
          <w:rtl/>
        </w:rPr>
        <w:t xml:space="preserve">، </w:t>
      </w:r>
      <w:r>
        <w:rPr>
          <w:rtl/>
        </w:rPr>
        <w:t>وَ اغْفِرْ لِى</w:t>
      </w:r>
      <w:r w:rsidR="007D3118">
        <w:rPr>
          <w:rtl/>
        </w:rPr>
        <w:t xml:space="preserve">، </w:t>
      </w:r>
      <w:r>
        <w:rPr>
          <w:rtl/>
        </w:rPr>
        <w:t>إِنَّكَ خَيْرُ الْغَافِرِينَ</w:t>
      </w:r>
      <w:r w:rsidR="007D3118">
        <w:rPr>
          <w:rtl/>
        </w:rPr>
        <w:t xml:space="preserve">. </w:t>
      </w:r>
    </w:p>
    <w:p w:rsidR="00587D34" w:rsidRDefault="00587D34" w:rsidP="00587D34">
      <w:pPr>
        <w:pStyle w:val="libNormal"/>
        <w:rPr>
          <w:rtl/>
        </w:rPr>
      </w:pPr>
      <w:r>
        <w:rPr>
          <w:rtl/>
        </w:rPr>
        <w:t>(16</w:t>
      </w:r>
      <w:r w:rsidR="007D3118">
        <w:rPr>
          <w:rtl/>
        </w:rPr>
        <w:t xml:space="preserve">) </w:t>
      </w:r>
      <w:r>
        <w:rPr>
          <w:rtl/>
        </w:rPr>
        <w:t>اللَّهُمَّ إِنَّكَ أَمَرْتَنِى فَتَرَكْتُ</w:t>
      </w:r>
      <w:r w:rsidR="007D3118">
        <w:rPr>
          <w:rtl/>
        </w:rPr>
        <w:t xml:space="preserve">، </w:t>
      </w:r>
      <w:r>
        <w:rPr>
          <w:rtl/>
        </w:rPr>
        <w:t>وَ نَهَيْتَنِى فَرَكِبْتُ</w:t>
      </w:r>
      <w:r w:rsidR="007D3118">
        <w:rPr>
          <w:rtl/>
        </w:rPr>
        <w:t xml:space="preserve">، </w:t>
      </w:r>
      <w:r>
        <w:rPr>
          <w:rtl/>
        </w:rPr>
        <w:t>وَ سَوَّلَ لِىَ الْخَطَاءَ خَاطِرُ السُّوءِ فَفَرَّطْتُ</w:t>
      </w:r>
      <w:r w:rsidR="007D3118">
        <w:rPr>
          <w:rtl/>
        </w:rPr>
        <w:t xml:space="preserve">. </w:t>
      </w:r>
    </w:p>
    <w:p w:rsidR="00587D34" w:rsidRDefault="00587D34" w:rsidP="00587D34">
      <w:pPr>
        <w:pStyle w:val="libNormal"/>
        <w:rPr>
          <w:rtl/>
        </w:rPr>
      </w:pPr>
      <w:r>
        <w:rPr>
          <w:rtl/>
        </w:rPr>
        <w:t>(17</w:t>
      </w:r>
      <w:r w:rsidR="007D3118">
        <w:rPr>
          <w:rtl/>
        </w:rPr>
        <w:t xml:space="preserve">) </w:t>
      </w:r>
      <w:r>
        <w:rPr>
          <w:rtl/>
        </w:rPr>
        <w:t>وَ لا أَسْتَشْهِدُ عَلَى صِيَامِى نَهَارا</w:t>
      </w:r>
      <w:r w:rsidR="007D3118">
        <w:rPr>
          <w:rtl/>
        </w:rPr>
        <w:t xml:space="preserve">، </w:t>
      </w:r>
      <w:r>
        <w:rPr>
          <w:rtl/>
        </w:rPr>
        <w:t>وَ لا أَسْتَجِيرُ بِتَهَجُّدِى لَيْلا</w:t>
      </w:r>
      <w:r w:rsidR="007D3118">
        <w:rPr>
          <w:rtl/>
        </w:rPr>
        <w:t xml:space="preserve">، </w:t>
      </w:r>
      <w:r>
        <w:rPr>
          <w:rtl/>
        </w:rPr>
        <w:t>وَ لا تُثْنِى عَلَيَّ بِإِحْيَائِهَا سُنَّةٌ حَاشَا فُرُوضِكَ الَّتِى مَنْ ضَيَّعَهَا هَلَكَ</w:t>
      </w:r>
      <w:r w:rsidR="007D3118">
        <w:rPr>
          <w:rtl/>
        </w:rPr>
        <w:t xml:space="preserve">. </w:t>
      </w:r>
    </w:p>
    <w:p w:rsidR="00587D34" w:rsidRDefault="00587D34" w:rsidP="00587D34">
      <w:pPr>
        <w:pStyle w:val="libNormal"/>
        <w:rPr>
          <w:rtl/>
        </w:rPr>
      </w:pPr>
      <w:r>
        <w:rPr>
          <w:rtl/>
        </w:rPr>
        <w:t>(18</w:t>
      </w:r>
      <w:r w:rsidR="007D3118">
        <w:rPr>
          <w:rtl/>
        </w:rPr>
        <w:t xml:space="preserve">) </w:t>
      </w:r>
      <w:r>
        <w:rPr>
          <w:rtl/>
        </w:rPr>
        <w:t>وَ لَسْتُ أَتَوَسَّلُ إِلَيْكَ بِفَضْلِ نَافِلَةٍ مَعَ كَثِيرِ مَا أَغْفَلْتُ مِنْ وَظَائِفِ فُرُوضِكَ</w:t>
      </w:r>
      <w:r w:rsidR="007D3118">
        <w:rPr>
          <w:rtl/>
        </w:rPr>
        <w:t xml:space="preserve">، </w:t>
      </w:r>
      <w:r>
        <w:rPr>
          <w:rtl/>
        </w:rPr>
        <w:t>وَ تَعَدَّيْتُ عَنْ مَقَامَاتِ حُدُودِكَ إِلَى حُرُمَاتٍ انْتَهَكْتُهَا</w:t>
      </w:r>
      <w:r w:rsidR="007D3118">
        <w:rPr>
          <w:rtl/>
        </w:rPr>
        <w:t xml:space="preserve">، </w:t>
      </w:r>
      <w:r>
        <w:rPr>
          <w:rtl/>
        </w:rPr>
        <w:t>وَ كَبَائِرِ ذُنُوبٍ اجْتَرَحْتُهَا</w:t>
      </w:r>
      <w:r w:rsidR="007D3118">
        <w:rPr>
          <w:rtl/>
        </w:rPr>
        <w:t xml:space="preserve">، </w:t>
      </w:r>
      <w:r>
        <w:rPr>
          <w:rtl/>
        </w:rPr>
        <w:t>كَانَتْ عَافِيَتُكَ لِى مِنْ فَضَائِحِهَا سِتْرا</w:t>
      </w:r>
      <w:r w:rsidR="007D3118">
        <w:rPr>
          <w:rtl/>
        </w:rPr>
        <w:t xml:space="preserve">. </w:t>
      </w:r>
    </w:p>
    <w:p w:rsidR="00587D34" w:rsidRDefault="00587D34" w:rsidP="00587D34">
      <w:pPr>
        <w:pStyle w:val="libNormal"/>
        <w:rPr>
          <w:rtl/>
        </w:rPr>
      </w:pPr>
      <w:r>
        <w:rPr>
          <w:rtl/>
        </w:rPr>
        <w:t>(19</w:t>
      </w:r>
      <w:r w:rsidR="007D3118">
        <w:rPr>
          <w:rtl/>
        </w:rPr>
        <w:t xml:space="preserve">) </w:t>
      </w:r>
      <w:r>
        <w:rPr>
          <w:rtl/>
        </w:rPr>
        <w:t>وَ هَذَا مَقَامُ مَنِ اسْتَحْيَا لِنَفْسِهِ مِنْكَ</w:t>
      </w:r>
      <w:r w:rsidR="007D3118">
        <w:rPr>
          <w:rtl/>
        </w:rPr>
        <w:t xml:space="preserve">، </w:t>
      </w:r>
      <w:r>
        <w:rPr>
          <w:rtl/>
        </w:rPr>
        <w:t>وَ سَخِطَ عَلَيْهَا</w:t>
      </w:r>
      <w:r w:rsidR="007D3118">
        <w:rPr>
          <w:rtl/>
        </w:rPr>
        <w:t xml:space="preserve">، </w:t>
      </w:r>
      <w:r>
        <w:rPr>
          <w:rtl/>
        </w:rPr>
        <w:t>وَ رَضِىَ عَنْكَ</w:t>
      </w:r>
      <w:r w:rsidR="007D3118">
        <w:rPr>
          <w:rtl/>
        </w:rPr>
        <w:t xml:space="preserve">، </w:t>
      </w:r>
      <w:r>
        <w:rPr>
          <w:rtl/>
        </w:rPr>
        <w:t>فَتَلَقَّاكَ بِنَفْسٍ خَاشِعَةٍ</w:t>
      </w:r>
      <w:r w:rsidR="007D3118">
        <w:rPr>
          <w:rtl/>
        </w:rPr>
        <w:t xml:space="preserve">، </w:t>
      </w:r>
      <w:r>
        <w:rPr>
          <w:rtl/>
        </w:rPr>
        <w:t>وَ رَقَبَةٍ خَاضِعَةٍ</w:t>
      </w:r>
      <w:r w:rsidR="007D3118">
        <w:rPr>
          <w:rtl/>
        </w:rPr>
        <w:t xml:space="preserve">، </w:t>
      </w:r>
      <w:r>
        <w:rPr>
          <w:rtl/>
        </w:rPr>
        <w:t>وَ ظَهْرٍ مُثْقَلٍ مِنَ الْخَطَايَا وَاقِفا بَيْنَ الرَّغْبَةِ إِلَيْكَ وَ الرَّهْبَةِ مِنْكَ</w:t>
      </w:r>
      <w:r w:rsidR="007D3118">
        <w:rPr>
          <w:rtl/>
        </w:rPr>
        <w:t xml:space="preserve">. </w:t>
      </w:r>
    </w:p>
    <w:p w:rsidR="00587D34" w:rsidRDefault="00587D34" w:rsidP="00587D34">
      <w:pPr>
        <w:pStyle w:val="libNormal"/>
        <w:rPr>
          <w:rtl/>
        </w:rPr>
      </w:pPr>
      <w:r>
        <w:rPr>
          <w:rtl/>
        </w:rPr>
        <w:t>(20</w:t>
      </w:r>
      <w:r w:rsidR="007D3118">
        <w:rPr>
          <w:rtl/>
        </w:rPr>
        <w:t xml:space="preserve">) </w:t>
      </w:r>
      <w:r>
        <w:rPr>
          <w:rtl/>
        </w:rPr>
        <w:t>وَ أَنْتَ أَوْلَى مَنْ رَجَاهُ</w:t>
      </w:r>
      <w:r w:rsidR="007D3118">
        <w:rPr>
          <w:rtl/>
        </w:rPr>
        <w:t xml:space="preserve">، </w:t>
      </w:r>
      <w:r>
        <w:rPr>
          <w:rtl/>
        </w:rPr>
        <w:t>وَ أَحَقُّ مَنْ خَشِيَهُ وَ اتَّقَاهُ</w:t>
      </w:r>
      <w:r w:rsidR="007D3118">
        <w:rPr>
          <w:rtl/>
        </w:rPr>
        <w:t xml:space="preserve">، </w:t>
      </w:r>
      <w:r>
        <w:rPr>
          <w:rtl/>
        </w:rPr>
        <w:t>فَأَعْطِنِى يَا رَبِّ مَا رَجَوْتُ</w:t>
      </w:r>
      <w:r w:rsidR="007D3118">
        <w:rPr>
          <w:rtl/>
        </w:rPr>
        <w:t xml:space="preserve">، </w:t>
      </w:r>
      <w:r>
        <w:rPr>
          <w:rtl/>
        </w:rPr>
        <w:t>وَ آمِنِّى مَا حَذِرْتُ</w:t>
      </w:r>
      <w:r w:rsidR="007D3118">
        <w:rPr>
          <w:rtl/>
        </w:rPr>
        <w:t xml:space="preserve">، </w:t>
      </w:r>
      <w:r>
        <w:rPr>
          <w:rtl/>
        </w:rPr>
        <w:t>وَ عُدْ عَلَيَّ بِعَائِدَةِ رَحْمَتِكَ</w:t>
      </w:r>
      <w:r w:rsidR="007D3118">
        <w:rPr>
          <w:rtl/>
        </w:rPr>
        <w:t xml:space="preserve">، </w:t>
      </w:r>
      <w:r>
        <w:rPr>
          <w:rtl/>
        </w:rPr>
        <w:t>إِنَّكَ أَكْرَمُ الْمَسْئُولِينَ</w:t>
      </w:r>
      <w:r w:rsidR="007D3118">
        <w:rPr>
          <w:rtl/>
        </w:rPr>
        <w:t xml:space="preserve">. </w:t>
      </w:r>
    </w:p>
    <w:p w:rsidR="00587D34" w:rsidRDefault="00587D34" w:rsidP="00587D34">
      <w:pPr>
        <w:pStyle w:val="libNormal"/>
        <w:rPr>
          <w:rtl/>
        </w:rPr>
      </w:pPr>
      <w:r>
        <w:rPr>
          <w:rtl/>
        </w:rPr>
        <w:t>(21</w:t>
      </w:r>
      <w:r w:rsidR="007D3118">
        <w:rPr>
          <w:rtl/>
        </w:rPr>
        <w:t xml:space="preserve">) </w:t>
      </w:r>
      <w:r>
        <w:rPr>
          <w:rtl/>
        </w:rPr>
        <w:t>اللَّهُمَّ وَ إِذْ سَتَرْتَنِى بِعَفْوِكَ</w:t>
      </w:r>
      <w:r w:rsidR="007D3118">
        <w:rPr>
          <w:rtl/>
        </w:rPr>
        <w:t xml:space="preserve">، </w:t>
      </w:r>
      <w:r>
        <w:rPr>
          <w:rtl/>
        </w:rPr>
        <w:t>وَ تَغَمَّدْتَنِى بِفَضْلِكَ فِى دَارِ الْفَنَاءِ بِحَضْرَةِ الْأَكْفَاءِ</w:t>
      </w:r>
      <w:r w:rsidR="007D3118">
        <w:rPr>
          <w:rtl/>
        </w:rPr>
        <w:t xml:space="preserve">، </w:t>
      </w:r>
      <w:r>
        <w:rPr>
          <w:rtl/>
        </w:rPr>
        <w:t xml:space="preserve">فَأَجِرْنِى مِنْ فَضِيحَاتِ دَارِ الْبَقَاءِ عِنْدَ مَوَاقِفِ الْأَشْهَادِ مِنَ الْمَلائِكَةِ </w:t>
      </w:r>
      <w:r>
        <w:rPr>
          <w:rtl/>
        </w:rPr>
        <w:lastRenderedPageBreak/>
        <w:t>الْمُقَرَّبِينَ</w:t>
      </w:r>
      <w:r w:rsidR="007D3118">
        <w:rPr>
          <w:rtl/>
        </w:rPr>
        <w:t xml:space="preserve">، </w:t>
      </w:r>
      <w:r>
        <w:rPr>
          <w:rtl/>
        </w:rPr>
        <w:t>وَ الرُّسُلِ الْمُكَرَّمِينَ</w:t>
      </w:r>
      <w:r w:rsidR="007D3118">
        <w:rPr>
          <w:rtl/>
        </w:rPr>
        <w:t xml:space="preserve">، </w:t>
      </w:r>
      <w:r>
        <w:rPr>
          <w:rtl/>
        </w:rPr>
        <w:t>وَ الشُّهَدَاءِ وَ الصَّالِحِينَ</w:t>
      </w:r>
      <w:r w:rsidR="007D3118">
        <w:rPr>
          <w:rtl/>
        </w:rPr>
        <w:t xml:space="preserve">، </w:t>
      </w:r>
      <w:r>
        <w:rPr>
          <w:rtl/>
        </w:rPr>
        <w:t>مِنْ جَارٍ كُنْتُ أُكَاتِمُهُ سَيِّئَاتِى</w:t>
      </w:r>
      <w:r w:rsidR="007D3118">
        <w:rPr>
          <w:rtl/>
        </w:rPr>
        <w:t xml:space="preserve">، </w:t>
      </w:r>
      <w:r>
        <w:rPr>
          <w:rtl/>
        </w:rPr>
        <w:t>وَ مِنْ ذِى رَحِمٍ كُنْتُ أَحْتَشِمُ مِنْهُ فِى سَرِيرَاتِى</w:t>
      </w:r>
      <w:r w:rsidR="007D3118">
        <w:rPr>
          <w:rtl/>
        </w:rPr>
        <w:t xml:space="preserve">. </w:t>
      </w:r>
    </w:p>
    <w:p w:rsidR="00587D34" w:rsidRDefault="00587D34" w:rsidP="00587D34">
      <w:pPr>
        <w:pStyle w:val="libNormal"/>
        <w:rPr>
          <w:rtl/>
        </w:rPr>
      </w:pPr>
      <w:r>
        <w:rPr>
          <w:rtl/>
        </w:rPr>
        <w:t>(22</w:t>
      </w:r>
      <w:r w:rsidR="007D3118">
        <w:rPr>
          <w:rtl/>
        </w:rPr>
        <w:t xml:space="preserve">) </w:t>
      </w:r>
      <w:r>
        <w:rPr>
          <w:rtl/>
        </w:rPr>
        <w:t>لَمْ أَثِقْ بِهِمْ رَبِّ فِى السِّتْرِ عَلَيَّ</w:t>
      </w:r>
      <w:r w:rsidR="007D3118">
        <w:rPr>
          <w:rtl/>
        </w:rPr>
        <w:t xml:space="preserve">، </w:t>
      </w:r>
      <w:r>
        <w:rPr>
          <w:rtl/>
        </w:rPr>
        <w:t>وَ وَثِقْتُ بِكَ رَبِّ فِى الْمَغْفِرَةِ لِى</w:t>
      </w:r>
      <w:r w:rsidR="007D3118">
        <w:rPr>
          <w:rtl/>
        </w:rPr>
        <w:t xml:space="preserve">، </w:t>
      </w:r>
      <w:r>
        <w:rPr>
          <w:rtl/>
        </w:rPr>
        <w:t>وَ أَنْتَ أَوْلَى مَنْ وُثِقَ بِهِ</w:t>
      </w:r>
      <w:r w:rsidR="007D3118">
        <w:rPr>
          <w:rtl/>
        </w:rPr>
        <w:t xml:space="preserve">، </w:t>
      </w:r>
      <w:r>
        <w:rPr>
          <w:rtl/>
        </w:rPr>
        <w:t>وَ أَعْطَى مَنْ رُغِبَ إِلَيْهِ</w:t>
      </w:r>
      <w:r w:rsidR="007D3118">
        <w:rPr>
          <w:rtl/>
        </w:rPr>
        <w:t xml:space="preserve">، </w:t>
      </w:r>
      <w:r>
        <w:rPr>
          <w:rtl/>
        </w:rPr>
        <w:t>وَ أَرْأَفُ مَنِ اسْتُرْحِمَ</w:t>
      </w:r>
      <w:r w:rsidR="007D3118">
        <w:rPr>
          <w:rtl/>
        </w:rPr>
        <w:t xml:space="preserve">، </w:t>
      </w:r>
      <w:r>
        <w:rPr>
          <w:rtl/>
        </w:rPr>
        <w:t>فَارْحَمْنِى</w:t>
      </w:r>
      <w:r w:rsidR="007D3118">
        <w:rPr>
          <w:rtl/>
        </w:rPr>
        <w:t xml:space="preserve">. </w:t>
      </w:r>
    </w:p>
    <w:p w:rsidR="00587D34" w:rsidRDefault="00587D34" w:rsidP="00587D34">
      <w:pPr>
        <w:pStyle w:val="libNormal"/>
        <w:rPr>
          <w:rtl/>
        </w:rPr>
      </w:pPr>
      <w:r>
        <w:rPr>
          <w:rtl/>
        </w:rPr>
        <w:t>(23</w:t>
      </w:r>
      <w:r w:rsidR="007D3118">
        <w:rPr>
          <w:rtl/>
        </w:rPr>
        <w:t xml:space="preserve">) </w:t>
      </w:r>
      <w:r>
        <w:rPr>
          <w:rtl/>
        </w:rPr>
        <w:t>اللَّهُمَّ وَ أَنْتَ حَدَرْتَنِى مَاءً مَهِينا مِنْ صُلْبٍ مُتَضَايِقِ الْعِظَامِ</w:t>
      </w:r>
      <w:r w:rsidR="007D3118">
        <w:rPr>
          <w:rtl/>
        </w:rPr>
        <w:t xml:space="preserve">، </w:t>
      </w:r>
      <w:r>
        <w:rPr>
          <w:rtl/>
        </w:rPr>
        <w:t>حَرِجِ الْمَسَالِكِ إِلَى رَحِمٍ ضَيِّقَةٍ سَتَرْتَهَا بِالْحُجُبِ</w:t>
      </w:r>
      <w:r w:rsidR="007D3118">
        <w:rPr>
          <w:rtl/>
        </w:rPr>
        <w:t xml:space="preserve">، </w:t>
      </w:r>
      <w:r>
        <w:rPr>
          <w:rtl/>
        </w:rPr>
        <w:t>تُصَرِّفُنِى حَالا عَنْ حَالٍ حَتَّى انْتَهَيْتَ بِى إِلَى تَمَامِ الصُّورَةِ</w:t>
      </w:r>
      <w:r w:rsidR="007D3118">
        <w:rPr>
          <w:rtl/>
        </w:rPr>
        <w:t xml:space="preserve">، </w:t>
      </w:r>
      <w:r>
        <w:rPr>
          <w:rtl/>
        </w:rPr>
        <w:t>وَ أَثْبَتَّ فِيَّ الْجَوَارِحَ كَمَا نَعَتَّ فِى كِتَابِكَ</w:t>
      </w:r>
      <w:r w:rsidR="007D3118">
        <w:rPr>
          <w:rtl/>
        </w:rPr>
        <w:t xml:space="preserve">: </w:t>
      </w:r>
      <w:r>
        <w:rPr>
          <w:rtl/>
        </w:rPr>
        <w:t>نُطْفَةً ثُمَّ عَلَقَةً ثُمَّ مُضْغَةً ثُمَّ عَظْما ثُمَّ كَسَوْتَ الْعِظَامَ لَحْما</w:t>
      </w:r>
      <w:r w:rsidR="007D3118">
        <w:rPr>
          <w:rtl/>
        </w:rPr>
        <w:t xml:space="preserve">، </w:t>
      </w:r>
      <w:r>
        <w:rPr>
          <w:rtl/>
        </w:rPr>
        <w:t>ثُمَّ أَنْشَأْتَنِى خَلْقا آخَرَ كَمَا شِئْتَ</w:t>
      </w:r>
      <w:r w:rsidR="007D3118">
        <w:rPr>
          <w:rtl/>
        </w:rPr>
        <w:t xml:space="preserve">. </w:t>
      </w:r>
    </w:p>
    <w:p w:rsidR="00587D34" w:rsidRDefault="00587D34" w:rsidP="00587D34">
      <w:pPr>
        <w:pStyle w:val="libNormal"/>
        <w:rPr>
          <w:rtl/>
        </w:rPr>
      </w:pPr>
      <w:r>
        <w:rPr>
          <w:rtl/>
        </w:rPr>
        <w:t>(24</w:t>
      </w:r>
      <w:r w:rsidR="007D3118">
        <w:rPr>
          <w:rtl/>
        </w:rPr>
        <w:t xml:space="preserve">) </w:t>
      </w:r>
      <w:r>
        <w:rPr>
          <w:rtl/>
        </w:rPr>
        <w:t>حَتَّى إِذَا احْتَجْتُ إِلَى رِزْقِكَ</w:t>
      </w:r>
      <w:r w:rsidR="007D3118">
        <w:rPr>
          <w:rtl/>
        </w:rPr>
        <w:t xml:space="preserve">، </w:t>
      </w:r>
      <w:r>
        <w:rPr>
          <w:rtl/>
        </w:rPr>
        <w:t>وَ لَمْ أَسْتَغْنِ عَنْ غِيَاثِ فَضْلِكَ</w:t>
      </w:r>
      <w:r w:rsidR="007D3118">
        <w:rPr>
          <w:rtl/>
        </w:rPr>
        <w:t xml:space="preserve">، </w:t>
      </w:r>
      <w:r>
        <w:rPr>
          <w:rtl/>
        </w:rPr>
        <w:t>جَعَلْتَ لِى قُوتا مِنْ فَضْلِ طَعَامٍ وَ شَرَابٍ أَجْرَيْتَهُ لِأَمَتِكَ الَّتِى أَسْكَنْتَنِى جَوْفَهَا</w:t>
      </w:r>
      <w:r w:rsidR="007D3118">
        <w:rPr>
          <w:rtl/>
        </w:rPr>
        <w:t xml:space="preserve">، </w:t>
      </w:r>
      <w:r>
        <w:rPr>
          <w:rtl/>
        </w:rPr>
        <w:t>وَ أَوْدَعْتَنِى قَرَارَ رَحِمِهَا</w:t>
      </w:r>
      <w:r w:rsidR="007D3118">
        <w:rPr>
          <w:rtl/>
        </w:rPr>
        <w:t xml:space="preserve">. </w:t>
      </w:r>
    </w:p>
    <w:p w:rsidR="00587D34" w:rsidRDefault="00587D34" w:rsidP="00587D34">
      <w:pPr>
        <w:pStyle w:val="libNormal"/>
        <w:rPr>
          <w:rtl/>
        </w:rPr>
      </w:pPr>
      <w:r>
        <w:rPr>
          <w:rtl/>
        </w:rPr>
        <w:t>(25</w:t>
      </w:r>
      <w:r w:rsidR="007D3118">
        <w:rPr>
          <w:rtl/>
        </w:rPr>
        <w:t xml:space="preserve">) </w:t>
      </w:r>
      <w:r>
        <w:rPr>
          <w:rtl/>
        </w:rPr>
        <w:t>وَ لَوْ تَكِلُنِى يَا رَبِّ فِى تِلْكَ الْحَالاتِ إِلَى حَوْلِى</w:t>
      </w:r>
      <w:r w:rsidR="007D3118">
        <w:rPr>
          <w:rtl/>
        </w:rPr>
        <w:t xml:space="preserve">، </w:t>
      </w:r>
      <w:r>
        <w:rPr>
          <w:rtl/>
        </w:rPr>
        <w:t>أَوْ تَضْطَرُّنِى إِلَى قُوَّتِى لَكَانَ الْحَوْلُ عَنِّى مُعْتَزِلا</w:t>
      </w:r>
      <w:r w:rsidR="007D3118">
        <w:rPr>
          <w:rtl/>
        </w:rPr>
        <w:t xml:space="preserve">، </w:t>
      </w:r>
      <w:r>
        <w:rPr>
          <w:rtl/>
        </w:rPr>
        <w:t>وَ لَكَانَتِ الْقُوَّةُ مِنِّى بَعِيدَةً</w:t>
      </w:r>
      <w:r w:rsidR="007D3118">
        <w:rPr>
          <w:rtl/>
        </w:rPr>
        <w:t xml:space="preserve">. </w:t>
      </w:r>
    </w:p>
    <w:p w:rsidR="00587D34" w:rsidRDefault="00587D34" w:rsidP="00587D34">
      <w:pPr>
        <w:pStyle w:val="libNormal"/>
        <w:rPr>
          <w:rtl/>
        </w:rPr>
      </w:pPr>
      <w:r>
        <w:rPr>
          <w:rtl/>
        </w:rPr>
        <w:t>(26</w:t>
      </w:r>
      <w:r w:rsidR="007D3118">
        <w:rPr>
          <w:rtl/>
        </w:rPr>
        <w:t xml:space="preserve">) </w:t>
      </w:r>
      <w:r>
        <w:rPr>
          <w:rtl/>
        </w:rPr>
        <w:t>فَغَذَوْتَنِى بِفَضْلِكَ غِذَاءَ الْبَرِّ اللَّطِيفِ</w:t>
      </w:r>
      <w:r w:rsidR="007D3118">
        <w:rPr>
          <w:rtl/>
        </w:rPr>
        <w:t xml:space="preserve">، </w:t>
      </w:r>
      <w:r>
        <w:rPr>
          <w:rtl/>
        </w:rPr>
        <w:t>تَفْعَلُ ذَلِكَ بِى تَطَوُّلا عَلَيَّ إِلَى غَايَتِى هَذِهِ</w:t>
      </w:r>
      <w:r w:rsidR="007D3118">
        <w:rPr>
          <w:rtl/>
        </w:rPr>
        <w:t xml:space="preserve">، </w:t>
      </w:r>
      <w:r>
        <w:rPr>
          <w:rtl/>
        </w:rPr>
        <w:t>لا أَعْدَمُ بِرَّكَ</w:t>
      </w:r>
      <w:r w:rsidR="007D3118">
        <w:rPr>
          <w:rtl/>
        </w:rPr>
        <w:t xml:space="preserve">، </w:t>
      </w:r>
      <w:r>
        <w:rPr>
          <w:rtl/>
        </w:rPr>
        <w:t>وَ لا يُبْطِئُ بِى حُسْنُ صَنِيعِكَ</w:t>
      </w:r>
      <w:r w:rsidR="007D3118">
        <w:rPr>
          <w:rtl/>
        </w:rPr>
        <w:t xml:space="preserve">، </w:t>
      </w:r>
      <w:r>
        <w:rPr>
          <w:rtl/>
        </w:rPr>
        <w:t>وَ لا تَتَأَكَّدُ مَعَ ذَلِكَ ثِقَتِى فَأَتَفَرَّغَ لِمَا هُوَ أَحْظَى لِى عِنْدَكَ</w:t>
      </w:r>
      <w:r w:rsidR="007D3118">
        <w:rPr>
          <w:rtl/>
        </w:rPr>
        <w:t xml:space="preserve">. </w:t>
      </w:r>
    </w:p>
    <w:p w:rsidR="00587D34" w:rsidRDefault="00587D34" w:rsidP="00587D34">
      <w:pPr>
        <w:pStyle w:val="libNormal"/>
        <w:rPr>
          <w:rtl/>
        </w:rPr>
      </w:pPr>
      <w:r>
        <w:rPr>
          <w:rtl/>
        </w:rPr>
        <w:t>(27</w:t>
      </w:r>
      <w:r w:rsidR="007D3118">
        <w:rPr>
          <w:rtl/>
        </w:rPr>
        <w:t xml:space="preserve">) </w:t>
      </w:r>
      <w:r>
        <w:rPr>
          <w:rtl/>
        </w:rPr>
        <w:t>قَدْ مَلَكَ الشَّيْطَانُ عِنَانِى فِى سُوءِ الظَّنِّ وَ ضَعْفِ الْيَقِينِ</w:t>
      </w:r>
      <w:r w:rsidR="007D3118">
        <w:rPr>
          <w:rtl/>
        </w:rPr>
        <w:t xml:space="preserve">، </w:t>
      </w:r>
      <w:r>
        <w:rPr>
          <w:rtl/>
        </w:rPr>
        <w:t>فَأَنَا أَشْكُو سُوءَ مُجَاوَرَتِهِ لِى</w:t>
      </w:r>
      <w:r w:rsidR="007D3118">
        <w:rPr>
          <w:rtl/>
        </w:rPr>
        <w:t xml:space="preserve">، </w:t>
      </w:r>
      <w:r>
        <w:rPr>
          <w:rtl/>
        </w:rPr>
        <w:t>وَ طَاعَةَ نَفْسِى لَهُ</w:t>
      </w:r>
      <w:r w:rsidR="007D3118">
        <w:rPr>
          <w:rtl/>
        </w:rPr>
        <w:t xml:space="preserve">، </w:t>
      </w:r>
      <w:r>
        <w:rPr>
          <w:rtl/>
        </w:rPr>
        <w:t>وَ أَسْتَعْصِمُكَ مِنْ مَلَكَتِهِ</w:t>
      </w:r>
      <w:r w:rsidR="007D3118">
        <w:rPr>
          <w:rtl/>
        </w:rPr>
        <w:t xml:space="preserve">، </w:t>
      </w:r>
      <w:r>
        <w:rPr>
          <w:rtl/>
        </w:rPr>
        <w:t>وَ أَتَضَرَّعُ إِلَيْكَ فِى صَرْفِ كَيْدِهِ عَنِّى</w:t>
      </w:r>
      <w:r w:rsidR="007D3118">
        <w:rPr>
          <w:rtl/>
        </w:rPr>
        <w:t xml:space="preserve">. </w:t>
      </w:r>
    </w:p>
    <w:p w:rsidR="00587D34" w:rsidRDefault="00587D34" w:rsidP="00587D34">
      <w:pPr>
        <w:pStyle w:val="libNormal"/>
        <w:rPr>
          <w:rtl/>
        </w:rPr>
      </w:pPr>
      <w:r>
        <w:rPr>
          <w:rtl/>
        </w:rPr>
        <w:t>(28</w:t>
      </w:r>
      <w:r w:rsidR="007D3118">
        <w:rPr>
          <w:rtl/>
        </w:rPr>
        <w:t xml:space="preserve">) </w:t>
      </w:r>
      <w:r>
        <w:rPr>
          <w:rtl/>
        </w:rPr>
        <w:t>وَ أَسْأَلُكَ فِى أَنْ تُسَهِّلَ إِلَى رِزْقِى سَبِيلا</w:t>
      </w:r>
      <w:r w:rsidR="007D3118">
        <w:rPr>
          <w:rtl/>
        </w:rPr>
        <w:t xml:space="preserve">، </w:t>
      </w:r>
      <w:r>
        <w:rPr>
          <w:rtl/>
        </w:rPr>
        <w:t>فَلَكَ الْحَمْدُ عَلَى ابْتِدَائِكَ بِالنِّعَمِ الْجِسَامِ</w:t>
      </w:r>
      <w:r w:rsidR="007D3118">
        <w:rPr>
          <w:rtl/>
        </w:rPr>
        <w:t xml:space="preserve">، </w:t>
      </w:r>
      <w:r>
        <w:rPr>
          <w:rtl/>
        </w:rPr>
        <w:t>وَ إِلْهَامِكَ الشُّكْرَ عَلَى الْإِحْسَانِ وَ الْإِنْعَامِ</w:t>
      </w:r>
      <w:r w:rsidR="007D3118">
        <w:rPr>
          <w:rtl/>
        </w:rPr>
        <w:t xml:space="preserve">، </w:t>
      </w:r>
      <w:r>
        <w:rPr>
          <w:rtl/>
        </w:rPr>
        <w:t>فَصَلِّ عَلَى مُحَمَّدٍ وَ آلِهِ</w:t>
      </w:r>
      <w:r w:rsidR="007D3118">
        <w:rPr>
          <w:rtl/>
        </w:rPr>
        <w:t xml:space="preserve">، </w:t>
      </w:r>
      <w:r>
        <w:rPr>
          <w:rtl/>
        </w:rPr>
        <w:t>وَ سَهِّلْ عَلَيَّ رِزْقِى</w:t>
      </w:r>
      <w:r w:rsidR="007D3118">
        <w:rPr>
          <w:rtl/>
        </w:rPr>
        <w:t xml:space="preserve">، </w:t>
      </w:r>
      <w:r>
        <w:rPr>
          <w:rtl/>
        </w:rPr>
        <w:t>وَ أَنْ تُقَنِّعَنِى بِتَقْدِيرِكَ لِى</w:t>
      </w:r>
      <w:r w:rsidR="007D3118">
        <w:rPr>
          <w:rtl/>
        </w:rPr>
        <w:t xml:space="preserve">، </w:t>
      </w:r>
      <w:r>
        <w:rPr>
          <w:rtl/>
        </w:rPr>
        <w:t xml:space="preserve">وَ أَنْ تُرْضِيَنِى بِحِصَّتِى فِيمَا قَسَمْتَ </w:t>
      </w:r>
      <w:r>
        <w:rPr>
          <w:rtl/>
        </w:rPr>
        <w:lastRenderedPageBreak/>
        <w:t>لِى</w:t>
      </w:r>
      <w:r w:rsidR="007D3118">
        <w:rPr>
          <w:rtl/>
        </w:rPr>
        <w:t xml:space="preserve">، </w:t>
      </w:r>
      <w:r>
        <w:rPr>
          <w:rtl/>
        </w:rPr>
        <w:t>وَ أَنْ تَجْعَلَ مَا ذَهَبَ مِنْ جِسْمِى وَ عُمُرِى فِى سَبِيلِ طَاعَتِكَ</w:t>
      </w:r>
      <w:r w:rsidR="007D3118">
        <w:rPr>
          <w:rtl/>
        </w:rPr>
        <w:t xml:space="preserve">، </w:t>
      </w:r>
      <w:r>
        <w:rPr>
          <w:rtl/>
        </w:rPr>
        <w:t>إِنَّكَ خَيْرُ الرَّازِقِينَ</w:t>
      </w:r>
      <w:r w:rsidR="007D3118">
        <w:rPr>
          <w:rtl/>
        </w:rPr>
        <w:t xml:space="preserve">. </w:t>
      </w:r>
    </w:p>
    <w:p w:rsidR="00587D34" w:rsidRDefault="00587D34" w:rsidP="00587D34">
      <w:pPr>
        <w:pStyle w:val="libNormal"/>
        <w:rPr>
          <w:rtl/>
        </w:rPr>
      </w:pPr>
      <w:r>
        <w:rPr>
          <w:rtl/>
        </w:rPr>
        <w:t>(29</w:t>
      </w:r>
      <w:r w:rsidR="007D3118">
        <w:rPr>
          <w:rtl/>
        </w:rPr>
        <w:t xml:space="preserve">) </w:t>
      </w:r>
      <w:r>
        <w:rPr>
          <w:rtl/>
        </w:rPr>
        <w:t>اللَّهُمَّ إِنِّى أَعُوذُ بِكَ مِنْ نَارٍ تَغَلَّظْتَ بِهَا عَلَى مَنْ عَصَاكَ</w:t>
      </w:r>
      <w:r w:rsidR="007D3118">
        <w:rPr>
          <w:rtl/>
        </w:rPr>
        <w:t xml:space="preserve">، </w:t>
      </w:r>
      <w:r>
        <w:rPr>
          <w:rtl/>
        </w:rPr>
        <w:t>وَ تَوَعَّدْتَ بِهَا مَنْ صَدَفَ عَنْ رِضَاكَ</w:t>
      </w:r>
      <w:r w:rsidR="007D3118">
        <w:rPr>
          <w:rtl/>
        </w:rPr>
        <w:t xml:space="preserve">، </w:t>
      </w:r>
      <w:r>
        <w:rPr>
          <w:rtl/>
        </w:rPr>
        <w:t>وَ مِنْ نَارٍ نُورُهَا ظُلْمَةٌ</w:t>
      </w:r>
      <w:r w:rsidR="007D3118">
        <w:rPr>
          <w:rtl/>
        </w:rPr>
        <w:t xml:space="preserve">، </w:t>
      </w:r>
      <w:r>
        <w:rPr>
          <w:rtl/>
        </w:rPr>
        <w:t>وَ هَيِّنُهَا أَلِيمٌ</w:t>
      </w:r>
      <w:r w:rsidR="007D3118">
        <w:rPr>
          <w:rtl/>
        </w:rPr>
        <w:t xml:space="preserve">، </w:t>
      </w:r>
      <w:r>
        <w:rPr>
          <w:rtl/>
        </w:rPr>
        <w:t>وَ بَعِيدُهَا قَرِيبٌ</w:t>
      </w:r>
      <w:r w:rsidR="007D3118">
        <w:rPr>
          <w:rtl/>
        </w:rPr>
        <w:t xml:space="preserve">، </w:t>
      </w:r>
      <w:r>
        <w:rPr>
          <w:rtl/>
        </w:rPr>
        <w:t>وَ مِنْ نَارٍ يَأْكُلُ بَعْضَهَا بَعْضٌ</w:t>
      </w:r>
      <w:r w:rsidR="007D3118">
        <w:rPr>
          <w:rtl/>
        </w:rPr>
        <w:t xml:space="preserve">، </w:t>
      </w:r>
      <w:r>
        <w:rPr>
          <w:rtl/>
        </w:rPr>
        <w:t>وَ يَصُولُ بَعْضُهَا عَلَى بَعْضٍ</w:t>
      </w:r>
      <w:r w:rsidR="007D3118">
        <w:rPr>
          <w:rtl/>
        </w:rPr>
        <w:t xml:space="preserve">. </w:t>
      </w:r>
    </w:p>
    <w:p w:rsidR="00587D34" w:rsidRDefault="00587D34" w:rsidP="00587D34">
      <w:pPr>
        <w:pStyle w:val="libNormal"/>
        <w:rPr>
          <w:rtl/>
        </w:rPr>
      </w:pPr>
      <w:r>
        <w:rPr>
          <w:rtl/>
        </w:rPr>
        <w:t>(30</w:t>
      </w:r>
      <w:r w:rsidR="007D3118">
        <w:rPr>
          <w:rtl/>
        </w:rPr>
        <w:t xml:space="preserve">) </w:t>
      </w:r>
      <w:r>
        <w:rPr>
          <w:rtl/>
        </w:rPr>
        <w:t>وَ مِنْ نَارٍ تَذَرُ الْعِظَامَ رَمِيما</w:t>
      </w:r>
      <w:r w:rsidR="007D3118">
        <w:rPr>
          <w:rtl/>
        </w:rPr>
        <w:t xml:space="preserve">، </w:t>
      </w:r>
      <w:r>
        <w:rPr>
          <w:rtl/>
        </w:rPr>
        <w:t>وَ تَسقِى أَهْلَهَا حَمِيما</w:t>
      </w:r>
      <w:r w:rsidR="007D3118">
        <w:rPr>
          <w:rtl/>
        </w:rPr>
        <w:t xml:space="preserve">، </w:t>
      </w:r>
      <w:r>
        <w:rPr>
          <w:rtl/>
        </w:rPr>
        <w:t>وَ مِنْ نَارٍ لا تُبْقِى عَلَى مَنْ تَضَرَّعَ إِلَيْهَا</w:t>
      </w:r>
      <w:r w:rsidR="007D3118">
        <w:rPr>
          <w:rtl/>
        </w:rPr>
        <w:t xml:space="preserve">، </w:t>
      </w:r>
      <w:r>
        <w:rPr>
          <w:rtl/>
        </w:rPr>
        <w:t>وَ لا تَرْحَمُ مَنِ اسْتَعْطَفَهَا</w:t>
      </w:r>
      <w:r w:rsidR="007D3118">
        <w:rPr>
          <w:rtl/>
        </w:rPr>
        <w:t xml:space="preserve">، </w:t>
      </w:r>
      <w:r>
        <w:rPr>
          <w:rtl/>
        </w:rPr>
        <w:t>وَ لا تَقْدِرُ عَلَى التَّخْفِيفِ عَمَّنْ خَشَعَ لَهَا وَ اسْتَسْلَمَ إِلَيْهَا تَلْقَى سُكَّانَهَا بِأَحَرِّ مَا لَدَيْهَا مِنْ أَلِيمِ النَّكَالِ وَ شَدِيدِ الْوَبَالِ</w:t>
      </w:r>
    </w:p>
    <w:p w:rsidR="00587D34" w:rsidRDefault="00587D34" w:rsidP="00587D34">
      <w:pPr>
        <w:pStyle w:val="libNormal"/>
        <w:rPr>
          <w:rtl/>
        </w:rPr>
      </w:pPr>
      <w:r>
        <w:rPr>
          <w:rtl/>
        </w:rPr>
        <w:t>(31</w:t>
      </w:r>
      <w:r w:rsidR="007D3118">
        <w:rPr>
          <w:rtl/>
        </w:rPr>
        <w:t xml:space="preserve">) </w:t>
      </w:r>
      <w:r>
        <w:rPr>
          <w:rtl/>
        </w:rPr>
        <w:t>وَ أَعُوذُ بِكَ مِنْ عَقَارِبِهَا الْفَاغِرَةِ أَفْوَاهُهَا</w:t>
      </w:r>
      <w:r w:rsidR="007D3118">
        <w:rPr>
          <w:rtl/>
        </w:rPr>
        <w:t xml:space="preserve">، </w:t>
      </w:r>
      <w:r>
        <w:rPr>
          <w:rtl/>
        </w:rPr>
        <w:t>وَ حَيَّاتِهَا الصَّالِقَةِ بِأَنْيَابِهَا</w:t>
      </w:r>
      <w:r w:rsidR="007D3118">
        <w:rPr>
          <w:rtl/>
        </w:rPr>
        <w:t xml:space="preserve">، </w:t>
      </w:r>
      <w:r>
        <w:rPr>
          <w:rtl/>
        </w:rPr>
        <w:t>وَ شَرَابِهَا الَّذِى يُقَطِّعُ أَمْعَاءَ وَ أَفْئِدَةَ سُكَّانِهَا</w:t>
      </w:r>
      <w:r w:rsidR="007D3118">
        <w:rPr>
          <w:rtl/>
        </w:rPr>
        <w:t xml:space="preserve">، </w:t>
      </w:r>
      <w:r>
        <w:rPr>
          <w:rtl/>
        </w:rPr>
        <w:t>وَ يَنْزِعُ قُلُوبَهُمْ</w:t>
      </w:r>
      <w:r w:rsidR="007D3118">
        <w:rPr>
          <w:rtl/>
        </w:rPr>
        <w:t xml:space="preserve">، </w:t>
      </w:r>
      <w:r>
        <w:rPr>
          <w:rtl/>
        </w:rPr>
        <w:t>وَ أَسْتَهْدِيكَ لِمَا بَاعَدَ مِنْهَا</w:t>
      </w:r>
      <w:r w:rsidR="007D3118">
        <w:rPr>
          <w:rtl/>
        </w:rPr>
        <w:t xml:space="preserve">، </w:t>
      </w:r>
      <w:r>
        <w:rPr>
          <w:rtl/>
        </w:rPr>
        <w:t>وَ أَخَّرَ عَنْهَا</w:t>
      </w:r>
      <w:r w:rsidR="007D3118">
        <w:rPr>
          <w:rtl/>
        </w:rPr>
        <w:t xml:space="preserve">. </w:t>
      </w:r>
    </w:p>
    <w:p w:rsidR="00587D34" w:rsidRDefault="00587D34" w:rsidP="00587D34">
      <w:pPr>
        <w:pStyle w:val="libNormal"/>
        <w:rPr>
          <w:rtl/>
        </w:rPr>
      </w:pPr>
      <w:r>
        <w:rPr>
          <w:rtl/>
        </w:rPr>
        <w:t>(32</w:t>
      </w:r>
      <w:r w:rsidR="007D3118">
        <w:rPr>
          <w:rtl/>
        </w:rPr>
        <w:t xml:space="preserve">) </w:t>
      </w:r>
      <w:r>
        <w:rPr>
          <w:rtl/>
        </w:rPr>
        <w:t>اللَّهُمَّ صَلِّ عَلَى مُحَمَّدٍ وَ آلِهِ</w:t>
      </w:r>
      <w:r w:rsidR="007D3118">
        <w:rPr>
          <w:rtl/>
        </w:rPr>
        <w:t xml:space="preserve">، </w:t>
      </w:r>
      <w:r>
        <w:rPr>
          <w:rtl/>
        </w:rPr>
        <w:t>وَ أَجِرْنِى مِنْهَا بِفَضْلِ رَحْمَتِكَ</w:t>
      </w:r>
      <w:r w:rsidR="007D3118">
        <w:rPr>
          <w:rtl/>
        </w:rPr>
        <w:t xml:space="preserve">، </w:t>
      </w:r>
      <w:r>
        <w:rPr>
          <w:rtl/>
        </w:rPr>
        <w:t>وَ أَقِلْنِى عَثَرَاتِى بِحُسْنِ إِقَالَتِكَ</w:t>
      </w:r>
      <w:r w:rsidR="007D3118">
        <w:rPr>
          <w:rtl/>
        </w:rPr>
        <w:t xml:space="preserve">، </w:t>
      </w:r>
      <w:r>
        <w:rPr>
          <w:rtl/>
        </w:rPr>
        <w:t>وَ لا تَخْذُلْنِى يَا خَيْرَ الْمُجِيرِينَ</w:t>
      </w:r>
    </w:p>
    <w:p w:rsidR="00587D34" w:rsidRDefault="00587D34" w:rsidP="00587D34">
      <w:pPr>
        <w:pStyle w:val="libNormal"/>
        <w:rPr>
          <w:rtl/>
        </w:rPr>
      </w:pPr>
      <w:r>
        <w:rPr>
          <w:rtl/>
        </w:rPr>
        <w:t>(33</w:t>
      </w:r>
      <w:r w:rsidR="007D3118">
        <w:rPr>
          <w:rtl/>
        </w:rPr>
        <w:t xml:space="preserve">) </w:t>
      </w:r>
      <w:r>
        <w:rPr>
          <w:rtl/>
        </w:rPr>
        <w:t>اللَّهُمَّ إِنَّكَ تَقِى الْكَرِيهَةَ</w:t>
      </w:r>
      <w:r w:rsidR="007D3118">
        <w:rPr>
          <w:rtl/>
        </w:rPr>
        <w:t xml:space="preserve">، </w:t>
      </w:r>
      <w:r>
        <w:rPr>
          <w:rtl/>
        </w:rPr>
        <w:t>وَ تُعْطِى الْحَسَنَةَ</w:t>
      </w:r>
      <w:r w:rsidR="007D3118">
        <w:rPr>
          <w:rtl/>
        </w:rPr>
        <w:t xml:space="preserve">، </w:t>
      </w:r>
      <w:r>
        <w:rPr>
          <w:rtl/>
        </w:rPr>
        <w:t>وَ تَفْعَلُ مَا تُرِيدُ</w:t>
      </w:r>
      <w:r w:rsidR="007D3118">
        <w:rPr>
          <w:rtl/>
        </w:rPr>
        <w:t xml:space="preserve">، </w:t>
      </w:r>
      <w:r>
        <w:rPr>
          <w:rtl/>
        </w:rPr>
        <w:t>وَ أَنْتَ عَلَى كُلِّ شَيْءٍ قَدِيرٌ</w:t>
      </w:r>
    </w:p>
    <w:p w:rsidR="00587D34" w:rsidRDefault="00587D34" w:rsidP="00587D34">
      <w:pPr>
        <w:pStyle w:val="libNormal"/>
        <w:rPr>
          <w:rtl/>
        </w:rPr>
      </w:pPr>
      <w:r>
        <w:rPr>
          <w:rtl/>
        </w:rPr>
        <w:t>(34</w:t>
      </w:r>
      <w:r w:rsidR="007D3118">
        <w:rPr>
          <w:rtl/>
        </w:rPr>
        <w:t xml:space="preserve">) </w:t>
      </w:r>
      <w:r>
        <w:rPr>
          <w:rtl/>
        </w:rPr>
        <w:t>اللَّهُمَّ صَلِّ عَلَى مُحَمَّدٍ وَ آلِهِ</w:t>
      </w:r>
      <w:r w:rsidR="007D3118">
        <w:rPr>
          <w:rtl/>
        </w:rPr>
        <w:t xml:space="preserve">، </w:t>
      </w:r>
      <w:r>
        <w:rPr>
          <w:rtl/>
        </w:rPr>
        <w:t>إِذَا ذُكِرَ الْأَبْرَارُ</w:t>
      </w:r>
      <w:r w:rsidR="007D3118">
        <w:rPr>
          <w:rtl/>
        </w:rPr>
        <w:t xml:space="preserve">، </w:t>
      </w:r>
      <w:r>
        <w:rPr>
          <w:rtl/>
        </w:rPr>
        <w:t>وَ صَلِّ عَلَى مُحَمَّدٍ وَ آلِهِ</w:t>
      </w:r>
      <w:r w:rsidR="007D3118">
        <w:rPr>
          <w:rtl/>
        </w:rPr>
        <w:t xml:space="preserve">، </w:t>
      </w:r>
      <w:r>
        <w:rPr>
          <w:rtl/>
        </w:rPr>
        <w:t>مَا اخْتَلَفَ اللَّيْلُ وَ النَّهَارُ</w:t>
      </w:r>
      <w:r w:rsidR="007D3118">
        <w:rPr>
          <w:rtl/>
        </w:rPr>
        <w:t xml:space="preserve">، </w:t>
      </w:r>
      <w:r>
        <w:rPr>
          <w:rtl/>
        </w:rPr>
        <w:t>صَلاةً لا يَنْقَطِعُ مَدَدُهَا</w:t>
      </w:r>
      <w:r w:rsidR="007D3118">
        <w:rPr>
          <w:rtl/>
        </w:rPr>
        <w:t xml:space="preserve">، </w:t>
      </w:r>
      <w:r>
        <w:rPr>
          <w:rtl/>
        </w:rPr>
        <w:t>وَ لا يُحْصَى عَدَدُهَا</w:t>
      </w:r>
      <w:r w:rsidR="007D3118">
        <w:rPr>
          <w:rtl/>
        </w:rPr>
        <w:t xml:space="preserve">، </w:t>
      </w:r>
      <w:r>
        <w:rPr>
          <w:rtl/>
        </w:rPr>
        <w:t>صَلاةً تَشْحَنُ الْهَوَاءَ</w:t>
      </w:r>
      <w:r w:rsidR="007D3118">
        <w:rPr>
          <w:rtl/>
        </w:rPr>
        <w:t xml:space="preserve">، </w:t>
      </w:r>
      <w:r>
        <w:rPr>
          <w:rtl/>
        </w:rPr>
        <w:t>وَ تَمْلَأُ الْأَرْضَ وَ السَّمَاءَ</w:t>
      </w:r>
      <w:r w:rsidR="007D3118">
        <w:rPr>
          <w:rtl/>
        </w:rPr>
        <w:t xml:space="preserve">. </w:t>
      </w:r>
    </w:p>
    <w:p w:rsidR="00587D34" w:rsidRDefault="00587D34" w:rsidP="00587D34">
      <w:pPr>
        <w:pStyle w:val="libNormal"/>
        <w:rPr>
          <w:rtl/>
        </w:rPr>
      </w:pPr>
      <w:r>
        <w:rPr>
          <w:rtl/>
        </w:rPr>
        <w:t>(35</w:t>
      </w:r>
      <w:r w:rsidR="007D3118">
        <w:rPr>
          <w:rtl/>
        </w:rPr>
        <w:t xml:space="preserve">) </w:t>
      </w:r>
      <w:r>
        <w:rPr>
          <w:rtl/>
        </w:rPr>
        <w:t>صَلَّى اللَّهُ عَلَيْهِ حَتَّى يَرْضَى</w:t>
      </w:r>
      <w:r w:rsidR="007D3118">
        <w:rPr>
          <w:rtl/>
        </w:rPr>
        <w:t xml:space="preserve">، </w:t>
      </w:r>
      <w:r>
        <w:rPr>
          <w:rtl/>
        </w:rPr>
        <w:t>وَ صَلَّى اللَّهُ عَلَيْهِ وَ آلِهِ بَعْدَ الرِّضَا</w:t>
      </w:r>
      <w:r w:rsidR="007D3118">
        <w:rPr>
          <w:rtl/>
        </w:rPr>
        <w:t xml:space="preserve">، </w:t>
      </w:r>
      <w:r>
        <w:rPr>
          <w:rtl/>
        </w:rPr>
        <w:t>صَلاةً لا حَدَّ لَهَا وَ لا مُنْتَهَى</w:t>
      </w:r>
      <w:r w:rsidR="007D3118">
        <w:rPr>
          <w:rtl/>
        </w:rPr>
        <w:t xml:space="preserve">، </w:t>
      </w:r>
      <w:r>
        <w:rPr>
          <w:rtl/>
        </w:rPr>
        <w:t>يَا أَرْحَمَ الرَّاحِمِينَ</w:t>
      </w:r>
      <w:r w:rsidR="007D3118">
        <w:rPr>
          <w:rtl/>
        </w:rPr>
        <w:t xml:space="preserve">. </w:t>
      </w:r>
    </w:p>
    <w:p w:rsidR="00587D34" w:rsidRDefault="00AA3CBA" w:rsidP="004C63D0">
      <w:pPr>
        <w:pStyle w:val="Heading2"/>
        <w:rPr>
          <w:rtl/>
        </w:rPr>
      </w:pPr>
      <w:bookmarkStart w:id="69" w:name="_Toc394915198"/>
      <w:r>
        <w:rPr>
          <w:rtl/>
        </w:rPr>
        <w:lastRenderedPageBreak/>
        <w:t xml:space="preserve">ترجمه دعاى سى و دوم: دعاى آن حضرت </w:t>
      </w:r>
      <w:r w:rsidR="000C598D" w:rsidRPr="000C598D">
        <w:rPr>
          <w:rStyle w:val="libAlaemChar"/>
          <w:rtl/>
        </w:rPr>
        <w:t>عليه‌السلام</w:t>
      </w:r>
      <w:r>
        <w:rPr>
          <w:rtl/>
        </w:rPr>
        <w:t xml:space="preserve"> پس از نماز شب و اعتراف به تقصير</w:t>
      </w:r>
      <w:bookmarkEnd w:id="69"/>
    </w:p>
    <w:p w:rsidR="00587D34" w:rsidRDefault="00587D34" w:rsidP="00587D34">
      <w:pPr>
        <w:pStyle w:val="libNormal"/>
        <w:rPr>
          <w:rtl/>
        </w:rPr>
      </w:pPr>
      <w:r>
        <w:rPr>
          <w:rtl/>
        </w:rPr>
        <w:t>1</w:t>
      </w:r>
      <w:r w:rsidR="007D3118">
        <w:rPr>
          <w:rtl/>
        </w:rPr>
        <w:t xml:space="preserve">. </w:t>
      </w:r>
      <w:r>
        <w:rPr>
          <w:rtl/>
        </w:rPr>
        <w:t>اى خداوند! اى پادشاهى كه ملك تو تا ابدى پاينده و جاودان است</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سلطنت تو بى لشكر و اعوان از آسيب دشمن در امان</w:t>
      </w:r>
      <w:r w:rsidR="007D3118">
        <w:rPr>
          <w:rtl/>
        </w:rPr>
        <w:t xml:space="preserve">. </w:t>
      </w:r>
    </w:p>
    <w:p w:rsidR="00587D34" w:rsidRDefault="00587D34" w:rsidP="00587D34">
      <w:pPr>
        <w:pStyle w:val="libNormal"/>
        <w:rPr>
          <w:rtl/>
        </w:rPr>
      </w:pPr>
      <w:r>
        <w:rPr>
          <w:rtl/>
        </w:rPr>
        <w:t>3</w:t>
      </w:r>
      <w:r w:rsidR="007D3118">
        <w:rPr>
          <w:rtl/>
        </w:rPr>
        <w:t xml:space="preserve">. </w:t>
      </w:r>
      <w:r>
        <w:rPr>
          <w:rtl/>
        </w:rPr>
        <w:t>شكوه تو با گردش دوران وگذشتن ساليان و در زمان و اختلاف روزان و شبان پايدار و بر دوام</w:t>
      </w:r>
      <w:r w:rsidR="007D3118">
        <w:rPr>
          <w:rtl/>
        </w:rPr>
        <w:t xml:space="preserve">. </w:t>
      </w:r>
    </w:p>
    <w:p w:rsidR="00587D34" w:rsidRDefault="00587D34" w:rsidP="00587D34">
      <w:pPr>
        <w:pStyle w:val="libNormal"/>
        <w:rPr>
          <w:rtl/>
        </w:rPr>
      </w:pPr>
      <w:r>
        <w:rPr>
          <w:rtl/>
        </w:rPr>
        <w:t>4</w:t>
      </w:r>
      <w:r w:rsidR="007D3118">
        <w:rPr>
          <w:rtl/>
        </w:rPr>
        <w:t xml:space="preserve">. </w:t>
      </w:r>
      <w:r>
        <w:rPr>
          <w:rtl/>
        </w:rPr>
        <w:t>فر پادشاهى بيكران تو را نه آغاز است و نه انجام</w:t>
      </w:r>
      <w:r w:rsidR="007D3118">
        <w:rPr>
          <w:rtl/>
        </w:rPr>
        <w:t xml:space="preserve">. </w:t>
      </w:r>
    </w:p>
    <w:p w:rsidR="00587D34" w:rsidRDefault="00587D34" w:rsidP="00587D34">
      <w:pPr>
        <w:pStyle w:val="libNormal"/>
        <w:rPr>
          <w:rtl/>
        </w:rPr>
      </w:pPr>
      <w:r>
        <w:rPr>
          <w:rtl/>
        </w:rPr>
        <w:t>5</w:t>
      </w:r>
      <w:r w:rsidR="007D3118">
        <w:rPr>
          <w:rtl/>
        </w:rPr>
        <w:t xml:space="preserve">. </w:t>
      </w:r>
      <w:r>
        <w:rPr>
          <w:rtl/>
        </w:rPr>
        <w:t>همه موجودات پيش قدر والاى تو به پستى افتاده اند</w:t>
      </w:r>
      <w:r w:rsidR="007D3118">
        <w:rPr>
          <w:rtl/>
        </w:rPr>
        <w:t xml:space="preserve">. </w:t>
      </w:r>
    </w:p>
    <w:p w:rsidR="00587D34" w:rsidRDefault="00587D34" w:rsidP="00587D34">
      <w:pPr>
        <w:pStyle w:val="libNormal"/>
        <w:rPr>
          <w:rtl/>
        </w:rPr>
      </w:pPr>
      <w:r>
        <w:rPr>
          <w:rtl/>
        </w:rPr>
        <w:t>6</w:t>
      </w:r>
      <w:r w:rsidR="007D3118">
        <w:rPr>
          <w:rtl/>
        </w:rPr>
        <w:t xml:space="preserve">. </w:t>
      </w:r>
      <w:r>
        <w:rPr>
          <w:rtl/>
        </w:rPr>
        <w:t>و بليغ ‌ترين گفتار ثناگويان از وصف كمترين خصايص تو فرومانده</w:t>
      </w:r>
      <w:r w:rsidR="007D3118">
        <w:rPr>
          <w:rtl/>
        </w:rPr>
        <w:t xml:space="preserve">. </w:t>
      </w:r>
    </w:p>
    <w:p w:rsidR="00587D34" w:rsidRDefault="00587D34" w:rsidP="00587D34">
      <w:pPr>
        <w:pStyle w:val="libNormal"/>
        <w:rPr>
          <w:rtl/>
        </w:rPr>
      </w:pPr>
      <w:r>
        <w:rPr>
          <w:rtl/>
        </w:rPr>
        <w:t>7</w:t>
      </w:r>
      <w:r w:rsidR="007D3118">
        <w:rPr>
          <w:rtl/>
        </w:rPr>
        <w:t xml:space="preserve">. </w:t>
      </w:r>
      <w:r>
        <w:rPr>
          <w:rtl/>
        </w:rPr>
        <w:t>در صفات تو</w:t>
      </w:r>
      <w:r w:rsidR="007D3118">
        <w:rPr>
          <w:rtl/>
        </w:rPr>
        <w:t xml:space="preserve">، </w:t>
      </w:r>
      <w:r>
        <w:rPr>
          <w:rtl/>
        </w:rPr>
        <w:t>عقل گمراه است و آواره</w:t>
      </w:r>
      <w:r w:rsidR="007D3118">
        <w:rPr>
          <w:rtl/>
        </w:rPr>
        <w:t xml:space="preserve">، </w:t>
      </w:r>
      <w:r>
        <w:rPr>
          <w:rtl/>
        </w:rPr>
        <w:t>و در نعمت تو خِرَد سرگردان و بيچاره</w:t>
      </w:r>
      <w:r w:rsidR="007D3118">
        <w:rPr>
          <w:rtl/>
        </w:rPr>
        <w:t xml:space="preserve">. </w:t>
      </w:r>
      <w:r>
        <w:rPr>
          <w:rtl/>
        </w:rPr>
        <w:t>انديشه هاى باريك در كبرياى تو حيرانند و پريشان</w:t>
      </w:r>
      <w:r w:rsidR="007D3118">
        <w:rPr>
          <w:rtl/>
        </w:rPr>
        <w:t xml:space="preserve">. </w:t>
      </w:r>
    </w:p>
    <w:p w:rsidR="00587D34" w:rsidRDefault="00587D34" w:rsidP="00587D34">
      <w:pPr>
        <w:pStyle w:val="libNormal"/>
        <w:rPr>
          <w:rtl/>
        </w:rPr>
      </w:pPr>
      <w:r>
        <w:rPr>
          <w:rtl/>
        </w:rPr>
        <w:t>8</w:t>
      </w:r>
      <w:r w:rsidR="007D3118">
        <w:rPr>
          <w:rtl/>
        </w:rPr>
        <w:t xml:space="preserve">. </w:t>
      </w:r>
      <w:r>
        <w:rPr>
          <w:rtl/>
        </w:rPr>
        <w:t>تويى خداييى كه نخستين موجود در آغاز تو بودى و تا ابد هستى تو پايدار باشد و زوال نپذيرد</w:t>
      </w:r>
      <w:r w:rsidR="007D3118">
        <w:rPr>
          <w:rtl/>
        </w:rPr>
        <w:t xml:space="preserve">. </w:t>
      </w:r>
    </w:p>
    <w:p w:rsidR="00587D34" w:rsidRDefault="00587D34" w:rsidP="00587D34">
      <w:pPr>
        <w:pStyle w:val="libNormal"/>
        <w:rPr>
          <w:rtl/>
        </w:rPr>
      </w:pPr>
      <w:r>
        <w:rPr>
          <w:rtl/>
        </w:rPr>
        <w:t>9</w:t>
      </w:r>
      <w:r w:rsidR="007D3118">
        <w:rPr>
          <w:rtl/>
        </w:rPr>
        <w:t xml:space="preserve">. </w:t>
      </w:r>
      <w:r>
        <w:rPr>
          <w:rtl/>
        </w:rPr>
        <w:t>و منم بنده اى اندك عمل</w:t>
      </w:r>
      <w:r w:rsidR="007D3118">
        <w:rPr>
          <w:rtl/>
        </w:rPr>
        <w:t xml:space="preserve">، </w:t>
      </w:r>
      <w:r>
        <w:rPr>
          <w:rtl/>
        </w:rPr>
        <w:t>و بسيار طمع</w:t>
      </w:r>
      <w:r w:rsidR="007D3118">
        <w:rPr>
          <w:rtl/>
        </w:rPr>
        <w:t xml:space="preserve">، </w:t>
      </w:r>
      <w:r>
        <w:rPr>
          <w:rtl/>
        </w:rPr>
        <w:t>كه وسائل را از دست داده ام مگر رحمت تو دست گيرد و رشته هاى اميدم گسيخته مگر عفو تو را كه هنوز به دست دارم</w:t>
      </w:r>
      <w:r w:rsidR="007D3118">
        <w:rPr>
          <w:rtl/>
        </w:rPr>
        <w:t xml:space="preserve">. </w:t>
      </w:r>
    </w:p>
    <w:p w:rsidR="00587D34" w:rsidRDefault="00587D34" w:rsidP="00587D34">
      <w:pPr>
        <w:pStyle w:val="libNormal"/>
        <w:rPr>
          <w:rtl/>
        </w:rPr>
      </w:pPr>
      <w:r>
        <w:rPr>
          <w:rtl/>
        </w:rPr>
        <w:t>10</w:t>
      </w:r>
      <w:r w:rsidR="007D3118">
        <w:rPr>
          <w:rtl/>
        </w:rPr>
        <w:t xml:space="preserve">. </w:t>
      </w:r>
      <w:r>
        <w:rPr>
          <w:rtl/>
        </w:rPr>
        <w:t>طاعتى كه بدان دلگرم دارم اندك است و معصيتى كه بار دوشم شود بسيار</w:t>
      </w:r>
      <w:r w:rsidR="007D3118">
        <w:rPr>
          <w:rtl/>
        </w:rPr>
        <w:t xml:space="preserve">. </w:t>
      </w:r>
      <w:r>
        <w:rPr>
          <w:rtl/>
        </w:rPr>
        <w:t>عفو تو از بنده ات گر چه بدكار باشد دشوار نيست</w:t>
      </w:r>
      <w:r w:rsidR="007D3118">
        <w:rPr>
          <w:rtl/>
        </w:rPr>
        <w:t xml:space="preserve">، </w:t>
      </w:r>
      <w:r>
        <w:rPr>
          <w:rtl/>
        </w:rPr>
        <w:t>پس مرا ببخش</w:t>
      </w:r>
      <w:r w:rsidR="007D3118">
        <w:rPr>
          <w:rtl/>
        </w:rPr>
        <w:t xml:space="preserve">. </w:t>
      </w:r>
    </w:p>
    <w:p w:rsidR="00587D34" w:rsidRDefault="00587D34" w:rsidP="00587D34">
      <w:pPr>
        <w:pStyle w:val="libNormal"/>
        <w:rPr>
          <w:rtl/>
        </w:rPr>
      </w:pPr>
      <w:r>
        <w:rPr>
          <w:rtl/>
        </w:rPr>
        <w:t>11</w:t>
      </w:r>
      <w:r w:rsidR="007D3118">
        <w:rPr>
          <w:rtl/>
        </w:rPr>
        <w:t xml:space="preserve">. </w:t>
      </w:r>
      <w:r>
        <w:rPr>
          <w:rtl/>
        </w:rPr>
        <w:t>خدايا علم تو بر اعمال پنهان ما مشرف است</w:t>
      </w:r>
      <w:r w:rsidR="007D3118">
        <w:rPr>
          <w:rtl/>
        </w:rPr>
        <w:t xml:space="preserve">، </w:t>
      </w:r>
      <w:r>
        <w:rPr>
          <w:rtl/>
        </w:rPr>
        <w:t>و راز پنهان ما در پيش ‍ دانش تو مكشوف</w:t>
      </w:r>
      <w:r w:rsidR="007D3118">
        <w:rPr>
          <w:rtl/>
        </w:rPr>
        <w:t xml:space="preserve">، </w:t>
      </w:r>
      <w:r>
        <w:rPr>
          <w:rtl/>
        </w:rPr>
        <w:t>هچى چيز كوچك از تو پوشيده نيست</w:t>
      </w:r>
      <w:r w:rsidR="007D3118">
        <w:rPr>
          <w:rtl/>
        </w:rPr>
        <w:t xml:space="preserve">، </w:t>
      </w:r>
      <w:r>
        <w:rPr>
          <w:rtl/>
        </w:rPr>
        <w:t>و اسرار ناپيدا ز تو مخفى نميماند</w:t>
      </w:r>
      <w:r w:rsidR="007D3118">
        <w:rPr>
          <w:rtl/>
        </w:rPr>
        <w:t xml:space="preserve">. </w:t>
      </w:r>
    </w:p>
    <w:p w:rsidR="00587D34" w:rsidRDefault="00587D34" w:rsidP="00587D34">
      <w:pPr>
        <w:pStyle w:val="libNormal"/>
        <w:rPr>
          <w:rtl/>
        </w:rPr>
      </w:pPr>
      <w:r>
        <w:rPr>
          <w:rtl/>
        </w:rPr>
        <w:lastRenderedPageBreak/>
        <w:t>12</w:t>
      </w:r>
      <w:r w:rsidR="007D3118">
        <w:rPr>
          <w:rtl/>
        </w:rPr>
        <w:t xml:space="preserve">. </w:t>
      </w:r>
      <w:r>
        <w:rPr>
          <w:rtl/>
        </w:rPr>
        <w:t>دشمن تو كه براى فريب دادن من از تو مهلت خواسته است و مهلتش ‍ دادى و تا روز جزا فرصت طلبيده است و تو فرصتش بخشيدى</w:t>
      </w:r>
      <w:r w:rsidR="007D3118">
        <w:rPr>
          <w:rtl/>
        </w:rPr>
        <w:t xml:space="preserve">، </w:t>
      </w:r>
      <w:r>
        <w:rPr>
          <w:rtl/>
        </w:rPr>
        <w:t>بر من چيره شد</w:t>
      </w:r>
      <w:r w:rsidR="007D3118">
        <w:rPr>
          <w:rtl/>
        </w:rPr>
        <w:t xml:space="preserve">. </w:t>
      </w:r>
    </w:p>
    <w:p w:rsidR="00587D34" w:rsidRDefault="00587D34" w:rsidP="00587D34">
      <w:pPr>
        <w:pStyle w:val="libNormal"/>
        <w:rPr>
          <w:rtl/>
        </w:rPr>
      </w:pPr>
      <w:r>
        <w:rPr>
          <w:rtl/>
        </w:rPr>
        <w:t>13</w:t>
      </w:r>
      <w:r w:rsidR="007D3118">
        <w:rPr>
          <w:rtl/>
        </w:rPr>
        <w:t xml:space="preserve">. </w:t>
      </w:r>
      <w:r>
        <w:rPr>
          <w:rtl/>
        </w:rPr>
        <w:t>و مرا بر زمين زده است و من از صغائر گناهان عافيت سوز و كبائر معاصى نقمت اندوز سوى تو گريختم</w:t>
      </w:r>
      <w:r w:rsidR="007D3118">
        <w:rPr>
          <w:rtl/>
        </w:rPr>
        <w:t xml:space="preserve">. </w:t>
      </w:r>
      <w:r>
        <w:rPr>
          <w:rtl/>
        </w:rPr>
        <w:t>وقتى من به گناه آلوده گشتم و به زشت كارى سزاوار خشم تو شدم</w:t>
      </w:r>
      <w:r w:rsidR="007D3118">
        <w:rPr>
          <w:rtl/>
        </w:rPr>
        <w:t xml:space="preserve">، </w:t>
      </w:r>
      <w:r>
        <w:rPr>
          <w:rtl/>
        </w:rPr>
        <w:t>به خيانت روى از من در پيچيد و در روى من به ناسپاسى سخن گفت و از من بيزارى جست و پشت كرده بگريخت و مرا با خشم تو تنها گذاشت</w:t>
      </w:r>
      <w:r w:rsidR="007D3118">
        <w:rPr>
          <w:rtl/>
        </w:rPr>
        <w:t xml:space="preserve">، </w:t>
      </w:r>
      <w:r>
        <w:rPr>
          <w:rtl/>
        </w:rPr>
        <w:t>مرا تا آستانه انتقام تو نزديك آورد و رها كرد</w:t>
      </w:r>
      <w:r w:rsidR="007D3118">
        <w:rPr>
          <w:rtl/>
        </w:rPr>
        <w:t xml:space="preserve">. </w:t>
      </w:r>
    </w:p>
    <w:p w:rsidR="00587D34" w:rsidRDefault="00587D34" w:rsidP="00587D34">
      <w:pPr>
        <w:pStyle w:val="libNormal"/>
        <w:rPr>
          <w:rtl/>
        </w:rPr>
      </w:pPr>
      <w:r>
        <w:rPr>
          <w:rtl/>
        </w:rPr>
        <w:t>14</w:t>
      </w:r>
      <w:r w:rsidR="007D3118">
        <w:rPr>
          <w:rtl/>
        </w:rPr>
        <w:t xml:space="preserve">. </w:t>
      </w:r>
      <w:r>
        <w:rPr>
          <w:rtl/>
        </w:rPr>
        <w:t>كسى نيست مرا شفاعت كند</w:t>
      </w:r>
      <w:r w:rsidR="007D3118">
        <w:rPr>
          <w:rtl/>
        </w:rPr>
        <w:t xml:space="preserve">، </w:t>
      </w:r>
      <w:r>
        <w:rPr>
          <w:rtl/>
        </w:rPr>
        <w:t>و آشنايى ندارم كه مرا پنده دهد و حصارى نيست تا سنگر من شود و قلعه اى نه كه در آن گريزم</w:t>
      </w:r>
      <w:r w:rsidR="007D3118">
        <w:rPr>
          <w:rtl/>
        </w:rPr>
        <w:t xml:space="preserve">. </w:t>
      </w:r>
    </w:p>
    <w:p w:rsidR="00587D34" w:rsidRDefault="00587D34" w:rsidP="00587D34">
      <w:pPr>
        <w:pStyle w:val="libNormal"/>
        <w:rPr>
          <w:rtl/>
        </w:rPr>
      </w:pPr>
      <w:r>
        <w:rPr>
          <w:rtl/>
        </w:rPr>
        <w:t>15</w:t>
      </w:r>
      <w:r w:rsidR="007D3118">
        <w:rPr>
          <w:rtl/>
        </w:rPr>
        <w:t xml:space="preserve">. </w:t>
      </w:r>
      <w:r>
        <w:rPr>
          <w:rtl/>
        </w:rPr>
        <w:t>اينك در اين جا ايستاده زينهار از تو خواهم و نزد تو به قصور خود اعتراف دارم</w:t>
      </w:r>
      <w:r w:rsidR="007D3118">
        <w:rPr>
          <w:rtl/>
        </w:rPr>
        <w:t xml:space="preserve">. </w:t>
      </w:r>
      <w:r>
        <w:rPr>
          <w:rtl/>
        </w:rPr>
        <w:t>پس سعت فضل توبر من تنگ نشود و خلعت عفو تو از قامت من كوتاه نيايد و من نوميدترين بندگان تائب تو نباشم</w:t>
      </w:r>
      <w:r w:rsidR="007D3118">
        <w:rPr>
          <w:rtl/>
        </w:rPr>
        <w:t xml:space="preserve">، </w:t>
      </w:r>
      <w:r>
        <w:rPr>
          <w:rtl/>
        </w:rPr>
        <w:t>و بى بهره ترين كسانى كه با اميد به درگاه تو روى آورده اند نشوم و مرا بيامرز كه تو بهترين آمرزندگانى</w:t>
      </w:r>
      <w:r w:rsidR="007D3118">
        <w:rPr>
          <w:rtl/>
        </w:rPr>
        <w:t xml:space="preserve">. </w:t>
      </w:r>
    </w:p>
    <w:p w:rsidR="00587D34" w:rsidRDefault="00587D34" w:rsidP="00587D34">
      <w:pPr>
        <w:pStyle w:val="libNormal"/>
        <w:rPr>
          <w:rtl/>
        </w:rPr>
      </w:pPr>
      <w:r>
        <w:rPr>
          <w:rtl/>
        </w:rPr>
        <w:t>16</w:t>
      </w:r>
      <w:r w:rsidR="007D3118">
        <w:rPr>
          <w:rtl/>
        </w:rPr>
        <w:t xml:space="preserve">. </w:t>
      </w:r>
      <w:r>
        <w:rPr>
          <w:rtl/>
        </w:rPr>
        <w:t>خدايا! تو مرا امر كردى و من ترك فرمان تو كردم و مرا نهى فرمودى و مرتكب نهى تو گشتم و انديشه بد</w:t>
      </w:r>
      <w:r w:rsidR="007D3118">
        <w:rPr>
          <w:rtl/>
        </w:rPr>
        <w:t xml:space="preserve">، </w:t>
      </w:r>
      <w:r>
        <w:rPr>
          <w:rtl/>
        </w:rPr>
        <w:t>كار زشت را به نظر من نيكو نمود</w:t>
      </w:r>
      <w:r w:rsidR="007D3118">
        <w:rPr>
          <w:rtl/>
        </w:rPr>
        <w:t xml:space="preserve">، </w:t>
      </w:r>
      <w:r>
        <w:rPr>
          <w:rtl/>
        </w:rPr>
        <w:t>پس از حد در گذشتم</w:t>
      </w:r>
      <w:r w:rsidR="007D3118">
        <w:rPr>
          <w:rtl/>
        </w:rPr>
        <w:t xml:space="preserve">. </w:t>
      </w:r>
    </w:p>
    <w:p w:rsidR="00587D34" w:rsidRDefault="00587D34" w:rsidP="00587D34">
      <w:pPr>
        <w:pStyle w:val="libNormal"/>
        <w:rPr>
          <w:rtl/>
        </w:rPr>
      </w:pPr>
      <w:r>
        <w:rPr>
          <w:rtl/>
        </w:rPr>
        <w:t>17</w:t>
      </w:r>
      <w:r w:rsidR="007D3118">
        <w:rPr>
          <w:rtl/>
        </w:rPr>
        <w:t xml:space="preserve">. </w:t>
      </w:r>
      <w:r>
        <w:rPr>
          <w:rtl/>
        </w:rPr>
        <w:t>هيچ روز را گواه بر روزه خود نگيرم و هيچ شب را براى بيدارى و عبادت پناه خود قرار ندهم و هيچ سنّتى ستايش من نكند كه به آن درست رفتار كرده ام جز واجبات تو را كه اگر كسى آنها را فرو گذارد هلاك شود</w:t>
      </w:r>
      <w:r w:rsidR="007D3118">
        <w:rPr>
          <w:rtl/>
        </w:rPr>
        <w:t xml:space="preserve">. </w:t>
      </w:r>
    </w:p>
    <w:p w:rsidR="00587D34" w:rsidRDefault="00587D34" w:rsidP="00587D34">
      <w:pPr>
        <w:pStyle w:val="libNormal"/>
        <w:rPr>
          <w:rtl/>
        </w:rPr>
      </w:pPr>
      <w:r>
        <w:rPr>
          <w:rtl/>
        </w:rPr>
        <w:lastRenderedPageBreak/>
        <w:t>18</w:t>
      </w:r>
      <w:r w:rsidR="007D3118">
        <w:rPr>
          <w:rtl/>
        </w:rPr>
        <w:t xml:space="preserve">. </w:t>
      </w:r>
      <w:r>
        <w:rPr>
          <w:rtl/>
        </w:rPr>
        <w:t>به بسيارى نوافل به تو توسل نجويم چون وظايف واجبات را هم چنان كه بايد رعايت ننمودم و از حدود مقرّ تو در گذشته به حريم حرمت راه يافتم و گناهان بزرگ مرتكب شده ام</w:t>
      </w:r>
      <w:r w:rsidR="007D3118">
        <w:rPr>
          <w:rtl/>
        </w:rPr>
        <w:t xml:space="preserve">، </w:t>
      </w:r>
      <w:r>
        <w:rPr>
          <w:rtl/>
        </w:rPr>
        <w:t>كه تو بر من پرده پوشيدى و مرا رسوا نكردى</w:t>
      </w:r>
      <w:r w:rsidR="007D3118">
        <w:rPr>
          <w:rtl/>
        </w:rPr>
        <w:t xml:space="preserve">. </w:t>
      </w:r>
    </w:p>
    <w:p w:rsidR="00587D34" w:rsidRDefault="00587D34" w:rsidP="00587D34">
      <w:pPr>
        <w:pStyle w:val="libNormal"/>
        <w:rPr>
          <w:rtl/>
        </w:rPr>
      </w:pPr>
      <w:r>
        <w:rPr>
          <w:rtl/>
        </w:rPr>
        <w:t>19</w:t>
      </w:r>
      <w:r w:rsidR="007D3118">
        <w:rPr>
          <w:rtl/>
        </w:rPr>
        <w:t xml:space="preserve">. </w:t>
      </w:r>
      <w:r>
        <w:rPr>
          <w:rtl/>
        </w:rPr>
        <w:t>در اين مقام كسى ايستاده است</w:t>
      </w:r>
      <w:r w:rsidR="007D3118">
        <w:rPr>
          <w:rtl/>
        </w:rPr>
        <w:t xml:space="preserve">، </w:t>
      </w:r>
      <w:r>
        <w:rPr>
          <w:rtl/>
        </w:rPr>
        <w:t>كه از تو شرمسار</w:t>
      </w:r>
      <w:r w:rsidR="007D3118">
        <w:rPr>
          <w:rtl/>
        </w:rPr>
        <w:t xml:space="preserve">، </w:t>
      </w:r>
      <w:r>
        <w:rPr>
          <w:rtl/>
        </w:rPr>
        <w:t>و بر جان خويش ‍ خشمگين و از تو خشنود</w:t>
      </w:r>
      <w:r w:rsidR="007D3118">
        <w:rPr>
          <w:rtl/>
        </w:rPr>
        <w:t xml:space="preserve">، </w:t>
      </w:r>
      <w:r>
        <w:rPr>
          <w:rtl/>
        </w:rPr>
        <w:t>با دلى شكسته</w:t>
      </w:r>
      <w:r w:rsidR="007D3118">
        <w:rPr>
          <w:rtl/>
        </w:rPr>
        <w:t xml:space="preserve">، </w:t>
      </w:r>
      <w:r>
        <w:rPr>
          <w:rtl/>
        </w:rPr>
        <w:t>و گردنى فرو افكنده</w:t>
      </w:r>
      <w:r w:rsidR="007D3118">
        <w:rPr>
          <w:rtl/>
        </w:rPr>
        <w:t xml:space="preserve">، </w:t>
      </w:r>
      <w:r>
        <w:rPr>
          <w:rtl/>
        </w:rPr>
        <w:t>پشتى از بار گناه سنگين</w:t>
      </w:r>
      <w:r w:rsidR="007D3118">
        <w:rPr>
          <w:rtl/>
        </w:rPr>
        <w:t xml:space="preserve">، </w:t>
      </w:r>
      <w:r>
        <w:rPr>
          <w:rtl/>
        </w:rPr>
        <w:t>از يك سوى به تو اميدوار و از ديگر سوى از تو ترسان است</w:t>
      </w:r>
      <w:r w:rsidR="007D3118">
        <w:rPr>
          <w:rtl/>
        </w:rPr>
        <w:t xml:space="preserve">. </w:t>
      </w:r>
    </w:p>
    <w:p w:rsidR="00587D34" w:rsidRDefault="00587D34" w:rsidP="00587D34">
      <w:pPr>
        <w:pStyle w:val="libNormal"/>
        <w:rPr>
          <w:rtl/>
        </w:rPr>
      </w:pPr>
      <w:r>
        <w:rPr>
          <w:rtl/>
        </w:rPr>
        <w:t>20</w:t>
      </w:r>
      <w:r w:rsidR="007D3118">
        <w:rPr>
          <w:rtl/>
        </w:rPr>
        <w:t xml:space="preserve">. </w:t>
      </w:r>
      <w:r>
        <w:rPr>
          <w:rtl/>
        </w:rPr>
        <w:t>و چون تو سزاوارترى از همه كسى به اميد و شايسته تر به ترس و بيم</w:t>
      </w:r>
      <w:r w:rsidR="007D3118">
        <w:rPr>
          <w:rtl/>
        </w:rPr>
        <w:t xml:space="preserve">، </w:t>
      </w:r>
      <w:r>
        <w:rPr>
          <w:rtl/>
        </w:rPr>
        <w:t>پس آنچه اميدوارم اى پروردگار من به من ارزانى دار و از آنچه ميترسم مرا ايمن گردان و از رحمت خود بهره مند كن كه كريمترين كسى كه از او حاجت خواهند تويى</w:t>
      </w:r>
      <w:r w:rsidR="007D3118">
        <w:rPr>
          <w:rtl/>
        </w:rPr>
        <w:t xml:space="preserve">. </w:t>
      </w:r>
    </w:p>
    <w:p w:rsidR="00587D34" w:rsidRDefault="00587D34" w:rsidP="00587D34">
      <w:pPr>
        <w:pStyle w:val="libNormal"/>
        <w:rPr>
          <w:rtl/>
        </w:rPr>
      </w:pPr>
      <w:r>
        <w:rPr>
          <w:rtl/>
        </w:rPr>
        <w:t>21</w:t>
      </w:r>
      <w:r w:rsidR="007D3118">
        <w:rPr>
          <w:rtl/>
        </w:rPr>
        <w:t xml:space="preserve">. </w:t>
      </w:r>
      <w:r>
        <w:rPr>
          <w:rtl/>
        </w:rPr>
        <w:t>خدايا اكنون كه به پرده عفو عيب مرا پوشيدى</w:t>
      </w:r>
      <w:r w:rsidR="007D3118">
        <w:rPr>
          <w:rtl/>
        </w:rPr>
        <w:t xml:space="preserve">، </w:t>
      </w:r>
      <w:r>
        <w:rPr>
          <w:rtl/>
        </w:rPr>
        <w:t>و ميان همگنان در سراى فانى غرق نعمتهاى خود ساختى</w:t>
      </w:r>
      <w:r w:rsidR="007D3118">
        <w:rPr>
          <w:rtl/>
        </w:rPr>
        <w:t xml:space="preserve">، </w:t>
      </w:r>
      <w:r>
        <w:rPr>
          <w:rtl/>
        </w:rPr>
        <w:t>در سراى باقى نيز از رسوايى ها محفوظ دار</w:t>
      </w:r>
      <w:r w:rsidR="007D3118">
        <w:rPr>
          <w:rtl/>
        </w:rPr>
        <w:t xml:space="preserve">. </w:t>
      </w:r>
      <w:r>
        <w:rPr>
          <w:rtl/>
        </w:rPr>
        <w:t>در آن جا كه گواهان مى ايستند از فرشتگان مقرّب</w:t>
      </w:r>
      <w:r w:rsidR="007D3118">
        <w:rPr>
          <w:rtl/>
        </w:rPr>
        <w:t xml:space="preserve">، </w:t>
      </w:r>
      <w:r>
        <w:rPr>
          <w:rtl/>
        </w:rPr>
        <w:t>و پيغمبران معظم</w:t>
      </w:r>
      <w:r w:rsidR="007D3118">
        <w:rPr>
          <w:rtl/>
        </w:rPr>
        <w:t xml:space="preserve">، </w:t>
      </w:r>
      <w:r>
        <w:rPr>
          <w:rtl/>
        </w:rPr>
        <w:t>و شهيدان جان باخته در راه دين و شايستگان مؤمنين</w:t>
      </w:r>
      <w:r w:rsidR="007D3118">
        <w:rPr>
          <w:rtl/>
        </w:rPr>
        <w:t xml:space="preserve">. </w:t>
      </w:r>
      <w:r>
        <w:rPr>
          <w:rtl/>
        </w:rPr>
        <w:t>من كار زشت خود را از همسايه پنهان مى كنم و از نمودن راز خود به خويشاوندان شرم دارم</w:t>
      </w:r>
      <w:r w:rsidR="007D3118">
        <w:rPr>
          <w:rtl/>
        </w:rPr>
        <w:t xml:space="preserve">. </w:t>
      </w:r>
    </w:p>
    <w:p w:rsidR="00587D34" w:rsidRDefault="00587D34" w:rsidP="00587D34">
      <w:pPr>
        <w:pStyle w:val="libNormal"/>
        <w:rPr>
          <w:rtl/>
        </w:rPr>
      </w:pPr>
      <w:r>
        <w:rPr>
          <w:rtl/>
        </w:rPr>
        <w:t>22</w:t>
      </w:r>
      <w:r w:rsidR="007D3118">
        <w:rPr>
          <w:rtl/>
        </w:rPr>
        <w:t xml:space="preserve">. </w:t>
      </w:r>
      <w:r>
        <w:rPr>
          <w:rtl/>
        </w:rPr>
        <w:t>چون يقين ندارم سرّ مرا مى پوشند</w:t>
      </w:r>
      <w:r w:rsidR="007D3118">
        <w:rPr>
          <w:rtl/>
        </w:rPr>
        <w:t xml:space="preserve">، </w:t>
      </w:r>
      <w:r>
        <w:rPr>
          <w:rtl/>
        </w:rPr>
        <w:t>اما به آمرزش تو اعتماد دارم تو سزاوارترين كسى به اعتماد داشتن و بخشنده ترين كسى كه چشم اميد به تو است و مهربان ترين كسى كه توقع عفو از تو بايد داشت پس بر من ببخشاى</w:t>
      </w:r>
      <w:r w:rsidR="007D3118">
        <w:rPr>
          <w:rtl/>
        </w:rPr>
        <w:t xml:space="preserve">. </w:t>
      </w:r>
    </w:p>
    <w:p w:rsidR="00587D34" w:rsidRDefault="00587D34" w:rsidP="00587D34">
      <w:pPr>
        <w:pStyle w:val="libNormal"/>
        <w:rPr>
          <w:rtl/>
        </w:rPr>
      </w:pPr>
      <w:r>
        <w:rPr>
          <w:rtl/>
        </w:rPr>
        <w:t>23</w:t>
      </w:r>
      <w:r w:rsidR="007D3118">
        <w:rPr>
          <w:rtl/>
        </w:rPr>
        <w:t xml:space="preserve">. </w:t>
      </w:r>
      <w:r>
        <w:rPr>
          <w:rtl/>
        </w:rPr>
        <w:t>خدايا من آبى پست و ناچيز بودم</w:t>
      </w:r>
      <w:r w:rsidR="007D3118">
        <w:rPr>
          <w:rtl/>
        </w:rPr>
        <w:t xml:space="preserve">، </w:t>
      </w:r>
      <w:r>
        <w:rPr>
          <w:rtl/>
        </w:rPr>
        <w:t>مرا از مجراهاى باريك ميان استخوانهاى درهم فشرده پشت پدر در تنگناى رحم فرود آوردى و در ميان چند پرده نهان كردى و از حالى به حالى گردانيدى تا صورت من كاملگشت و اندام ها براى من آفريدى چنان كه در كتاب خود فرمودى</w:t>
      </w:r>
      <w:r w:rsidR="007D3118">
        <w:rPr>
          <w:rtl/>
        </w:rPr>
        <w:t xml:space="preserve">: </w:t>
      </w:r>
      <w:r>
        <w:rPr>
          <w:rtl/>
        </w:rPr>
        <w:t xml:space="preserve">ثُمَّ خلقنَا النُّطفة عَلَقَةً </w:t>
      </w:r>
      <w:r>
        <w:rPr>
          <w:rtl/>
        </w:rPr>
        <w:lastRenderedPageBreak/>
        <w:t>فخلقنا العلقة مُضْغَةً فخلقنا المضغة عِظَاما فكسونا الْعِظَامَ لَحْما ثُمَّ اءَنْشَاءْناه خَلْقا آخَرَ</w:t>
      </w:r>
    </w:p>
    <w:p w:rsidR="00587D34" w:rsidRDefault="00587D34" w:rsidP="00587D34">
      <w:pPr>
        <w:pStyle w:val="libNormal"/>
        <w:rPr>
          <w:rtl/>
        </w:rPr>
      </w:pPr>
      <w:r>
        <w:rPr>
          <w:rtl/>
        </w:rPr>
        <w:t>24</w:t>
      </w:r>
      <w:r w:rsidR="007D3118">
        <w:rPr>
          <w:rtl/>
        </w:rPr>
        <w:t xml:space="preserve">. </w:t>
      </w:r>
      <w:r>
        <w:rPr>
          <w:rtl/>
        </w:rPr>
        <w:t>تا وقتى كه محتاج روزى تو گشتم و از ريزش فضل تو بى نياز نبودم از زيادتى آب و طعام كنيزكت كه مرا در شكم او جاى داده و به رحم او سپردى براى من خوراك مقرر داشتى</w:t>
      </w:r>
      <w:r w:rsidR="007D3118">
        <w:rPr>
          <w:rtl/>
        </w:rPr>
        <w:t xml:space="preserve">. </w:t>
      </w:r>
    </w:p>
    <w:p w:rsidR="00587D34" w:rsidRDefault="00587D34" w:rsidP="00587D34">
      <w:pPr>
        <w:pStyle w:val="libNormal"/>
        <w:rPr>
          <w:rtl/>
        </w:rPr>
      </w:pPr>
      <w:r>
        <w:rPr>
          <w:rtl/>
        </w:rPr>
        <w:t>25</w:t>
      </w:r>
      <w:r w:rsidR="007D3118">
        <w:rPr>
          <w:rtl/>
        </w:rPr>
        <w:t xml:space="preserve">. </w:t>
      </w:r>
      <w:r>
        <w:rPr>
          <w:rtl/>
        </w:rPr>
        <w:t>و اگر در آن حال مرا واگذاشته و به تدبير خود سپرده بودى تاب و توان از من رفته و نيرو از من دور گشته بود</w:t>
      </w:r>
      <w:r w:rsidR="007D3118">
        <w:rPr>
          <w:rtl/>
        </w:rPr>
        <w:t xml:space="preserve">. </w:t>
      </w:r>
      <w:r w:rsidRPr="00AA3CBA">
        <w:rPr>
          <w:rStyle w:val="libFootnotenumChar"/>
          <w:rtl/>
        </w:rPr>
        <w:t>(92</w:t>
      </w:r>
      <w:r w:rsidR="007D3118" w:rsidRPr="00AA3CBA">
        <w:rPr>
          <w:rStyle w:val="libFootnotenumChar"/>
          <w:rtl/>
        </w:rPr>
        <w:t>)</w:t>
      </w:r>
    </w:p>
    <w:p w:rsidR="00587D34" w:rsidRDefault="00587D34" w:rsidP="00587D34">
      <w:pPr>
        <w:pStyle w:val="libNormal"/>
        <w:rPr>
          <w:rtl/>
        </w:rPr>
      </w:pPr>
      <w:r>
        <w:rPr>
          <w:rtl/>
        </w:rPr>
        <w:t>26</w:t>
      </w:r>
      <w:r w:rsidR="007D3118">
        <w:rPr>
          <w:rtl/>
        </w:rPr>
        <w:t xml:space="preserve">. </w:t>
      </w:r>
      <w:r>
        <w:rPr>
          <w:rtl/>
        </w:rPr>
        <w:t>اما تو مرا از فضل خود به مهربانى و لطف روزى دادى و تا اين غايت به همان گونه پروريدى</w:t>
      </w:r>
      <w:r w:rsidR="007D3118">
        <w:rPr>
          <w:rtl/>
        </w:rPr>
        <w:t xml:space="preserve">. </w:t>
      </w:r>
      <w:r>
        <w:rPr>
          <w:rtl/>
        </w:rPr>
        <w:t>هيچ گاه از احسان تو محروم نبوده ام و در فضل تو نسبت به من كاستى روى نداد</w:t>
      </w:r>
      <w:r w:rsidR="007D3118">
        <w:rPr>
          <w:rtl/>
        </w:rPr>
        <w:t xml:space="preserve">، </w:t>
      </w:r>
      <w:r>
        <w:rPr>
          <w:rtl/>
        </w:rPr>
        <w:t>با اين حال يقين من هنوز به رسيدن روزى تو مستحكم نشده است تا به آرامش خاطر به كارى پردازم كه سبب روسفيدى من نزد تو شود</w:t>
      </w:r>
      <w:r w:rsidR="007D3118">
        <w:rPr>
          <w:rtl/>
        </w:rPr>
        <w:t xml:space="preserve">. </w:t>
      </w:r>
    </w:p>
    <w:p w:rsidR="00587D34" w:rsidRDefault="00587D34" w:rsidP="00587D34">
      <w:pPr>
        <w:pStyle w:val="libNormal"/>
        <w:rPr>
          <w:rtl/>
        </w:rPr>
      </w:pPr>
      <w:r>
        <w:rPr>
          <w:rtl/>
        </w:rPr>
        <w:t>27</w:t>
      </w:r>
      <w:r w:rsidR="007D3118">
        <w:rPr>
          <w:rtl/>
        </w:rPr>
        <w:t xml:space="preserve">. </w:t>
      </w:r>
      <w:r>
        <w:rPr>
          <w:rtl/>
        </w:rPr>
        <w:t>شيطان عنان مرا گرفته</w:t>
      </w:r>
      <w:r w:rsidR="007D3118">
        <w:rPr>
          <w:rtl/>
        </w:rPr>
        <w:t xml:space="preserve">، </w:t>
      </w:r>
      <w:r>
        <w:rPr>
          <w:rtl/>
        </w:rPr>
        <w:t>سوى ضعف يقين و بدگمانى مى كشاند</w:t>
      </w:r>
      <w:r w:rsidR="007D3118">
        <w:rPr>
          <w:rtl/>
        </w:rPr>
        <w:t xml:space="preserve">، </w:t>
      </w:r>
      <w:r>
        <w:rPr>
          <w:rtl/>
        </w:rPr>
        <w:t>اكنون از بدصحبتى او نسبت به من و خوش طاعتى خودم نسبت به او شكايت دارم و از چيره گشتن او پناه به تو مى برم و به لابه و زارى از تو مى خواهم كيد او را از من دفع كنى</w:t>
      </w:r>
      <w:r w:rsidR="007D3118">
        <w:rPr>
          <w:rtl/>
        </w:rPr>
        <w:t xml:space="preserve">. </w:t>
      </w:r>
    </w:p>
    <w:p w:rsidR="00587D34" w:rsidRDefault="00587D34" w:rsidP="00587D34">
      <w:pPr>
        <w:pStyle w:val="libNormal"/>
        <w:rPr>
          <w:rtl/>
        </w:rPr>
      </w:pPr>
      <w:r>
        <w:rPr>
          <w:rtl/>
        </w:rPr>
        <w:t>28</w:t>
      </w:r>
      <w:r w:rsidR="007D3118">
        <w:rPr>
          <w:rtl/>
        </w:rPr>
        <w:t xml:space="preserve">. </w:t>
      </w:r>
      <w:r>
        <w:rPr>
          <w:rtl/>
        </w:rPr>
        <w:t>و راه روزى را بر من سهل گردانى</w:t>
      </w:r>
      <w:r w:rsidR="007D3118">
        <w:rPr>
          <w:rtl/>
        </w:rPr>
        <w:t xml:space="preserve">، </w:t>
      </w:r>
      <w:r>
        <w:rPr>
          <w:rtl/>
        </w:rPr>
        <w:t>تو را سپاس كه به من نعمت هاى بزرگ بخشيدى و شكر احسان خود را به من الهام فرمودى</w:t>
      </w:r>
      <w:r w:rsidR="007D3118">
        <w:rPr>
          <w:rtl/>
        </w:rPr>
        <w:t xml:space="preserve">، </w:t>
      </w:r>
      <w:r>
        <w:rPr>
          <w:rtl/>
        </w:rPr>
        <w:t xml:space="preserve">پس درود بر محمد و آل او فرست و روزى را بر من آسان گردان و مرا به قسمت خود قانع كن و به نصيب خودم در آن چه روزى كرده اى خرسند ساز و هر چه از تن و عمر من گذشته است </w:t>
      </w:r>
      <w:r w:rsidRPr="00AA3CBA">
        <w:rPr>
          <w:rStyle w:val="libFootnotenumChar"/>
          <w:rtl/>
        </w:rPr>
        <w:t>(93</w:t>
      </w:r>
      <w:r w:rsidR="007D3118" w:rsidRPr="00AA3CBA">
        <w:rPr>
          <w:rStyle w:val="libFootnotenumChar"/>
          <w:rtl/>
        </w:rPr>
        <w:t>)</w:t>
      </w:r>
      <w:r>
        <w:rPr>
          <w:rtl/>
        </w:rPr>
        <w:t xml:space="preserve"> در راه طاعت خود صرف كن كه تو بهترين روزى دهندگانى</w:t>
      </w:r>
      <w:r w:rsidR="007D3118">
        <w:rPr>
          <w:rtl/>
        </w:rPr>
        <w:t xml:space="preserve">. </w:t>
      </w:r>
    </w:p>
    <w:p w:rsidR="00587D34" w:rsidRDefault="00587D34" w:rsidP="00587D34">
      <w:pPr>
        <w:pStyle w:val="libNormal"/>
        <w:rPr>
          <w:rtl/>
        </w:rPr>
      </w:pPr>
      <w:r>
        <w:rPr>
          <w:rtl/>
        </w:rPr>
        <w:lastRenderedPageBreak/>
        <w:t>29</w:t>
      </w:r>
      <w:r w:rsidR="007D3118">
        <w:rPr>
          <w:rtl/>
        </w:rPr>
        <w:t xml:space="preserve">. </w:t>
      </w:r>
      <w:r>
        <w:rPr>
          <w:rtl/>
        </w:rPr>
        <w:t>خدايا من به تو پناه مى برم از آتشى كه گناهكاران را بدان عذاب مى كنى و هر كه از راه رضاى تو منحرف شود بدان بيم مى دهى آتشى كه پرتو آن تاريك است و اندك آن بسيار و دردناك و دور آن سخت نزديك</w:t>
      </w:r>
      <w:r w:rsidR="007D3118">
        <w:rPr>
          <w:rtl/>
        </w:rPr>
        <w:t xml:space="preserve">، </w:t>
      </w:r>
      <w:r>
        <w:rPr>
          <w:rtl/>
        </w:rPr>
        <w:t>آتشى كه هر قسمت آن قسمت ديگر را مى بلعد و فرو مى برد</w:t>
      </w:r>
      <w:r w:rsidR="007D3118">
        <w:rPr>
          <w:rtl/>
        </w:rPr>
        <w:t xml:space="preserve">. </w:t>
      </w:r>
      <w:r>
        <w:rPr>
          <w:rtl/>
        </w:rPr>
        <w:t>پاره اى از آن بر پاره ديگر مى تازد</w:t>
      </w:r>
      <w:r w:rsidR="007D3118">
        <w:rPr>
          <w:rtl/>
        </w:rPr>
        <w:t xml:space="preserve">. </w:t>
      </w:r>
    </w:p>
    <w:p w:rsidR="00587D34" w:rsidRDefault="00587D34" w:rsidP="00587D34">
      <w:pPr>
        <w:pStyle w:val="libNormal"/>
        <w:rPr>
          <w:rtl/>
        </w:rPr>
      </w:pPr>
      <w:r>
        <w:rPr>
          <w:rtl/>
        </w:rPr>
        <w:t>30</w:t>
      </w:r>
      <w:r w:rsidR="007D3118">
        <w:rPr>
          <w:rtl/>
        </w:rPr>
        <w:t xml:space="preserve">. </w:t>
      </w:r>
      <w:r>
        <w:rPr>
          <w:rtl/>
        </w:rPr>
        <w:t>آن آتشى كه استخوان ها را فرسوده مى كند و مى ريزد و ساكنانش را از آب جوشان مى نوشاند</w:t>
      </w:r>
      <w:r w:rsidR="007D3118">
        <w:rPr>
          <w:rtl/>
        </w:rPr>
        <w:t xml:space="preserve">. </w:t>
      </w:r>
      <w:r>
        <w:rPr>
          <w:rtl/>
        </w:rPr>
        <w:t>آتشى كه به زارى و لابه كسى گوش فرا نمى دهد و از عجز و نياز احدى به بخشايش نمى آيد</w:t>
      </w:r>
      <w:r w:rsidR="007D3118">
        <w:rPr>
          <w:rtl/>
        </w:rPr>
        <w:t xml:space="preserve">، </w:t>
      </w:r>
      <w:r>
        <w:rPr>
          <w:rtl/>
        </w:rPr>
        <w:t>كسى نمى تواند به فروتنى و تسليم از شكنجه و عذاب او بكاهد و ساكنان را به عذابى دردناك و كيفرى سخت ناگوار هر چه سوزان تر كه در حد توان او باشد پاداش مى دهد</w:t>
      </w:r>
      <w:r w:rsidR="007D3118">
        <w:rPr>
          <w:rtl/>
        </w:rPr>
        <w:t xml:space="preserve">. </w:t>
      </w:r>
    </w:p>
    <w:p w:rsidR="00587D34" w:rsidRDefault="00587D34" w:rsidP="00587D34">
      <w:pPr>
        <w:pStyle w:val="libNormal"/>
        <w:rPr>
          <w:rtl/>
        </w:rPr>
      </w:pPr>
      <w:r>
        <w:rPr>
          <w:rtl/>
        </w:rPr>
        <w:t>31</w:t>
      </w:r>
      <w:r w:rsidR="007D3118">
        <w:rPr>
          <w:rtl/>
        </w:rPr>
        <w:t xml:space="preserve">. </w:t>
      </w:r>
      <w:r>
        <w:rPr>
          <w:rtl/>
        </w:rPr>
        <w:t>و پناه به تو مى برم از كژدم هاى آن كه دهان گشوده اند و مارهاى نيش بر آورده</w:t>
      </w:r>
      <w:r w:rsidR="007D3118">
        <w:rPr>
          <w:rtl/>
        </w:rPr>
        <w:t xml:space="preserve">، </w:t>
      </w:r>
      <w:r>
        <w:rPr>
          <w:rtl/>
        </w:rPr>
        <w:t xml:space="preserve">و نوشيدنى آن كه دل </w:t>
      </w:r>
      <w:r w:rsidRPr="00AA3CBA">
        <w:rPr>
          <w:rStyle w:val="libFootnotenumChar"/>
          <w:rtl/>
        </w:rPr>
        <w:t>(94</w:t>
      </w:r>
      <w:r w:rsidR="007D3118" w:rsidRPr="00AA3CBA">
        <w:rPr>
          <w:rStyle w:val="libFootnotenumChar"/>
          <w:rtl/>
        </w:rPr>
        <w:t>)</w:t>
      </w:r>
      <w:r>
        <w:rPr>
          <w:rtl/>
        </w:rPr>
        <w:t xml:space="preserve"> و امعاى ساكنان را پاره پاره مى كند و قلب آن ها را از جاى بر مى كند</w:t>
      </w:r>
      <w:r w:rsidR="007D3118">
        <w:rPr>
          <w:rtl/>
        </w:rPr>
        <w:t xml:space="preserve">، </w:t>
      </w:r>
      <w:r>
        <w:rPr>
          <w:rtl/>
        </w:rPr>
        <w:t>و از تو مى خواهم كه مرا راه نمايى به آن چه مرا از آتش دور مى گرداند و آن را مى راند</w:t>
      </w:r>
      <w:r w:rsidR="007D3118">
        <w:rPr>
          <w:rtl/>
        </w:rPr>
        <w:t xml:space="preserve">. </w:t>
      </w:r>
    </w:p>
    <w:p w:rsidR="00587D34" w:rsidRDefault="00587D34" w:rsidP="00587D34">
      <w:pPr>
        <w:pStyle w:val="libNormal"/>
        <w:rPr>
          <w:rtl/>
        </w:rPr>
      </w:pPr>
      <w:r>
        <w:rPr>
          <w:rtl/>
        </w:rPr>
        <w:t>32</w:t>
      </w:r>
      <w:r w:rsidR="007D3118">
        <w:rPr>
          <w:rtl/>
        </w:rPr>
        <w:t xml:space="preserve">. </w:t>
      </w:r>
      <w:r>
        <w:rPr>
          <w:rtl/>
        </w:rPr>
        <w:t>خدايا درود بر محمد و آل او فرست و مرا به فضل و رحمت خود پناه ده و از لغزش دست گير و خوار مگذار</w:t>
      </w:r>
      <w:r w:rsidR="007D3118">
        <w:rPr>
          <w:rtl/>
        </w:rPr>
        <w:t xml:space="preserve">، </w:t>
      </w:r>
      <w:r>
        <w:rPr>
          <w:rtl/>
        </w:rPr>
        <w:t>اى بهترين پناه دهندگان</w:t>
      </w:r>
      <w:r w:rsidR="007D3118">
        <w:rPr>
          <w:rtl/>
        </w:rPr>
        <w:t xml:space="preserve">. </w:t>
      </w:r>
    </w:p>
    <w:p w:rsidR="00587D34" w:rsidRDefault="00587D34" w:rsidP="00587D34">
      <w:pPr>
        <w:pStyle w:val="libNormal"/>
        <w:rPr>
          <w:rtl/>
        </w:rPr>
      </w:pPr>
      <w:r>
        <w:rPr>
          <w:rtl/>
        </w:rPr>
        <w:t>33</w:t>
      </w:r>
      <w:r w:rsidR="007D3118">
        <w:rPr>
          <w:rtl/>
        </w:rPr>
        <w:t xml:space="preserve">. </w:t>
      </w:r>
      <w:r>
        <w:rPr>
          <w:rtl/>
        </w:rPr>
        <w:t>خداوندا! تو بندگان را از هر ناپسندى محفوظ مى دارى و حسنه مى دهى و هر چه بخواهى به جا مى آورى و بر همه چيز قادرى</w:t>
      </w:r>
      <w:r w:rsidR="007D3118">
        <w:rPr>
          <w:rtl/>
        </w:rPr>
        <w:t xml:space="preserve">. </w:t>
      </w:r>
    </w:p>
    <w:p w:rsidR="00587D34" w:rsidRDefault="00587D34" w:rsidP="00587D34">
      <w:pPr>
        <w:pStyle w:val="libNormal"/>
        <w:rPr>
          <w:rtl/>
        </w:rPr>
      </w:pPr>
      <w:r>
        <w:rPr>
          <w:rtl/>
        </w:rPr>
        <w:t>34</w:t>
      </w:r>
      <w:r w:rsidR="007D3118">
        <w:rPr>
          <w:rtl/>
        </w:rPr>
        <w:t xml:space="preserve">. </w:t>
      </w:r>
      <w:r>
        <w:rPr>
          <w:rtl/>
        </w:rPr>
        <w:t>خدايا درود بر محمد و آل او فرست هرگاه ذكر نيكان شود و درود بر محمد و آل او فرست تا روز و شب در گردشند درودى كه دنباله آن بريده نشود و عدد آن به شمار نيايد</w:t>
      </w:r>
      <w:r w:rsidR="007D3118">
        <w:rPr>
          <w:rtl/>
        </w:rPr>
        <w:t xml:space="preserve">، </w:t>
      </w:r>
      <w:r>
        <w:rPr>
          <w:rtl/>
        </w:rPr>
        <w:t>درودى كه فضا را پر كند و زمين و آسمان را فرا گيرد</w:t>
      </w:r>
      <w:r w:rsidR="007D3118">
        <w:rPr>
          <w:rtl/>
        </w:rPr>
        <w:t xml:space="preserve">. </w:t>
      </w:r>
    </w:p>
    <w:p w:rsidR="00587D34" w:rsidRDefault="00587D34" w:rsidP="00587D34">
      <w:pPr>
        <w:pStyle w:val="libNormal"/>
        <w:rPr>
          <w:rtl/>
        </w:rPr>
      </w:pPr>
      <w:r>
        <w:rPr>
          <w:rtl/>
        </w:rPr>
        <w:lastRenderedPageBreak/>
        <w:t>35</w:t>
      </w:r>
      <w:r w:rsidR="007D3118">
        <w:rPr>
          <w:rtl/>
        </w:rPr>
        <w:t xml:space="preserve">. </w:t>
      </w:r>
      <w:r>
        <w:rPr>
          <w:rtl/>
        </w:rPr>
        <w:t>درود خداى بر او باد به اندازه اى كه خرسند گردد و درود خداى بر او باد</w:t>
      </w:r>
      <w:r w:rsidR="007D3118">
        <w:rPr>
          <w:rtl/>
        </w:rPr>
        <w:t xml:space="preserve">، </w:t>
      </w:r>
      <w:r>
        <w:rPr>
          <w:rtl/>
        </w:rPr>
        <w:t>پس از خرسندى او به اندازه اى كه پايان و كرانه براى آن نباشد يا ارحم الراحمين</w:t>
      </w:r>
      <w:r w:rsidR="007D3118">
        <w:rPr>
          <w:rtl/>
        </w:rPr>
        <w:t xml:space="preserve">. </w:t>
      </w:r>
    </w:p>
    <w:p w:rsidR="00587D34" w:rsidRDefault="00D438E0" w:rsidP="004C63D0">
      <w:pPr>
        <w:pStyle w:val="Heading2"/>
        <w:rPr>
          <w:rtl/>
        </w:rPr>
      </w:pPr>
      <w:r>
        <w:br w:type="page"/>
      </w:r>
      <w:bookmarkStart w:id="70" w:name="_Toc394915199"/>
      <w:r w:rsidR="00AA3CBA">
        <w:lastRenderedPageBreak/>
        <w:t>33</w:t>
      </w:r>
      <w:r w:rsidR="00AA3CBA">
        <w:rPr>
          <w:rtl/>
        </w:rPr>
        <w:t xml:space="preserve"> وَ كَانَ، مِنْ دُعَائِهِ عَلَيْهِ السَّلامُ فِى الاسْتِخَارَةِ:</w:t>
      </w:r>
      <w:bookmarkEnd w:id="70"/>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إِنِيِّ أَسْتَخِيرُكَ بِعِلْمِكَ</w:t>
      </w:r>
      <w:r w:rsidR="007D3118">
        <w:rPr>
          <w:rtl/>
        </w:rPr>
        <w:t xml:space="preserve">، </w:t>
      </w:r>
      <w:r>
        <w:rPr>
          <w:rtl/>
        </w:rPr>
        <w:t>فَصَلِّ عَلَى مُحَمَّدٍ وَ آلِهِ</w:t>
      </w:r>
      <w:r w:rsidR="007D3118">
        <w:rPr>
          <w:rtl/>
        </w:rPr>
        <w:t xml:space="preserve">، </w:t>
      </w:r>
      <w:r>
        <w:rPr>
          <w:rtl/>
        </w:rPr>
        <w:t>وَ اقْضِ لِى بِالْخِيَرَةِ</w:t>
      </w:r>
    </w:p>
    <w:p w:rsidR="00587D34" w:rsidRDefault="00587D34" w:rsidP="00587D34">
      <w:pPr>
        <w:pStyle w:val="libNormal"/>
        <w:rPr>
          <w:rtl/>
        </w:rPr>
      </w:pPr>
      <w:r>
        <w:rPr>
          <w:rtl/>
        </w:rPr>
        <w:t>(2</w:t>
      </w:r>
      <w:r w:rsidR="007D3118">
        <w:rPr>
          <w:rtl/>
        </w:rPr>
        <w:t xml:space="preserve">) </w:t>
      </w:r>
      <w:r>
        <w:rPr>
          <w:rtl/>
        </w:rPr>
        <w:t>وَ أَلْهِمْنَا مَعْرِفَةَ الاخْتِيَارِ</w:t>
      </w:r>
      <w:r w:rsidR="007D3118">
        <w:rPr>
          <w:rtl/>
        </w:rPr>
        <w:t xml:space="preserve">، </w:t>
      </w:r>
      <w:r>
        <w:rPr>
          <w:rtl/>
        </w:rPr>
        <w:t>وَ اجْعَلْ ذَلِكَ ذَرِيعَةً إِلَى الرِّضَا بِمَا قَضَيْتَ لَنَا وَ التَّسْلِيمِ لِمَا حَكَمْتَ فَأَزِحْ عَنَّا رَيْبَ الارْتِيَابِ</w:t>
      </w:r>
      <w:r w:rsidR="007D3118">
        <w:rPr>
          <w:rtl/>
        </w:rPr>
        <w:t xml:space="preserve">، </w:t>
      </w:r>
      <w:r>
        <w:rPr>
          <w:rtl/>
        </w:rPr>
        <w:t>وَ أَيِّدْنَا بِيَقِينِ الْمُخْلِصِينَ</w:t>
      </w:r>
      <w:r w:rsidR="007D3118">
        <w:rPr>
          <w:rtl/>
        </w:rPr>
        <w:t xml:space="preserve">. </w:t>
      </w:r>
    </w:p>
    <w:p w:rsidR="00587D34" w:rsidRDefault="00587D34" w:rsidP="00587D34">
      <w:pPr>
        <w:pStyle w:val="libNormal"/>
        <w:rPr>
          <w:rtl/>
        </w:rPr>
      </w:pPr>
      <w:r>
        <w:rPr>
          <w:rtl/>
        </w:rPr>
        <w:t>(3</w:t>
      </w:r>
      <w:r w:rsidR="007D3118">
        <w:rPr>
          <w:rtl/>
        </w:rPr>
        <w:t xml:space="preserve">) </w:t>
      </w:r>
      <w:r>
        <w:rPr>
          <w:rtl/>
        </w:rPr>
        <w:t>وَ لا تَسُمْنَا عَجْزَ الْمَعْرِفَةِ عَمَّا تَخَيَّرْتَ فَنَغْمِطَ قَدْرَكَ</w:t>
      </w:r>
      <w:r w:rsidR="007D3118">
        <w:rPr>
          <w:rtl/>
        </w:rPr>
        <w:t xml:space="preserve">، </w:t>
      </w:r>
      <w:r>
        <w:rPr>
          <w:rtl/>
        </w:rPr>
        <w:t>وَ نَكْرَهَ مَوْضِعَ رِضَاكَ</w:t>
      </w:r>
      <w:r w:rsidR="007D3118">
        <w:rPr>
          <w:rtl/>
        </w:rPr>
        <w:t xml:space="preserve">، </w:t>
      </w:r>
      <w:r>
        <w:rPr>
          <w:rtl/>
        </w:rPr>
        <w:t>وَ نَجْنَحَ إِلَى الَّتِى هِىَ أَبْعَدُ مِنْ حُسْنِ الْعَاقِبَةِ</w:t>
      </w:r>
      <w:r w:rsidR="007D3118">
        <w:rPr>
          <w:rtl/>
        </w:rPr>
        <w:t xml:space="preserve">، </w:t>
      </w:r>
      <w:r>
        <w:rPr>
          <w:rtl/>
        </w:rPr>
        <w:t>وَ أَقْرَبُ إِلَى ضِدِّ الْعَافِيَةِ</w:t>
      </w:r>
    </w:p>
    <w:p w:rsidR="00587D34" w:rsidRDefault="00587D34" w:rsidP="00587D34">
      <w:pPr>
        <w:pStyle w:val="libNormal"/>
        <w:rPr>
          <w:rtl/>
        </w:rPr>
      </w:pPr>
      <w:r>
        <w:rPr>
          <w:rtl/>
        </w:rPr>
        <w:t>(4</w:t>
      </w:r>
      <w:r w:rsidR="007D3118">
        <w:rPr>
          <w:rtl/>
        </w:rPr>
        <w:t xml:space="preserve">) </w:t>
      </w:r>
      <w:r>
        <w:rPr>
          <w:rtl/>
        </w:rPr>
        <w:t>حَبِّبْ إِلَيْنَا مَا نَكْرَهُ مِنْ قَضَائِكَ</w:t>
      </w:r>
      <w:r w:rsidR="007D3118">
        <w:rPr>
          <w:rtl/>
        </w:rPr>
        <w:t xml:space="preserve">، </w:t>
      </w:r>
      <w:r>
        <w:rPr>
          <w:rtl/>
        </w:rPr>
        <w:t>وَ سَهِّلْ عَلَيْنَا مَا نَسْتَصْعِبُ مِنْ حُكْمِكَ</w:t>
      </w:r>
    </w:p>
    <w:p w:rsidR="00587D34" w:rsidRDefault="00587D34" w:rsidP="00587D34">
      <w:pPr>
        <w:pStyle w:val="libNormal"/>
        <w:rPr>
          <w:rtl/>
        </w:rPr>
      </w:pPr>
      <w:r>
        <w:rPr>
          <w:rtl/>
        </w:rPr>
        <w:t>(5</w:t>
      </w:r>
      <w:r w:rsidR="007D3118">
        <w:rPr>
          <w:rtl/>
        </w:rPr>
        <w:t xml:space="preserve">) </w:t>
      </w:r>
      <w:r>
        <w:rPr>
          <w:rtl/>
        </w:rPr>
        <w:t xml:space="preserve">وَ أَلْهِمْنَا الانْقِيَادَ لِمَا أَوْرَدْتَ عَلَيْنَا مِنْ مَشِيَّتِكَ حَتَّى لا نُحِبَّ </w:t>
      </w:r>
      <w:r w:rsidR="00F57255">
        <w:rPr>
          <w:rtl/>
        </w:rPr>
        <w:t>تأخیر</w:t>
      </w:r>
      <w:r>
        <w:rPr>
          <w:rtl/>
        </w:rPr>
        <w:t xml:space="preserve"> مَا عَجَّلْتَ</w:t>
      </w:r>
      <w:r w:rsidR="007D3118">
        <w:rPr>
          <w:rtl/>
        </w:rPr>
        <w:t xml:space="preserve">، </w:t>
      </w:r>
      <w:r>
        <w:rPr>
          <w:rtl/>
        </w:rPr>
        <w:t>وَ لا تَعْجِيلَ مَا أَخَّرْتَ</w:t>
      </w:r>
      <w:r w:rsidR="007D3118">
        <w:rPr>
          <w:rtl/>
        </w:rPr>
        <w:t xml:space="preserve">، </w:t>
      </w:r>
      <w:r>
        <w:rPr>
          <w:rtl/>
        </w:rPr>
        <w:t>وَ لا نَكْرَهَ مَا أَحْبَبْتَ</w:t>
      </w:r>
      <w:r w:rsidR="007D3118">
        <w:rPr>
          <w:rtl/>
        </w:rPr>
        <w:t xml:space="preserve">، </w:t>
      </w:r>
      <w:r>
        <w:rPr>
          <w:rtl/>
        </w:rPr>
        <w:t>وَ لا نَتَخَيَّرَ مَا كَرِهْتَ</w:t>
      </w:r>
      <w:r w:rsidR="007D3118">
        <w:rPr>
          <w:rtl/>
        </w:rPr>
        <w:t xml:space="preserve">. </w:t>
      </w:r>
    </w:p>
    <w:p w:rsidR="00587D34" w:rsidRDefault="00587D34" w:rsidP="00587D34">
      <w:pPr>
        <w:pStyle w:val="libNormal"/>
        <w:rPr>
          <w:rtl/>
        </w:rPr>
      </w:pPr>
      <w:r>
        <w:rPr>
          <w:rtl/>
        </w:rPr>
        <w:t>(6</w:t>
      </w:r>
      <w:r w:rsidR="007D3118">
        <w:rPr>
          <w:rtl/>
        </w:rPr>
        <w:t xml:space="preserve">) </w:t>
      </w:r>
      <w:r>
        <w:rPr>
          <w:rtl/>
        </w:rPr>
        <w:t>وَ اخْتِمْ لَنَا بِالَّتِى هِىَ أَحْمَدُ عَاقِبَةً</w:t>
      </w:r>
      <w:r w:rsidR="007D3118">
        <w:rPr>
          <w:rtl/>
        </w:rPr>
        <w:t xml:space="preserve">، </w:t>
      </w:r>
      <w:r>
        <w:rPr>
          <w:rtl/>
        </w:rPr>
        <w:t>وَ أَكْرَمُ مَصِيرا</w:t>
      </w:r>
      <w:r w:rsidR="007D3118">
        <w:rPr>
          <w:rtl/>
        </w:rPr>
        <w:t xml:space="preserve">، </w:t>
      </w:r>
      <w:r>
        <w:rPr>
          <w:rtl/>
        </w:rPr>
        <w:t>إِنَّكَ تُفِيدُ الْكَرِيمَةَ</w:t>
      </w:r>
      <w:r w:rsidR="007D3118">
        <w:rPr>
          <w:rtl/>
        </w:rPr>
        <w:t xml:space="preserve">، </w:t>
      </w:r>
      <w:r>
        <w:rPr>
          <w:rtl/>
        </w:rPr>
        <w:t>وَ تُعْطِى الْجَسِيمَةَ</w:t>
      </w:r>
      <w:r w:rsidR="007D3118">
        <w:rPr>
          <w:rtl/>
        </w:rPr>
        <w:t xml:space="preserve">، </w:t>
      </w:r>
      <w:r>
        <w:rPr>
          <w:rtl/>
        </w:rPr>
        <w:t>وَ تَفْعَلُ مَا تُرِيدُ</w:t>
      </w:r>
      <w:r w:rsidR="007D3118">
        <w:rPr>
          <w:rtl/>
        </w:rPr>
        <w:t xml:space="preserve">، </w:t>
      </w:r>
      <w:r>
        <w:rPr>
          <w:rtl/>
        </w:rPr>
        <w:t>وَ أَنْتَ عَلَى كُلِّ شَيْءٍ قَدِيرٌ</w:t>
      </w:r>
      <w:r w:rsidR="007D3118">
        <w:rPr>
          <w:rtl/>
        </w:rPr>
        <w:t xml:space="preserve">. </w:t>
      </w:r>
    </w:p>
    <w:p w:rsidR="00587D34" w:rsidRDefault="00AA3CBA" w:rsidP="004C63D0">
      <w:pPr>
        <w:pStyle w:val="Heading2"/>
        <w:rPr>
          <w:rtl/>
        </w:rPr>
      </w:pPr>
      <w:bookmarkStart w:id="71" w:name="_Toc394915200"/>
      <w:r>
        <w:rPr>
          <w:rtl/>
        </w:rPr>
        <w:t>ترجمه دعاى سى و سوم: دعاى آن حضرت در هنگام استخاره</w:t>
      </w:r>
      <w:bookmarkEnd w:id="71"/>
    </w:p>
    <w:p w:rsidR="00587D34" w:rsidRDefault="00587D34" w:rsidP="00587D34">
      <w:pPr>
        <w:pStyle w:val="libNormal"/>
        <w:rPr>
          <w:rtl/>
        </w:rPr>
      </w:pPr>
      <w:r>
        <w:rPr>
          <w:rtl/>
        </w:rPr>
        <w:t>1</w:t>
      </w:r>
      <w:r w:rsidR="007D3118">
        <w:rPr>
          <w:rtl/>
        </w:rPr>
        <w:t xml:space="preserve">. </w:t>
      </w:r>
      <w:r>
        <w:rPr>
          <w:rtl/>
        </w:rPr>
        <w:t>خدايا! من از تو مى خواهم چون به همه چيز دانايى</w:t>
      </w:r>
      <w:r w:rsidR="007D3118">
        <w:rPr>
          <w:rtl/>
        </w:rPr>
        <w:t xml:space="preserve">، </w:t>
      </w:r>
      <w:r>
        <w:rPr>
          <w:rtl/>
        </w:rPr>
        <w:t>پس درود بر محمد و آل او فرست و براى من خير مقدر فرما</w:t>
      </w:r>
      <w:r w:rsidR="007D3118">
        <w:rPr>
          <w:rtl/>
        </w:rPr>
        <w:t xml:space="preserve">. </w:t>
      </w:r>
    </w:p>
    <w:p w:rsidR="00587D34" w:rsidRDefault="00587D34" w:rsidP="00587D34">
      <w:pPr>
        <w:pStyle w:val="libNormal"/>
        <w:rPr>
          <w:rtl/>
        </w:rPr>
      </w:pPr>
      <w:r>
        <w:rPr>
          <w:rtl/>
        </w:rPr>
        <w:t>2</w:t>
      </w:r>
      <w:r w:rsidR="007D3118">
        <w:rPr>
          <w:rtl/>
        </w:rPr>
        <w:t xml:space="preserve">. </w:t>
      </w:r>
      <w:r>
        <w:rPr>
          <w:rtl/>
        </w:rPr>
        <w:t>و كارى كه بايد اختيار كرد به ما الهام كن و آن را وسيلتى قرار ده كه به حكم تو راضى باشيم و به قضاى تو گردن نهيم پس زنگ شك را از دل ما بزداى و ما را به يقين مخلصان نيرو ده</w:t>
      </w:r>
      <w:r w:rsidR="007D3118">
        <w:rPr>
          <w:rtl/>
        </w:rPr>
        <w:t xml:space="preserve">. </w:t>
      </w:r>
    </w:p>
    <w:p w:rsidR="00587D34" w:rsidRDefault="00587D34" w:rsidP="00587D34">
      <w:pPr>
        <w:pStyle w:val="libNormal"/>
        <w:rPr>
          <w:rtl/>
        </w:rPr>
      </w:pPr>
      <w:r>
        <w:rPr>
          <w:rtl/>
        </w:rPr>
        <w:t>3</w:t>
      </w:r>
      <w:r w:rsidR="007D3118">
        <w:rPr>
          <w:rtl/>
        </w:rPr>
        <w:t xml:space="preserve">. </w:t>
      </w:r>
      <w:r>
        <w:rPr>
          <w:rtl/>
        </w:rPr>
        <w:t xml:space="preserve">و داغ ناتوانى بر ما منه </w:t>
      </w:r>
      <w:r w:rsidRPr="00AA3CBA">
        <w:rPr>
          <w:rStyle w:val="libFootnotenumChar"/>
          <w:rtl/>
        </w:rPr>
        <w:t>(95</w:t>
      </w:r>
      <w:r w:rsidR="007D3118" w:rsidRPr="00AA3CBA">
        <w:rPr>
          <w:rStyle w:val="libFootnotenumChar"/>
          <w:rtl/>
        </w:rPr>
        <w:t>)</w:t>
      </w:r>
      <w:r>
        <w:rPr>
          <w:rtl/>
        </w:rPr>
        <w:t xml:space="preserve"> كه حكمت آن چه براى ما پسنديدى ندانيم و مقدرات تو را سبك شماريم و آن چه را تو پسنديده اى ناخوش ‍ داريم و به چيزى مايل شويم كه از حسن عاقبت دور است و به ضد عافيت نزديك</w:t>
      </w:r>
      <w:r w:rsidR="007D3118">
        <w:rPr>
          <w:rtl/>
        </w:rPr>
        <w:t xml:space="preserve">. </w:t>
      </w:r>
    </w:p>
    <w:p w:rsidR="00587D34" w:rsidRDefault="00587D34" w:rsidP="00587D34">
      <w:pPr>
        <w:pStyle w:val="libNormal"/>
        <w:rPr>
          <w:rtl/>
        </w:rPr>
      </w:pPr>
      <w:r>
        <w:rPr>
          <w:rtl/>
        </w:rPr>
        <w:t>4</w:t>
      </w:r>
      <w:r w:rsidR="007D3118">
        <w:rPr>
          <w:rtl/>
        </w:rPr>
        <w:t xml:space="preserve">. </w:t>
      </w:r>
      <w:r>
        <w:rPr>
          <w:rtl/>
        </w:rPr>
        <w:t>آن قضاى محكم تو را كه ناخوش آيند ما است محبوب ما گردان و آن حكم را كه دشوار مى شماريم براى ما آسان كن</w:t>
      </w:r>
      <w:r w:rsidR="007D3118">
        <w:rPr>
          <w:rtl/>
        </w:rPr>
        <w:t xml:space="preserve">. </w:t>
      </w:r>
    </w:p>
    <w:p w:rsidR="00587D34" w:rsidRDefault="00587D34" w:rsidP="00587D34">
      <w:pPr>
        <w:pStyle w:val="libNormal"/>
        <w:rPr>
          <w:rtl/>
        </w:rPr>
      </w:pPr>
      <w:r>
        <w:rPr>
          <w:rtl/>
        </w:rPr>
        <w:lastRenderedPageBreak/>
        <w:t>5</w:t>
      </w:r>
      <w:r w:rsidR="007D3118">
        <w:rPr>
          <w:rtl/>
        </w:rPr>
        <w:t xml:space="preserve">. </w:t>
      </w:r>
      <w:r>
        <w:rPr>
          <w:rtl/>
        </w:rPr>
        <w:t>و ما را بر آن دار كه هر چه مطابق مشيت تو بر سر ما آيد گردن نهيم</w:t>
      </w:r>
      <w:r w:rsidR="007D3118">
        <w:rPr>
          <w:rtl/>
        </w:rPr>
        <w:t xml:space="preserve">، </w:t>
      </w:r>
      <w:r>
        <w:rPr>
          <w:rtl/>
        </w:rPr>
        <w:t>چنان كه نخواهيم زود تو دير گردد و ديرِ تو زود آيد</w:t>
      </w:r>
      <w:r w:rsidR="007D3118">
        <w:rPr>
          <w:rtl/>
        </w:rPr>
        <w:t xml:space="preserve">، </w:t>
      </w:r>
      <w:r>
        <w:rPr>
          <w:rtl/>
        </w:rPr>
        <w:t>و خواسته تو را ناخوش ‍ نداريم و مكروه تو را نپسنديدم</w:t>
      </w:r>
      <w:r w:rsidR="007D3118">
        <w:rPr>
          <w:rtl/>
        </w:rPr>
        <w:t xml:space="preserve">. </w:t>
      </w:r>
    </w:p>
    <w:p w:rsidR="00587D34" w:rsidRDefault="00587D34" w:rsidP="00587D34">
      <w:pPr>
        <w:pStyle w:val="libNormal"/>
        <w:rPr>
          <w:rtl/>
        </w:rPr>
      </w:pPr>
      <w:r>
        <w:rPr>
          <w:rtl/>
        </w:rPr>
        <w:t>6</w:t>
      </w:r>
      <w:r w:rsidR="007D3118">
        <w:rPr>
          <w:rtl/>
        </w:rPr>
        <w:t xml:space="preserve">. </w:t>
      </w:r>
      <w:r>
        <w:rPr>
          <w:rtl/>
        </w:rPr>
        <w:t>و سرانجام كار ما بدان كشد كه ستوده تر بود و نيكو فرجام تر كه تو نعمت بزرگ مى بخشى و عطاى سترك مى دهى و هر چه مى خواهى به جاى آرى و بر هر چيز توانايى</w:t>
      </w:r>
      <w:r w:rsidR="007D3118">
        <w:rPr>
          <w:rtl/>
        </w:rPr>
        <w:t xml:space="preserve">. </w:t>
      </w:r>
      <w:r w:rsidRPr="00AA3CBA">
        <w:rPr>
          <w:rStyle w:val="libFootnotenumChar"/>
          <w:rtl/>
        </w:rPr>
        <w:t>(96</w:t>
      </w:r>
      <w:r w:rsidR="007D3118" w:rsidRPr="00AA3CBA">
        <w:rPr>
          <w:rStyle w:val="libFootnotenumChar"/>
          <w:rtl/>
        </w:rPr>
        <w:t>)</w:t>
      </w:r>
    </w:p>
    <w:p w:rsidR="00587D34" w:rsidRDefault="00D438E0" w:rsidP="004C63D0">
      <w:pPr>
        <w:pStyle w:val="Heading2"/>
        <w:rPr>
          <w:rtl/>
        </w:rPr>
      </w:pPr>
      <w:r>
        <w:br w:type="page"/>
      </w:r>
      <w:bookmarkStart w:id="72" w:name="_Toc394915201"/>
      <w:r w:rsidR="00AA3CBA">
        <w:lastRenderedPageBreak/>
        <w:t>34</w:t>
      </w:r>
      <w:r w:rsidR="00AA3CBA">
        <w:rPr>
          <w:rtl/>
        </w:rPr>
        <w:t xml:space="preserve"> وَ كَانَ مِنْ دُعَائِهِ عَلَيْهِ السَّلامُ إِذَا ابْتُلِىَ أَوْ رَأَى مُبْتَلًى بِفَضِيحَةٍ بِذَنْبٍ:</w:t>
      </w:r>
      <w:bookmarkEnd w:id="72"/>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لَكَ الْحَمْدُ عَلَى سِتْرِكَ بَعْدَ عِلْمِكَ</w:t>
      </w:r>
      <w:r w:rsidR="007D3118">
        <w:rPr>
          <w:rtl/>
        </w:rPr>
        <w:t xml:space="preserve">، </w:t>
      </w:r>
      <w:r>
        <w:rPr>
          <w:rtl/>
        </w:rPr>
        <w:t>وَ مُعَافَاتِكَ بَعْدَ خُبْرِكَ</w:t>
      </w:r>
      <w:r w:rsidR="007D3118">
        <w:rPr>
          <w:rtl/>
        </w:rPr>
        <w:t xml:space="preserve">، </w:t>
      </w:r>
      <w:r>
        <w:rPr>
          <w:rtl/>
        </w:rPr>
        <w:t>فَكُلُّنَا قَدِ اقْتَرَفَ الْعَائِبَةَ فَلَمْ تَشْهَرْهُ</w:t>
      </w:r>
      <w:r w:rsidR="007D3118">
        <w:rPr>
          <w:rtl/>
        </w:rPr>
        <w:t xml:space="preserve">، </w:t>
      </w:r>
      <w:r>
        <w:rPr>
          <w:rtl/>
        </w:rPr>
        <w:t>وَ ارْتَكَبَ الْفَاحِشَةَ فَلَمْ تَفْضَحْهُ</w:t>
      </w:r>
      <w:r w:rsidR="007D3118">
        <w:rPr>
          <w:rtl/>
        </w:rPr>
        <w:t xml:space="preserve">، </w:t>
      </w:r>
      <w:r>
        <w:rPr>
          <w:rtl/>
        </w:rPr>
        <w:t>وَ تَسَتَّرَ بِالْمَسَاوِى فَلَمْ تَدْلُلْ عَلَيْهِ</w:t>
      </w:r>
      <w:r w:rsidR="007D3118">
        <w:rPr>
          <w:rtl/>
        </w:rPr>
        <w:t xml:space="preserve">. </w:t>
      </w:r>
    </w:p>
    <w:p w:rsidR="00587D34" w:rsidRDefault="00587D34" w:rsidP="00587D34">
      <w:pPr>
        <w:pStyle w:val="libNormal"/>
        <w:rPr>
          <w:rtl/>
        </w:rPr>
      </w:pPr>
      <w:r>
        <w:rPr>
          <w:rtl/>
        </w:rPr>
        <w:t>(2</w:t>
      </w:r>
      <w:r w:rsidR="007D3118">
        <w:rPr>
          <w:rtl/>
        </w:rPr>
        <w:t xml:space="preserve">) </w:t>
      </w:r>
      <w:r>
        <w:rPr>
          <w:rtl/>
        </w:rPr>
        <w:t>كَمْ نَهْيٍ لَكَ قَدْ أَتَيْنَاهُ</w:t>
      </w:r>
      <w:r w:rsidR="007D3118">
        <w:rPr>
          <w:rtl/>
        </w:rPr>
        <w:t xml:space="preserve">، </w:t>
      </w:r>
      <w:r>
        <w:rPr>
          <w:rtl/>
        </w:rPr>
        <w:t>وَ أَمْرٍ قَدْ وَقَفْتَنَا عَلَيْهِ فَتَعَدَّيْنَاهُ</w:t>
      </w:r>
      <w:r w:rsidR="007D3118">
        <w:rPr>
          <w:rtl/>
        </w:rPr>
        <w:t xml:space="preserve">، </w:t>
      </w:r>
      <w:r>
        <w:rPr>
          <w:rtl/>
        </w:rPr>
        <w:t>وَ سَيِّئَةٍ اكْتَسَبْنَاهَا</w:t>
      </w:r>
      <w:r w:rsidR="007D3118">
        <w:rPr>
          <w:rtl/>
        </w:rPr>
        <w:t xml:space="preserve">، </w:t>
      </w:r>
      <w:r>
        <w:rPr>
          <w:rtl/>
        </w:rPr>
        <w:t>وَ خَطِيئَةٍ ارْتَكَبْنَاهَا</w:t>
      </w:r>
      <w:r w:rsidR="007D3118">
        <w:rPr>
          <w:rtl/>
        </w:rPr>
        <w:t xml:space="preserve">، </w:t>
      </w:r>
      <w:r>
        <w:rPr>
          <w:rtl/>
        </w:rPr>
        <w:t>كُنْتَ الْمُطَّلِعَ عَلَيْهَا دُونَ النَّاظِرِينَ</w:t>
      </w:r>
      <w:r w:rsidR="007D3118">
        <w:rPr>
          <w:rtl/>
        </w:rPr>
        <w:t xml:space="preserve">، </w:t>
      </w:r>
      <w:r>
        <w:rPr>
          <w:rtl/>
        </w:rPr>
        <w:t>وَ الْقَادِرَ عَلَى إِعْلانِهَا فَوْقَ الْقَادِرِينَ</w:t>
      </w:r>
      <w:r w:rsidR="007D3118">
        <w:rPr>
          <w:rtl/>
        </w:rPr>
        <w:t xml:space="preserve">، </w:t>
      </w:r>
      <w:r>
        <w:rPr>
          <w:rtl/>
        </w:rPr>
        <w:t>كَانَتْ عَافِيَتُكَ لَنَا حِجَابا دُونَ أَبْصَارِهِمْ</w:t>
      </w:r>
      <w:r w:rsidR="007D3118">
        <w:rPr>
          <w:rtl/>
        </w:rPr>
        <w:t xml:space="preserve">، </w:t>
      </w:r>
      <w:r>
        <w:rPr>
          <w:rtl/>
        </w:rPr>
        <w:t>وَ رَدْما دُونَ أَسْمَاعِهِمْ</w:t>
      </w:r>
    </w:p>
    <w:p w:rsidR="00587D34" w:rsidRDefault="00587D34" w:rsidP="00587D34">
      <w:pPr>
        <w:pStyle w:val="libNormal"/>
        <w:rPr>
          <w:rtl/>
        </w:rPr>
      </w:pPr>
      <w:r>
        <w:rPr>
          <w:rtl/>
        </w:rPr>
        <w:t>(3</w:t>
      </w:r>
      <w:r w:rsidR="007D3118">
        <w:rPr>
          <w:rtl/>
        </w:rPr>
        <w:t xml:space="preserve">) </w:t>
      </w:r>
      <w:r>
        <w:rPr>
          <w:rtl/>
        </w:rPr>
        <w:t>فَاجْعَلْ مَا سَتَرْتَ مِنَ الْعَوْرَةِ</w:t>
      </w:r>
      <w:r w:rsidR="007D3118">
        <w:rPr>
          <w:rtl/>
        </w:rPr>
        <w:t xml:space="preserve">، </w:t>
      </w:r>
      <w:r>
        <w:rPr>
          <w:rtl/>
        </w:rPr>
        <w:t>وَ أَخْفَيْتَ مِنَ الدَّخِيلَةِ</w:t>
      </w:r>
      <w:r w:rsidR="007D3118">
        <w:rPr>
          <w:rtl/>
        </w:rPr>
        <w:t xml:space="preserve">، </w:t>
      </w:r>
      <w:r>
        <w:rPr>
          <w:rtl/>
        </w:rPr>
        <w:t>وَاعِظا لَنَا</w:t>
      </w:r>
      <w:r w:rsidR="007D3118">
        <w:rPr>
          <w:rtl/>
        </w:rPr>
        <w:t xml:space="preserve">، </w:t>
      </w:r>
      <w:r>
        <w:rPr>
          <w:rtl/>
        </w:rPr>
        <w:t>وَ زَاجِرا عَنْ سُوءِ الْخُلُقِ</w:t>
      </w:r>
      <w:r w:rsidR="007D3118">
        <w:rPr>
          <w:rtl/>
        </w:rPr>
        <w:t xml:space="preserve">، </w:t>
      </w:r>
      <w:r>
        <w:rPr>
          <w:rtl/>
        </w:rPr>
        <w:t>وَ اقْتِرَافِ الْخَطِيئَةِ</w:t>
      </w:r>
      <w:r w:rsidR="007D3118">
        <w:rPr>
          <w:rtl/>
        </w:rPr>
        <w:t xml:space="preserve">، </w:t>
      </w:r>
      <w:r>
        <w:rPr>
          <w:rtl/>
        </w:rPr>
        <w:t>وَ سَعْيا إِلَى التَّوْبَةِ الْمَاحِيَةِ</w:t>
      </w:r>
      <w:r w:rsidR="007D3118">
        <w:rPr>
          <w:rtl/>
        </w:rPr>
        <w:t xml:space="preserve">، </w:t>
      </w:r>
      <w:r>
        <w:rPr>
          <w:rtl/>
        </w:rPr>
        <w:t>وَ الطَّرِيقِ الْمَحْمُودَةِ</w:t>
      </w:r>
    </w:p>
    <w:p w:rsidR="00587D34" w:rsidRDefault="00587D34" w:rsidP="00587D34">
      <w:pPr>
        <w:pStyle w:val="libNormal"/>
        <w:rPr>
          <w:rtl/>
        </w:rPr>
      </w:pPr>
      <w:r>
        <w:rPr>
          <w:rtl/>
        </w:rPr>
        <w:t>(4</w:t>
      </w:r>
      <w:r w:rsidR="007D3118">
        <w:rPr>
          <w:rtl/>
        </w:rPr>
        <w:t xml:space="preserve">) </w:t>
      </w:r>
      <w:r>
        <w:rPr>
          <w:rtl/>
        </w:rPr>
        <w:t>وَ قَرِّبِ الْوَقْتَ فِيهِ</w:t>
      </w:r>
      <w:r w:rsidR="007D3118">
        <w:rPr>
          <w:rtl/>
        </w:rPr>
        <w:t xml:space="preserve">، </w:t>
      </w:r>
      <w:r>
        <w:rPr>
          <w:rtl/>
        </w:rPr>
        <w:t>وَ لا تَسُمْنَا الْغَفْلَةَ عَنْكَ</w:t>
      </w:r>
      <w:r w:rsidR="007D3118">
        <w:rPr>
          <w:rtl/>
        </w:rPr>
        <w:t xml:space="preserve">، </w:t>
      </w:r>
      <w:r>
        <w:rPr>
          <w:rtl/>
        </w:rPr>
        <w:t>إِنَّا إِلَيْكَ رَاغِبُونَ</w:t>
      </w:r>
      <w:r w:rsidR="007D3118">
        <w:rPr>
          <w:rtl/>
        </w:rPr>
        <w:t xml:space="preserve">، </w:t>
      </w:r>
      <w:r>
        <w:rPr>
          <w:rtl/>
        </w:rPr>
        <w:t>وَ مِنَ الذُّنُوبِ تَائِبُونَ</w:t>
      </w:r>
      <w:r w:rsidR="007D3118">
        <w:rPr>
          <w:rtl/>
        </w:rPr>
        <w:t xml:space="preserve">. </w:t>
      </w:r>
    </w:p>
    <w:p w:rsidR="00587D34" w:rsidRDefault="00587D34" w:rsidP="00587D34">
      <w:pPr>
        <w:pStyle w:val="libNormal"/>
        <w:rPr>
          <w:rtl/>
        </w:rPr>
      </w:pPr>
      <w:r>
        <w:rPr>
          <w:rtl/>
        </w:rPr>
        <w:t>(5</w:t>
      </w:r>
      <w:r w:rsidR="007D3118">
        <w:rPr>
          <w:rtl/>
        </w:rPr>
        <w:t xml:space="preserve">) </w:t>
      </w:r>
      <w:r>
        <w:rPr>
          <w:rtl/>
        </w:rPr>
        <w:t>وَ صَلِّ عَلَى خِيَرَتِكَ اللَّهُمَّ مِنْ خَلْقِكَ</w:t>
      </w:r>
      <w:r w:rsidR="007D3118">
        <w:rPr>
          <w:rtl/>
        </w:rPr>
        <w:t xml:space="preserve">: </w:t>
      </w:r>
      <w:r>
        <w:rPr>
          <w:rtl/>
        </w:rPr>
        <w:t>مُحَمَّدٍ وَ عِتْرَتِهِ الصِّفْوَةِ مِنْ بَرِيَّتِكَ الطَّاهِرِينَ</w:t>
      </w:r>
      <w:r w:rsidR="007D3118">
        <w:rPr>
          <w:rtl/>
        </w:rPr>
        <w:t xml:space="preserve">، </w:t>
      </w:r>
      <w:r>
        <w:rPr>
          <w:rtl/>
        </w:rPr>
        <w:t>وَ اجْعَلْنَا لَهُمْ سَامِعِينَ وَ مُطِيعِينَ كَمَا أَمَرْتَ</w:t>
      </w:r>
      <w:r w:rsidR="007D3118">
        <w:rPr>
          <w:rtl/>
        </w:rPr>
        <w:t xml:space="preserve">. </w:t>
      </w:r>
    </w:p>
    <w:p w:rsidR="00587D34" w:rsidRDefault="00AA3CBA" w:rsidP="004C63D0">
      <w:pPr>
        <w:pStyle w:val="Heading2"/>
        <w:rPr>
          <w:rtl/>
        </w:rPr>
      </w:pPr>
      <w:bookmarkStart w:id="73" w:name="_Toc394915202"/>
      <w:r>
        <w:rPr>
          <w:rtl/>
        </w:rPr>
        <w:t xml:space="preserve">ترجمه دعاى سى و چهارم: دعاى آن حضرت </w:t>
      </w:r>
      <w:r w:rsidR="000C598D" w:rsidRPr="000C598D">
        <w:rPr>
          <w:rStyle w:val="libAlaemChar"/>
          <w:rtl/>
        </w:rPr>
        <w:t>عليه‌السلام</w:t>
      </w:r>
      <w:r>
        <w:rPr>
          <w:rtl/>
        </w:rPr>
        <w:t xml:space="preserve"> هرگاه مبتلا مى شد يا مبتلايى مى ديد</w:t>
      </w:r>
      <w:bookmarkEnd w:id="73"/>
    </w:p>
    <w:p w:rsidR="00587D34" w:rsidRDefault="00587D34" w:rsidP="00587D34">
      <w:pPr>
        <w:pStyle w:val="libNormal"/>
        <w:rPr>
          <w:rtl/>
        </w:rPr>
      </w:pPr>
      <w:r>
        <w:rPr>
          <w:rtl/>
        </w:rPr>
        <w:t>1</w:t>
      </w:r>
      <w:r w:rsidR="007D3118">
        <w:rPr>
          <w:rtl/>
        </w:rPr>
        <w:t xml:space="preserve">. </w:t>
      </w:r>
      <w:r>
        <w:rPr>
          <w:rtl/>
        </w:rPr>
        <w:t>اى خداوند! سپاس تو را كه مى دانى و ميپوشى</w:t>
      </w:r>
      <w:r w:rsidR="007D3118">
        <w:rPr>
          <w:rtl/>
        </w:rPr>
        <w:t xml:space="preserve">، </w:t>
      </w:r>
      <w:r>
        <w:rPr>
          <w:rtl/>
        </w:rPr>
        <w:t>و آگاهى و در ميگذرى</w:t>
      </w:r>
      <w:r w:rsidR="007D3118">
        <w:rPr>
          <w:rtl/>
        </w:rPr>
        <w:t xml:space="preserve">، </w:t>
      </w:r>
      <w:r>
        <w:rPr>
          <w:rtl/>
        </w:rPr>
        <w:t>همه ما دست به گناهى آلوده ايم تو آشكار نكردى</w:t>
      </w:r>
      <w:r w:rsidR="007D3118">
        <w:rPr>
          <w:rtl/>
        </w:rPr>
        <w:t xml:space="preserve">، </w:t>
      </w:r>
      <w:r>
        <w:rPr>
          <w:rtl/>
        </w:rPr>
        <w:t>و عمل زشتى مرتكب شده ايم</w:t>
      </w:r>
      <w:r w:rsidR="007D3118">
        <w:rPr>
          <w:rtl/>
        </w:rPr>
        <w:t xml:space="preserve">، </w:t>
      </w:r>
      <w:r>
        <w:rPr>
          <w:rtl/>
        </w:rPr>
        <w:t>رسوا نساختى</w:t>
      </w:r>
      <w:r w:rsidR="007D3118">
        <w:rPr>
          <w:rtl/>
        </w:rPr>
        <w:t xml:space="preserve">، </w:t>
      </w:r>
      <w:r>
        <w:rPr>
          <w:rtl/>
        </w:rPr>
        <w:t>تبهكارى ها در نهان انجام داده</w:t>
      </w:r>
      <w:r w:rsidR="007D3118">
        <w:rPr>
          <w:rtl/>
        </w:rPr>
        <w:t xml:space="preserve">، </w:t>
      </w:r>
      <w:r>
        <w:rPr>
          <w:rtl/>
        </w:rPr>
        <w:t>تو آن را به كس ‍ ننمودى</w:t>
      </w:r>
      <w:r w:rsidR="007D3118">
        <w:rPr>
          <w:rtl/>
        </w:rPr>
        <w:t xml:space="preserve">. </w:t>
      </w:r>
    </w:p>
    <w:p w:rsidR="00587D34" w:rsidRDefault="00587D34" w:rsidP="00587D34">
      <w:pPr>
        <w:pStyle w:val="libNormal"/>
        <w:rPr>
          <w:rtl/>
        </w:rPr>
      </w:pPr>
      <w:r>
        <w:rPr>
          <w:rtl/>
        </w:rPr>
        <w:t>2</w:t>
      </w:r>
      <w:r w:rsidR="007D3118">
        <w:rPr>
          <w:rtl/>
        </w:rPr>
        <w:t xml:space="preserve">. </w:t>
      </w:r>
      <w:r>
        <w:rPr>
          <w:rtl/>
        </w:rPr>
        <w:t>چه بسيار عملى كه تو نهى فرمودى و ما به جا آورديم يا بدان امر كردى و ما را آگاه گردانيدى و ما تجاوز كرديم</w:t>
      </w:r>
      <w:r w:rsidR="007D3118">
        <w:rPr>
          <w:rtl/>
        </w:rPr>
        <w:t xml:space="preserve">. </w:t>
      </w:r>
      <w:r>
        <w:rPr>
          <w:rtl/>
        </w:rPr>
        <w:t>و چه بدى ها كه كرديم و خطاها كه مرتكب شديم</w:t>
      </w:r>
      <w:r w:rsidR="007D3118">
        <w:rPr>
          <w:rtl/>
        </w:rPr>
        <w:t xml:space="preserve">، </w:t>
      </w:r>
      <w:r>
        <w:rPr>
          <w:rtl/>
        </w:rPr>
        <w:t xml:space="preserve">تو از آن آگاه بودى و كسى نديد و بهتر هر كس مى توانستى آن </w:t>
      </w:r>
      <w:r>
        <w:rPr>
          <w:rtl/>
        </w:rPr>
        <w:lastRenderedPageBreak/>
        <w:t>را هويدا سازى اما عافيت تو پيش چشم آنان پرده آويخت و نزديك گوش آنها سدّى كشيد</w:t>
      </w:r>
      <w:r w:rsidR="007D3118">
        <w:rPr>
          <w:rtl/>
        </w:rPr>
        <w:t xml:space="preserve">. </w:t>
      </w:r>
    </w:p>
    <w:p w:rsidR="00587D34" w:rsidRDefault="00587D34" w:rsidP="00587D34">
      <w:pPr>
        <w:pStyle w:val="libNormal"/>
        <w:rPr>
          <w:rtl/>
        </w:rPr>
      </w:pPr>
      <w:r>
        <w:rPr>
          <w:rtl/>
        </w:rPr>
        <w:t>3</w:t>
      </w:r>
      <w:r w:rsidR="007D3118">
        <w:rPr>
          <w:rtl/>
        </w:rPr>
        <w:t xml:space="preserve">. </w:t>
      </w:r>
      <w:r>
        <w:rPr>
          <w:rtl/>
        </w:rPr>
        <w:t>عيب ما را پوشيدى و راز ما را پنهان داشتى</w:t>
      </w:r>
      <w:r w:rsidR="007D3118">
        <w:rPr>
          <w:rtl/>
        </w:rPr>
        <w:t xml:space="preserve">. </w:t>
      </w:r>
      <w:r>
        <w:rPr>
          <w:rtl/>
        </w:rPr>
        <w:t>اين همه ما را پندى بود كه از خوى بد و كار زشت باز دارد و سوى توبه كشاند كه محو گناه كند و به راه پسنديده بدارد</w:t>
      </w:r>
      <w:r w:rsidR="007D3118">
        <w:rPr>
          <w:rtl/>
        </w:rPr>
        <w:t xml:space="preserve">. </w:t>
      </w:r>
    </w:p>
    <w:p w:rsidR="00587D34" w:rsidRDefault="00587D34" w:rsidP="00587D34">
      <w:pPr>
        <w:pStyle w:val="libNormal"/>
        <w:rPr>
          <w:rtl/>
        </w:rPr>
      </w:pPr>
      <w:r>
        <w:rPr>
          <w:rtl/>
        </w:rPr>
        <w:t>4</w:t>
      </w:r>
      <w:r w:rsidR="007D3118">
        <w:rPr>
          <w:rtl/>
        </w:rPr>
        <w:t xml:space="preserve">. </w:t>
      </w:r>
      <w:r>
        <w:rPr>
          <w:rtl/>
        </w:rPr>
        <w:t>هنگام آن را نزديك گردان و ما را به غفلت از خود مبتلا مكن چون كه ما روى سوى تو آورده ايم و از گناه بازگشته</w:t>
      </w:r>
      <w:r w:rsidR="007D3118">
        <w:rPr>
          <w:rtl/>
        </w:rPr>
        <w:t xml:space="preserve">. </w:t>
      </w:r>
    </w:p>
    <w:p w:rsidR="00587D34" w:rsidRDefault="00587D34" w:rsidP="00587D34">
      <w:pPr>
        <w:pStyle w:val="libNormal"/>
        <w:rPr>
          <w:rtl/>
        </w:rPr>
      </w:pPr>
      <w:r>
        <w:rPr>
          <w:rtl/>
        </w:rPr>
        <w:t>5</w:t>
      </w:r>
      <w:r w:rsidR="007D3118">
        <w:rPr>
          <w:rtl/>
        </w:rPr>
        <w:t xml:space="preserve">. </w:t>
      </w:r>
      <w:r>
        <w:rPr>
          <w:rtl/>
        </w:rPr>
        <w:t>خدايا بر برگزيده خلقت</w:t>
      </w:r>
      <w:r w:rsidR="007D3118">
        <w:rPr>
          <w:rtl/>
        </w:rPr>
        <w:t xml:space="preserve">: </w:t>
      </w:r>
      <w:r>
        <w:rPr>
          <w:rtl/>
        </w:rPr>
        <w:t>محمد و و بر عترت پاك او كه برگزيدگان خلايقند</w:t>
      </w:r>
      <w:r w:rsidR="007D3118">
        <w:rPr>
          <w:rtl/>
        </w:rPr>
        <w:t xml:space="preserve">، </w:t>
      </w:r>
      <w:r>
        <w:rPr>
          <w:rtl/>
        </w:rPr>
        <w:t>درود فرست</w:t>
      </w:r>
      <w:r w:rsidR="007D3118">
        <w:rPr>
          <w:rtl/>
        </w:rPr>
        <w:t xml:space="preserve">، </w:t>
      </w:r>
      <w:r>
        <w:rPr>
          <w:rtl/>
        </w:rPr>
        <w:t>و ما را چنان كه امر كرده اى شنوا و فرمان بردار آنها بگردان</w:t>
      </w:r>
      <w:r w:rsidR="007D3118">
        <w:rPr>
          <w:rtl/>
        </w:rPr>
        <w:t xml:space="preserve">. </w:t>
      </w:r>
    </w:p>
    <w:p w:rsidR="00587D34" w:rsidRDefault="00D438E0" w:rsidP="004C63D0">
      <w:pPr>
        <w:pStyle w:val="Heading2"/>
        <w:rPr>
          <w:rtl/>
        </w:rPr>
      </w:pPr>
      <w:r>
        <w:br w:type="page"/>
      </w:r>
      <w:bookmarkStart w:id="74" w:name="_Toc394915203"/>
      <w:r w:rsidR="00AA3CBA">
        <w:lastRenderedPageBreak/>
        <w:t>35</w:t>
      </w:r>
      <w:r w:rsidR="00AA3CBA">
        <w:rPr>
          <w:rtl/>
        </w:rPr>
        <w:t xml:space="preserve"> وَ كَانَ مِنْ دُعَائِهِ عَلَيْهِ السَّلامُ فِى الرِّضَا إِذَا نَظَرَ إِلَى أَصْحَابِ الدُّنْيَا:</w:t>
      </w:r>
      <w:bookmarkEnd w:id="74"/>
      <w:r w:rsidR="00AA3CBA">
        <w:rPr>
          <w:rtl/>
        </w:rPr>
        <w:t xml:space="preserve"> </w:t>
      </w:r>
    </w:p>
    <w:p w:rsidR="00587D34" w:rsidRDefault="00587D34" w:rsidP="00587D34">
      <w:pPr>
        <w:pStyle w:val="libNormal"/>
        <w:rPr>
          <w:rtl/>
        </w:rPr>
      </w:pPr>
      <w:r>
        <w:rPr>
          <w:rtl/>
        </w:rPr>
        <w:t>(1</w:t>
      </w:r>
      <w:r w:rsidR="007D3118">
        <w:rPr>
          <w:rtl/>
        </w:rPr>
        <w:t xml:space="preserve">) </w:t>
      </w:r>
      <w:r>
        <w:rPr>
          <w:rtl/>
        </w:rPr>
        <w:t>الْحَمْدُ لِلَّهِ رِضًى بِحُكْمِ اللَّهِ</w:t>
      </w:r>
      <w:r w:rsidR="007D3118">
        <w:rPr>
          <w:rtl/>
        </w:rPr>
        <w:t xml:space="preserve">، </w:t>
      </w:r>
      <w:r>
        <w:rPr>
          <w:rtl/>
        </w:rPr>
        <w:t>شَهِدْتُ أَنَّ اللَّهَ قَسَمَ مَعَايِشَ عِبَادِهِ بِالْعَدْلِ</w:t>
      </w:r>
      <w:r w:rsidR="007D3118">
        <w:rPr>
          <w:rtl/>
        </w:rPr>
        <w:t xml:space="preserve">، </w:t>
      </w:r>
      <w:r>
        <w:rPr>
          <w:rtl/>
        </w:rPr>
        <w:t>وَ أَخَذَ عَلَى جَمِيعِ خَلْقِهِ بِالْفَضْلِ</w:t>
      </w:r>
    </w:p>
    <w:p w:rsidR="00587D34" w:rsidRDefault="00587D34" w:rsidP="00587D34">
      <w:pPr>
        <w:pStyle w:val="libNormal"/>
        <w:rPr>
          <w:rtl/>
        </w:rPr>
      </w:pPr>
      <w:r>
        <w:rPr>
          <w:rtl/>
        </w:rPr>
        <w:t>(2</w:t>
      </w:r>
      <w:r w:rsidR="007D3118">
        <w:rPr>
          <w:rtl/>
        </w:rPr>
        <w:t xml:space="preserve">) </w:t>
      </w:r>
      <w:r>
        <w:rPr>
          <w:rtl/>
        </w:rPr>
        <w:t>اللَّهُمَّ صَلِّ عَلَى مُحَمَّدٍ وَ آلِهِ</w:t>
      </w:r>
      <w:r w:rsidR="007D3118">
        <w:rPr>
          <w:rtl/>
        </w:rPr>
        <w:t xml:space="preserve">، </w:t>
      </w:r>
      <w:r>
        <w:rPr>
          <w:rtl/>
        </w:rPr>
        <w:t>وَ لا تَفْتِنِّى بِمَا أَعْطَيْتَهُمْ</w:t>
      </w:r>
      <w:r w:rsidR="007D3118">
        <w:rPr>
          <w:rtl/>
        </w:rPr>
        <w:t xml:space="preserve">، </w:t>
      </w:r>
      <w:r>
        <w:rPr>
          <w:rtl/>
        </w:rPr>
        <w:t>وَ لا تَفْتِنْهُمْ بِمَا مَنَعْتَنِى فَأَحْسُدَ خَلْقَكَ</w:t>
      </w:r>
      <w:r w:rsidR="007D3118">
        <w:rPr>
          <w:rtl/>
        </w:rPr>
        <w:t xml:space="preserve">، </w:t>
      </w:r>
      <w:r>
        <w:rPr>
          <w:rtl/>
        </w:rPr>
        <w:t>وَ أَغْمَطَ حُكْمَكَ</w:t>
      </w:r>
      <w:r w:rsidR="007D3118">
        <w:rPr>
          <w:rtl/>
        </w:rPr>
        <w:t xml:space="preserve">. </w:t>
      </w:r>
    </w:p>
    <w:p w:rsidR="00587D34" w:rsidRDefault="00587D34" w:rsidP="00587D34">
      <w:pPr>
        <w:pStyle w:val="libNormal"/>
        <w:rPr>
          <w:rtl/>
        </w:rPr>
      </w:pPr>
      <w:r>
        <w:rPr>
          <w:rtl/>
        </w:rPr>
        <w:t>(3</w:t>
      </w:r>
      <w:r w:rsidR="007D3118">
        <w:rPr>
          <w:rtl/>
        </w:rPr>
        <w:t xml:space="preserve">) </w:t>
      </w:r>
      <w:r>
        <w:rPr>
          <w:rtl/>
        </w:rPr>
        <w:t>اللَّهُمَّ صَلِّ عَلَى مُحَمَّدٍ وَ آلِهِ</w:t>
      </w:r>
      <w:r w:rsidR="007D3118">
        <w:rPr>
          <w:rtl/>
        </w:rPr>
        <w:t xml:space="preserve">، </w:t>
      </w:r>
      <w:r>
        <w:rPr>
          <w:rtl/>
        </w:rPr>
        <w:t>وَ طَيِّبْ بِقَضَائِكَ نَفْسِى</w:t>
      </w:r>
      <w:r w:rsidR="007D3118">
        <w:rPr>
          <w:rtl/>
        </w:rPr>
        <w:t xml:space="preserve">، </w:t>
      </w:r>
      <w:r>
        <w:rPr>
          <w:rtl/>
        </w:rPr>
        <w:t>وَ وَسِّعْ بِمَوَاقِعِ حُكْمِكَ صَدْرِى</w:t>
      </w:r>
      <w:r w:rsidR="007D3118">
        <w:rPr>
          <w:rtl/>
        </w:rPr>
        <w:t xml:space="preserve">، </w:t>
      </w:r>
      <w:r>
        <w:rPr>
          <w:rtl/>
        </w:rPr>
        <w:t>وَ هَبْ لِىَ الثِّقَةَ لِأُقِرَّ مَعَهَا بِأَنَّ قَضَاءَكَ لَمْ يَجْرِ إِلا بِالْخِيَرَةِ</w:t>
      </w:r>
      <w:r w:rsidR="007D3118">
        <w:rPr>
          <w:rtl/>
        </w:rPr>
        <w:t xml:space="preserve">، </w:t>
      </w:r>
      <w:r>
        <w:rPr>
          <w:rtl/>
        </w:rPr>
        <w:t>وَ اجْعَلْ شُكْرِى لَكَ عَلَى مَا زَوَيْتَ عَنِّى أَوْفَرَ مِنْ شُكْرِى إِيَّاكَ عَلَى مَا خَوَّلْتَنِى</w:t>
      </w:r>
    </w:p>
    <w:p w:rsidR="00587D34" w:rsidRDefault="00587D34" w:rsidP="00587D34">
      <w:pPr>
        <w:pStyle w:val="libNormal"/>
        <w:rPr>
          <w:rtl/>
        </w:rPr>
      </w:pPr>
      <w:r>
        <w:rPr>
          <w:rtl/>
        </w:rPr>
        <w:t>(4</w:t>
      </w:r>
      <w:r w:rsidR="007D3118">
        <w:rPr>
          <w:rtl/>
        </w:rPr>
        <w:t xml:space="preserve">) </w:t>
      </w:r>
      <w:r>
        <w:rPr>
          <w:rtl/>
        </w:rPr>
        <w:t>وَ اعْصِمْنِى مِنْ أَنْ أَظُنَّ بِذِى عَدَمٍ خَسَاسَةً</w:t>
      </w:r>
      <w:r w:rsidR="007D3118">
        <w:rPr>
          <w:rtl/>
        </w:rPr>
        <w:t xml:space="preserve">، </w:t>
      </w:r>
      <w:r>
        <w:rPr>
          <w:rtl/>
        </w:rPr>
        <w:t>أَوْ أَظُنَّ بِصَاحِبِ ثَرْوَةٍ فَضْلا</w:t>
      </w:r>
      <w:r w:rsidR="007D3118">
        <w:rPr>
          <w:rtl/>
        </w:rPr>
        <w:t xml:space="preserve">، </w:t>
      </w:r>
      <w:r>
        <w:rPr>
          <w:rtl/>
        </w:rPr>
        <w:t>فَإِنَّ الشَّرِيفَ مَنْ شَرَّفَتْهُ طَاعَتُكَ</w:t>
      </w:r>
      <w:r w:rsidR="007D3118">
        <w:rPr>
          <w:rtl/>
        </w:rPr>
        <w:t xml:space="preserve">، </w:t>
      </w:r>
      <w:r>
        <w:rPr>
          <w:rtl/>
        </w:rPr>
        <w:t>وَ الْعَزِيزَ مَنْ أَعَزَّتْهُ عِبَادَتُكَ</w:t>
      </w:r>
    </w:p>
    <w:p w:rsidR="00587D34" w:rsidRDefault="00587D34" w:rsidP="00587D34">
      <w:pPr>
        <w:pStyle w:val="libNormal"/>
      </w:pPr>
      <w:r>
        <w:rPr>
          <w:rtl/>
        </w:rPr>
        <w:t>(5</w:t>
      </w:r>
      <w:r w:rsidR="007D3118">
        <w:rPr>
          <w:rtl/>
        </w:rPr>
        <w:t xml:space="preserve">) </w:t>
      </w:r>
      <w:r>
        <w:rPr>
          <w:rtl/>
        </w:rPr>
        <w:t>فَصَلِّ عَلَى مُحَمَّدٍ وَ آلِهِ</w:t>
      </w:r>
      <w:r w:rsidR="007D3118">
        <w:rPr>
          <w:rtl/>
        </w:rPr>
        <w:t xml:space="preserve">، </w:t>
      </w:r>
      <w:r>
        <w:rPr>
          <w:rtl/>
        </w:rPr>
        <w:t>وَ مَتِّعْنَا بِثَرْوَةٍ لا تَنْفَدُ</w:t>
      </w:r>
      <w:r w:rsidR="007D3118">
        <w:rPr>
          <w:rtl/>
        </w:rPr>
        <w:t xml:space="preserve">، </w:t>
      </w:r>
      <w:r>
        <w:rPr>
          <w:rtl/>
        </w:rPr>
        <w:t>وَ أَيِّدْنَا بِعِزٍّ لا يُفْقَدُ</w:t>
      </w:r>
      <w:r w:rsidR="007D3118">
        <w:rPr>
          <w:rtl/>
        </w:rPr>
        <w:t xml:space="preserve">، </w:t>
      </w:r>
      <w:r>
        <w:rPr>
          <w:rtl/>
        </w:rPr>
        <w:t>وَ اسْرَحْنَا فِى مُلْكِ الْأَبَدِ</w:t>
      </w:r>
      <w:r w:rsidR="007D3118">
        <w:rPr>
          <w:rtl/>
        </w:rPr>
        <w:t xml:space="preserve">، </w:t>
      </w:r>
      <w:r>
        <w:rPr>
          <w:rtl/>
        </w:rPr>
        <w:t>إِنَّكَ الْوَاحِدُ الْأَحَدُ الصَّمَدُ</w:t>
      </w:r>
      <w:r w:rsidR="007D3118">
        <w:rPr>
          <w:rtl/>
        </w:rPr>
        <w:t xml:space="preserve">، </w:t>
      </w:r>
      <w:r>
        <w:rPr>
          <w:rtl/>
        </w:rPr>
        <w:t>الَّذِى لَمْ تَلِدْ وَ لَمْ تُولَدْ وَ لَمْ يَكُنْ لَكَ كُفُوا أَحَدٌ</w:t>
      </w:r>
      <w:r w:rsidR="007D3118">
        <w:rPr>
          <w:rtl/>
        </w:rPr>
        <w:t xml:space="preserve">. </w:t>
      </w:r>
    </w:p>
    <w:p w:rsidR="00587D34" w:rsidRDefault="00AA3CBA" w:rsidP="004C63D0">
      <w:pPr>
        <w:pStyle w:val="Heading2"/>
        <w:rPr>
          <w:rtl/>
        </w:rPr>
      </w:pPr>
      <w:bookmarkStart w:id="75" w:name="_Toc394915204"/>
      <w:r>
        <w:rPr>
          <w:rtl/>
        </w:rPr>
        <w:t xml:space="preserve">ترجمه دعاى سى و پنجم: دعاى آن حضرت </w:t>
      </w:r>
      <w:r w:rsidR="000C598D" w:rsidRPr="000C598D">
        <w:rPr>
          <w:rStyle w:val="libAlaemChar"/>
          <w:rtl/>
        </w:rPr>
        <w:t>عليه‌السلام</w:t>
      </w:r>
      <w:r>
        <w:rPr>
          <w:rtl/>
        </w:rPr>
        <w:t xml:space="preserve"> در رضا به تقدير الهى</w:t>
      </w:r>
      <w:bookmarkEnd w:id="75"/>
    </w:p>
    <w:p w:rsidR="00587D34" w:rsidRDefault="00587D34" w:rsidP="00587D34">
      <w:pPr>
        <w:pStyle w:val="libNormal"/>
        <w:rPr>
          <w:rtl/>
        </w:rPr>
      </w:pPr>
      <w:r>
        <w:rPr>
          <w:rtl/>
        </w:rPr>
        <w:t>1</w:t>
      </w:r>
      <w:r w:rsidR="007D3118">
        <w:rPr>
          <w:rtl/>
        </w:rPr>
        <w:t xml:space="preserve">. </w:t>
      </w:r>
      <w:r>
        <w:rPr>
          <w:rtl/>
        </w:rPr>
        <w:t>خداى را سپاس گويم و به حكم او رضا دهم</w:t>
      </w:r>
      <w:r w:rsidR="007D3118">
        <w:rPr>
          <w:rtl/>
        </w:rPr>
        <w:t xml:space="preserve">. </w:t>
      </w:r>
      <w:r>
        <w:rPr>
          <w:rtl/>
        </w:rPr>
        <w:t>گواهى ميدهم كه خداى تعالى روزى بندگان را به عدل بخش كرده</w:t>
      </w:r>
      <w:r w:rsidR="007D3118">
        <w:rPr>
          <w:rtl/>
        </w:rPr>
        <w:t xml:space="preserve">، </w:t>
      </w:r>
      <w:r>
        <w:rPr>
          <w:rtl/>
        </w:rPr>
        <w:t>و به هر يك از آفريدگان بيش از حاجتش عطا فرموده است</w:t>
      </w:r>
      <w:r w:rsidR="007D3118">
        <w:rPr>
          <w:rtl/>
        </w:rPr>
        <w:t xml:space="preserve">. </w:t>
      </w:r>
    </w:p>
    <w:p w:rsidR="00587D34" w:rsidRDefault="00587D34" w:rsidP="00587D34">
      <w:pPr>
        <w:pStyle w:val="libNormal"/>
        <w:rPr>
          <w:rtl/>
        </w:rPr>
      </w:pPr>
      <w:r>
        <w:rPr>
          <w:rtl/>
        </w:rPr>
        <w:t>2</w:t>
      </w:r>
      <w:r w:rsidR="007D3118">
        <w:rPr>
          <w:rtl/>
        </w:rPr>
        <w:t xml:space="preserve">. </w:t>
      </w:r>
      <w:r>
        <w:rPr>
          <w:rtl/>
        </w:rPr>
        <w:t>خدايا! درود بر محمد و خاندان او فرست</w:t>
      </w:r>
      <w:r w:rsidR="007D3118">
        <w:rPr>
          <w:rtl/>
        </w:rPr>
        <w:t xml:space="preserve">، </w:t>
      </w:r>
      <w:r>
        <w:rPr>
          <w:rtl/>
        </w:rPr>
        <w:t>و مرا بدانچه به آنها ارزانى داشته اى شيفته مكن</w:t>
      </w:r>
      <w:r w:rsidR="007D3118">
        <w:rPr>
          <w:rtl/>
        </w:rPr>
        <w:t xml:space="preserve">، </w:t>
      </w:r>
      <w:r>
        <w:rPr>
          <w:rtl/>
        </w:rPr>
        <w:t>و آنان را به آنعمتى كه از من منع فرموده اى فريفته مساز</w:t>
      </w:r>
      <w:r w:rsidR="007D3118">
        <w:rPr>
          <w:rtl/>
        </w:rPr>
        <w:t xml:space="preserve">. </w:t>
      </w:r>
      <w:r>
        <w:rPr>
          <w:rtl/>
        </w:rPr>
        <w:t>من برآفريدگان تو رشك نبرم و حكم تو را خوار نشمارم</w:t>
      </w:r>
      <w:r w:rsidR="007D3118">
        <w:rPr>
          <w:rtl/>
        </w:rPr>
        <w:t xml:space="preserve">. </w:t>
      </w:r>
    </w:p>
    <w:p w:rsidR="00587D34" w:rsidRDefault="00587D34" w:rsidP="00587D34">
      <w:pPr>
        <w:pStyle w:val="libNormal"/>
        <w:rPr>
          <w:rtl/>
        </w:rPr>
      </w:pPr>
      <w:r>
        <w:rPr>
          <w:rtl/>
        </w:rPr>
        <w:t>2</w:t>
      </w:r>
      <w:r w:rsidR="007D3118">
        <w:rPr>
          <w:rtl/>
        </w:rPr>
        <w:t xml:space="preserve">. </w:t>
      </w:r>
      <w:r>
        <w:rPr>
          <w:rtl/>
        </w:rPr>
        <w:t>خدايا! درود بر محمد و آل او فرست</w:t>
      </w:r>
      <w:r w:rsidR="007D3118">
        <w:rPr>
          <w:rtl/>
        </w:rPr>
        <w:t xml:space="preserve">، </w:t>
      </w:r>
      <w:r>
        <w:rPr>
          <w:rtl/>
        </w:rPr>
        <w:t>و دل مرا بر تقدير خود خوش كن</w:t>
      </w:r>
      <w:r w:rsidR="007D3118">
        <w:rPr>
          <w:rtl/>
        </w:rPr>
        <w:t xml:space="preserve">، </w:t>
      </w:r>
      <w:r>
        <w:rPr>
          <w:rtl/>
        </w:rPr>
        <w:t xml:space="preserve">و سينه مرا تنگ مگردان تا به حكم تو راضى باشم و يقين مرا محكم تر كن تا </w:t>
      </w:r>
      <w:r>
        <w:rPr>
          <w:rtl/>
        </w:rPr>
        <w:lastRenderedPageBreak/>
        <w:t>اقرار كنم كه قضاى تو جز به حكمت جارى نمى شود و بر آنچه به من عطا نكرده اى تو را بيشتر سپاس گويم از آنچه به من ارزانى داشته اى</w:t>
      </w:r>
      <w:r w:rsidR="007D3118">
        <w:rPr>
          <w:rtl/>
        </w:rPr>
        <w:t xml:space="preserve">. </w:t>
      </w:r>
    </w:p>
    <w:p w:rsidR="00587D34" w:rsidRDefault="00587D34" w:rsidP="00587D34">
      <w:pPr>
        <w:pStyle w:val="libNormal"/>
        <w:rPr>
          <w:rtl/>
        </w:rPr>
      </w:pPr>
      <w:r>
        <w:rPr>
          <w:rtl/>
        </w:rPr>
        <w:t>4</w:t>
      </w:r>
      <w:r w:rsidR="007D3118">
        <w:rPr>
          <w:rtl/>
        </w:rPr>
        <w:t xml:space="preserve">. </w:t>
      </w:r>
      <w:r>
        <w:rPr>
          <w:rtl/>
        </w:rPr>
        <w:t>و مرا حفظ كن از اين كه بى نوايى را پست و خوار انگارم يا دولتمند را بزرگ و ارجمند پندارم</w:t>
      </w:r>
      <w:r w:rsidR="007D3118">
        <w:rPr>
          <w:rtl/>
        </w:rPr>
        <w:t xml:space="preserve">، </w:t>
      </w:r>
      <w:r>
        <w:rPr>
          <w:rtl/>
        </w:rPr>
        <w:t>چون ارجمند آن است كه به طاعت تو ارجمند گردد</w:t>
      </w:r>
      <w:r w:rsidR="007D3118">
        <w:rPr>
          <w:rtl/>
        </w:rPr>
        <w:t xml:space="preserve">، </w:t>
      </w:r>
      <w:r>
        <w:rPr>
          <w:rtl/>
        </w:rPr>
        <w:t>و خواجه آن كه به بندگان تو بزرگى يابد</w:t>
      </w:r>
      <w:r w:rsidR="007D3118">
        <w:rPr>
          <w:rtl/>
        </w:rPr>
        <w:t xml:space="preserve">. </w:t>
      </w:r>
    </w:p>
    <w:p w:rsidR="00587D34" w:rsidRDefault="00587D34" w:rsidP="00587D34">
      <w:pPr>
        <w:pStyle w:val="libNormal"/>
        <w:rPr>
          <w:rtl/>
        </w:rPr>
      </w:pPr>
      <w:r>
        <w:rPr>
          <w:rtl/>
        </w:rPr>
        <w:t>5</w:t>
      </w:r>
      <w:r w:rsidR="007D3118">
        <w:rPr>
          <w:rtl/>
        </w:rPr>
        <w:t xml:space="preserve">. </w:t>
      </w:r>
      <w:r>
        <w:rPr>
          <w:rtl/>
        </w:rPr>
        <w:t>پس درود بر محمد و آل او فرست</w:t>
      </w:r>
      <w:r w:rsidR="007D3118">
        <w:rPr>
          <w:rtl/>
        </w:rPr>
        <w:t xml:space="preserve">، </w:t>
      </w:r>
      <w:r>
        <w:rPr>
          <w:rtl/>
        </w:rPr>
        <w:t>و ما را از مالى برخوردار گردان كه پايان نپذيرد و عزتى ده كه از دست ما نرود</w:t>
      </w:r>
      <w:r w:rsidR="007D3118">
        <w:rPr>
          <w:rtl/>
        </w:rPr>
        <w:t xml:space="preserve">، </w:t>
      </w:r>
      <w:r>
        <w:rPr>
          <w:rtl/>
        </w:rPr>
        <w:t>و ما را از ملك جاويدان كامران و برخورار دار كه تويى يكتا و يگانه بى نياز</w:t>
      </w:r>
      <w:r w:rsidR="007D3118">
        <w:rPr>
          <w:rtl/>
        </w:rPr>
        <w:t xml:space="preserve">، </w:t>
      </w:r>
      <w:r>
        <w:rPr>
          <w:rtl/>
        </w:rPr>
        <w:t>كه نه فرزند آورى و نه فرزند كسى بودى و مانند تو كسى نيست</w:t>
      </w:r>
      <w:r w:rsidR="007D3118">
        <w:rPr>
          <w:rtl/>
        </w:rPr>
        <w:t xml:space="preserve">. </w:t>
      </w:r>
    </w:p>
    <w:p w:rsidR="00587D34" w:rsidRDefault="00D438E0" w:rsidP="004C63D0">
      <w:pPr>
        <w:pStyle w:val="Heading2"/>
        <w:rPr>
          <w:rtl/>
        </w:rPr>
      </w:pPr>
      <w:r>
        <w:br w:type="page"/>
      </w:r>
      <w:bookmarkStart w:id="76" w:name="_Toc394915205"/>
      <w:r w:rsidR="00AA3CBA">
        <w:lastRenderedPageBreak/>
        <w:t>36</w:t>
      </w:r>
      <w:r w:rsidR="00AA3CBA">
        <w:rPr>
          <w:rtl/>
        </w:rPr>
        <w:t xml:space="preserve"> وَ كَانَ مِنْ دُعَائِهِ عَلَيْهِ السَّلامُ إِذَا نَظَرَ إِلَى السَّحَابِ وَ الْبَرْقِ وَ سَمِعَ صَوْتَ الرَّعْدِ:</w:t>
      </w:r>
      <w:bookmarkEnd w:id="76"/>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إِنَّ هَذَيْنِ آيَتَانِ مِنْ آيَاتِكَ</w:t>
      </w:r>
      <w:r w:rsidR="007D3118">
        <w:rPr>
          <w:rtl/>
        </w:rPr>
        <w:t xml:space="preserve">، </w:t>
      </w:r>
      <w:r>
        <w:rPr>
          <w:rtl/>
        </w:rPr>
        <w:t>وَ هَذَيْنِ عَوْنَانِ مِنْ أَعْوَانِكَ</w:t>
      </w:r>
      <w:r w:rsidR="007D3118">
        <w:rPr>
          <w:rtl/>
        </w:rPr>
        <w:t xml:space="preserve">، </w:t>
      </w:r>
      <w:r>
        <w:rPr>
          <w:rtl/>
        </w:rPr>
        <w:t>يَبْتَدِرَانِ طَاعَتَكَ بِرَحْمَةٍ نَافِعَةٍ أَوْ نَقِمَةٍ ضَارَّةٍ</w:t>
      </w:r>
      <w:r w:rsidR="007D3118">
        <w:rPr>
          <w:rtl/>
        </w:rPr>
        <w:t xml:space="preserve">، </w:t>
      </w:r>
      <w:r>
        <w:rPr>
          <w:rtl/>
        </w:rPr>
        <w:t>فَلا تُمْطِرْنَا بِهِمَا مَطَرَ السَّوْءِ</w:t>
      </w:r>
      <w:r w:rsidR="007D3118">
        <w:rPr>
          <w:rtl/>
        </w:rPr>
        <w:t xml:space="preserve">، </w:t>
      </w:r>
      <w:r>
        <w:rPr>
          <w:rtl/>
        </w:rPr>
        <w:t>وَ لا تُلْبِسْنَا بِهِمَا لِبَاسَ الْبَلاءِ</w:t>
      </w:r>
      <w:r w:rsidR="007D3118">
        <w:rPr>
          <w:rtl/>
        </w:rPr>
        <w:t xml:space="preserve">. </w:t>
      </w:r>
    </w:p>
    <w:p w:rsidR="00587D34" w:rsidRDefault="00587D34" w:rsidP="00587D34">
      <w:pPr>
        <w:pStyle w:val="libNormal"/>
        <w:rPr>
          <w:rtl/>
        </w:rPr>
      </w:pPr>
      <w:r>
        <w:rPr>
          <w:rtl/>
        </w:rPr>
        <w:t>(2</w:t>
      </w:r>
      <w:r w:rsidR="007D3118">
        <w:rPr>
          <w:rtl/>
        </w:rPr>
        <w:t xml:space="preserve">) </w:t>
      </w:r>
      <w:r>
        <w:rPr>
          <w:rtl/>
        </w:rPr>
        <w:t>اللَّهُمَّ صَلِّ عَلَى مُحَمَّدٍ وَ آلِهِ</w:t>
      </w:r>
      <w:r w:rsidR="007D3118">
        <w:rPr>
          <w:rtl/>
        </w:rPr>
        <w:t xml:space="preserve">، </w:t>
      </w:r>
      <w:r>
        <w:rPr>
          <w:rtl/>
        </w:rPr>
        <w:t>وَ أَنْزِلْ عَلَيْنَا نَفْعَ هَذِهِ السَّحَائِبِ وَ بَرَكَتَهَا</w:t>
      </w:r>
      <w:r w:rsidR="007D3118">
        <w:rPr>
          <w:rtl/>
        </w:rPr>
        <w:t xml:space="preserve">، </w:t>
      </w:r>
      <w:r>
        <w:rPr>
          <w:rtl/>
        </w:rPr>
        <w:t>وَ اصْرِفْ عَنَّا أَذَاهَا وَ مَضَرَّتَهَا</w:t>
      </w:r>
      <w:r w:rsidR="007D3118">
        <w:rPr>
          <w:rtl/>
        </w:rPr>
        <w:t xml:space="preserve">، </w:t>
      </w:r>
      <w:r>
        <w:rPr>
          <w:rtl/>
        </w:rPr>
        <w:t>وَ لا تُصِبْنَا فِيهَا بِآفَةٍ</w:t>
      </w:r>
      <w:r w:rsidR="007D3118">
        <w:rPr>
          <w:rtl/>
        </w:rPr>
        <w:t xml:space="preserve">، </w:t>
      </w:r>
      <w:r>
        <w:rPr>
          <w:rtl/>
        </w:rPr>
        <w:t>وَ لا تُرْسِلْ عَلَى مَعَايِشِنَا عَاهَةً</w:t>
      </w:r>
      <w:r w:rsidR="007D3118">
        <w:rPr>
          <w:rtl/>
        </w:rPr>
        <w:t xml:space="preserve">. </w:t>
      </w:r>
    </w:p>
    <w:p w:rsidR="00587D34" w:rsidRDefault="00587D34" w:rsidP="00587D34">
      <w:pPr>
        <w:pStyle w:val="libNormal"/>
        <w:rPr>
          <w:rtl/>
        </w:rPr>
      </w:pPr>
      <w:r>
        <w:rPr>
          <w:rtl/>
        </w:rPr>
        <w:t>(3</w:t>
      </w:r>
      <w:r w:rsidR="007D3118">
        <w:rPr>
          <w:rtl/>
        </w:rPr>
        <w:t xml:space="preserve">) </w:t>
      </w:r>
      <w:r>
        <w:rPr>
          <w:rtl/>
        </w:rPr>
        <w:t>اللَّهُمَّ وَ إِنْ كُنْتَ بَعَثْتَهَا نِقْمَةً وَ أَرْسَلْتَهَا سَخْطَةً فَإِنَّا نَسْتَجِيرُكَ مِنْ غَضَبِكَ</w:t>
      </w:r>
      <w:r w:rsidR="007D3118">
        <w:rPr>
          <w:rtl/>
        </w:rPr>
        <w:t xml:space="preserve">، </w:t>
      </w:r>
      <w:r>
        <w:rPr>
          <w:rtl/>
        </w:rPr>
        <w:t>وَ نَبْتَهِلُ إِلَيْكَ فِى سُؤَالِ عَفْوِكَ</w:t>
      </w:r>
      <w:r w:rsidR="007D3118">
        <w:rPr>
          <w:rtl/>
        </w:rPr>
        <w:t xml:space="preserve">، </w:t>
      </w:r>
      <w:r>
        <w:rPr>
          <w:rtl/>
        </w:rPr>
        <w:t>فَمِلْ بِالْغَضَبِ إِلَى الْمُشْرِكِينَ</w:t>
      </w:r>
      <w:r w:rsidR="007D3118">
        <w:rPr>
          <w:rtl/>
        </w:rPr>
        <w:t xml:space="preserve">، </w:t>
      </w:r>
      <w:r>
        <w:rPr>
          <w:rtl/>
        </w:rPr>
        <w:t>وَ أَدِرْ رَحَى نَقِمَتِكَ عَلَى الْمُلْحِدِينَ</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أَذْهِبْ مَحْلَ بِلادِنَا بِسُقْيَاكَ</w:t>
      </w:r>
      <w:r w:rsidR="007D3118">
        <w:rPr>
          <w:rtl/>
        </w:rPr>
        <w:t xml:space="preserve">، </w:t>
      </w:r>
      <w:r>
        <w:rPr>
          <w:rtl/>
        </w:rPr>
        <w:t>وَ أَخْرِجْ وَحَرَ صُدُورِنَا بِرِزْقِكَ</w:t>
      </w:r>
      <w:r w:rsidR="007D3118">
        <w:rPr>
          <w:rtl/>
        </w:rPr>
        <w:t xml:space="preserve">، </w:t>
      </w:r>
      <w:r>
        <w:rPr>
          <w:rtl/>
        </w:rPr>
        <w:t>وَ لا تَشْغَلْنَا عَنْكَ بِغَيْرِكَ</w:t>
      </w:r>
      <w:r w:rsidR="007D3118">
        <w:rPr>
          <w:rtl/>
        </w:rPr>
        <w:t xml:space="preserve">، </w:t>
      </w:r>
      <w:r>
        <w:rPr>
          <w:rtl/>
        </w:rPr>
        <w:t>وَ لا تَقْطَعْ عَنْ كَافَّتِنَا مَادَّةَ بِرِّكَ</w:t>
      </w:r>
      <w:r w:rsidR="007D3118">
        <w:rPr>
          <w:rtl/>
        </w:rPr>
        <w:t xml:space="preserve">، </w:t>
      </w:r>
      <w:r>
        <w:rPr>
          <w:rtl/>
        </w:rPr>
        <w:t>فَإِنَّ الْغَنِيَّ مَنْ أَغْنَيْتَ</w:t>
      </w:r>
      <w:r w:rsidR="007D3118">
        <w:rPr>
          <w:rtl/>
        </w:rPr>
        <w:t xml:space="preserve">، </w:t>
      </w:r>
      <w:r>
        <w:rPr>
          <w:rtl/>
        </w:rPr>
        <w:t>وَ إِنَّ السَّالِمَ مَنْ وَقَيْتَ</w:t>
      </w:r>
    </w:p>
    <w:p w:rsidR="00587D34" w:rsidRDefault="00587D34" w:rsidP="00587D34">
      <w:pPr>
        <w:pStyle w:val="libNormal"/>
        <w:rPr>
          <w:rtl/>
        </w:rPr>
      </w:pPr>
      <w:r>
        <w:rPr>
          <w:rtl/>
        </w:rPr>
        <w:t>(5</w:t>
      </w:r>
      <w:r w:rsidR="007D3118">
        <w:rPr>
          <w:rtl/>
        </w:rPr>
        <w:t xml:space="preserve">) </w:t>
      </w:r>
      <w:r>
        <w:rPr>
          <w:rtl/>
        </w:rPr>
        <w:t>مَا عِنْدَ أَحَدٍ دُونَكَ دِفَاعٌ</w:t>
      </w:r>
      <w:r w:rsidR="007D3118">
        <w:rPr>
          <w:rtl/>
        </w:rPr>
        <w:t xml:space="preserve">، </w:t>
      </w:r>
      <w:r>
        <w:rPr>
          <w:rtl/>
        </w:rPr>
        <w:t>وَ لا بِأَحَدٍ عَنْ سَطْوَتِكَ امْتِنَاعٌ</w:t>
      </w:r>
      <w:r w:rsidR="007D3118">
        <w:rPr>
          <w:rtl/>
        </w:rPr>
        <w:t xml:space="preserve">، </w:t>
      </w:r>
      <w:r>
        <w:rPr>
          <w:rtl/>
        </w:rPr>
        <w:t>تَحْكُمُ بِمَا شِئْتَ عَلَى مَنْ شِئْتَ</w:t>
      </w:r>
      <w:r w:rsidR="007D3118">
        <w:rPr>
          <w:rtl/>
        </w:rPr>
        <w:t xml:space="preserve">، </w:t>
      </w:r>
      <w:r>
        <w:rPr>
          <w:rtl/>
        </w:rPr>
        <w:t>وَ تَقْضِى بِمَا أَرَدْتَ فِيمَنْ أَرَدْتَ</w:t>
      </w:r>
    </w:p>
    <w:p w:rsidR="00587D34" w:rsidRDefault="00587D34" w:rsidP="00587D34">
      <w:pPr>
        <w:pStyle w:val="libNormal"/>
        <w:rPr>
          <w:rtl/>
        </w:rPr>
      </w:pPr>
      <w:r>
        <w:rPr>
          <w:rtl/>
        </w:rPr>
        <w:t>(6</w:t>
      </w:r>
      <w:r w:rsidR="007D3118">
        <w:rPr>
          <w:rtl/>
        </w:rPr>
        <w:t xml:space="preserve">) </w:t>
      </w:r>
      <w:r>
        <w:rPr>
          <w:rtl/>
        </w:rPr>
        <w:t>فَلَكَ الْحَمْدُ عَلَى مَا وَقَيْتَنَا مِنَ الْبَلاءِ</w:t>
      </w:r>
      <w:r w:rsidR="007D3118">
        <w:rPr>
          <w:rtl/>
        </w:rPr>
        <w:t xml:space="preserve">، </w:t>
      </w:r>
      <w:r>
        <w:rPr>
          <w:rtl/>
        </w:rPr>
        <w:t>وَ لَكَ الشُّكْرُ عَلَى مَا خَوَّلْتَنَا مِنَ النَّعْمَاءِ</w:t>
      </w:r>
      <w:r w:rsidR="007D3118">
        <w:rPr>
          <w:rtl/>
        </w:rPr>
        <w:t xml:space="preserve">، </w:t>
      </w:r>
      <w:r>
        <w:rPr>
          <w:rtl/>
        </w:rPr>
        <w:t>حَمْدا يُخَلِّفُ حَمْدَ الْحَامِدِينَ وَرَاءَهُ</w:t>
      </w:r>
      <w:r w:rsidR="007D3118">
        <w:rPr>
          <w:rtl/>
        </w:rPr>
        <w:t xml:space="preserve">، </w:t>
      </w:r>
      <w:r>
        <w:rPr>
          <w:rtl/>
        </w:rPr>
        <w:t>حَمْدا يَمْلَأُ أَرْضَهُ وَ سَمَاءَهُ</w:t>
      </w:r>
    </w:p>
    <w:p w:rsidR="00587D34" w:rsidRDefault="00587D34" w:rsidP="00587D34">
      <w:pPr>
        <w:pStyle w:val="libNormal"/>
        <w:rPr>
          <w:rtl/>
        </w:rPr>
      </w:pPr>
      <w:r>
        <w:rPr>
          <w:rtl/>
        </w:rPr>
        <w:t>(7</w:t>
      </w:r>
      <w:r w:rsidR="007D3118">
        <w:rPr>
          <w:rtl/>
        </w:rPr>
        <w:t xml:space="preserve">) </w:t>
      </w:r>
      <w:r>
        <w:rPr>
          <w:rtl/>
        </w:rPr>
        <w:t>إِنَّكَ الْمَنَّانُ بِجَسِيمِ الْمِنَنِ</w:t>
      </w:r>
      <w:r w:rsidR="007D3118">
        <w:rPr>
          <w:rtl/>
        </w:rPr>
        <w:t xml:space="preserve">، </w:t>
      </w:r>
      <w:r>
        <w:rPr>
          <w:rtl/>
        </w:rPr>
        <w:t>الْوَهَّابُ لِعَظِيمِ النِّعَمِ</w:t>
      </w:r>
      <w:r w:rsidR="007D3118">
        <w:rPr>
          <w:rtl/>
        </w:rPr>
        <w:t xml:space="preserve">، </w:t>
      </w:r>
      <w:r>
        <w:rPr>
          <w:rtl/>
        </w:rPr>
        <w:t>الْقَابِلُ يَسِيرَ الْحَمْدِ</w:t>
      </w:r>
      <w:r w:rsidR="007D3118">
        <w:rPr>
          <w:rtl/>
        </w:rPr>
        <w:t xml:space="preserve">، </w:t>
      </w:r>
      <w:r>
        <w:rPr>
          <w:rtl/>
        </w:rPr>
        <w:t>الشَّاكِرُ قَلِيلَ الشُّكْرِ</w:t>
      </w:r>
      <w:r w:rsidR="007D3118">
        <w:rPr>
          <w:rtl/>
        </w:rPr>
        <w:t xml:space="preserve">، </w:t>
      </w:r>
      <w:r>
        <w:rPr>
          <w:rtl/>
        </w:rPr>
        <w:t>الْمُحْسِنُ الْمُجْمِلُ ذُو الطَّوْلِ</w:t>
      </w:r>
      <w:r w:rsidR="007D3118">
        <w:rPr>
          <w:rtl/>
        </w:rPr>
        <w:t xml:space="preserve">، </w:t>
      </w:r>
      <w:r>
        <w:rPr>
          <w:rtl/>
        </w:rPr>
        <w:t>لا إِلَهَ إِلا أَنْتَ</w:t>
      </w:r>
      <w:r w:rsidR="007D3118">
        <w:rPr>
          <w:rtl/>
        </w:rPr>
        <w:t xml:space="preserve">، </w:t>
      </w:r>
      <w:r>
        <w:rPr>
          <w:rtl/>
        </w:rPr>
        <w:t>إِلَيْكَ الْمَصِيرُ</w:t>
      </w:r>
      <w:r w:rsidR="007D3118">
        <w:rPr>
          <w:rtl/>
        </w:rPr>
        <w:t xml:space="preserve">. </w:t>
      </w:r>
    </w:p>
    <w:p w:rsidR="00587D34" w:rsidRDefault="00AA3CBA" w:rsidP="004C63D0">
      <w:pPr>
        <w:pStyle w:val="Heading2"/>
        <w:rPr>
          <w:rtl/>
        </w:rPr>
      </w:pPr>
      <w:bookmarkStart w:id="77" w:name="_Toc394915206"/>
      <w:r>
        <w:rPr>
          <w:rtl/>
        </w:rPr>
        <w:lastRenderedPageBreak/>
        <w:t>ترجمه دعاى سى و ششم: دعاى آن حضرت چون ابر و برق را مى ديد و آواز رعد را مى شنيد</w:t>
      </w:r>
      <w:bookmarkEnd w:id="77"/>
    </w:p>
    <w:p w:rsidR="00587D34" w:rsidRDefault="00587D34" w:rsidP="00587D34">
      <w:pPr>
        <w:pStyle w:val="libNormal"/>
        <w:rPr>
          <w:rtl/>
        </w:rPr>
      </w:pPr>
      <w:r>
        <w:rPr>
          <w:rtl/>
        </w:rPr>
        <w:t>1</w:t>
      </w:r>
      <w:r w:rsidR="007D3118">
        <w:rPr>
          <w:rtl/>
        </w:rPr>
        <w:t xml:space="preserve">. </w:t>
      </w:r>
      <w:r>
        <w:rPr>
          <w:rtl/>
        </w:rPr>
        <w:t>خدايا! اين دو (رعد و برق</w:t>
      </w:r>
      <w:r w:rsidR="007D3118">
        <w:rPr>
          <w:rtl/>
        </w:rPr>
        <w:t xml:space="preserve">) </w:t>
      </w:r>
      <w:r>
        <w:rPr>
          <w:rtl/>
        </w:rPr>
        <w:t>دو نشانه از نشانه هاى قدرت تواند</w:t>
      </w:r>
      <w:r w:rsidR="007D3118">
        <w:rPr>
          <w:rtl/>
        </w:rPr>
        <w:t xml:space="preserve">، </w:t>
      </w:r>
      <w:r>
        <w:rPr>
          <w:rtl/>
        </w:rPr>
        <w:t>و دو خدمتگزار از خدمتگزاران حضرت تو</w:t>
      </w:r>
      <w:r w:rsidR="007D3118">
        <w:rPr>
          <w:rtl/>
        </w:rPr>
        <w:t xml:space="preserve">، </w:t>
      </w:r>
      <w:r>
        <w:rPr>
          <w:rtl/>
        </w:rPr>
        <w:t>سوى فرمان تو مى شتابند</w:t>
      </w:r>
      <w:r w:rsidR="007D3118">
        <w:rPr>
          <w:rtl/>
        </w:rPr>
        <w:t xml:space="preserve">، </w:t>
      </w:r>
      <w:r>
        <w:rPr>
          <w:rtl/>
        </w:rPr>
        <w:t>يا به رحمت و سود و يا نقمت و زيان</w:t>
      </w:r>
      <w:r w:rsidR="007D3118">
        <w:rPr>
          <w:rtl/>
        </w:rPr>
        <w:t xml:space="preserve">، </w:t>
      </w:r>
      <w:r>
        <w:rPr>
          <w:rtl/>
        </w:rPr>
        <w:t>پس بدين دو باران بد بر ما مبار</w:t>
      </w:r>
      <w:r w:rsidR="007D3118">
        <w:rPr>
          <w:rtl/>
        </w:rPr>
        <w:t xml:space="preserve">، </w:t>
      </w:r>
      <w:r>
        <w:rPr>
          <w:rtl/>
        </w:rPr>
        <w:t>و جامه بلا بر ما مپوشان</w:t>
      </w:r>
      <w:r w:rsidR="007D3118">
        <w:rPr>
          <w:rtl/>
        </w:rPr>
        <w:t xml:space="preserve">. </w:t>
      </w:r>
    </w:p>
    <w:p w:rsidR="00587D34" w:rsidRDefault="00587D34" w:rsidP="00587D34">
      <w:pPr>
        <w:pStyle w:val="libNormal"/>
        <w:rPr>
          <w:rtl/>
        </w:rPr>
      </w:pPr>
      <w:r>
        <w:rPr>
          <w:rtl/>
        </w:rPr>
        <w:t>2</w:t>
      </w:r>
      <w:r w:rsidR="007D3118">
        <w:rPr>
          <w:rtl/>
        </w:rPr>
        <w:t xml:space="preserve">. </w:t>
      </w:r>
      <w:r>
        <w:rPr>
          <w:rtl/>
        </w:rPr>
        <w:t>خدايا! درود بر محمد و آل او فرست</w:t>
      </w:r>
      <w:r w:rsidR="007D3118">
        <w:rPr>
          <w:rtl/>
        </w:rPr>
        <w:t xml:space="preserve">، </w:t>
      </w:r>
      <w:r>
        <w:rPr>
          <w:rtl/>
        </w:rPr>
        <w:t>و سود و بركت اين ابرها را بر ما فرو بار</w:t>
      </w:r>
      <w:r w:rsidR="007D3118">
        <w:rPr>
          <w:rtl/>
        </w:rPr>
        <w:t xml:space="preserve">، </w:t>
      </w:r>
      <w:r>
        <w:rPr>
          <w:rtl/>
        </w:rPr>
        <w:t>و آزار و زيان آن را از ما دور گردان</w:t>
      </w:r>
      <w:r w:rsidR="007D3118">
        <w:rPr>
          <w:rtl/>
        </w:rPr>
        <w:t xml:space="preserve">، </w:t>
      </w:r>
      <w:r>
        <w:rPr>
          <w:rtl/>
        </w:rPr>
        <w:t>و به ما گزندى مرسان</w:t>
      </w:r>
      <w:r w:rsidR="007D3118">
        <w:rPr>
          <w:rtl/>
        </w:rPr>
        <w:t xml:space="preserve">، </w:t>
      </w:r>
      <w:r>
        <w:rPr>
          <w:rtl/>
        </w:rPr>
        <w:t>و معيشت ما را آسيبى مفرست</w:t>
      </w:r>
      <w:r w:rsidR="007D3118">
        <w:rPr>
          <w:rtl/>
        </w:rPr>
        <w:t xml:space="preserve">. </w:t>
      </w:r>
    </w:p>
    <w:p w:rsidR="00587D34" w:rsidRDefault="00587D34" w:rsidP="00587D34">
      <w:pPr>
        <w:pStyle w:val="libNormal"/>
        <w:rPr>
          <w:rtl/>
        </w:rPr>
      </w:pPr>
      <w:r>
        <w:rPr>
          <w:rtl/>
        </w:rPr>
        <w:t>3</w:t>
      </w:r>
      <w:r w:rsidR="007D3118">
        <w:rPr>
          <w:rtl/>
        </w:rPr>
        <w:t xml:space="preserve">. </w:t>
      </w:r>
      <w:r>
        <w:rPr>
          <w:rtl/>
        </w:rPr>
        <w:t>خدايا! اگر آن را براى انتقام و عذاب برانگيخته</w:t>
      </w:r>
      <w:r w:rsidR="007D3118">
        <w:rPr>
          <w:rtl/>
        </w:rPr>
        <w:t xml:space="preserve">، </w:t>
      </w:r>
      <w:r>
        <w:rPr>
          <w:rtl/>
        </w:rPr>
        <w:t>و به خشم فرستاده اى</w:t>
      </w:r>
      <w:r w:rsidR="007D3118">
        <w:rPr>
          <w:rtl/>
        </w:rPr>
        <w:t xml:space="preserve">، </w:t>
      </w:r>
      <w:r>
        <w:rPr>
          <w:rtl/>
        </w:rPr>
        <w:t>ما از خشم تو پناه به تو ميبريم</w:t>
      </w:r>
      <w:r w:rsidR="007D3118">
        <w:rPr>
          <w:rtl/>
        </w:rPr>
        <w:t xml:space="preserve">، </w:t>
      </w:r>
      <w:r>
        <w:rPr>
          <w:rtl/>
        </w:rPr>
        <w:t>و به لابه و زارى از تو مى خواهيم از ما درگذرى</w:t>
      </w:r>
      <w:r w:rsidR="007D3118">
        <w:rPr>
          <w:rtl/>
        </w:rPr>
        <w:t xml:space="preserve">، </w:t>
      </w:r>
      <w:r>
        <w:rPr>
          <w:rtl/>
        </w:rPr>
        <w:t>و اين بلا را سوى مشركان فرستى و آسياى عذاب را بر ملحدان بگردانى</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خدايا خشكى زمينهاى ما را به ريزش باران زايل كن</w:t>
      </w:r>
      <w:r w:rsidR="007D3118">
        <w:rPr>
          <w:rtl/>
        </w:rPr>
        <w:t xml:space="preserve">، </w:t>
      </w:r>
      <w:r>
        <w:rPr>
          <w:rtl/>
        </w:rPr>
        <w:t>و به روزى خود اندوه سينه ما را بيرون بر</w:t>
      </w:r>
      <w:r w:rsidR="007D3118">
        <w:rPr>
          <w:rtl/>
        </w:rPr>
        <w:t xml:space="preserve">، </w:t>
      </w:r>
      <w:r>
        <w:rPr>
          <w:rtl/>
        </w:rPr>
        <w:t>و ما را به غير خودت مشغول مكن</w:t>
      </w:r>
      <w:r w:rsidR="007D3118">
        <w:rPr>
          <w:rtl/>
        </w:rPr>
        <w:t xml:space="preserve">، </w:t>
      </w:r>
      <w:r>
        <w:rPr>
          <w:rtl/>
        </w:rPr>
        <w:t>و سرچشمه احسان خويش را از ما قطع مفرما</w:t>
      </w:r>
      <w:r w:rsidR="007D3118">
        <w:rPr>
          <w:rtl/>
        </w:rPr>
        <w:t xml:space="preserve">، </w:t>
      </w:r>
      <w:r>
        <w:rPr>
          <w:rtl/>
        </w:rPr>
        <w:t>توانگر آن است كه تو روزيش دهى و تندرست آن كه تو از بلا محفوظش دارى</w:t>
      </w:r>
      <w:r w:rsidR="007D3118">
        <w:rPr>
          <w:rtl/>
        </w:rPr>
        <w:t xml:space="preserve">. </w:t>
      </w:r>
    </w:p>
    <w:p w:rsidR="00587D34" w:rsidRDefault="00587D34" w:rsidP="00587D34">
      <w:pPr>
        <w:pStyle w:val="libNormal"/>
        <w:rPr>
          <w:rtl/>
        </w:rPr>
      </w:pPr>
      <w:r>
        <w:rPr>
          <w:rtl/>
        </w:rPr>
        <w:t>5</w:t>
      </w:r>
      <w:r w:rsidR="007D3118">
        <w:rPr>
          <w:rtl/>
        </w:rPr>
        <w:t xml:space="preserve">. </w:t>
      </w:r>
      <w:r>
        <w:rPr>
          <w:rtl/>
        </w:rPr>
        <w:t>هيچ كس وسيله ندارد كه عذاب تو را باز گرداند يا از خشم تو به سلامت گذرد</w:t>
      </w:r>
      <w:r w:rsidR="007D3118">
        <w:rPr>
          <w:rtl/>
        </w:rPr>
        <w:t xml:space="preserve">، </w:t>
      </w:r>
      <w:r>
        <w:rPr>
          <w:rtl/>
        </w:rPr>
        <w:t>هر حكم بخواهى درباره هر كه بخوانى روان مى سازى و هرچه بخواهى درباره هر كس كه اراده كنى مجرى مى دارى</w:t>
      </w:r>
      <w:r w:rsidR="007D3118">
        <w:rPr>
          <w:rtl/>
        </w:rPr>
        <w:t xml:space="preserve">. </w:t>
      </w:r>
    </w:p>
    <w:p w:rsidR="00587D34" w:rsidRDefault="00587D34" w:rsidP="00587D34">
      <w:pPr>
        <w:pStyle w:val="libNormal"/>
        <w:rPr>
          <w:rtl/>
        </w:rPr>
      </w:pPr>
      <w:r>
        <w:rPr>
          <w:rtl/>
        </w:rPr>
        <w:lastRenderedPageBreak/>
        <w:t>6</w:t>
      </w:r>
      <w:r w:rsidR="007D3118">
        <w:rPr>
          <w:rtl/>
        </w:rPr>
        <w:t xml:space="preserve">. </w:t>
      </w:r>
      <w:r>
        <w:rPr>
          <w:rtl/>
        </w:rPr>
        <w:t>سپاس تو را كه از بلا ما را نگاه داشتى</w:t>
      </w:r>
      <w:r w:rsidR="007D3118">
        <w:rPr>
          <w:rtl/>
        </w:rPr>
        <w:t xml:space="preserve">، </w:t>
      </w:r>
      <w:r>
        <w:rPr>
          <w:rtl/>
        </w:rPr>
        <w:t>و شكر تو را كه نعمت خويش به ما عطا فرمودى</w:t>
      </w:r>
      <w:r w:rsidR="007D3118">
        <w:rPr>
          <w:rtl/>
        </w:rPr>
        <w:t xml:space="preserve">، </w:t>
      </w:r>
      <w:r>
        <w:rPr>
          <w:rtl/>
        </w:rPr>
        <w:t>سپاسى كه از سپاس سپاسگزاران پيش افتد و درگذرد</w:t>
      </w:r>
      <w:r w:rsidR="007D3118">
        <w:rPr>
          <w:rtl/>
        </w:rPr>
        <w:t xml:space="preserve">، </w:t>
      </w:r>
      <w:r>
        <w:rPr>
          <w:rtl/>
        </w:rPr>
        <w:t>شكرى كه آسمان و زمين را پر كند</w:t>
      </w:r>
      <w:r w:rsidR="007D3118">
        <w:rPr>
          <w:rtl/>
        </w:rPr>
        <w:t xml:space="preserve">. </w:t>
      </w:r>
    </w:p>
    <w:p w:rsidR="00587D34" w:rsidRDefault="00587D34" w:rsidP="00587D34">
      <w:pPr>
        <w:pStyle w:val="libNormal"/>
        <w:rPr>
          <w:rtl/>
        </w:rPr>
      </w:pPr>
      <w:r>
        <w:rPr>
          <w:rtl/>
        </w:rPr>
        <w:t>7</w:t>
      </w:r>
      <w:r w:rsidR="007D3118">
        <w:rPr>
          <w:rtl/>
        </w:rPr>
        <w:t xml:space="preserve">. </w:t>
      </w:r>
      <w:r>
        <w:rPr>
          <w:rtl/>
        </w:rPr>
        <w:t>تويى كه نعمت هاى بزرگ مى دهى و عطاهاى سترك مى بخشى و سپاس ‍ اندك را مى پذيرى و شكر كم را پاداش مى دهى</w:t>
      </w:r>
      <w:r w:rsidR="007D3118">
        <w:rPr>
          <w:rtl/>
        </w:rPr>
        <w:t xml:space="preserve">، </w:t>
      </w:r>
      <w:r>
        <w:rPr>
          <w:rtl/>
        </w:rPr>
        <w:t>كار تو نيكوو فعل تو جميل</w:t>
      </w:r>
      <w:r w:rsidR="007D3118">
        <w:rPr>
          <w:rtl/>
        </w:rPr>
        <w:t xml:space="preserve">، </w:t>
      </w:r>
      <w:r>
        <w:rPr>
          <w:rtl/>
        </w:rPr>
        <w:t>تويى صاحب هر نعمت</w:t>
      </w:r>
      <w:r w:rsidR="007D3118">
        <w:rPr>
          <w:rtl/>
        </w:rPr>
        <w:t xml:space="preserve">، </w:t>
      </w:r>
      <w:r>
        <w:rPr>
          <w:rtl/>
        </w:rPr>
        <w:t>معبودى جز تو نيست و بازگشت سوى تو است</w:t>
      </w:r>
      <w:r w:rsidR="007D3118">
        <w:rPr>
          <w:rtl/>
        </w:rPr>
        <w:t xml:space="preserve">. </w:t>
      </w:r>
      <w:r w:rsidRPr="00AA3CBA">
        <w:rPr>
          <w:rStyle w:val="libFootnotenumChar"/>
          <w:rtl/>
        </w:rPr>
        <w:t>(97</w:t>
      </w:r>
      <w:r w:rsidR="007D3118" w:rsidRPr="00AA3CBA">
        <w:rPr>
          <w:rStyle w:val="libFootnotenumChar"/>
          <w:rtl/>
        </w:rPr>
        <w:t>)</w:t>
      </w:r>
    </w:p>
    <w:p w:rsidR="00587D34" w:rsidRDefault="00D438E0" w:rsidP="004C63D0">
      <w:pPr>
        <w:pStyle w:val="Heading2"/>
        <w:rPr>
          <w:rtl/>
        </w:rPr>
      </w:pPr>
      <w:r>
        <w:br w:type="page"/>
      </w:r>
      <w:bookmarkStart w:id="78" w:name="_Toc394915207"/>
      <w:r w:rsidR="00AA3CBA">
        <w:lastRenderedPageBreak/>
        <w:t>37</w:t>
      </w:r>
      <w:r w:rsidR="00AA3CBA">
        <w:rPr>
          <w:rtl/>
        </w:rPr>
        <w:t xml:space="preserve"> وَ كَانَ مِنْ دُعَائِهِ عَلَيْهِ السَّلامُ إِذَا اعْتَرَفَ بِالتَّقْصِيرِ عَنْ تَأْدِيَةِ الشُّكْرِ:</w:t>
      </w:r>
      <w:bookmarkEnd w:id="78"/>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إِنَّ أَحَدا لا يَبْلُغُ مِنْ شُكْرِكَ غَايَةً إِلا حَصَلَ عَلَيْهِ مِنْ إِحْسَانِكَ مَا يُلْزِمُهُ شُكْرا</w:t>
      </w:r>
      <w:r w:rsidR="007D3118">
        <w:rPr>
          <w:rtl/>
        </w:rPr>
        <w:t xml:space="preserve">. </w:t>
      </w:r>
    </w:p>
    <w:p w:rsidR="00587D34" w:rsidRDefault="00587D34" w:rsidP="00587D34">
      <w:pPr>
        <w:pStyle w:val="libNormal"/>
        <w:rPr>
          <w:rtl/>
        </w:rPr>
      </w:pPr>
      <w:r>
        <w:rPr>
          <w:rtl/>
        </w:rPr>
        <w:t>(2</w:t>
      </w:r>
      <w:r w:rsidR="007D3118">
        <w:rPr>
          <w:rtl/>
        </w:rPr>
        <w:t xml:space="preserve">) </w:t>
      </w:r>
      <w:r>
        <w:rPr>
          <w:rtl/>
        </w:rPr>
        <w:t>وَ لا يَبْلُغُ مَبْلَغا مِنْ طَاعَتِكَ وَ إِنِ اجْتَهَدَ إِلا كَانَ مُقَصِّرا دُونَ اسْتِحْقَاقِكَ بِفَضْلِكَ</w:t>
      </w:r>
    </w:p>
    <w:p w:rsidR="00587D34" w:rsidRDefault="00587D34" w:rsidP="00587D34">
      <w:pPr>
        <w:pStyle w:val="libNormal"/>
        <w:rPr>
          <w:rtl/>
        </w:rPr>
      </w:pPr>
      <w:r>
        <w:rPr>
          <w:rtl/>
        </w:rPr>
        <w:t>(3</w:t>
      </w:r>
      <w:r w:rsidR="007D3118">
        <w:rPr>
          <w:rtl/>
        </w:rPr>
        <w:t xml:space="preserve">) </w:t>
      </w:r>
      <w:r>
        <w:rPr>
          <w:rtl/>
        </w:rPr>
        <w:t>فَأَشْكَرُ عِبَادِكَ عَاجِزٌ عَنْ شُكْرِكَ</w:t>
      </w:r>
      <w:r w:rsidR="007D3118">
        <w:rPr>
          <w:rtl/>
        </w:rPr>
        <w:t xml:space="preserve">، </w:t>
      </w:r>
      <w:r>
        <w:rPr>
          <w:rtl/>
        </w:rPr>
        <w:t>وَ أَعْبَدُهُمْ مُقَصِّرٌ عَنْ طَاعَتِكَ</w:t>
      </w:r>
    </w:p>
    <w:p w:rsidR="00587D34" w:rsidRDefault="00587D34" w:rsidP="00587D34">
      <w:pPr>
        <w:pStyle w:val="libNormal"/>
        <w:rPr>
          <w:rtl/>
        </w:rPr>
      </w:pPr>
      <w:r>
        <w:rPr>
          <w:rtl/>
        </w:rPr>
        <w:t>(4</w:t>
      </w:r>
      <w:r w:rsidR="007D3118">
        <w:rPr>
          <w:rtl/>
        </w:rPr>
        <w:t xml:space="preserve">) </w:t>
      </w:r>
      <w:r>
        <w:rPr>
          <w:rtl/>
        </w:rPr>
        <w:t>لا يَجِبُ لِأَحَدٍ أَنْ تَغْفِرَ لَهُ بِاسْتِحْقَاقِهِ</w:t>
      </w:r>
      <w:r w:rsidR="007D3118">
        <w:rPr>
          <w:rtl/>
        </w:rPr>
        <w:t xml:space="preserve">، </w:t>
      </w:r>
      <w:r>
        <w:rPr>
          <w:rtl/>
        </w:rPr>
        <w:t>وَ لا أَنْ تَرْضَى عَنْهُ بِاسْتِيجَابِهِ</w:t>
      </w:r>
    </w:p>
    <w:p w:rsidR="00587D34" w:rsidRDefault="00587D34" w:rsidP="00587D34">
      <w:pPr>
        <w:pStyle w:val="libNormal"/>
        <w:rPr>
          <w:rtl/>
        </w:rPr>
      </w:pPr>
      <w:r>
        <w:rPr>
          <w:rtl/>
        </w:rPr>
        <w:t>(5</w:t>
      </w:r>
      <w:r w:rsidR="007D3118">
        <w:rPr>
          <w:rtl/>
        </w:rPr>
        <w:t xml:space="preserve">) </w:t>
      </w:r>
      <w:r>
        <w:rPr>
          <w:rtl/>
        </w:rPr>
        <w:t>فَمَنْ غَفَرْتَ لَهُ فَبِطَوْلِكَ</w:t>
      </w:r>
      <w:r w:rsidR="007D3118">
        <w:rPr>
          <w:rtl/>
        </w:rPr>
        <w:t xml:space="preserve">، </w:t>
      </w:r>
      <w:r>
        <w:rPr>
          <w:rtl/>
        </w:rPr>
        <w:t>وَ مَنْ رَضِيتَ عَنْهُ فَبِفَضْلِكَ</w:t>
      </w:r>
    </w:p>
    <w:p w:rsidR="00587D34" w:rsidRDefault="00587D34" w:rsidP="00587D34">
      <w:pPr>
        <w:pStyle w:val="libNormal"/>
        <w:rPr>
          <w:rtl/>
        </w:rPr>
      </w:pPr>
      <w:r>
        <w:rPr>
          <w:rtl/>
        </w:rPr>
        <w:t>(6</w:t>
      </w:r>
      <w:r w:rsidR="007D3118">
        <w:rPr>
          <w:rtl/>
        </w:rPr>
        <w:t xml:space="preserve">) </w:t>
      </w:r>
      <w:r>
        <w:rPr>
          <w:rtl/>
        </w:rPr>
        <w:t>تَشْكُرُ يَسِيرَ مَا شَكَرْتَهُ</w:t>
      </w:r>
      <w:r w:rsidR="007D3118">
        <w:rPr>
          <w:rtl/>
        </w:rPr>
        <w:t xml:space="preserve">، </w:t>
      </w:r>
      <w:r>
        <w:rPr>
          <w:rtl/>
        </w:rPr>
        <w:t>وَ تُثِيبُ عَلَى قَلِيلِ مَا تُطَاعُ فِيهِ حَتَّى كَأَنَّ شُكْرَ عِبَادِكَ الَّذِى أَوْجَبْتَ عَلَيْهِ ثَوَابَهُمْ وَ أَعْظَمْتَ عَنْهُ جَزَاءَهُمْ أَمْرٌ مَلَكُوا اسْتِطَاعَةَ الامْتِنَاعِ مِنْهُ دُونَكَ فَكَافَيْتَهُمْ</w:t>
      </w:r>
      <w:r w:rsidR="007D3118">
        <w:rPr>
          <w:rtl/>
        </w:rPr>
        <w:t xml:space="preserve">، </w:t>
      </w:r>
      <w:r>
        <w:rPr>
          <w:rtl/>
        </w:rPr>
        <w:t>أَوْ لَمْ يَكُنْ سَبَبُهُ بِيَدِكَ فَجَازَيْتَهُمْ</w:t>
      </w:r>
    </w:p>
    <w:p w:rsidR="00587D34" w:rsidRDefault="00587D34" w:rsidP="00587D34">
      <w:pPr>
        <w:pStyle w:val="libNormal"/>
        <w:rPr>
          <w:rtl/>
        </w:rPr>
      </w:pPr>
      <w:r>
        <w:rPr>
          <w:rtl/>
        </w:rPr>
        <w:t>(7</w:t>
      </w:r>
      <w:r w:rsidR="007D3118">
        <w:rPr>
          <w:rtl/>
        </w:rPr>
        <w:t xml:space="preserve">) </w:t>
      </w:r>
      <w:r>
        <w:rPr>
          <w:rtl/>
        </w:rPr>
        <w:t>بَلْ مَلَكْتَ - يَا إِلَهِى - أَمْرَهُمْ قَبْلَ أَنْ يَمْلِكُوا عِبَادَتَكَ</w:t>
      </w:r>
      <w:r w:rsidR="007D3118">
        <w:rPr>
          <w:rtl/>
        </w:rPr>
        <w:t xml:space="preserve">، </w:t>
      </w:r>
      <w:r>
        <w:rPr>
          <w:rtl/>
        </w:rPr>
        <w:t>وَ أَعْدَدْتَ ثَوَابَهُمْ قَبْلَ أَنْ يُفِيضُوا فِى طَاعَتِكَ</w:t>
      </w:r>
      <w:r w:rsidR="007D3118">
        <w:rPr>
          <w:rtl/>
        </w:rPr>
        <w:t xml:space="preserve">، </w:t>
      </w:r>
      <w:r>
        <w:rPr>
          <w:rtl/>
        </w:rPr>
        <w:t>وَ ذَلِكَ أَنَّ سُنَّتَكَ الْإِفْضَالُ</w:t>
      </w:r>
      <w:r w:rsidR="007D3118">
        <w:rPr>
          <w:rtl/>
        </w:rPr>
        <w:t xml:space="preserve">، </w:t>
      </w:r>
      <w:r>
        <w:rPr>
          <w:rtl/>
        </w:rPr>
        <w:t>وَ عَادَتَكَ الْإِحْسَانُ</w:t>
      </w:r>
      <w:r w:rsidR="007D3118">
        <w:rPr>
          <w:rtl/>
        </w:rPr>
        <w:t xml:space="preserve">، </w:t>
      </w:r>
      <w:r>
        <w:rPr>
          <w:rtl/>
        </w:rPr>
        <w:t>وَ سَبِيلَكَ الْعَفْوُ</w:t>
      </w:r>
    </w:p>
    <w:p w:rsidR="00587D34" w:rsidRDefault="00587D34" w:rsidP="00587D34">
      <w:pPr>
        <w:pStyle w:val="libNormal"/>
        <w:rPr>
          <w:rtl/>
        </w:rPr>
      </w:pPr>
      <w:r>
        <w:rPr>
          <w:rtl/>
        </w:rPr>
        <w:t>(8</w:t>
      </w:r>
      <w:r w:rsidR="007D3118">
        <w:rPr>
          <w:rtl/>
        </w:rPr>
        <w:t xml:space="preserve">) </w:t>
      </w:r>
      <w:r>
        <w:rPr>
          <w:rtl/>
        </w:rPr>
        <w:t>فَكُلُّ الْبَرِيَّةِ مُعْتَرِفَةٌ بِأَنَّكَ غَيْرُ ظَالِمٍ لِمَنْ عَاقَبْتَ</w:t>
      </w:r>
      <w:r w:rsidR="007D3118">
        <w:rPr>
          <w:rtl/>
        </w:rPr>
        <w:t xml:space="preserve">، </w:t>
      </w:r>
      <w:r>
        <w:rPr>
          <w:rtl/>
        </w:rPr>
        <w:t>وَ شَاهِدَةٌ بِأَنَّكَ مُتَفَضَّلٌ عَلَى مَنْ عَافَيْتَ</w:t>
      </w:r>
      <w:r w:rsidR="007D3118">
        <w:rPr>
          <w:rtl/>
        </w:rPr>
        <w:t xml:space="preserve">، </w:t>
      </w:r>
      <w:r>
        <w:rPr>
          <w:rtl/>
        </w:rPr>
        <w:t>وَ كُلٌّ مُقِرٌّ عَلَى نَفْسِهِ بِالتَّقْصِيرِ عَمَّا اسْتَوْجَبْتَ</w:t>
      </w:r>
    </w:p>
    <w:p w:rsidR="00587D34" w:rsidRDefault="00587D34" w:rsidP="00587D34">
      <w:pPr>
        <w:pStyle w:val="libNormal"/>
        <w:rPr>
          <w:rtl/>
        </w:rPr>
      </w:pPr>
      <w:r>
        <w:rPr>
          <w:rtl/>
        </w:rPr>
        <w:t>(9</w:t>
      </w:r>
      <w:r w:rsidR="007D3118">
        <w:rPr>
          <w:rtl/>
        </w:rPr>
        <w:t xml:space="preserve">) </w:t>
      </w:r>
      <w:r>
        <w:rPr>
          <w:rtl/>
        </w:rPr>
        <w:t>فَلَوْ لا أَنَّ الشَّيْطَانَ يَخْتَدِعُهُمْ عَنْ طَاعَتِكَ مَا عَصَاكَ عَاصٍ</w:t>
      </w:r>
      <w:r w:rsidR="007D3118">
        <w:rPr>
          <w:rtl/>
        </w:rPr>
        <w:t xml:space="preserve">، </w:t>
      </w:r>
      <w:r>
        <w:rPr>
          <w:rtl/>
        </w:rPr>
        <w:t>وَ لَوْ لا أَنَّهُ صَوَّرَ لَهُمُ الْبَاطِلَ فِى مِثَالِ الْحَقِّ مَا ضَلَّ عَنْ طَرِيقِكَ ضَالٌّ</w:t>
      </w:r>
    </w:p>
    <w:p w:rsidR="00587D34" w:rsidRDefault="00587D34" w:rsidP="00587D34">
      <w:pPr>
        <w:pStyle w:val="libNormal"/>
        <w:rPr>
          <w:rtl/>
        </w:rPr>
      </w:pPr>
      <w:r>
        <w:rPr>
          <w:rtl/>
        </w:rPr>
        <w:t>(10</w:t>
      </w:r>
      <w:r w:rsidR="007D3118">
        <w:rPr>
          <w:rtl/>
        </w:rPr>
        <w:t xml:space="preserve">) </w:t>
      </w:r>
      <w:r>
        <w:rPr>
          <w:rtl/>
        </w:rPr>
        <w:t>فَسُبْحَانَكَ مَا أَبْيَنَ كَرَمَكَ فِى مُعَامَلَةِ مَنْ أَطَاعَكَ أَوْ عَصَاكَ</w:t>
      </w:r>
      <w:r w:rsidR="007D3118">
        <w:rPr>
          <w:rtl/>
        </w:rPr>
        <w:t xml:space="preserve">: </w:t>
      </w:r>
      <w:r>
        <w:rPr>
          <w:rtl/>
        </w:rPr>
        <w:t>تَشْكُرُ لِلْمُطِيعِ مَا أَنْتَ تَوَلَّيْتَهُ لَهُ</w:t>
      </w:r>
      <w:r w:rsidR="007D3118">
        <w:rPr>
          <w:rtl/>
        </w:rPr>
        <w:t xml:space="preserve">، </w:t>
      </w:r>
      <w:r>
        <w:rPr>
          <w:rtl/>
        </w:rPr>
        <w:t>وَ تُمْلِى لِلْعَاصِى فِيمَا تَمْلِكُ مُعَاجَلَتَهُ فِيهِ</w:t>
      </w:r>
      <w:r w:rsidR="007D3118">
        <w:rPr>
          <w:rtl/>
        </w:rPr>
        <w:t xml:space="preserve">. </w:t>
      </w:r>
    </w:p>
    <w:p w:rsidR="00587D34" w:rsidRDefault="00587D34" w:rsidP="00587D34">
      <w:pPr>
        <w:pStyle w:val="libNormal"/>
        <w:rPr>
          <w:rtl/>
        </w:rPr>
      </w:pPr>
      <w:r>
        <w:rPr>
          <w:rtl/>
        </w:rPr>
        <w:t>(11</w:t>
      </w:r>
      <w:r w:rsidR="007D3118">
        <w:rPr>
          <w:rtl/>
        </w:rPr>
        <w:t xml:space="preserve">) </w:t>
      </w:r>
      <w:r>
        <w:rPr>
          <w:rtl/>
        </w:rPr>
        <w:t>أَعْطَيْتَ كُلا مِنْهُمَا مَا لَمْ يَجِبْ لَهُ</w:t>
      </w:r>
      <w:r w:rsidR="007D3118">
        <w:rPr>
          <w:rtl/>
        </w:rPr>
        <w:t xml:space="preserve">، </w:t>
      </w:r>
      <w:r>
        <w:rPr>
          <w:rtl/>
        </w:rPr>
        <w:t>وَ تَفَضَّلْتَ عَلَى كُلٍّ مِنْهُمَا بِمَا يَقْصُرُ عَمَلُهُ عَنْهُ</w:t>
      </w:r>
      <w:r w:rsidR="007D3118">
        <w:rPr>
          <w:rtl/>
        </w:rPr>
        <w:t xml:space="preserve">. </w:t>
      </w:r>
    </w:p>
    <w:p w:rsidR="00587D34" w:rsidRDefault="00587D34" w:rsidP="00587D34">
      <w:pPr>
        <w:pStyle w:val="libNormal"/>
        <w:rPr>
          <w:rtl/>
        </w:rPr>
      </w:pPr>
      <w:r>
        <w:rPr>
          <w:rtl/>
        </w:rPr>
        <w:lastRenderedPageBreak/>
        <w:t>(12</w:t>
      </w:r>
      <w:r w:rsidR="007D3118">
        <w:rPr>
          <w:rtl/>
        </w:rPr>
        <w:t xml:space="preserve">) </w:t>
      </w:r>
      <w:r>
        <w:rPr>
          <w:rtl/>
        </w:rPr>
        <w:t>وَ لَوْ كَافَأْتَ الْمُطِيعَ عَلَى مَا أَنْتَ تَوَلَّيْتَهُ لَأَوْشَكَ أَنْ يَفْقِدَ ثَوَابَكَ</w:t>
      </w:r>
      <w:r w:rsidR="007D3118">
        <w:rPr>
          <w:rtl/>
        </w:rPr>
        <w:t xml:space="preserve">، </w:t>
      </w:r>
      <w:r>
        <w:rPr>
          <w:rtl/>
        </w:rPr>
        <w:t>وَ أَنْ تَزُولَ عَنْهُ نِعْمَتُكَ</w:t>
      </w:r>
      <w:r w:rsidR="007D3118">
        <w:rPr>
          <w:rtl/>
        </w:rPr>
        <w:t xml:space="preserve">، </w:t>
      </w:r>
      <w:r>
        <w:rPr>
          <w:rtl/>
        </w:rPr>
        <w:t>وَ لَكِنَّكَ بِكَرَمِكَ جَازَيْتَهُ عَلَى الْمُدَّةِ الْقَصِيرَةِ الْفَانِيَةِ بِالْمُدَّةِ الطَّوِيلَةِ الْخَالِدَةِ</w:t>
      </w:r>
      <w:r w:rsidR="007D3118">
        <w:rPr>
          <w:rtl/>
        </w:rPr>
        <w:t xml:space="preserve">، </w:t>
      </w:r>
      <w:r>
        <w:rPr>
          <w:rtl/>
        </w:rPr>
        <w:t>وَ عَلَى الْغَايَةِ الْقَرِيبَةِ الزَّائِلَةِ بِالْغَايَةِ الْمَدِيدَةِ الْبَاقِيَةِ</w:t>
      </w:r>
      <w:r w:rsidR="007D3118">
        <w:rPr>
          <w:rtl/>
        </w:rPr>
        <w:t xml:space="preserve">. </w:t>
      </w:r>
    </w:p>
    <w:p w:rsidR="00587D34" w:rsidRDefault="00587D34" w:rsidP="00587D34">
      <w:pPr>
        <w:pStyle w:val="libNormal"/>
        <w:rPr>
          <w:rtl/>
        </w:rPr>
      </w:pPr>
      <w:r>
        <w:rPr>
          <w:rtl/>
        </w:rPr>
        <w:t>(13</w:t>
      </w:r>
      <w:r w:rsidR="007D3118">
        <w:rPr>
          <w:rtl/>
        </w:rPr>
        <w:t xml:space="preserve">) </w:t>
      </w:r>
      <w:r>
        <w:rPr>
          <w:rtl/>
        </w:rPr>
        <w:t>ثُمَّ لَمْ تَسُمْهُ الْقِصَاصَ فِيمَا أَكَلَ مِنْ رِزْقِكَ الَّذِى يَقْوَى بِهِ عَلَى طَاعَتِكَ</w:t>
      </w:r>
      <w:r w:rsidR="007D3118">
        <w:rPr>
          <w:rtl/>
        </w:rPr>
        <w:t xml:space="preserve">، </w:t>
      </w:r>
      <w:r>
        <w:rPr>
          <w:rtl/>
        </w:rPr>
        <w:t>وَ لَمْ تَحْمِلْهُ عَلَى الْمُنَاقَشَاتِ فِى الاْلاتِ الَّتِى تَسَبَّبَ بِاسْتِعْمَالِهَا إِلَى مَغْفِرَتِكَ</w:t>
      </w:r>
      <w:r w:rsidR="007D3118">
        <w:rPr>
          <w:rtl/>
        </w:rPr>
        <w:t xml:space="preserve">، </w:t>
      </w:r>
      <w:r>
        <w:rPr>
          <w:rtl/>
        </w:rPr>
        <w:t>وَ لَوْ فَعَلْتَ ذَلِكَ بِهِ لَذَهَبَ بِجَمِيعِ مَا كَدَحَ لَهُ وَ جُمْلَةِ مَا سَعَى فِيهِ جَزَاءً لِلصُّغْرَى مِنْ أَيَادِيكَ وَ مِنَنِكَ</w:t>
      </w:r>
      <w:r w:rsidR="007D3118">
        <w:rPr>
          <w:rtl/>
        </w:rPr>
        <w:t xml:space="preserve">، </w:t>
      </w:r>
      <w:r>
        <w:rPr>
          <w:rtl/>
        </w:rPr>
        <w:t>وَ لَبَقِىَ رَهِينا بَيْنَ يَدَيْكَ بِسَائِرِ نِعَمِكَ</w:t>
      </w:r>
      <w:r w:rsidR="007D3118">
        <w:rPr>
          <w:rtl/>
        </w:rPr>
        <w:t xml:space="preserve">، </w:t>
      </w:r>
      <w:r>
        <w:rPr>
          <w:rtl/>
        </w:rPr>
        <w:t>فَمَتَى كَانَ يَسْتَحِقُّ شَيْئا مِنْ ثَوَابِكَ؟ لا مَتَى؟</w:t>
      </w:r>
    </w:p>
    <w:p w:rsidR="00587D34" w:rsidRDefault="00587D34" w:rsidP="00587D34">
      <w:pPr>
        <w:pStyle w:val="libNormal"/>
        <w:rPr>
          <w:rtl/>
        </w:rPr>
      </w:pPr>
      <w:r>
        <w:rPr>
          <w:rtl/>
        </w:rPr>
        <w:t>(14</w:t>
      </w:r>
      <w:r w:rsidR="007D3118">
        <w:rPr>
          <w:rtl/>
        </w:rPr>
        <w:t xml:space="preserve">) </w:t>
      </w:r>
      <w:r>
        <w:rPr>
          <w:rtl/>
        </w:rPr>
        <w:t>هَذَا - يَا إِلَهِى - حَالُ مَنْ أَطَاعَكَ</w:t>
      </w:r>
      <w:r w:rsidR="007D3118">
        <w:rPr>
          <w:rtl/>
        </w:rPr>
        <w:t xml:space="preserve">، </w:t>
      </w:r>
      <w:r>
        <w:rPr>
          <w:rtl/>
        </w:rPr>
        <w:t>وَ سَبِيلُ مَنْ تَعَبَّدَ لَكَ</w:t>
      </w:r>
      <w:r w:rsidR="007D3118">
        <w:rPr>
          <w:rtl/>
        </w:rPr>
        <w:t xml:space="preserve">، </w:t>
      </w:r>
      <w:r>
        <w:rPr>
          <w:rtl/>
        </w:rPr>
        <w:t>فَأَمَّا الْعَاصِى أَمْرَكَ وَ الْمُوَاقِعُ نَهْيَكَ فَلَمْ تُعَاجِلْهُ بِنَقِمَتِكَ لِكَيْ يَسْتَبْدِلَ بِحَالِهِ فِى مَعْصِيَتِكَ حَالَ الْإِنَابَةِ إِلَى طَاعَتِكَ</w:t>
      </w:r>
      <w:r w:rsidR="007D3118">
        <w:rPr>
          <w:rtl/>
        </w:rPr>
        <w:t xml:space="preserve">، </w:t>
      </w:r>
      <w:r>
        <w:rPr>
          <w:rtl/>
        </w:rPr>
        <w:t>وَ لَقَدْ كَانَ يَسْتَحِقُّ فِى أَوَّلِ مَا هَمَّ بِعِصْيَانِكَ كُلَّ مَا أَعْدَدْتَ لِجَمِيعِ خَلْقِكَ مِنْ عُقُوبَتِكَ</w:t>
      </w:r>
      <w:r w:rsidR="007D3118">
        <w:rPr>
          <w:rtl/>
        </w:rPr>
        <w:t xml:space="preserve">. </w:t>
      </w:r>
    </w:p>
    <w:p w:rsidR="00587D34" w:rsidRDefault="00587D34" w:rsidP="00587D34">
      <w:pPr>
        <w:pStyle w:val="libNormal"/>
        <w:rPr>
          <w:rtl/>
        </w:rPr>
      </w:pPr>
      <w:r>
        <w:rPr>
          <w:rtl/>
        </w:rPr>
        <w:t>(15</w:t>
      </w:r>
      <w:r w:rsidR="007D3118">
        <w:rPr>
          <w:rtl/>
        </w:rPr>
        <w:t xml:space="preserve">) </w:t>
      </w:r>
      <w:r>
        <w:rPr>
          <w:rtl/>
        </w:rPr>
        <w:t>فَجَمِيعُ مَا أَخَّرْتَ عَنْهُ مِنَ الْعَذَابِ وَ أَبْطَأْتَ بِهِ عَلَيْهِ مِنْ سَطَوَاتِ النَّقِمَةِ وَ الْعِقَابِ تَرْكٌ مِنْ حَقِّكَ</w:t>
      </w:r>
      <w:r w:rsidR="007D3118">
        <w:rPr>
          <w:rtl/>
        </w:rPr>
        <w:t xml:space="preserve">، </w:t>
      </w:r>
      <w:r>
        <w:rPr>
          <w:rtl/>
        </w:rPr>
        <w:t>وَ رِضًى بِدُونِ وَاجِبِكَ</w:t>
      </w:r>
    </w:p>
    <w:p w:rsidR="00587D34" w:rsidRDefault="00587D34" w:rsidP="00587D34">
      <w:pPr>
        <w:pStyle w:val="libNormal"/>
        <w:rPr>
          <w:rtl/>
        </w:rPr>
      </w:pPr>
      <w:r>
        <w:rPr>
          <w:rtl/>
        </w:rPr>
        <w:t>(16</w:t>
      </w:r>
      <w:r w:rsidR="007D3118">
        <w:rPr>
          <w:rtl/>
        </w:rPr>
        <w:t xml:space="preserve">) </w:t>
      </w:r>
      <w:r>
        <w:rPr>
          <w:rtl/>
        </w:rPr>
        <w:t>فَمَنْ أَكْرَمُ - يَا إِلَهِى - مِنْكَ</w:t>
      </w:r>
      <w:r w:rsidR="007D3118">
        <w:rPr>
          <w:rtl/>
        </w:rPr>
        <w:t xml:space="preserve">، </w:t>
      </w:r>
      <w:r>
        <w:rPr>
          <w:rtl/>
        </w:rPr>
        <w:t>وَ مَنْ أَشْقَى مِمَّنْ هَلَكَ عَلَيْكَ؟ لا مَنْ؟ فَتَبَارَكْتَ أَنْ تُوصَفَ إِلا بِالْإِحْسَانِ</w:t>
      </w:r>
      <w:r w:rsidR="007D3118">
        <w:rPr>
          <w:rtl/>
        </w:rPr>
        <w:t xml:space="preserve">، </w:t>
      </w:r>
      <w:r>
        <w:rPr>
          <w:rtl/>
        </w:rPr>
        <w:t>وَ كَرُمْتَ أَنْ يُخَافَ مِنْكَ إِلا الْعَدْلُ</w:t>
      </w:r>
      <w:r w:rsidR="007D3118">
        <w:rPr>
          <w:rtl/>
        </w:rPr>
        <w:t xml:space="preserve">، </w:t>
      </w:r>
      <w:r>
        <w:rPr>
          <w:rtl/>
        </w:rPr>
        <w:t>لا يُخْشَى جَوْرُكَ عَلَى مَنْ عَصَاكَ</w:t>
      </w:r>
      <w:r w:rsidR="007D3118">
        <w:rPr>
          <w:rtl/>
        </w:rPr>
        <w:t xml:space="preserve">، </w:t>
      </w:r>
      <w:r>
        <w:rPr>
          <w:rtl/>
        </w:rPr>
        <w:t>وَ لا يُخَافُ إِغْفَالُكَ ثَوَابَ مَنْ أَرْضَاكَ</w:t>
      </w:r>
      <w:r w:rsidR="007D3118">
        <w:rPr>
          <w:rtl/>
        </w:rPr>
        <w:t xml:space="preserve">، </w:t>
      </w:r>
      <w:r>
        <w:rPr>
          <w:rtl/>
        </w:rPr>
        <w:t>فَصَلِّ عَلَى مُحَمَّدٍ وَ آلِهِ</w:t>
      </w:r>
      <w:r w:rsidR="007D3118">
        <w:rPr>
          <w:rtl/>
        </w:rPr>
        <w:t xml:space="preserve">، </w:t>
      </w:r>
      <w:r>
        <w:rPr>
          <w:rtl/>
        </w:rPr>
        <w:t>وَ هَبْ لِى أَمَلِى</w:t>
      </w:r>
      <w:r w:rsidR="007D3118">
        <w:rPr>
          <w:rtl/>
        </w:rPr>
        <w:t xml:space="preserve">، </w:t>
      </w:r>
      <w:r>
        <w:rPr>
          <w:rtl/>
        </w:rPr>
        <w:t>وَ زِدْنِى مِنْ هُدَاكَ مَا أَصِلُ بِهِ إِلَى التَّوْفِيقِ فِى عَمَلِى</w:t>
      </w:r>
      <w:r w:rsidR="007D3118">
        <w:rPr>
          <w:rtl/>
        </w:rPr>
        <w:t xml:space="preserve">، </w:t>
      </w:r>
      <w:r>
        <w:rPr>
          <w:rtl/>
        </w:rPr>
        <w:t>إِنَّكَ مَنَّانٌ كَرِيمٌ</w:t>
      </w:r>
      <w:r w:rsidR="007D3118">
        <w:rPr>
          <w:rtl/>
        </w:rPr>
        <w:t xml:space="preserve">. </w:t>
      </w:r>
    </w:p>
    <w:p w:rsidR="00587D34" w:rsidRDefault="00AA3CBA" w:rsidP="004C63D0">
      <w:pPr>
        <w:pStyle w:val="Heading2"/>
        <w:rPr>
          <w:rtl/>
        </w:rPr>
      </w:pPr>
      <w:bookmarkStart w:id="79" w:name="_Toc394915208"/>
      <w:r>
        <w:rPr>
          <w:rtl/>
        </w:rPr>
        <w:lastRenderedPageBreak/>
        <w:t xml:space="preserve">ترجمه دعاى سى و هفتم: دعاى آن حضرت </w:t>
      </w:r>
      <w:r w:rsidR="000C598D" w:rsidRPr="000C598D">
        <w:rPr>
          <w:rStyle w:val="libAlaemChar"/>
          <w:rtl/>
        </w:rPr>
        <w:t>عليه‌السلام</w:t>
      </w:r>
      <w:r>
        <w:rPr>
          <w:rtl/>
        </w:rPr>
        <w:t xml:space="preserve"> در اعتراف به تقصير از اداى شكر</w:t>
      </w:r>
      <w:bookmarkEnd w:id="79"/>
    </w:p>
    <w:p w:rsidR="00587D34" w:rsidRDefault="00587D34" w:rsidP="00587D34">
      <w:pPr>
        <w:pStyle w:val="libNormal"/>
        <w:rPr>
          <w:rtl/>
        </w:rPr>
      </w:pPr>
      <w:r>
        <w:rPr>
          <w:rtl/>
        </w:rPr>
        <w:t>1</w:t>
      </w:r>
      <w:r w:rsidR="007D3118">
        <w:rPr>
          <w:rtl/>
        </w:rPr>
        <w:t xml:space="preserve">. </w:t>
      </w:r>
      <w:r>
        <w:rPr>
          <w:rtl/>
        </w:rPr>
        <w:t>خدايا! هر كس در سپاسگزارى تو بيشتر مبالغه كند باز به سبب توفيق تو بر وى سپاس ديگر لازم شود</w:t>
      </w:r>
      <w:r w:rsidR="007D3118">
        <w:rPr>
          <w:rtl/>
        </w:rPr>
        <w:t xml:space="preserve">. </w:t>
      </w:r>
      <w:r w:rsidRPr="00AA3CBA">
        <w:rPr>
          <w:rStyle w:val="libFootnotenumChar"/>
          <w:rtl/>
        </w:rPr>
        <w:t>(98</w:t>
      </w:r>
      <w:r w:rsidR="007D3118" w:rsidRPr="00AA3CBA">
        <w:rPr>
          <w:rStyle w:val="libFootnotenumChar"/>
          <w:rtl/>
        </w:rPr>
        <w:t>)</w:t>
      </w:r>
    </w:p>
    <w:p w:rsidR="00587D34" w:rsidRDefault="00587D34" w:rsidP="00587D34">
      <w:pPr>
        <w:pStyle w:val="libNormal"/>
        <w:rPr>
          <w:rtl/>
        </w:rPr>
      </w:pPr>
      <w:r>
        <w:rPr>
          <w:rtl/>
        </w:rPr>
        <w:t>2</w:t>
      </w:r>
      <w:r w:rsidR="007D3118">
        <w:rPr>
          <w:rtl/>
        </w:rPr>
        <w:t xml:space="preserve">. </w:t>
      </w:r>
      <w:r>
        <w:rPr>
          <w:rtl/>
        </w:rPr>
        <w:t>و هرچه در طاعت تو بكوشد باز به كمتر از آن چه سزاوار تو است اكتفا كرده است</w:t>
      </w:r>
      <w:r w:rsidR="007D3118">
        <w:rPr>
          <w:rtl/>
        </w:rPr>
        <w:t xml:space="preserve">. </w:t>
      </w:r>
    </w:p>
    <w:p w:rsidR="00587D34" w:rsidRDefault="00587D34" w:rsidP="00587D34">
      <w:pPr>
        <w:pStyle w:val="libNormal"/>
        <w:rPr>
          <w:rtl/>
        </w:rPr>
      </w:pPr>
      <w:r>
        <w:rPr>
          <w:rtl/>
        </w:rPr>
        <w:t>3</w:t>
      </w:r>
      <w:r w:rsidR="007D3118">
        <w:rPr>
          <w:rtl/>
        </w:rPr>
        <w:t xml:space="preserve">. </w:t>
      </w:r>
      <w:r>
        <w:rPr>
          <w:rtl/>
        </w:rPr>
        <w:t>پس شاكرترين بندگان از سپاس تو عاجز است و عبادت كننده ترين ايشان در طاعت تو مقصّر</w:t>
      </w:r>
      <w:r w:rsidR="007D3118">
        <w:rPr>
          <w:rtl/>
        </w:rPr>
        <w:t xml:space="preserve">. </w:t>
      </w:r>
    </w:p>
    <w:p w:rsidR="00587D34" w:rsidRDefault="00587D34" w:rsidP="00587D34">
      <w:pPr>
        <w:pStyle w:val="libNormal"/>
        <w:rPr>
          <w:rtl/>
        </w:rPr>
      </w:pPr>
      <w:r>
        <w:rPr>
          <w:rtl/>
        </w:rPr>
        <w:t>4</w:t>
      </w:r>
      <w:r w:rsidR="007D3118">
        <w:rPr>
          <w:rtl/>
        </w:rPr>
        <w:t xml:space="preserve">. </w:t>
      </w:r>
      <w:r>
        <w:rPr>
          <w:rtl/>
        </w:rPr>
        <w:t>هيچ كس استحقاق آن ندارد كه او را بيامرزى و شايسته آن نه كه از وى خشنود گردى</w:t>
      </w:r>
      <w:r w:rsidR="007D3118">
        <w:rPr>
          <w:rtl/>
        </w:rPr>
        <w:t xml:space="preserve">. </w:t>
      </w:r>
    </w:p>
    <w:p w:rsidR="00587D34" w:rsidRDefault="00587D34" w:rsidP="00587D34">
      <w:pPr>
        <w:pStyle w:val="libNormal"/>
        <w:rPr>
          <w:rtl/>
        </w:rPr>
      </w:pPr>
      <w:r>
        <w:rPr>
          <w:rtl/>
        </w:rPr>
        <w:t>5</w:t>
      </w:r>
      <w:r w:rsidR="007D3118">
        <w:rPr>
          <w:rtl/>
        </w:rPr>
        <w:t xml:space="preserve">. </w:t>
      </w:r>
      <w:r>
        <w:rPr>
          <w:rtl/>
        </w:rPr>
        <w:t>هر كس را آمرزيده اى به احسان خود آمرزيده اى و از هر كه خشنود گشتى به فضل خويش به فضل خويش خشنود گشتى</w:t>
      </w:r>
      <w:r w:rsidR="007D3118">
        <w:rPr>
          <w:rtl/>
        </w:rPr>
        <w:t xml:space="preserve">. </w:t>
      </w:r>
    </w:p>
    <w:p w:rsidR="00587D34" w:rsidRDefault="00587D34" w:rsidP="00587D34">
      <w:pPr>
        <w:pStyle w:val="libNormal"/>
        <w:rPr>
          <w:rtl/>
        </w:rPr>
      </w:pPr>
      <w:r>
        <w:rPr>
          <w:rtl/>
        </w:rPr>
        <w:t>6</w:t>
      </w:r>
      <w:r w:rsidR="007D3118">
        <w:rPr>
          <w:rtl/>
        </w:rPr>
        <w:t xml:space="preserve">. </w:t>
      </w:r>
      <w:r>
        <w:rPr>
          <w:rtl/>
        </w:rPr>
        <w:t>اندك سپاس را مى پذيرى و به طاعت كم پاداش بسيار مى دهى</w:t>
      </w:r>
      <w:r w:rsidR="007D3118">
        <w:rPr>
          <w:rtl/>
        </w:rPr>
        <w:t xml:space="preserve">، </w:t>
      </w:r>
      <w:r>
        <w:rPr>
          <w:rtl/>
        </w:rPr>
        <w:t>گويا سپاس بندگان را كه پاداش آن را لازم شمردى و مزد بزرگ دادى مى توانستند بى مشيت تو از آن باز ايستند</w:t>
      </w:r>
      <w:r w:rsidR="007D3118">
        <w:rPr>
          <w:rtl/>
        </w:rPr>
        <w:t xml:space="preserve">، </w:t>
      </w:r>
      <w:r>
        <w:rPr>
          <w:rtl/>
        </w:rPr>
        <w:t>از اين رو آنان را پاداش دادى</w:t>
      </w:r>
      <w:r w:rsidR="007D3118">
        <w:rPr>
          <w:rtl/>
        </w:rPr>
        <w:t xml:space="preserve">، </w:t>
      </w:r>
      <w:r>
        <w:rPr>
          <w:rtl/>
        </w:rPr>
        <w:t>يا آن كه سبب آن به اختيار تو نبود و بر آن جزا مرحمت فرمودى</w:t>
      </w:r>
      <w:r w:rsidR="007D3118">
        <w:rPr>
          <w:rtl/>
        </w:rPr>
        <w:t xml:space="preserve">. </w:t>
      </w:r>
    </w:p>
    <w:p w:rsidR="00587D34" w:rsidRDefault="00587D34" w:rsidP="00587D34">
      <w:pPr>
        <w:pStyle w:val="libNormal"/>
        <w:rPr>
          <w:rtl/>
        </w:rPr>
      </w:pPr>
      <w:r>
        <w:rPr>
          <w:rtl/>
        </w:rPr>
        <w:t>7</w:t>
      </w:r>
      <w:r w:rsidR="007D3118">
        <w:rPr>
          <w:rtl/>
        </w:rPr>
        <w:t xml:space="preserve">. </w:t>
      </w:r>
      <w:r>
        <w:rPr>
          <w:rtl/>
        </w:rPr>
        <w:t>بلكه اى خداى من! اختيار آنان پيش از آن كه به طاعت پردازند آماده ساخته اى</w:t>
      </w:r>
      <w:r w:rsidR="007D3118">
        <w:rPr>
          <w:rtl/>
        </w:rPr>
        <w:t xml:space="preserve">، </w:t>
      </w:r>
      <w:r>
        <w:rPr>
          <w:rtl/>
        </w:rPr>
        <w:t>چون سنت توانعام كردن و عادت تو احسان و طريقه تو بخشش ‍ است</w:t>
      </w:r>
      <w:r w:rsidR="007D3118">
        <w:rPr>
          <w:rtl/>
        </w:rPr>
        <w:t xml:space="preserve">. </w:t>
      </w:r>
    </w:p>
    <w:p w:rsidR="00587D34" w:rsidRDefault="00587D34" w:rsidP="00587D34">
      <w:pPr>
        <w:pStyle w:val="libNormal"/>
        <w:rPr>
          <w:rtl/>
        </w:rPr>
      </w:pPr>
      <w:r>
        <w:rPr>
          <w:rtl/>
        </w:rPr>
        <w:t>8</w:t>
      </w:r>
      <w:r w:rsidR="007D3118">
        <w:rPr>
          <w:rtl/>
        </w:rPr>
        <w:t xml:space="preserve">. </w:t>
      </w:r>
      <w:r>
        <w:rPr>
          <w:rtl/>
        </w:rPr>
        <w:t>همه آفريدگان اعتراف دارند كه اگر آنها را عقاب فرمايى ستم نكرده اى</w:t>
      </w:r>
      <w:r w:rsidR="007D3118">
        <w:rPr>
          <w:rtl/>
        </w:rPr>
        <w:t xml:space="preserve">، </w:t>
      </w:r>
      <w:r>
        <w:rPr>
          <w:rtl/>
        </w:rPr>
        <w:t>و گواهى دهند كه اگر بر كسى ببخشايى تفضل فرموده اى</w:t>
      </w:r>
      <w:r w:rsidR="007D3118">
        <w:rPr>
          <w:rtl/>
        </w:rPr>
        <w:t xml:space="preserve">، </w:t>
      </w:r>
      <w:r>
        <w:rPr>
          <w:rtl/>
        </w:rPr>
        <w:t>و هر كس درباره خود اقرار مى كند كه از آنچه سزاوار تو است كوتاهى كرده است</w:t>
      </w:r>
      <w:r w:rsidR="007D3118">
        <w:rPr>
          <w:rtl/>
        </w:rPr>
        <w:t xml:space="preserve">. </w:t>
      </w:r>
    </w:p>
    <w:p w:rsidR="00587D34" w:rsidRDefault="00587D34" w:rsidP="00587D34">
      <w:pPr>
        <w:pStyle w:val="libNormal"/>
        <w:rPr>
          <w:rtl/>
        </w:rPr>
      </w:pPr>
      <w:r>
        <w:rPr>
          <w:rtl/>
        </w:rPr>
        <w:lastRenderedPageBreak/>
        <w:t>9</w:t>
      </w:r>
      <w:r w:rsidR="007D3118">
        <w:rPr>
          <w:rtl/>
        </w:rPr>
        <w:t xml:space="preserve">. </w:t>
      </w:r>
      <w:r>
        <w:rPr>
          <w:rtl/>
        </w:rPr>
        <w:t>و اگر</w:t>
      </w:r>
      <w:r w:rsidR="007D3118">
        <w:rPr>
          <w:rtl/>
        </w:rPr>
        <w:t xml:space="preserve">، </w:t>
      </w:r>
      <w:r>
        <w:rPr>
          <w:rtl/>
        </w:rPr>
        <w:t>نه اين بود كه شيطان فريب مى دهد و از طاعتباز مى دارد</w:t>
      </w:r>
      <w:r w:rsidR="007D3118">
        <w:rPr>
          <w:rtl/>
        </w:rPr>
        <w:t xml:space="preserve">، </w:t>
      </w:r>
      <w:r>
        <w:rPr>
          <w:rtl/>
        </w:rPr>
        <w:t>هيچ كس ‍ معصيت تو نمى كرد و اگر باطل را به صورت حق جلوه نمى داد</w:t>
      </w:r>
      <w:r w:rsidR="007D3118">
        <w:rPr>
          <w:rtl/>
        </w:rPr>
        <w:t xml:space="preserve">، </w:t>
      </w:r>
      <w:r>
        <w:rPr>
          <w:rtl/>
        </w:rPr>
        <w:t>هيچ كس از راه گمراه نمى شد</w:t>
      </w:r>
      <w:r w:rsidR="007D3118">
        <w:rPr>
          <w:rtl/>
        </w:rPr>
        <w:t xml:space="preserve">. </w:t>
      </w:r>
    </w:p>
    <w:p w:rsidR="00587D34" w:rsidRDefault="00587D34" w:rsidP="00587D34">
      <w:pPr>
        <w:pStyle w:val="libNormal"/>
        <w:rPr>
          <w:rtl/>
        </w:rPr>
      </w:pPr>
      <w:r>
        <w:rPr>
          <w:rtl/>
        </w:rPr>
        <w:t>10</w:t>
      </w:r>
      <w:r w:rsidR="007D3118">
        <w:rPr>
          <w:rtl/>
        </w:rPr>
        <w:t xml:space="preserve">. </w:t>
      </w:r>
      <w:r>
        <w:rPr>
          <w:rtl/>
        </w:rPr>
        <w:t>پاكا خداوندا! كرم تو در معامله مطيعان و عاصيان نروشن و هويدا است</w:t>
      </w:r>
      <w:r w:rsidR="007D3118">
        <w:rPr>
          <w:rtl/>
        </w:rPr>
        <w:t xml:space="preserve">. </w:t>
      </w:r>
      <w:r>
        <w:rPr>
          <w:rtl/>
        </w:rPr>
        <w:t>مطيع را جزا مى دهى به كارى كه تو خود او را توفيق داده اى و گناهكار را مهلت مى دهى با آن كه مى توانى در عقوبت او شتاب فرمايى</w:t>
      </w:r>
      <w:r w:rsidR="007D3118">
        <w:rPr>
          <w:rtl/>
        </w:rPr>
        <w:t xml:space="preserve">. </w:t>
      </w:r>
    </w:p>
    <w:p w:rsidR="00587D34" w:rsidRDefault="00587D34" w:rsidP="00587D34">
      <w:pPr>
        <w:pStyle w:val="libNormal"/>
        <w:rPr>
          <w:rtl/>
        </w:rPr>
      </w:pPr>
      <w:r>
        <w:rPr>
          <w:rtl/>
        </w:rPr>
        <w:t>11</w:t>
      </w:r>
      <w:r w:rsidR="007D3118">
        <w:rPr>
          <w:rtl/>
        </w:rPr>
        <w:t xml:space="preserve">. </w:t>
      </w:r>
      <w:r>
        <w:rPr>
          <w:rtl/>
        </w:rPr>
        <w:t>هر يك را چيزى بخشيدى كه مستحق نيست</w:t>
      </w:r>
      <w:r w:rsidR="007D3118">
        <w:rPr>
          <w:rtl/>
        </w:rPr>
        <w:t xml:space="preserve">، </w:t>
      </w:r>
      <w:r>
        <w:rPr>
          <w:rtl/>
        </w:rPr>
        <w:t>و بر هر يك تفضّل فرمودى</w:t>
      </w:r>
      <w:r w:rsidR="007D3118">
        <w:rPr>
          <w:rtl/>
        </w:rPr>
        <w:t xml:space="preserve">، </w:t>
      </w:r>
      <w:r>
        <w:rPr>
          <w:rtl/>
        </w:rPr>
        <w:t>به قدرى كه او از آن كمتر است</w:t>
      </w:r>
      <w:r w:rsidR="007D3118">
        <w:rPr>
          <w:rtl/>
        </w:rPr>
        <w:t xml:space="preserve">. </w:t>
      </w:r>
    </w:p>
    <w:p w:rsidR="00587D34" w:rsidRDefault="00587D34" w:rsidP="00587D34">
      <w:pPr>
        <w:pStyle w:val="libNormal"/>
        <w:rPr>
          <w:rtl/>
        </w:rPr>
      </w:pPr>
      <w:r>
        <w:rPr>
          <w:rtl/>
        </w:rPr>
        <w:t>12</w:t>
      </w:r>
      <w:r w:rsidR="007D3118">
        <w:rPr>
          <w:rtl/>
        </w:rPr>
        <w:t xml:space="preserve">. </w:t>
      </w:r>
      <w:r>
        <w:rPr>
          <w:rtl/>
        </w:rPr>
        <w:t>و اگر پاداش مطيع را به قدر كارى كه توفيقش داده اى عطا كنى</w:t>
      </w:r>
      <w:r w:rsidR="007D3118">
        <w:rPr>
          <w:rtl/>
        </w:rPr>
        <w:t xml:space="preserve">، </w:t>
      </w:r>
      <w:r>
        <w:rPr>
          <w:rtl/>
        </w:rPr>
        <w:t>شايد مستحق ثواب نباشد و نعمت توهم از دست او برود</w:t>
      </w:r>
      <w:r w:rsidR="007D3118">
        <w:rPr>
          <w:rtl/>
        </w:rPr>
        <w:t xml:space="preserve">، </w:t>
      </w:r>
      <w:r>
        <w:rPr>
          <w:rtl/>
        </w:rPr>
        <w:t>اما تو به كرم خود در ازاى مدت كوتاه گذران به مدت دراز بى پايان مزد دادى و در مقابل مسافت اندك و پايان پذير به قدر مسافت بسيار و بى كران ثواب ارزانى داشتى</w:t>
      </w:r>
      <w:r w:rsidR="007D3118">
        <w:rPr>
          <w:rtl/>
        </w:rPr>
        <w:t xml:space="preserve">. </w:t>
      </w:r>
    </w:p>
    <w:p w:rsidR="00587D34" w:rsidRDefault="00587D34" w:rsidP="00587D34">
      <w:pPr>
        <w:pStyle w:val="libNormal"/>
        <w:rPr>
          <w:rtl/>
        </w:rPr>
      </w:pPr>
      <w:r>
        <w:rPr>
          <w:rtl/>
        </w:rPr>
        <w:t>13</w:t>
      </w:r>
      <w:r w:rsidR="007D3118">
        <w:rPr>
          <w:rtl/>
        </w:rPr>
        <w:t xml:space="preserve">. </w:t>
      </w:r>
      <w:r>
        <w:rPr>
          <w:rtl/>
        </w:rPr>
        <w:t>آنگاه آنچه از روزى تو تناول كرده</w:t>
      </w:r>
      <w:r w:rsidR="007D3118">
        <w:rPr>
          <w:rtl/>
        </w:rPr>
        <w:t xml:space="preserve">، </w:t>
      </w:r>
      <w:r>
        <w:rPr>
          <w:rtl/>
        </w:rPr>
        <w:t>و بدان بر طاعت تو نيرو گرفته است</w:t>
      </w:r>
      <w:r w:rsidR="007D3118">
        <w:rPr>
          <w:rtl/>
        </w:rPr>
        <w:t xml:space="preserve">، </w:t>
      </w:r>
      <w:r>
        <w:rPr>
          <w:rtl/>
        </w:rPr>
        <w:t>در شمار نياوردى و در گردن او تاون ننهادى و در اسبابى كه براى حصول آمرزش تو به كار برده است</w:t>
      </w:r>
      <w:r w:rsidR="007D3118">
        <w:rPr>
          <w:rtl/>
        </w:rPr>
        <w:t xml:space="preserve">، </w:t>
      </w:r>
      <w:r>
        <w:rPr>
          <w:rtl/>
        </w:rPr>
        <w:t>خرده گيرى نكردى و اگر اين جمله را در شمار مى آوردى همه رنج او به هدر مى رفت و به همه كوشش هاى او در ازاى خردترين نعمت و احسان تو محسوب مى گشت و باز خود او گروگان ديگر نعمت هاى تو مى ماند تا چه رسد كه مستحق چيزى از ثواب تو باشد</w:t>
      </w:r>
      <w:r w:rsidR="007D3118">
        <w:rPr>
          <w:rtl/>
        </w:rPr>
        <w:t xml:space="preserve">، </w:t>
      </w:r>
      <w:r>
        <w:rPr>
          <w:rtl/>
        </w:rPr>
        <w:t>نه! كى چنين شود؟</w:t>
      </w:r>
    </w:p>
    <w:p w:rsidR="00587D34" w:rsidRDefault="00587D34" w:rsidP="00587D34">
      <w:pPr>
        <w:pStyle w:val="libNormal"/>
        <w:rPr>
          <w:rtl/>
        </w:rPr>
      </w:pPr>
      <w:r>
        <w:rPr>
          <w:rtl/>
        </w:rPr>
        <w:t>14</w:t>
      </w:r>
      <w:r w:rsidR="007D3118">
        <w:rPr>
          <w:rtl/>
        </w:rPr>
        <w:t xml:space="preserve">. </w:t>
      </w:r>
      <w:r>
        <w:rPr>
          <w:rtl/>
        </w:rPr>
        <w:t>اى خداى من! اين حال آن كس است كه اطاعت تو كرد</w:t>
      </w:r>
      <w:r w:rsidR="007D3118">
        <w:rPr>
          <w:rtl/>
        </w:rPr>
        <w:t xml:space="preserve">، </w:t>
      </w:r>
      <w:r>
        <w:rPr>
          <w:rtl/>
        </w:rPr>
        <w:t>و بندگى نمود اما گناهكار كه فرمان تو نبرد و به مناهى دست آلود</w:t>
      </w:r>
      <w:r w:rsidR="007D3118">
        <w:rPr>
          <w:rtl/>
        </w:rPr>
        <w:t xml:space="preserve">، </w:t>
      </w:r>
      <w:r>
        <w:rPr>
          <w:rtl/>
        </w:rPr>
        <w:t xml:space="preserve">در كيفر او شتاب </w:t>
      </w:r>
      <w:r>
        <w:rPr>
          <w:rtl/>
        </w:rPr>
        <w:lastRenderedPageBreak/>
        <w:t>نفرمودى</w:t>
      </w:r>
      <w:r w:rsidR="007D3118">
        <w:rPr>
          <w:rtl/>
        </w:rPr>
        <w:t xml:space="preserve">، </w:t>
      </w:r>
      <w:r>
        <w:rPr>
          <w:rtl/>
        </w:rPr>
        <w:t>شايد از معصيت به انابت آيد و طاعت كند</w:t>
      </w:r>
      <w:r w:rsidR="007D3118">
        <w:rPr>
          <w:rtl/>
        </w:rPr>
        <w:t xml:space="preserve">، </w:t>
      </w:r>
      <w:r>
        <w:rPr>
          <w:rtl/>
        </w:rPr>
        <w:t>و آن هنگام كه آهنگ مخالفت كرد سزاوار هر عقابى بود كه براى بندگان ساخته اى</w:t>
      </w:r>
      <w:r w:rsidR="007D3118">
        <w:rPr>
          <w:rtl/>
        </w:rPr>
        <w:t xml:space="preserve">. </w:t>
      </w:r>
    </w:p>
    <w:p w:rsidR="00587D34" w:rsidRDefault="00587D34" w:rsidP="00587D34">
      <w:pPr>
        <w:pStyle w:val="libNormal"/>
        <w:rPr>
          <w:rtl/>
        </w:rPr>
      </w:pPr>
      <w:r>
        <w:rPr>
          <w:rtl/>
        </w:rPr>
        <w:t>15</w:t>
      </w:r>
      <w:r w:rsidR="007D3118">
        <w:rPr>
          <w:rtl/>
        </w:rPr>
        <w:t xml:space="preserve">. </w:t>
      </w:r>
      <w:r>
        <w:rPr>
          <w:rtl/>
        </w:rPr>
        <w:t xml:space="preserve">پس هر چه در عقوبتى </w:t>
      </w:r>
      <w:r w:rsidR="00F57255">
        <w:rPr>
          <w:rtl/>
        </w:rPr>
        <w:t>تأخیر</w:t>
      </w:r>
      <w:r>
        <w:rPr>
          <w:rtl/>
        </w:rPr>
        <w:t xml:space="preserve"> كردى</w:t>
      </w:r>
      <w:r w:rsidR="007D3118">
        <w:rPr>
          <w:rtl/>
        </w:rPr>
        <w:t xml:space="preserve">، </w:t>
      </w:r>
      <w:r>
        <w:rPr>
          <w:rtl/>
        </w:rPr>
        <w:t>و از قهر و عذاب درنگ فرمودى</w:t>
      </w:r>
      <w:r w:rsidR="007D3118">
        <w:rPr>
          <w:rtl/>
        </w:rPr>
        <w:t xml:space="preserve">، </w:t>
      </w:r>
      <w:r>
        <w:rPr>
          <w:rtl/>
        </w:rPr>
        <w:t>از حق خود در گذشتى و به كمتر از يك واجب خشنود گشتى</w:t>
      </w:r>
      <w:r w:rsidR="007D3118">
        <w:rPr>
          <w:rtl/>
        </w:rPr>
        <w:t xml:space="preserve">. </w:t>
      </w:r>
    </w:p>
    <w:p w:rsidR="00587D34" w:rsidRDefault="00587D34" w:rsidP="00587D34">
      <w:pPr>
        <w:pStyle w:val="libNormal"/>
        <w:rPr>
          <w:rtl/>
        </w:rPr>
      </w:pPr>
      <w:r>
        <w:rPr>
          <w:rtl/>
        </w:rPr>
        <w:t>16</w:t>
      </w:r>
      <w:r w:rsidR="007D3118">
        <w:rPr>
          <w:rtl/>
        </w:rPr>
        <w:t xml:space="preserve">. </w:t>
      </w:r>
      <w:r>
        <w:rPr>
          <w:rtl/>
        </w:rPr>
        <w:t>پس اى خداى من! كيست كريمتر از تو و بدبختر از بنده اى كه با وجود چون تو مولايى</w:t>
      </w:r>
      <w:r w:rsidR="007D3118">
        <w:rPr>
          <w:rtl/>
        </w:rPr>
        <w:t xml:space="preserve">، </w:t>
      </w:r>
      <w:r>
        <w:rPr>
          <w:rtl/>
        </w:rPr>
        <w:t>هلاك شود؟ بدبخت تر از او نيست! بدبخت تر از او كيست؟ بزرگترى از آن كه تو را به غير نيكى ستايند و كريمترى از آن كه از ستم تو ترسند</w:t>
      </w:r>
      <w:r w:rsidR="007D3118">
        <w:rPr>
          <w:rtl/>
        </w:rPr>
        <w:t xml:space="preserve">، </w:t>
      </w:r>
      <w:r>
        <w:rPr>
          <w:rtl/>
        </w:rPr>
        <w:t>بيم آن نيست كه بر عاصى ستم روا دارى و ترس آن نه كه پاداش مطيعان را فرو گذارى</w:t>
      </w:r>
      <w:r w:rsidR="007D3118">
        <w:rPr>
          <w:rtl/>
        </w:rPr>
        <w:t xml:space="preserve">. </w:t>
      </w:r>
      <w:r>
        <w:rPr>
          <w:rtl/>
        </w:rPr>
        <w:t>درود بر محمد و آل او فرست</w:t>
      </w:r>
      <w:r w:rsidR="007D3118">
        <w:rPr>
          <w:rtl/>
        </w:rPr>
        <w:t xml:space="preserve">، </w:t>
      </w:r>
      <w:r>
        <w:rPr>
          <w:rtl/>
        </w:rPr>
        <w:t>و آرزوى مرا برآور</w:t>
      </w:r>
      <w:r w:rsidR="007D3118">
        <w:rPr>
          <w:rtl/>
        </w:rPr>
        <w:t xml:space="preserve">، </w:t>
      </w:r>
      <w:r>
        <w:rPr>
          <w:rtl/>
        </w:rPr>
        <w:t>و مرا بيشتر راه نماى كه در عمل توفيق يابم كه تويى بخشنده و كريم</w:t>
      </w:r>
      <w:r w:rsidR="007D3118">
        <w:rPr>
          <w:rtl/>
        </w:rPr>
        <w:t xml:space="preserve">. </w:t>
      </w:r>
    </w:p>
    <w:p w:rsidR="00587D34" w:rsidRDefault="00D438E0" w:rsidP="004C63D0">
      <w:pPr>
        <w:pStyle w:val="Heading2"/>
        <w:rPr>
          <w:rtl/>
        </w:rPr>
      </w:pPr>
      <w:r>
        <w:br w:type="page"/>
      </w:r>
      <w:bookmarkStart w:id="80" w:name="_Toc394915209"/>
      <w:r w:rsidR="00AA3CBA">
        <w:lastRenderedPageBreak/>
        <w:t>38</w:t>
      </w:r>
      <w:r w:rsidR="00AA3CBA">
        <w:rPr>
          <w:rtl/>
        </w:rPr>
        <w:t xml:space="preserve"> وَ كَانَ مِنْ دُعَائِهِ عَلَيْهِ السَّلامُ فِى الاعْتِذَارِ مِنْ تَبِعَاتِ الْعِبَادِ وَ مِنَ التَّقْصِيرِ فِى حُقُوقِهِمْ وَ فِى فَكَاكِ رَقَبَتِهِ مِنَ النَّارِ:</w:t>
      </w:r>
      <w:bookmarkEnd w:id="80"/>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إِنِّى أَعْتَذِرُ إِلَيْكَ مِنْ مَظْلُومٍ ظُلِمَ بِحَضْرَتِى فَلَمْ أَنْصُرْهُ</w:t>
      </w:r>
      <w:r w:rsidR="007D3118">
        <w:rPr>
          <w:rtl/>
        </w:rPr>
        <w:t xml:space="preserve">، </w:t>
      </w:r>
      <w:r>
        <w:rPr>
          <w:rtl/>
        </w:rPr>
        <w:t>وَ مِنْ مَعْرُوفٍ أُسْدِىَ إِلَيَّ فَلَمْ أَشْكُرْهُ</w:t>
      </w:r>
      <w:r w:rsidR="007D3118">
        <w:rPr>
          <w:rtl/>
        </w:rPr>
        <w:t xml:space="preserve">، </w:t>
      </w:r>
      <w:r>
        <w:rPr>
          <w:rtl/>
        </w:rPr>
        <w:t>وَ مِنْ مُسِى ءٍ اعْتَذَرَ إِلَيَّ فَلَمْ أَعْذِرْهُ</w:t>
      </w:r>
      <w:r w:rsidR="007D3118">
        <w:rPr>
          <w:rtl/>
        </w:rPr>
        <w:t xml:space="preserve">، </w:t>
      </w:r>
      <w:r>
        <w:rPr>
          <w:rtl/>
        </w:rPr>
        <w:t>وَ مِنْ ذِى فَاقَةٍ سَأَلَنِى فَلَمْ أُوثِرْهُ</w:t>
      </w:r>
      <w:r w:rsidR="007D3118">
        <w:rPr>
          <w:rtl/>
        </w:rPr>
        <w:t xml:space="preserve">، </w:t>
      </w:r>
      <w:r>
        <w:rPr>
          <w:rtl/>
        </w:rPr>
        <w:t>وَ مِنْ حَقِّ ذِى حَقٍّ لَزِمَنِى لِمُؤْمِنٍ فَلَمْ أُوَفِّرْهُ</w:t>
      </w:r>
      <w:r w:rsidR="007D3118">
        <w:rPr>
          <w:rtl/>
        </w:rPr>
        <w:t xml:space="preserve">، </w:t>
      </w:r>
      <w:r>
        <w:rPr>
          <w:rtl/>
        </w:rPr>
        <w:t>وَ مِنْ عَيْبِ مُؤْمِنٍ ظَهَرَ لِى فَلَمْ أَسْتُرْهُ</w:t>
      </w:r>
      <w:r w:rsidR="007D3118">
        <w:rPr>
          <w:rtl/>
        </w:rPr>
        <w:t xml:space="preserve">، </w:t>
      </w:r>
      <w:r>
        <w:rPr>
          <w:rtl/>
        </w:rPr>
        <w:t>وَ مِنْ كُلِّ إِثْمٍ عَرَضَ لِى فَلَمْ أَهْجُرْهُ</w:t>
      </w:r>
      <w:r w:rsidR="007D3118">
        <w:rPr>
          <w:rtl/>
        </w:rPr>
        <w:t xml:space="preserve">. </w:t>
      </w:r>
    </w:p>
    <w:p w:rsidR="00587D34" w:rsidRDefault="00587D34" w:rsidP="00587D34">
      <w:pPr>
        <w:pStyle w:val="libNormal"/>
        <w:rPr>
          <w:rtl/>
        </w:rPr>
      </w:pPr>
      <w:r>
        <w:rPr>
          <w:rtl/>
        </w:rPr>
        <w:t>(2</w:t>
      </w:r>
      <w:r w:rsidR="007D3118">
        <w:rPr>
          <w:rtl/>
        </w:rPr>
        <w:t xml:space="preserve">) </w:t>
      </w:r>
      <w:r>
        <w:rPr>
          <w:rtl/>
        </w:rPr>
        <w:t>أَعْتَذِرُ إِلَيْكَ - يَا إِلَهِى - مِنْهُنَّ وَ مِنْ نَظَائِرِهِنَّ اعْتِذَارَ نَدَامَةٍ يَكُونُ وَاعِظا لِمَا بَيْنَ يَدَيَّ مِنْ أَشْبَاهِهِنَّ</w:t>
      </w:r>
      <w:r w:rsidR="007D3118">
        <w:rPr>
          <w:rtl/>
        </w:rPr>
        <w:t xml:space="preserve">. </w:t>
      </w:r>
    </w:p>
    <w:p w:rsidR="00587D34" w:rsidRDefault="00587D34" w:rsidP="00587D34">
      <w:pPr>
        <w:pStyle w:val="libNormal"/>
        <w:rPr>
          <w:rtl/>
        </w:rPr>
      </w:pPr>
      <w:r>
        <w:rPr>
          <w:rtl/>
        </w:rPr>
        <w:t>(3</w:t>
      </w:r>
      <w:r w:rsidR="007D3118">
        <w:rPr>
          <w:rtl/>
        </w:rPr>
        <w:t xml:space="preserve">) </w:t>
      </w:r>
      <w:r>
        <w:rPr>
          <w:rtl/>
        </w:rPr>
        <w:t>فَصَلِّ عَلَى مُحَمَّدٍ وَ آلِهِ</w:t>
      </w:r>
      <w:r w:rsidR="007D3118">
        <w:rPr>
          <w:rtl/>
        </w:rPr>
        <w:t xml:space="preserve">، </w:t>
      </w:r>
      <w:r>
        <w:rPr>
          <w:rtl/>
        </w:rPr>
        <w:t>وَ اجْعَلْ نَدَامَتِى عَلَى مَا وَقَعْتُ فِيهِ مِنَ الزَّلاتِ</w:t>
      </w:r>
      <w:r w:rsidR="007D3118">
        <w:rPr>
          <w:rtl/>
        </w:rPr>
        <w:t xml:space="preserve">، </w:t>
      </w:r>
      <w:r>
        <w:rPr>
          <w:rtl/>
        </w:rPr>
        <w:t>وَ عَزْمِى عَلَى تَرْكِ مَا يَعْرِضُ لِى مِنَ السَّيِّئَاتِ</w:t>
      </w:r>
      <w:r w:rsidR="007D3118">
        <w:rPr>
          <w:rtl/>
        </w:rPr>
        <w:t xml:space="preserve">، </w:t>
      </w:r>
      <w:r>
        <w:rPr>
          <w:rtl/>
        </w:rPr>
        <w:t>تَوْبَةً تُوجِبُ لِى مَحَبَّتَكَ</w:t>
      </w:r>
      <w:r w:rsidR="007D3118">
        <w:rPr>
          <w:rtl/>
        </w:rPr>
        <w:t xml:space="preserve">، </w:t>
      </w:r>
      <w:r>
        <w:rPr>
          <w:rtl/>
        </w:rPr>
        <w:t>يَا مُحِبَّ التَّوَّابِينَ</w:t>
      </w:r>
      <w:r w:rsidR="007D3118">
        <w:rPr>
          <w:rtl/>
        </w:rPr>
        <w:t xml:space="preserve">. </w:t>
      </w:r>
    </w:p>
    <w:p w:rsidR="00587D34" w:rsidRDefault="00AA3CBA" w:rsidP="004C63D0">
      <w:pPr>
        <w:pStyle w:val="Heading2"/>
        <w:rPr>
          <w:rtl/>
        </w:rPr>
      </w:pPr>
      <w:bookmarkStart w:id="81" w:name="_Toc394915210"/>
      <w:r>
        <w:rPr>
          <w:rtl/>
        </w:rPr>
        <w:t xml:space="preserve">ترجمه دعاى سى و هشتم: دعاى در عذرخواهى از تبعات و كوتاهى در اداى آن </w:t>
      </w:r>
      <w:r w:rsidRPr="00AA3CBA">
        <w:rPr>
          <w:rStyle w:val="libFootnotenumChar"/>
          <w:rtl/>
        </w:rPr>
        <w:t>(99)</w:t>
      </w:r>
      <w:r>
        <w:rPr>
          <w:rtl/>
        </w:rPr>
        <w:t xml:space="preserve"> و رهايى از آتش</w:t>
      </w:r>
      <w:bookmarkEnd w:id="81"/>
    </w:p>
    <w:p w:rsidR="00587D34" w:rsidRDefault="00587D34" w:rsidP="00587D34">
      <w:pPr>
        <w:pStyle w:val="libNormal"/>
        <w:rPr>
          <w:rtl/>
        </w:rPr>
      </w:pPr>
      <w:r>
        <w:rPr>
          <w:rtl/>
        </w:rPr>
        <w:t>1</w:t>
      </w:r>
      <w:r w:rsidR="007D3118">
        <w:rPr>
          <w:rtl/>
        </w:rPr>
        <w:t xml:space="preserve">. </w:t>
      </w:r>
      <w:r>
        <w:rPr>
          <w:rtl/>
        </w:rPr>
        <w:t>خدايا! من از تو پوزش مى طلبم اگر بر بيچاره اى در حضور تو ستم كردند و من يارى او نكردم</w:t>
      </w:r>
      <w:r w:rsidR="007D3118">
        <w:rPr>
          <w:rtl/>
        </w:rPr>
        <w:t xml:space="preserve">، </w:t>
      </w:r>
      <w:r>
        <w:rPr>
          <w:rtl/>
        </w:rPr>
        <w:t>و يا كسى به من نيكى نمود و سپاس نگزاردم و گناهكارى از من عذر خواست و من نپذيرفتم و تنگدستى از من چيزى طلبيد و او را بر خود ترجيح ندادم</w:t>
      </w:r>
      <w:r w:rsidR="007D3118">
        <w:rPr>
          <w:rtl/>
        </w:rPr>
        <w:t xml:space="preserve">، </w:t>
      </w:r>
      <w:r>
        <w:rPr>
          <w:rtl/>
        </w:rPr>
        <w:t>و حق مؤمنى بر ذمت من ثابت شد و كامل ادا نكردم</w:t>
      </w:r>
      <w:r w:rsidR="007D3118">
        <w:rPr>
          <w:rtl/>
        </w:rPr>
        <w:t xml:space="preserve">، </w:t>
      </w:r>
      <w:r>
        <w:rPr>
          <w:rtl/>
        </w:rPr>
        <w:t>و بر عيب مؤمنى آگاه شدم و نپوشيدم و از هر گناهى كه پيش آمد و من پرهيز نكردم</w:t>
      </w:r>
      <w:r w:rsidR="007D3118">
        <w:rPr>
          <w:rtl/>
        </w:rPr>
        <w:t xml:space="preserve">. </w:t>
      </w:r>
    </w:p>
    <w:p w:rsidR="00587D34" w:rsidRDefault="00587D34" w:rsidP="00587D34">
      <w:pPr>
        <w:pStyle w:val="libNormal"/>
        <w:rPr>
          <w:rtl/>
        </w:rPr>
      </w:pPr>
      <w:r>
        <w:rPr>
          <w:rtl/>
        </w:rPr>
        <w:t>2</w:t>
      </w:r>
      <w:r w:rsidR="007D3118">
        <w:rPr>
          <w:rtl/>
        </w:rPr>
        <w:t xml:space="preserve">. </w:t>
      </w:r>
      <w:r>
        <w:rPr>
          <w:rtl/>
        </w:rPr>
        <w:t>اى خداى من! از اين ها و مانند اينها پشيمانم و پوزش مى طلبم و پشيمانى من از گذشته</w:t>
      </w:r>
      <w:r w:rsidR="007D3118">
        <w:rPr>
          <w:rtl/>
        </w:rPr>
        <w:t xml:space="preserve">، </w:t>
      </w:r>
      <w:r>
        <w:rPr>
          <w:rtl/>
        </w:rPr>
        <w:t>مرا از مانند آن ها در آينده باز مى دارد</w:t>
      </w:r>
      <w:r w:rsidR="007D3118">
        <w:rPr>
          <w:rtl/>
        </w:rPr>
        <w:t xml:space="preserve">. </w:t>
      </w:r>
    </w:p>
    <w:p w:rsidR="00587D34" w:rsidRDefault="00587D34" w:rsidP="00587D34">
      <w:pPr>
        <w:pStyle w:val="libNormal"/>
        <w:rPr>
          <w:rtl/>
        </w:rPr>
      </w:pPr>
      <w:r>
        <w:rPr>
          <w:rtl/>
        </w:rPr>
        <w:lastRenderedPageBreak/>
        <w:t>3</w:t>
      </w:r>
      <w:r w:rsidR="007D3118">
        <w:rPr>
          <w:rtl/>
        </w:rPr>
        <w:t xml:space="preserve">. </w:t>
      </w:r>
      <w:r>
        <w:rPr>
          <w:rtl/>
        </w:rPr>
        <w:t>پس درود بر محمد و آل او فرست و پشيمانى مرا از لغزش هاى پيشين و عزم مرا بر ترك معاصى پس از اين توبه اى گردان كه موجب محبت تو گردد</w:t>
      </w:r>
      <w:r w:rsidR="007D3118">
        <w:rPr>
          <w:rtl/>
        </w:rPr>
        <w:t xml:space="preserve">، </w:t>
      </w:r>
      <w:r>
        <w:rPr>
          <w:rtl/>
        </w:rPr>
        <w:t>چون تو توبه كنندگان را دوست دارى</w:t>
      </w:r>
      <w:r w:rsidR="007D3118">
        <w:rPr>
          <w:rtl/>
        </w:rPr>
        <w:t xml:space="preserve">. </w:t>
      </w:r>
    </w:p>
    <w:p w:rsidR="00587D34" w:rsidRDefault="00D438E0" w:rsidP="004C63D0">
      <w:pPr>
        <w:pStyle w:val="Heading2"/>
        <w:rPr>
          <w:rtl/>
        </w:rPr>
      </w:pPr>
      <w:r>
        <w:br w:type="page"/>
      </w:r>
      <w:bookmarkStart w:id="82" w:name="_Toc394915211"/>
      <w:r w:rsidR="00AA3CBA">
        <w:lastRenderedPageBreak/>
        <w:t>39</w:t>
      </w:r>
      <w:r w:rsidR="00AA3CBA">
        <w:rPr>
          <w:rtl/>
        </w:rPr>
        <w:t xml:space="preserve"> وَ كَانَ مِنْ دُعَائِهِ عَلَيْهِ السَّلامُ فِى طَلَبِ الْعَفْوِ وَ الرَّحْمَةِ:</w:t>
      </w:r>
      <w:bookmarkEnd w:id="82"/>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صَلِّ عَلَى مُحَمَّدٍ وَ آلِهِ</w:t>
      </w:r>
      <w:r w:rsidR="007D3118">
        <w:rPr>
          <w:rtl/>
        </w:rPr>
        <w:t xml:space="preserve">، </w:t>
      </w:r>
      <w:r>
        <w:rPr>
          <w:rtl/>
        </w:rPr>
        <w:t>وَ اكْسِرْ شَهْوَتِى عَنْ كُلِّ مَحْرَمٍ</w:t>
      </w:r>
      <w:r w:rsidR="007D3118">
        <w:rPr>
          <w:rtl/>
        </w:rPr>
        <w:t xml:space="preserve">، </w:t>
      </w:r>
      <w:r>
        <w:rPr>
          <w:rtl/>
        </w:rPr>
        <w:t>وَ ازْوِ حِرْصِى عَنْ كُلِّ مَأْثَمٍ</w:t>
      </w:r>
      <w:r w:rsidR="007D3118">
        <w:rPr>
          <w:rtl/>
        </w:rPr>
        <w:t xml:space="preserve">، </w:t>
      </w:r>
      <w:r>
        <w:rPr>
          <w:rtl/>
        </w:rPr>
        <w:t>وَ امْنَعْنِى عَنْ أَذَى كُلِّ مُؤْمِنٍ وَ مُؤْمِنَةٍ</w:t>
      </w:r>
      <w:r w:rsidR="007D3118">
        <w:rPr>
          <w:rtl/>
        </w:rPr>
        <w:t xml:space="preserve">، </w:t>
      </w:r>
      <w:r>
        <w:rPr>
          <w:rtl/>
        </w:rPr>
        <w:t>وَ مُسْلِمٍ وَ مُسْلِمَةٍ</w:t>
      </w:r>
      <w:r w:rsidR="007D3118">
        <w:rPr>
          <w:rtl/>
        </w:rPr>
        <w:t xml:space="preserve">. </w:t>
      </w:r>
    </w:p>
    <w:p w:rsidR="00587D34" w:rsidRDefault="00587D34" w:rsidP="00587D34">
      <w:pPr>
        <w:pStyle w:val="libNormal"/>
      </w:pPr>
      <w:r>
        <w:rPr>
          <w:rtl/>
        </w:rPr>
        <w:t>(2</w:t>
      </w:r>
      <w:r w:rsidR="007D3118">
        <w:rPr>
          <w:rtl/>
        </w:rPr>
        <w:t xml:space="preserve">) </w:t>
      </w:r>
      <w:r>
        <w:rPr>
          <w:rtl/>
        </w:rPr>
        <w:t>اللَّهُمَّ وَ أَيُّمَا عَبْدٍ نَالَ مِنِّى مَا حَظَرْتَ عَلَيْهِ</w:t>
      </w:r>
      <w:r w:rsidR="007D3118">
        <w:rPr>
          <w:rtl/>
        </w:rPr>
        <w:t xml:space="preserve">، </w:t>
      </w:r>
      <w:r>
        <w:rPr>
          <w:rtl/>
        </w:rPr>
        <w:t>وَ انْتَهَكَ مِنِّى مَا حَجَزْتَ عَلَيْهِ</w:t>
      </w:r>
      <w:r w:rsidR="007D3118">
        <w:rPr>
          <w:rtl/>
        </w:rPr>
        <w:t xml:space="preserve">، </w:t>
      </w:r>
      <w:r>
        <w:rPr>
          <w:rtl/>
        </w:rPr>
        <w:t>فَمَضَى بِظُلامَتِى مَيِّتا</w:t>
      </w:r>
      <w:r w:rsidR="007D3118">
        <w:rPr>
          <w:rtl/>
        </w:rPr>
        <w:t xml:space="preserve">، </w:t>
      </w:r>
      <w:r>
        <w:rPr>
          <w:rtl/>
        </w:rPr>
        <w:t>أَوْ حَصَلَتْ لِى قِبَلَهُ حَيّا فَاغْفِرْ لَهُ مَا أَلَمَّ بِهِ مِنِّى</w:t>
      </w:r>
      <w:r w:rsidR="007D3118">
        <w:rPr>
          <w:rtl/>
        </w:rPr>
        <w:t xml:space="preserve">، </w:t>
      </w:r>
      <w:r>
        <w:rPr>
          <w:rtl/>
        </w:rPr>
        <w:t>وَ اعْفُ لَهُ عَمَّا أَدْبَرَ بِهِ عَنِّى</w:t>
      </w:r>
      <w:r w:rsidR="007D3118">
        <w:rPr>
          <w:rtl/>
        </w:rPr>
        <w:t xml:space="preserve">، </w:t>
      </w:r>
      <w:r>
        <w:rPr>
          <w:rtl/>
        </w:rPr>
        <w:t>وَ لا تَقِفْهُ عَلَى مَا ارْتَكَبَ فِيَّ</w:t>
      </w:r>
      <w:r w:rsidR="007D3118">
        <w:rPr>
          <w:rtl/>
        </w:rPr>
        <w:t xml:space="preserve">، </w:t>
      </w:r>
      <w:r>
        <w:rPr>
          <w:rtl/>
        </w:rPr>
        <w:t>وَ لا تَكْشِفْهُ عَمَّا اكْتَسَبَ بِى</w:t>
      </w:r>
      <w:r w:rsidR="007D3118">
        <w:rPr>
          <w:rtl/>
        </w:rPr>
        <w:t xml:space="preserve">، </w:t>
      </w:r>
      <w:r>
        <w:rPr>
          <w:rtl/>
        </w:rPr>
        <w:t>وَ اجْعَلْ مَا سَمَحْتُ بِهِ مِنَ الْعَفْوِ عَنْهُمْ</w:t>
      </w:r>
      <w:r w:rsidR="007D3118">
        <w:rPr>
          <w:rtl/>
        </w:rPr>
        <w:t xml:space="preserve">، </w:t>
      </w:r>
      <w:r>
        <w:rPr>
          <w:rtl/>
        </w:rPr>
        <w:t>وَ تَبَرَّعْتُ بِهِ مِنَ الصَّدَقَةِ عَلَيْهِمْ أَزْكَى صَدَقَاتِ الْمُتَصَدِّقِينَ</w:t>
      </w:r>
      <w:r w:rsidR="007D3118">
        <w:rPr>
          <w:rtl/>
        </w:rPr>
        <w:t xml:space="preserve">، </w:t>
      </w:r>
      <w:r>
        <w:rPr>
          <w:rtl/>
        </w:rPr>
        <w:t>وَ أَعْلَى صِلاتِ الْمُتَقَرِّبِينَ</w:t>
      </w:r>
    </w:p>
    <w:p w:rsidR="00587D34" w:rsidRDefault="00587D34" w:rsidP="00587D34">
      <w:pPr>
        <w:pStyle w:val="libNormal"/>
        <w:rPr>
          <w:rtl/>
        </w:rPr>
      </w:pPr>
      <w:r>
        <w:rPr>
          <w:rtl/>
        </w:rPr>
        <w:t>(3</w:t>
      </w:r>
      <w:r w:rsidR="007D3118">
        <w:rPr>
          <w:rtl/>
        </w:rPr>
        <w:t xml:space="preserve">) </w:t>
      </w:r>
      <w:r>
        <w:rPr>
          <w:rtl/>
        </w:rPr>
        <w:t>وَ عَوِّضْنِى مِنْ عَفْوِى عَنْهُمْ عَفْوَكَ</w:t>
      </w:r>
      <w:r w:rsidR="007D3118">
        <w:rPr>
          <w:rtl/>
        </w:rPr>
        <w:t xml:space="preserve">، </w:t>
      </w:r>
      <w:r>
        <w:rPr>
          <w:rtl/>
        </w:rPr>
        <w:t>وَ مِنْ دُعَائِى لَهُمْ رَحْمَتَكَ حَتَّى يَسْعَدَ كُلُّ وَاحِدٍ مِنَّا بِفَضْلِكَ</w:t>
      </w:r>
      <w:r w:rsidR="007D3118">
        <w:rPr>
          <w:rtl/>
        </w:rPr>
        <w:t xml:space="preserve">، </w:t>
      </w:r>
      <w:r>
        <w:rPr>
          <w:rtl/>
        </w:rPr>
        <w:t>وَ يَنْجُوَ كُلٌّ مِنَّا بِمَنِّكَ</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وَ أَيُّمَا عَبْدٍ مِنْ عَبِيدِكَ أَدْرَكَهُ مِنِّى دَرَكٌ</w:t>
      </w:r>
      <w:r w:rsidR="007D3118">
        <w:rPr>
          <w:rtl/>
        </w:rPr>
        <w:t xml:space="preserve">، </w:t>
      </w:r>
      <w:r>
        <w:rPr>
          <w:rtl/>
        </w:rPr>
        <w:t>أَوْ مَسَّهُ مِنْ نَاحِيَتِى أَذًى</w:t>
      </w:r>
      <w:r w:rsidR="007D3118">
        <w:rPr>
          <w:rtl/>
        </w:rPr>
        <w:t xml:space="preserve">، </w:t>
      </w:r>
      <w:r>
        <w:rPr>
          <w:rtl/>
        </w:rPr>
        <w:t>أَوْ لَحِقَهُ بِى أَوْ بِسَبَبِى ظُلْمٌ فَفُتُّهُ بِحَقِّهِ</w:t>
      </w:r>
      <w:r w:rsidR="007D3118">
        <w:rPr>
          <w:rtl/>
        </w:rPr>
        <w:t xml:space="preserve">، </w:t>
      </w:r>
      <w:r>
        <w:rPr>
          <w:rtl/>
        </w:rPr>
        <w:t>أَوْ سَبَقْتُهُ بِمَظْلِمَتِهِ</w:t>
      </w:r>
      <w:r w:rsidR="007D3118">
        <w:rPr>
          <w:rtl/>
        </w:rPr>
        <w:t xml:space="preserve">، </w:t>
      </w:r>
      <w:r>
        <w:rPr>
          <w:rtl/>
        </w:rPr>
        <w:t>فَصَلِّ عَلَى مُحَمَّدٍ وَ آلِهِ</w:t>
      </w:r>
      <w:r w:rsidR="007D3118">
        <w:rPr>
          <w:rtl/>
        </w:rPr>
        <w:t xml:space="preserve">، </w:t>
      </w:r>
      <w:r>
        <w:rPr>
          <w:rtl/>
        </w:rPr>
        <w:t>وَ أَرْضِهِ عَنِّى مِنْ وُجْدِكَ</w:t>
      </w:r>
      <w:r w:rsidR="007D3118">
        <w:rPr>
          <w:rtl/>
        </w:rPr>
        <w:t xml:space="preserve">، </w:t>
      </w:r>
      <w:r>
        <w:rPr>
          <w:rtl/>
        </w:rPr>
        <w:t>وَ أَوْفِهِ حَقَّهُ مِنْ عِنْدِكَ</w:t>
      </w:r>
    </w:p>
    <w:p w:rsidR="00587D34" w:rsidRDefault="00587D34" w:rsidP="00587D34">
      <w:pPr>
        <w:pStyle w:val="libNormal"/>
        <w:rPr>
          <w:rtl/>
        </w:rPr>
      </w:pPr>
      <w:r>
        <w:rPr>
          <w:rtl/>
        </w:rPr>
        <w:t>(5</w:t>
      </w:r>
      <w:r w:rsidR="007D3118">
        <w:rPr>
          <w:rtl/>
        </w:rPr>
        <w:t xml:space="preserve">) </w:t>
      </w:r>
      <w:r>
        <w:rPr>
          <w:rtl/>
        </w:rPr>
        <w:t>ثُمَّ قِنِى مَا يُوجِبُ لَهُ حُكْمُكَ</w:t>
      </w:r>
      <w:r w:rsidR="007D3118">
        <w:rPr>
          <w:rtl/>
        </w:rPr>
        <w:t xml:space="preserve">، </w:t>
      </w:r>
      <w:r>
        <w:rPr>
          <w:rtl/>
        </w:rPr>
        <w:t>وَ خَلِّصْنِى مِمَّا يَحْكُمُ بِهِ عَدْلُكَ</w:t>
      </w:r>
      <w:r w:rsidR="007D3118">
        <w:rPr>
          <w:rtl/>
        </w:rPr>
        <w:t xml:space="preserve">، </w:t>
      </w:r>
      <w:r>
        <w:rPr>
          <w:rtl/>
        </w:rPr>
        <w:t>فَإِنَّ قُوَّتِى لا تَسْتَقِلُّ بِنَقِمَتِكَ</w:t>
      </w:r>
      <w:r w:rsidR="007D3118">
        <w:rPr>
          <w:rtl/>
        </w:rPr>
        <w:t xml:space="preserve">، </w:t>
      </w:r>
      <w:r>
        <w:rPr>
          <w:rtl/>
        </w:rPr>
        <w:t>وَ إِنَّ طَاقَتِى لا تَنْهَضُ بِسُخْطِكَ</w:t>
      </w:r>
      <w:r w:rsidR="007D3118">
        <w:rPr>
          <w:rtl/>
        </w:rPr>
        <w:t xml:space="preserve">، </w:t>
      </w:r>
      <w:r>
        <w:rPr>
          <w:rtl/>
        </w:rPr>
        <w:t>فَإِنَّكَ إِنْ تُكَافِنِى بِالْحَقِّ تُهْلِكْنِى</w:t>
      </w:r>
      <w:r w:rsidR="007D3118">
        <w:rPr>
          <w:rtl/>
        </w:rPr>
        <w:t xml:space="preserve">، </w:t>
      </w:r>
      <w:r>
        <w:rPr>
          <w:rtl/>
        </w:rPr>
        <w:t>وَ إِلا تَغَمَّدْنِى بِرَحْمَتِكَ تُوبِقْنِى</w:t>
      </w:r>
      <w:r w:rsidR="007D3118">
        <w:rPr>
          <w:rtl/>
        </w:rPr>
        <w:t xml:space="preserve">. </w:t>
      </w:r>
    </w:p>
    <w:p w:rsidR="00587D34" w:rsidRDefault="00587D34" w:rsidP="00587D34">
      <w:pPr>
        <w:pStyle w:val="libNormal"/>
        <w:rPr>
          <w:rtl/>
        </w:rPr>
      </w:pPr>
      <w:r>
        <w:rPr>
          <w:rtl/>
        </w:rPr>
        <w:t>(6</w:t>
      </w:r>
      <w:r w:rsidR="007D3118">
        <w:rPr>
          <w:rtl/>
        </w:rPr>
        <w:t xml:space="preserve">) </w:t>
      </w:r>
      <w:r>
        <w:rPr>
          <w:rtl/>
        </w:rPr>
        <w:t>اللَّهُمَّ إِنِّى أَسْتَوْهِبُكَ - يَا إِلَهِى - مَا لا يُنْقِصُكَ بَذْلُهُ</w:t>
      </w:r>
      <w:r w:rsidR="007D3118">
        <w:rPr>
          <w:rtl/>
        </w:rPr>
        <w:t xml:space="preserve">، </w:t>
      </w:r>
      <w:r>
        <w:rPr>
          <w:rtl/>
        </w:rPr>
        <w:t>وَ أَسْتَحْمِلُكَ</w:t>
      </w:r>
      <w:r w:rsidR="007D3118">
        <w:rPr>
          <w:rtl/>
        </w:rPr>
        <w:t xml:space="preserve">، </w:t>
      </w:r>
      <w:r>
        <w:rPr>
          <w:rtl/>
        </w:rPr>
        <w:t>مَا لا يَبْهَظُكَ حَمْلُهُ</w:t>
      </w:r>
      <w:r w:rsidR="007D3118">
        <w:rPr>
          <w:rtl/>
        </w:rPr>
        <w:t xml:space="preserve">. </w:t>
      </w:r>
    </w:p>
    <w:p w:rsidR="00587D34" w:rsidRDefault="00587D34" w:rsidP="00587D34">
      <w:pPr>
        <w:pStyle w:val="libNormal"/>
        <w:rPr>
          <w:rtl/>
        </w:rPr>
      </w:pPr>
      <w:r>
        <w:rPr>
          <w:rtl/>
        </w:rPr>
        <w:t>(7</w:t>
      </w:r>
      <w:r w:rsidR="007D3118">
        <w:rPr>
          <w:rtl/>
        </w:rPr>
        <w:t xml:space="preserve">) </w:t>
      </w:r>
      <w:r>
        <w:rPr>
          <w:rtl/>
        </w:rPr>
        <w:t>أَسْتَوْهِبُكَ - يَا إِلَهِى - نَفْسِىَ الَّتِى لَمْ تَخْلُقْهَا لِتَمْتَنِعَ بِهَا مِنْ سُوءٍ</w:t>
      </w:r>
      <w:r w:rsidR="007D3118">
        <w:rPr>
          <w:rtl/>
        </w:rPr>
        <w:t xml:space="preserve">، </w:t>
      </w:r>
      <w:r>
        <w:rPr>
          <w:rtl/>
        </w:rPr>
        <w:t>أَوْ لِتَطَرَّقَ بِهَا إِلَى نَفْعٍ</w:t>
      </w:r>
      <w:r w:rsidR="007D3118">
        <w:rPr>
          <w:rtl/>
        </w:rPr>
        <w:t xml:space="preserve">، </w:t>
      </w:r>
      <w:r>
        <w:rPr>
          <w:rtl/>
        </w:rPr>
        <w:t>وَ لَكِنْ أَنْشَأْتَهَا إِثْبَاتا لِقُدْرَتِكَ عَلَى مِثْلِهَا</w:t>
      </w:r>
      <w:r w:rsidR="007D3118">
        <w:rPr>
          <w:rtl/>
        </w:rPr>
        <w:t xml:space="preserve">، </w:t>
      </w:r>
      <w:r>
        <w:rPr>
          <w:rtl/>
        </w:rPr>
        <w:t>وَ احْتِجَاجا بِهَا عَلَى شَكْلِهَا</w:t>
      </w:r>
      <w:r w:rsidR="007D3118">
        <w:rPr>
          <w:rtl/>
        </w:rPr>
        <w:t xml:space="preserve">. </w:t>
      </w:r>
    </w:p>
    <w:p w:rsidR="00587D34" w:rsidRDefault="00587D34" w:rsidP="00587D34">
      <w:pPr>
        <w:pStyle w:val="libNormal"/>
        <w:rPr>
          <w:rtl/>
        </w:rPr>
      </w:pPr>
      <w:r>
        <w:rPr>
          <w:rtl/>
        </w:rPr>
        <w:lastRenderedPageBreak/>
        <w:t>(8</w:t>
      </w:r>
      <w:r w:rsidR="007D3118">
        <w:rPr>
          <w:rtl/>
        </w:rPr>
        <w:t xml:space="preserve">) </w:t>
      </w:r>
      <w:r>
        <w:rPr>
          <w:rtl/>
        </w:rPr>
        <w:t>وَ أَسْتَحْمِلُكَ مِنْ ذُنُوبِى مَا قَدْ بَهَظَنِى حَمْلُهُ</w:t>
      </w:r>
      <w:r w:rsidR="007D3118">
        <w:rPr>
          <w:rtl/>
        </w:rPr>
        <w:t xml:space="preserve">، </w:t>
      </w:r>
      <w:r>
        <w:rPr>
          <w:rtl/>
        </w:rPr>
        <w:t>وَ أَسْتَعِينُ بِكَ عَلَى مَا قَدْ فَدَحَنِى ثِقْلُهُ</w:t>
      </w:r>
      <w:r w:rsidR="007D3118">
        <w:rPr>
          <w:rtl/>
        </w:rPr>
        <w:t xml:space="preserve">. </w:t>
      </w:r>
    </w:p>
    <w:p w:rsidR="00587D34" w:rsidRDefault="00587D34" w:rsidP="00587D34">
      <w:pPr>
        <w:pStyle w:val="libNormal"/>
        <w:rPr>
          <w:rtl/>
        </w:rPr>
      </w:pPr>
      <w:r>
        <w:rPr>
          <w:rtl/>
        </w:rPr>
        <w:t>(9</w:t>
      </w:r>
      <w:r w:rsidR="007D3118">
        <w:rPr>
          <w:rtl/>
        </w:rPr>
        <w:t xml:space="preserve">) </w:t>
      </w:r>
      <w:r>
        <w:rPr>
          <w:rtl/>
        </w:rPr>
        <w:t>فَصَلِّ عَلَى مُحَمَّدٍ وَ آلِهِ</w:t>
      </w:r>
      <w:r w:rsidR="007D3118">
        <w:rPr>
          <w:rtl/>
        </w:rPr>
        <w:t xml:space="preserve">، </w:t>
      </w:r>
      <w:r>
        <w:rPr>
          <w:rtl/>
        </w:rPr>
        <w:t>وَ هَبْ لِنَفْسِى عَلَى ظُلْمِهَا نَفْسِى</w:t>
      </w:r>
      <w:r w:rsidR="007D3118">
        <w:rPr>
          <w:rtl/>
        </w:rPr>
        <w:t xml:space="preserve">، </w:t>
      </w:r>
      <w:r>
        <w:rPr>
          <w:rtl/>
        </w:rPr>
        <w:t>وَ وَكِّلْ رَحْمَتَكَ بِاحْتِمَالِ إِصْرِى</w:t>
      </w:r>
      <w:r w:rsidR="007D3118">
        <w:rPr>
          <w:rtl/>
        </w:rPr>
        <w:t xml:space="preserve">، </w:t>
      </w:r>
      <w:r>
        <w:rPr>
          <w:rtl/>
        </w:rPr>
        <w:t>فَكَمْ قَدْ لَحِقَتْ رَحْمَتُكَ بِالْمُسِيئِينَ</w:t>
      </w:r>
      <w:r w:rsidR="007D3118">
        <w:rPr>
          <w:rtl/>
        </w:rPr>
        <w:t xml:space="preserve">، </w:t>
      </w:r>
      <w:r>
        <w:rPr>
          <w:rtl/>
        </w:rPr>
        <w:t>وَ كَمْ قَدْ شَمِلَ عَفْوُكَ الظَّالِمِينَ</w:t>
      </w:r>
      <w:r w:rsidR="007D3118">
        <w:rPr>
          <w:rtl/>
        </w:rPr>
        <w:t xml:space="preserve">. </w:t>
      </w:r>
    </w:p>
    <w:p w:rsidR="00587D34" w:rsidRDefault="00587D34" w:rsidP="00587D34">
      <w:pPr>
        <w:pStyle w:val="libNormal"/>
        <w:rPr>
          <w:rtl/>
        </w:rPr>
      </w:pPr>
      <w:r>
        <w:rPr>
          <w:rtl/>
        </w:rPr>
        <w:t>(10</w:t>
      </w:r>
      <w:r w:rsidR="007D3118">
        <w:rPr>
          <w:rtl/>
        </w:rPr>
        <w:t xml:space="preserve">) </w:t>
      </w:r>
      <w:r>
        <w:rPr>
          <w:rtl/>
        </w:rPr>
        <w:t>فَصَلِّ عَلَى مُحَمَّدٍ وَ آلِهِ</w:t>
      </w:r>
      <w:r w:rsidR="007D3118">
        <w:rPr>
          <w:rtl/>
        </w:rPr>
        <w:t xml:space="preserve">، </w:t>
      </w:r>
      <w:r>
        <w:rPr>
          <w:rtl/>
        </w:rPr>
        <w:t>وَ اجْعَلْنِى أُسْوَةَ مَنْ قَدْ أَنْهَضْتَهُ بِتَجَاوُزِكَ عَنْ مَصَارِعِ الْخَاطِئِينَ</w:t>
      </w:r>
      <w:r w:rsidR="007D3118">
        <w:rPr>
          <w:rtl/>
        </w:rPr>
        <w:t xml:space="preserve">، </w:t>
      </w:r>
      <w:r>
        <w:rPr>
          <w:rtl/>
        </w:rPr>
        <w:t>وَ خَلَّصْتَهُ بِتَوْفِيقِكَ مِنْ وَرَطَاتِ الْمُجْرِمِينَ</w:t>
      </w:r>
      <w:r w:rsidR="007D3118">
        <w:rPr>
          <w:rtl/>
        </w:rPr>
        <w:t xml:space="preserve">، </w:t>
      </w:r>
      <w:r>
        <w:rPr>
          <w:rtl/>
        </w:rPr>
        <w:t>فَأَصْبَحَ طَلِيقَ عَفْوِكَ مِنْ إِسَارِ سُخْطِكَ</w:t>
      </w:r>
      <w:r w:rsidR="007D3118">
        <w:rPr>
          <w:rtl/>
        </w:rPr>
        <w:t xml:space="preserve">، </w:t>
      </w:r>
      <w:r>
        <w:rPr>
          <w:rtl/>
        </w:rPr>
        <w:t>وَ عَتِيقَ صُنْعِكَ مِنْ وَثَاقِ عَدْلِكَ</w:t>
      </w:r>
      <w:r w:rsidR="007D3118">
        <w:rPr>
          <w:rtl/>
        </w:rPr>
        <w:t xml:space="preserve">. </w:t>
      </w:r>
    </w:p>
    <w:p w:rsidR="00587D34" w:rsidRDefault="00587D34" w:rsidP="00587D34">
      <w:pPr>
        <w:pStyle w:val="libNormal"/>
        <w:rPr>
          <w:rtl/>
        </w:rPr>
      </w:pPr>
      <w:r>
        <w:rPr>
          <w:rtl/>
        </w:rPr>
        <w:t>(11</w:t>
      </w:r>
      <w:r w:rsidR="007D3118">
        <w:rPr>
          <w:rtl/>
        </w:rPr>
        <w:t xml:space="preserve">) </w:t>
      </w:r>
      <w:r>
        <w:rPr>
          <w:rtl/>
        </w:rPr>
        <w:t>إِنَّكَ إِنْ تَفْعَلْ ذَلِكَ - يَا إِلَهِى - تَفْعَلْهُ بِمَنْ لا يَجْحَدُ اسْتِحْقَاقَ عُقُوبَتِكَ</w:t>
      </w:r>
      <w:r w:rsidR="007D3118">
        <w:rPr>
          <w:rtl/>
        </w:rPr>
        <w:t xml:space="preserve">، </w:t>
      </w:r>
      <w:r>
        <w:rPr>
          <w:rtl/>
        </w:rPr>
        <w:t>وَ لا يُبَرِّئُ نَفْسَهُ مِنِ اسْتِيجَابِ نَقِمَتِكَ</w:t>
      </w:r>
    </w:p>
    <w:p w:rsidR="00587D34" w:rsidRDefault="00587D34" w:rsidP="00587D34">
      <w:pPr>
        <w:pStyle w:val="libNormal"/>
        <w:rPr>
          <w:rtl/>
        </w:rPr>
      </w:pPr>
      <w:r>
        <w:rPr>
          <w:rtl/>
        </w:rPr>
        <w:t>(12</w:t>
      </w:r>
      <w:r w:rsidR="007D3118">
        <w:rPr>
          <w:rtl/>
        </w:rPr>
        <w:t xml:space="preserve">) </w:t>
      </w:r>
      <w:r>
        <w:rPr>
          <w:rtl/>
        </w:rPr>
        <w:t>تَفْعَلْ ذَلِكَ - يَا إِلَهِى - بِمَنْ خَوْفُهُ مِنْكَ أَكْثَرُ مِنْ طَمَعِهِ فِيكَ</w:t>
      </w:r>
      <w:r w:rsidR="007D3118">
        <w:rPr>
          <w:rtl/>
        </w:rPr>
        <w:t xml:space="preserve">، </w:t>
      </w:r>
      <w:r>
        <w:rPr>
          <w:rtl/>
        </w:rPr>
        <w:t>وَ بِمَنْ يَأْسُهُ مِنَ النَّجَاةِ أَوْكَدُ مِنْ رَجَائِهِ لِلْخَلاصِ</w:t>
      </w:r>
      <w:r w:rsidR="007D3118">
        <w:rPr>
          <w:rtl/>
        </w:rPr>
        <w:t xml:space="preserve">، </w:t>
      </w:r>
      <w:r>
        <w:rPr>
          <w:rtl/>
        </w:rPr>
        <w:t>لا أَنْ يَكُونَ يَأْسُهُ قُنُوطا</w:t>
      </w:r>
      <w:r w:rsidR="007D3118">
        <w:rPr>
          <w:rtl/>
        </w:rPr>
        <w:t xml:space="preserve">، </w:t>
      </w:r>
      <w:r>
        <w:rPr>
          <w:rtl/>
        </w:rPr>
        <w:t>أَوْ أَنْ يَكُونَ طَمَعُهُ اغْتِرَارا</w:t>
      </w:r>
      <w:r w:rsidR="007D3118">
        <w:rPr>
          <w:rtl/>
        </w:rPr>
        <w:t xml:space="preserve">، </w:t>
      </w:r>
      <w:r>
        <w:rPr>
          <w:rtl/>
        </w:rPr>
        <w:t>بَلْ لِقِلَّةِ حَسَنَاتِهِ بَيْنَ سَيِّئَاتِهِ</w:t>
      </w:r>
      <w:r w:rsidR="007D3118">
        <w:rPr>
          <w:rtl/>
        </w:rPr>
        <w:t xml:space="preserve">، </w:t>
      </w:r>
      <w:r>
        <w:rPr>
          <w:rtl/>
        </w:rPr>
        <w:t>وَ ضَعْفِ حُجَجِهِ فِى جَمِيعِ تَبِعَاتِهِ</w:t>
      </w:r>
    </w:p>
    <w:p w:rsidR="00587D34" w:rsidRDefault="00587D34" w:rsidP="00587D34">
      <w:pPr>
        <w:pStyle w:val="libNormal"/>
        <w:rPr>
          <w:rtl/>
        </w:rPr>
      </w:pPr>
      <w:r>
        <w:rPr>
          <w:rtl/>
        </w:rPr>
        <w:t>(13</w:t>
      </w:r>
      <w:r w:rsidR="007D3118">
        <w:rPr>
          <w:rtl/>
        </w:rPr>
        <w:t xml:space="preserve">) </w:t>
      </w:r>
      <w:r>
        <w:rPr>
          <w:rtl/>
        </w:rPr>
        <w:t>فَأَمَّا أَنْتَ - يَا إِلَهِى - فَأَهْلٌ أَنْ لا يَغْتَرَّ بِكَ الصِّدِّيقُونَ</w:t>
      </w:r>
      <w:r w:rsidR="007D3118">
        <w:rPr>
          <w:rtl/>
        </w:rPr>
        <w:t xml:space="preserve">، </w:t>
      </w:r>
      <w:r>
        <w:rPr>
          <w:rtl/>
        </w:rPr>
        <w:t>وَ لا يَيْأَسَ مِنْكَ الْمُجْرِمُونَ</w:t>
      </w:r>
      <w:r w:rsidR="007D3118">
        <w:rPr>
          <w:rtl/>
        </w:rPr>
        <w:t xml:space="preserve">، </w:t>
      </w:r>
      <w:r>
        <w:rPr>
          <w:rtl/>
        </w:rPr>
        <w:t>لِأَنَّكَ الرَّبُّ الْعَظِيمُ الَّذِى لا يَمْنَعُ أَحَدا فَضْلَهُ</w:t>
      </w:r>
      <w:r w:rsidR="007D3118">
        <w:rPr>
          <w:rtl/>
        </w:rPr>
        <w:t xml:space="preserve">، </w:t>
      </w:r>
      <w:r>
        <w:rPr>
          <w:rtl/>
        </w:rPr>
        <w:t>وَ لا يَسْتَقْصِى مِنْ أَحَدٍ حَقَّهُ</w:t>
      </w:r>
      <w:r w:rsidR="007D3118">
        <w:rPr>
          <w:rtl/>
        </w:rPr>
        <w:t xml:space="preserve">. </w:t>
      </w:r>
    </w:p>
    <w:p w:rsidR="00587D34" w:rsidRDefault="00587D34" w:rsidP="00587D34">
      <w:pPr>
        <w:pStyle w:val="libNormal"/>
        <w:rPr>
          <w:rtl/>
        </w:rPr>
      </w:pPr>
      <w:r>
        <w:rPr>
          <w:rtl/>
        </w:rPr>
        <w:t>(14</w:t>
      </w:r>
      <w:r w:rsidR="007D3118">
        <w:rPr>
          <w:rtl/>
        </w:rPr>
        <w:t xml:space="preserve">) </w:t>
      </w:r>
      <w:r>
        <w:rPr>
          <w:rtl/>
        </w:rPr>
        <w:t>تَعَالَى ذِكْرُكَ عَنِ الْمَذْكُورِينَ</w:t>
      </w:r>
      <w:r w:rsidR="007D3118">
        <w:rPr>
          <w:rtl/>
        </w:rPr>
        <w:t xml:space="preserve">، </w:t>
      </w:r>
      <w:r>
        <w:rPr>
          <w:rtl/>
        </w:rPr>
        <w:t>وَ تَقَدَّسَتْ أَسْمَاؤُكَ عَنِ الْمَنْسُوبِينَ</w:t>
      </w:r>
      <w:r w:rsidR="007D3118">
        <w:rPr>
          <w:rtl/>
        </w:rPr>
        <w:t xml:space="preserve">، </w:t>
      </w:r>
      <w:r>
        <w:rPr>
          <w:rtl/>
        </w:rPr>
        <w:t>وَ فَشَتْ نِعْمَتُكَ فِى جَمِيعِ الْمَخْلُوقِينَ</w:t>
      </w:r>
      <w:r w:rsidR="007D3118">
        <w:rPr>
          <w:rtl/>
        </w:rPr>
        <w:t xml:space="preserve">، </w:t>
      </w:r>
      <w:r>
        <w:rPr>
          <w:rtl/>
        </w:rPr>
        <w:t>فَلَكَ الْحَمْدُ عَلَى ذَلِكَ يَا رَبَّ الْعَالَمِينَ</w:t>
      </w:r>
      <w:r w:rsidR="007D3118">
        <w:rPr>
          <w:rtl/>
        </w:rPr>
        <w:t xml:space="preserve">. </w:t>
      </w:r>
    </w:p>
    <w:p w:rsidR="00587D34" w:rsidRDefault="00AA3CBA" w:rsidP="004C63D0">
      <w:pPr>
        <w:pStyle w:val="Heading2"/>
        <w:rPr>
          <w:rtl/>
        </w:rPr>
      </w:pPr>
      <w:bookmarkStart w:id="83" w:name="_Toc394915212"/>
      <w:r>
        <w:rPr>
          <w:rtl/>
        </w:rPr>
        <w:t xml:space="preserve">ترجمه دعاى سى و نهم: دعاى آن حضرت </w:t>
      </w:r>
      <w:r w:rsidR="000C598D" w:rsidRPr="000C598D">
        <w:rPr>
          <w:rStyle w:val="libAlaemChar"/>
          <w:rtl/>
        </w:rPr>
        <w:t>عليه‌السلام</w:t>
      </w:r>
      <w:r>
        <w:rPr>
          <w:rtl/>
        </w:rPr>
        <w:t xml:space="preserve"> در طلب عفو و بخشايش</w:t>
      </w:r>
      <w:bookmarkEnd w:id="83"/>
    </w:p>
    <w:p w:rsidR="00587D34" w:rsidRDefault="00587D34" w:rsidP="00587D34">
      <w:pPr>
        <w:pStyle w:val="libNormal"/>
        <w:rPr>
          <w:rtl/>
        </w:rPr>
      </w:pPr>
      <w:r>
        <w:rPr>
          <w:rtl/>
        </w:rPr>
        <w:t>1</w:t>
      </w:r>
      <w:r w:rsidR="007D3118">
        <w:rPr>
          <w:rtl/>
        </w:rPr>
        <w:t xml:space="preserve">. </w:t>
      </w:r>
      <w:r>
        <w:rPr>
          <w:rtl/>
        </w:rPr>
        <w:t>خدايا درود بر محمد و آل او فرست</w:t>
      </w:r>
      <w:r w:rsidR="007D3118">
        <w:rPr>
          <w:rtl/>
        </w:rPr>
        <w:t xml:space="preserve">، </w:t>
      </w:r>
      <w:r>
        <w:rPr>
          <w:rtl/>
        </w:rPr>
        <w:t>و شهوت مرا از حرام در هم شكن</w:t>
      </w:r>
      <w:r w:rsidR="007D3118">
        <w:rPr>
          <w:rtl/>
        </w:rPr>
        <w:t xml:space="preserve">، </w:t>
      </w:r>
      <w:r>
        <w:rPr>
          <w:rtl/>
        </w:rPr>
        <w:t>و مرا به گناه بى رغبت گردان</w:t>
      </w:r>
      <w:r w:rsidR="007D3118">
        <w:rPr>
          <w:rtl/>
        </w:rPr>
        <w:t xml:space="preserve">، </w:t>
      </w:r>
      <w:r>
        <w:rPr>
          <w:rtl/>
        </w:rPr>
        <w:t>و از آزار هر مرد و زن مؤمن و مسلمانان باز دار</w:t>
      </w:r>
      <w:r w:rsidR="007D3118">
        <w:rPr>
          <w:rtl/>
        </w:rPr>
        <w:t xml:space="preserve">. </w:t>
      </w:r>
    </w:p>
    <w:p w:rsidR="00587D34" w:rsidRDefault="00587D34" w:rsidP="00587D34">
      <w:pPr>
        <w:pStyle w:val="libNormal"/>
        <w:rPr>
          <w:rtl/>
        </w:rPr>
      </w:pPr>
      <w:r>
        <w:rPr>
          <w:rtl/>
        </w:rPr>
        <w:lastRenderedPageBreak/>
        <w:t>2</w:t>
      </w:r>
      <w:r w:rsidR="007D3118">
        <w:rPr>
          <w:rtl/>
        </w:rPr>
        <w:t xml:space="preserve">. </w:t>
      </w:r>
      <w:r>
        <w:rPr>
          <w:rtl/>
        </w:rPr>
        <w:t>خدايا! اگر يكى از بندگان تو به ناروا مرا آزرده و آبروى مرا به ناسزا برده و با حق من در گذشته يا زنده است و حق من بر وى باقى</w:t>
      </w:r>
      <w:r w:rsidR="007D3118">
        <w:rPr>
          <w:rtl/>
        </w:rPr>
        <w:t xml:space="preserve">، </w:t>
      </w:r>
      <w:r>
        <w:rPr>
          <w:rtl/>
        </w:rPr>
        <w:t>پس از آنچه در باره من كرد در گذر و آنچه از حق من با خود برد بر وى مگير و كارهايى كه نسبت به من روا داشت به يادش مياور و آن را پيش چشمش مكش</w:t>
      </w:r>
      <w:r w:rsidR="007D3118">
        <w:rPr>
          <w:rtl/>
        </w:rPr>
        <w:t xml:space="preserve">. </w:t>
      </w:r>
    </w:p>
    <w:p w:rsidR="00587D34" w:rsidRDefault="00587D34" w:rsidP="00587D34">
      <w:pPr>
        <w:pStyle w:val="libNormal"/>
        <w:rPr>
          <w:rtl/>
        </w:rPr>
      </w:pPr>
      <w:r>
        <w:rPr>
          <w:rtl/>
        </w:rPr>
        <w:t>و اين گذشت رايگان و بخشش بى دريغ مرا بى آلايش ترين صدقه و ارجمندترين عطيه گردان كه تصدق دهندگان و قربت كنندگان به مستمندان بخشند</w:t>
      </w:r>
      <w:r w:rsidR="007D3118">
        <w:rPr>
          <w:rtl/>
        </w:rPr>
        <w:t xml:space="preserve">. </w:t>
      </w:r>
    </w:p>
    <w:p w:rsidR="00587D34" w:rsidRDefault="00587D34" w:rsidP="00587D34">
      <w:pPr>
        <w:pStyle w:val="libNormal"/>
        <w:rPr>
          <w:rtl/>
        </w:rPr>
      </w:pPr>
      <w:r>
        <w:rPr>
          <w:rtl/>
        </w:rPr>
        <w:t>3</w:t>
      </w:r>
      <w:r w:rsidR="007D3118">
        <w:rPr>
          <w:rtl/>
        </w:rPr>
        <w:t xml:space="preserve">. </w:t>
      </w:r>
      <w:r>
        <w:rPr>
          <w:rtl/>
        </w:rPr>
        <w:t>و در عوض عفو من از آنها</w:t>
      </w:r>
      <w:r w:rsidR="007D3118">
        <w:rPr>
          <w:rtl/>
        </w:rPr>
        <w:t xml:space="preserve">، </w:t>
      </w:r>
      <w:r>
        <w:rPr>
          <w:rtl/>
        </w:rPr>
        <w:t>تو نيز مرا عفو كن و به ازاى دعاى من درباره آنها</w:t>
      </w:r>
      <w:r w:rsidR="007D3118">
        <w:rPr>
          <w:rtl/>
        </w:rPr>
        <w:t xml:space="preserve">، </w:t>
      </w:r>
      <w:r>
        <w:rPr>
          <w:rtl/>
        </w:rPr>
        <w:t>مرا ببخش تا هر كدام از ما به فضل تو سعادتمند گرديم و به نعمت تو رستگار شويم</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خدايا! هر يك از بندگان تو را كه از من زيان و آسيبى رسيد</w:t>
      </w:r>
      <w:r w:rsidR="007D3118">
        <w:rPr>
          <w:rtl/>
        </w:rPr>
        <w:t xml:space="preserve">، </w:t>
      </w:r>
      <w:r>
        <w:rPr>
          <w:rtl/>
        </w:rPr>
        <w:t>يا از طرف من آزارى ديد</w:t>
      </w:r>
      <w:r w:rsidR="007D3118">
        <w:rPr>
          <w:rtl/>
        </w:rPr>
        <w:t xml:space="preserve">، </w:t>
      </w:r>
      <w:r>
        <w:rPr>
          <w:rtl/>
        </w:rPr>
        <w:t>يا ازمن و به دست من يا به سبب من ستمى كشيد</w:t>
      </w:r>
      <w:r w:rsidR="007D3118">
        <w:rPr>
          <w:rtl/>
        </w:rPr>
        <w:t xml:space="preserve">، </w:t>
      </w:r>
      <w:r>
        <w:rPr>
          <w:rtl/>
        </w:rPr>
        <w:t>و حق او را پايمال كرده</w:t>
      </w:r>
      <w:r w:rsidR="007D3118">
        <w:rPr>
          <w:rtl/>
        </w:rPr>
        <w:t xml:space="preserve">، </w:t>
      </w:r>
      <w:r>
        <w:rPr>
          <w:rtl/>
        </w:rPr>
        <w:t>و جورى بر وى روا داشته ام</w:t>
      </w:r>
      <w:r w:rsidR="007D3118">
        <w:rPr>
          <w:rtl/>
        </w:rPr>
        <w:t xml:space="preserve">، </w:t>
      </w:r>
      <w:r>
        <w:rPr>
          <w:rtl/>
        </w:rPr>
        <w:t>پس درود بر محمد و آل او فرست</w:t>
      </w:r>
      <w:r w:rsidR="007D3118">
        <w:rPr>
          <w:rtl/>
        </w:rPr>
        <w:t xml:space="preserve">، </w:t>
      </w:r>
      <w:r>
        <w:rPr>
          <w:rtl/>
        </w:rPr>
        <w:t>و او را به قدرت خود از من خشنود گردان و حقّ او را از پيش خود بده</w:t>
      </w:r>
      <w:r w:rsidR="007D3118">
        <w:rPr>
          <w:rtl/>
        </w:rPr>
        <w:t xml:space="preserve">. </w:t>
      </w:r>
    </w:p>
    <w:p w:rsidR="00587D34" w:rsidRDefault="00587D34" w:rsidP="00587D34">
      <w:pPr>
        <w:pStyle w:val="libNormal"/>
        <w:rPr>
          <w:rtl/>
        </w:rPr>
      </w:pPr>
      <w:r>
        <w:rPr>
          <w:rtl/>
        </w:rPr>
        <w:t>5</w:t>
      </w:r>
      <w:r w:rsidR="007D3118">
        <w:rPr>
          <w:rtl/>
        </w:rPr>
        <w:t xml:space="preserve">. </w:t>
      </w:r>
      <w:r>
        <w:rPr>
          <w:rtl/>
        </w:rPr>
        <w:t>و مرا از آنچه به حكم تو بايد به او ادا كنم برى گردان و از آنچه مقتضاى عدل تو است وارهان</w:t>
      </w:r>
      <w:r w:rsidR="007D3118">
        <w:rPr>
          <w:rtl/>
        </w:rPr>
        <w:t xml:space="preserve">، </w:t>
      </w:r>
      <w:r>
        <w:rPr>
          <w:rtl/>
        </w:rPr>
        <w:t>چون تاب تحمل عقاب و طاقت مقاومت خشم تو را ندارم و اگر مرا به حق پاداش دهى هلاك شوم</w:t>
      </w:r>
      <w:r w:rsidR="007D3118">
        <w:rPr>
          <w:rtl/>
        </w:rPr>
        <w:t xml:space="preserve">، </w:t>
      </w:r>
      <w:r>
        <w:rPr>
          <w:rtl/>
        </w:rPr>
        <w:t>و اگر بخشايش تو شامل حال من نشود نابود ميگردم</w:t>
      </w:r>
      <w:r w:rsidR="007D3118">
        <w:rPr>
          <w:rtl/>
        </w:rPr>
        <w:t xml:space="preserve">. </w:t>
      </w:r>
    </w:p>
    <w:p w:rsidR="00587D34" w:rsidRDefault="00587D34" w:rsidP="00587D34">
      <w:pPr>
        <w:pStyle w:val="libNormal"/>
        <w:rPr>
          <w:rtl/>
        </w:rPr>
      </w:pPr>
      <w:r>
        <w:rPr>
          <w:rtl/>
        </w:rPr>
        <w:t>6</w:t>
      </w:r>
      <w:r w:rsidR="007D3118">
        <w:rPr>
          <w:rtl/>
        </w:rPr>
        <w:t xml:space="preserve">. </w:t>
      </w:r>
      <w:r>
        <w:rPr>
          <w:rtl/>
        </w:rPr>
        <w:t>خدايا! من از تو مى خواهم چيزى به من ببخشى كه از تو نمى كاهد</w:t>
      </w:r>
      <w:r w:rsidR="007D3118">
        <w:rPr>
          <w:rtl/>
        </w:rPr>
        <w:t xml:space="preserve">، </w:t>
      </w:r>
      <w:r>
        <w:rPr>
          <w:rtl/>
        </w:rPr>
        <w:t>و بارى از من بردارى كه بر تو گران نيايد</w:t>
      </w:r>
      <w:r w:rsidR="007D3118">
        <w:rPr>
          <w:rtl/>
        </w:rPr>
        <w:t xml:space="preserve">. </w:t>
      </w:r>
    </w:p>
    <w:p w:rsidR="00587D34" w:rsidRDefault="00587D34" w:rsidP="00587D34">
      <w:pPr>
        <w:pStyle w:val="libNormal"/>
        <w:rPr>
          <w:rtl/>
        </w:rPr>
      </w:pPr>
      <w:r>
        <w:rPr>
          <w:rtl/>
        </w:rPr>
        <w:lastRenderedPageBreak/>
        <w:t>7</w:t>
      </w:r>
      <w:r w:rsidR="007D3118">
        <w:rPr>
          <w:rtl/>
        </w:rPr>
        <w:t xml:space="preserve">. </w:t>
      </w:r>
      <w:r>
        <w:rPr>
          <w:rtl/>
        </w:rPr>
        <w:t>خود مرا ببخش كه مرا نيافريدى كه به دست من شرى از خود دور كنى</w:t>
      </w:r>
      <w:r w:rsidR="007D3118">
        <w:rPr>
          <w:rtl/>
        </w:rPr>
        <w:t xml:space="preserve">، </w:t>
      </w:r>
      <w:r>
        <w:rPr>
          <w:rtl/>
        </w:rPr>
        <w:t>يا سودى به چنگ آرى</w:t>
      </w:r>
      <w:r w:rsidR="007D3118">
        <w:rPr>
          <w:rtl/>
        </w:rPr>
        <w:t xml:space="preserve">، </w:t>
      </w:r>
      <w:r>
        <w:rPr>
          <w:rtl/>
        </w:rPr>
        <w:t>بلكه تا بدانند بر چنين آفرينش قدرت دارى و حجت بر امثال من تمام كنى</w:t>
      </w:r>
      <w:r w:rsidR="007D3118">
        <w:rPr>
          <w:rtl/>
        </w:rPr>
        <w:t xml:space="preserve">. </w:t>
      </w:r>
    </w:p>
    <w:p w:rsidR="00587D34" w:rsidRDefault="00587D34" w:rsidP="00587D34">
      <w:pPr>
        <w:pStyle w:val="libNormal"/>
        <w:rPr>
          <w:rtl/>
        </w:rPr>
      </w:pPr>
      <w:r>
        <w:rPr>
          <w:rtl/>
        </w:rPr>
        <w:t>8</w:t>
      </w:r>
      <w:r w:rsidR="007D3118">
        <w:rPr>
          <w:rtl/>
        </w:rPr>
        <w:t xml:space="preserve">. </w:t>
      </w:r>
      <w:r>
        <w:rPr>
          <w:rtl/>
        </w:rPr>
        <w:t>و از تو ميخواهم بار سنگين گناه كه مرا به ستوه آورده از پشت من بردارى</w:t>
      </w:r>
      <w:r w:rsidR="007D3118">
        <w:rPr>
          <w:rtl/>
        </w:rPr>
        <w:t xml:space="preserve">، </w:t>
      </w:r>
      <w:r>
        <w:rPr>
          <w:rtl/>
        </w:rPr>
        <w:t>و در گرانى آنكه مرا كوفته است يارى من كنى</w:t>
      </w:r>
      <w:r w:rsidR="007D3118">
        <w:rPr>
          <w:rtl/>
        </w:rPr>
        <w:t xml:space="preserve">. </w:t>
      </w:r>
    </w:p>
    <w:p w:rsidR="00587D34" w:rsidRDefault="00587D34" w:rsidP="00587D34">
      <w:pPr>
        <w:pStyle w:val="libNormal"/>
        <w:rPr>
          <w:rtl/>
        </w:rPr>
      </w:pPr>
      <w:r>
        <w:rPr>
          <w:rtl/>
        </w:rPr>
        <w:t>9</w:t>
      </w:r>
      <w:r w:rsidR="007D3118">
        <w:rPr>
          <w:rtl/>
        </w:rPr>
        <w:t xml:space="preserve">. </w:t>
      </w:r>
      <w:r>
        <w:rPr>
          <w:rtl/>
        </w:rPr>
        <w:t>پس درود بر محمد و آل او فرست</w:t>
      </w:r>
      <w:r w:rsidR="007D3118">
        <w:rPr>
          <w:rtl/>
        </w:rPr>
        <w:t xml:space="preserve">، </w:t>
      </w:r>
      <w:r>
        <w:rPr>
          <w:rtl/>
        </w:rPr>
        <w:t>و با آنكه من بر خود ستم كرده ام مرا ببخش و رحمت خويش را برگمار تا اين بار از دوش من بردارد كه رحمت توبزهكاران را فراوان دريافته و عفو تو عاصيان را بسيار شامل گرديده است</w:t>
      </w:r>
      <w:r w:rsidR="007D3118">
        <w:rPr>
          <w:rtl/>
        </w:rPr>
        <w:t xml:space="preserve">. </w:t>
      </w:r>
    </w:p>
    <w:p w:rsidR="00587D34" w:rsidRDefault="00587D34" w:rsidP="00587D34">
      <w:pPr>
        <w:pStyle w:val="libNormal"/>
        <w:rPr>
          <w:rtl/>
        </w:rPr>
      </w:pPr>
      <w:r>
        <w:rPr>
          <w:rtl/>
        </w:rPr>
        <w:t>10</w:t>
      </w:r>
      <w:r w:rsidR="007D3118">
        <w:rPr>
          <w:rtl/>
        </w:rPr>
        <w:t xml:space="preserve">. </w:t>
      </w:r>
      <w:r>
        <w:rPr>
          <w:rtl/>
        </w:rPr>
        <w:t>پس بر محمد و آل او درود فرست</w:t>
      </w:r>
      <w:r w:rsidR="007D3118">
        <w:rPr>
          <w:rtl/>
        </w:rPr>
        <w:t xml:space="preserve">، </w:t>
      </w:r>
      <w:r>
        <w:rPr>
          <w:rtl/>
        </w:rPr>
        <w:t>و زودتر از هر كس به عفو خود مرا از لغزشگاه برخيزان</w:t>
      </w:r>
      <w:r w:rsidR="007D3118">
        <w:rPr>
          <w:rtl/>
        </w:rPr>
        <w:t xml:space="preserve">، </w:t>
      </w:r>
      <w:r>
        <w:rPr>
          <w:rtl/>
        </w:rPr>
        <w:t>و به توفيق خود از ورطه هاى خطرناك رهايى بخش</w:t>
      </w:r>
      <w:r w:rsidR="007D3118">
        <w:rPr>
          <w:rtl/>
        </w:rPr>
        <w:t xml:space="preserve">، </w:t>
      </w:r>
      <w:r>
        <w:rPr>
          <w:rtl/>
        </w:rPr>
        <w:t>و مرا چون ديگر خطاكاران انگار كه از لغزش (وى</w:t>
      </w:r>
      <w:r w:rsidR="007D3118">
        <w:rPr>
          <w:rtl/>
        </w:rPr>
        <w:t xml:space="preserve">) </w:t>
      </w:r>
      <w:r>
        <w:rPr>
          <w:rtl/>
        </w:rPr>
        <w:t>دست گرفتى و مانند ديگر مجرمان كه از ورطه ها نجات دادى و از بند خشم تو به عفو تو رها شدند و از زندان عدل تو به فضل تو آزاد گشتند</w:t>
      </w:r>
      <w:r w:rsidR="007D3118">
        <w:rPr>
          <w:rtl/>
        </w:rPr>
        <w:t xml:space="preserve">. </w:t>
      </w:r>
    </w:p>
    <w:p w:rsidR="00587D34" w:rsidRDefault="00587D34" w:rsidP="00587D34">
      <w:pPr>
        <w:pStyle w:val="libNormal"/>
        <w:rPr>
          <w:rtl/>
        </w:rPr>
      </w:pPr>
      <w:r>
        <w:rPr>
          <w:rtl/>
        </w:rPr>
        <w:t>11</w:t>
      </w:r>
      <w:r w:rsidR="007D3118">
        <w:rPr>
          <w:rtl/>
        </w:rPr>
        <w:t xml:space="preserve">. </w:t>
      </w:r>
      <w:r>
        <w:rPr>
          <w:rtl/>
        </w:rPr>
        <w:t>اگر اين احسان درباره من كنى درباره كسى كرده اى كه استحقاق عقوبت تو را انكار نمى كند و خويشتن را از انتقام تو ايمن نمى شمارد</w:t>
      </w:r>
      <w:r w:rsidR="007D3118">
        <w:rPr>
          <w:rtl/>
        </w:rPr>
        <w:t xml:space="preserve">. </w:t>
      </w:r>
    </w:p>
    <w:p w:rsidR="00587D34" w:rsidRDefault="00587D34" w:rsidP="00587D34">
      <w:pPr>
        <w:pStyle w:val="libNormal"/>
      </w:pPr>
      <w:r>
        <w:rPr>
          <w:rtl/>
        </w:rPr>
        <w:t>12</w:t>
      </w:r>
      <w:r w:rsidR="007D3118">
        <w:rPr>
          <w:rtl/>
        </w:rPr>
        <w:t xml:space="preserve">. </w:t>
      </w:r>
      <w:r>
        <w:rPr>
          <w:rtl/>
        </w:rPr>
        <w:t>با كسى كه بيمش از اميد بيشتر است و نااميدى اش از اميد استوارتر</w:t>
      </w:r>
      <w:r w:rsidR="007D3118">
        <w:rPr>
          <w:rtl/>
        </w:rPr>
        <w:t xml:space="preserve">، </w:t>
      </w:r>
      <w:r w:rsidRPr="00AA3CBA">
        <w:rPr>
          <w:rStyle w:val="libFootnotenumChar"/>
          <w:rtl/>
        </w:rPr>
        <w:t>(100</w:t>
      </w:r>
      <w:r w:rsidR="007D3118" w:rsidRPr="00AA3CBA">
        <w:rPr>
          <w:rStyle w:val="libFootnotenumChar"/>
          <w:rtl/>
        </w:rPr>
        <w:t>)</w:t>
      </w:r>
      <w:r>
        <w:rPr>
          <w:rtl/>
        </w:rPr>
        <w:t xml:space="preserve"> اما نه چنان نااميد است كه از لابه و زارى دم فرو بندد و طمعش نه چندان كه مغرور شود و گرد طاعت نگردد بلكه حسناتش در ميان سيئات اندك است و بهانه اش در ارتكاب گناهان ضعيف و نامقبول</w:t>
      </w:r>
      <w:r w:rsidR="007D3118">
        <w:rPr>
          <w:rtl/>
        </w:rPr>
        <w:t xml:space="preserve">. </w:t>
      </w:r>
    </w:p>
    <w:p w:rsidR="00587D34" w:rsidRDefault="00587D34" w:rsidP="00587D34">
      <w:pPr>
        <w:pStyle w:val="libNormal"/>
        <w:rPr>
          <w:rtl/>
        </w:rPr>
      </w:pPr>
      <w:r>
        <w:rPr>
          <w:rtl/>
        </w:rPr>
        <w:t>13</w:t>
      </w:r>
      <w:r w:rsidR="007D3118">
        <w:rPr>
          <w:rtl/>
        </w:rPr>
        <w:t xml:space="preserve">. </w:t>
      </w:r>
      <w:r>
        <w:rPr>
          <w:rtl/>
        </w:rPr>
        <w:t>اما تو اى پروردگار من! سزاوارى كه نيكان به تو مغرور نشوند</w:t>
      </w:r>
      <w:r w:rsidR="007D3118">
        <w:rPr>
          <w:rtl/>
        </w:rPr>
        <w:t xml:space="preserve">، </w:t>
      </w:r>
      <w:r>
        <w:rPr>
          <w:rtl/>
        </w:rPr>
        <w:t>و گناهكاران نااميد نگردند</w:t>
      </w:r>
      <w:r w:rsidR="007D3118">
        <w:rPr>
          <w:rtl/>
        </w:rPr>
        <w:t xml:space="preserve">، </w:t>
      </w:r>
      <w:r>
        <w:rPr>
          <w:rtl/>
        </w:rPr>
        <w:t>چون تو خداى بزرگى كه فضل خود را از هيچ كس ‍ دريغ ندارى</w:t>
      </w:r>
      <w:r w:rsidR="007D3118">
        <w:rPr>
          <w:rtl/>
        </w:rPr>
        <w:t xml:space="preserve">، </w:t>
      </w:r>
      <w:r>
        <w:rPr>
          <w:rtl/>
        </w:rPr>
        <w:t>و حق خود را از كسى به استقصا طلب نمى كنى</w:t>
      </w:r>
      <w:r w:rsidR="007D3118">
        <w:rPr>
          <w:rtl/>
        </w:rPr>
        <w:t xml:space="preserve">. </w:t>
      </w:r>
    </w:p>
    <w:p w:rsidR="00587D34" w:rsidRDefault="00587D34" w:rsidP="00587D34">
      <w:pPr>
        <w:pStyle w:val="libNormal"/>
        <w:rPr>
          <w:rtl/>
        </w:rPr>
      </w:pPr>
      <w:r>
        <w:rPr>
          <w:rtl/>
        </w:rPr>
        <w:lastRenderedPageBreak/>
        <w:t>14</w:t>
      </w:r>
      <w:r w:rsidR="007D3118">
        <w:rPr>
          <w:rtl/>
        </w:rPr>
        <w:t xml:space="preserve">. </w:t>
      </w:r>
      <w:r>
        <w:rPr>
          <w:rtl/>
        </w:rPr>
        <w:t>ياد تو از همه چيز بالاتر است</w:t>
      </w:r>
      <w:r w:rsidR="007D3118">
        <w:rPr>
          <w:rtl/>
        </w:rPr>
        <w:t xml:space="preserve">، </w:t>
      </w:r>
      <w:r>
        <w:rPr>
          <w:rtl/>
        </w:rPr>
        <w:t>و نام تو از نسبت نقص منزه و نعمت تو در همه آفريدگان پراكنده است</w:t>
      </w:r>
      <w:r w:rsidR="007D3118">
        <w:rPr>
          <w:rtl/>
        </w:rPr>
        <w:t xml:space="preserve">، </w:t>
      </w:r>
      <w:r>
        <w:rPr>
          <w:rtl/>
        </w:rPr>
        <w:t>سپاس تو را</w:t>
      </w:r>
      <w:r w:rsidR="007D3118">
        <w:rPr>
          <w:rtl/>
        </w:rPr>
        <w:t xml:space="preserve">، </w:t>
      </w:r>
      <w:r>
        <w:rPr>
          <w:rtl/>
        </w:rPr>
        <w:t>اى پروردگار عالميان</w:t>
      </w:r>
      <w:r w:rsidR="007D3118">
        <w:rPr>
          <w:rtl/>
        </w:rPr>
        <w:t xml:space="preserve">. </w:t>
      </w:r>
    </w:p>
    <w:p w:rsidR="00587D34" w:rsidRDefault="00D438E0" w:rsidP="004C63D0">
      <w:pPr>
        <w:pStyle w:val="Heading2"/>
        <w:rPr>
          <w:rtl/>
        </w:rPr>
      </w:pPr>
      <w:r>
        <w:br w:type="page"/>
      </w:r>
      <w:bookmarkStart w:id="84" w:name="_Toc394915213"/>
      <w:r w:rsidR="00AA3CBA">
        <w:lastRenderedPageBreak/>
        <w:t>40</w:t>
      </w:r>
      <w:r w:rsidR="00AA3CBA">
        <w:rPr>
          <w:rtl/>
        </w:rPr>
        <w:t xml:space="preserve"> وَ كَانَ مِنْ دُعَائِهِ عَلَيْهِ السَّلامُ إِذَا نُعِىَ إِلَيْهِ مَيِّتٌ، أَوْ ذَكَرَ الْمَوْتَ:</w:t>
      </w:r>
      <w:bookmarkEnd w:id="84"/>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صَلِّ عَلَى مُحَمَّدٍ وَ آلِهِ</w:t>
      </w:r>
      <w:r w:rsidR="007D3118">
        <w:rPr>
          <w:rtl/>
        </w:rPr>
        <w:t xml:space="preserve">، </w:t>
      </w:r>
      <w:r>
        <w:rPr>
          <w:rtl/>
        </w:rPr>
        <w:t>وَ اكْفِنَا طُولَ الْأَمَلِ</w:t>
      </w:r>
      <w:r w:rsidR="007D3118">
        <w:rPr>
          <w:rtl/>
        </w:rPr>
        <w:t xml:space="preserve">، </w:t>
      </w:r>
      <w:r>
        <w:rPr>
          <w:rtl/>
        </w:rPr>
        <w:t>وَ قَصِّرْهُ عَنَّا بِصِدْقِ الْعَمَلِ حَتَّى لا نُؤَمِّلَ اسْتِتْمَامَ سَاعَةٍ بَعْدَ سَاعَةٍ</w:t>
      </w:r>
      <w:r w:rsidR="007D3118">
        <w:rPr>
          <w:rtl/>
        </w:rPr>
        <w:t xml:space="preserve">، </w:t>
      </w:r>
      <w:r>
        <w:rPr>
          <w:rtl/>
        </w:rPr>
        <w:t>وَ لا اسْتِيفَاءَ يَوْمٍ بَعْدَ يَوْمٍ</w:t>
      </w:r>
      <w:r w:rsidR="007D3118">
        <w:rPr>
          <w:rtl/>
        </w:rPr>
        <w:t xml:space="preserve">، </w:t>
      </w:r>
      <w:r>
        <w:rPr>
          <w:rtl/>
        </w:rPr>
        <w:t>وَ لا اتِّصَالَ نَفَسٍ بِنَفَسٍ</w:t>
      </w:r>
      <w:r w:rsidR="007D3118">
        <w:rPr>
          <w:rtl/>
        </w:rPr>
        <w:t xml:space="preserve">، </w:t>
      </w:r>
      <w:r>
        <w:rPr>
          <w:rtl/>
        </w:rPr>
        <w:t>وَ لا لُحُوقَ قَدَمٍ بِقَدَمٍ</w:t>
      </w:r>
    </w:p>
    <w:p w:rsidR="00587D34" w:rsidRDefault="00587D34" w:rsidP="00587D34">
      <w:pPr>
        <w:pStyle w:val="libNormal"/>
        <w:rPr>
          <w:rtl/>
        </w:rPr>
      </w:pPr>
      <w:r>
        <w:rPr>
          <w:rtl/>
        </w:rPr>
        <w:t>(2</w:t>
      </w:r>
      <w:r w:rsidR="007D3118">
        <w:rPr>
          <w:rtl/>
        </w:rPr>
        <w:t xml:space="preserve">) </w:t>
      </w:r>
      <w:r>
        <w:rPr>
          <w:rtl/>
        </w:rPr>
        <w:t>وَ سَلِّمْنَا مِنْ غُرُورِهِ</w:t>
      </w:r>
      <w:r w:rsidR="007D3118">
        <w:rPr>
          <w:rtl/>
        </w:rPr>
        <w:t xml:space="preserve">، </w:t>
      </w:r>
      <w:r>
        <w:rPr>
          <w:rtl/>
        </w:rPr>
        <w:t>وَ آمِنَّا مِنْ شُرُورِهِ</w:t>
      </w:r>
      <w:r w:rsidR="007D3118">
        <w:rPr>
          <w:rtl/>
        </w:rPr>
        <w:t xml:space="preserve">، </w:t>
      </w:r>
      <w:r>
        <w:rPr>
          <w:rtl/>
        </w:rPr>
        <w:t>وَ انْصِبِ الْمَوْتَ بَيْنَ أَيْدِينَا نَصْبا</w:t>
      </w:r>
      <w:r w:rsidR="007D3118">
        <w:rPr>
          <w:rtl/>
        </w:rPr>
        <w:t xml:space="preserve">، </w:t>
      </w:r>
      <w:r>
        <w:rPr>
          <w:rtl/>
        </w:rPr>
        <w:t>وَ لا تَجْعَلْ ذِكْرَنَا لَهُ غِبّا</w:t>
      </w:r>
    </w:p>
    <w:p w:rsidR="00587D34" w:rsidRDefault="00587D34" w:rsidP="00587D34">
      <w:pPr>
        <w:pStyle w:val="libNormal"/>
        <w:rPr>
          <w:rtl/>
        </w:rPr>
      </w:pPr>
      <w:r>
        <w:rPr>
          <w:rtl/>
        </w:rPr>
        <w:t>(3</w:t>
      </w:r>
      <w:r w:rsidR="007D3118">
        <w:rPr>
          <w:rtl/>
        </w:rPr>
        <w:t xml:space="preserve">) </w:t>
      </w:r>
      <w:r>
        <w:rPr>
          <w:rtl/>
        </w:rPr>
        <w:t>وَ اجْعَلْ لَنَا مِنْ صَالِحِ الْأَعْمَالِ عَمَلا نَسْتَبْطِئُ مَعَهُ الْمَصِيرَ إِلَيْكَ</w:t>
      </w:r>
      <w:r w:rsidR="007D3118">
        <w:rPr>
          <w:rtl/>
        </w:rPr>
        <w:t xml:space="preserve">، </w:t>
      </w:r>
      <w:r>
        <w:rPr>
          <w:rtl/>
        </w:rPr>
        <w:t>وَ نَحْرِصُ لَهُ عَلَى وَشْكِ اللَّحَاقِ بِكَ حَتَّى يَكُونَ الْمَوْتُ مَأْنَسَنَا الَّذِى نَأْنَسُ بِهِ</w:t>
      </w:r>
      <w:r w:rsidR="007D3118">
        <w:rPr>
          <w:rtl/>
        </w:rPr>
        <w:t xml:space="preserve">، </w:t>
      </w:r>
      <w:r>
        <w:rPr>
          <w:rtl/>
        </w:rPr>
        <w:t>وَ مَأْلَفَنَا الَّذِى نَشْتَاقُ إِلَيْهِ</w:t>
      </w:r>
      <w:r w:rsidR="007D3118">
        <w:rPr>
          <w:rtl/>
        </w:rPr>
        <w:t xml:space="preserve">، </w:t>
      </w:r>
      <w:r>
        <w:rPr>
          <w:rtl/>
        </w:rPr>
        <w:t>وَ حَامَّتَنَا الَّتِى نُحِبُّ الدُّنُوَّ مِنْهَا</w:t>
      </w:r>
    </w:p>
    <w:p w:rsidR="00587D34" w:rsidRDefault="00587D34" w:rsidP="00587D34">
      <w:pPr>
        <w:pStyle w:val="libNormal"/>
        <w:rPr>
          <w:rtl/>
        </w:rPr>
      </w:pPr>
      <w:r>
        <w:rPr>
          <w:rtl/>
        </w:rPr>
        <w:t>(4</w:t>
      </w:r>
      <w:r w:rsidR="007D3118">
        <w:rPr>
          <w:rtl/>
        </w:rPr>
        <w:t xml:space="preserve">) </w:t>
      </w:r>
      <w:r>
        <w:rPr>
          <w:rtl/>
        </w:rPr>
        <w:t>فَإِذَا أَوْرَدْتَهُ عَلَيْنَا وَ أَنْزَلْتَهُ بِنَا فَأَسْعِدْنَا بِهِ زَائِرا</w:t>
      </w:r>
      <w:r w:rsidR="007D3118">
        <w:rPr>
          <w:rtl/>
        </w:rPr>
        <w:t xml:space="preserve">، </w:t>
      </w:r>
      <w:r>
        <w:rPr>
          <w:rtl/>
        </w:rPr>
        <w:t>وَ آنِسْنَا بِهِ قَادِما</w:t>
      </w:r>
      <w:r w:rsidR="007D3118">
        <w:rPr>
          <w:rtl/>
        </w:rPr>
        <w:t xml:space="preserve">، </w:t>
      </w:r>
      <w:r>
        <w:rPr>
          <w:rtl/>
        </w:rPr>
        <w:t>وَ لا تُشْقِنَا بِضِيَافَتِهِ</w:t>
      </w:r>
      <w:r w:rsidR="007D3118">
        <w:rPr>
          <w:rtl/>
        </w:rPr>
        <w:t xml:space="preserve">، </w:t>
      </w:r>
      <w:r>
        <w:rPr>
          <w:rtl/>
        </w:rPr>
        <w:t>وَ لا تُخْزِنَا بِزِيَارَتِهِ</w:t>
      </w:r>
      <w:r w:rsidR="007D3118">
        <w:rPr>
          <w:rtl/>
        </w:rPr>
        <w:t xml:space="preserve">، </w:t>
      </w:r>
      <w:r>
        <w:rPr>
          <w:rtl/>
        </w:rPr>
        <w:t>وَ اجْعَلْهُ بَابا مِنْ أَبْوَابِ مَغْفِرَتِكَ</w:t>
      </w:r>
      <w:r w:rsidR="007D3118">
        <w:rPr>
          <w:rtl/>
        </w:rPr>
        <w:t xml:space="preserve">، </w:t>
      </w:r>
      <w:r>
        <w:rPr>
          <w:rtl/>
        </w:rPr>
        <w:t>وَ مِفْتَاحا مِنْ مَفَاتِيحِ رَحْمَتِكَ</w:t>
      </w:r>
    </w:p>
    <w:p w:rsidR="00587D34" w:rsidRDefault="00587D34" w:rsidP="00587D34">
      <w:pPr>
        <w:pStyle w:val="libNormal"/>
        <w:rPr>
          <w:rtl/>
        </w:rPr>
      </w:pPr>
      <w:r>
        <w:rPr>
          <w:rtl/>
        </w:rPr>
        <w:t>(5</w:t>
      </w:r>
      <w:r w:rsidR="007D3118">
        <w:rPr>
          <w:rtl/>
        </w:rPr>
        <w:t xml:space="preserve">) </w:t>
      </w:r>
      <w:r>
        <w:rPr>
          <w:rtl/>
        </w:rPr>
        <w:t>أَمِتْنَا مُهْتَدِينَ غَيْرَ ضَالِّينَ</w:t>
      </w:r>
      <w:r w:rsidR="007D3118">
        <w:rPr>
          <w:rtl/>
        </w:rPr>
        <w:t xml:space="preserve">، </w:t>
      </w:r>
      <w:r>
        <w:rPr>
          <w:rtl/>
        </w:rPr>
        <w:t>طَائِعِينَ غَيْرَ مُسْتَكْرِهِينَ</w:t>
      </w:r>
      <w:r w:rsidR="007D3118">
        <w:rPr>
          <w:rtl/>
        </w:rPr>
        <w:t xml:space="preserve">، </w:t>
      </w:r>
      <w:r>
        <w:rPr>
          <w:rtl/>
        </w:rPr>
        <w:t>تَائِبِينَ غَيْرَ عَاصِينَ وَ لا مُصِرِّينَ</w:t>
      </w:r>
      <w:r w:rsidR="007D3118">
        <w:rPr>
          <w:rtl/>
        </w:rPr>
        <w:t xml:space="preserve">، </w:t>
      </w:r>
      <w:r>
        <w:rPr>
          <w:rtl/>
        </w:rPr>
        <w:t>يَا ضَامِنَ جَزَاءِ الْمُحْسِنِينَ</w:t>
      </w:r>
      <w:r w:rsidR="007D3118">
        <w:rPr>
          <w:rtl/>
        </w:rPr>
        <w:t xml:space="preserve">، </w:t>
      </w:r>
      <w:r>
        <w:rPr>
          <w:rtl/>
        </w:rPr>
        <w:t>وَ مُسْتَصْلِحَ عَمَلِ الْمُفْسِدِينَ</w:t>
      </w:r>
      <w:r w:rsidR="007D3118">
        <w:rPr>
          <w:rtl/>
        </w:rPr>
        <w:t xml:space="preserve">. </w:t>
      </w:r>
    </w:p>
    <w:p w:rsidR="00587D34" w:rsidRDefault="00AA3CBA" w:rsidP="004C63D0">
      <w:pPr>
        <w:pStyle w:val="Heading2"/>
        <w:rPr>
          <w:rtl/>
        </w:rPr>
      </w:pPr>
      <w:bookmarkStart w:id="85" w:name="_Toc394915214"/>
      <w:r>
        <w:rPr>
          <w:rtl/>
        </w:rPr>
        <w:t xml:space="preserve">ترجمه دعاى چهلم: دعاى آن حضرت </w:t>
      </w:r>
      <w:r w:rsidR="000C598D" w:rsidRPr="000C598D">
        <w:rPr>
          <w:rStyle w:val="libAlaemChar"/>
          <w:rtl/>
        </w:rPr>
        <w:t>عليه‌السلام</w:t>
      </w:r>
      <w:r>
        <w:rPr>
          <w:rtl/>
        </w:rPr>
        <w:t xml:space="preserve"> هنگام شنيدم خبر مرگ كسى</w:t>
      </w:r>
      <w:bookmarkEnd w:id="85"/>
    </w:p>
    <w:p w:rsidR="00587D34" w:rsidRDefault="00587D34" w:rsidP="00587D34">
      <w:pPr>
        <w:pStyle w:val="libNormal"/>
        <w:rPr>
          <w:rtl/>
        </w:rPr>
      </w:pPr>
      <w:r>
        <w:rPr>
          <w:rtl/>
        </w:rPr>
        <w:t>1</w:t>
      </w:r>
      <w:r w:rsidR="007D3118">
        <w:rPr>
          <w:rtl/>
        </w:rPr>
        <w:t xml:space="preserve">. </w:t>
      </w:r>
      <w:r>
        <w:rPr>
          <w:rtl/>
        </w:rPr>
        <w:t>خدايا درود بر محمد و آل او فرست</w:t>
      </w:r>
      <w:r w:rsidR="007D3118">
        <w:rPr>
          <w:rtl/>
        </w:rPr>
        <w:t xml:space="preserve">، </w:t>
      </w:r>
      <w:r>
        <w:rPr>
          <w:rtl/>
        </w:rPr>
        <w:t>و ما را از آرزوهاى دور و دراز نگاه دار</w:t>
      </w:r>
      <w:r w:rsidR="007D3118">
        <w:rPr>
          <w:rtl/>
        </w:rPr>
        <w:t xml:space="preserve">، </w:t>
      </w:r>
      <w:r>
        <w:rPr>
          <w:rtl/>
        </w:rPr>
        <w:t>و به درستكارى اميد ما را كوتاه گردان چنان كه آرزو نكنيم ساعتى را به ساعت ديگر رسانيم و روزى را به روز ديگر بريم</w:t>
      </w:r>
      <w:r w:rsidR="007D3118">
        <w:rPr>
          <w:rtl/>
        </w:rPr>
        <w:t xml:space="preserve">، </w:t>
      </w:r>
      <w:r>
        <w:rPr>
          <w:rtl/>
        </w:rPr>
        <w:t>يا دمى را به دمى ديگر پيونديم و گامى پس از گامى برداريم</w:t>
      </w:r>
      <w:r w:rsidR="007D3118">
        <w:rPr>
          <w:rtl/>
        </w:rPr>
        <w:t xml:space="preserve">. </w:t>
      </w:r>
    </w:p>
    <w:p w:rsidR="00587D34" w:rsidRDefault="00587D34" w:rsidP="00587D34">
      <w:pPr>
        <w:pStyle w:val="libNormal"/>
        <w:rPr>
          <w:rtl/>
        </w:rPr>
      </w:pPr>
      <w:r>
        <w:rPr>
          <w:rtl/>
        </w:rPr>
        <w:t>2</w:t>
      </w:r>
      <w:r w:rsidR="007D3118">
        <w:rPr>
          <w:rtl/>
        </w:rPr>
        <w:t xml:space="preserve">. </w:t>
      </w:r>
      <w:r>
        <w:rPr>
          <w:rtl/>
        </w:rPr>
        <w:t>و ما را از فريب آمال نگاهدار</w:t>
      </w:r>
      <w:r w:rsidR="007D3118">
        <w:rPr>
          <w:rtl/>
        </w:rPr>
        <w:t xml:space="preserve">، </w:t>
      </w:r>
      <w:r>
        <w:rPr>
          <w:rtl/>
        </w:rPr>
        <w:t>و از شر آن ايمن گردان</w:t>
      </w:r>
      <w:r w:rsidR="007D3118">
        <w:rPr>
          <w:rtl/>
        </w:rPr>
        <w:t xml:space="preserve">، </w:t>
      </w:r>
      <w:r>
        <w:rPr>
          <w:rtl/>
        </w:rPr>
        <w:t>و مرگ را پيش ‍ چشم ما مجسم كن</w:t>
      </w:r>
      <w:r w:rsidR="007D3118">
        <w:rPr>
          <w:rtl/>
        </w:rPr>
        <w:t xml:space="preserve">، </w:t>
      </w:r>
      <w:r>
        <w:rPr>
          <w:rtl/>
        </w:rPr>
        <w:t>و ياد آن را هيچ گاه از خاطر ما مبر</w:t>
      </w:r>
      <w:r w:rsidR="007D3118">
        <w:rPr>
          <w:rtl/>
        </w:rPr>
        <w:t xml:space="preserve">. </w:t>
      </w:r>
    </w:p>
    <w:p w:rsidR="00587D34" w:rsidRDefault="00587D34" w:rsidP="00587D34">
      <w:pPr>
        <w:pStyle w:val="libNormal"/>
        <w:rPr>
          <w:rtl/>
        </w:rPr>
      </w:pPr>
      <w:r>
        <w:rPr>
          <w:rtl/>
        </w:rPr>
        <w:lastRenderedPageBreak/>
        <w:t>3</w:t>
      </w:r>
      <w:r w:rsidR="007D3118">
        <w:rPr>
          <w:rtl/>
        </w:rPr>
        <w:t xml:space="preserve">. </w:t>
      </w:r>
      <w:r>
        <w:rPr>
          <w:rtl/>
        </w:rPr>
        <w:t>و از اعمال شايسته چندان نصيب ما كن كه از دير شدن بازگشت سوى تو انديشناك شويم</w:t>
      </w:r>
      <w:r w:rsidR="007D3118">
        <w:rPr>
          <w:rtl/>
        </w:rPr>
        <w:t xml:space="preserve">، </w:t>
      </w:r>
      <w:r>
        <w:rPr>
          <w:rtl/>
        </w:rPr>
        <w:t>و لقاى تو را هر چه زودتر طالب باشيم</w:t>
      </w:r>
      <w:r w:rsidR="007D3118">
        <w:rPr>
          <w:rtl/>
        </w:rPr>
        <w:t xml:space="preserve">، </w:t>
      </w:r>
      <w:r>
        <w:rPr>
          <w:rtl/>
        </w:rPr>
        <w:t>به اجل دل بنديم و با مرگ اُلفت گيريم و مشتاق آن شويم</w:t>
      </w:r>
      <w:r w:rsidR="007D3118">
        <w:rPr>
          <w:rtl/>
        </w:rPr>
        <w:t xml:space="preserve">، </w:t>
      </w:r>
      <w:r w:rsidRPr="00AA3CBA">
        <w:rPr>
          <w:rStyle w:val="libFootnotenumChar"/>
          <w:rtl/>
        </w:rPr>
        <w:t>(101</w:t>
      </w:r>
      <w:r w:rsidR="007D3118" w:rsidRPr="00AA3CBA">
        <w:rPr>
          <w:rStyle w:val="libFootnotenumChar"/>
          <w:rtl/>
        </w:rPr>
        <w:t>)</w:t>
      </w:r>
      <w:r>
        <w:rPr>
          <w:rtl/>
        </w:rPr>
        <w:t xml:space="preserve"> و مانند خويشان نزديك قرب او را خواهيم</w:t>
      </w:r>
      <w:r w:rsidR="007D3118">
        <w:rPr>
          <w:rtl/>
        </w:rPr>
        <w:t xml:space="preserve">. </w:t>
      </w:r>
    </w:p>
    <w:p w:rsidR="00587D34" w:rsidRDefault="00587D34" w:rsidP="00587D34">
      <w:pPr>
        <w:pStyle w:val="libNormal"/>
        <w:rPr>
          <w:rtl/>
        </w:rPr>
      </w:pPr>
      <w:r>
        <w:rPr>
          <w:rtl/>
        </w:rPr>
        <w:t>4</w:t>
      </w:r>
      <w:r w:rsidR="007D3118">
        <w:rPr>
          <w:rtl/>
        </w:rPr>
        <w:t xml:space="preserve">. </w:t>
      </w:r>
      <w:r>
        <w:rPr>
          <w:rtl/>
        </w:rPr>
        <w:t>و چون او را به منزل من آورى و ميهمان ما سازى</w:t>
      </w:r>
      <w:r w:rsidR="007D3118">
        <w:rPr>
          <w:rtl/>
        </w:rPr>
        <w:t xml:space="preserve">، </w:t>
      </w:r>
      <w:r>
        <w:rPr>
          <w:rtl/>
        </w:rPr>
        <w:t>زيارت او را موجب خشنودى ما گردان و قدوم او را سبب انس ما قرار ده و به ميزبانى او ما را بدبخت مكن و در ضيافت او آبروى ما را مريز</w:t>
      </w:r>
      <w:r w:rsidR="007D3118">
        <w:rPr>
          <w:rtl/>
        </w:rPr>
        <w:t xml:space="preserve">، </w:t>
      </w:r>
      <w:r>
        <w:rPr>
          <w:rtl/>
        </w:rPr>
        <w:t>و آن را درى گران از درهاى آمرزش خود به روى ما گشاده و كليدى از كليدهاى بخشايش خود به دست ماداده</w:t>
      </w:r>
      <w:r w:rsidR="007D3118">
        <w:rPr>
          <w:rtl/>
        </w:rPr>
        <w:t xml:space="preserve">. </w:t>
      </w:r>
    </w:p>
    <w:p w:rsidR="00587D34" w:rsidRDefault="00587D34" w:rsidP="00587D34">
      <w:pPr>
        <w:pStyle w:val="libNormal"/>
        <w:rPr>
          <w:rtl/>
        </w:rPr>
      </w:pPr>
      <w:r>
        <w:rPr>
          <w:rtl/>
        </w:rPr>
        <w:t>5</w:t>
      </w:r>
      <w:r w:rsidR="007D3118">
        <w:rPr>
          <w:rtl/>
        </w:rPr>
        <w:t xml:space="preserve">. </w:t>
      </w:r>
      <w:r>
        <w:rPr>
          <w:rtl/>
        </w:rPr>
        <w:t>و ما را از اين جهان بيرون بر</w:t>
      </w:r>
      <w:r w:rsidR="007D3118">
        <w:rPr>
          <w:rtl/>
        </w:rPr>
        <w:t xml:space="preserve">، </w:t>
      </w:r>
      <w:r>
        <w:rPr>
          <w:rtl/>
        </w:rPr>
        <w:t>هدايت يافته</w:t>
      </w:r>
      <w:r w:rsidR="007D3118">
        <w:rPr>
          <w:rtl/>
        </w:rPr>
        <w:t xml:space="preserve">، </w:t>
      </w:r>
      <w:r>
        <w:rPr>
          <w:rtl/>
        </w:rPr>
        <w:t>راه گم ناكرده</w:t>
      </w:r>
      <w:r w:rsidR="007D3118">
        <w:rPr>
          <w:rtl/>
        </w:rPr>
        <w:t xml:space="preserve">، </w:t>
      </w:r>
      <w:r>
        <w:rPr>
          <w:rtl/>
        </w:rPr>
        <w:t>شادان و خرم و با توبه</w:t>
      </w:r>
      <w:r w:rsidR="007D3118">
        <w:rPr>
          <w:rtl/>
        </w:rPr>
        <w:t xml:space="preserve">، </w:t>
      </w:r>
      <w:r>
        <w:rPr>
          <w:rtl/>
        </w:rPr>
        <w:t>بى گناه و اصرار! اى كسى كه پاداش نيكوكاران را برعهده گرفته و كردار تباهكاران را به صلاح مى آورى</w:t>
      </w:r>
      <w:r w:rsidR="007D3118">
        <w:rPr>
          <w:rtl/>
        </w:rPr>
        <w:t xml:space="preserve">. </w:t>
      </w:r>
    </w:p>
    <w:p w:rsidR="00587D34" w:rsidRDefault="00D438E0" w:rsidP="004C63D0">
      <w:pPr>
        <w:pStyle w:val="Heading2"/>
        <w:rPr>
          <w:rtl/>
        </w:rPr>
      </w:pPr>
      <w:r>
        <w:br w:type="page"/>
      </w:r>
      <w:bookmarkStart w:id="86" w:name="_Toc394915215"/>
      <w:r w:rsidR="00AA3CBA">
        <w:lastRenderedPageBreak/>
        <w:t>41</w:t>
      </w:r>
      <w:r w:rsidR="00AA3CBA">
        <w:rPr>
          <w:rtl/>
        </w:rPr>
        <w:t xml:space="preserve"> وَ كَانَ مِنْ دُعَائِهِ عَلَيْهِ السَّلامُ فِى طَلَبِ السِّتْرِ وَ الْوِقَايَةِ:</w:t>
      </w:r>
      <w:bookmarkEnd w:id="86"/>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صَلِّ عَلَى مُحَمَّدٍ وَ آلِهِ</w:t>
      </w:r>
      <w:r w:rsidR="007D3118">
        <w:rPr>
          <w:rtl/>
        </w:rPr>
        <w:t xml:space="preserve">، </w:t>
      </w:r>
      <w:r>
        <w:rPr>
          <w:rtl/>
        </w:rPr>
        <w:t>وَ أَفْرِشْنِى مِهَادَ كَرَامَتِكَ</w:t>
      </w:r>
      <w:r w:rsidR="007D3118">
        <w:rPr>
          <w:rtl/>
        </w:rPr>
        <w:t xml:space="preserve">، </w:t>
      </w:r>
      <w:r>
        <w:rPr>
          <w:rtl/>
        </w:rPr>
        <w:t>وَ أَوْرِدْنِى مَشَارِعَ رَحْمَتِكَ</w:t>
      </w:r>
      <w:r w:rsidR="007D3118">
        <w:rPr>
          <w:rtl/>
        </w:rPr>
        <w:t xml:space="preserve">، </w:t>
      </w:r>
      <w:r>
        <w:rPr>
          <w:rtl/>
        </w:rPr>
        <w:t>وَ أَحْلِلْنِى بُحْبُوحَةَ جَنَّتِكَ</w:t>
      </w:r>
      <w:r w:rsidR="007D3118">
        <w:rPr>
          <w:rtl/>
        </w:rPr>
        <w:t xml:space="preserve">، </w:t>
      </w:r>
      <w:r>
        <w:rPr>
          <w:rtl/>
        </w:rPr>
        <w:t>وَ لا تَسُمْنِى بِالرَّدِّ عَنْكَ</w:t>
      </w:r>
      <w:r w:rsidR="007D3118">
        <w:rPr>
          <w:rtl/>
        </w:rPr>
        <w:t xml:space="preserve">، </w:t>
      </w:r>
      <w:r>
        <w:rPr>
          <w:rtl/>
        </w:rPr>
        <w:t>وَ لا تَحْرِمْنِى بِالْخَيْبَةِ مِنْكَ</w:t>
      </w:r>
      <w:r w:rsidR="007D3118">
        <w:rPr>
          <w:rtl/>
        </w:rPr>
        <w:t xml:space="preserve">. </w:t>
      </w:r>
    </w:p>
    <w:p w:rsidR="00587D34" w:rsidRDefault="00587D34" w:rsidP="00587D34">
      <w:pPr>
        <w:pStyle w:val="libNormal"/>
        <w:rPr>
          <w:rtl/>
        </w:rPr>
      </w:pPr>
      <w:r>
        <w:rPr>
          <w:rtl/>
        </w:rPr>
        <w:t>(2</w:t>
      </w:r>
      <w:r w:rsidR="007D3118">
        <w:rPr>
          <w:rtl/>
        </w:rPr>
        <w:t xml:space="preserve">) </w:t>
      </w:r>
      <w:r>
        <w:rPr>
          <w:rtl/>
        </w:rPr>
        <w:t>وَ لا تُقَاصَّنِى بِمَا اجْتَرَحْتُ وَ لا تُنَاقِشْنِى بِمَا اكْتَسَبْتُ</w:t>
      </w:r>
      <w:r w:rsidR="007D3118">
        <w:rPr>
          <w:rtl/>
        </w:rPr>
        <w:t xml:space="preserve">، </w:t>
      </w:r>
      <w:r>
        <w:rPr>
          <w:rtl/>
        </w:rPr>
        <w:t>وَ لا تُبْرِزْ مَكْتُومِى</w:t>
      </w:r>
      <w:r w:rsidR="007D3118">
        <w:rPr>
          <w:rtl/>
        </w:rPr>
        <w:t xml:space="preserve">، </w:t>
      </w:r>
      <w:r>
        <w:rPr>
          <w:rtl/>
        </w:rPr>
        <w:t>وَ لا تَكْشِفْ مَسْتُورِى</w:t>
      </w:r>
      <w:r w:rsidR="007D3118">
        <w:rPr>
          <w:rtl/>
        </w:rPr>
        <w:t xml:space="preserve">، </w:t>
      </w:r>
      <w:r>
        <w:rPr>
          <w:rtl/>
        </w:rPr>
        <w:t>وَ لا تَحْمِلْ عَلَى مِيزَانِ الْإِنْصَافِ عَمَلِى</w:t>
      </w:r>
      <w:r w:rsidR="007D3118">
        <w:rPr>
          <w:rtl/>
        </w:rPr>
        <w:t xml:space="preserve">، </w:t>
      </w:r>
      <w:r>
        <w:rPr>
          <w:rtl/>
        </w:rPr>
        <w:t>وَ لا تُعْلِنْ عَلَى عُيُونِ الْمَلَإِ خَبَرِى</w:t>
      </w:r>
    </w:p>
    <w:p w:rsidR="00587D34" w:rsidRDefault="00587D34" w:rsidP="00587D34">
      <w:pPr>
        <w:pStyle w:val="libNormal"/>
        <w:rPr>
          <w:rtl/>
        </w:rPr>
      </w:pPr>
      <w:r>
        <w:rPr>
          <w:rtl/>
        </w:rPr>
        <w:t>(3</w:t>
      </w:r>
      <w:r w:rsidR="007D3118">
        <w:rPr>
          <w:rtl/>
        </w:rPr>
        <w:t xml:space="preserve">) </w:t>
      </w:r>
      <w:r>
        <w:rPr>
          <w:rtl/>
        </w:rPr>
        <w:t>أَخْفِ عَنْهُمْ مَا يَكونُ نَشْرُهُ عَلَيَّ عَارا</w:t>
      </w:r>
      <w:r w:rsidR="007D3118">
        <w:rPr>
          <w:rtl/>
        </w:rPr>
        <w:t xml:space="preserve">، </w:t>
      </w:r>
      <w:r>
        <w:rPr>
          <w:rtl/>
        </w:rPr>
        <w:t>وَاطْوِ عَنْهُمْ مَا يُلْحِقُنِى عِنْدَكَ شَنَارا</w:t>
      </w:r>
    </w:p>
    <w:p w:rsidR="00587D34" w:rsidRDefault="00587D34" w:rsidP="00587D34">
      <w:pPr>
        <w:pStyle w:val="libNormal"/>
        <w:rPr>
          <w:rtl/>
        </w:rPr>
      </w:pPr>
      <w:r>
        <w:rPr>
          <w:rtl/>
        </w:rPr>
        <w:t>(4</w:t>
      </w:r>
      <w:r w:rsidR="007D3118">
        <w:rPr>
          <w:rtl/>
        </w:rPr>
        <w:t xml:space="preserve">) </w:t>
      </w:r>
      <w:r>
        <w:rPr>
          <w:rtl/>
        </w:rPr>
        <w:t>شَرِّفْ دَرَجَتِى بِرِضْوَانِكَ</w:t>
      </w:r>
      <w:r w:rsidR="007D3118">
        <w:rPr>
          <w:rtl/>
        </w:rPr>
        <w:t xml:space="preserve">، </w:t>
      </w:r>
      <w:r>
        <w:rPr>
          <w:rtl/>
        </w:rPr>
        <w:t>وَ أَكْمِلْ كَرَامَتِى بِغُفْرَانِكَ</w:t>
      </w:r>
      <w:r w:rsidR="007D3118">
        <w:rPr>
          <w:rtl/>
        </w:rPr>
        <w:t xml:space="preserve">، </w:t>
      </w:r>
      <w:r>
        <w:rPr>
          <w:rtl/>
        </w:rPr>
        <w:t>وَ انْظِمْنِى فِى أَصْحَابِ الْيَمِينِ</w:t>
      </w:r>
      <w:r w:rsidR="007D3118">
        <w:rPr>
          <w:rtl/>
        </w:rPr>
        <w:t xml:space="preserve">، </w:t>
      </w:r>
      <w:r>
        <w:rPr>
          <w:rtl/>
        </w:rPr>
        <w:t>وَ وَجِّهْنِى فِى مَسَالِكِ الاْمِنِينَ</w:t>
      </w:r>
      <w:r w:rsidR="007D3118">
        <w:rPr>
          <w:rtl/>
        </w:rPr>
        <w:t xml:space="preserve">، </w:t>
      </w:r>
      <w:r>
        <w:rPr>
          <w:rtl/>
        </w:rPr>
        <w:t>وَ اجْعَلْنِى فِى فَوْجِ الْفَائِزِينَ</w:t>
      </w:r>
      <w:r w:rsidR="007D3118">
        <w:rPr>
          <w:rtl/>
        </w:rPr>
        <w:t xml:space="preserve">، </w:t>
      </w:r>
      <w:r>
        <w:rPr>
          <w:rtl/>
        </w:rPr>
        <w:t>وَ اعْمُرْ بِى مَجَالِسَ الصَّالِحِينَ</w:t>
      </w:r>
      <w:r w:rsidR="007D3118">
        <w:rPr>
          <w:rtl/>
        </w:rPr>
        <w:t xml:space="preserve">، </w:t>
      </w:r>
      <w:r>
        <w:rPr>
          <w:rtl/>
        </w:rPr>
        <w:t>آمِينَ رَبَّ الْعَالَمِينَ</w:t>
      </w:r>
      <w:r w:rsidR="007D3118">
        <w:rPr>
          <w:rtl/>
        </w:rPr>
        <w:t xml:space="preserve">. </w:t>
      </w:r>
    </w:p>
    <w:p w:rsidR="00587D34" w:rsidRDefault="00AA3CBA" w:rsidP="004C63D0">
      <w:pPr>
        <w:pStyle w:val="Heading2"/>
        <w:rPr>
          <w:rtl/>
        </w:rPr>
      </w:pPr>
      <w:bookmarkStart w:id="87" w:name="_Toc394915216"/>
      <w:r>
        <w:rPr>
          <w:rtl/>
        </w:rPr>
        <w:t xml:space="preserve">ترجمه دعاى چهل و يكم: دعاى آن حضرت </w:t>
      </w:r>
      <w:r w:rsidR="000C598D" w:rsidRPr="000C598D">
        <w:rPr>
          <w:rStyle w:val="libAlaemChar"/>
          <w:rtl/>
        </w:rPr>
        <w:t>عليه‌السلام</w:t>
      </w:r>
      <w:r>
        <w:rPr>
          <w:rtl/>
        </w:rPr>
        <w:t xml:space="preserve"> در طلب پرده پوشى و حفظ</w:t>
      </w:r>
      <w:bookmarkEnd w:id="87"/>
    </w:p>
    <w:p w:rsidR="00587D34" w:rsidRDefault="00587D34" w:rsidP="00587D34">
      <w:pPr>
        <w:pStyle w:val="libNormal"/>
        <w:rPr>
          <w:rtl/>
        </w:rPr>
      </w:pPr>
      <w:r>
        <w:rPr>
          <w:rtl/>
        </w:rPr>
        <w:t>1</w:t>
      </w:r>
      <w:r w:rsidR="007D3118">
        <w:rPr>
          <w:rtl/>
        </w:rPr>
        <w:t xml:space="preserve">. </w:t>
      </w:r>
      <w:r>
        <w:rPr>
          <w:rtl/>
        </w:rPr>
        <w:t>خدايا درود بر محمد و آل او فرست</w:t>
      </w:r>
      <w:r w:rsidR="007D3118">
        <w:rPr>
          <w:rtl/>
        </w:rPr>
        <w:t xml:space="preserve">، </w:t>
      </w:r>
      <w:r>
        <w:rPr>
          <w:rtl/>
        </w:rPr>
        <w:t>و بستر كرامت براى من بگستر</w:t>
      </w:r>
      <w:r w:rsidR="007D3118">
        <w:rPr>
          <w:rtl/>
        </w:rPr>
        <w:t xml:space="preserve">، </w:t>
      </w:r>
      <w:r>
        <w:rPr>
          <w:rtl/>
        </w:rPr>
        <w:t>و مرا در آبشخور رحمتت در آور</w:t>
      </w:r>
      <w:r w:rsidR="007D3118">
        <w:rPr>
          <w:rtl/>
        </w:rPr>
        <w:t xml:space="preserve">، </w:t>
      </w:r>
      <w:r>
        <w:rPr>
          <w:rtl/>
        </w:rPr>
        <w:t>و در ميان بهشت جاى ده</w:t>
      </w:r>
      <w:r w:rsidR="007D3118">
        <w:rPr>
          <w:rtl/>
        </w:rPr>
        <w:t xml:space="preserve">، </w:t>
      </w:r>
      <w:r>
        <w:rPr>
          <w:rtl/>
        </w:rPr>
        <w:t>و داغ رد بر من منه و به نوميديم باز مگردان</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به بدكردارى كيفر مفرما و در اعمال من خردى گيرى روا مدار</w:t>
      </w:r>
      <w:r w:rsidR="007D3118">
        <w:rPr>
          <w:rtl/>
        </w:rPr>
        <w:t xml:space="preserve">، </w:t>
      </w:r>
      <w:r>
        <w:rPr>
          <w:rtl/>
        </w:rPr>
        <w:t>و راز مرا آشكار مكن</w:t>
      </w:r>
      <w:r w:rsidR="007D3118">
        <w:rPr>
          <w:rtl/>
        </w:rPr>
        <w:t xml:space="preserve">، </w:t>
      </w:r>
      <w:r>
        <w:rPr>
          <w:rtl/>
        </w:rPr>
        <w:t>و نهان مرا هويدا مساز</w:t>
      </w:r>
      <w:r w:rsidR="007D3118">
        <w:rPr>
          <w:rtl/>
        </w:rPr>
        <w:t xml:space="preserve">، </w:t>
      </w:r>
      <w:r>
        <w:rPr>
          <w:rtl/>
        </w:rPr>
        <w:t>و كردار مرا به ترازوى عدل مسنج</w:t>
      </w:r>
      <w:r w:rsidR="007D3118">
        <w:rPr>
          <w:rtl/>
        </w:rPr>
        <w:t xml:space="preserve">، </w:t>
      </w:r>
      <w:r>
        <w:rPr>
          <w:rtl/>
        </w:rPr>
        <w:t>و باطن مرا پيش مردم ظاهر مكن</w:t>
      </w:r>
      <w:r w:rsidR="007D3118">
        <w:rPr>
          <w:rtl/>
        </w:rPr>
        <w:t xml:space="preserve">. </w:t>
      </w:r>
    </w:p>
    <w:p w:rsidR="00587D34" w:rsidRDefault="00587D34" w:rsidP="00587D34">
      <w:pPr>
        <w:pStyle w:val="libNormal"/>
        <w:rPr>
          <w:rtl/>
        </w:rPr>
      </w:pPr>
      <w:r>
        <w:rPr>
          <w:rtl/>
        </w:rPr>
        <w:t>3</w:t>
      </w:r>
      <w:r w:rsidR="007D3118">
        <w:rPr>
          <w:rtl/>
        </w:rPr>
        <w:t xml:space="preserve">. </w:t>
      </w:r>
      <w:r>
        <w:rPr>
          <w:rtl/>
        </w:rPr>
        <w:t>هر چه آشكار شدن آن ننگ من است</w:t>
      </w:r>
      <w:r w:rsidR="007D3118">
        <w:rPr>
          <w:rtl/>
        </w:rPr>
        <w:t xml:space="preserve">، </w:t>
      </w:r>
      <w:r>
        <w:rPr>
          <w:rtl/>
        </w:rPr>
        <w:t>پنهان دار</w:t>
      </w:r>
      <w:r w:rsidR="007D3118">
        <w:rPr>
          <w:rtl/>
        </w:rPr>
        <w:t xml:space="preserve">، </w:t>
      </w:r>
      <w:r>
        <w:rPr>
          <w:rtl/>
        </w:rPr>
        <w:t>و آنچه موجب رسوايى است</w:t>
      </w:r>
      <w:r w:rsidR="007D3118">
        <w:rPr>
          <w:rtl/>
        </w:rPr>
        <w:t xml:space="preserve">، </w:t>
      </w:r>
      <w:r>
        <w:rPr>
          <w:rtl/>
        </w:rPr>
        <w:t>از نظر آن ها در پيچ</w:t>
      </w:r>
      <w:r w:rsidR="007D3118">
        <w:rPr>
          <w:rtl/>
        </w:rPr>
        <w:t xml:space="preserve">. </w:t>
      </w:r>
    </w:p>
    <w:p w:rsidR="00587D34" w:rsidRDefault="00587D34" w:rsidP="00587D34">
      <w:pPr>
        <w:pStyle w:val="libNormal"/>
        <w:rPr>
          <w:rtl/>
        </w:rPr>
      </w:pPr>
      <w:r>
        <w:rPr>
          <w:rtl/>
        </w:rPr>
        <w:lastRenderedPageBreak/>
        <w:t>4</w:t>
      </w:r>
      <w:r w:rsidR="007D3118">
        <w:rPr>
          <w:rtl/>
        </w:rPr>
        <w:t xml:space="preserve">. </w:t>
      </w:r>
      <w:r>
        <w:rPr>
          <w:rtl/>
        </w:rPr>
        <w:t>و پايه مرا به خشنودى خود ارجمند ساز و كرامت مرا به آمرزش خود كامل كن</w:t>
      </w:r>
      <w:r w:rsidR="007D3118">
        <w:rPr>
          <w:rtl/>
        </w:rPr>
        <w:t xml:space="preserve">، </w:t>
      </w:r>
      <w:r>
        <w:rPr>
          <w:rtl/>
        </w:rPr>
        <w:t>و مرا در سلك اصحاب يمين جاى ده و در راه امن سالك گردان</w:t>
      </w:r>
      <w:r w:rsidR="007D3118">
        <w:rPr>
          <w:rtl/>
        </w:rPr>
        <w:t xml:space="preserve">، </w:t>
      </w:r>
      <w:r>
        <w:rPr>
          <w:rtl/>
        </w:rPr>
        <w:t>و در گروه رستگاران قرار ده</w:t>
      </w:r>
      <w:r w:rsidR="007D3118">
        <w:rPr>
          <w:rtl/>
        </w:rPr>
        <w:t xml:space="preserve">، </w:t>
      </w:r>
      <w:r>
        <w:rPr>
          <w:rtl/>
        </w:rPr>
        <w:t>و بزم نيكوكاران را به من آباد گردان</w:t>
      </w:r>
      <w:r w:rsidR="007D3118">
        <w:rPr>
          <w:rtl/>
        </w:rPr>
        <w:t xml:space="preserve">. </w:t>
      </w:r>
    </w:p>
    <w:p w:rsidR="00587D34" w:rsidRDefault="00587D34" w:rsidP="00587D34">
      <w:pPr>
        <w:pStyle w:val="libNormal"/>
        <w:rPr>
          <w:rtl/>
        </w:rPr>
      </w:pPr>
      <w:r>
        <w:rPr>
          <w:rtl/>
        </w:rPr>
        <w:t>5</w:t>
      </w:r>
      <w:r w:rsidR="007D3118">
        <w:rPr>
          <w:rtl/>
        </w:rPr>
        <w:t xml:space="preserve">. </w:t>
      </w:r>
      <w:r>
        <w:rPr>
          <w:rtl/>
        </w:rPr>
        <w:t>آمين يا رب العالمين</w:t>
      </w:r>
      <w:r w:rsidR="007D3118">
        <w:rPr>
          <w:rtl/>
        </w:rPr>
        <w:t xml:space="preserve">. </w:t>
      </w:r>
    </w:p>
    <w:p w:rsidR="00587D34" w:rsidRDefault="00D438E0" w:rsidP="004C63D0">
      <w:pPr>
        <w:pStyle w:val="Heading2"/>
        <w:rPr>
          <w:rtl/>
        </w:rPr>
      </w:pPr>
      <w:r>
        <w:br w:type="page"/>
      </w:r>
      <w:bookmarkStart w:id="88" w:name="_Toc394915217"/>
      <w:r w:rsidR="00AA3CBA">
        <w:lastRenderedPageBreak/>
        <w:t>42</w:t>
      </w:r>
      <w:r w:rsidR="00AA3CBA">
        <w:rPr>
          <w:rtl/>
        </w:rPr>
        <w:t xml:space="preserve"> وَ كَانَ مِنْ دُعَائِهِ عَلَيْهِ السَّلامُ عِنْدَ خَتْمِ الْقُرْآنِ:</w:t>
      </w:r>
      <w:bookmarkEnd w:id="88"/>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إِنَّكَ أَعَنْتَنِى عَلَى خَتْمِ كِتَابِكَ الَّذِى أَنْزَلْتَهُ نُورا</w:t>
      </w:r>
      <w:r w:rsidR="007D3118">
        <w:rPr>
          <w:rtl/>
        </w:rPr>
        <w:t xml:space="preserve">، </w:t>
      </w:r>
      <w:r>
        <w:rPr>
          <w:rtl/>
        </w:rPr>
        <w:t>وَ جَعَلْتَهُ مُهَيْمِنا عَلَى كُلِّ كِتَابٍ أَنْزَلْتَهُ</w:t>
      </w:r>
      <w:r w:rsidR="007D3118">
        <w:rPr>
          <w:rtl/>
        </w:rPr>
        <w:t xml:space="preserve">، </w:t>
      </w:r>
      <w:r>
        <w:rPr>
          <w:rtl/>
        </w:rPr>
        <w:t>وَ فَضَّلْتَهُ عَلَى كُلِّ حَدِيثٍ قَصَصْتَهُ</w:t>
      </w:r>
      <w:r w:rsidR="007D3118">
        <w:rPr>
          <w:rtl/>
        </w:rPr>
        <w:t xml:space="preserve">. </w:t>
      </w:r>
    </w:p>
    <w:p w:rsidR="00587D34" w:rsidRDefault="00587D34" w:rsidP="00587D34">
      <w:pPr>
        <w:pStyle w:val="libNormal"/>
        <w:rPr>
          <w:rtl/>
        </w:rPr>
      </w:pPr>
      <w:r>
        <w:rPr>
          <w:rtl/>
        </w:rPr>
        <w:t>(2</w:t>
      </w:r>
      <w:r w:rsidR="007D3118">
        <w:rPr>
          <w:rtl/>
        </w:rPr>
        <w:t xml:space="preserve">) </w:t>
      </w:r>
      <w:r>
        <w:rPr>
          <w:rtl/>
        </w:rPr>
        <w:t>وَ فُرْقَانا فَرَقْتَ بِهِ بَيْنَ حَلالِكَ وَ حَرَامِكَ</w:t>
      </w:r>
      <w:r w:rsidR="007D3118">
        <w:rPr>
          <w:rtl/>
        </w:rPr>
        <w:t xml:space="preserve">، </w:t>
      </w:r>
      <w:r>
        <w:rPr>
          <w:rtl/>
        </w:rPr>
        <w:t>وَ قُرْآنا أَعْرَبْتَ بِهِ عَنْ شَرَائِعِ أَحْكَامِكَ وَ كِتَابا فَصَّلْتَهُ لِعِبَادِكَ تَفْصِيلا</w:t>
      </w:r>
      <w:r w:rsidR="007D3118">
        <w:rPr>
          <w:rtl/>
        </w:rPr>
        <w:t xml:space="preserve">، </w:t>
      </w:r>
      <w:r>
        <w:rPr>
          <w:rtl/>
        </w:rPr>
        <w:t>وَ وَحْيا أَنْزَلْتَهُ عَلَى نَبِيِّكَ مُحَمَّدٍ - صَلَوَاتُكَ عَلَيْهِ وَ آلِهِ - تَنْزِيلا</w:t>
      </w:r>
      <w:r w:rsidR="007D3118">
        <w:rPr>
          <w:rtl/>
        </w:rPr>
        <w:t xml:space="preserve">. </w:t>
      </w:r>
    </w:p>
    <w:p w:rsidR="00587D34" w:rsidRDefault="00587D34" w:rsidP="00587D34">
      <w:pPr>
        <w:pStyle w:val="libNormal"/>
        <w:rPr>
          <w:rtl/>
        </w:rPr>
      </w:pPr>
      <w:r>
        <w:rPr>
          <w:rtl/>
        </w:rPr>
        <w:t>(3</w:t>
      </w:r>
      <w:r w:rsidR="007D3118">
        <w:rPr>
          <w:rtl/>
        </w:rPr>
        <w:t xml:space="preserve">) </w:t>
      </w:r>
      <w:r>
        <w:rPr>
          <w:rtl/>
        </w:rPr>
        <w:t>وَ جَعَلْتَهُ نُورا نَهْتَدِى مِنْ ظُلَمِ الضَّلالَةِ وَ الْجَهَالَةِ بِاتِّبَاعِهِ</w:t>
      </w:r>
      <w:r w:rsidR="007D3118">
        <w:rPr>
          <w:rtl/>
        </w:rPr>
        <w:t xml:space="preserve">، </w:t>
      </w:r>
      <w:r>
        <w:rPr>
          <w:rtl/>
        </w:rPr>
        <w:t>وَ شِفَاءً لِمَنْ أَنْصَتَ بِفَهَمِ التَّصْدِيقِ إِلَى اسْتِمَاعِهِ</w:t>
      </w:r>
      <w:r w:rsidR="007D3118">
        <w:rPr>
          <w:rtl/>
        </w:rPr>
        <w:t xml:space="preserve">، </w:t>
      </w:r>
      <w:r>
        <w:rPr>
          <w:rtl/>
        </w:rPr>
        <w:t>وَ مِيزَانَ قِسْطٍ لا يَحِيفُ عَنِ الْحَقِّ لِسَانُهُ</w:t>
      </w:r>
      <w:r w:rsidR="007D3118">
        <w:rPr>
          <w:rtl/>
        </w:rPr>
        <w:t xml:space="preserve">، </w:t>
      </w:r>
      <w:r>
        <w:rPr>
          <w:rtl/>
        </w:rPr>
        <w:t>وَ نُورَ هُدًى لا يَطْفَأُ عَنِ الشَّاهِدِينَ بُرْهَانُهُ</w:t>
      </w:r>
      <w:r w:rsidR="007D3118">
        <w:rPr>
          <w:rtl/>
        </w:rPr>
        <w:t xml:space="preserve">، </w:t>
      </w:r>
      <w:r>
        <w:rPr>
          <w:rtl/>
        </w:rPr>
        <w:t>وَ عَلَمَ نَجَاةٍ لا يَضِلُّ مَنْ أَمَّ قَصْدَ سُنَّتِهِ</w:t>
      </w:r>
      <w:r w:rsidR="007D3118">
        <w:rPr>
          <w:rtl/>
        </w:rPr>
        <w:t xml:space="preserve">، </w:t>
      </w:r>
      <w:r>
        <w:rPr>
          <w:rtl/>
        </w:rPr>
        <w:t>وَ لا تَنَالُ أَيْدِى الْهَلَكَاتِ مَنْ تَعَلَّقَ بِعُرْوَةِ عِصْمَتِهِ</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فَإِذْ أَفَدْتَنَا الْمَعُونَةَ عَلَى تِلاوَتِهِ</w:t>
      </w:r>
      <w:r w:rsidR="007D3118">
        <w:rPr>
          <w:rtl/>
        </w:rPr>
        <w:t xml:space="preserve">، </w:t>
      </w:r>
      <w:r>
        <w:rPr>
          <w:rtl/>
        </w:rPr>
        <w:t>وَ سَهَّلْتَ جَوَاسِىَ أَلْسِنَتِنَا بِحُسْنِ عِبَارَتِهِ</w:t>
      </w:r>
      <w:r w:rsidR="007D3118">
        <w:rPr>
          <w:rtl/>
        </w:rPr>
        <w:t xml:space="preserve">، </w:t>
      </w:r>
      <w:r>
        <w:rPr>
          <w:rtl/>
        </w:rPr>
        <w:t>فَاجْعَلْنَا مِمَّنْ يَرْعَاهُ حَقَّ رِعَايَتِهِ</w:t>
      </w:r>
      <w:r w:rsidR="007D3118">
        <w:rPr>
          <w:rtl/>
        </w:rPr>
        <w:t xml:space="preserve">، </w:t>
      </w:r>
      <w:r>
        <w:rPr>
          <w:rtl/>
        </w:rPr>
        <w:t>وَ يَدِينُ لَكَ بِاعْتِقَادِ التَّسْلِيمِ لِمُحْكَمِ آيَاتِهِ</w:t>
      </w:r>
      <w:r w:rsidR="007D3118">
        <w:rPr>
          <w:rtl/>
        </w:rPr>
        <w:t xml:space="preserve">، </w:t>
      </w:r>
      <w:r>
        <w:rPr>
          <w:rtl/>
        </w:rPr>
        <w:t>وَ يَفْزَعُ إِلَى الْإِقْرَارِ بِمُتَشَابِهِهِ</w:t>
      </w:r>
      <w:r w:rsidR="007D3118">
        <w:rPr>
          <w:rtl/>
        </w:rPr>
        <w:t xml:space="preserve">، </w:t>
      </w:r>
      <w:r>
        <w:rPr>
          <w:rtl/>
        </w:rPr>
        <w:t>وَ مُوضَحَاتِ بَيِّنَاتِهِ</w:t>
      </w:r>
      <w:r w:rsidR="007D3118">
        <w:rPr>
          <w:rtl/>
        </w:rPr>
        <w:t xml:space="preserve">. </w:t>
      </w:r>
    </w:p>
    <w:p w:rsidR="00587D34" w:rsidRDefault="00587D34" w:rsidP="00587D34">
      <w:pPr>
        <w:pStyle w:val="libNormal"/>
        <w:rPr>
          <w:rtl/>
        </w:rPr>
      </w:pPr>
      <w:r>
        <w:rPr>
          <w:rtl/>
        </w:rPr>
        <w:t>(5</w:t>
      </w:r>
      <w:r w:rsidR="007D3118">
        <w:rPr>
          <w:rtl/>
        </w:rPr>
        <w:t xml:space="preserve">) </w:t>
      </w:r>
      <w:r>
        <w:rPr>
          <w:rtl/>
        </w:rPr>
        <w:t>اللَّهُمَّ إِنَّكَ أَنْزَلْتَهُ عَلَى نَبِيِّكَ مُحَمَّدٍ - صَلَّى اللَّهُ عَلَيْهِ وَ آلِهِ - مُجْمَلا</w:t>
      </w:r>
      <w:r w:rsidR="007D3118">
        <w:rPr>
          <w:rtl/>
        </w:rPr>
        <w:t xml:space="preserve">، </w:t>
      </w:r>
      <w:r>
        <w:rPr>
          <w:rtl/>
        </w:rPr>
        <w:t>وَ أَلْهَمْتَهُ عِلْمَ عَجَائِبِهِ مُكَمَّلا</w:t>
      </w:r>
      <w:r w:rsidR="007D3118">
        <w:rPr>
          <w:rtl/>
        </w:rPr>
        <w:t xml:space="preserve">، </w:t>
      </w:r>
      <w:r>
        <w:rPr>
          <w:rtl/>
        </w:rPr>
        <w:t>وَ وَرَّثْتَنَا عِلْمَهُ مُفَسَّرا</w:t>
      </w:r>
      <w:r w:rsidR="007D3118">
        <w:rPr>
          <w:rtl/>
        </w:rPr>
        <w:t xml:space="preserve">، </w:t>
      </w:r>
      <w:r>
        <w:rPr>
          <w:rtl/>
        </w:rPr>
        <w:t>وَ فَضَّلْتَنَا عَلَى مَنْ جَهِلَ عِلْمَهُ</w:t>
      </w:r>
      <w:r w:rsidR="007D3118">
        <w:rPr>
          <w:rtl/>
        </w:rPr>
        <w:t xml:space="preserve">، </w:t>
      </w:r>
      <w:r>
        <w:rPr>
          <w:rtl/>
        </w:rPr>
        <w:t>وَ قَوَّيْتَنَا عَلَيْهِ لِتَرْفَعَنَا فَوْقَ مَنْ لَمْ يُطِقْ حَمْلَهُ</w:t>
      </w:r>
      <w:r w:rsidR="007D3118">
        <w:rPr>
          <w:rtl/>
        </w:rPr>
        <w:t xml:space="preserve">. </w:t>
      </w:r>
    </w:p>
    <w:p w:rsidR="00587D34" w:rsidRDefault="00587D34" w:rsidP="00587D34">
      <w:pPr>
        <w:pStyle w:val="libNormal"/>
        <w:rPr>
          <w:rtl/>
        </w:rPr>
      </w:pPr>
      <w:r>
        <w:rPr>
          <w:rtl/>
        </w:rPr>
        <w:t>(6</w:t>
      </w:r>
      <w:r w:rsidR="007D3118">
        <w:rPr>
          <w:rtl/>
        </w:rPr>
        <w:t xml:space="preserve">) </w:t>
      </w:r>
      <w:r>
        <w:rPr>
          <w:rtl/>
        </w:rPr>
        <w:t>اللَّهُمَّ فَكَمَا جَعَلْتَ قُلُوبَنَا لَهُ حَمَلَةً</w:t>
      </w:r>
      <w:r w:rsidR="007D3118">
        <w:rPr>
          <w:rtl/>
        </w:rPr>
        <w:t xml:space="preserve">، </w:t>
      </w:r>
      <w:r>
        <w:rPr>
          <w:rtl/>
        </w:rPr>
        <w:t>وَ عَرَّفْتَنَا بِرَحْمَتِكَ شَرَفَهُ وَ فَضْلَهُ</w:t>
      </w:r>
      <w:r w:rsidR="007D3118">
        <w:rPr>
          <w:rtl/>
        </w:rPr>
        <w:t xml:space="preserve">، </w:t>
      </w:r>
      <w:r>
        <w:rPr>
          <w:rtl/>
        </w:rPr>
        <w:t>فَصَلِّ عَلَى مُحَمَّدٍ الْخَطِيبِ بِهِ</w:t>
      </w:r>
      <w:r w:rsidR="007D3118">
        <w:rPr>
          <w:rtl/>
        </w:rPr>
        <w:t xml:space="preserve">، </w:t>
      </w:r>
      <w:r>
        <w:rPr>
          <w:rtl/>
        </w:rPr>
        <w:t>وَ عَلَى آلِهِ الْخُزَّانِ لَهُ</w:t>
      </w:r>
      <w:r w:rsidR="007D3118">
        <w:rPr>
          <w:rtl/>
        </w:rPr>
        <w:t xml:space="preserve">، </w:t>
      </w:r>
      <w:r>
        <w:rPr>
          <w:rtl/>
        </w:rPr>
        <w:t>وَ اجْعَلْنَا مِمَّنْ يَعْتَرِفُ بِأَنَّهُ مِنْ عِنْدِكَ حَتَّى لا يُعَارِضَنَا الشَّكُّ فِى تَصْدِيقِهِ</w:t>
      </w:r>
      <w:r w:rsidR="007D3118">
        <w:rPr>
          <w:rtl/>
        </w:rPr>
        <w:t xml:space="preserve">، </w:t>
      </w:r>
      <w:r>
        <w:rPr>
          <w:rtl/>
        </w:rPr>
        <w:t>وَ لا يَخْتَلِجَنَا الزَّيْغُ عَنْ قَصْدِ طَرِيقِهِ</w:t>
      </w:r>
      <w:r w:rsidR="007D3118">
        <w:rPr>
          <w:rtl/>
        </w:rPr>
        <w:t xml:space="preserve">. </w:t>
      </w:r>
    </w:p>
    <w:p w:rsidR="00587D34" w:rsidRDefault="00587D34" w:rsidP="00587D34">
      <w:pPr>
        <w:pStyle w:val="libNormal"/>
        <w:rPr>
          <w:rtl/>
        </w:rPr>
      </w:pPr>
      <w:r>
        <w:rPr>
          <w:rtl/>
        </w:rPr>
        <w:t>(7</w:t>
      </w:r>
      <w:r w:rsidR="007D3118">
        <w:rPr>
          <w:rtl/>
        </w:rPr>
        <w:t xml:space="preserve">) </w:t>
      </w:r>
      <w:r>
        <w:rPr>
          <w:rtl/>
        </w:rPr>
        <w:t>اللَّهُمَّ صَلِّ عَلَى مُحَمَّدٍ وَ آلِهِ</w:t>
      </w:r>
      <w:r w:rsidR="007D3118">
        <w:rPr>
          <w:rtl/>
        </w:rPr>
        <w:t xml:space="preserve">، </w:t>
      </w:r>
      <w:r>
        <w:rPr>
          <w:rtl/>
        </w:rPr>
        <w:t>وَ اجْعَلْنَا مِمَّنْ يَعْتَصِمُ بِحَبْلِهِ</w:t>
      </w:r>
      <w:r w:rsidR="007D3118">
        <w:rPr>
          <w:rtl/>
        </w:rPr>
        <w:t xml:space="preserve">، </w:t>
      </w:r>
      <w:r>
        <w:rPr>
          <w:rtl/>
        </w:rPr>
        <w:t>وَ يَأْوِى مِنَ الْمُتَشَابِهَاتِ إِلَى حِرْزِ مَعْقِلِهِ</w:t>
      </w:r>
      <w:r w:rsidR="007D3118">
        <w:rPr>
          <w:rtl/>
        </w:rPr>
        <w:t xml:space="preserve">، </w:t>
      </w:r>
      <w:r>
        <w:rPr>
          <w:rtl/>
        </w:rPr>
        <w:t>وَ يَسْكُنُ فِى ظِلِّ جَنَاحِهِ</w:t>
      </w:r>
      <w:r w:rsidR="007D3118">
        <w:rPr>
          <w:rtl/>
        </w:rPr>
        <w:t xml:space="preserve">، </w:t>
      </w:r>
      <w:r>
        <w:rPr>
          <w:rtl/>
        </w:rPr>
        <w:t>وَ يَهْتَدِى بِضَوْءِ صَبَاحِهِ</w:t>
      </w:r>
      <w:r w:rsidR="007D3118">
        <w:rPr>
          <w:rtl/>
        </w:rPr>
        <w:t xml:space="preserve">، </w:t>
      </w:r>
      <w:r>
        <w:rPr>
          <w:rtl/>
        </w:rPr>
        <w:t>وَ يَقْتَدِى بِتَبَلُّجِ إِسْفَارِهِ</w:t>
      </w:r>
      <w:r w:rsidR="007D3118">
        <w:rPr>
          <w:rtl/>
        </w:rPr>
        <w:t xml:space="preserve">، </w:t>
      </w:r>
      <w:r>
        <w:rPr>
          <w:rtl/>
        </w:rPr>
        <w:t>وَ يَسْتَصْبِحُ بِمِصْبَاحِهِ</w:t>
      </w:r>
      <w:r w:rsidR="007D3118">
        <w:rPr>
          <w:rtl/>
        </w:rPr>
        <w:t xml:space="preserve">، </w:t>
      </w:r>
      <w:r>
        <w:rPr>
          <w:rtl/>
        </w:rPr>
        <w:t>وَ لا يَلْتَمِسُ الْهُدَى فِى غَيْرِهِ</w:t>
      </w:r>
      <w:r w:rsidR="007D3118">
        <w:rPr>
          <w:rtl/>
        </w:rPr>
        <w:t xml:space="preserve">. </w:t>
      </w:r>
    </w:p>
    <w:p w:rsidR="00587D34" w:rsidRDefault="00587D34" w:rsidP="00587D34">
      <w:pPr>
        <w:pStyle w:val="libNormal"/>
        <w:rPr>
          <w:rtl/>
        </w:rPr>
      </w:pPr>
      <w:r>
        <w:rPr>
          <w:rtl/>
        </w:rPr>
        <w:lastRenderedPageBreak/>
        <w:t>(8</w:t>
      </w:r>
      <w:r w:rsidR="007D3118">
        <w:rPr>
          <w:rtl/>
        </w:rPr>
        <w:t xml:space="preserve">) </w:t>
      </w:r>
      <w:r>
        <w:rPr>
          <w:rtl/>
        </w:rPr>
        <w:t>اللَّهُمَّ وَ كَمَا نَصَبْتَ بِهِ مُحَمَّدا عَلَما لِلدَّلالَةِ عَلَيْكَ</w:t>
      </w:r>
      <w:r w:rsidR="007D3118">
        <w:rPr>
          <w:rtl/>
        </w:rPr>
        <w:t xml:space="preserve">، </w:t>
      </w:r>
      <w:r>
        <w:rPr>
          <w:rtl/>
        </w:rPr>
        <w:t>وَ أَنْهَجْتَ بِآلِهِ سُبُلَ الرِّضَا إِلَيْكَ</w:t>
      </w:r>
      <w:r w:rsidR="007D3118">
        <w:rPr>
          <w:rtl/>
        </w:rPr>
        <w:t xml:space="preserve">، </w:t>
      </w:r>
      <w:r>
        <w:rPr>
          <w:rtl/>
        </w:rPr>
        <w:t>فَصَلِّ عَلَى مُحَمَّدٍ وَ آلِهِ</w:t>
      </w:r>
      <w:r w:rsidR="007D3118">
        <w:rPr>
          <w:rtl/>
        </w:rPr>
        <w:t xml:space="preserve">، </w:t>
      </w:r>
      <w:r>
        <w:rPr>
          <w:rtl/>
        </w:rPr>
        <w:t>وَ اجْعَلِ الْقُرْآنَ وَسِيلَةً لَنَا إِلَى أَشْرَفِ مَنَازِلِ الْكَرَامَةِ</w:t>
      </w:r>
      <w:r w:rsidR="007D3118">
        <w:rPr>
          <w:rtl/>
        </w:rPr>
        <w:t xml:space="preserve">، </w:t>
      </w:r>
      <w:r>
        <w:rPr>
          <w:rtl/>
        </w:rPr>
        <w:t>وَ سُلَّما نَعْرُجُ فِيهِ إِلَى مَحَلِّ السَّلامَةِ</w:t>
      </w:r>
      <w:r w:rsidR="007D3118">
        <w:rPr>
          <w:rtl/>
        </w:rPr>
        <w:t xml:space="preserve">، </w:t>
      </w:r>
      <w:r>
        <w:rPr>
          <w:rtl/>
        </w:rPr>
        <w:t>وَ سَبَبا نُجْزَى بِهِ النَّجَاةَ فِى عَرْصَةِ الْقِيَامَةِ</w:t>
      </w:r>
      <w:r w:rsidR="007D3118">
        <w:rPr>
          <w:rtl/>
        </w:rPr>
        <w:t xml:space="preserve">، </w:t>
      </w:r>
      <w:r>
        <w:rPr>
          <w:rtl/>
        </w:rPr>
        <w:t>وَ ذَرِيعَةً نَقْدَمُ بِهَا عَلَى نَعِيمِ دَارِ الْمُقَامَةِ</w:t>
      </w:r>
      <w:r w:rsidR="007D3118">
        <w:rPr>
          <w:rtl/>
        </w:rPr>
        <w:t xml:space="preserve">. </w:t>
      </w:r>
    </w:p>
    <w:p w:rsidR="00587D34" w:rsidRDefault="00587D34" w:rsidP="00587D34">
      <w:pPr>
        <w:pStyle w:val="libNormal"/>
        <w:rPr>
          <w:rtl/>
        </w:rPr>
      </w:pPr>
      <w:r>
        <w:rPr>
          <w:rtl/>
        </w:rPr>
        <w:t>(9</w:t>
      </w:r>
      <w:r w:rsidR="007D3118">
        <w:rPr>
          <w:rtl/>
        </w:rPr>
        <w:t xml:space="preserve">) </w:t>
      </w:r>
      <w:r>
        <w:rPr>
          <w:rtl/>
        </w:rPr>
        <w:t>اللَّهُمَّ صَلِّ عَلَى مُحَمَّدٍ وَ آلِهِ</w:t>
      </w:r>
      <w:r w:rsidR="007D3118">
        <w:rPr>
          <w:rtl/>
        </w:rPr>
        <w:t xml:space="preserve">، </w:t>
      </w:r>
      <w:r>
        <w:rPr>
          <w:rtl/>
        </w:rPr>
        <w:t>وَ احْطُطْ بِالْقُرْآنِ عَنَّا ثِقْلَ الْأَوْزَارِ</w:t>
      </w:r>
      <w:r w:rsidR="007D3118">
        <w:rPr>
          <w:rtl/>
        </w:rPr>
        <w:t xml:space="preserve">، </w:t>
      </w:r>
      <w:r>
        <w:rPr>
          <w:rtl/>
        </w:rPr>
        <w:t>وَ هَبْ لَنَا حُسْنَ شَمَائِلِ الْأَبْرَارِ</w:t>
      </w:r>
      <w:r w:rsidR="007D3118">
        <w:rPr>
          <w:rtl/>
        </w:rPr>
        <w:t xml:space="preserve">، </w:t>
      </w:r>
      <w:r>
        <w:rPr>
          <w:rtl/>
        </w:rPr>
        <w:t>وَ اقْفُ بِنَا آثَارَ الَّذِينَ قَامُوا لَكَ بِهِ آنَاءَ اللَّيْلِ وَ أَطْرَافَ النَّهَارِ حَتَّى تُطَهِّرَنَا مِنْ كُلِّ دَنَسٍ بِتَطْهِيرِهِ</w:t>
      </w:r>
      <w:r w:rsidR="007D3118">
        <w:rPr>
          <w:rtl/>
        </w:rPr>
        <w:t xml:space="preserve">، </w:t>
      </w:r>
      <w:r>
        <w:rPr>
          <w:rtl/>
        </w:rPr>
        <w:t>وَ تَقْفُوَ بِنَا آثَارَ الَّذِينَ اسْتَضَاءُوا بِنُورِهِ</w:t>
      </w:r>
      <w:r w:rsidR="007D3118">
        <w:rPr>
          <w:rtl/>
        </w:rPr>
        <w:t xml:space="preserve">، </w:t>
      </w:r>
      <w:r>
        <w:rPr>
          <w:rtl/>
        </w:rPr>
        <w:t>وَ لَمْ يُلْهِهِمُ الْأَمَلُ عَنِ الْعَمَلِ فَيَقْطَعَهُمْ بِخُدَعِ غُرُورِهِ</w:t>
      </w:r>
      <w:r w:rsidR="007D3118">
        <w:rPr>
          <w:rtl/>
        </w:rPr>
        <w:t xml:space="preserve">. </w:t>
      </w:r>
    </w:p>
    <w:p w:rsidR="00587D34" w:rsidRDefault="00587D34" w:rsidP="00587D34">
      <w:pPr>
        <w:pStyle w:val="libNormal"/>
        <w:rPr>
          <w:rtl/>
        </w:rPr>
      </w:pPr>
      <w:r>
        <w:rPr>
          <w:rtl/>
        </w:rPr>
        <w:t>(10</w:t>
      </w:r>
      <w:r w:rsidR="007D3118">
        <w:rPr>
          <w:rtl/>
        </w:rPr>
        <w:t xml:space="preserve">) </w:t>
      </w:r>
      <w:r>
        <w:rPr>
          <w:rtl/>
        </w:rPr>
        <w:t>اللَّهُمَّ صَلِّ عَلَى مُحَمَّدٍ وَ آلِهِ</w:t>
      </w:r>
      <w:r w:rsidR="007D3118">
        <w:rPr>
          <w:rtl/>
        </w:rPr>
        <w:t xml:space="preserve">، </w:t>
      </w:r>
      <w:r>
        <w:rPr>
          <w:rtl/>
        </w:rPr>
        <w:t>وَ اجْعَلِ الْقُرْآنَ لَنَا فِى ظُلَمِ اللَّيَالِى مُونِسا</w:t>
      </w:r>
      <w:r w:rsidR="007D3118">
        <w:rPr>
          <w:rtl/>
        </w:rPr>
        <w:t xml:space="preserve">، </w:t>
      </w:r>
      <w:r>
        <w:rPr>
          <w:rtl/>
        </w:rPr>
        <w:t>وَ مِنْ نَزَغَاتِ الشَّيْطَانِ وَ خَطَرَاتِ الْوَسَاوِسِ حَارِسا</w:t>
      </w:r>
      <w:r w:rsidR="007D3118">
        <w:rPr>
          <w:rtl/>
        </w:rPr>
        <w:t xml:space="preserve">، </w:t>
      </w:r>
      <w:r>
        <w:rPr>
          <w:rtl/>
        </w:rPr>
        <w:t>وَ لِأَقْدَامِنَا عَنْ نَقْلِهَا إِلَى الْمَعَاصِى حَابِسا</w:t>
      </w:r>
      <w:r w:rsidR="007D3118">
        <w:rPr>
          <w:rtl/>
        </w:rPr>
        <w:t xml:space="preserve">، </w:t>
      </w:r>
      <w:r>
        <w:rPr>
          <w:rtl/>
        </w:rPr>
        <w:t>وَ لِأَلْسِنَتِنَا عَنِ الْخَوْضِ فِى الْبَاطِلِ مِنْ غَيْرِ مَا آفَةٍ مُخْرِسا</w:t>
      </w:r>
      <w:r w:rsidR="007D3118">
        <w:rPr>
          <w:rtl/>
        </w:rPr>
        <w:t xml:space="preserve">، </w:t>
      </w:r>
      <w:r>
        <w:rPr>
          <w:rtl/>
        </w:rPr>
        <w:t>وَ لِجَوَارِحِنَا عَنِ اقْتِرَافِ الاْثَامِ زَاجِرا</w:t>
      </w:r>
      <w:r w:rsidR="007D3118">
        <w:rPr>
          <w:rtl/>
        </w:rPr>
        <w:t xml:space="preserve">، </w:t>
      </w:r>
      <w:r>
        <w:rPr>
          <w:rtl/>
        </w:rPr>
        <w:t>وَ لِمَا طَوَتِ الْغَفْلَةُ عَنَّا مِنْ تَصَفُّحِ الاعْتِبَارِ نَاشِرا</w:t>
      </w:r>
      <w:r w:rsidR="007D3118">
        <w:rPr>
          <w:rtl/>
        </w:rPr>
        <w:t xml:space="preserve">، </w:t>
      </w:r>
      <w:r>
        <w:rPr>
          <w:rtl/>
        </w:rPr>
        <w:t>حَتَّى تُوصِلَ إِلَى قُلُوبِنَا فَهْمَ عَجَائِبِهِ</w:t>
      </w:r>
      <w:r w:rsidR="007D3118">
        <w:rPr>
          <w:rtl/>
        </w:rPr>
        <w:t xml:space="preserve">، </w:t>
      </w:r>
      <w:r>
        <w:rPr>
          <w:rtl/>
        </w:rPr>
        <w:t>وَ زَوَاجِرَ أَمْثَالِهِ الَّتِى ضَعُفَتِ الْجِبَالُ الرَّوَاسِى عَلَى صَلابَتِهَا عَنِ احْتِمَالِهِ</w:t>
      </w:r>
      <w:r w:rsidR="007D3118">
        <w:rPr>
          <w:rtl/>
        </w:rPr>
        <w:t xml:space="preserve">. </w:t>
      </w:r>
    </w:p>
    <w:p w:rsidR="00587D34" w:rsidRDefault="00587D34" w:rsidP="00587D34">
      <w:pPr>
        <w:pStyle w:val="libNormal"/>
        <w:rPr>
          <w:rtl/>
        </w:rPr>
      </w:pPr>
      <w:r>
        <w:rPr>
          <w:rtl/>
        </w:rPr>
        <w:t>(11</w:t>
      </w:r>
      <w:r w:rsidR="007D3118">
        <w:rPr>
          <w:rtl/>
        </w:rPr>
        <w:t xml:space="preserve">) </w:t>
      </w:r>
      <w:r>
        <w:rPr>
          <w:rtl/>
        </w:rPr>
        <w:t>اللَّهُمَّ صَلِّ عَلَى مُحَمَّدٍ وَ آلِهِ</w:t>
      </w:r>
      <w:r w:rsidR="007D3118">
        <w:rPr>
          <w:rtl/>
        </w:rPr>
        <w:t xml:space="preserve">، </w:t>
      </w:r>
      <w:r>
        <w:rPr>
          <w:rtl/>
        </w:rPr>
        <w:t>وَ أَدِمْ بِالْقُرْآنِ صَلاحَ ظَاهِرِنَا</w:t>
      </w:r>
      <w:r w:rsidR="007D3118">
        <w:rPr>
          <w:rtl/>
        </w:rPr>
        <w:t xml:space="preserve">، </w:t>
      </w:r>
      <w:r>
        <w:rPr>
          <w:rtl/>
        </w:rPr>
        <w:t>وَ احْجُبْ بِهِ خَطَرَاتِ الْوَسَاوِسِ عَنْ صِحَّةِ ضَمَائِرِنَا</w:t>
      </w:r>
      <w:r w:rsidR="007D3118">
        <w:rPr>
          <w:rtl/>
        </w:rPr>
        <w:t xml:space="preserve">، </w:t>
      </w:r>
      <w:r>
        <w:rPr>
          <w:rtl/>
        </w:rPr>
        <w:t>وَ اغْسِلْ بِهِ دَرَنَ قُلُوبِنَا وَ عَلائِقَ أَوْزَارِنَا</w:t>
      </w:r>
      <w:r w:rsidR="007D3118">
        <w:rPr>
          <w:rtl/>
        </w:rPr>
        <w:t xml:space="preserve">، </w:t>
      </w:r>
      <w:r>
        <w:rPr>
          <w:rtl/>
        </w:rPr>
        <w:t>وَ اجْمَعْ بِهِ مُنْتَشَرَ أُمُورِنَا</w:t>
      </w:r>
      <w:r w:rsidR="007D3118">
        <w:rPr>
          <w:rtl/>
        </w:rPr>
        <w:t xml:space="preserve">، </w:t>
      </w:r>
      <w:r>
        <w:rPr>
          <w:rtl/>
        </w:rPr>
        <w:t>وَ أَرْوِ بِهِ فِى مَوْقِفِ الْعَرْضِ عَلَيْكَ ظَمَأَ هَوَاجِرِنَا</w:t>
      </w:r>
      <w:r w:rsidR="007D3118">
        <w:rPr>
          <w:rtl/>
        </w:rPr>
        <w:t xml:space="preserve">، </w:t>
      </w:r>
      <w:r>
        <w:rPr>
          <w:rtl/>
        </w:rPr>
        <w:t>وَ اكْسُنَا بِهِ حُلَلَ الْأَمَانِ يَوْمَ الْفَزَعِ الْأَكْبَرِ فِى نُشُورِنَا</w:t>
      </w:r>
      <w:r w:rsidR="007D3118">
        <w:rPr>
          <w:rtl/>
        </w:rPr>
        <w:t xml:space="preserve">. </w:t>
      </w:r>
    </w:p>
    <w:p w:rsidR="00587D34" w:rsidRDefault="00587D34" w:rsidP="00587D34">
      <w:pPr>
        <w:pStyle w:val="libNormal"/>
        <w:rPr>
          <w:rtl/>
        </w:rPr>
      </w:pPr>
      <w:r>
        <w:rPr>
          <w:rtl/>
        </w:rPr>
        <w:t>(12</w:t>
      </w:r>
      <w:r w:rsidR="007D3118">
        <w:rPr>
          <w:rtl/>
        </w:rPr>
        <w:t xml:space="preserve">) </w:t>
      </w:r>
      <w:r>
        <w:rPr>
          <w:rtl/>
        </w:rPr>
        <w:t>اللَّهُمَّ صَلِّ عَلَى مُحَمَّدٍ وَ آلِهِ</w:t>
      </w:r>
      <w:r w:rsidR="007D3118">
        <w:rPr>
          <w:rtl/>
        </w:rPr>
        <w:t xml:space="preserve">، </w:t>
      </w:r>
      <w:r>
        <w:rPr>
          <w:rtl/>
        </w:rPr>
        <w:t>وَ اجْبُرْ بِالْقُرْآنِ خَلَّتَنَا مِنْ عَدَمِ الْإِمْلاقِ</w:t>
      </w:r>
      <w:r w:rsidR="007D3118">
        <w:rPr>
          <w:rtl/>
        </w:rPr>
        <w:t xml:space="preserve">، </w:t>
      </w:r>
      <w:r>
        <w:rPr>
          <w:rtl/>
        </w:rPr>
        <w:t>وَ سُقْ إِلَيْنَا بِهِ رَغَدَ</w:t>
      </w:r>
    </w:p>
    <w:p w:rsidR="00587D34" w:rsidRDefault="00587D34" w:rsidP="00587D34">
      <w:pPr>
        <w:pStyle w:val="libNormal"/>
        <w:rPr>
          <w:rtl/>
        </w:rPr>
      </w:pPr>
      <w:r>
        <w:rPr>
          <w:rtl/>
        </w:rPr>
        <w:t>الْعَيْشِ وَ خِصْبَ سَعَةِ الْأَرْزَاقِ</w:t>
      </w:r>
      <w:r w:rsidR="007D3118">
        <w:rPr>
          <w:rtl/>
        </w:rPr>
        <w:t xml:space="preserve">، </w:t>
      </w:r>
      <w:r>
        <w:rPr>
          <w:rtl/>
        </w:rPr>
        <w:t>وَ جَنِّبْنَا بِهِ الضَّرَائِبَ الْمَذْمُومَةَ وَ مَدَانِىَ الْأَخْلاقِ</w:t>
      </w:r>
      <w:r w:rsidR="007D3118">
        <w:rPr>
          <w:rtl/>
        </w:rPr>
        <w:t xml:space="preserve">، </w:t>
      </w:r>
      <w:r>
        <w:rPr>
          <w:rtl/>
        </w:rPr>
        <w:t xml:space="preserve">وَ اعْصِمْنَا بِهِ مِنْ هُوَّةِ الْكُفْرِ وَ دَوَاعِى النِّفَاقِ حَتَّى يَكُونَ لَنَا فِى الْقِيَامَةِ إِلَى </w:t>
      </w:r>
      <w:r>
        <w:rPr>
          <w:rtl/>
        </w:rPr>
        <w:lastRenderedPageBreak/>
        <w:t>رِضْوَانِكَ وَ جِنَانِكَ قَائِدا</w:t>
      </w:r>
      <w:r w:rsidR="007D3118">
        <w:rPr>
          <w:rtl/>
        </w:rPr>
        <w:t xml:space="preserve">، </w:t>
      </w:r>
      <w:r>
        <w:rPr>
          <w:rtl/>
        </w:rPr>
        <w:t>وَ لَنَا فِى الدُّنْيَا عَنْ سُخْطِكَ وَ تَعَدِّى حُدُودِكَ ذَائِدا</w:t>
      </w:r>
      <w:r w:rsidR="007D3118">
        <w:rPr>
          <w:rtl/>
        </w:rPr>
        <w:t xml:space="preserve">، </w:t>
      </w:r>
      <w:r>
        <w:rPr>
          <w:rtl/>
        </w:rPr>
        <w:t>وَ لِمَا عِنْدَكَ بِتَحْلِيلِ حَلالِهِ وَ تَحْرِيمِ حَرَامِهِ شَاهِدا</w:t>
      </w:r>
      <w:r w:rsidR="007D3118">
        <w:rPr>
          <w:rtl/>
        </w:rPr>
        <w:t xml:space="preserve">. </w:t>
      </w:r>
    </w:p>
    <w:p w:rsidR="00587D34" w:rsidRDefault="00587D34" w:rsidP="00587D34">
      <w:pPr>
        <w:pStyle w:val="libNormal"/>
        <w:rPr>
          <w:rtl/>
        </w:rPr>
      </w:pPr>
      <w:r>
        <w:rPr>
          <w:rtl/>
        </w:rPr>
        <w:t>(13</w:t>
      </w:r>
      <w:r w:rsidR="007D3118">
        <w:rPr>
          <w:rtl/>
        </w:rPr>
        <w:t xml:space="preserve">) </w:t>
      </w:r>
      <w:r>
        <w:rPr>
          <w:rtl/>
        </w:rPr>
        <w:t>اللَّهُمَّ صَلِّ عَلَى مُحَمَّدٍ وَ آلِهِ</w:t>
      </w:r>
      <w:r w:rsidR="007D3118">
        <w:rPr>
          <w:rtl/>
        </w:rPr>
        <w:t xml:space="preserve">، </w:t>
      </w:r>
      <w:r>
        <w:rPr>
          <w:rtl/>
        </w:rPr>
        <w:t>وَ هَوِّنْ بِالْقُرْآنِ عِنْدَ الْمَوْتِ عَلَى أَنْفُسِنَا كَرْبَ السِّيَاقِ</w:t>
      </w:r>
      <w:r w:rsidR="007D3118">
        <w:rPr>
          <w:rtl/>
        </w:rPr>
        <w:t xml:space="preserve">، </w:t>
      </w:r>
      <w:r>
        <w:rPr>
          <w:rtl/>
        </w:rPr>
        <w:t>وَ جَهْدَ الْأَنِينِ</w:t>
      </w:r>
      <w:r w:rsidR="007D3118">
        <w:rPr>
          <w:rtl/>
        </w:rPr>
        <w:t xml:space="preserve">، </w:t>
      </w:r>
      <w:r>
        <w:rPr>
          <w:rtl/>
        </w:rPr>
        <w:t>وَ تَرَادُفَ الْحَشَارِجِ إِذَا بَلَغَتِ النُّفُوسُ التَّرَاقِىَ</w:t>
      </w:r>
      <w:r w:rsidR="007D3118">
        <w:rPr>
          <w:rtl/>
        </w:rPr>
        <w:t xml:space="preserve">، </w:t>
      </w:r>
      <w:r>
        <w:rPr>
          <w:rtl/>
        </w:rPr>
        <w:t>وَ قِيلَ مَنْ رَاقٍ؟ وَ تَجَلَّى مَلَكُ الْمَوْتِ لِقَبْضِهَا مِنْ حُجُبِ الْغُيُوبِ</w:t>
      </w:r>
      <w:r w:rsidR="007D3118">
        <w:rPr>
          <w:rtl/>
        </w:rPr>
        <w:t xml:space="preserve">، </w:t>
      </w:r>
      <w:r>
        <w:rPr>
          <w:rtl/>
        </w:rPr>
        <w:t>وَ رَمَاهَا عَنْ قَوْسِ الْمَنَايَا بِأَسْهُمِ وَحْشَةِ الْفِرَاقِ</w:t>
      </w:r>
      <w:r w:rsidR="007D3118">
        <w:rPr>
          <w:rtl/>
        </w:rPr>
        <w:t xml:space="preserve">، </w:t>
      </w:r>
      <w:r>
        <w:rPr>
          <w:rtl/>
        </w:rPr>
        <w:t>وَ دَافَ لَهَا مِنْ ذُعَافِ الْمَوْتِ كَأْسا مَسْمُومَةَ الْمَذَاقِ</w:t>
      </w:r>
      <w:r w:rsidR="007D3118">
        <w:rPr>
          <w:rtl/>
        </w:rPr>
        <w:t xml:space="preserve">، </w:t>
      </w:r>
      <w:r>
        <w:rPr>
          <w:rtl/>
        </w:rPr>
        <w:t>وَ دَنَا مِنَّا إِلَى الاْخِرَةِ رَحِيلٌ وَ انْطِلاقٌ</w:t>
      </w:r>
      <w:r w:rsidR="007D3118">
        <w:rPr>
          <w:rtl/>
        </w:rPr>
        <w:t xml:space="preserve">، </w:t>
      </w:r>
      <w:r>
        <w:rPr>
          <w:rtl/>
        </w:rPr>
        <w:t>وَ صَارَتِ الْأَعْمَالُ قَلائِدَ فِى الْأَعْنَاقِ</w:t>
      </w:r>
      <w:r w:rsidR="007D3118">
        <w:rPr>
          <w:rtl/>
        </w:rPr>
        <w:t xml:space="preserve">، </w:t>
      </w:r>
      <w:r>
        <w:rPr>
          <w:rtl/>
        </w:rPr>
        <w:t>وَ كَانَتِ الْقُبُورُ هِىَ الْمَأْوَى إِلَى مِيقَاتِ يَوْمِ التَّلاقِ</w:t>
      </w:r>
    </w:p>
    <w:p w:rsidR="00587D34" w:rsidRDefault="00587D34" w:rsidP="00587D34">
      <w:pPr>
        <w:pStyle w:val="libNormal"/>
        <w:rPr>
          <w:rtl/>
        </w:rPr>
      </w:pPr>
      <w:r>
        <w:rPr>
          <w:rtl/>
        </w:rPr>
        <w:t>(14</w:t>
      </w:r>
      <w:r w:rsidR="007D3118">
        <w:rPr>
          <w:rtl/>
        </w:rPr>
        <w:t xml:space="preserve">) </w:t>
      </w:r>
      <w:r>
        <w:rPr>
          <w:rtl/>
        </w:rPr>
        <w:t>اللَّهُمَّ صَلِّ عَلَى مُحَمَّدٍ وَ آلِهِ</w:t>
      </w:r>
      <w:r w:rsidR="007D3118">
        <w:rPr>
          <w:rtl/>
        </w:rPr>
        <w:t xml:space="preserve">، </w:t>
      </w:r>
      <w:r>
        <w:rPr>
          <w:rtl/>
        </w:rPr>
        <w:t>وَ بَارِكْ لَنَا فِى حُلُولِ دَارِ الْبِلَى</w:t>
      </w:r>
      <w:r w:rsidR="007D3118">
        <w:rPr>
          <w:rtl/>
        </w:rPr>
        <w:t xml:space="preserve">، </w:t>
      </w:r>
      <w:r>
        <w:rPr>
          <w:rtl/>
        </w:rPr>
        <w:t>وَ طُولِ الْمُقَامَةِ بَيْنَ أَطْبَاقِ الثَّرَى</w:t>
      </w:r>
      <w:r w:rsidR="007D3118">
        <w:rPr>
          <w:rtl/>
        </w:rPr>
        <w:t xml:space="preserve">، </w:t>
      </w:r>
      <w:r>
        <w:rPr>
          <w:rtl/>
        </w:rPr>
        <w:t>وَ اجْعَلِ الْقُبُورَ بَعْدَ فِرَاقِ الدُّنْيَا خَيْرَ مَنَازِلِنَا</w:t>
      </w:r>
      <w:r w:rsidR="007D3118">
        <w:rPr>
          <w:rtl/>
        </w:rPr>
        <w:t xml:space="preserve">، </w:t>
      </w:r>
      <w:r>
        <w:rPr>
          <w:rtl/>
        </w:rPr>
        <w:t>وَ افْسَحْ لَنَا بِرَحْمَتِكَ فِى ضِيقِ مَلاحِدِنَا</w:t>
      </w:r>
      <w:r w:rsidR="007D3118">
        <w:rPr>
          <w:rtl/>
        </w:rPr>
        <w:t xml:space="preserve">، </w:t>
      </w:r>
      <w:r>
        <w:rPr>
          <w:rtl/>
        </w:rPr>
        <w:t>وَ لا تَفْضَحْنَا فِى حَاضِرِى الْقِيَامَةِ بِمُوبِقَاتِ آثَامِنَا</w:t>
      </w:r>
      <w:r w:rsidR="007D3118">
        <w:rPr>
          <w:rtl/>
        </w:rPr>
        <w:t xml:space="preserve">. </w:t>
      </w:r>
    </w:p>
    <w:p w:rsidR="00587D34" w:rsidRDefault="00587D34" w:rsidP="00587D34">
      <w:pPr>
        <w:pStyle w:val="libNormal"/>
        <w:rPr>
          <w:rtl/>
        </w:rPr>
      </w:pPr>
      <w:r>
        <w:rPr>
          <w:rtl/>
        </w:rPr>
        <w:t>(15</w:t>
      </w:r>
      <w:r w:rsidR="007D3118">
        <w:rPr>
          <w:rtl/>
        </w:rPr>
        <w:t xml:space="preserve">) </w:t>
      </w:r>
      <w:r>
        <w:rPr>
          <w:rtl/>
        </w:rPr>
        <w:t>وَ ارْحَمْ بِالْقُرْآنِ فِى مَوْقِفِ الْعَرْضِ عَلَيْكَ ذُلَّ مَقَامِنَا</w:t>
      </w:r>
      <w:r w:rsidR="007D3118">
        <w:rPr>
          <w:rtl/>
        </w:rPr>
        <w:t xml:space="preserve">، </w:t>
      </w:r>
      <w:r>
        <w:rPr>
          <w:rtl/>
        </w:rPr>
        <w:t>وَ ثَبِّتْ بِهِ عِنْدَ اضْطِرَابِ جِسْرِ جَهَنَّمَ يَوْمَ الْمَجَازِ عَلَيْهَا زَلَلَ أَقْدَامِنَا</w:t>
      </w:r>
      <w:r w:rsidR="007D3118">
        <w:rPr>
          <w:rtl/>
        </w:rPr>
        <w:t xml:space="preserve">، </w:t>
      </w:r>
      <w:r>
        <w:rPr>
          <w:rtl/>
        </w:rPr>
        <w:t>وَ نَوِّرْ بِهِ قَبْلَ الْبَعْثِ سُدَفَ قُبُورِنَا</w:t>
      </w:r>
      <w:r w:rsidR="007D3118">
        <w:rPr>
          <w:rtl/>
        </w:rPr>
        <w:t xml:space="preserve">، </w:t>
      </w:r>
      <w:r>
        <w:rPr>
          <w:rtl/>
        </w:rPr>
        <w:t>وَ نَجِّنَا بِهِ مِنْ كُلِّ كَرْبٍ يَوْمَ الْقِيَامَةِ وَ شَدَائِدِ أَهْوَالِ يَوْمِ الطَّامَّةِ</w:t>
      </w:r>
    </w:p>
    <w:p w:rsidR="00587D34" w:rsidRDefault="00587D34" w:rsidP="00587D34">
      <w:pPr>
        <w:pStyle w:val="libNormal"/>
        <w:rPr>
          <w:rtl/>
        </w:rPr>
      </w:pPr>
      <w:r>
        <w:rPr>
          <w:rtl/>
        </w:rPr>
        <w:t>(16</w:t>
      </w:r>
      <w:r w:rsidR="007D3118">
        <w:rPr>
          <w:rtl/>
        </w:rPr>
        <w:t xml:space="preserve">) </w:t>
      </w:r>
      <w:r>
        <w:rPr>
          <w:rtl/>
        </w:rPr>
        <w:t>وَ بَيِّضْ وُجُوهَنَا يَوْمَ تَسْوَدُّ وُجُوهُ الظَّلَمَةِ فِى يَوْمِ الْحَسْرَةِ وَ النَّدَامَةِ</w:t>
      </w:r>
      <w:r w:rsidR="007D3118">
        <w:rPr>
          <w:rtl/>
        </w:rPr>
        <w:t xml:space="preserve">، </w:t>
      </w:r>
      <w:r>
        <w:rPr>
          <w:rtl/>
        </w:rPr>
        <w:t>وَ اجْعَلْ لَنَا فِى صُدُورِ الْمُؤْمِنِينَ وُدّا</w:t>
      </w:r>
      <w:r w:rsidR="007D3118">
        <w:rPr>
          <w:rtl/>
        </w:rPr>
        <w:t xml:space="preserve">، </w:t>
      </w:r>
      <w:r>
        <w:rPr>
          <w:rtl/>
        </w:rPr>
        <w:t>وَ لا تَجْعَلِ الْحَيَاةَ عَلَيْنَا نَكَدا</w:t>
      </w:r>
      <w:r w:rsidR="007D3118">
        <w:rPr>
          <w:rtl/>
        </w:rPr>
        <w:t xml:space="preserve">. </w:t>
      </w:r>
    </w:p>
    <w:p w:rsidR="00587D34" w:rsidRDefault="00587D34" w:rsidP="00587D34">
      <w:pPr>
        <w:pStyle w:val="libNormal"/>
        <w:rPr>
          <w:rtl/>
        </w:rPr>
      </w:pPr>
      <w:r>
        <w:rPr>
          <w:rtl/>
        </w:rPr>
        <w:t>(17</w:t>
      </w:r>
      <w:r w:rsidR="007D3118">
        <w:rPr>
          <w:rtl/>
        </w:rPr>
        <w:t xml:space="preserve">) </w:t>
      </w:r>
      <w:r>
        <w:rPr>
          <w:rtl/>
        </w:rPr>
        <w:t>اللَّهُمَّ صَلِّ عَلَى مُحَمَّدٍ عَبْدِكَ وَ رَسُولِكَ كَمَا بَلَّغَ رِسَالَتَكَ</w:t>
      </w:r>
      <w:r w:rsidR="007D3118">
        <w:rPr>
          <w:rtl/>
        </w:rPr>
        <w:t xml:space="preserve">، </w:t>
      </w:r>
      <w:r>
        <w:rPr>
          <w:rtl/>
        </w:rPr>
        <w:t>وَ صَدَعَ بِأَمْرِكَ</w:t>
      </w:r>
      <w:r w:rsidR="007D3118">
        <w:rPr>
          <w:rtl/>
        </w:rPr>
        <w:t xml:space="preserve">، </w:t>
      </w:r>
      <w:r>
        <w:rPr>
          <w:rtl/>
        </w:rPr>
        <w:t>وَ نَصَحَ لِعِبَادِكَ</w:t>
      </w:r>
      <w:r w:rsidR="007D3118">
        <w:rPr>
          <w:rtl/>
        </w:rPr>
        <w:t xml:space="preserve">. </w:t>
      </w:r>
    </w:p>
    <w:p w:rsidR="00587D34" w:rsidRDefault="00587D34" w:rsidP="00587D34">
      <w:pPr>
        <w:pStyle w:val="libNormal"/>
        <w:rPr>
          <w:rtl/>
        </w:rPr>
      </w:pPr>
      <w:r>
        <w:rPr>
          <w:rtl/>
        </w:rPr>
        <w:t>(18</w:t>
      </w:r>
      <w:r w:rsidR="007D3118">
        <w:rPr>
          <w:rtl/>
        </w:rPr>
        <w:t xml:space="preserve">) </w:t>
      </w:r>
      <w:r>
        <w:rPr>
          <w:rtl/>
        </w:rPr>
        <w:t>اللَّهُمَّ اجْعَلْ نَبِيَّنَا - صَلَوَاتُكَ عَلَيْهِ وَ عَلَى آلِهِ - يَوْمَ الْقِيَامَةِ أَقْرَبَ الْنَّبِيِّينَ مِنْكَ مَجْلِسا</w:t>
      </w:r>
      <w:r w:rsidR="007D3118">
        <w:rPr>
          <w:rtl/>
        </w:rPr>
        <w:t xml:space="preserve">، </w:t>
      </w:r>
      <w:r>
        <w:rPr>
          <w:rtl/>
        </w:rPr>
        <w:t>وَ أَمْكَنَهُمْ مِنْكَ شَفَاعَةً</w:t>
      </w:r>
      <w:r w:rsidR="007D3118">
        <w:rPr>
          <w:rtl/>
        </w:rPr>
        <w:t xml:space="preserve">، </w:t>
      </w:r>
      <w:r>
        <w:rPr>
          <w:rtl/>
        </w:rPr>
        <w:t>وَ أَجَلَّهُمْ عِنْدَكَ قَدْرا</w:t>
      </w:r>
      <w:r w:rsidR="007D3118">
        <w:rPr>
          <w:rtl/>
        </w:rPr>
        <w:t xml:space="preserve">، </w:t>
      </w:r>
      <w:r>
        <w:rPr>
          <w:rtl/>
        </w:rPr>
        <w:t>وَ أَوْجَهَهُمْ عِنْدَكَ جَاها</w:t>
      </w:r>
      <w:r w:rsidR="007D3118">
        <w:rPr>
          <w:rtl/>
        </w:rPr>
        <w:t xml:space="preserve">. </w:t>
      </w:r>
    </w:p>
    <w:p w:rsidR="00587D34" w:rsidRDefault="00587D34" w:rsidP="00587D34">
      <w:pPr>
        <w:pStyle w:val="libNormal"/>
        <w:rPr>
          <w:rtl/>
        </w:rPr>
      </w:pPr>
      <w:r>
        <w:rPr>
          <w:rtl/>
        </w:rPr>
        <w:lastRenderedPageBreak/>
        <w:t>(19</w:t>
      </w:r>
      <w:r w:rsidR="007D3118">
        <w:rPr>
          <w:rtl/>
        </w:rPr>
        <w:t xml:space="preserve">) </w:t>
      </w:r>
      <w:r>
        <w:rPr>
          <w:rtl/>
        </w:rPr>
        <w:t>اللَّهُمَّ صَلِّ عَلَى مُحَمَّدٍ وَ آلِ مُحَمَّدٍ</w:t>
      </w:r>
      <w:r w:rsidR="007D3118">
        <w:rPr>
          <w:rtl/>
        </w:rPr>
        <w:t xml:space="preserve">، </w:t>
      </w:r>
      <w:r>
        <w:rPr>
          <w:rtl/>
        </w:rPr>
        <w:t>وَ شَرِّفْ بُنْيَانَهُ</w:t>
      </w:r>
      <w:r w:rsidR="007D3118">
        <w:rPr>
          <w:rtl/>
        </w:rPr>
        <w:t xml:space="preserve">، </w:t>
      </w:r>
      <w:r>
        <w:rPr>
          <w:rtl/>
        </w:rPr>
        <w:t>وَ عَظِّمْ بُرْهَانَهُ</w:t>
      </w:r>
      <w:r w:rsidR="007D3118">
        <w:rPr>
          <w:rtl/>
        </w:rPr>
        <w:t xml:space="preserve">، </w:t>
      </w:r>
      <w:r>
        <w:rPr>
          <w:rtl/>
        </w:rPr>
        <w:t>وَ ثَقِّلْ مِيزَانَهُ</w:t>
      </w:r>
      <w:r w:rsidR="007D3118">
        <w:rPr>
          <w:rtl/>
        </w:rPr>
        <w:t xml:space="preserve">، </w:t>
      </w:r>
      <w:r>
        <w:rPr>
          <w:rtl/>
        </w:rPr>
        <w:t>وَ تَقَبَّلْ شَفَاعَتَهُ</w:t>
      </w:r>
      <w:r w:rsidR="007D3118">
        <w:rPr>
          <w:rtl/>
        </w:rPr>
        <w:t xml:space="preserve">، </w:t>
      </w:r>
      <w:r>
        <w:rPr>
          <w:rtl/>
        </w:rPr>
        <w:t>وَ قَرِّبْ وَسِيلَتَهُ</w:t>
      </w:r>
      <w:r w:rsidR="007D3118">
        <w:rPr>
          <w:rtl/>
        </w:rPr>
        <w:t xml:space="preserve">، </w:t>
      </w:r>
      <w:r>
        <w:rPr>
          <w:rtl/>
        </w:rPr>
        <w:t>وَ بَيِّضْ وَجْهَهُ</w:t>
      </w:r>
      <w:r w:rsidR="007D3118">
        <w:rPr>
          <w:rtl/>
        </w:rPr>
        <w:t xml:space="preserve">، </w:t>
      </w:r>
      <w:r>
        <w:rPr>
          <w:rtl/>
        </w:rPr>
        <w:t>وَ أَتِمَّ نُورَهُ</w:t>
      </w:r>
      <w:r w:rsidR="007D3118">
        <w:rPr>
          <w:rtl/>
        </w:rPr>
        <w:t xml:space="preserve">، </w:t>
      </w:r>
      <w:r>
        <w:rPr>
          <w:rtl/>
        </w:rPr>
        <w:t>وَ ارْفَعْ دَرَجَتَهُ</w:t>
      </w:r>
    </w:p>
    <w:p w:rsidR="00587D34" w:rsidRDefault="00587D34" w:rsidP="00587D34">
      <w:pPr>
        <w:pStyle w:val="libNormal"/>
        <w:rPr>
          <w:rtl/>
        </w:rPr>
      </w:pPr>
      <w:r>
        <w:rPr>
          <w:rtl/>
        </w:rPr>
        <w:t>(20</w:t>
      </w:r>
      <w:r w:rsidR="007D3118">
        <w:rPr>
          <w:rtl/>
        </w:rPr>
        <w:t xml:space="preserve">) </w:t>
      </w:r>
      <w:r>
        <w:rPr>
          <w:rtl/>
        </w:rPr>
        <w:t>وَ أَحْيِنَا عَلَى سُنَّتِهِ</w:t>
      </w:r>
      <w:r w:rsidR="007D3118">
        <w:rPr>
          <w:rtl/>
        </w:rPr>
        <w:t xml:space="preserve">، </w:t>
      </w:r>
      <w:r>
        <w:rPr>
          <w:rtl/>
        </w:rPr>
        <w:t>وَ تَوَفَّنَا عَلَى مِلَّتِهِ وَ خُذْ بِنَا مِنْهَاجَهُ</w:t>
      </w:r>
      <w:r w:rsidR="007D3118">
        <w:rPr>
          <w:rtl/>
        </w:rPr>
        <w:t xml:space="preserve">، </w:t>
      </w:r>
      <w:r>
        <w:rPr>
          <w:rtl/>
        </w:rPr>
        <w:t>وَ اسْلُكْ بِنَا سَبِيلَهُ</w:t>
      </w:r>
      <w:r w:rsidR="007D3118">
        <w:rPr>
          <w:rtl/>
        </w:rPr>
        <w:t xml:space="preserve">، </w:t>
      </w:r>
      <w:r>
        <w:rPr>
          <w:rtl/>
        </w:rPr>
        <w:t>وَ اجْعَلْنَا مِنْ أَهْلِ طَاعَتِهِ</w:t>
      </w:r>
      <w:r w:rsidR="007D3118">
        <w:rPr>
          <w:rtl/>
        </w:rPr>
        <w:t xml:space="preserve">، </w:t>
      </w:r>
      <w:r>
        <w:rPr>
          <w:rtl/>
        </w:rPr>
        <w:t>وَ احْشُرْنَا فِى زُمْرَتِهِ</w:t>
      </w:r>
      <w:r w:rsidR="007D3118">
        <w:rPr>
          <w:rtl/>
        </w:rPr>
        <w:t xml:space="preserve">، </w:t>
      </w:r>
      <w:r>
        <w:rPr>
          <w:rtl/>
        </w:rPr>
        <w:t>وَ أَوْرِدْنَا حَوْضَهُ</w:t>
      </w:r>
      <w:r w:rsidR="007D3118">
        <w:rPr>
          <w:rtl/>
        </w:rPr>
        <w:t xml:space="preserve">، </w:t>
      </w:r>
      <w:r>
        <w:rPr>
          <w:rtl/>
        </w:rPr>
        <w:t>وَ اسْقِنَا بِكَأْسِهِ</w:t>
      </w:r>
    </w:p>
    <w:p w:rsidR="00587D34" w:rsidRDefault="00587D34" w:rsidP="00587D34">
      <w:pPr>
        <w:pStyle w:val="libNormal"/>
        <w:rPr>
          <w:rtl/>
        </w:rPr>
      </w:pPr>
      <w:r>
        <w:rPr>
          <w:rtl/>
        </w:rPr>
        <w:t>(21</w:t>
      </w:r>
      <w:r w:rsidR="007D3118">
        <w:rPr>
          <w:rtl/>
        </w:rPr>
        <w:t xml:space="preserve">) </w:t>
      </w:r>
      <w:r>
        <w:rPr>
          <w:rtl/>
        </w:rPr>
        <w:t>وَ صَلِّ اللَّهُمَّ عَلَى مُحَمَّدٍ وَ آلِهِ</w:t>
      </w:r>
      <w:r w:rsidR="007D3118">
        <w:rPr>
          <w:rtl/>
        </w:rPr>
        <w:t xml:space="preserve">، </w:t>
      </w:r>
      <w:r>
        <w:rPr>
          <w:rtl/>
        </w:rPr>
        <w:t>صَلاةً تُبَلِّغُهُ بِهَا أَفْضَلَ مَا يَأْمُلُ مِنْ خَيْرِكَ وَ فَضْلِكَ وَ كَرَامَتِكَ</w:t>
      </w:r>
      <w:r w:rsidR="007D3118">
        <w:rPr>
          <w:rtl/>
        </w:rPr>
        <w:t xml:space="preserve">، </w:t>
      </w:r>
      <w:r>
        <w:rPr>
          <w:rtl/>
        </w:rPr>
        <w:t>إِنَّكَ ذُو رَحْمَةٍ وَاسِعَةٍ</w:t>
      </w:r>
      <w:r w:rsidR="007D3118">
        <w:rPr>
          <w:rtl/>
        </w:rPr>
        <w:t xml:space="preserve">، </w:t>
      </w:r>
      <w:r>
        <w:rPr>
          <w:rtl/>
        </w:rPr>
        <w:t>وَ فَضْلٍ كَرِيمٍ</w:t>
      </w:r>
      <w:r w:rsidR="007D3118">
        <w:rPr>
          <w:rtl/>
        </w:rPr>
        <w:t xml:space="preserve">. </w:t>
      </w:r>
    </w:p>
    <w:p w:rsidR="00587D34" w:rsidRDefault="00587D34" w:rsidP="00587D34">
      <w:pPr>
        <w:pStyle w:val="libNormal"/>
        <w:rPr>
          <w:rtl/>
        </w:rPr>
      </w:pPr>
      <w:r>
        <w:rPr>
          <w:rtl/>
        </w:rPr>
        <w:t>(22</w:t>
      </w:r>
      <w:r w:rsidR="007D3118">
        <w:rPr>
          <w:rtl/>
        </w:rPr>
        <w:t xml:space="preserve">) </w:t>
      </w:r>
      <w:r>
        <w:rPr>
          <w:rtl/>
        </w:rPr>
        <w:t>اللَّهُمَّ اجْزِهِ بِمَا بَلَّغَ مِنْ رِسَالاتِكَ</w:t>
      </w:r>
      <w:r w:rsidR="007D3118">
        <w:rPr>
          <w:rtl/>
        </w:rPr>
        <w:t xml:space="preserve">، </w:t>
      </w:r>
      <w:r>
        <w:rPr>
          <w:rtl/>
        </w:rPr>
        <w:t>وَ أَدَّى مِنْ آيَاتِكَ</w:t>
      </w:r>
      <w:r w:rsidR="007D3118">
        <w:rPr>
          <w:rtl/>
        </w:rPr>
        <w:t xml:space="preserve">، </w:t>
      </w:r>
      <w:r>
        <w:rPr>
          <w:rtl/>
        </w:rPr>
        <w:t>وَ نَصَحَ لِعِبَادِكَ</w:t>
      </w:r>
      <w:r w:rsidR="007D3118">
        <w:rPr>
          <w:rtl/>
        </w:rPr>
        <w:t xml:space="preserve">، </w:t>
      </w:r>
      <w:r>
        <w:rPr>
          <w:rtl/>
        </w:rPr>
        <w:t>وَ جَاهَدَ فِى سَبِيلِكَ</w:t>
      </w:r>
      <w:r w:rsidR="007D3118">
        <w:rPr>
          <w:rtl/>
        </w:rPr>
        <w:t xml:space="preserve">، </w:t>
      </w:r>
      <w:r>
        <w:rPr>
          <w:rtl/>
        </w:rPr>
        <w:t>أَفْضَلَ مَا جَزَيْتَ أَحَدا مِنْ مَلائِكَتِكَ الْمُقَرَّبِينَ</w:t>
      </w:r>
      <w:r w:rsidR="007D3118">
        <w:rPr>
          <w:rtl/>
        </w:rPr>
        <w:t xml:space="preserve">، </w:t>
      </w:r>
      <w:r>
        <w:rPr>
          <w:rtl/>
        </w:rPr>
        <w:t>وَ أَنْبِيَائِكَ الْمُرْسَلِينَ الْمُصْطَفَيْنَ</w:t>
      </w:r>
      <w:r w:rsidR="007D3118">
        <w:rPr>
          <w:rtl/>
        </w:rPr>
        <w:t xml:space="preserve">، </w:t>
      </w:r>
      <w:r>
        <w:rPr>
          <w:rtl/>
        </w:rPr>
        <w:t>وَ السَّلامُ عَلَيْهِ وَ عَلَى آلِهِ الطَّيِّبِينَ الطَّاهِرِينَ وَ رَحْمَةُ اللَّهِ وَ بَرَكَاتُهُ</w:t>
      </w:r>
      <w:r w:rsidR="007D3118">
        <w:rPr>
          <w:rtl/>
        </w:rPr>
        <w:t xml:space="preserve">. </w:t>
      </w:r>
    </w:p>
    <w:p w:rsidR="00587D34" w:rsidRDefault="00AA3CBA" w:rsidP="004C63D0">
      <w:pPr>
        <w:pStyle w:val="Heading2"/>
        <w:rPr>
          <w:rtl/>
        </w:rPr>
      </w:pPr>
      <w:bookmarkStart w:id="89" w:name="_Toc394915218"/>
      <w:r>
        <w:rPr>
          <w:rtl/>
        </w:rPr>
        <w:t xml:space="preserve">ترجمه دعاى چهل و دوم: دعاى آن حضرت </w:t>
      </w:r>
      <w:r w:rsidR="000C598D" w:rsidRPr="000C598D">
        <w:rPr>
          <w:rStyle w:val="libAlaemChar"/>
          <w:rtl/>
        </w:rPr>
        <w:t>عليه‌السلام</w:t>
      </w:r>
      <w:r>
        <w:rPr>
          <w:rtl/>
        </w:rPr>
        <w:t xml:space="preserve"> پس از ختم قرآن </w:t>
      </w:r>
      <w:r w:rsidRPr="00AA3CBA">
        <w:rPr>
          <w:rStyle w:val="libFootnotenumChar"/>
          <w:rtl/>
        </w:rPr>
        <w:t>(102)</w:t>
      </w:r>
      <w:bookmarkEnd w:id="89"/>
    </w:p>
    <w:p w:rsidR="00587D34" w:rsidRDefault="00587D34" w:rsidP="00587D34">
      <w:pPr>
        <w:pStyle w:val="libNormal"/>
        <w:rPr>
          <w:rtl/>
        </w:rPr>
      </w:pPr>
      <w:r>
        <w:rPr>
          <w:rtl/>
        </w:rPr>
        <w:t>1</w:t>
      </w:r>
      <w:r w:rsidR="007D3118">
        <w:rPr>
          <w:rtl/>
        </w:rPr>
        <w:t xml:space="preserve">. </w:t>
      </w:r>
      <w:r>
        <w:rPr>
          <w:rtl/>
        </w:rPr>
        <w:t>خدايا</w:t>
      </w:r>
      <w:r w:rsidR="007D3118">
        <w:rPr>
          <w:rtl/>
        </w:rPr>
        <w:t xml:space="preserve">، </w:t>
      </w:r>
      <w:r>
        <w:rPr>
          <w:rtl/>
        </w:rPr>
        <w:t>تو مرا توفيق دادى كه تلاوت كتاب تو را پايان رساندم نورى كه درخشان فرو فرستادى</w:t>
      </w:r>
      <w:r w:rsidR="007D3118">
        <w:rPr>
          <w:rtl/>
        </w:rPr>
        <w:t xml:space="preserve">، </w:t>
      </w:r>
      <w:r>
        <w:rPr>
          <w:rtl/>
        </w:rPr>
        <w:t>و گواه بر كتب ديگر گردانيدى</w:t>
      </w:r>
      <w:r w:rsidR="007D3118">
        <w:rPr>
          <w:rtl/>
        </w:rPr>
        <w:t xml:space="preserve">، </w:t>
      </w:r>
      <w:r>
        <w:rPr>
          <w:rtl/>
        </w:rPr>
        <w:t>و بر هر كلامى كه بر خلق خواندى</w:t>
      </w:r>
      <w:r w:rsidR="007D3118">
        <w:rPr>
          <w:rtl/>
        </w:rPr>
        <w:t xml:space="preserve">، </w:t>
      </w:r>
      <w:r>
        <w:rPr>
          <w:rtl/>
        </w:rPr>
        <w:t>برترى دادى</w:t>
      </w:r>
      <w:r w:rsidR="007D3118">
        <w:rPr>
          <w:rtl/>
        </w:rPr>
        <w:t xml:space="preserve">. </w:t>
      </w:r>
    </w:p>
    <w:p w:rsidR="00587D34" w:rsidRDefault="00587D34" w:rsidP="00587D34">
      <w:pPr>
        <w:pStyle w:val="libNormal"/>
        <w:rPr>
          <w:rtl/>
        </w:rPr>
      </w:pPr>
      <w:r>
        <w:rPr>
          <w:rtl/>
        </w:rPr>
        <w:t>2</w:t>
      </w:r>
      <w:r w:rsidR="007D3118">
        <w:rPr>
          <w:rtl/>
        </w:rPr>
        <w:t xml:space="preserve">. </w:t>
      </w:r>
      <w:r>
        <w:rPr>
          <w:rtl/>
        </w:rPr>
        <w:t>فرقانش است كه بدآن حلال را از حرام جداى كردى</w:t>
      </w:r>
      <w:r w:rsidR="007D3118">
        <w:rPr>
          <w:rtl/>
        </w:rPr>
        <w:t xml:space="preserve">، </w:t>
      </w:r>
      <w:r>
        <w:rPr>
          <w:rtl/>
        </w:rPr>
        <w:t>قرآن است كه شرايع و احكام خود را در آن آشكار نمودى</w:t>
      </w:r>
      <w:r w:rsidR="007D3118">
        <w:rPr>
          <w:rtl/>
        </w:rPr>
        <w:t xml:space="preserve">، </w:t>
      </w:r>
      <w:r>
        <w:rPr>
          <w:rtl/>
        </w:rPr>
        <w:t>كتابى است براى بندگان شكافته و روشن</w:t>
      </w:r>
      <w:r w:rsidR="007D3118">
        <w:rPr>
          <w:rtl/>
        </w:rPr>
        <w:t xml:space="preserve">، </w:t>
      </w:r>
      <w:r>
        <w:rPr>
          <w:rtl/>
        </w:rPr>
        <w:t>و وحى است كه بر پيغمبرت محمد (</w:t>
      </w:r>
      <w:r w:rsidR="00865B4A" w:rsidRPr="00865B4A">
        <w:rPr>
          <w:rStyle w:val="libAlaemChar"/>
          <w:rtl/>
        </w:rPr>
        <w:t>صلى‌الله‌عليه‌وآله‌وسلم</w:t>
      </w:r>
      <w:r w:rsidR="007D3118">
        <w:rPr>
          <w:rtl/>
        </w:rPr>
        <w:t xml:space="preserve">) </w:t>
      </w:r>
      <w:r>
        <w:rPr>
          <w:rtl/>
        </w:rPr>
        <w:t>فرستادى</w:t>
      </w:r>
      <w:r w:rsidR="007D3118">
        <w:rPr>
          <w:rtl/>
        </w:rPr>
        <w:t xml:space="preserve">. </w:t>
      </w:r>
    </w:p>
    <w:p w:rsidR="00587D34" w:rsidRDefault="00587D34" w:rsidP="00587D34">
      <w:pPr>
        <w:pStyle w:val="libNormal"/>
        <w:rPr>
          <w:rtl/>
        </w:rPr>
      </w:pPr>
      <w:r>
        <w:rPr>
          <w:rtl/>
        </w:rPr>
        <w:t>3</w:t>
      </w:r>
      <w:r w:rsidR="007D3118">
        <w:rPr>
          <w:rtl/>
        </w:rPr>
        <w:t xml:space="preserve">. </w:t>
      </w:r>
      <w:r>
        <w:rPr>
          <w:rtl/>
        </w:rPr>
        <w:t>روشنايى است كه بر افروختى تا به فروغ آن در تاريكى هاى ضلالت و جهل به راه يابيم</w:t>
      </w:r>
      <w:r w:rsidR="007D3118">
        <w:rPr>
          <w:rtl/>
        </w:rPr>
        <w:t xml:space="preserve">، </w:t>
      </w:r>
      <w:r>
        <w:rPr>
          <w:rtl/>
        </w:rPr>
        <w:t>درمان درد آن كس كردى كه از روى انديشه بدان گوش فرا دهد</w:t>
      </w:r>
      <w:r w:rsidR="007D3118">
        <w:rPr>
          <w:rtl/>
        </w:rPr>
        <w:t xml:space="preserve">، </w:t>
      </w:r>
      <w:r>
        <w:rPr>
          <w:rtl/>
        </w:rPr>
        <w:t>و با تصديق آن را بشنود</w:t>
      </w:r>
      <w:r w:rsidR="007D3118">
        <w:rPr>
          <w:rtl/>
        </w:rPr>
        <w:t xml:space="preserve">. </w:t>
      </w:r>
      <w:r>
        <w:rPr>
          <w:rtl/>
        </w:rPr>
        <w:t>ترازوى دقيق و درستى است كه زبانه آن به چپ و راست نمى گرايد</w:t>
      </w:r>
      <w:r w:rsidR="007D3118">
        <w:rPr>
          <w:rtl/>
        </w:rPr>
        <w:t xml:space="preserve">. </w:t>
      </w:r>
      <w:r>
        <w:rPr>
          <w:rtl/>
        </w:rPr>
        <w:t xml:space="preserve">چراغ هدايتى است كه فروغ آن در نظر بينندگان خاموش </w:t>
      </w:r>
      <w:r>
        <w:rPr>
          <w:rtl/>
        </w:rPr>
        <w:lastRenderedPageBreak/>
        <w:t>نمى گردد</w:t>
      </w:r>
      <w:r w:rsidR="007D3118">
        <w:rPr>
          <w:rtl/>
        </w:rPr>
        <w:t xml:space="preserve">. </w:t>
      </w:r>
      <w:r>
        <w:rPr>
          <w:rtl/>
        </w:rPr>
        <w:t>رايت نجاتى است كه هر كس در پى آن رود گمراه نمى شود</w:t>
      </w:r>
      <w:r w:rsidR="007D3118">
        <w:rPr>
          <w:rtl/>
        </w:rPr>
        <w:t xml:space="preserve">، </w:t>
      </w:r>
      <w:r>
        <w:rPr>
          <w:rtl/>
        </w:rPr>
        <w:t>و هر كه چنگ در گوشه عصمت او زند دست هلاك بر او چيره نگردد</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خدايا! اكنون كه توفيق تلاوت به ما مرحمت فرمودى و خشونت زبان ما را به سلاست عبارت آن نرم كردى</w:t>
      </w:r>
      <w:r w:rsidR="007D3118">
        <w:rPr>
          <w:rtl/>
        </w:rPr>
        <w:t xml:space="preserve">، </w:t>
      </w:r>
      <w:r>
        <w:rPr>
          <w:rtl/>
        </w:rPr>
        <w:t>ما را از آن گروه گردان كه رعايت آن نيز چنان كه بايد كردند و منقاد تو گشتند</w:t>
      </w:r>
      <w:r w:rsidR="007D3118">
        <w:rPr>
          <w:rtl/>
        </w:rPr>
        <w:t xml:space="preserve">، </w:t>
      </w:r>
      <w:r>
        <w:rPr>
          <w:rtl/>
        </w:rPr>
        <w:t>آيات محكم قرآن را از روى اعتقاد گردن نهادند</w:t>
      </w:r>
      <w:r w:rsidR="007D3118">
        <w:rPr>
          <w:rtl/>
        </w:rPr>
        <w:t xml:space="preserve">، </w:t>
      </w:r>
      <w:r>
        <w:rPr>
          <w:rtl/>
        </w:rPr>
        <w:t>هم به متشابه آن ايمان آوردند و هم به ادله روشن</w:t>
      </w:r>
      <w:r w:rsidR="007D3118">
        <w:rPr>
          <w:rtl/>
        </w:rPr>
        <w:t xml:space="preserve">. </w:t>
      </w:r>
    </w:p>
    <w:p w:rsidR="00587D34" w:rsidRDefault="00587D34" w:rsidP="00587D34">
      <w:pPr>
        <w:pStyle w:val="libNormal"/>
        <w:rPr>
          <w:rtl/>
        </w:rPr>
      </w:pPr>
      <w:r>
        <w:rPr>
          <w:rtl/>
        </w:rPr>
        <w:t>5</w:t>
      </w:r>
      <w:r w:rsidR="007D3118">
        <w:rPr>
          <w:rtl/>
        </w:rPr>
        <w:t xml:space="preserve">. </w:t>
      </w:r>
      <w:r>
        <w:rPr>
          <w:rtl/>
        </w:rPr>
        <w:t>خدايا</w:t>
      </w:r>
      <w:r w:rsidR="007D3118">
        <w:rPr>
          <w:rtl/>
        </w:rPr>
        <w:t xml:space="preserve">، </w:t>
      </w:r>
      <w:r>
        <w:rPr>
          <w:rtl/>
        </w:rPr>
        <w:t>بر پيغمبرت محمد (</w:t>
      </w:r>
      <w:r w:rsidR="00865B4A" w:rsidRPr="00865B4A">
        <w:rPr>
          <w:rStyle w:val="libAlaemChar"/>
          <w:rtl/>
        </w:rPr>
        <w:t>صلى‌الله‌عليه‌وآله‌وسلم</w:t>
      </w:r>
      <w:r w:rsidR="007D3118">
        <w:rPr>
          <w:rtl/>
        </w:rPr>
        <w:t xml:space="preserve">) </w:t>
      </w:r>
      <w:r>
        <w:rPr>
          <w:rtl/>
        </w:rPr>
        <w:t>به جملگى آن را فرو فرستادى و همه عجايب آن را به او الهام فرمودى</w:t>
      </w:r>
      <w:r w:rsidR="007D3118">
        <w:rPr>
          <w:rtl/>
        </w:rPr>
        <w:t xml:space="preserve">، </w:t>
      </w:r>
      <w:r>
        <w:rPr>
          <w:rtl/>
        </w:rPr>
        <w:t>و تفسير آن را به ما به ميراث دادى</w:t>
      </w:r>
      <w:r w:rsidR="007D3118">
        <w:rPr>
          <w:rtl/>
        </w:rPr>
        <w:t xml:space="preserve">، </w:t>
      </w:r>
      <w:r>
        <w:rPr>
          <w:rtl/>
        </w:rPr>
        <w:t>و ما را بر كسى كه علم قرآن ندارد برترى بخشيدى</w:t>
      </w:r>
      <w:r w:rsidR="007D3118">
        <w:rPr>
          <w:rtl/>
        </w:rPr>
        <w:t xml:space="preserve">. </w:t>
      </w:r>
      <w:r w:rsidRPr="00AA3CBA">
        <w:rPr>
          <w:rStyle w:val="libFootnotenumChar"/>
          <w:rtl/>
        </w:rPr>
        <w:t>(103</w:t>
      </w:r>
      <w:r w:rsidR="007D3118" w:rsidRPr="00AA3CBA">
        <w:rPr>
          <w:rStyle w:val="libFootnotenumChar"/>
          <w:rtl/>
        </w:rPr>
        <w:t>)</w:t>
      </w:r>
      <w:r>
        <w:rPr>
          <w:rtl/>
        </w:rPr>
        <w:t xml:space="preserve"> نيروى ما را از او افزون كردى و رتبه ما را والاتر از او گردانيدى كه تاب تحمل اين علم نداشت</w:t>
      </w:r>
      <w:r w:rsidR="007D3118">
        <w:rPr>
          <w:rtl/>
        </w:rPr>
        <w:t xml:space="preserve">. </w:t>
      </w:r>
    </w:p>
    <w:p w:rsidR="00587D34" w:rsidRDefault="00587D34" w:rsidP="00587D34">
      <w:pPr>
        <w:pStyle w:val="libNormal"/>
        <w:rPr>
          <w:rtl/>
        </w:rPr>
      </w:pPr>
      <w:r>
        <w:rPr>
          <w:rtl/>
        </w:rPr>
        <w:t>6</w:t>
      </w:r>
      <w:r w:rsidR="007D3118">
        <w:rPr>
          <w:rtl/>
        </w:rPr>
        <w:t xml:space="preserve">. </w:t>
      </w:r>
      <w:r>
        <w:rPr>
          <w:rtl/>
        </w:rPr>
        <w:t>خدايا! همچنانى كه دل ما را براى نگاهدارى قرآن شايسته ديدى و بزرگى و فضل آن را به ما شناساندى</w:t>
      </w:r>
      <w:r w:rsidR="007D3118">
        <w:rPr>
          <w:rtl/>
        </w:rPr>
        <w:t xml:space="preserve">، </w:t>
      </w:r>
      <w:r>
        <w:rPr>
          <w:rtl/>
        </w:rPr>
        <w:t>پس بر محمد كه نخست مردم را بدان پند داد و بر خاندان او كه گنجوران علم اويند درود فرست و ما را از زمره آن گروه گردان كه قرآن را از جانب تو مى دانند تا در ايمان ما شك راه نيابد و از راه راست منحرف نشويم</w:t>
      </w:r>
      <w:r w:rsidR="007D3118">
        <w:rPr>
          <w:rtl/>
        </w:rPr>
        <w:t xml:space="preserve">. </w:t>
      </w:r>
    </w:p>
    <w:p w:rsidR="00587D34" w:rsidRDefault="00587D34" w:rsidP="00587D34">
      <w:pPr>
        <w:pStyle w:val="libNormal"/>
        <w:rPr>
          <w:rtl/>
        </w:rPr>
      </w:pPr>
      <w:r>
        <w:rPr>
          <w:rtl/>
        </w:rPr>
        <w:t>7</w:t>
      </w:r>
      <w:r w:rsidR="007D3118">
        <w:rPr>
          <w:rtl/>
        </w:rPr>
        <w:t xml:space="preserve">. </w:t>
      </w:r>
      <w:r>
        <w:rPr>
          <w:rtl/>
        </w:rPr>
        <w:t>خدايا! درود بر محمد و آل او فرست</w:t>
      </w:r>
      <w:r w:rsidR="007D3118">
        <w:rPr>
          <w:rtl/>
        </w:rPr>
        <w:t xml:space="preserve">، </w:t>
      </w:r>
      <w:r>
        <w:rPr>
          <w:rtl/>
        </w:rPr>
        <w:t>و ما را از آن كسان قرار ده كه چنگ در ريسمان محكم قرآن زنند</w:t>
      </w:r>
      <w:r w:rsidR="007D3118">
        <w:rPr>
          <w:rtl/>
        </w:rPr>
        <w:t xml:space="preserve">. </w:t>
      </w:r>
      <w:r>
        <w:rPr>
          <w:rtl/>
        </w:rPr>
        <w:t>و در حوادث شبهه ناك به سنگر محكم آن پناه برند</w:t>
      </w:r>
      <w:r w:rsidR="007D3118">
        <w:rPr>
          <w:rtl/>
        </w:rPr>
        <w:t xml:space="preserve">، </w:t>
      </w:r>
      <w:r>
        <w:rPr>
          <w:rtl/>
        </w:rPr>
        <w:t>و در زير سايه بال او بياسايند</w:t>
      </w:r>
      <w:r w:rsidR="007D3118">
        <w:rPr>
          <w:rtl/>
        </w:rPr>
        <w:t xml:space="preserve">، </w:t>
      </w:r>
      <w:r>
        <w:rPr>
          <w:rtl/>
        </w:rPr>
        <w:t>و چون روشنى بامداد بدانراه شناسند و مانند پرتو تابناك سپيده دم پيروى دستور او كنند و از فروغ چراغ او رشن شوند و راه حق از غير او نجويند</w:t>
      </w:r>
      <w:r w:rsidR="007D3118">
        <w:rPr>
          <w:rtl/>
        </w:rPr>
        <w:t xml:space="preserve">. </w:t>
      </w:r>
    </w:p>
    <w:p w:rsidR="00587D34" w:rsidRDefault="00587D34" w:rsidP="00587D34">
      <w:pPr>
        <w:pStyle w:val="libNormal"/>
        <w:rPr>
          <w:rtl/>
        </w:rPr>
      </w:pPr>
      <w:r>
        <w:rPr>
          <w:rtl/>
        </w:rPr>
        <w:t>8</w:t>
      </w:r>
      <w:r w:rsidR="007D3118">
        <w:rPr>
          <w:rtl/>
        </w:rPr>
        <w:t xml:space="preserve">. </w:t>
      </w:r>
      <w:r>
        <w:rPr>
          <w:rtl/>
        </w:rPr>
        <w:t>خدايا! همچنان كه محمد (</w:t>
      </w:r>
      <w:r w:rsidR="00865B4A" w:rsidRPr="00865B4A">
        <w:rPr>
          <w:rStyle w:val="libAlaemChar"/>
          <w:rtl/>
        </w:rPr>
        <w:t>صلى‌الله‌عليه‌وآله‌وسلم</w:t>
      </w:r>
      <w:r w:rsidR="007D3118">
        <w:rPr>
          <w:rtl/>
        </w:rPr>
        <w:t xml:space="preserve">) </w:t>
      </w:r>
      <w:r>
        <w:rPr>
          <w:rtl/>
        </w:rPr>
        <w:t xml:space="preserve">را به سبب قرآن چون علم هدايت برافراشتى تا به سوى تو راه نمايد و خاندان او را در روشى پسنديده سالك </w:t>
      </w:r>
      <w:r>
        <w:rPr>
          <w:rtl/>
        </w:rPr>
        <w:lastRenderedPageBreak/>
        <w:t>گردانيدى</w:t>
      </w:r>
      <w:r w:rsidR="007D3118">
        <w:rPr>
          <w:rtl/>
        </w:rPr>
        <w:t xml:space="preserve">، </w:t>
      </w:r>
      <w:r>
        <w:rPr>
          <w:rtl/>
        </w:rPr>
        <w:t>پس بر محمد و آل او درود فرست</w:t>
      </w:r>
      <w:r w:rsidR="007D3118">
        <w:rPr>
          <w:rtl/>
        </w:rPr>
        <w:t xml:space="preserve">، </w:t>
      </w:r>
      <w:r>
        <w:rPr>
          <w:rtl/>
        </w:rPr>
        <w:t>و قرآن را دست آويزى گردان برايما كه به والاترين منازل كرامت رسيم و نردبانى كه تا جايگاه امن و آسايش بالا رويم و به پاداش آن در عرصه قيامت رستگار شويم و به موجب آن به نعمت سراى جاودانى در آييم</w:t>
      </w:r>
      <w:r w:rsidR="007D3118">
        <w:rPr>
          <w:rtl/>
        </w:rPr>
        <w:t xml:space="preserve">. </w:t>
      </w:r>
    </w:p>
    <w:p w:rsidR="00587D34" w:rsidRDefault="00587D34" w:rsidP="00587D34">
      <w:pPr>
        <w:pStyle w:val="libNormal"/>
        <w:rPr>
          <w:rtl/>
        </w:rPr>
      </w:pPr>
      <w:r>
        <w:rPr>
          <w:rtl/>
        </w:rPr>
        <w:t>9</w:t>
      </w:r>
      <w:r w:rsidR="007D3118">
        <w:rPr>
          <w:rtl/>
        </w:rPr>
        <w:t xml:space="preserve">. </w:t>
      </w:r>
      <w:r>
        <w:rPr>
          <w:rtl/>
        </w:rPr>
        <w:t>خدايا! درود بر محمد و آل او فرست</w:t>
      </w:r>
      <w:r w:rsidR="007D3118">
        <w:rPr>
          <w:rtl/>
        </w:rPr>
        <w:t xml:space="preserve">، </w:t>
      </w:r>
      <w:r>
        <w:rPr>
          <w:rtl/>
        </w:rPr>
        <w:t>و بار گناه را به سبب قرآن از دوش ‍ ما فرو افكن</w:t>
      </w:r>
      <w:r w:rsidR="007D3118">
        <w:rPr>
          <w:rtl/>
        </w:rPr>
        <w:t xml:space="preserve">، </w:t>
      </w:r>
      <w:r>
        <w:rPr>
          <w:rtl/>
        </w:rPr>
        <w:t>و و را خصال نيكوكاران بخش و پيرو آنان گردان كه در ساعات شب و آغاز و انجام روز به عبادت تو بر مى خيزند تا به بركت آن ما را از هر آلودگى پاك كنى</w:t>
      </w:r>
      <w:r w:rsidR="007D3118">
        <w:rPr>
          <w:rtl/>
        </w:rPr>
        <w:t xml:space="preserve">، </w:t>
      </w:r>
      <w:r>
        <w:rPr>
          <w:rtl/>
        </w:rPr>
        <w:t>و تابع آنها قرار ده كه از روشنى او بهره مند شدند و آرزوى دنيا ايشان را از عمل آخرت باز نداشت و به فسون و نيرنگ فريبشان نداد تا از كار درمانند</w:t>
      </w:r>
      <w:r w:rsidR="007D3118">
        <w:rPr>
          <w:rtl/>
        </w:rPr>
        <w:t xml:space="preserve">. </w:t>
      </w:r>
    </w:p>
    <w:p w:rsidR="00587D34" w:rsidRDefault="00587D34" w:rsidP="00587D34">
      <w:pPr>
        <w:pStyle w:val="libNormal"/>
        <w:rPr>
          <w:rtl/>
        </w:rPr>
      </w:pPr>
      <w:r>
        <w:rPr>
          <w:rtl/>
        </w:rPr>
        <w:t>10</w:t>
      </w:r>
      <w:r w:rsidR="007D3118">
        <w:rPr>
          <w:rtl/>
        </w:rPr>
        <w:t xml:space="preserve">. </w:t>
      </w:r>
      <w:r>
        <w:rPr>
          <w:rtl/>
        </w:rPr>
        <w:t>خدايا! درود بر محمد و آل او فرست</w:t>
      </w:r>
      <w:r w:rsidR="007D3118">
        <w:rPr>
          <w:rtl/>
        </w:rPr>
        <w:t xml:space="preserve">، </w:t>
      </w:r>
      <w:r>
        <w:rPr>
          <w:rtl/>
        </w:rPr>
        <w:t>و قرآن را در تاريكى شبهاى تيره مونس ما كن</w:t>
      </w:r>
      <w:r w:rsidR="007D3118">
        <w:rPr>
          <w:rtl/>
        </w:rPr>
        <w:t xml:space="preserve">، </w:t>
      </w:r>
      <w:r>
        <w:rPr>
          <w:rtl/>
        </w:rPr>
        <w:t>و آن را پاسدار ما گردان كه از نيرنگ شيطان و وسوسه او ما را نگاه دار</w:t>
      </w:r>
      <w:r w:rsidR="007D3118">
        <w:rPr>
          <w:rtl/>
        </w:rPr>
        <w:t xml:space="preserve">، </w:t>
      </w:r>
      <w:r>
        <w:rPr>
          <w:rtl/>
        </w:rPr>
        <w:t>و دو پاى ما را از رفتن به سوى معاصى بر بندد</w:t>
      </w:r>
      <w:r w:rsidR="007D3118">
        <w:rPr>
          <w:rtl/>
        </w:rPr>
        <w:t xml:space="preserve">، </w:t>
      </w:r>
      <w:r>
        <w:rPr>
          <w:rtl/>
        </w:rPr>
        <w:t>و زبان ما را از بيهوده گويى بى گزند و آسيب گنگ گرداند و اعضاى تن ما را از گناهان باز دارد و آنچه را كه پرده غفلت در نورديد از ديده اعتبار او پنهان كرده است بگشايد تا دلهاى ما عجايب آن را نيك دريابد</w:t>
      </w:r>
      <w:r w:rsidR="007D3118">
        <w:rPr>
          <w:rtl/>
        </w:rPr>
        <w:t xml:space="preserve">، </w:t>
      </w:r>
      <w:r>
        <w:rPr>
          <w:rtl/>
        </w:rPr>
        <w:t>و امثال عتاب آميز آن كه كوه هاى سخت از حمل آن عاجزند در دل ما نشيند</w:t>
      </w:r>
      <w:r w:rsidR="007D3118">
        <w:rPr>
          <w:rtl/>
        </w:rPr>
        <w:t xml:space="preserve">. </w:t>
      </w:r>
    </w:p>
    <w:p w:rsidR="00587D34" w:rsidRDefault="00587D34" w:rsidP="00587D34">
      <w:pPr>
        <w:pStyle w:val="libNormal"/>
        <w:rPr>
          <w:rtl/>
        </w:rPr>
      </w:pPr>
      <w:r>
        <w:rPr>
          <w:rtl/>
        </w:rPr>
        <w:t>11</w:t>
      </w:r>
      <w:r w:rsidR="007D3118">
        <w:rPr>
          <w:rtl/>
        </w:rPr>
        <w:t xml:space="preserve">. </w:t>
      </w:r>
      <w:r>
        <w:rPr>
          <w:rtl/>
        </w:rPr>
        <w:t>خدايا درود بر محمد و آل او فرست</w:t>
      </w:r>
      <w:r w:rsidR="007D3118">
        <w:rPr>
          <w:rtl/>
        </w:rPr>
        <w:t xml:space="preserve">، </w:t>
      </w:r>
      <w:r>
        <w:rPr>
          <w:rtl/>
        </w:rPr>
        <w:t>و به قرآن ظاهر ما را آراسته دار</w:t>
      </w:r>
      <w:r w:rsidR="007D3118">
        <w:rPr>
          <w:rtl/>
        </w:rPr>
        <w:t xml:space="preserve">، </w:t>
      </w:r>
      <w:r>
        <w:rPr>
          <w:rtl/>
        </w:rPr>
        <w:t>و صحفه انديشه ما را از وسوسه ها پاك كن و آلودگى دلهاى ما را به قرآن بشوى و بند بار سنگين گناه را از ما بگسل و پريشانى كارهاى ما را به سامان آور</w:t>
      </w:r>
      <w:r w:rsidR="007D3118">
        <w:rPr>
          <w:rtl/>
        </w:rPr>
        <w:t xml:space="preserve">، </w:t>
      </w:r>
      <w:r>
        <w:rPr>
          <w:rtl/>
        </w:rPr>
        <w:t xml:space="preserve">و آن هنگام كه هنگامه عرض اعمال است در گرمگاه روز قيامت سوز </w:t>
      </w:r>
      <w:r>
        <w:rPr>
          <w:rtl/>
        </w:rPr>
        <w:lastRenderedPageBreak/>
        <w:t>تشنگى ما را به قرآن فرو نشان</w:t>
      </w:r>
      <w:r w:rsidR="007D3118">
        <w:rPr>
          <w:rtl/>
        </w:rPr>
        <w:t xml:space="preserve">، </w:t>
      </w:r>
      <w:r>
        <w:rPr>
          <w:rtl/>
        </w:rPr>
        <w:t>و در سهمناكترين روز كه رستاخيز ما است به سبب قرآن جامه امان بر ما بپوشان</w:t>
      </w:r>
      <w:r w:rsidR="007D3118">
        <w:rPr>
          <w:rtl/>
        </w:rPr>
        <w:t xml:space="preserve">. </w:t>
      </w:r>
    </w:p>
    <w:p w:rsidR="00587D34" w:rsidRDefault="00587D34" w:rsidP="00587D34">
      <w:pPr>
        <w:pStyle w:val="libNormal"/>
        <w:rPr>
          <w:rtl/>
        </w:rPr>
      </w:pPr>
      <w:r>
        <w:rPr>
          <w:rtl/>
        </w:rPr>
        <w:t>12</w:t>
      </w:r>
      <w:r w:rsidR="007D3118">
        <w:rPr>
          <w:rtl/>
        </w:rPr>
        <w:t xml:space="preserve">. </w:t>
      </w:r>
      <w:r>
        <w:rPr>
          <w:rtl/>
        </w:rPr>
        <w:t>خدايا! درود بر محمد و آل او فرست</w:t>
      </w:r>
      <w:r w:rsidR="007D3118">
        <w:rPr>
          <w:rtl/>
        </w:rPr>
        <w:t xml:space="preserve">، </w:t>
      </w:r>
      <w:r>
        <w:rPr>
          <w:rtl/>
        </w:rPr>
        <w:t>و به قرآن تنگدستى ما را جبران كن</w:t>
      </w:r>
      <w:r w:rsidR="007D3118">
        <w:rPr>
          <w:rtl/>
        </w:rPr>
        <w:t xml:space="preserve">، </w:t>
      </w:r>
      <w:r>
        <w:rPr>
          <w:rtl/>
        </w:rPr>
        <w:t>كه محتاج نباشيم و آسايش زندگى و فراوانى روزى نصيب ما كن</w:t>
      </w:r>
      <w:r w:rsidR="007D3118">
        <w:rPr>
          <w:rtl/>
        </w:rPr>
        <w:t xml:space="preserve">، </w:t>
      </w:r>
      <w:r>
        <w:rPr>
          <w:rtl/>
        </w:rPr>
        <w:t>و از سرشت بد و خوى زشت بركنار دار</w:t>
      </w:r>
      <w:r w:rsidR="007D3118">
        <w:rPr>
          <w:rtl/>
        </w:rPr>
        <w:t xml:space="preserve">، </w:t>
      </w:r>
      <w:r>
        <w:rPr>
          <w:rtl/>
        </w:rPr>
        <w:t>و از پرتگاه كفر و داعيه نفاق حفظ كن تا قرآن در آن روز ما را سوى خشنودى و بهشت تو كشاند و در دنيا از خشم و نافرمانى تو باز دارد و نزد تو گواهى دهد كه ما حلال آن را حلال دانستيم و حرام آن را حرام</w:t>
      </w:r>
      <w:r w:rsidR="007D3118">
        <w:rPr>
          <w:rtl/>
        </w:rPr>
        <w:t xml:space="preserve">. </w:t>
      </w:r>
    </w:p>
    <w:p w:rsidR="00587D34" w:rsidRDefault="00587D34" w:rsidP="00587D34">
      <w:pPr>
        <w:pStyle w:val="libNormal"/>
        <w:rPr>
          <w:rtl/>
        </w:rPr>
      </w:pPr>
      <w:r>
        <w:rPr>
          <w:rtl/>
        </w:rPr>
        <w:t>13</w:t>
      </w:r>
      <w:r w:rsidR="007D3118">
        <w:rPr>
          <w:rtl/>
        </w:rPr>
        <w:t xml:space="preserve">. </w:t>
      </w:r>
      <w:r>
        <w:rPr>
          <w:rtl/>
        </w:rPr>
        <w:t>خدايا! درود بر محمد و آل او فرست</w:t>
      </w:r>
      <w:r w:rsidR="007D3118">
        <w:rPr>
          <w:rtl/>
        </w:rPr>
        <w:t xml:space="preserve">، </w:t>
      </w:r>
      <w:r>
        <w:rPr>
          <w:rtl/>
        </w:rPr>
        <w:t>و سختى جان كندن را هنگام احتضار به بركت قرآن بر ما سهل گردان</w:t>
      </w:r>
      <w:r w:rsidR="007D3118">
        <w:rPr>
          <w:rtl/>
        </w:rPr>
        <w:t xml:space="preserve">، </w:t>
      </w:r>
      <w:r>
        <w:rPr>
          <w:rtl/>
        </w:rPr>
        <w:t>ناله هاى پر مشقت و پيچيدن نفس ‍ در گلو را وقتى كه جان به ترقوه مى رسد بر ما آسان كن</w:t>
      </w:r>
      <w:r w:rsidR="007D3118">
        <w:rPr>
          <w:rtl/>
        </w:rPr>
        <w:t xml:space="preserve">، </w:t>
      </w:r>
      <w:r>
        <w:rPr>
          <w:rtl/>
        </w:rPr>
        <w:t>آنه هنگام كه گويند كيست درمان كننده؟ و فرشته مرگ براى گرفتن جان ها از پشت پرده هاى غيب خويش را بنمايد و از كمان مرگ تيرهاى وحشتناك فراق سوى جانها پرتاب كند</w:t>
      </w:r>
      <w:r w:rsidR="007D3118">
        <w:rPr>
          <w:rtl/>
        </w:rPr>
        <w:t xml:space="preserve">، </w:t>
      </w:r>
      <w:r>
        <w:rPr>
          <w:rtl/>
        </w:rPr>
        <w:t>و جامى به طهم شرنگ از زهر ناب پرورده سازد</w:t>
      </w:r>
      <w:r w:rsidR="007D3118">
        <w:rPr>
          <w:rtl/>
        </w:rPr>
        <w:t xml:space="preserve">، </w:t>
      </w:r>
      <w:r>
        <w:rPr>
          <w:rtl/>
        </w:rPr>
        <w:t>هنگام بار بستن سوى آخرت فرا رسيده است</w:t>
      </w:r>
      <w:r w:rsidR="007D3118">
        <w:rPr>
          <w:rtl/>
        </w:rPr>
        <w:t xml:space="preserve">. </w:t>
      </w:r>
      <w:r>
        <w:rPr>
          <w:rtl/>
        </w:rPr>
        <w:t>كردارها چون طوق بر گردن ها بسته</w:t>
      </w:r>
      <w:r w:rsidR="007D3118">
        <w:rPr>
          <w:rtl/>
        </w:rPr>
        <w:t xml:space="preserve">، </w:t>
      </w:r>
      <w:r>
        <w:rPr>
          <w:rtl/>
        </w:rPr>
        <w:t>خانه گور تا روز قيامت جاى ماندن ما خواهد بود</w:t>
      </w:r>
      <w:r w:rsidR="007D3118">
        <w:rPr>
          <w:rtl/>
        </w:rPr>
        <w:t xml:space="preserve">. </w:t>
      </w:r>
    </w:p>
    <w:p w:rsidR="00587D34" w:rsidRDefault="00587D34" w:rsidP="00587D34">
      <w:pPr>
        <w:pStyle w:val="libNormal"/>
        <w:rPr>
          <w:rtl/>
        </w:rPr>
      </w:pPr>
      <w:r>
        <w:rPr>
          <w:rtl/>
        </w:rPr>
        <w:t>14</w:t>
      </w:r>
      <w:r w:rsidR="007D3118">
        <w:rPr>
          <w:rtl/>
        </w:rPr>
        <w:t xml:space="preserve">. </w:t>
      </w:r>
      <w:r>
        <w:rPr>
          <w:rtl/>
        </w:rPr>
        <w:t>خدايا! درود بر محمد و آل او فرست</w:t>
      </w:r>
      <w:r w:rsidR="007D3118">
        <w:rPr>
          <w:rtl/>
        </w:rPr>
        <w:t xml:space="preserve">، </w:t>
      </w:r>
      <w:r>
        <w:rPr>
          <w:rtl/>
        </w:rPr>
        <w:t>و فرود آمدن اين سراى نو را بر ما مبارك گردان</w:t>
      </w:r>
      <w:r w:rsidR="007D3118">
        <w:rPr>
          <w:rtl/>
        </w:rPr>
        <w:t xml:space="preserve">، </w:t>
      </w:r>
      <w:r>
        <w:rPr>
          <w:rtl/>
        </w:rPr>
        <w:t>كه بايد در آن پوسيده شويم و ديرزمانى ميان طبقه هاى نمناك درنگ كنيم و خانهگور را پس از مفارقت دنيا بهترين منزل ما قرار ده و تنگى لحد را براى ما فراخ كن و به گناهان بزرگ در پيشگاه حاضران عرصات ما را رسواى مساز</w:t>
      </w:r>
      <w:r w:rsidR="007D3118">
        <w:rPr>
          <w:rtl/>
        </w:rPr>
        <w:t xml:space="preserve">. </w:t>
      </w:r>
    </w:p>
    <w:p w:rsidR="00587D34" w:rsidRDefault="00587D34" w:rsidP="00587D34">
      <w:pPr>
        <w:pStyle w:val="libNormal"/>
        <w:rPr>
          <w:rtl/>
        </w:rPr>
      </w:pPr>
      <w:r>
        <w:rPr>
          <w:rtl/>
        </w:rPr>
        <w:lastRenderedPageBreak/>
        <w:t>15</w:t>
      </w:r>
      <w:r w:rsidR="007D3118">
        <w:rPr>
          <w:rtl/>
        </w:rPr>
        <w:t xml:space="preserve">. </w:t>
      </w:r>
      <w:r>
        <w:rPr>
          <w:rtl/>
        </w:rPr>
        <w:t>و به حرمت قرآن در آن جاى كه عمل ها را بر تو عرضه مى دارند به خوارى مقام ما رحم كن و آنگاه كه جسر دوزخ زير پاى گذرندگان مى لرزد</w:t>
      </w:r>
      <w:r w:rsidR="007D3118">
        <w:rPr>
          <w:rtl/>
        </w:rPr>
        <w:t xml:space="preserve">، </w:t>
      </w:r>
      <w:r>
        <w:rPr>
          <w:rtl/>
        </w:rPr>
        <w:t>گام هاى ما را استوار گردان و از لغزش باز دار و از هر اندوهى در روز قيامت و از عقبات سهمگين و سخت آن گير و دار برهان</w:t>
      </w:r>
      <w:r w:rsidR="007D3118">
        <w:rPr>
          <w:rtl/>
        </w:rPr>
        <w:t xml:space="preserve">. </w:t>
      </w:r>
    </w:p>
    <w:p w:rsidR="00587D34" w:rsidRDefault="00587D34" w:rsidP="00587D34">
      <w:pPr>
        <w:pStyle w:val="libNormal"/>
        <w:rPr>
          <w:rtl/>
        </w:rPr>
      </w:pPr>
      <w:r>
        <w:rPr>
          <w:rtl/>
        </w:rPr>
        <w:t>16</w:t>
      </w:r>
      <w:r w:rsidR="007D3118">
        <w:rPr>
          <w:rtl/>
        </w:rPr>
        <w:t xml:space="preserve">. </w:t>
      </w:r>
      <w:r>
        <w:rPr>
          <w:rtl/>
        </w:rPr>
        <w:t>در آن روز پشيمانى و افسوس كه روى ستمگران سياه شود</w:t>
      </w:r>
      <w:r w:rsidR="007D3118">
        <w:rPr>
          <w:rtl/>
        </w:rPr>
        <w:t xml:space="preserve">، </w:t>
      </w:r>
      <w:r>
        <w:rPr>
          <w:rtl/>
        </w:rPr>
        <w:t>روى ما را سفيد گردان</w:t>
      </w:r>
      <w:r w:rsidR="007D3118">
        <w:rPr>
          <w:rtl/>
        </w:rPr>
        <w:t xml:space="preserve">، </w:t>
      </w:r>
      <w:r>
        <w:rPr>
          <w:rtl/>
        </w:rPr>
        <w:t>و دوستى ما را در سينه مؤمنان جاى ده</w:t>
      </w:r>
      <w:r w:rsidR="007D3118">
        <w:rPr>
          <w:rtl/>
        </w:rPr>
        <w:t xml:space="preserve">، </w:t>
      </w:r>
      <w:r>
        <w:rPr>
          <w:rtl/>
        </w:rPr>
        <w:t>و زندگى را بر ما بى رنج و سختى بگذران</w:t>
      </w:r>
      <w:r w:rsidR="007D3118">
        <w:rPr>
          <w:rtl/>
        </w:rPr>
        <w:t xml:space="preserve">. </w:t>
      </w:r>
    </w:p>
    <w:p w:rsidR="00587D34" w:rsidRDefault="00587D34" w:rsidP="00587D34">
      <w:pPr>
        <w:pStyle w:val="libNormal"/>
        <w:rPr>
          <w:rtl/>
        </w:rPr>
      </w:pPr>
      <w:r>
        <w:rPr>
          <w:rtl/>
        </w:rPr>
        <w:t>17</w:t>
      </w:r>
      <w:r w:rsidR="007D3118">
        <w:rPr>
          <w:rtl/>
        </w:rPr>
        <w:t xml:space="preserve">. </w:t>
      </w:r>
      <w:r>
        <w:rPr>
          <w:rtl/>
        </w:rPr>
        <w:t>خدايا درود بر محمد فرست كه بنده و پيغمبر توست و پيغام تو را برسانيد</w:t>
      </w:r>
      <w:r w:rsidR="007D3118">
        <w:rPr>
          <w:rtl/>
        </w:rPr>
        <w:t xml:space="preserve">، </w:t>
      </w:r>
      <w:r>
        <w:rPr>
          <w:rtl/>
        </w:rPr>
        <w:t>و فرمان تو را آشكار كرده</w:t>
      </w:r>
      <w:r w:rsidR="007D3118">
        <w:rPr>
          <w:rtl/>
        </w:rPr>
        <w:t xml:space="preserve">، </w:t>
      </w:r>
      <w:r>
        <w:rPr>
          <w:rtl/>
        </w:rPr>
        <w:t>و بندگان تو را خيرخواهى نمود</w:t>
      </w:r>
      <w:r w:rsidR="007D3118">
        <w:rPr>
          <w:rtl/>
        </w:rPr>
        <w:t xml:space="preserve">. </w:t>
      </w:r>
    </w:p>
    <w:p w:rsidR="00587D34" w:rsidRDefault="00587D34" w:rsidP="00587D34">
      <w:pPr>
        <w:pStyle w:val="libNormal"/>
        <w:rPr>
          <w:rtl/>
        </w:rPr>
      </w:pPr>
      <w:r>
        <w:rPr>
          <w:rtl/>
        </w:rPr>
        <w:t>18</w:t>
      </w:r>
      <w:r w:rsidR="007D3118">
        <w:rPr>
          <w:rtl/>
        </w:rPr>
        <w:t xml:space="preserve">. </w:t>
      </w:r>
      <w:r>
        <w:rPr>
          <w:rtl/>
        </w:rPr>
        <w:t>خدايا! پيغمبر ما را (صلواتك عليه و على آله</w:t>
      </w:r>
      <w:r w:rsidR="007D3118">
        <w:rPr>
          <w:rtl/>
        </w:rPr>
        <w:t xml:space="preserve">) </w:t>
      </w:r>
      <w:r>
        <w:rPr>
          <w:rtl/>
        </w:rPr>
        <w:t>در روز قيامت از همه پيغمبران به خود نزديك تر گردان و شفاعت او را بيش از آنان بپذير و رتبه او را افزون تر و آبروى او را بيشتر كن</w:t>
      </w:r>
      <w:r w:rsidR="007D3118">
        <w:rPr>
          <w:rtl/>
        </w:rPr>
        <w:t xml:space="preserve">. </w:t>
      </w:r>
    </w:p>
    <w:p w:rsidR="00587D34" w:rsidRDefault="00587D34" w:rsidP="00587D34">
      <w:pPr>
        <w:pStyle w:val="libNormal"/>
        <w:rPr>
          <w:rtl/>
        </w:rPr>
      </w:pPr>
      <w:r>
        <w:rPr>
          <w:rtl/>
        </w:rPr>
        <w:t>19</w:t>
      </w:r>
      <w:r w:rsidR="007D3118">
        <w:rPr>
          <w:rtl/>
        </w:rPr>
        <w:t xml:space="preserve">. </w:t>
      </w:r>
      <w:r>
        <w:rPr>
          <w:rtl/>
        </w:rPr>
        <w:t>خدايا! درود بر محمد و آل او فرست</w:t>
      </w:r>
      <w:r w:rsidR="007D3118">
        <w:rPr>
          <w:rtl/>
        </w:rPr>
        <w:t xml:space="preserve">، </w:t>
      </w:r>
      <w:r>
        <w:rPr>
          <w:rtl/>
        </w:rPr>
        <w:t>و پايه او را والا</w:t>
      </w:r>
      <w:r w:rsidR="007D3118">
        <w:rPr>
          <w:rtl/>
        </w:rPr>
        <w:t xml:space="preserve">، </w:t>
      </w:r>
      <w:r>
        <w:rPr>
          <w:rtl/>
        </w:rPr>
        <w:t>و حجت او را بزرگ و ترازوى او را سنگين گردان</w:t>
      </w:r>
      <w:r w:rsidR="007D3118">
        <w:rPr>
          <w:rtl/>
        </w:rPr>
        <w:t xml:space="preserve">، </w:t>
      </w:r>
      <w:r>
        <w:rPr>
          <w:rtl/>
        </w:rPr>
        <w:t>و شفاعت او را بپذير</w:t>
      </w:r>
      <w:r w:rsidR="007D3118">
        <w:rPr>
          <w:rtl/>
        </w:rPr>
        <w:t xml:space="preserve">، </w:t>
      </w:r>
      <w:r>
        <w:rPr>
          <w:rtl/>
        </w:rPr>
        <w:t>و وسيلت او را نزديك كن</w:t>
      </w:r>
      <w:r w:rsidR="007D3118">
        <w:rPr>
          <w:rtl/>
        </w:rPr>
        <w:t xml:space="preserve">، </w:t>
      </w:r>
      <w:r w:rsidRPr="00AA3CBA">
        <w:rPr>
          <w:rStyle w:val="libFootnotenumChar"/>
          <w:rtl/>
        </w:rPr>
        <w:t>(104</w:t>
      </w:r>
      <w:r w:rsidR="007D3118" w:rsidRPr="00AA3CBA">
        <w:rPr>
          <w:rStyle w:val="libFootnotenumChar"/>
          <w:rtl/>
        </w:rPr>
        <w:t>)</w:t>
      </w:r>
      <w:r>
        <w:rPr>
          <w:rtl/>
        </w:rPr>
        <w:t xml:space="preserve"> و روى او را سپيد و ورشنايى او را كامل</w:t>
      </w:r>
      <w:r w:rsidR="007D3118">
        <w:rPr>
          <w:rtl/>
        </w:rPr>
        <w:t xml:space="preserve">، </w:t>
      </w:r>
      <w:r>
        <w:rPr>
          <w:rtl/>
        </w:rPr>
        <w:t>و رتبه او را بلند ساز</w:t>
      </w:r>
      <w:r w:rsidR="007D3118">
        <w:rPr>
          <w:rtl/>
        </w:rPr>
        <w:t xml:space="preserve">، </w:t>
      </w:r>
      <w:r>
        <w:rPr>
          <w:rtl/>
        </w:rPr>
        <w:t>و ما را بر سنّت او زنده بدار</w:t>
      </w:r>
      <w:r w:rsidR="007D3118">
        <w:rPr>
          <w:rtl/>
        </w:rPr>
        <w:t xml:space="preserve">، </w:t>
      </w:r>
      <w:r>
        <w:rPr>
          <w:rtl/>
        </w:rPr>
        <w:t>و بر دين او بميران</w:t>
      </w:r>
      <w:r w:rsidR="007D3118">
        <w:rPr>
          <w:rtl/>
        </w:rPr>
        <w:t xml:space="preserve">. </w:t>
      </w:r>
    </w:p>
    <w:p w:rsidR="00587D34" w:rsidRDefault="00587D34" w:rsidP="00587D34">
      <w:pPr>
        <w:pStyle w:val="libNormal"/>
        <w:rPr>
          <w:rtl/>
        </w:rPr>
      </w:pPr>
      <w:r>
        <w:rPr>
          <w:rtl/>
        </w:rPr>
        <w:t>20 و به روش او بر و در راه او سالك گردان و از فرمانبران او قرار ده</w:t>
      </w:r>
      <w:r w:rsidR="007D3118">
        <w:rPr>
          <w:rtl/>
        </w:rPr>
        <w:t xml:space="preserve">، </w:t>
      </w:r>
      <w:r>
        <w:rPr>
          <w:rtl/>
        </w:rPr>
        <w:t>و در زمره پيروان وى محشور فرما</w:t>
      </w:r>
      <w:r w:rsidR="007D3118">
        <w:rPr>
          <w:rtl/>
        </w:rPr>
        <w:t xml:space="preserve">، </w:t>
      </w:r>
      <w:r>
        <w:rPr>
          <w:rtl/>
        </w:rPr>
        <w:t>و بر حوض او وارد كن</w:t>
      </w:r>
      <w:r w:rsidR="007D3118">
        <w:rPr>
          <w:rtl/>
        </w:rPr>
        <w:t xml:space="preserve">، </w:t>
      </w:r>
      <w:r>
        <w:rPr>
          <w:rtl/>
        </w:rPr>
        <w:t>و از جام او بنوشان</w:t>
      </w:r>
      <w:r w:rsidR="007D3118">
        <w:rPr>
          <w:rtl/>
        </w:rPr>
        <w:t xml:space="preserve">. </w:t>
      </w:r>
    </w:p>
    <w:p w:rsidR="00587D34" w:rsidRDefault="00587D34" w:rsidP="00587D34">
      <w:pPr>
        <w:pStyle w:val="libNormal"/>
        <w:rPr>
          <w:rtl/>
        </w:rPr>
      </w:pPr>
      <w:r>
        <w:rPr>
          <w:rtl/>
        </w:rPr>
        <w:t>21</w:t>
      </w:r>
      <w:r w:rsidR="007D3118">
        <w:rPr>
          <w:rtl/>
        </w:rPr>
        <w:t xml:space="preserve">. </w:t>
      </w:r>
      <w:r>
        <w:rPr>
          <w:rtl/>
        </w:rPr>
        <w:t>خدايا! درود بر محمد و آل او فرست</w:t>
      </w:r>
      <w:r w:rsidR="007D3118">
        <w:rPr>
          <w:rtl/>
        </w:rPr>
        <w:t xml:space="preserve">، </w:t>
      </w:r>
      <w:r>
        <w:rPr>
          <w:rtl/>
        </w:rPr>
        <w:t>درودى كه بدان او را به بهترين آرزوى رسانى</w:t>
      </w:r>
      <w:r w:rsidR="007D3118">
        <w:rPr>
          <w:rtl/>
        </w:rPr>
        <w:t xml:space="preserve">، </w:t>
      </w:r>
      <w:r>
        <w:rPr>
          <w:rtl/>
        </w:rPr>
        <w:t>از خير و فضل و كرامت</w:t>
      </w:r>
      <w:r w:rsidR="007D3118">
        <w:rPr>
          <w:rtl/>
        </w:rPr>
        <w:t xml:space="preserve">، </w:t>
      </w:r>
      <w:r>
        <w:rPr>
          <w:rtl/>
        </w:rPr>
        <w:t>كه تويى صاحب بخشايش و گشايش بسيار و فضل عظيم</w:t>
      </w:r>
      <w:r w:rsidR="007D3118">
        <w:rPr>
          <w:rtl/>
        </w:rPr>
        <w:t xml:space="preserve">. </w:t>
      </w:r>
    </w:p>
    <w:p w:rsidR="00587D34" w:rsidRDefault="00587D34" w:rsidP="00587D34">
      <w:pPr>
        <w:pStyle w:val="libNormal"/>
        <w:rPr>
          <w:rtl/>
        </w:rPr>
      </w:pPr>
      <w:r>
        <w:rPr>
          <w:rtl/>
        </w:rPr>
        <w:lastRenderedPageBreak/>
        <w:t>22</w:t>
      </w:r>
      <w:r w:rsidR="007D3118">
        <w:rPr>
          <w:rtl/>
        </w:rPr>
        <w:t xml:space="preserve">. </w:t>
      </w:r>
      <w:r>
        <w:rPr>
          <w:rtl/>
        </w:rPr>
        <w:t>خدايا! او را در برابر اين پيغام هاى تو را بگذارد و آيات تو را رسانيد و بندگان تو را خيرخواهى نمود و در راه تو كوشيد</w:t>
      </w:r>
      <w:r w:rsidR="007D3118">
        <w:rPr>
          <w:rtl/>
        </w:rPr>
        <w:t xml:space="preserve">، </w:t>
      </w:r>
      <w:r>
        <w:rPr>
          <w:rtl/>
        </w:rPr>
        <w:t>پاداشى ده بهتر از آنچه فرشتگان مقرب و پيغمبران مرسل و برگزيده را دادى</w:t>
      </w:r>
      <w:r w:rsidR="007D3118">
        <w:rPr>
          <w:rtl/>
        </w:rPr>
        <w:t xml:space="preserve">. </w:t>
      </w:r>
    </w:p>
    <w:p w:rsidR="00587D34" w:rsidRDefault="00587D34" w:rsidP="00587D34">
      <w:pPr>
        <w:pStyle w:val="libNormal"/>
        <w:rPr>
          <w:rtl/>
        </w:rPr>
      </w:pPr>
      <w:r>
        <w:rPr>
          <w:rtl/>
        </w:rPr>
        <w:t>و السلام عليه و على آله الطيبين الطاهرين و رحمة الله و بركاته</w:t>
      </w:r>
      <w:r w:rsidR="007D3118">
        <w:rPr>
          <w:rtl/>
        </w:rPr>
        <w:t xml:space="preserve">. </w:t>
      </w:r>
      <w:r>
        <w:rPr>
          <w:rFonts w:hint="cs"/>
          <w:rtl/>
        </w:rPr>
        <w:t>پ</w:t>
      </w:r>
    </w:p>
    <w:p w:rsidR="00587D34" w:rsidRDefault="00D438E0" w:rsidP="004C63D0">
      <w:pPr>
        <w:pStyle w:val="Heading2"/>
        <w:rPr>
          <w:rtl/>
        </w:rPr>
      </w:pPr>
      <w:r>
        <w:br w:type="page"/>
      </w:r>
      <w:bookmarkStart w:id="90" w:name="_Toc394915219"/>
      <w:r w:rsidR="00AA3CBA">
        <w:lastRenderedPageBreak/>
        <w:t>43</w:t>
      </w:r>
      <w:r w:rsidR="00AA3CBA">
        <w:rPr>
          <w:rtl/>
        </w:rPr>
        <w:t xml:space="preserve"> وَ كَانَ مِنْ دُعَائِهِ عَلَيْهِ السَّلامُ إِذَا نَظَرَ إِلَى الْهِلالِ:</w:t>
      </w:r>
      <w:bookmarkEnd w:id="90"/>
      <w:r w:rsidR="00AA3CBA">
        <w:rPr>
          <w:rtl/>
        </w:rPr>
        <w:t xml:space="preserve"> </w:t>
      </w:r>
    </w:p>
    <w:p w:rsidR="00587D34" w:rsidRDefault="00587D34" w:rsidP="00587D34">
      <w:pPr>
        <w:pStyle w:val="libNormal"/>
        <w:rPr>
          <w:rtl/>
        </w:rPr>
      </w:pPr>
      <w:r>
        <w:rPr>
          <w:rtl/>
        </w:rPr>
        <w:t>(1</w:t>
      </w:r>
      <w:r w:rsidR="007D3118">
        <w:rPr>
          <w:rtl/>
        </w:rPr>
        <w:t xml:space="preserve">) </w:t>
      </w:r>
      <w:r>
        <w:rPr>
          <w:rtl/>
        </w:rPr>
        <w:t>أَيُّهَا الْخَلْقُ الْمُطِيعُ</w:t>
      </w:r>
      <w:r w:rsidR="007D3118">
        <w:rPr>
          <w:rtl/>
        </w:rPr>
        <w:t xml:space="preserve">، </w:t>
      </w:r>
      <w:r>
        <w:rPr>
          <w:rtl/>
        </w:rPr>
        <w:t>الدَّائِبُ السَّرِيعُ</w:t>
      </w:r>
      <w:r w:rsidR="007D3118">
        <w:rPr>
          <w:rtl/>
        </w:rPr>
        <w:t xml:space="preserve">، </w:t>
      </w:r>
      <w:r>
        <w:rPr>
          <w:rtl/>
        </w:rPr>
        <w:t>الْمُتَرَدِّدُ فِى مَنَازِلِ التَّقْدِيرِ</w:t>
      </w:r>
      <w:r w:rsidR="007D3118">
        <w:rPr>
          <w:rtl/>
        </w:rPr>
        <w:t xml:space="preserve">، </w:t>
      </w:r>
      <w:r>
        <w:rPr>
          <w:rtl/>
        </w:rPr>
        <w:t>الْمُتَصَرِّفُ فِى فَلَكِ التَّدْبِيرِ</w:t>
      </w:r>
      <w:r w:rsidR="007D3118">
        <w:rPr>
          <w:rtl/>
        </w:rPr>
        <w:t xml:space="preserve">. </w:t>
      </w:r>
    </w:p>
    <w:p w:rsidR="00587D34" w:rsidRDefault="00587D34" w:rsidP="00587D34">
      <w:pPr>
        <w:pStyle w:val="libNormal"/>
        <w:rPr>
          <w:rtl/>
        </w:rPr>
      </w:pPr>
      <w:r>
        <w:rPr>
          <w:rtl/>
        </w:rPr>
        <w:t>(2</w:t>
      </w:r>
      <w:r w:rsidR="007D3118">
        <w:rPr>
          <w:rtl/>
        </w:rPr>
        <w:t xml:space="preserve">) </w:t>
      </w:r>
      <w:r>
        <w:rPr>
          <w:rtl/>
        </w:rPr>
        <w:t>آمَنْتُ بِمَنْ نَوَّرَ بِكَ الظُّلَمَ</w:t>
      </w:r>
      <w:r w:rsidR="007D3118">
        <w:rPr>
          <w:rtl/>
        </w:rPr>
        <w:t xml:space="preserve">، </w:t>
      </w:r>
      <w:r>
        <w:rPr>
          <w:rtl/>
        </w:rPr>
        <w:t>وَ أَوْضَحَ بِكَ الْبُهَمَ</w:t>
      </w:r>
      <w:r w:rsidR="007D3118">
        <w:rPr>
          <w:rtl/>
        </w:rPr>
        <w:t xml:space="preserve">، </w:t>
      </w:r>
      <w:r>
        <w:rPr>
          <w:rtl/>
        </w:rPr>
        <w:t>وَ جَعَلَكَ آيَةً مِنْ آيَاتِ مُلْكِهِ</w:t>
      </w:r>
      <w:r w:rsidR="007D3118">
        <w:rPr>
          <w:rtl/>
        </w:rPr>
        <w:t xml:space="preserve">، </w:t>
      </w:r>
      <w:r>
        <w:rPr>
          <w:rtl/>
        </w:rPr>
        <w:t>وَ عَلامَةً مِنْ عَلامَاتِ</w:t>
      </w:r>
    </w:p>
    <w:p w:rsidR="00587D34" w:rsidRDefault="00587D34" w:rsidP="00587D34">
      <w:pPr>
        <w:pStyle w:val="libNormal"/>
        <w:rPr>
          <w:rtl/>
        </w:rPr>
      </w:pPr>
      <w:r>
        <w:rPr>
          <w:rtl/>
        </w:rPr>
        <w:t>سُلْطَانِهِ</w:t>
      </w:r>
      <w:r w:rsidR="007D3118">
        <w:rPr>
          <w:rtl/>
        </w:rPr>
        <w:t xml:space="preserve">، </w:t>
      </w:r>
      <w:r>
        <w:rPr>
          <w:rtl/>
        </w:rPr>
        <w:t>وَ امْتَهَنَكَ بِالزِّيَادَةِ وَ النُّقْصَانِ</w:t>
      </w:r>
      <w:r w:rsidR="007D3118">
        <w:rPr>
          <w:rtl/>
        </w:rPr>
        <w:t xml:space="preserve">، </w:t>
      </w:r>
      <w:r>
        <w:rPr>
          <w:rtl/>
        </w:rPr>
        <w:t>وَ الطُّلُوعِ وَ الْأُفُولِ</w:t>
      </w:r>
      <w:r w:rsidR="007D3118">
        <w:rPr>
          <w:rtl/>
        </w:rPr>
        <w:t xml:space="preserve">، </w:t>
      </w:r>
      <w:r>
        <w:rPr>
          <w:rtl/>
        </w:rPr>
        <w:t>وَ الْإِنَارَةِ وَ الْكُسُوفِ</w:t>
      </w:r>
      <w:r w:rsidR="007D3118">
        <w:rPr>
          <w:rtl/>
        </w:rPr>
        <w:t xml:space="preserve">، </w:t>
      </w:r>
      <w:r>
        <w:rPr>
          <w:rtl/>
        </w:rPr>
        <w:t>فِى كُلِّ ذَلِكَ أَنْتَ لَهُ مُطِيعٌ</w:t>
      </w:r>
      <w:r w:rsidR="007D3118">
        <w:rPr>
          <w:rtl/>
        </w:rPr>
        <w:t xml:space="preserve">، </w:t>
      </w:r>
      <w:r>
        <w:rPr>
          <w:rtl/>
        </w:rPr>
        <w:t>وَ إِلَى إِرَادَتِهِ سَرِيعٌ</w:t>
      </w:r>
    </w:p>
    <w:p w:rsidR="00587D34" w:rsidRDefault="00587D34" w:rsidP="00587D34">
      <w:pPr>
        <w:pStyle w:val="libNormal"/>
        <w:rPr>
          <w:rtl/>
        </w:rPr>
      </w:pPr>
      <w:r>
        <w:rPr>
          <w:rtl/>
        </w:rPr>
        <w:t>(3</w:t>
      </w:r>
      <w:r w:rsidR="007D3118">
        <w:rPr>
          <w:rtl/>
        </w:rPr>
        <w:t xml:space="preserve">) </w:t>
      </w:r>
      <w:r>
        <w:rPr>
          <w:rtl/>
        </w:rPr>
        <w:t>سُبْحَانَهُ مَا أَعْجَبَ مَا دَبَّرَ فِى أَمْرِكَ وَ أَلْطَفَ مَا صَنَعَ فِى شَأْنِكَ جَعَلَكَ مِفْتَاحَ شَهْرٍ حَادِثٍ لِأَمْرٍ حَادِثٍ</w:t>
      </w:r>
    </w:p>
    <w:p w:rsidR="00587D34" w:rsidRDefault="00587D34" w:rsidP="00587D34">
      <w:pPr>
        <w:pStyle w:val="libNormal"/>
        <w:rPr>
          <w:rtl/>
        </w:rPr>
      </w:pPr>
      <w:r>
        <w:rPr>
          <w:rtl/>
        </w:rPr>
        <w:t>(4</w:t>
      </w:r>
      <w:r w:rsidR="007D3118">
        <w:rPr>
          <w:rtl/>
        </w:rPr>
        <w:t xml:space="preserve">) </w:t>
      </w:r>
      <w:r>
        <w:rPr>
          <w:rtl/>
        </w:rPr>
        <w:t>فَأَسْأَلُ اللَّهَ رَبِّى وَ رَبَّكَ</w:t>
      </w:r>
      <w:r w:rsidR="007D3118">
        <w:rPr>
          <w:rtl/>
        </w:rPr>
        <w:t xml:space="preserve">، </w:t>
      </w:r>
      <w:r>
        <w:rPr>
          <w:rtl/>
        </w:rPr>
        <w:t>وَ خَالِقِى وَ خَالِقَكَ</w:t>
      </w:r>
      <w:r w:rsidR="007D3118">
        <w:rPr>
          <w:rtl/>
        </w:rPr>
        <w:t xml:space="preserve">، </w:t>
      </w:r>
      <w:r>
        <w:rPr>
          <w:rtl/>
        </w:rPr>
        <w:t>وَ مُقَدِّرِى وَ مُقَدِّرَكَ</w:t>
      </w:r>
      <w:r w:rsidR="007D3118">
        <w:rPr>
          <w:rtl/>
        </w:rPr>
        <w:t xml:space="preserve">، </w:t>
      </w:r>
      <w:r>
        <w:rPr>
          <w:rtl/>
        </w:rPr>
        <w:t>وَ مُصَوِّرِى وَ مُصَوِّرَكَ</w:t>
      </w:r>
      <w:r w:rsidR="007D3118">
        <w:rPr>
          <w:rtl/>
        </w:rPr>
        <w:t xml:space="preserve">: </w:t>
      </w:r>
      <w:r>
        <w:rPr>
          <w:rtl/>
        </w:rPr>
        <w:t>أَنْ يُصَلِّىَ عَلَى مُحَمَّدٍ وَ آلِهِ</w:t>
      </w:r>
      <w:r w:rsidR="007D3118">
        <w:rPr>
          <w:rtl/>
        </w:rPr>
        <w:t xml:space="preserve">، </w:t>
      </w:r>
      <w:r>
        <w:rPr>
          <w:rtl/>
        </w:rPr>
        <w:t>وَ أَنْ يَجْعَلَكَ هِلالَ بَرَكَةٍ لا تَمْحَقُهَا الْأَيَّامُ</w:t>
      </w:r>
      <w:r w:rsidR="007D3118">
        <w:rPr>
          <w:rtl/>
        </w:rPr>
        <w:t xml:space="preserve">، </w:t>
      </w:r>
      <w:r>
        <w:rPr>
          <w:rtl/>
        </w:rPr>
        <w:t>وَ طَهَارَةٍ لا تُدَنِّسُهَا الاْثَامُ</w:t>
      </w:r>
    </w:p>
    <w:p w:rsidR="00587D34" w:rsidRDefault="00587D34" w:rsidP="00587D34">
      <w:pPr>
        <w:pStyle w:val="libNormal"/>
        <w:rPr>
          <w:rtl/>
        </w:rPr>
      </w:pPr>
      <w:r>
        <w:rPr>
          <w:rtl/>
        </w:rPr>
        <w:t>(5</w:t>
      </w:r>
      <w:r w:rsidR="007D3118">
        <w:rPr>
          <w:rtl/>
        </w:rPr>
        <w:t xml:space="preserve">) </w:t>
      </w:r>
      <w:r>
        <w:rPr>
          <w:rtl/>
        </w:rPr>
        <w:t>هِلالَ أَمْنٍ مِنَ الاْفَاتِ</w:t>
      </w:r>
      <w:r w:rsidR="007D3118">
        <w:rPr>
          <w:rtl/>
        </w:rPr>
        <w:t xml:space="preserve">، </w:t>
      </w:r>
      <w:r>
        <w:rPr>
          <w:rtl/>
        </w:rPr>
        <w:t>وَ سَلامَةٍ مِنَ السَّيِّئَاتِ</w:t>
      </w:r>
      <w:r w:rsidR="007D3118">
        <w:rPr>
          <w:rtl/>
        </w:rPr>
        <w:t xml:space="preserve">، </w:t>
      </w:r>
      <w:r>
        <w:rPr>
          <w:rtl/>
        </w:rPr>
        <w:t>هِلالَ سَعْدٍ لا نَحْسَ فِيهِ</w:t>
      </w:r>
      <w:r w:rsidR="007D3118">
        <w:rPr>
          <w:rtl/>
        </w:rPr>
        <w:t xml:space="preserve">، </w:t>
      </w:r>
      <w:r>
        <w:rPr>
          <w:rtl/>
        </w:rPr>
        <w:t>وَ يُمْنٍ لا نَكَدَ مَعَهُ</w:t>
      </w:r>
      <w:r w:rsidR="007D3118">
        <w:rPr>
          <w:rtl/>
        </w:rPr>
        <w:t xml:space="preserve">، </w:t>
      </w:r>
      <w:r>
        <w:rPr>
          <w:rtl/>
        </w:rPr>
        <w:t>وَ يُسْرٍ لا يُمَازِجُهُ عُسْرٌ</w:t>
      </w:r>
      <w:r w:rsidR="007D3118">
        <w:rPr>
          <w:rtl/>
        </w:rPr>
        <w:t xml:space="preserve">، </w:t>
      </w:r>
      <w:r>
        <w:rPr>
          <w:rtl/>
        </w:rPr>
        <w:t>وَ خَيْرٍ لا يَشُوبُهُ شَرٌّ</w:t>
      </w:r>
      <w:r w:rsidR="007D3118">
        <w:rPr>
          <w:rtl/>
        </w:rPr>
        <w:t xml:space="preserve">، </w:t>
      </w:r>
      <w:r>
        <w:rPr>
          <w:rtl/>
        </w:rPr>
        <w:t>هِلالَ أَمْنٍ وَ إِيمَانٍ وَ نِعْمَةٍ وَ إِحْسَانٍ وَ سَلامَةٍ وَ إِسْلامٍ</w:t>
      </w:r>
      <w:r w:rsidR="007D3118">
        <w:rPr>
          <w:rtl/>
        </w:rPr>
        <w:t xml:space="preserve">. </w:t>
      </w:r>
    </w:p>
    <w:p w:rsidR="00587D34" w:rsidRDefault="00587D34" w:rsidP="00587D34">
      <w:pPr>
        <w:pStyle w:val="libNormal"/>
        <w:rPr>
          <w:rtl/>
        </w:rPr>
      </w:pPr>
      <w:r>
        <w:rPr>
          <w:rtl/>
        </w:rPr>
        <w:t>(6</w:t>
      </w:r>
      <w:r w:rsidR="007D3118">
        <w:rPr>
          <w:rtl/>
        </w:rPr>
        <w:t xml:space="preserve">) </w:t>
      </w:r>
      <w:r>
        <w:rPr>
          <w:rtl/>
        </w:rPr>
        <w:t>اللَّهُمَّ صَلِّ عَلَى مُحَمَّدٍ وَ آلِهِ</w:t>
      </w:r>
      <w:r w:rsidR="007D3118">
        <w:rPr>
          <w:rtl/>
        </w:rPr>
        <w:t xml:space="preserve">، </w:t>
      </w:r>
      <w:r>
        <w:rPr>
          <w:rtl/>
        </w:rPr>
        <w:t>وَ اجْعَلْنَا مِنْ أَرْضَى مَنْ طَلَعَ عَلَيْهِ</w:t>
      </w:r>
      <w:r w:rsidR="007D3118">
        <w:rPr>
          <w:rtl/>
        </w:rPr>
        <w:t xml:space="preserve">، </w:t>
      </w:r>
      <w:r>
        <w:rPr>
          <w:rtl/>
        </w:rPr>
        <w:t>وَ أَزْكَى مَنْ نَظَرَ إِلَيْهِ</w:t>
      </w:r>
      <w:r w:rsidR="007D3118">
        <w:rPr>
          <w:rtl/>
        </w:rPr>
        <w:t xml:space="preserve">، </w:t>
      </w:r>
      <w:r>
        <w:rPr>
          <w:rtl/>
        </w:rPr>
        <w:t>وَ أَسْعَدَ مَنْ تَعَبَّدَ لَكَ فِيهِ</w:t>
      </w:r>
      <w:r w:rsidR="007D3118">
        <w:rPr>
          <w:rtl/>
        </w:rPr>
        <w:t xml:space="preserve">، </w:t>
      </w:r>
      <w:r>
        <w:rPr>
          <w:rtl/>
        </w:rPr>
        <w:t>وَ وَفِّقْنَا فِيهِ لِلتَّوْبَةِ</w:t>
      </w:r>
      <w:r w:rsidR="007D3118">
        <w:rPr>
          <w:rtl/>
        </w:rPr>
        <w:t xml:space="preserve">، </w:t>
      </w:r>
      <w:r>
        <w:rPr>
          <w:rtl/>
        </w:rPr>
        <w:t>وَ اعْصِمْنَا فِيهِ مِنَ الْحَوْبَةِ</w:t>
      </w:r>
      <w:r w:rsidR="007D3118">
        <w:rPr>
          <w:rtl/>
        </w:rPr>
        <w:t xml:space="preserve">، </w:t>
      </w:r>
      <w:r>
        <w:rPr>
          <w:rtl/>
        </w:rPr>
        <w:t>وَ احْفَظْنَا فِيهِ مِنْ مُبَاشَرَةِ مَعْصِيَتِكَ</w:t>
      </w:r>
    </w:p>
    <w:p w:rsidR="00587D34" w:rsidRDefault="00587D34" w:rsidP="00587D34">
      <w:pPr>
        <w:pStyle w:val="libNormal"/>
        <w:rPr>
          <w:rtl/>
        </w:rPr>
      </w:pPr>
      <w:r>
        <w:rPr>
          <w:rtl/>
        </w:rPr>
        <w:t>(7</w:t>
      </w:r>
      <w:r w:rsidR="007D3118">
        <w:rPr>
          <w:rtl/>
        </w:rPr>
        <w:t xml:space="preserve">) </w:t>
      </w:r>
      <w:r>
        <w:rPr>
          <w:rtl/>
        </w:rPr>
        <w:t>وَ أَوْزِعْنَا فِيهِ شُكْرَ نِعْمَتِكَ</w:t>
      </w:r>
      <w:r w:rsidR="007D3118">
        <w:rPr>
          <w:rtl/>
        </w:rPr>
        <w:t xml:space="preserve">، </w:t>
      </w:r>
      <w:r>
        <w:rPr>
          <w:rtl/>
        </w:rPr>
        <w:t>وَ أَلْبِسْنَا فِيهِ جُنَنَ الْعَافِيَةِ</w:t>
      </w:r>
      <w:r w:rsidR="007D3118">
        <w:rPr>
          <w:rtl/>
        </w:rPr>
        <w:t xml:space="preserve">، </w:t>
      </w:r>
      <w:r>
        <w:rPr>
          <w:rtl/>
        </w:rPr>
        <w:t>وَ أَتْمِمْ عَلَيْنَا بِاسْتِكْمَالِ طَاعَتِكَ فِيهِ الْمِنَّةَ</w:t>
      </w:r>
      <w:r w:rsidR="007D3118">
        <w:rPr>
          <w:rtl/>
        </w:rPr>
        <w:t xml:space="preserve">، </w:t>
      </w:r>
      <w:r>
        <w:rPr>
          <w:rtl/>
        </w:rPr>
        <w:t>إِنَّكَ الْمَنَّانُ الْحَمِيدُ</w:t>
      </w:r>
      <w:r w:rsidR="007D3118">
        <w:rPr>
          <w:rtl/>
        </w:rPr>
        <w:t xml:space="preserve">، </w:t>
      </w:r>
      <w:r>
        <w:rPr>
          <w:rtl/>
        </w:rPr>
        <w:t>وَ صَلَّى اللَّهُ عَلَى مُحَمَّدٍ وَ آلِهِ الطَّيِّبِينَ الطَّاهِرِينَ</w:t>
      </w:r>
      <w:r w:rsidR="007D3118">
        <w:rPr>
          <w:rtl/>
        </w:rPr>
        <w:t xml:space="preserve">. </w:t>
      </w:r>
    </w:p>
    <w:p w:rsidR="00587D34" w:rsidRDefault="00AA3CBA" w:rsidP="004C63D0">
      <w:pPr>
        <w:pStyle w:val="Heading2"/>
        <w:rPr>
          <w:rtl/>
        </w:rPr>
      </w:pPr>
      <w:bookmarkStart w:id="91" w:name="_Toc394915220"/>
      <w:r>
        <w:rPr>
          <w:rtl/>
        </w:rPr>
        <w:lastRenderedPageBreak/>
        <w:t xml:space="preserve">ترجمه دعاى چهل و سوم: دعاى آن حضرت </w:t>
      </w:r>
      <w:r w:rsidR="000C598D" w:rsidRPr="000C598D">
        <w:rPr>
          <w:rStyle w:val="libAlaemChar"/>
          <w:rtl/>
        </w:rPr>
        <w:t>عليه‌السلام</w:t>
      </w:r>
      <w:r>
        <w:rPr>
          <w:rtl/>
        </w:rPr>
        <w:t xml:space="preserve"> چون جانب ماه نو مى نگريست </w:t>
      </w:r>
      <w:r w:rsidRPr="00AA3CBA">
        <w:rPr>
          <w:rStyle w:val="libFootnotenumChar"/>
          <w:rtl/>
        </w:rPr>
        <w:t>(105)</w:t>
      </w:r>
      <w:bookmarkEnd w:id="91"/>
    </w:p>
    <w:p w:rsidR="00587D34" w:rsidRDefault="00587D34" w:rsidP="00587D34">
      <w:pPr>
        <w:pStyle w:val="libNormal"/>
        <w:rPr>
          <w:rtl/>
        </w:rPr>
      </w:pPr>
      <w:r>
        <w:rPr>
          <w:rtl/>
        </w:rPr>
        <w:t>1</w:t>
      </w:r>
      <w:r w:rsidR="007D3118">
        <w:rPr>
          <w:rtl/>
        </w:rPr>
        <w:t xml:space="preserve">. </w:t>
      </w:r>
      <w:r>
        <w:rPr>
          <w:rtl/>
        </w:rPr>
        <w:t>(خطاب آن حضرت به ماه اى آفريده فرمانبر</w:t>
      </w:r>
      <w:r w:rsidR="007D3118">
        <w:rPr>
          <w:rtl/>
        </w:rPr>
        <w:t xml:space="preserve">، </w:t>
      </w:r>
      <w:r w:rsidRPr="00AA3CBA">
        <w:rPr>
          <w:rStyle w:val="libFootnotenumChar"/>
          <w:rtl/>
        </w:rPr>
        <w:t>(106</w:t>
      </w:r>
      <w:r w:rsidR="007D3118" w:rsidRPr="00AA3CBA">
        <w:rPr>
          <w:rStyle w:val="libFootnotenumChar"/>
          <w:rtl/>
        </w:rPr>
        <w:t>)</w:t>
      </w:r>
      <w:r>
        <w:rPr>
          <w:rtl/>
        </w:rPr>
        <w:t xml:space="preserve"> و رونده سبك سير</w:t>
      </w:r>
      <w:r w:rsidR="007D3118">
        <w:rPr>
          <w:rtl/>
        </w:rPr>
        <w:t xml:space="preserve">، </w:t>
      </w:r>
      <w:r w:rsidRPr="00AA3CBA">
        <w:rPr>
          <w:rStyle w:val="libFootnotenumChar"/>
          <w:rtl/>
        </w:rPr>
        <w:t>(107</w:t>
      </w:r>
      <w:r w:rsidR="007D3118" w:rsidRPr="00AA3CBA">
        <w:rPr>
          <w:rStyle w:val="libFootnotenumChar"/>
          <w:rtl/>
        </w:rPr>
        <w:t>)</w:t>
      </w:r>
      <w:r>
        <w:rPr>
          <w:rtl/>
        </w:rPr>
        <w:t xml:space="preserve"> به اندازه منزلها مى نوردى</w:t>
      </w:r>
      <w:r w:rsidR="007D3118">
        <w:rPr>
          <w:rtl/>
        </w:rPr>
        <w:t xml:space="preserve">، </w:t>
      </w:r>
      <w:r w:rsidRPr="00AA3CBA">
        <w:rPr>
          <w:rStyle w:val="libFootnotenumChar"/>
          <w:rtl/>
        </w:rPr>
        <w:t>(108</w:t>
      </w:r>
      <w:r w:rsidR="007D3118" w:rsidRPr="00AA3CBA">
        <w:rPr>
          <w:rStyle w:val="libFootnotenumChar"/>
          <w:rtl/>
        </w:rPr>
        <w:t>)</w:t>
      </w:r>
      <w:r>
        <w:rPr>
          <w:rtl/>
        </w:rPr>
        <w:t xml:space="preserve"> و به چاره گرى در چرخ مى گردى</w:t>
      </w:r>
      <w:r w:rsidR="007D3118">
        <w:rPr>
          <w:rtl/>
        </w:rPr>
        <w:t xml:space="preserve">. </w:t>
      </w:r>
      <w:r w:rsidRPr="00AA3CBA">
        <w:rPr>
          <w:rStyle w:val="libFootnotenumChar"/>
          <w:rtl/>
        </w:rPr>
        <w:t>(109</w:t>
      </w:r>
      <w:r w:rsidR="007D3118" w:rsidRPr="00AA3CBA">
        <w:rPr>
          <w:rStyle w:val="libFootnotenumChar"/>
          <w:rtl/>
        </w:rPr>
        <w:t>)</w:t>
      </w:r>
    </w:p>
    <w:p w:rsidR="00587D34" w:rsidRDefault="00587D34" w:rsidP="00587D34">
      <w:pPr>
        <w:pStyle w:val="libNormal"/>
        <w:rPr>
          <w:rtl/>
        </w:rPr>
      </w:pPr>
      <w:r>
        <w:rPr>
          <w:rtl/>
        </w:rPr>
        <w:t>2</w:t>
      </w:r>
      <w:r w:rsidR="007D3118">
        <w:rPr>
          <w:rtl/>
        </w:rPr>
        <w:t xml:space="preserve">. </w:t>
      </w:r>
      <w:r>
        <w:rPr>
          <w:rtl/>
        </w:rPr>
        <w:t>ايمان آوردم به كسى كه تاريكيها را به تو روشن كرد</w:t>
      </w:r>
      <w:r w:rsidR="007D3118">
        <w:rPr>
          <w:rtl/>
        </w:rPr>
        <w:t xml:space="preserve">، </w:t>
      </w:r>
      <w:r>
        <w:rPr>
          <w:rtl/>
        </w:rPr>
        <w:t>و نهان ها را به فروغ تو آشكار ساخت</w:t>
      </w:r>
      <w:r w:rsidR="007D3118">
        <w:rPr>
          <w:rtl/>
        </w:rPr>
        <w:t xml:space="preserve">، </w:t>
      </w:r>
      <w:r>
        <w:rPr>
          <w:rtl/>
        </w:rPr>
        <w:t xml:space="preserve">و تو را يكى از نشانه هاى پادشاهى و علائم ملك خود گردانيد و تو را به فزايش و كاهش </w:t>
      </w:r>
      <w:r w:rsidRPr="00AA3CBA">
        <w:rPr>
          <w:rStyle w:val="libFootnotenumChar"/>
          <w:rtl/>
        </w:rPr>
        <w:t>(110</w:t>
      </w:r>
      <w:r w:rsidR="007D3118" w:rsidRPr="00AA3CBA">
        <w:rPr>
          <w:rStyle w:val="libFootnotenumChar"/>
          <w:rtl/>
        </w:rPr>
        <w:t>)</w:t>
      </w:r>
      <w:r>
        <w:rPr>
          <w:rtl/>
        </w:rPr>
        <w:t xml:space="preserve"> و طلوع و غروب و فروزندگى و گرفتگى رام ساخت</w:t>
      </w:r>
      <w:r w:rsidR="007D3118">
        <w:rPr>
          <w:rtl/>
        </w:rPr>
        <w:t xml:space="preserve">، </w:t>
      </w:r>
      <w:r>
        <w:rPr>
          <w:rtl/>
        </w:rPr>
        <w:t>در همه حالات فرمانبردار او بودى و به سوى اراده او شتافتى</w:t>
      </w:r>
      <w:r w:rsidR="007D3118">
        <w:rPr>
          <w:rtl/>
        </w:rPr>
        <w:t xml:space="preserve">. </w:t>
      </w:r>
    </w:p>
    <w:p w:rsidR="00587D34" w:rsidRDefault="00587D34" w:rsidP="00587D34">
      <w:pPr>
        <w:pStyle w:val="libNormal"/>
        <w:rPr>
          <w:rtl/>
        </w:rPr>
      </w:pPr>
      <w:r>
        <w:rPr>
          <w:rtl/>
        </w:rPr>
        <w:t>3</w:t>
      </w:r>
      <w:r w:rsidR="007D3118">
        <w:rPr>
          <w:rtl/>
        </w:rPr>
        <w:t xml:space="preserve">. </w:t>
      </w:r>
      <w:r>
        <w:rPr>
          <w:rtl/>
        </w:rPr>
        <w:t>پاك است خداوند! در كار تو شگفت تدبيرى كرده و لطيف هنرى به كارى برده است</w:t>
      </w:r>
      <w:r w:rsidR="007D3118">
        <w:rPr>
          <w:rtl/>
        </w:rPr>
        <w:t xml:space="preserve">. </w:t>
      </w:r>
      <w:r>
        <w:rPr>
          <w:rtl/>
        </w:rPr>
        <w:t>تو را كليد ماه نو ساخته و براى كارى تازه پرداخته</w:t>
      </w:r>
      <w:r w:rsidR="007D3118">
        <w:rPr>
          <w:rtl/>
        </w:rPr>
        <w:t xml:space="preserve">. </w:t>
      </w:r>
    </w:p>
    <w:p w:rsidR="00587D34" w:rsidRDefault="00587D34" w:rsidP="00587D34">
      <w:pPr>
        <w:pStyle w:val="libNormal"/>
        <w:rPr>
          <w:rtl/>
        </w:rPr>
      </w:pPr>
      <w:r>
        <w:rPr>
          <w:rtl/>
        </w:rPr>
        <w:t>4</w:t>
      </w:r>
      <w:r w:rsidR="007D3118">
        <w:rPr>
          <w:rtl/>
        </w:rPr>
        <w:t xml:space="preserve">. </w:t>
      </w:r>
      <w:r>
        <w:rPr>
          <w:rtl/>
        </w:rPr>
        <w:t>پس مى خواهم از خداوند كه پروردگار من و توست</w:t>
      </w:r>
      <w:r w:rsidR="007D3118">
        <w:rPr>
          <w:rtl/>
        </w:rPr>
        <w:t xml:space="preserve">، </w:t>
      </w:r>
      <w:r>
        <w:rPr>
          <w:rtl/>
        </w:rPr>
        <w:t>و آفريننده من و تو و اندازه گير كار من و تو</w:t>
      </w:r>
      <w:r w:rsidR="007D3118">
        <w:rPr>
          <w:rtl/>
        </w:rPr>
        <w:t xml:space="preserve">، </w:t>
      </w:r>
      <w:r>
        <w:rPr>
          <w:rtl/>
        </w:rPr>
        <w:t>و نگارنده من و تو كه درود بر محمد و خاندان او فرستد</w:t>
      </w:r>
      <w:r w:rsidR="007D3118">
        <w:rPr>
          <w:rtl/>
        </w:rPr>
        <w:t xml:space="preserve">. </w:t>
      </w:r>
    </w:p>
    <w:p w:rsidR="00587D34" w:rsidRDefault="00587D34" w:rsidP="00587D34">
      <w:pPr>
        <w:pStyle w:val="libNormal"/>
        <w:rPr>
          <w:rtl/>
        </w:rPr>
      </w:pPr>
      <w:r>
        <w:rPr>
          <w:rtl/>
        </w:rPr>
        <w:t>5</w:t>
      </w:r>
      <w:r w:rsidR="007D3118">
        <w:rPr>
          <w:rtl/>
        </w:rPr>
        <w:t xml:space="preserve">. </w:t>
      </w:r>
      <w:r>
        <w:rPr>
          <w:rtl/>
        </w:rPr>
        <w:t>و تو را ماهى خجسته گرداند كه با گذشتن روزها خجستگى آن پايدار ماند</w:t>
      </w:r>
      <w:r w:rsidR="007D3118">
        <w:rPr>
          <w:rtl/>
        </w:rPr>
        <w:t xml:space="preserve">، </w:t>
      </w:r>
      <w:r>
        <w:rPr>
          <w:rtl/>
        </w:rPr>
        <w:t>و ماه پاكى كه گناه آن را پليد نكند</w:t>
      </w:r>
      <w:r w:rsidR="007D3118">
        <w:rPr>
          <w:rtl/>
        </w:rPr>
        <w:t xml:space="preserve">. </w:t>
      </w:r>
      <w:r>
        <w:rPr>
          <w:rtl/>
        </w:rPr>
        <w:t>از آسيبها ايمن</w:t>
      </w:r>
      <w:r w:rsidR="007D3118">
        <w:rPr>
          <w:rtl/>
        </w:rPr>
        <w:t xml:space="preserve">، </w:t>
      </w:r>
      <w:r>
        <w:rPr>
          <w:rtl/>
        </w:rPr>
        <w:t>و از معاصى بر گزند گذرد</w:t>
      </w:r>
      <w:r w:rsidR="007D3118">
        <w:rPr>
          <w:rtl/>
        </w:rPr>
        <w:t xml:space="preserve">. </w:t>
      </w:r>
      <w:r>
        <w:rPr>
          <w:rtl/>
        </w:rPr>
        <w:t>ماه نوى با شكون باشد بى هيچ نحوست</w:t>
      </w:r>
      <w:r w:rsidR="007D3118">
        <w:rPr>
          <w:rtl/>
        </w:rPr>
        <w:t xml:space="preserve">. </w:t>
      </w:r>
      <w:r>
        <w:rPr>
          <w:rtl/>
        </w:rPr>
        <w:t>و فرخنده بى هيچ شومى و ماه آسانى كه سختى با آن آميخته نگردد و خيرى كه بشر آلوده نشود</w:t>
      </w:r>
      <w:r w:rsidR="007D3118">
        <w:rPr>
          <w:rtl/>
        </w:rPr>
        <w:t xml:space="preserve">. </w:t>
      </w:r>
      <w:r>
        <w:rPr>
          <w:rtl/>
        </w:rPr>
        <w:t>ماه نوى كه امن و ايمان در بر دارد و به نعمت و احسان و تندرستى و اسلام ممتاز باشد</w:t>
      </w:r>
      <w:r w:rsidR="007D3118">
        <w:rPr>
          <w:rtl/>
        </w:rPr>
        <w:t xml:space="preserve">. </w:t>
      </w:r>
    </w:p>
    <w:p w:rsidR="00587D34" w:rsidRDefault="00587D34" w:rsidP="00587D34">
      <w:pPr>
        <w:pStyle w:val="libNormal"/>
        <w:rPr>
          <w:rtl/>
        </w:rPr>
      </w:pPr>
      <w:r>
        <w:rPr>
          <w:rtl/>
        </w:rPr>
        <w:t>6</w:t>
      </w:r>
      <w:r w:rsidR="007D3118">
        <w:rPr>
          <w:rtl/>
        </w:rPr>
        <w:t xml:space="preserve">. </w:t>
      </w:r>
      <w:r>
        <w:rPr>
          <w:rtl/>
        </w:rPr>
        <w:t>خدايا درود بر محمد و آل او فرست</w:t>
      </w:r>
      <w:r w:rsidR="007D3118">
        <w:rPr>
          <w:rtl/>
        </w:rPr>
        <w:t xml:space="preserve">، </w:t>
      </w:r>
      <w:r>
        <w:rPr>
          <w:rtl/>
        </w:rPr>
        <w:t>و ما را از جمله پسنديده ترين كسانى قرار ده كه ماه بر آنها طلوع كرد</w:t>
      </w:r>
      <w:r w:rsidR="007D3118">
        <w:rPr>
          <w:rtl/>
        </w:rPr>
        <w:t xml:space="preserve">، </w:t>
      </w:r>
      <w:r>
        <w:rPr>
          <w:rtl/>
        </w:rPr>
        <w:t>و از پاكترين مردمى كه سوى آن نگريستند</w:t>
      </w:r>
      <w:r w:rsidR="007D3118">
        <w:rPr>
          <w:rtl/>
        </w:rPr>
        <w:t xml:space="preserve">، </w:t>
      </w:r>
      <w:r>
        <w:rPr>
          <w:rtl/>
        </w:rPr>
        <w:t>و نيكبخت ترين بندگانى كه در اين ماه عبادت تو كردند</w:t>
      </w:r>
      <w:r w:rsidR="007D3118">
        <w:rPr>
          <w:rtl/>
        </w:rPr>
        <w:t xml:space="preserve">. </w:t>
      </w:r>
    </w:p>
    <w:p w:rsidR="00587D34" w:rsidRDefault="00587D34" w:rsidP="00587D34">
      <w:pPr>
        <w:pStyle w:val="libNormal"/>
        <w:rPr>
          <w:rtl/>
        </w:rPr>
      </w:pPr>
      <w:r>
        <w:rPr>
          <w:rtl/>
        </w:rPr>
        <w:lastRenderedPageBreak/>
        <w:t>7</w:t>
      </w:r>
      <w:r w:rsidR="007D3118">
        <w:rPr>
          <w:rtl/>
        </w:rPr>
        <w:t xml:space="preserve">. </w:t>
      </w:r>
      <w:r>
        <w:rPr>
          <w:rtl/>
        </w:rPr>
        <w:t>و ما را توفيق توبه ده و از گناه دور دار و از معصيت حفظ كن و به شكر نعمت توفيق ده و در دل ما انداز كه شكر نعمت گذاريم و ما را به سپر عافيت بپوشان و در اين ماه به طاعت و عبادت كامل نعمت خود را بر ما تمام كن</w:t>
      </w:r>
      <w:r w:rsidR="007D3118">
        <w:rPr>
          <w:rtl/>
        </w:rPr>
        <w:t xml:space="preserve">، </w:t>
      </w:r>
      <w:r>
        <w:rPr>
          <w:rtl/>
        </w:rPr>
        <w:t>تويى بخشنده نعمت</w:t>
      </w:r>
      <w:r w:rsidR="007D3118">
        <w:rPr>
          <w:rtl/>
        </w:rPr>
        <w:t xml:space="preserve">، </w:t>
      </w:r>
      <w:r>
        <w:rPr>
          <w:rtl/>
        </w:rPr>
        <w:t>مستحق سپاس بسيار و صلى الله على محمد و آله الطيبين الطاهرين</w:t>
      </w:r>
      <w:r w:rsidR="007D3118">
        <w:rPr>
          <w:rtl/>
        </w:rPr>
        <w:t xml:space="preserve">. </w:t>
      </w:r>
    </w:p>
    <w:p w:rsidR="00587D34" w:rsidRDefault="00D438E0" w:rsidP="004C63D0">
      <w:pPr>
        <w:pStyle w:val="Heading2"/>
        <w:rPr>
          <w:rtl/>
        </w:rPr>
      </w:pPr>
      <w:r>
        <w:br w:type="page"/>
      </w:r>
      <w:bookmarkStart w:id="92" w:name="_Toc394915221"/>
      <w:r w:rsidR="00AA3CBA">
        <w:lastRenderedPageBreak/>
        <w:t>44</w:t>
      </w:r>
      <w:r w:rsidR="00AA3CBA">
        <w:rPr>
          <w:rtl/>
        </w:rPr>
        <w:t xml:space="preserve"> وَ كَانَ مِنْ دُعَائِهِ عَلَيْهِ السَّلامُ إِذَا دَخَلَ شَهْرُ رَمَضَانَ:</w:t>
      </w:r>
      <w:bookmarkEnd w:id="92"/>
      <w:r w:rsidR="00AA3CBA">
        <w:rPr>
          <w:rtl/>
        </w:rPr>
        <w:t xml:space="preserve"> </w:t>
      </w:r>
    </w:p>
    <w:p w:rsidR="00587D34" w:rsidRDefault="00587D34" w:rsidP="00587D34">
      <w:pPr>
        <w:pStyle w:val="libNormal"/>
        <w:rPr>
          <w:rtl/>
        </w:rPr>
      </w:pPr>
      <w:r>
        <w:rPr>
          <w:rtl/>
        </w:rPr>
        <w:t>(1</w:t>
      </w:r>
      <w:r w:rsidR="007D3118">
        <w:rPr>
          <w:rtl/>
        </w:rPr>
        <w:t xml:space="preserve">) </w:t>
      </w:r>
      <w:r>
        <w:rPr>
          <w:rtl/>
        </w:rPr>
        <w:t>الْحَمْدُ لِلَّهِ الَّذِى هَدَانَا لِحَمْدِهِ</w:t>
      </w:r>
      <w:r w:rsidR="007D3118">
        <w:rPr>
          <w:rtl/>
        </w:rPr>
        <w:t xml:space="preserve">، </w:t>
      </w:r>
      <w:r>
        <w:rPr>
          <w:rtl/>
        </w:rPr>
        <w:t>وَ جَعَلَنَا مِنْ أَهْلِهِ لِنَكُونَ لِإِحْسَانِهِ مِنَ الشَّاكِرِينَ</w:t>
      </w:r>
      <w:r w:rsidR="007D3118">
        <w:rPr>
          <w:rtl/>
        </w:rPr>
        <w:t xml:space="preserve">، </w:t>
      </w:r>
      <w:r>
        <w:rPr>
          <w:rtl/>
        </w:rPr>
        <w:t>وَ لِيَجْزِيَنَا عَلَى ذَلِكَ جَزَاءَ الْمُحْسِنِينَ</w:t>
      </w:r>
    </w:p>
    <w:p w:rsidR="00587D34" w:rsidRDefault="00587D34" w:rsidP="00587D34">
      <w:pPr>
        <w:pStyle w:val="libNormal"/>
        <w:rPr>
          <w:rtl/>
        </w:rPr>
      </w:pPr>
      <w:r>
        <w:rPr>
          <w:rtl/>
        </w:rPr>
        <w:t>(2</w:t>
      </w:r>
      <w:r w:rsidR="007D3118">
        <w:rPr>
          <w:rtl/>
        </w:rPr>
        <w:t xml:space="preserve">) </w:t>
      </w:r>
      <w:r>
        <w:rPr>
          <w:rtl/>
        </w:rPr>
        <w:t>وَ الْحَمْدُ لِلَّهِ الَّذِى حَبَانَا بِدِينِهِ</w:t>
      </w:r>
      <w:r w:rsidR="007D3118">
        <w:rPr>
          <w:rtl/>
        </w:rPr>
        <w:t xml:space="preserve">، </w:t>
      </w:r>
      <w:r>
        <w:rPr>
          <w:rtl/>
        </w:rPr>
        <w:t>وَ اخْتَصَّنَا بِمِلَّتِهِ</w:t>
      </w:r>
      <w:r w:rsidR="007D3118">
        <w:rPr>
          <w:rtl/>
        </w:rPr>
        <w:t xml:space="preserve">، </w:t>
      </w:r>
      <w:r>
        <w:rPr>
          <w:rtl/>
        </w:rPr>
        <w:t>وَ سَبَّلَنَا فِى سُبُلِ إِحْسَانِهِ لِنَسْلُكَهَا بِمَنِّهِ إِلَى رِضْوَانِهِ</w:t>
      </w:r>
      <w:r w:rsidR="007D3118">
        <w:rPr>
          <w:rtl/>
        </w:rPr>
        <w:t xml:space="preserve">، </w:t>
      </w:r>
      <w:r>
        <w:rPr>
          <w:rtl/>
        </w:rPr>
        <w:t>حَمْدا يَتَقَبَّلُهُ مِنَّا</w:t>
      </w:r>
      <w:r w:rsidR="007D3118">
        <w:rPr>
          <w:rtl/>
        </w:rPr>
        <w:t xml:space="preserve">، </w:t>
      </w:r>
      <w:r>
        <w:rPr>
          <w:rtl/>
        </w:rPr>
        <w:t>وَ يَرْضَى بِهِ عَنَّا</w:t>
      </w:r>
    </w:p>
    <w:p w:rsidR="00587D34" w:rsidRDefault="00587D34" w:rsidP="00587D34">
      <w:pPr>
        <w:pStyle w:val="libNormal"/>
        <w:rPr>
          <w:rtl/>
        </w:rPr>
      </w:pPr>
      <w:r>
        <w:rPr>
          <w:rtl/>
        </w:rPr>
        <w:t>(3</w:t>
      </w:r>
      <w:r w:rsidR="007D3118">
        <w:rPr>
          <w:rtl/>
        </w:rPr>
        <w:t xml:space="preserve">) </w:t>
      </w:r>
      <w:r>
        <w:rPr>
          <w:rtl/>
        </w:rPr>
        <w:t>وَ الْحَمْدُ لِلَّهِ الَّذِى جَعَلَ مِنْ تِلْكَ السُّبُلِ شَهْرَهُ شَهْرَ رَمَضَانَ</w:t>
      </w:r>
      <w:r w:rsidR="007D3118">
        <w:rPr>
          <w:rtl/>
        </w:rPr>
        <w:t xml:space="preserve">، </w:t>
      </w:r>
      <w:r>
        <w:rPr>
          <w:rtl/>
        </w:rPr>
        <w:t>شَهْرَ الصِّيَامِ</w:t>
      </w:r>
      <w:r w:rsidR="007D3118">
        <w:rPr>
          <w:rtl/>
        </w:rPr>
        <w:t xml:space="preserve">، </w:t>
      </w:r>
      <w:r>
        <w:rPr>
          <w:rtl/>
        </w:rPr>
        <w:t>وَ شَهْرَ الْإِسْلامِ</w:t>
      </w:r>
      <w:r w:rsidR="007D3118">
        <w:rPr>
          <w:rtl/>
        </w:rPr>
        <w:t xml:space="preserve">، </w:t>
      </w:r>
      <w:r>
        <w:rPr>
          <w:rtl/>
        </w:rPr>
        <w:t>وَ شَهْرَ الطَّهُورِ</w:t>
      </w:r>
      <w:r w:rsidR="007D3118">
        <w:rPr>
          <w:rtl/>
        </w:rPr>
        <w:t xml:space="preserve">، </w:t>
      </w:r>
      <w:r>
        <w:rPr>
          <w:rtl/>
        </w:rPr>
        <w:t>وَ شَهْرَ التَّمْحِيصِ</w:t>
      </w:r>
      <w:r w:rsidR="007D3118">
        <w:rPr>
          <w:rtl/>
        </w:rPr>
        <w:t xml:space="preserve">، </w:t>
      </w:r>
      <w:r>
        <w:rPr>
          <w:rtl/>
        </w:rPr>
        <w:t>وَ شَهْرَ الْقِيَامِ الَّذِى أُنْزِلَ فِيهِ الْقُرْآنُ</w:t>
      </w:r>
      <w:r w:rsidR="007D3118">
        <w:rPr>
          <w:rtl/>
        </w:rPr>
        <w:t xml:space="preserve">، </w:t>
      </w:r>
      <w:r>
        <w:rPr>
          <w:rtl/>
        </w:rPr>
        <w:t>هُدًى لِلنَّاسِ</w:t>
      </w:r>
      <w:r w:rsidR="007D3118">
        <w:rPr>
          <w:rtl/>
        </w:rPr>
        <w:t xml:space="preserve">، </w:t>
      </w:r>
      <w:r>
        <w:rPr>
          <w:rtl/>
        </w:rPr>
        <w:t>وَ بَيِّنَاتٍ مِنَ الْهُدَى وَ الْفُرْقَانِ</w:t>
      </w:r>
    </w:p>
    <w:p w:rsidR="00587D34" w:rsidRDefault="00587D34" w:rsidP="00587D34">
      <w:pPr>
        <w:pStyle w:val="libNormal"/>
        <w:rPr>
          <w:rtl/>
        </w:rPr>
      </w:pPr>
      <w:r>
        <w:rPr>
          <w:rtl/>
        </w:rPr>
        <w:t>(4</w:t>
      </w:r>
      <w:r w:rsidR="007D3118">
        <w:rPr>
          <w:rtl/>
        </w:rPr>
        <w:t xml:space="preserve">) </w:t>
      </w:r>
      <w:r>
        <w:rPr>
          <w:rtl/>
        </w:rPr>
        <w:t>فَأَبَانَ فَضِيلَتَهُ عَلَى سَائِرِ الشُّهُورِ بِمَا جَعَلَ لَهُ مِنَ الْحُرُمَاتِ الْمَوْفُورَةِ</w:t>
      </w:r>
      <w:r w:rsidR="007D3118">
        <w:rPr>
          <w:rtl/>
        </w:rPr>
        <w:t xml:space="preserve">، </w:t>
      </w:r>
      <w:r>
        <w:rPr>
          <w:rtl/>
        </w:rPr>
        <w:t>وَ الْفَضَائِلِ الْمَشْهُورَةِ</w:t>
      </w:r>
      <w:r w:rsidR="007D3118">
        <w:rPr>
          <w:rtl/>
        </w:rPr>
        <w:t xml:space="preserve">، </w:t>
      </w:r>
      <w:r>
        <w:rPr>
          <w:rtl/>
        </w:rPr>
        <w:t>فَحَرَّمَ فِيهِ مَا أَحَلَّ فِى غَيْرِهِ إِعْظَاما</w:t>
      </w:r>
      <w:r w:rsidR="007D3118">
        <w:rPr>
          <w:rtl/>
        </w:rPr>
        <w:t xml:space="preserve">، </w:t>
      </w:r>
      <w:r>
        <w:rPr>
          <w:rtl/>
        </w:rPr>
        <w:t>وَ حَجَرَ فِيهِ الْمَطَاعِمَ وَ الْمَشَارِبَ إِكْرَاما</w:t>
      </w:r>
      <w:r w:rsidR="007D3118">
        <w:rPr>
          <w:rtl/>
        </w:rPr>
        <w:t xml:space="preserve">، </w:t>
      </w:r>
      <w:r>
        <w:rPr>
          <w:rtl/>
        </w:rPr>
        <w:t>وَ جَعَلَ لَهُ وَقْتا بَيِّنا لا يُجِيزُ - جَلَّ وَ عَزَّ - أَنْ يُقَدَّمَ قَبْلَهُ</w:t>
      </w:r>
      <w:r w:rsidR="007D3118">
        <w:rPr>
          <w:rtl/>
        </w:rPr>
        <w:t xml:space="preserve">، </w:t>
      </w:r>
      <w:r>
        <w:rPr>
          <w:rtl/>
        </w:rPr>
        <w:t>وَ لا يَقْبَلُ أَنْ يُؤَخَّرَ عَنْهُ</w:t>
      </w:r>
      <w:r w:rsidR="007D3118">
        <w:rPr>
          <w:rtl/>
        </w:rPr>
        <w:t xml:space="preserve">. </w:t>
      </w:r>
    </w:p>
    <w:p w:rsidR="00587D34" w:rsidRDefault="00587D34" w:rsidP="00587D34">
      <w:pPr>
        <w:pStyle w:val="libNormal"/>
        <w:rPr>
          <w:rtl/>
        </w:rPr>
      </w:pPr>
      <w:r>
        <w:rPr>
          <w:rtl/>
        </w:rPr>
        <w:t>(5</w:t>
      </w:r>
      <w:r w:rsidR="007D3118">
        <w:rPr>
          <w:rtl/>
        </w:rPr>
        <w:t xml:space="preserve">) </w:t>
      </w:r>
      <w:r>
        <w:rPr>
          <w:rtl/>
        </w:rPr>
        <w:t>ثُمَّ فَضَّلَ لَيْلَةً وَاحِدَةً مِنْ لَيَالِيهِ عَلَى لَيَالِى أَلْفِ شَهْرٍ</w:t>
      </w:r>
      <w:r w:rsidR="007D3118">
        <w:rPr>
          <w:rtl/>
        </w:rPr>
        <w:t xml:space="preserve">، </w:t>
      </w:r>
      <w:r>
        <w:rPr>
          <w:rtl/>
        </w:rPr>
        <w:t>وَ سَمَّاهَا لَيْلَةَ الْقَدْرِ</w:t>
      </w:r>
      <w:r w:rsidR="007D3118">
        <w:rPr>
          <w:rtl/>
        </w:rPr>
        <w:t xml:space="preserve">، </w:t>
      </w:r>
      <w:r>
        <w:rPr>
          <w:rtl/>
        </w:rPr>
        <w:t>تَنَزَّلُ الْمَلائِكَةُ وَ الرُّوحُ فِيهَا بِإِذْنِ رَبِّهِمْ مِنْ كُلِّ أَمْرٍ سَلامٌ</w:t>
      </w:r>
      <w:r w:rsidR="007D3118">
        <w:rPr>
          <w:rtl/>
        </w:rPr>
        <w:t xml:space="preserve">، </w:t>
      </w:r>
      <w:r>
        <w:rPr>
          <w:rtl/>
        </w:rPr>
        <w:t>دَائِمُ الْبَرَكَةِ إِلَى طُلُوعِ الْفَجْرِ عَلَى مَنْ يَشَاءُ مِنْ عِبَادِهِ بِمَا أَحْكَمَ مِنْ قَضَائِهِ</w:t>
      </w:r>
      <w:r w:rsidR="007D3118">
        <w:rPr>
          <w:rtl/>
        </w:rPr>
        <w:t xml:space="preserve">. </w:t>
      </w:r>
    </w:p>
    <w:p w:rsidR="00587D34" w:rsidRDefault="00587D34" w:rsidP="00587D34">
      <w:pPr>
        <w:pStyle w:val="libNormal"/>
        <w:rPr>
          <w:rtl/>
        </w:rPr>
      </w:pPr>
      <w:r>
        <w:rPr>
          <w:rtl/>
        </w:rPr>
        <w:t>(6</w:t>
      </w:r>
      <w:r w:rsidR="007D3118">
        <w:rPr>
          <w:rtl/>
        </w:rPr>
        <w:t xml:space="preserve">) </w:t>
      </w:r>
      <w:r>
        <w:rPr>
          <w:rtl/>
        </w:rPr>
        <w:t>اللَّهُمَّ صَلِّ عَلَى مُحَمَّدٍ وَ آلِهِ</w:t>
      </w:r>
      <w:r w:rsidR="007D3118">
        <w:rPr>
          <w:rtl/>
        </w:rPr>
        <w:t xml:space="preserve">، </w:t>
      </w:r>
      <w:r>
        <w:rPr>
          <w:rtl/>
        </w:rPr>
        <w:t>وَ أَلْهِمْنَا مَعْرِفَةَ فَضْلِهِ وَ إِجْلالَ حُرْمَتِهِ</w:t>
      </w:r>
      <w:r w:rsidR="007D3118">
        <w:rPr>
          <w:rtl/>
        </w:rPr>
        <w:t xml:space="preserve">، </w:t>
      </w:r>
      <w:r>
        <w:rPr>
          <w:rtl/>
        </w:rPr>
        <w:t>وَ التَّحَفُّظَ مِمَّا حَظَرْتَ فِيهِ</w:t>
      </w:r>
      <w:r w:rsidR="007D3118">
        <w:rPr>
          <w:rtl/>
        </w:rPr>
        <w:t xml:space="preserve">، </w:t>
      </w:r>
      <w:r>
        <w:rPr>
          <w:rtl/>
        </w:rPr>
        <w:t>وَ أَعِنَّا عَلَى صِيَامِهِ بِكَفِّ الْجَوَارِحِ عَنْ مَعَاصِيكَ</w:t>
      </w:r>
      <w:r w:rsidR="007D3118">
        <w:rPr>
          <w:rtl/>
        </w:rPr>
        <w:t xml:space="preserve">، </w:t>
      </w:r>
      <w:r>
        <w:rPr>
          <w:rtl/>
        </w:rPr>
        <w:t>وَ اسْتِعْمَالِهَا فِيهِ بِمَا يُرْضِيكَ حَتَّى لا نُصْغِىَ بِأَسْمَاعِنَا إِلَى لَغْوٍ</w:t>
      </w:r>
      <w:r w:rsidR="007D3118">
        <w:rPr>
          <w:rtl/>
        </w:rPr>
        <w:t xml:space="preserve">، </w:t>
      </w:r>
      <w:r>
        <w:rPr>
          <w:rtl/>
        </w:rPr>
        <w:t>وَ لا نُسْرِعَ بِأَبْصَارِنَا إِلَى لَهْوٍ</w:t>
      </w:r>
    </w:p>
    <w:p w:rsidR="00587D34" w:rsidRDefault="00587D34" w:rsidP="00587D34">
      <w:pPr>
        <w:pStyle w:val="libNormal"/>
        <w:rPr>
          <w:rtl/>
        </w:rPr>
      </w:pPr>
      <w:r>
        <w:rPr>
          <w:rtl/>
        </w:rPr>
        <w:t>(7</w:t>
      </w:r>
      <w:r w:rsidR="007D3118">
        <w:rPr>
          <w:rtl/>
        </w:rPr>
        <w:t xml:space="preserve">) </w:t>
      </w:r>
      <w:r>
        <w:rPr>
          <w:rtl/>
        </w:rPr>
        <w:t>وَ حَتَّى لا نَبْسُطَ أَيْدِيَنَا إِلَى مَحْظُورٍ</w:t>
      </w:r>
      <w:r w:rsidR="007D3118">
        <w:rPr>
          <w:rtl/>
        </w:rPr>
        <w:t xml:space="preserve">، </w:t>
      </w:r>
      <w:r>
        <w:rPr>
          <w:rtl/>
        </w:rPr>
        <w:t>وَ لا نَخْطُوَ بِأَقْدَامِنَا إِلَى مَحْجُورٍ</w:t>
      </w:r>
      <w:r w:rsidR="007D3118">
        <w:rPr>
          <w:rtl/>
        </w:rPr>
        <w:t xml:space="preserve">، </w:t>
      </w:r>
      <w:r>
        <w:rPr>
          <w:rtl/>
        </w:rPr>
        <w:t>وَ حَتَّى لا تَعِىَ بُطُونُنَا إِلا مَا أَحْلَلْتَ</w:t>
      </w:r>
      <w:r w:rsidR="007D3118">
        <w:rPr>
          <w:rtl/>
        </w:rPr>
        <w:t xml:space="preserve">، </w:t>
      </w:r>
      <w:r>
        <w:rPr>
          <w:rtl/>
        </w:rPr>
        <w:t>وَ لا تَنْطِقَ أَلْسِنَتُنَا إِلا بِمَا مَثَّلْتَ</w:t>
      </w:r>
      <w:r w:rsidR="007D3118">
        <w:rPr>
          <w:rtl/>
        </w:rPr>
        <w:t xml:space="preserve">، </w:t>
      </w:r>
      <w:r>
        <w:rPr>
          <w:rtl/>
        </w:rPr>
        <w:t>وَ لا نَتَكَلَّفَ إِلا مَا يُدْنِى مِنْ ثَوَابِكَ</w:t>
      </w:r>
      <w:r w:rsidR="007D3118">
        <w:rPr>
          <w:rtl/>
        </w:rPr>
        <w:t xml:space="preserve">، </w:t>
      </w:r>
      <w:r>
        <w:rPr>
          <w:rtl/>
        </w:rPr>
        <w:t>وَ لا نَتَعَاطَى إِلا الَّذِى يَقِى مِنْ عِقَابِكَ</w:t>
      </w:r>
      <w:r w:rsidR="007D3118">
        <w:rPr>
          <w:rtl/>
        </w:rPr>
        <w:t xml:space="preserve">، </w:t>
      </w:r>
      <w:r>
        <w:rPr>
          <w:rtl/>
        </w:rPr>
        <w:t xml:space="preserve">ثُمَّ خَلِّصْ ذَلِكَ </w:t>
      </w:r>
      <w:r>
        <w:rPr>
          <w:rtl/>
        </w:rPr>
        <w:lastRenderedPageBreak/>
        <w:t>كُلَّهُ مِنْ رِئَاءِ الْمُرَائِينَ</w:t>
      </w:r>
      <w:r w:rsidR="007D3118">
        <w:rPr>
          <w:rtl/>
        </w:rPr>
        <w:t xml:space="preserve">، </w:t>
      </w:r>
      <w:r>
        <w:rPr>
          <w:rtl/>
        </w:rPr>
        <w:t>وَ سُمْعَةِ الْمُسْمِعِينَ</w:t>
      </w:r>
      <w:r w:rsidR="007D3118">
        <w:rPr>
          <w:rtl/>
        </w:rPr>
        <w:t xml:space="preserve">، </w:t>
      </w:r>
      <w:r>
        <w:rPr>
          <w:rtl/>
        </w:rPr>
        <w:t>لا نَشْرَكُ فِيهِ أَحَدا دُونَكَ</w:t>
      </w:r>
      <w:r w:rsidR="007D3118">
        <w:rPr>
          <w:rtl/>
        </w:rPr>
        <w:t xml:space="preserve">، </w:t>
      </w:r>
      <w:r>
        <w:rPr>
          <w:rtl/>
        </w:rPr>
        <w:t>وَ لا نَبْتَغِى فِيهِ مُرَادا سِوَاكَ</w:t>
      </w:r>
      <w:r w:rsidR="007D3118">
        <w:rPr>
          <w:rtl/>
        </w:rPr>
        <w:t xml:space="preserve">. </w:t>
      </w:r>
    </w:p>
    <w:p w:rsidR="00587D34" w:rsidRDefault="00587D34" w:rsidP="00587D34">
      <w:pPr>
        <w:pStyle w:val="libNormal"/>
        <w:rPr>
          <w:rtl/>
        </w:rPr>
      </w:pPr>
      <w:r>
        <w:rPr>
          <w:rtl/>
        </w:rPr>
        <w:t>(8</w:t>
      </w:r>
      <w:r w:rsidR="007D3118">
        <w:rPr>
          <w:rtl/>
        </w:rPr>
        <w:t xml:space="preserve">) </w:t>
      </w:r>
      <w:r>
        <w:rPr>
          <w:rtl/>
        </w:rPr>
        <w:t>اللَّهُمَّ صَلِّ عَلَى مُحَمَّدٍ وَ آلِهِ</w:t>
      </w:r>
      <w:r w:rsidR="007D3118">
        <w:rPr>
          <w:rtl/>
        </w:rPr>
        <w:t xml:space="preserve">، </w:t>
      </w:r>
      <w:r>
        <w:rPr>
          <w:rtl/>
        </w:rPr>
        <w:t>وَ قِفْنَا فِيهِ عَلَى مَوَاقِيتِ الصَّلَوَاتِ الْخَمْسِ بِحُدُودِهَا الَّتِى حَدَّدْتَ</w:t>
      </w:r>
      <w:r w:rsidR="007D3118">
        <w:rPr>
          <w:rtl/>
        </w:rPr>
        <w:t xml:space="preserve">، </w:t>
      </w:r>
      <w:r>
        <w:rPr>
          <w:rtl/>
        </w:rPr>
        <w:t>وَ فُرُوضِهَا الَّتِى فَرَضْتَ</w:t>
      </w:r>
      <w:r w:rsidR="007D3118">
        <w:rPr>
          <w:rtl/>
        </w:rPr>
        <w:t xml:space="preserve">، </w:t>
      </w:r>
      <w:r>
        <w:rPr>
          <w:rtl/>
        </w:rPr>
        <w:t>وَ وَظَائِفِهَا الَّتِى وَظَّفْتَ</w:t>
      </w:r>
      <w:r w:rsidR="007D3118">
        <w:rPr>
          <w:rtl/>
        </w:rPr>
        <w:t xml:space="preserve">، </w:t>
      </w:r>
      <w:r>
        <w:rPr>
          <w:rtl/>
        </w:rPr>
        <w:t>وَ أَوْقَاتِهَا الَّتِى وَقَّتَّ</w:t>
      </w:r>
    </w:p>
    <w:p w:rsidR="00587D34" w:rsidRDefault="00587D34" w:rsidP="00587D34">
      <w:pPr>
        <w:pStyle w:val="libNormal"/>
        <w:rPr>
          <w:rtl/>
        </w:rPr>
      </w:pPr>
      <w:r>
        <w:rPr>
          <w:rtl/>
        </w:rPr>
        <w:t>(9</w:t>
      </w:r>
      <w:r w:rsidR="007D3118">
        <w:rPr>
          <w:rtl/>
        </w:rPr>
        <w:t xml:space="preserve">) </w:t>
      </w:r>
      <w:r>
        <w:rPr>
          <w:rtl/>
        </w:rPr>
        <w:t>وَ أَنْزِلْنَا فِيهَا مَنْزِلَةَ الْمُصِيبِينَ لِمَنَازِلِهَا</w:t>
      </w:r>
      <w:r w:rsidR="007D3118">
        <w:rPr>
          <w:rtl/>
        </w:rPr>
        <w:t xml:space="preserve">، </w:t>
      </w:r>
      <w:r>
        <w:rPr>
          <w:rtl/>
        </w:rPr>
        <w:t>الْحَافِظِينَ لِأَرْكَانِهَا</w:t>
      </w:r>
      <w:r w:rsidR="007D3118">
        <w:rPr>
          <w:rtl/>
        </w:rPr>
        <w:t xml:space="preserve">، </w:t>
      </w:r>
      <w:r>
        <w:rPr>
          <w:rtl/>
        </w:rPr>
        <w:t>الْمُؤَدِّينَ لَهَا فِى أَوْقَاتِهَا عَلَى مَا سَنَّهُ عَبْدُكَ وَ رَسُولُكَ - صَلَوَاتُكَ عَلَيْهِ وَ آلِهِ - فِى رُكُوعِهَا وَ سُجُودِهَا وَ جَمِيعِ فَوَاضِلِهَا عَلَى أَتَمِّ الطَّهُورِ وَ أَسْبَغِهِ</w:t>
      </w:r>
      <w:r w:rsidR="007D3118">
        <w:rPr>
          <w:rtl/>
        </w:rPr>
        <w:t xml:space="preserve">، </w:t>
      </w:r>
      <w:r>
        <w:rPr>
          <w:rtl/>
        </w:rPr>
        <w:t>وَ أَبْيَنِ الْخُشُوعِ وَ أَبْلَغِهِ</w:t>
      </w:r>
      <w:r w:rsidR="007D3118">
        <w:rPr>
          <w:rtl/>
        </w:rPr>
        <w:t xml:space="preserve">. </w:t>
      </w:r>
    </w:p>
    <w:p w:rsidR="00587D34" w:rsidRDefault="00587D34" w:rsidP="00587D34">
      <w:pPr>
        <w:pStyle w:val="libNormal"/>
        <w:rPr>
          <w:rtl/>
        </w:rPr>
      </w:pPr>
      <w:r>
        <w:rPr>
          <w:rtl/>
        </w:rPr>
        <w:t>(10</w:t>
      </w:r>
      <w:r w:rsidR="007D3118">
        <w:rPr>
          <w:rtl/>
        </w:rPr>
        <w:t xml:space="preserve">) </w:t>
      </w:r>
      <w:r>
        <w:rPr>
          <w:rtl/>
        </w:rPr>
        <w:t>وَ وَفِّقْنَا فِيهِ لِأَنْ نَصِلَ أَرْحَامَنَا بِالْبِرِّ وَ الصِّلَةِ</w:t>
      </w:r>
      <w:r w:rsidR="007D3118">
        <w:rPr>
          <w:rtl/>
        </w:rPr>
        <w:t xml:space="preserve">، </w:t>
      </w:r>
      <w:r>
        <w:rPr>
          <w:rtl/>
        </w:rPr>
        <w:t>وَ أَنْ نَتَعَاهَدَ جِيرَانَنَا بِالْإِفْضَالِ وَ الْعَطِيَّةِ</w:t>
      </w:r>
      <w:r w:rsidR="007D3118">
        <w:rPr>
          <w:rtl/>
        </w:rPr>
        <w:t xml:space="preserve">، </w:t>
      </w:r>
      <w:r>
        <w:rPr>
          <w:rtl/>
        </w:rPr>
        <w:t>وَ أَنْ نُخَلِّصَ أَمْوَالَنَا مِنَ التَّبِعَاتِ</w:t>
      </w:r>
      <w:r w:rsidR="007D3118">
        <w:rPr>
          <w:rtl/>
        </w:rPr>
        <w:t xml:space="preserve">، </w:t>
      </w:r>
      <w:r>
        <w:rPr>
          <w:rtl/>
        </w:rPr>
        <w:t>وَ أَنْ نُطَهِّرَهَا بِإِخْرَاجِ الزَّكَوَاتِ</w:t>
      </w:r>
      <w:r w:rsidR="007D3118">
        <w:rPr>
          <w:rtl/>
        </w:rPr>
        <w:t xml:space="preserve">، </w:t>
      </w:r>
      <w:r>
        <w:rPr>
          <w:rtl/>
        </w:rPr>
        <w:t>وَ أَنْ نُرَاجِعَ مَنْ هَاجَرَنَا</w:t>
      </w:r>
      <w:r w:rsidR="007D3118">
        <w:rPr>
          <w:rtl/>
        </w:rPr>
        <w:t xml:space="preserve">، </w:t>
      </w:r>
      <w:r>
        <w:rPr>
          <w:rtl/>
        </w:rPr>
        <w:t>وَ أَنْ نُنْصِفَ مَنْ ظَلَمَنَا</w:t>
      </w:r>
      <w:r w:rsidR="007D3118">
        <w:rPr>
          <w:rtl/>
        </w:rPr>
        <w:t xml:space="preserve">، </w:t>
      </w:r>
      <w:r>
        <w:rPr>
          <w:rtl/>
        </w:rPr>
        <w:t>وَ أَنْ نُسَالِمَ مَنْ عَادَانَا حَاشَى مَنْ عُودِىَ فِيكَ وَ لَكَ</w:t>
      </w:r>
      <w:r w:rsidR="007D3118">
        <w:rPr>
          <w:rtl/>
        </w:rPr>
        <w:t xml:space="preserve">، </w:t>
      </w:r>
      <w:r>
        <w:rPr>
          <w:rtl/>
        </w:rPr>
        <w:t>فَإِنَّهُ الْعَدُوُّ الَّذِى لا نُوَالِيهِ</w:t>
      </w:r>
      <w:r w:rsidR="007D3118">
        <w:rPr>
          <w:rtl/>
        </w:rPr>
        <w:t xml:space="preserve">، </w:t>
      </w:r>
      <w:r>
        <w:rPr>
          <w:rtl/>
        </w:rPr>
        <w:t>وَ الْحِزْبُ الَّذِى لا نُصَافِيهِ</w:t>
      </w:r>
      <w:r w:rsidR="007D3118">
        <w:rPr>
          <w:rtl/>
        </w:rPr>
        <w:t xml:space="preserve">. </w:t>
      </w:r>
    </w:p>
    <w:p w:rsidR="00587D34" w:rsidRDefault="00587D34" w:rsidP="00587D34">
      <w:pPr>
        <w:pStyle w:val="libNormal"/>
        <w:rPr>
          <w:rtl/>
        </w:rPr>
      </w:pPr>
      <w:r>
        <w:rPr>
          <w:rtl/>
        </w:rPr>
        <w:t>(11</w:t>
      </w:r>
      <w:r w:rsidR="007D3118">
        <w:rPr>
          <w:rtl/>
        </w:rPr>
        <w:t xml:space="preserve">) </w:t>
      </w:r>
      <w:r>
        <w:rPr>
          <w:rtl/>
        </w:rPr>
        <w:t>وَ أَنْ نَتَقَرَّبَ إِلَيْكَ فِيهِ مِنَ الْأَعْمَالِ الزَّاكِيَةِ بِمَا تُطَهِّرُنَا بِهِ مِنَ الذُّنُوبِ</w:t>
      </w:r>
      <w:r w:rsidR="007D3118">
        <w:rPr>
          <w:rtl/>
        </w:rPr>
        <w:t xml:space="preserve">، </w:t>
      </w:r>
      <w:r>
        <w:rPr>
          <w:rtl/>
        </w:rPr>
        <w:t>وَ تَعْصِمُنَا فِيهِ مِمَّا نَسْتَأْنِفُ</w:t>
      </w:r>
    </w:p>
    <w:p w:rsidR="00587D34" w:rsidRDefault="00587D34" w:rsidP="00587D34">
      <w:pPr>
        <w:pStyle w:val="libNormal"/>
        <w:rPr>
          <w:rtl/>
        </w:rPr>
      </w:pPr>
      <w:r>
        <w:rPr>
          <w:rtl/>
        </w:rPr>
        <w:t>مِنَ الْعُيُوبِ</w:t>
      </w:r>
      <w:r w:rsidR="007D3118">
        <w:rPr>
          <w:rtl/>
        </w:rPr>
        <w:t xml:space="preserve">، </w:t>
      </w:r>
      <w:r>
        <w:rPr>
          <w:rtl/>
        </w:rPr>
        <w:t>حَتَّى لا يُورِدَ عَلَيْكَ أَحَدٌ مِنْ مَلائِكَتِكَ إِلا دُونَ مَا نُورِدُ مِنْ أَبْوَابِ الطَّاعَةِ لَكَ</w:t>
      </w:r>
      <w:r w:rsidR="007D3118">
        <w:rPr>
          <w:rtl/>
        </w:rPr>
        <w:t xml:space="preserve">، </w:t>
      </w:r>
      <w:r>
        <w:rPr>
          <w:rtl/>
        </w:rPr>
        <w:t>وَ أَنْوَاعِ الْقُرْبَةِ إِلَيْكَ</w:t>
      </w:r>
      <w:r w:rsidR="007D3118">
        <w:rPr>
          <w:rtl/>
        </w:rPr>
        <w:t xml:space="preserve">. </w:t>
      </w:r>
    </w:p>
    <w:p w:rsidR="00587D34" w:rsidRDefault="00587D34" w:rsidP="00587D34">
      <w:pPr>
        <w:pStyle w:val="libNormal"/>
        <w:rPr>
          <w:rtl/>
        </w:rPr>
      </w:pPr>
      <w:r>
        <w:rPr>
          <w:rtl/>
        </w:rPr>
        <w:t>(12</w:t>
      </w:r>
      <w:r w:rsidR="007D3118">
        <w:rPr>
          <w:rtl/>
        </w:rPr>
        <w:t xml:space="preserve">) </w:t>
      </w:r>
      <w:r>
        <w:rPr>
          <w:rtl/>
        </w:rPr>
        <w:t>اللَّهُمَّ إِنِّى أَسْأَلُكَ بِحَقِّ هَذَا الشَّهْرِ</w:t>
      </w:r>
      <w:r w:rsidR="007D3118">
        <w:rPr>
          <w:rtl/>
        </w:rPr>
        <w:t xml:space="preserve">، </w:t>
      </w:r>
      <w:r>
        <w:rPr>
          <w:rtl/>
        </w:rPr>
        <w:t>وَ بِحَقِّ مَنْ تَعَبَّدَ لَكَ فِيهِ مِنِ ابْتِدَائِهِ إِلَى وَقْتِ فَنَائِهِ</w:t>
      </w:r>
      <w:r w:rsidR="007D3118">
        <w:rPr>
          <w:rtl/>
        </w:rPr>
        <w:t xml:space="preserve">: </w:t>
      </w:r>
      <w:r>
        <w:rPr>
          <w:rtl/>
        </w:rPr>
        <w:t>مِنْ مَلَكٍ قَرَّبْتَهُ</w:t>
      </w:r>
      <w:r w:rsidR="007D3118">
        <w:rPr>
          <w:rtl/>
        </w:rPr>
        <w:t xml:space="preserve">، </w:t>
      </w:r>
      <w:r>
        <w:rPr>
          <w:rtl/>
        </w:rPr>
        <w:t>أَوْ نَبِيٍّ أَرْسَلْتَهُ</w:t>
      </w:r>
      <w:r w:rsidR="007D3118">
        <w:rPr>
          <w:rtl/>
        </w:rPr>
        <w:t xml:space="preserve">، </w:t>
      </w:r>
      <w:r>
        <w:rPr>
          <w:rtl/>
        </w:rPr>
        <w:t>أَوْ عَبْدٍ صَالِحٍ اخْتَصَصْتَهُ</w:t>
      </w:r>
      <w:r w:rsidR="007D3118">
        <w:rPr>
          <w:rtl/>
        </w:rPr>
        <w:t xml:space="preserve">، </w:t>
      </w:r>
      <w:r>
        <w:rPr>
          <w:rtl/>
        </w:rPr>
        <w:t>أَنْ تُصَلِّىَ عَلَى مُحَمَّدٍ وَ آلِهِ</w:t>
      </w:r>
      <w:r w:rsidR="007D3118">
        <w:rPr>
          <w:rtl/>
        </w:rPr>
        <w:t xml:space="preserve">، </w:t>
      </w:r>
      <w:r>
        <w:rPr>
          <w:rtl/>
        </w:rPr>
        <w:t>وَ أَهِّلْنَا فِيهِ لِمَا وَعَدْتَ أَوْلِيَاءَكَ مِنْ كَرَامَتِكَ</w:t>
      </w:r>
      <w:r w:rsidR="007D3118">
        <w:rPr>
          <w:rtl/>
        </w:rPr>
        <w:t xml:space="preserve">، </w:t>
      </w:r>
      <w:r>
        <w:rPr>
          <w:rtl/>
        </w:rPr>
        <w:t>وَ أَوْجِبْ لَنَا فِيهِ مَا أَوْجَبْتَ لِأَهْلِ الْمُبَالَغَةِ فِى طَاعَتِكَ</w:t>
      </w:r>
      <w:r w:rsidR="007D3118">
        <w:rPr>
          <w:rtl/>
        </w:rPr>
        <w:t xml:space="preserve">، </w:t>
      </w:r>
      <w:r>
        <w:rPr>
          <w:rtl/>
        </w:rPr>
        <w:t>وَ اجْعَلْنَا فِى نَظْمِ مَنِ اسْتَحَقَّ الرَّفِيعَ الْأَعْلَى بِرَحْمَتِكَ</w:t>
      </w:r>
      <w:r w:rsidR="007D3118">
        <w:rPr>
          <w:rtl/>
        </w:rPr>
        <w:t xml:space="preserve">. </w:t>
      </w:r>
    </w:p>
    <w:p w:rsidR="00587D34" w:rsidRDefault="00587D34" w:rsidP="00587D34">
      <w:pPr>
        <w:pStyle w:val="libNormal"/>
        <w:rPr>
          <w:rtl/>
        </w:rPr>
      </w:pPr>
      <w:r>
        <w:rPr>
          <w:rtl/>
        </w:rPr>
        <w:lastRenderedPageBreak/>
        <w:t>(13</w:t>
      </w:r>
      <w:r w:rsidR="007D3118">
        <w:rPr>
          <w:rtl/>
        </w:rPr>
        <w:t xml:space="preserve">) </w:t>
      </w:r>
      <w:r>
        <w:rPr>
          <w:rtl/>
        </w:rPr>
        <w:t>اللَّهُمَّ صَلِّ عَلَى مُحَمَّدٍ وَ آلِهِ</w:t>
      </w:r>
      <w:r w:rsidR="007D3118">
        <w:rPr>
          <w:rtl/>
        </w:rPr>
        <w:t xml:space="preserve">، </w:t>
      </w:r>
      <w:r>
        <w:rPr>
          <w:rtl/>
        </w:rPr>
        <w:t>وَ جَنِّبْنَا الْإِلْحَادَ فِى تَوْحِيدِكَ</w:t>
      </w:r>
      <w:r w:rsidR="007D3118">
        <w:rPr>
          <w:rtl/>
        </w:rPr>
        <w:t xml:space="preserve">، </w:t>
      </w:r>
      <w:r>
        <w:rPr>
          <w:rtl/>
        </w:rPr>
        <w:t>وَ الْتَّقْصِيرَ فِى تَمْجِيدِكَ</w:t>
      </w:r>
      <w:r w:rsidR="007D3118">
        <w:rPr>
          <w:rtl/>
        </w:rPr>
        <w:t xml:space="preserve">، </w:t>
      </w:r>
      <w:r>
        <w:rPr>
          <w:rtl/>
        </w:rPr>
        <w:t>وَ الشَّكَّ فِى دِينِكَ</w:t>
      </w:r>
      <w:r w:rsidR="007D3118">
        <w:rPr>
          <w:rtl/>
        </w:rPr>
        <w:t xml:space="preserve">، </w:t>
      </w:r>
      <w:r>
        <w:rPr>
          <w:rtl/>
        </w:rPr>
        <w:t>وَ الْعَمَى عَنْ سَبِيلِكَ</w:t>
      </w:r>
      <w:r w:rsidR="007D3118">
        <w:rPr>
          <w:rtl/>
        </w:rPr>
        <w:t xml:space="preserve">، </w:t>
      </w:r>
      <w:r>
        <w:rPr>
          <w:rtl/>
        </w:rPr>
        <w:t>وَ الْإِغْفَالَ لِحُرْمَتِكَ</w:t>
      </w:r>
      <w:r w:rsidR="007D3118">
        <w:rPr>
          <w:rtl/>
        </w:rPr>
        <w:t xml:space="preserve">، </w:t>
      </w:r>
      <w:r>
        <w:rPr>
          <w:rtl/>
        </w:rPr>
        <w:t>وَ الانْخِدَاعَ لِعَدُوِّكَ الشَّيْطَانِ الرَّجِيمِ</w:t>
      </w:r>
    </w:p>
    <w:p w:rsidR="00587D34" w:rsidRDefault="00587D34" w:rsidP="00587D34">
      <w:pPr>
        <w:pStyle w:val="libNormal"/>
        <w:rPr>
          <w:rtl/>
        </w:rPr>
      </w:pPr>
      <w:r>
        <w:rPr>
          <w:rtl/>
        </w:rPr>
        <w:t>(14</w:t>
      </w:r>
      <w:r w:rsidR="007D3118">
        <w:rPr>
          <w:rtl/>
        </w:rPr>
        <w:t xml:space="preserve">) </w:t>
      </w:r>
      <w:r>
        <w:rPr>
          <w:rtl/>
        </w:rPr>
        <w:t>اللَّهُمَّ صَلِّ عَلَى مُحَمَّدٍ وَ آلِهِ</w:t>
      </w:r>
      <w:r w:rsidR="007D3118">
        <w:rPr>
          <w:rtl/>
        </w:rPr>
        <w:t xml:space="preserve">، </w:t>
      </w:r>
      <w:r>
        <w:rPr>
          <w:rtl/>
        </w:rPr>
        <w:t>وَ إِذَا كَانَ لَكَ فِى كُلِّ لَيْلَةٍ مِنْ لَيَالِى شَهْرِنَا هَذَا رِقَابٌ يُعْتِقُهَا عَفْوُكَ</w:t>
      </w:r>
      <w:r w:rsidR="007D3118">
        <w:rPr>
          <w:rtl/>
        </w:rPr>
        <w:t xml:space="preserve">، </w:t>
      </w:r>
      <w:r>
        <w:rPr>
          <w:rtl/>
        </w:rPr>
        <w:t>أَوْ يَهَبُهَا صَفْحُكَ فَاجْعَلْ رِقَابَنَا مِنْ تِلْكَ الرِّقَابِ</w:t>
      </w:r>
      <w:r w:rsidR="007D3118">
        <w:rPr>
          <w:rtl/>
        </w:rPr>
        <w:t xml:space="preserve">، </w:t>
      </w:r>
      <w:r>
        <w:rPr>
          <w:rtl/>
        </w:rPr>
        <w:t>وَ اجْعَلْنَا لِشَهْرِنَا مِنْ خَيْرِ أَهْلٍ وَ أَصْحَابٍ</w:t>
      </w:r>
      <w:r w:rsidR="007D3118">
        <w:rPr>
          <w:rtl/>
        </w:rPr>
        <w:t xml:space="preserve">. </w:t>
      </w:r>
    </w:p>
    <w:p w:rsidR="00587D34" w:rsidRDefault="00587D34" w:rsidP="00587D34">
      <w:pPr>
        <w:pStyle w:val="libNormal"/>
        <w:rPr>
          <w:rtl/>
        </w:rPr>
      </w:pPr>
      <w:r>
        <w:rPr>
          <w:rtl/>
        </w:rPr>
        <w:t>(15</w:t>
      </w:r>
      <w:r w:rsidR="007D3118">
        <w:rPr>
          <w:rtl/>
        </w:rPr>
        <w:t xml:space="preserve">) </w:t>
      </w:r>
      <w:r>
        <w:rPr>
          <w:rtl/>
        </w:rPr>
        <w:t>اللَّهُمَّ صَلِّ عَلَى مُحَمَّدٍ وَ آلِهِ</w:t>
      </w:r>
      <w:r w:rsidR="007D3118">
        <w:rPr>
          <w:rtl/>
        </w:rPr>
        <w:t xml:space="preserve">، </w:t>
      </w:r>
      <w:r>
        <w:rPr>
          <w:rtl/>
        </w:rPr>
        <w:t>وَ امْحَقْ ذُنُوبَنَا مَعَ امِّحَاقِ هِلالِهِ</w:t>
      </w:r>
      <w:r w:rsidR="007D3118">
        <w:rPr>
          <w:rtl/>
        </w:rPr>
        <w:t xml:space="preserve">، </w:t>
      </w:r>
      <w:r>
        <w:rPr>
          <w:rtl/>
        </w:rPr>
        <w:t>وَ اسْلَخْ عَنَّا تَبِعَاتِنَا مَعَ انْسِلاخِ أَيَّامِهِ حَتَّى يَنْقَضِىَ عَنَّا وَ قَدْ صَفَّيْتَنَا فِيهِ مِنَ الْخَطِيئَاتِ</w:t>
      </w:r>
      <w:r w:rsidR="007D3118">
        <w:rPr>
          <w:rtl/>
        </w:rPr>
        <w:t xml:space="preserve">، </w:t>
      </w:r>
      <w:r>
        <w:rPr>
          <w:rtl/>
        </w:rPr>
        <w:t>وَ أَخْلَصْتَنَا فِيهِ مِنَ السَّيِّئَاتِ</w:t>
      </w:r>
      <w:r w:rsidR="007D3118">
        <w:rPr>
          <w:rtl/>
        </w:rPr>
        <w:t xml:space="preserve">. </w:t>
      </w:r>
    </w:p>
    <w:p w:rsidR="00587D34" w:rsidRDefault="00587D34" w:rsidP="00587D34">
      <w:pPr>
        <w:pStyle w:val="libNormal"/>
        <w:rPr>
          <w:rtl/>
        </w:rPr>
      </w:pPr>
      <w:r>
        <w:rPr>
          <w:rtl/>
        </w:rPr>
        <w:t>(16</w:t>
      </w:r>
      <w:r w:rsidR="007D3118">
        <w:rPr>
          <w:rtl/>
        </w:rPr>
        <w:t xml:space="preserve">) </w:t>
      </w:r>
      <w:r>
        <w:rPr>
          <w:rtl/>
        </w:rPr>
        <w:t>اللَّهُمَّ صَلِّ عَلَى مُحَمَّدٍ وَ آلِهِ</w:t>
      </w:r>
      <w:r w:rsidR="007D3118">
        <w:rPr>
          <w:rtl/>
        </w:rPr>
        <w:t xml:space="preserve">، </w:t>
      </w:r>
      <w:r>
        <w:rPr>
          <w:rtl/>
        </w:rPr>
        <w:t>وَ إِنْ مِلْنَا فِيهِ فَعَدِّلْنَا</w:t>
      </w:r>
      <w:r w:rsidR="007D3118">
        <w:rPr>
          <w:rtl/>
        </w:rPr>
        <w:t xml:space="preserve">، </w:t>
      </w:r>
      <w:r>
        <w:rPr>
          <w:rtl/>
        </w:rPr>
        <w:t>وَ إِنْ زُغْنَا فِيهِ فَقَوِّمْنَا</w:t>
      </w:r>
      <w:r w:rsidR="007D3118">
        <w:rPr>
          <w:rtl/>
        </w:rPr>
        <w:t xml:space="preserve">، </w:t>
      </w:r>
      <w:r>
        <w:rPr>
          <w:rtl/>
        </w:rPr>
        <w:t>وَ إِنِ اشْتَمَلَ عَلَيْنَا عَدُوُّكَ الشَّيْطَانُ فَاسْتَنْقِذْنَا مِنْهُ</w:t>
      </w:r>
      <w:r w:rsidR="007D3118">
        <w:rPr>
          <w:rtl/>
        </w:rPr>
        <w:t xml:space="preserve">. </w:t>
      </w:r>
    </w:p>
    <w:p w:rsidR="00587D34" w:rsidRDefault="00587D34" w:rsidP="00587D34">
      <w:pPr>
        <w:pStyle w:val="libNormal"/>
        <w:rPr>
          <w:rtl/>
        </w:rPr>
      </w:pPr>
      <w:r>
        <w:rPr>
          <w:rtl/>
        </w:rPr>
        <w:t>(17</w:t>
      </w:r>
      <w:r w:rsidR="007D3118">
        <w:rPr>
          <w:rtl/>
        </w:rPr>
        <w:t xml:space="preserve">) </w:t>
      </w:r>
      <w:r>
        <w:rPr>
          <w:rtl/>
        </w:rPr>
        <w:t>اللَّهُمَّ اشْحَنْهُ بِعِبَادَتِنَا إِيَّاكَ</w:t>
      </w:r>
      <w:r w:rsidR="007D3118">
        <w:rPr>
          <w:rtl/>
        </w:rPr>
        <w:t xml:space="preserve">، </w:t>
      </w:r>
      <w:r>
        <w:rPr>
          <w:rtl/>
        </w:rPr>
        <w:t>وَ زَيِّنْ أَوْقَاتَهُ بِطَاعَتِنَا لَكَ</w:t>
      </w:r>
      <w:r w:rsidR="007D3118">
        <w:rPr>
          <w:rtl/>
        </w:rPr>
        <w:t xml:space="preserve">، </w:t>
      </w:r>
      <w:r>
        <w:rPr>
          <w:rtl/>
        </w:rPr>
        <w:t>وَ أَعِنَّا فِى نَهَارِهِ عَلَى صِيَامِهِ</w:t>
      </w:r>
      <w:r w:rsidR="007D3118">
        <w:rPr>
          <w:rtl/>
        </w:rPr>
        <w:t xml:space="preserve">، </w:t>
      </w:r>
      <w:r>
        <w:rPr>
          <w:rtl/>
        </w:rPr>
        <w:t>وَ فِى لَيْلِهِ عَلَى الصَّلاةِ وَ التَّضَرُّعِ إِلَيْكَ</w:t>
      </w:r>
      <w:r w:rsidR="007D3118">
        <w:rPr>
          <w:rtl/>
        </w:rPr>
        <w:t xml:space="preserve">، </w:t>
      </w:r>
      <w:r>
        <w:rPr>
          <w:rtl/>
        </w:rPr>
        <w:t>وَ الْخُشُوعِ لَكَ</w:t>
      </w:r>
      <w:r w:rsidR="007D3118">
        <w:rPr>
          <w:rtl/>
        </w:rPr>
        <w:t xml:space="preserve">، </w:t>
      </w:r>
      <w:r>
        <w:rPr>
          <w:rtl/>
        </w:rPr>
        <w:t>وَ الذِّلَّةِ بَيْنَ يَدَيْكَ حَتَّى لا يَشْهَدَ نَهَارُهُ عَلَيْنَا بِغَفْلَةٍ</w:t>
      </w:r>
      <w:r w:rsidR="007D3118">
        <w:rPr>
          <w:rtl/>
        </w:rPr>
        <w:t xml:space="preserve">، </w:t>
      </w:r>
      <w:r>
        <w:rPr>
          <w:rtl/>
        </w:rPr>
        <w:t>وَ لا لَيْلُهُ بِتَفْرِيطٍ</w:t>
      </w:r>
      <w:r w:rsidR="007D3118">
        <w:rPr>
          <w:rtl/>
        </w:rPr>
        <w:t xml:space="preserve">. </w:t>
      </w:r>
    </w:p>
    <w:p w:rsidR="00587D34" w:rsidRDefault="00587D34" w:rsidP="00587D34">
      <w:pPr>
        <w:pStyle w:val="libNormal"/>
        <w:rPr>
          <w:rtl/>
        </w:rPr>
      </w:pPr>
      <w:r>
        <w:rPr>
          <w:rtl/>
        </w:rPr>
        <w:t>(18</w:t>
      </w:r>
      <w:r w:rsidR="007D3118">
        <w:rPr>
          <w:rtl/>
        </w:rPr>
        <w:t xml:space="preserve">) </w:t>
      </w:r>
      <w:r>
        <w:rPr>
          <w:rtl/>
        </w:rPr>
        <w:t>اللَّهُمَّ وَ اجْعَلْنَا فِى سَائِرِ الشُّهُورِ وَ الْأَيَّامِ كَذَلِكَ مَا عَمَّرْتَنَا</w:t>
      </w:r>
      <w:r w:rsidR="007D3118">
        <w:rPr>
          <w:rtl/>
        </w:rPr>
        <w:t xml:space="preserve">، </w:t>
      </w:r>
      <w:r>
        <w:rPr>
          <w:rtl/>
        </w:rPr>
        <w:t>وَ اجْعَلْنَا مِنْ عِبَادِكَ الصَّالِحِينَ الَّذِينَ يَرِثُونَ الْفِرْدَوْسَ هُمْ فِيهَا خَالِدُونَ</w:t>
      </w:r>
      <w:r w:rsidR="007D3118">
        <w:rPr>
          <w:rtl/>
        </w:rPr>
        <w:t xml:space="preserve">، </w:t>
      </w:r>
      <w:r>
        <w:rPr>
          <w:rtl/>
        </w:rPr>
        <w:t>وَ الَّذِينَ يُؤْتُونَ مَا آتَوْا وَ قُلُوبُهُمْ وَجِلَةٌ</w:t>
      </w:r>
      <w:r w:rsidR="007D3118">
        <w:rPr>
          <w:rtl/>
        </w:rPr>
        <w:t xml:space="preserve">، </w:t>
      </w:r>
      <w:r>
        <w:rPr>
          <w:rtl/>
        </w:rPr>
        <w:t>أَنَّهُمْ إِلَى رَبِّهِمْ رَاجِعُونَ</w:t>
      </w:r>
      <w:r w:rsidR="007D3118">
        <w:rPr>
          <w:rtl/>
        </w:rPr>
        <w:t xml:space="preserve">، </w:t>
      </w:r>
      <w:r>
        <w:rPr>
          <w:rtl/>
        </w:rPr>
        <w:t>وَ مِنَ الَّذِينَ يُسَارِعُونَ فِى الْخَيْرَاتِ وَ هُمْ لَهَا سَابِقُونَ</w:t>
      </w:r>
      <w:r w:rsidR="007D3118">
        <w:rPr>
          <w:rtl/>
        </w:rPr>
        <w:t xml:space="preserve">. </w:t>
      </w:r>
    </w:p>
    <w:p w:rsidR="00587D34" w:rsidRDefault="00587D34" w:rsidP="00587D34">
      <w:pPr>
        <w:pStyle w:val="libNormal"/>
        <w:rPr>
          <w:rtl/>
        </w:rPr>
      </w:pPr>
      <w:r>
        <w:rPr>
          <w:rtl/>
        </w:rPr>
        <w:t>(19</w:t>
      </w:r>
      <w:r w:rsidR="007D3118">
        <w:rPr>
          <w:rtl/>
        </w:rPr>
        <w:t xml:space="preserve">) </w:t>
      </w:r>
      <w:r>
        <w:rPr>
          <w:rtl/>
        </w:rPr>
        <w:t>اللَّهُمَّ صَلِّ عَلَى مُحَمَّدٍ وَ آلِهِ</w:t>
      </w:r>
      <w:r w:rsidR="007D3118">
        <w:rPr>
          <w:rtl/>
        </w:rPr>
        <w:t xml:space="preserve">، </w:t>
      </w:r>
      <w:r>
        <w:rPr>
          <w:rtl/>
        </w:rPr>
        <w:t>فِى كُلِّ وَقْتٍ وَ كُلِّ أَوَانٍ وَ عَلَى كُلِّ حَالٍ عَدَدَ مَا صَلَّيْتَ عَلَى مَنْ صَلَّيْتَ عَلَيْهِ</w:t>
      </w:r>
      <w:r w:rsidR="007D3118">
        <w:rPr>
          <w:rtl/>
        </w:rPr>
        <w:t xml:space="preserve">، </w:t>
      </w:r>
      <w:r>
        <w:rPr>
          <w:rtl/>
        </w:rPr>
        <w:t>وَ أَضْعَافَ ذَلِكَ كُلِّهِ بِالْأَضْعَافِ الَّتِى لا يُحْصِيهَا غَيْرُكَ</w:t>
      </w:r>
      <w:r w:rsidR="007D3118">
        <w:rPr>
          <w:rtl/>
        </w:rPr>
        <w:t xml:space="preserve">، </w:t>
      </w:r>
      <w:r>
        <w:rPr>
          <w:rtl/>
        </w:rPr>
        <w:t>إِنَّكَ فَعَّالٌ لِمَا تُرِيدُ</w:t>
      </w:r>
      <w:r w:rsidR="007D3118">
        <w:rPr>
          <w:rtl/>
        </w:rPr>
        <w:t xml:space="preserve">. </w:t>
      </w:r>
    </w:p>
    <w:p w:rsidR="00587D34" w:rsidRDefault="00AA3CBA" w:rsidP="004C63D0">
      <w:pPr>
        <w:pStyle w:val="Heading2"/>
        <w:rPr>
          <w:rtl/>
        </w:rPr>
      </w:pPr>
      <w:bookmarkStart w:id="93" w:name="_Toc394915222"/>
      <w:r>
        <w:rPr>
          <w:rtl/>
        </w:rPr>
        <w:lastRenderedPageBreak/>
        <w:t xml:space="preserve">ترجمه دعاى چهل و چهارم: دعاى آن حضرت </w:t>
      </w:r>
      <w:r w:rsidR="000C598D" w:rsidRPr="000C598D">
        <w:rPr>
          <w:rStyle w:val="libAlaemChar"/>
          <w:rtl/>
        </w:rPr>
        <w:t>عليه‌السلام</w:t>
      </w:r>
      <w:r>
        <w:rPr>
          <w:rtl/>
        </w:rPr>
        <w:t xml:space="preserve"> چون ماه رمضان فرا مى رسيد</w:t>
      </w:r>
      <w:bookmarkEnd w:id="93"/>
    </w:p>
    <w:p w:rsidR="00587D34" w:rsidRDefault="00587D34" w:rsidP="00587D34">
      <w:pPr>
        <w:pStyle w:val="libNormal"/>
        <w:rPr>
          <w:rtl/>
        </w:rPr>
      </w:pPr>
      <w:r>
        <w:rPr>
          <w:rtl/>
        </w:rPr>
        <w:t>1</w:t>
      </w:r>
      <w:r w:rsidR="007D3118">
        <w:rPr>
          <w:rtl/>
        </w:rPr>
        <w:t xml:space="preserve">. </w:t>
      </w:r>
      <w:r>
        <w:rPr>
          <w:rtl/>
        </w:rPr>
        <w:t>حمد خداوند را كه حمد خود را به ما آموخت و ما را شايسته آن گردانيد تا شكر احسان او بگذاريم و پاداش نيكوكاران به ما بدهد</w:t>
      </w:r>
      <w:r w:rsidR="007D3118">
        <w:rPr>
          <w:rtl/>
        </w:rPr>
        <w:t xml:space="preserve">. </w:t>
      </w:r>
    </w:p>
    <w:p w:rsidR="00587D34" w:rsidRDefault="00587D34" w:rsidP="00587D34">
      <w:pPr>
        <w:pStyle w:val="libNormal"/>
        <w:rPr>
          <w:rtl/>
        </w:rPr>
      </w:pPr>
      <w:r>
        <w:rPr>
          <w:rtl/>
        </w:rPr>
        <w:t>2</w:t>
      </w:r>
      <w:r w:rsidR="007D3118">
        <w:rPr>
          <w:rtl/>
        </w:rPr>
        <w:t xml:space="preserve">. </w:t>
      </w:r>
      <w:r>
        <w:rPr>
          <w:rtl/>
        </w:rPr>
        <w:t>سپاس خداى را كه دين پسنديده خويش را به ما آموخت</w:t>
      </w:r>
      <w:r w:rsidR="007D3118">
        <w:rPr>
          <w:rtl/>
        </w:rPr>
        <w:t xml:space="preserve">، </w:t>
      </w:r>
      <w:r>
        <w:rPr>
          <w:rtl/>
        </w:rPr>
        <w:t>و شريعت خود را مخصوص ما گردانيد و به فضل خود همه راه هاى نيكوكارى را براى ما هموار ساخت تا سوى خشنودى او شتابيم</w:t>
      </w:r>
      <w:r w:rsidR="007D3118">
        <w:rPr>
          <w:rtl/>
        </w:rPr>
        <w:t xml:space="preserve">، </w:t>
      </w:r>
      <w:r>
        <w:rPr>
          <w:rtl/>
        </w:rPr>
        <w:t>سپاسى كه از ما بپذيرد و خشنود گردد</w:t>
      </w:r>
      <w:r w:rsidR="007D3118">
        <w:rPr>
          <w:rtl/>
        </w:rPr>
        <w:t xml:space="preserve">. </w:t>
      </w:r>
    </w:p>
    <w:p w:rsidR="00587D34" w:rsidRDefault="00587D34" w:rsidP="00587D34">
      <w:pPr>
        <w:pStyle w:val="libNormal"/>
        <w:rPr>
          <w:rtl/>
        </w:rPr>
      </w:pPr>
      <w:r>
        <w:rPr>
          <w:rtl/>
        </w:rPr>
        <w:t>3</w:t>
      </w:r>
      <w:r w:rsidR="007D3118">
        <w:rPr>
          <w:rtl/>
        </w:rPr>
        <w:t xml:space="preserve">. </w:t>
      </w:r>
      <w:r>
        <w:rPr>
          <w:rtl/>
        </w:rPr>
        <w:t>سپاس خداى را كه ماه خود</w:t>
      </w:r>
      <w:r w:rsidR="007D3118">
        <w:rPr>
          <w:rtl/>
        </w:rPr>
        <w:t xml:space="preserve">، </w:t>
      </w:r>
      <w:r>
        <w:rPr>
          <w:rtl/>
        </w:rPr>
        <w:t>ماه رمضان را يكى از اين راه ها قرار داد</w:t>
      </w:r>
      <w:r w:rsidR="007D3118">
        <w:rPr>
          <w:rtl/>
        </w:rPr>
        <w:t xml:space="preserve">. </w:t>
      </w:r>
      <w:r>
        <w:rPr>
          <w:rtl/>
        </w:rPr>
        <w:t>ماه روز</w:t>
      </w:r>
      <w:r w:rsidR="007D3118">
        <w:rPr>
          <w:rtl/>
        </w:rPr>
        <w:t xml:space="preserve">، </w:t>
      </w:r>
      <w:r>
        <w:rPr>
          <w:rtl/>
        </w:rPr>
        <w:t>ماه اطاعت</w:t>
      </w:r>
      <w:r w:rsidR="007D3118">
        <w:rPr>
          <w:rtl/>
        </w:rPr>
        <w:t xml:space="preserve">، </w:t>
      </w:r>
      <w:r>
        <w:rPr>
          <w:rtl/>
        </w:rPr>
        <w:t>ماه پاكى</w:t>
      </w:r>
      <w:r w:rsidR="007D3118">
        <w:rPr>
          <w:rtl/>
        </w:rPr>
        <w:t xml:space="preserve">، </w:t>
      </w:r>
      <w:r>
        <w:rPr>
          <w:rtl/>
        </w:rPr>
        <w:t>ماه آزمايش</w:t>
      </w:r>
      <w:r w:rsidR="007D3118">
        <w:rPr>
          <w:rtl/>
        </w:rPr>
        <w:t xml:space="preserve">، </w:t>
      </w:r>
      <w:r>
        <w:rPr>
          <w:rtl/>
        </w:rPr>
        <w:t>ماه شب زنده دارى است</w:t>
      </w:r>
      <w:r w:rsidR="007D3118">
        <w:rPr>
          <w:rtl/>
        </w:rPr>
        <w:t xml:space="preserve">. </w:t>
      </w:r>
      <w:r>
        <w:rPr>
          <w:rtl/>
        </w:rPr>
        <w:t>در اين ماه قرآن راهنماى مردم فرود آمد</w:t>
      </w:r>
      <w:r w:rsidR="007D3118">
        <w:rPr>
          <w:rtl/>
        </w:rPr>
        <w:t xml:space="preserve">، </w:t>
      </w:r>
      <w:r>
        <w:rPr>
          <w:rtl/>
        </w:rPr>
        <w:t>با دليل هاى روشن كه ميان حق و باطل جدا كند</w:t>
      </w:r>
      <w:r w:rsidR="007D3118">
        <w:rPr>
          <w:rtl/>
        </w:rPr>
        <w:t xml:space="preserve">. </w:t>
      </w:r>
    </w:p>
    <w:p w:rsidR="00587D34" w:rsidRDefault="00587D34" w:rsidP="00587D34">
      <w:pPr>
        <w:pStyle w:val="libNormal"/>
        <w:rPr>
          <w:rtl/>
        </w:rPr>
      </w:pPr>
      <w:r>
        <w:rPr>
          <w:rtl/>
        </w:rPr>
        <w:t>4</w:t>
      </w:r>
      <w:r w:rsidR="007D3118">
        <w:rPr>
          <w:rtl/>
        </w:rPr>
        <w:t xml:space="preserve">. </w:t>
      </w:r>
      <w:r>
        <w:rPr>
          <w:rtl/>
        </w:rPr>
        <w:t>و چون خداى حرمت اين ماه بسيار داشت و فضائل آن را آشكار ساخت</w:t>
      </w:r>
      <w:r w:rsidR="007D3118">
        <w:rPr>
          <w:rtl/>
        </w:rPr>
        <w:t xml:space="preserve">، </w:t>
      </w:r>
      <w:r>
        <w:rPr>
          <w:rtl/>
        </w:rPr>
        <w:t>برترى آن را بر ديگر ماه ها ظاهر نمود و آن را بزرگ داشت</w:t>
      </w:r>
      <w:r w:rsidR="007D3118">
        <w:rPr>
          <w:rtl/>
        </w:rPr>
        <w:t xml:space="preserve">، </w:t>
      </w:r>
      <w:r>
        <w:rPr>
          <w:rtl/>
        </w:rPr>
        <w:t>آن چه در آن ماه ها حلال است در اين ماه حرام فرمود و خوردن و آشاميدن را به احترام او منع كرد</w:t>
      </w:r>
      <w:r w:rsidR="007D3118">
        <w:rPr>
          <w:rtl/>
        </w:rPr>
        <w:t xml:space="preserve">، </w:t>
      </w:r>
      <w:r>
        <w:rPr>
          <w:rtl/>
        </w:rPr>
        <w:t>وقت آن را معين و معلوم قرار داد كه اگر كسى وظيفه ما را بيشتر انجام دهد خداوند عز و جل آن را اجازت نفرمايد و اگر باز پس اندازد نپذيرد</w:t>
      </w:r>
      <w:r w:rsidR="007D3118">
        <w:rPr>
          <w:rtl/>
        </w:rPr>
        <w:t xml:space="preserve">. </w:t>
      </w:r>
    </w:p>
    <w:p w:rsidR="00587D34" w:rsidRDefault="00587D34" w:rsidP="00587D34">
      <w:pPr>
        <w:pStyle w:val="libNormal"/>
        <w:rPr>
          <w:rtl/>
        </w:rPr>
      </w:pPr>
      <w:r>
        <w:rPr>
          <w:rtl/>
        </w:rPr>
        <w:t>5</w:t>
      </w:r>
      <w:r w:rsidR="007D3118">
        <w:rPr>
          <w:rtl/>
        </w:rPr>
        <w:t xml:space="preserve">. </w:t>
      </w:r>
      <w:r>
        <w:rPr>
          <w:rtl/>
        </w:rPr>
        <w:t>آنگاه يك شب از شب هاى آن را بر شب هاى هزار ماه فضلت نهاد و آن را شب قدر ناميد</w:t>
      </w:r>
      <w:r w:rsidR="007D3118">
        <w:rPr>
          <w:rtl/>
        </w:rPr>
        <w:t xml:space="preserve">. </w:t>
      </w:r>
      <w:r>
        <w:rPr>
          <w:rtl/>
        </w:rPr>
        <w:t>فرشتگان و روح در اين شب به دستور پروردگار با همه چيز فرود مى آيند</w:t>
      </w:r>
      <w:r w:rsidR="007D3118">
        <w:rPr>
          <w:rtl/>
        </w:rPr>
        <w:t xml:space="preserve">. </w:t>
      </w:r>
      <w:r>
        <w:rPr>
          <w:rtl/>
        </w:rPr>
        <w:t>درود و سلام به فرخندگى بر هر يك از بندگان كه بخواهد تا سپيده دم</w:t>
      </w:r>
      <w:r w:rsidR="007D3118">
        <w:rPr>
          <w:rtl/>
        </w:rPr>
        <w:t xml:space="preserve">، </w:t>
      </w:r>
      <w:r>
        <w:rPr>
          <w:rtl/>
        </w:rPr>
        <w:t>اين حكم محكم اوست</w:t>
      </w:r>
      <w:r w:rsidR="007D3118">
        <w:rPr>
          <w:rtl/>
        </w:rPr>
        <w:t xml:space="preserve">. </w:t>
      </w:r>
    </w:p>
    <w:p w:rsidR="00587D34" w:rsidRDefault="00587D34" w:rsidP="00587D34">
      <w:pPr>
        <w:pStyle w:val="libNormal"/>
        <w:rPr>
          <w:rtl/>
        </w:rPr>
      </w:pPr>
      <w:r>
        <w:rPr>
          <w:rtl/>
        </w:rPr>
        <w:lastRenderedPageBreak/>
        <w:t>6</w:t>
      </w:r>
      <w:r w:rsidR="007D3118">
        <w:rPr>
          <w:rtl/>
        </w:rPr>
        <w:t xml:space="preserve">. </w:t>
      </w:r>
      <w:r>
        <w:rPr>
          <w:rtl/>
        </w:rPr>
        <w:t>خدايا درود بر محمد و آل او فرست</w:t>
      </w:r>
      <w:r w:rsidR="007D3118">
        <w:rPr>
          <w:rtl/>
        </w:rPr>
        <w:t xml:space="preserve">، </w:t>
      </w:r>
      <w:r>
        <w:rPr>
          <w:rtl/>
        </w:rPr>
        <w:t>و به ما الهام كن تا فضل او را بشناسيم و حرمت او را نگهداريم و از آنچه بر ما حرام كرده پرهيز كنيم و ما را بر روزه آن يارى ده تا دست به معصيت نيالاييم و ما را به هر كار كه تو را خشنود سازد بر گمار تا به سخنان بيهوده گوش فرا ندهيم و چشم سوى آنچه به كار نيايد نگشاييم</w:t>
      </w:r>
      <w:r w:rsidR="007D3118">
        <w:rPr>
          <w:rtl/>
        </w:rPr>
        <w:t xml:space="preserve">. </w:t>
      </w:r>
    </w:p>
    <w:p w:rsidR="00587D34" w:rsidRDefault="00587D34" w:rsidP="00587D34">
      <w:pPr>
        <w:pStyle w:val="libNormal"/>
        <w:rPr>
          <w:rtl/>
        </w:rPr>
      </w:pPr>
      <w:r>
        <w:rPr>
          <w:rtl/>
        </w:rPr>
        <w:t>7</w:t>
      </w:r>
      <w:r w:rsidR="007D3118">
        <w:rPr>
          <w:rtl/>
        </w:rPr>
        <w:t xml:space="preserve">. </w:t>
      </w:r>
      <w:r>
        <w:rPr>
          <w:rtl/>
        </w:rPr>
        <w:t>و دست به حرام فرا نبريم</w:t>
      </w:r>
      <w:r w:rsidR="007D3118">
        <w:rPr>
          <w:rtl/>
        </w:rPr>
        <w:t xml:space="preserve">، </w:t>
      </w:r>
      <w:r>
        <w:rPr>
          <w:rtl/>
        </w:rPr>
        <w:t>گام سوى كار ناشايست برنداريم در شكمهاى ما جز حلال نگنجد</w:t>
      </w:r>
      <w:r w:rsidR="007D3118">
        <w:rPr>
          <w:rtl/>
        </w:rPr>
        <w:t xml:space="preserve">، </w:t>
      </w:r>
      <w:r>
        <w:rPr>
          <w:rtl/>
        </w:rPr>
        <w:t>و زبان ما به غير دستور و رضاى تو نگردد</w:t>
      </w:r>
      <w:r w:rsidR="007D3118">
        <w:rPr>
          <w:rtl/>
        </w:rPr>
        <w:t xml:space="preserve">، </w:t>
      </w:r>
      <w:r>
        <w:rPr>
          <w:rtl/>
        </w:rPr>
        <w:t>جز در كارى كه به ثواب نزديك باشد نكوشيم</w:t>
      </w:r>
      <w:r w:rsidR="007D3118">
        <w:rPr>
          <w:rtl/>
        </w:rPr>
        <w:t xml:space="preserve">، </w:t>
      </w:r>
      <w:r>
        <w:rPr>
          <w:rtl/>
        </w:rPr>
        <w:t>با آنچه ما را از عقاب تو نگه دارد دست فرا بريم</w:t>
      </w:r>
      <w:r w:rsidR="007D3118">
        <w:rPr>
          <w:rtl/>
        </w:rPr>
        <w:t xml:space="preserve">، </w:t>
      </w:r>
      <w:r>
        <w:rPr>
          <w:rtl/>
        </w:rPr>
        <w:t>و باز اين اعمال ما را از خودنمايى رياكاران و شهرت جويى جاه طلبان پاك گردان</w:t>
      </w:r>
      <w:r w:rsidR="007D3118">
        <w:rPr>
          <w:rtl/>
        </w:rPr>
        <w:t xml:space="preserve">، </w:t>
      </w:r>
      <w:r>
        <w:rPr>
          <w:rtl/>
        </w:rPr>
        <w:t>تا غير تو را در عمل خود شريك نسازيم</w:t>
      </w:r>
      <w:r w:rsidR="007D3118">
        <w:rPr>
          <w:rtl/>
        </w:rPr>
        <w:t xml:space="preserve">، </w:t>
      </w:r>
      <w:r>
        <w:rPr>
          <w:rtl/>
        </w:rPr>
        <w:t>و مرادى غير تو نداشته باشيم</w:t>
      </w:r>
      <w:r w:rsidR="007D3118">
        <w:rPr>
          <w:rtl/>
        </w:rPr>
        <w:t xml:space="preserve">. </w:t>
      </w:r>
    </w:p>
    <w:p w:rsidR="00587D34" w:rsidRDefault="00587D34" w:rsidP="00587D34">
      <w:pPr>
        <w:pStyle w:val="libNormal"/>
        <w:rPr>
          <w:rtl/>
        </w:rPr>
      </w:pPr>
      <w:r>
        <w:rPr>
          <w:rtl/>
        </w:rPr>
        <w:t>8</w:t>
      </w:r>
      <w:r w:rsidR="007D3118">
        <w:rPr>
          <w:rtl/>
        </w:rPr>
        <w:t xml:space="preserve">. </w:t>
      </w:r>
      <w:r>
        <w:rPr>
          <w:rtl/>
        </w:rPr>
        <w:t>خدايا درود بر محمد و آل او فرست</w:t>
      </w:r>
      <w:r w:rsidR="007D3118">
        <w:rPr>
          <w:rtl/>
        </w:rPr>
        <w:t xml:space="preserve">، </w:t>
      </w:r>
      <w:r>
        <w:rPr>
          <w:rtl/>
        </w:rPr>
        <w:t>و ما را در اين ماه بر اوقات نمازهاى پنجگانه واقف گردان</w:t>
      </w:r>
      <w:r w:rsidR="007D3118">
        <w:rPr>
          <w:rtl/>
        </w:rPr>
        <w:t xml:space="preserve">، </w:t>
      </w:r>
      <w:r>
        <w:rPr>
          <w:rtl/>
        </w:rPr>
        <w:t>با شرايطى كه مقرر فرمودى</w:t>
      </w:r>
      <w:r w:rsidR="007D3118">
        <w:rPr>
          <w:rtl/>
        </w:rPr>
        <w:t xml:space="preserve">، </w:t>
      </w:r>
      <w:r>
        <w:rPr>
          <w:rtl/>
        </w:rPr>
        <w:t>و واجبات و آدابى كه در نماز قرار دادى و اوقاتى كه لازم شمردى</w:t>
      </w:r>
      <w:r w:rsidR="007D3118">
        <w:rPr>
          <w:rtl/>
        </w:rPr>
        <w:t xml:space="preserve">. </w:t>
      </w:r>
    </w:p>
    <w:p w:rsidR="00587D34" w:rsidRDefault="00587D34" w:rsidP="00587D34">
      <w:pPr>
        <w:pStyle w:val="libNormal"/>
      </w:pPr>
      <w:r>
        <w:rPr>
          <w:rtl/>
        </w:rPr>
        <w:t>9</w:t>
      </w:r>
      <w:r w:rsidR="007D3118">
        <w:rPr>
          <w:rtl/>
        </w:rPr>
        <w:t xml:space="preserve">. </w:t>
      </w:r>
      <w:r>
        <w:rPr>
          <w:rtl/>
        </w:rPr>
        <w:t>و ما را توفيق ده كه منزلت هر كدام را درست بشناسيم و اركان آن را حفظ كنيم و هر يك را در وقت خود به دستور بنده و رسول تو</w:t>
      </w:r>
      <w:r w:rsidR="007D3118">
        <w:rPr>
          <w:rtl/>
        </w:rPr>
        <w:t xml:space="preserve">، </w:t>
      </w:r>
      <w:r>
        <w:rPr>
          <w:rtl/>
        </w:rPr>
        <w:t>صلواتك عليه و آله</w:t>
      </w:r>
      <w:r w:rsidR="007D3118">
        <w:rPr>
          <w:rtl/>
        </w:rPr>
        <w:t xml:space="preserve">، </w:t>
      </w:r>
      <w:r>
        <w:rPr>
          <w:rtl/>
        </w:rPr>
        <w:t>در ركوع و سجود و همه آداب و زيادات به جا آريم</w:t>
      </w:r>
      <w:r w:rsidR="007D3118">
        <w:rPr>
          <w:rtl/>
        </w:rPr>
        <w:t xml:space="preserve">، </w:t>
      </w:r>
      <w:r>
        <w:rPr>
          <w:rtl/>
        </w:rPr>
        <w:t>به طهارتى هر چه تمامتر و كامل تر و خشوعى هر چه آشكارتر و بليغ ‌تر</w:t>
      </w:r>
      <w:r w:rsidR="007D3118">
        <w:rPr>
          <w:rtl/>
        </w:rPr>
        <w:t xml:space="preserve">. </w:t>
      </w:r>
    </w:p>
    <w:p w:rsidR="00587D34" w:rsidRDefault="00587D34" w:rsidP="00587D34">
      <w:pPr>
        <w:pStyle w:val="libNormal"/>
        <w:rPr>
          <w:rtl/>
        </w:rPr>
      </w:pPr>
      <w:r>
        <w:rPr>
          <w:rtl/>
        </w:rPr>
        <w:t>10</w:t>
      </w:r>
      <w:r w:rsidR="007D3118">
        <w:rPr>
          <w:rtl/>
        </w:rPr>
        <w:t xml:space="preserve">. </w:t>
      </w:r>
      <w:r>
        <w:rPr>
          <w:rtl/>
        </w:rPr>
        <w:t xml:space="preserve">و ما را توفيق ده تا به نيكى و بخشش صله رحم كنيم و به احسان و عطا همسايگان را بنوازيم و اموال خود را از حقوق مردم پاك سازيم و به بيرون كردن زكات طاهر كنيم و با هر كس از ما بريده است آشتى كنيم و از هر كس ‍ به ما ستم كرده از مقتضاى انصاف در نگذريم و با دشمن دوست گرديم مگر </w:t>
      </w:r>
      <w:r>
        <w:rPr>
          <w:rtl/>
        </w:rPr>
        <w:lastRenderedPageBreak/>
        <w:t>دشمنى كه در راه تو و براى رضاى تو با او دشمنيم كه با او دوست نشويم و با او دل پاك نداريم</w:t>
      </w:r>
      <w:r w:rsidR="007D3118">
        <w:rPr>
          <w:rtl/>
        </w:rPr>
        <w:t xml:space="preserve">. </w:t>
      </w:r>
    </w:p>
    <w:p w:rsidR="00587D34" w:rsidRDefault="00587D34" w:rsidP="00587D34">
      <w:pPr>
        <w:pStyle w:val="libNormal"/>
        <w:rPr>
          <w:rtl/>
        </w:rPr>
      </w:pPr>
      <w:r>
        <w:rPr>
          <w:rtl/>
        </w:rPr>
        <w:t>11</w:t>
      </w:r>
      <w:r w:rsidR="007D3118">
        <w:rPr>
          <w:rtl/>
        </w:rPr>
        <w:t xml:space="preserve">. </w:t>
      </w:r>
      <w:r>
        <w:rPr>
          <w:rtl/>
        </w:rPr>
        <w:t>آن قدر از اعمال پاك پيش تو آريم كه ما را از گناه پاك كنى و بعد از آن از عيوب باز دارى</w:t>
      </w:r>
      <w:r w:rsidR="007D3118">
        <w:rPr>
          <w:rtl/>
        </w:rPr>
        <w:t xml:space="preserve">، </w:t>
      </w:r>
      <w:r>
        <w:rPr>
          <w:rtl/>
        </w:rPr>
        <w:t>چنان كه فرشتگان كمتر از ما طاعت آرند و موجبات قرب گذارند</w:t>
      </w:r>
      <w:r w:rsidR="007D3118">
        <w:rPr>
          <w:rtl/>
        </w:rPr>
        <w:t xml:space="preserve">. </w:t>
      </w:r>
    </w:p>
    <w:p w:rsidR="00587D34" w:rsidRDefault="00587D34" w:rsidP="00587D34">
      <w:pPr>
        <w:pStyle w:val="libNormal"/>
        <w:rPr>
          <w:rtl/>
        </w:rPr>
      </w:pPr>
      <w:r>
        <w:rPr>
          <w:rtl/>
        </w:rPr>
        <w:t>12</w:t>
      </w:r>
      <w:r w:rsidR="007D3118">
        <w:rPr>
          <w:rtl/>
        </w:rPr>
        <w:t xml:space="preserve">. </w:t>
      </w:r>
      <w:r>
        <w:rPr>
          <w:rtl/>
        </w:rPr>
        <w:t>خدايا به حق اين ماه و به حق هر كه در اين ماه از آغاز تا انجام اطاعت تو كرد</w:t>
      </w:r>
      <w:r w:rsidR="007D3118">
        <w:rPr>
          <w:rtl/>
        </w:rPr>
        <w:t xml:space="preserve">، </w:t>
      </w:r>
      <w:r>
        <w:rPr>
          <w:rtl/>
        </w:rPr>
        <w:t>از فرشته مقرب يا پيغمبر مرسل يا بنده صالح و برگزيده تو</w:t>
      </w:r>
      <w:r w:rsidR="007D3118">
        <w:rPr>
          <w:rtl/>
        </w:rPr>
        <w:t xml:space="preserve">، </w:t>
      </w:r>
      <w:r>
        <w:rPr>
          <w:rtl/>
        </w:rPr>
        <w:t>درود بر محمد و خاندان او فرست و ما را شايسته آن كرامات گردان كه دوستان را نويد دادى و برخوردار كن از آن چه براى عابدان كوشنده در عبادت مقرر داشتى و در صف آنان قرارمان ده كه به رحمت تو سزاوار رتبه ارجمند گشتند</w:t>
      </w:r>
      <w:r w:rsidR="007D3118">
        <w:rPr>
          <w:rtl/>
        </w:rPr>
        <w:t xml:space="preserve">. </w:t>
      </w:r>
    </w:p>
    <w:p w:rsidR="00587D34" w:rsidRDefault="00587D34" w:rsidP="00587D34">
      <w:pPr>
        <w:pStyle w:val="libNormal"/>
        <w:rPr>
          <w:rtl/>
        </w:rPr>
      </w:pPr>
      <w:r>
        <w:rPr>
          <w:rtl/>
        </w:rPr>
        <w:t>13</w:t>
      </w:r>
      <w:r w:rsidR="007D3118">
        <w:rPr>
          <w:rtl/>
        </w:rPr>
        <w:t xml:space="preserve">. </w:t>
      </w:r>
      <w:r>
        <w:rPr>
          <w:rtl/>
        </w:rPr>
        <w:t>خدايا درود بر محمد و آل او فرست</w:t>
      </w:r>
      <w:r w:rsidR="007D3118">
        <w:rPr>
          <w:rtl/>
        </w:rPr>
        <w:t xml:space="preserve">، </w:t>
      </w:r>
      <w:r>
        <w:rPr>
          <w:rtl/>
        </w:rPr>
        <w:t>و ما را از حيرت و شك در توحيد خود دور دار و از تقصير در ستايش و سرگشتگى در دين</w:t>
      </w:r>
      <w:r w:rsidR="007D3118">
        <w:rPr>
          <w:rtl/>
        </w:rPr>
        <w:t xml:space="preserve">، </w:t>
      </w:r>
      <w:r>
        <w:rPr>
          <w:rtl/>
        </w:rPr>
        <w:t>و گمراهى و بى مبالاتى در تعظيم خود حفظ كن تا فريب دشمن تو شيطان رجيم را نخوريم</w:t>
      </w:r>
      <w:r w:rsidR="007D3118">
        <w:rPr>
          <w:rtl/>
        </w:rPr>
        <w:t xml:space="preserve">. </w:t>
      </w:r>
    </w:p>
    <w:p w:rsidR="00587D34" w:rsidRDefault="00587D34" w:rsidP="00587D34">
      <w:pPr>
        <w:pStyle w:val="libNormal"/>
        <w:rPr>
          <w:rtl/>
        </w:rPr>
      </w:pPr>
      <w:r>
        <w:rPr>
          <w:rtl/>
        </w:rPr>
        <w:t>14</w:t>
      </w:r>
      <w:r w:rsidR="007D3118">
        <w:rPr>
          <w:rtl/>
        </w:rPr>
        <w:t xml:space="preserve">. </w:t>
      </w:r>
      <w:r>
        <w:rPr>
          <w:rtl/>
        </w:rPr>
        <w:t>خدايا درود بر محمد و آل او فرست</w:t>
      </w:r>
      <w:r w:rsidR="007D3118">
        <w:rPr>
          <w:rtl/>
        </w:rPr>
        <w:t xml:space="preserve">، </w:t>
      </w:r>
      <w:r>
        <w:rPr>
          <w:rtl/>
        </w:rPr>
        <w:t>و چون در هر شب از شبهاى اين ماه بندگانى به عفو تو آزاد ميشوند و آمرزيده مى گردند</w:t>
      </w:r>
      <w:r w:rsidR="007D3118">
        <w:rPr>
          <w:rtl/>
        </w:rPr>
        <w:t xml:space="preserve">، </w:t>
      </w:r>
      <w:r>
        <w:rPr>
          <w:rtl/>
        </w:rPr>
        <w:t>ما را از آن بندگان گردان</w:t>
      </w:r>
      <w:r w:rsidR="007D3118">
        <w:rPr>
          <w:rtl/>
        </w:rPr>
        <w:t xml:space="preserve">، </w:t>
      </w:r>
      <w:r>
        <w:rPr>
          <w:rtl/>
        </w:rPr>
        <w:t>و بهترين اصحاب اينماه قرار ده</w:t>
      </w:r>
      <w:r w:rsidR="007D3118">
        <w:rPr>
          <w:rtl/>
        </w:rPr>
        <w:t xml:space="preserve">. </w:t>
      </w:r>
    </w:p>
    <w:p w:rsidR="00587D34" w:rsidRDefault="00587D34" w:rsidP="00587D34">
      <w:pPr>
        <w:pStyle w:val="libNormal"/>
        <w:rPr>
          <w:rtl/>
        </w:rPr>
      </w:pPr>
      <w:r>
        <w:rPr>
          <w:rtl/>
        </w:rPr>
        <w:t>15</w:t>
      </w:r>
      <w:r w:rsidR="007D3118">
        <w:rPr>
          <w:rtl/>
        </w:rPr>
        <w:t xml:space="preserve">. </w:t>
      </w:r>
      <w:r>
        <w:rPr>
          <w:rtl/>
        </w:rPr>
        <w:t>خدايا درود بر محمد و آل او فرست</w:t>
      </w:r>
      <w:r w:rsidR="007D3118">
        <w:rPr>
          <w:rtl/>
        </w:rPr>
        <w:t xml:space="preserve">، </w:t>
      </w:r>
      <w:r>
        <w:rPr>
          <w:rtl/>
        </w:rPr>
        <w:t xml:space="preserve">و چون ماه به محاق </w:t>
      </w:r>
      <w:r w:rsidRPr="00AA3CBA">
        <w:rPr>
          <w:rStyle w:val="libFootnotenumChar"/>
          <w:rtl/>
        </w:rPr>
        <w:t>(111</w:t>
      </w:r>
      <w:r w:rsidR="007D3118" w:rsidRPr="00AA3CBA">
        <w:rPr>
          <w:rStyle w:val="libFootnotenumChar"/>
          <w:rtl/>
        </w:rPr>
        <w:t>)</w:t>
      </w:r>
      <w:r>
        <w:rPr>
          <w:rtl/>
        </w:rPr>
        <w:t xml:space="preserve"> رسد و ناپديد گردد گناهان ما را هم ناپديد گردان و چون روزهاى آن به سلخ آيد</w:t>
      </w:r>
      <w:r w:rsidR="007D3118">
        <w:rPr>
          <w:rtl/>
        </w:rPr>
        <w:t xml:space="preserve">، </w:t>
      </w:r>
      <w:r>
        <w:rPr>
          <w:rtl/>
        </w:rPr>
        <w:t>ما را از معاصى بيرون آور</w:t>
      </w:r>
      <w:r w:rsidR="007D3118">
        <w:rPr>
          <w:rtl/>
        </w:rPr>
        <w:t xml:space="preserve">، </w:t>
      </w:r>
      <w:r>
        <w:rPr>
          <w:rtl/>
        </w:rPr>
        <w:t>چنان كه ماه بگذرد و تو ما را از گناهان پاك گردانيده و از خطاها خلاص كرده باشى</w:t>
      </w:r>
      <w:r w:rsidR="007D3118">
        <w:rPr>
          <w:rtl/>
        </w:rPr>
        <w:t xml:space="preserve">. </w:t>
      </w:r>
    </w:p>
    <w:p w:rsidR="00587D34" w:rsidRDefault="00587D34" w:rsidP="00587D34">
      <w:pPr>
        <w:pStyle w:val="libNormal"/>
        <w:rPr>
          <w:rtl/>
        </w:rPr>
      </w:pPr>
      <w:r>
        <w:rPr>
          <w:rtl/>
        </w:rPr>
        <w:lastRenderedPageBreak/>
        <w:t>16</w:t>
      </w:r>
      <w:r w:rsidR="007D3118">
        <w:rPr>
          <w:rtl/>
        </w:rPr>
        <w:t xml:space="preserve">. </w:t>
      </w:r>
      <w:r>
        <w:rPr>
          <w:rtl/>
        </w:rPr>
        <w:t>خدايا درود بر محمد و آل او فرست</w:t>
      </w:r>
      <w:r w:rsidR="007D3118">
        <w:rPr>
          <w:rtl/>
        </w:rPr>
        <w:t xml:space="preserve">، </w:t>
      </w:r>
      <w:r>
        <w:rPr>
          <w:rtl/>
        </w:rPr>
        <w:t>و اگر ما در اين ماه منحرف شديم تو ما را مستقيم گردان</w:t>
      </w:r>
      <w:r w:rsidR="007D3118">
        <w:rPr>
          <w:rtl/>
        </w:rPr>
        <w:t xml:space="preserve">، </w:t>
      </w:r>
      <w:r>
        <w:rPr>
          <w:rtl/>
        </w:rPr>
        <w:t>و اگر به خطا افتاديم ما را به راه صواب دار</w:t>
      </w:r>
      <w:r w:rsidR="007D3118">
        <w:rPr>
          <w:rtl/>
        </w:rPr>
        <w:t xml:space="preserve">، </w:t>
      </w:r>
      <w:r w:rsidRPr="00AA3CBA">
        <w:rPr>
          <w:rStyle w:val="libFootnotenumChar"/>
          <w:rtl/>
        </w:rPr>
        <w:t>(112</w:t>
      </w:r>
      <w:r w:rsidR="007D3118" w:rsidRPr="00AA3CBA">
        <w:rPr>
          <w:rStyle w:val="libFootnotenumChar"/>
          <w:rtl/>
        </w:rPr>
        <w:t>)</w:t>
      </w:r>
      <w:r>
        <w:rPr>
          <w:rtl/>
        </w:rPr>
        <w:t xml:space="preserve"> و اگر دشمن تو شيطان نزد ما فزار آيد ما را رهايى ده</w:t>
      </w:r>
      <w:r w:rsidR="007D3118">
        <w:rPr>
          <w:rtl/>
        </w:rPr>
        <w:t xml:space="preserve">. </w:t>
      </w:r>
    </w:p>
    <w:p w:rsidR="00587D34" w:rsidRDefault="00587D34" w:rsidP="00587D34">
      <w:pPr>
        <w:pStyle w:val="libNormal"/>
        <w:rPr>
          <w:rtl/>
        </w:rPr>
      </w:pPr>
      <w:r>
        <w:rPr>
          <w:rtl/>
        </w:rPr>
        <w:t>17</w:t>
      </w:r>
      <w:r w:rsidR="007D3118">
        <w:rPr>
          <w:rtl/>
        </w:rPr>
        <w:t xml:space="preserve">. </w:t>
      </w:r>
      <w:r>
        <w:rPr>
          <w:rtl/>
        </w:rPr>
        <w:t>خدايا! اين ماه را از عبادت ما سرشار كن</w:t>
      </w:r>
      <w:r w:rsidR="007D3118">
        <w:rPr>
          <w:rtl/>
        </w:rPr>
        <w:t xml:space="preserve">، </w:t>
      </w:r>
      <w:r>
        <w:rPr>
          <w:rtl/>
        </w:rPr>
        <w:t>و اوقات آن را به طاعت ما آراسته گردان</w:t>
      </w:r>
      <w:r w:rsidR="007D3118">
        <w:rPr>
          <w:rtl/>
        </w:rPr>
        <w:t xml:space="preserve">، </w:t>
      </w:r>
      <w:r>
        <w:rPr>
          <w:rtl/>
        </w:rPr>
        <w:t>و روزهاى ما را به روزه يارى كن</w:t>
      </w:r>
      <w:r w:rsidR="007D3118">
        <w:rPr>
          <w:rtl/>
        </w:rPr>
        <w:t xml:space="preserve">، </w:t>
      </w:r>
      <w:r>
        <w:rPr>
          <w:rtl/>
        </w:rPr>
        <w:t>و شب به نماز و زارى و لابه و نياز و خوارى پيش تو</w:t>
      </w:r>
      <w:r w:rsidR="007D3118">
        <w:rPr>
          <w:rtl/>
        </w:rPr>
        <w:t xml:space="preserve">، </w:t>
      </w:r>
      <w:r>
        <w:rPr>
          <w:rtl/>
        </w:rPr>
        <w:t>اعانت فرما چنان كه روز گواه بر غفلت ما نباشد</w:t>
      </w:r>
      <w:r w:rsidR="007D3118">
        <w:rPr>
          <w:rtl/>
        </w:rPr>
        <w:t xml:space="preserve">، </w:t>
      </w:r>
      <w:r>
        <w:rPr>
          <w:rtl/>
        </w:rPr>
        <w:t>و هيچ شب شاهد تقصير ما نگردد</w:t>
      </w:r>
      <w:r w:rsidR="007D3118">
        <w:rPr>
          <w:rtl/>
        </w:rPr>
        <w:t xml:space="preserve">. </w:t>
      </w:r>
    </w:p>
    <w:p w:rsidR="00587D34" w:rsidRDefault="00587D34" w:rsidP="00587D34">
      <w:pPr>
        <w:pStyle w:val="libNormal"/>
        <w:rPr>
          <w:rtl/>
        </w:rPr>
      </w:pPr>
      <w:r>
        <w:rPr>
          <w:rtl/>
        </w:rPr>
        <w:t>18</w:t>
      </w:r>
      <w:r w:rsidR="007D3118">
        <w:rPr>
          <w:rtl/>
        </w:rPr>
        <w:t xml:space="preserve">. </w:t>
      </w:r>
      <w:r>
        <w:rPr>
          <w:rtl/>
        </w:rPr>
        <w:t>خدايا! ما را در ساير ماهها و روزها تا عمر داريم بدين كارها موفق دار و ما را از بندگان شايسته خود گردان كه بهشت برين را به ميراث مى برند و جاودان در آن باشند</w:t>
      </w:r>
      <w:r w:rsidR="007D3118">
        <w:rPr>
          <w:rtl/>
        </w:rPr>
        <w:t xml:space="preserve">، </w:t>
      </w:r>
      <w:r>
        <w:rPr>
          <w:rtl/>
        </w:rPr>
        <w:t>و از آنها كه هر چه دارند در راه خدا مى دهند و دلهاشان ترسان است كه سوى خدا باز مى گردند و از آنها كه در نيكى مى شتابند و بدان پيشى مى گيرند</w:t>
      </w:r>
      <w:r w:rsidR="007D3118">
        <w:rPr>
          <w:rtl/>
        </w:rPr>
        <w:t xml:space="preserve">. </w:t>
      </w:r>
    </w:p>
    <w:p w:rsidR="00587D34" w:rsidRDefault="00587D34" w:rsidP="00587D34">
      <w:pPr>
        <w:pStyle w:val="libNormal"/>
        <w:rPr>
          <w:rtl/>
        </w:rPr>
      </w:pPr>
      <w:r>
        <w:rPr>
          <w:rtl/>
        </w:rPr>
        <w:t>19</w:t>
      </w:r>
      <w:r w:rsidR="007D3118">
        <w:rPr>
          <w:rtl/>
        </w:rPr>
        <w:t xml:space="preserve">. </w:t>
      </w:r>
      <w:r>
        <w:rPr>
          <w:rtl/>
        </w:rPr>
        <w:t>خدايا! درود بر محمد و آل او فرست</w:t>
      </w:r>
      <w:r w:rsidR="007D3118">
        <w:rPr>
          <w:rtl/>
        </w:rPr>
        <w:t xml:space="preserve">، </w:t>
      </w:r>
      <w:r>
        <w:rPr>
          <w:rtl/>
        </w:rPr>
        <w:t>در هر هنگام و هر وقت</w:t>
      </w:r>
      <w:r w:rsidR="007D3118">
        <w:rPr>
          <w:rtl/>
        </w:rPr>
        <w:t xml:space="preserve">، </w:t>
      </w:r>
      <w:r>
        <w:rPr>
          <w:rtl/>
        </w:rPr>
        <w:t>و به هر حال</w:t>
      </w:r>
      <w:r w:rsidR="007D3118">
        <w:rPr>
          <w:rtl/>
        </w:rPr>
        <w:t xml:space="preserve">، </w:t>
      </w:r>
      <w:r>
        <w:rPr>
          <w:rtl/>
        </w:rPr>
        <w:t>به هر اندازه كه بر ديگران فرستادى</w:t>
      </w:r>
      <w:r w:rsidR="007D3118">
        <w:rPr>
          <w:rtl/>
        </w:rPr>
        <w:t xml:space="preserve">، </w:t>
      </w:r>
      <w:r>
        <w:rPr>
          <w:rtl/>
        </w:rPr>
        <w:t>و چندين برابر آن چندان كه غير تو احصا نتواند كرد</w:t>
      </w:r>
      <w:r w:rsidR="007D3118">
        <w:rPr>
          <w:rtl/>
        </w:rPr>
        <w:t xml:space="preserve">. </w:t>
      </w:r>
      <w:r>
        <w:rPr>
          <w:rtl/>
        </w:rPr>
        <w:t>انك فعال لما تريد</w:t>
      </w:r>
      <w:r w:rsidR="007D3118">
        <w:rPr>
          <w:rtl/>
        </w:rPr>
        <w:t xml:space="preserve">. </w:t>
      </w:r>
    </w:p>
    <w:p w:rsidR="00587D34" w:rsidRDefault="00D438E0" w:rsidP="004C63D0">
      <w:pPr>
        <w:pStyle w:val="Heading2"/>
        <w:rPr>
          <w:rtl/>
        </w:rPr>
      </w:pPr>
      <w:r>
        <w:br w:type="page"/>
      </w:r>
      <w:bookmarkStart w:id="94" w:name="_Toc394915223"/>
      <w:r w:rsidR="00AA3CBA">
        <w:lastRenderedPageBreak/>
        <w:t>45</w:t>
      </w:r>
      <w:r w:rsidR="00AA3CBA">
        <w:rPr>
          <w:rtl/>
        </w:rPr>
        <w:t xml:space="preserve"> وَ كَانَ مِنْ دُعَائِهِ عَلَيْهِ السَّلامُ فِى وَدَاعِ شَهْرِ رَمَضَانَ:</w:t>
      </w:r>
      <w:bookmarkEnd w:id="94"/>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يَا مَنْ لا يَرْغَبُ فِى الْجَزَاءِ</w:t>
      </w:r>
    </w:p>
    <w:p w:rsidR="00587D34" w:rsidRDefault="00587D34" w:rsidP="00587D34">
      <w:pPr>
        <w:pStyle w:val="libNormal"/>
        <w:rPr>
          <w:rtl/>
        </w:rPr>
      </w:pPr>
      <w:r>
        <w:rPr>
          <w:rtl/>
        </w:rPr>
        <w:t>(2</w:t>
      </w:r>
      <w:r w:rsidR="007D3118">
        <w:rPr>
          <w:rtl/>
        </w:rPr>
        <w:t xml:space="preserve">) </w:t>
      </w:r>
      <w:r>
        <w:rPr>
          <w:rtl/>
        </w:rPr>
        <w:t>وَ يَا مَنْ لا يَنْدَمُ عَلَى الْعَطَاءِ</w:t>
      </w:r>
    </w:p>
    <w:p w:rsidR="00587D34" w:rsidRDefault="00587D34" w:rsidP="00587D34">
      <w:pPr>
        <w:pStyle w:val="libNormal"/>
        <w:rPr>
          <w:rtl/>
        </w:rPr>
      </w:pPr>
      <w:r>
        <w:rPr>
          <w:rtl/>
        </w:rPr>
        <w:t>(3</w:t>
      </w:r>
      <w:r w:rsidR="007D3118">
        <w:rPr>
          <w:rtl/>
        </w:rPr>
        <w:t xml:space="preserve">) </w:t>
      </w:r>
      <w:r>
        <w:rPr>
          <w:rtl/>
        </w:rPr>
        <w:t>وَ يَا مَنْ لا يُكَافِئُ عَبْدَهُ عَلَى السَّوَاءِ</w:t>
      </w:r>
      <w:r w:rsidR="007D3118">
        <w:rPr>
          <w:rtl/>
        </w:rPr>
        <w:t xml:space="preserve">. </w:t>
      </w:r>
    </w:p>
    <w:p w:rsidR="00587D34" w:rsidRDefault="00587D34" w:rsidP="00587D34">
      <w:pPr>
        <w:pStyle w:val="libNormal"/>
        <w:rPr>
          <w:rtl/>
        </w:rPr>
      </w:pPr>
      <w:r>
        <w:rPr>
          <w:rtl/>
        </w:rPr>
        <w:t>(4</w:t>
      </w:r>
      <w:r w:rsidR="007D3118">
        <w:rPr>
          <w:rtl/>
        </w:rPr>
        <w:t xml:space="preserve">) </w:t>
      </w:r>
      <w:r>
        <w:rPr>
          <w:rtl/>
        </w:rPr>
        <w:t>مِنَّتُكَ ابْتِدَاءٌ</w:t>
      </w:r>
      <w:r w:rsidR="007D3118">
        <w:rPr>
          <w:rtl/>
        </w:rPr>
        <w:t xml:space="preserve">، </w:t>
      </w:r>
      <w:r>
        <w:rPr>
          <w:rtl/>
        </w:rPr>
        <w:t>وَ عَفْوُكَ تَفَضُّلٌ</w:t>
      </w:r>
      <w:r w:rsidR="007D3118">
        <w:rPr>
          <w:rtl/>
        </w:rPr>
        <w:t xml:space="preserve">، </w:t>
      </w:r>
      <w:r>
        <w:rPr>
          <w:rtl/>
        </w:rPr>
        <w:t>وَ عُقُوبَتُكَ عَدْلٌ</w:t>
      </w:r>
      <w:r w:rsidR="007D3118">
        <w:rPr>
          <w:rtl/>
        </w:rPr>
        <w:t xml:space="preserve">، </w:t>
      </w:r>
      <w:r>
        <w:rPr>
          <w:rtl/>
        </w:rPr>
        <w:t>وَ قَضَاؤُكَ خِيَرَةٌ</w:t>
      </w:r>
    </w:p>
    <w:p w:rsidR="00587D34" w:rsidRDefault="00587D34" w:rsidP="00587D34">
      <w:pPr>
        <w:pStyle w:val="libNormal"/>
        <w:rPr>
          <w:rtl/>
        </w:rPr>
      </w:pPr>
      <w:r>
        <w:rPr>
          <w:rtl/>
        </w:rPr>
        <w:t>(5</w:t>
      </w:r>
      <w:r w:rsidR="007D3118">
        <w:rPr>
          <w:rtl/>
        </w:rPr>
        <w:t xml:space="preserve">) </w:t>
      </w:r>
      <w:r>
        <w:rPr>
          <w:rtl/>
        </w:rPr>
        <w:t>إِنْ أَعْطَيْتَ لَمْ تَشُبْ عَطَاءَكَ بِمَنٍّ</w:t>
      </w:r>
      <w:r w:rsidR="007D3118">
        <w:rPr>
          <w:rtl/>
        </w:rPr>
        <w:t xml:space="preserve">، </w:t>
      </w:r>
      <w:r>
        <w:rPr>
          <w:rtl/>
        </w:rPr>
        <w:t>وَ إِنْ مَنَعْتَ لَمْ يَكُنْ مَنْعُكَ تَعَدِّيا</w:t>
      </w:r>
      <w:r w:rsidR="007D3118">
        <w:rPr>
          <w:rtl/>
        </w:rPr>
        <w:t xml:space="preserve">. </w:t>
      </w:r>
    </w:p>
    <w:p w:rsidR="00587D34" w:rsidRDefault="00587D34" w:rsidP="00587D34">
      <w:pPr>
        <w:pStyle w:val="libNormal"/>
        <w:rPr>
          <w:rtl/>
        </w:rPr>
      </w:pPr>
      <w:r>
        <w:rPr>
          <w:rtl/>
        </w:rPr>
        <w:t>(6</w:t>
      </w:r>
      <w:r w:rsidR="007D3118">
        <w:rPr>
          <w:rtl/>
        </w:rPr>
        <w:t xml:space="preserve">) </w:t>
      </w:r>
      <w:r>
        <w:rPr>
          <w:rtl/>
        </w:rPr>
        <w:t>تَشْكُرُ مَنْ شَكَرَكَ وَ أَنْتَ أَلْهَمْتَهُ شُكْرَكَ</w:t>
      </w:r>
      <w:r w:rsidR="007D3118">
        <w:rPr>
          <w:rtl/>
        </w:rPr>
        <w:t xml:space="preserve">. </w:t>
      </w:r>
    </w:p>
    <w:p w:rsidR="00587D34" w:rsidRDefault="00587D34" w:rsidP="00587D34">
      <w:pPr>
        <w:pStyle w:val="libNormal"/>
        <w:rPr>
          <w:rtl/>
        </w:rPr>
      </w:pPr>
      <w:r>
        <w:rPr>
          <w:rtl/>
        </w:rPr>
        <w:t>(7</w:t>
      </w:r>
      <w:r w:rsidR="007D3118">
        <w:rPr>
          <w:rtl/>
        </w:rPr>
        <w:t xml:space="preserve">) </w:t>
      </w:r>
      <w:r>
        <w:rPr>
          <w:rtl/>
        </w:rPr>
        <w:t>وَ تُكَافِئُ مَنْ حَمِدَكَ وَ أَنْتَ عَلَّمْتَهُ حَمْدَكَ</w:t>
      </w:r>
      <w:r w:rsidR="007D3118">
        <w:rPr>
          <w:rtl/>
        </w:rPr>
        <w:t xml:space="preserve">. </w:t>
      </w:r>
    </w:p>
    <w:p w:rsidR="00587D34" w:rsidRDefault="00587D34" w:rsidP="00587D34">
      <w:pPr>
        <w:pStyle w:val="libNormal"/>
        <w:rPr>
          <w:rtl/>
        </w:rPr>
      </w:pPr>
      <w:r>
        <w:rPr>
          <w:rtl/>
        </w:rPr>
        <w:t>(8</w:t>
      </w:r>
      <w:r w:rsidR="007D3118">
        <w:rPr>
          <w:rtl/>
        </w:rPr>
        <w:t xml:space="preserve">) </w:t>
      </w:r>
      <w:r>
        <w:rPr>
          <w:rtl/>
        </w:rPr>
        <w:t>تَسْتُرُ عَلَى مَنْ لَوْ شِئْتَ فَضَحْتَهُ</w:t>
      </w:r>
      <w:r w:rsidR="007D3118">
        <w:rPr>
          <w:rtl/>
        </w:rPr>
        <w:t xml:space="preserve">، </w:t>
      </w:r>
      <w:r>
        <w:rPr>
          <w:rtl/>
        </w:rPr>
        <w:t>وَ تَجُودُ عَلَى مَنْ لَوْ شِئْتَ مَنَعْتَهُ</w:t>
      </w:r>
      <w:r w:rsidR="007D3118">
        <w:rPr>
          <w:rtl/>
        </w:rPr>
        <w:t xml:space="preserve">، </w:t>
      </w:r>
      <w:r>
        <w:rPr>
          <w:rtl/>
        </w:rPr>
        <w:t>وَ كِلاهُمَا أَهْلٌ مِنْكَ لِلْفَضِيحَةِ وَ الْمَنْعِ غَيْرَ أَنَّكَ بَنَيْتَ أَفْعَالَكَ عَلَى التَّفَضُّلِ</w:t>
      </w:r>
      <w:r w:rsidR="007D3118">
        <w:rPr>
          <w:rtl/>
        </w:rPr>
        <w:t xml:space="preserve">، </w:t>
      </w:r>
      <w:r>
        <w:rPr>
          <w:rtl/>
        </w:rPr>
        <w:t>وَ أَجْرَيْتَ قُدْرَتَكَ عَلَى التَّجَاوُزِ</w:t>
      </w:r>
      <w:r w:rsidR="007D3118">
        <w:rPr>
          <w:rtl/>
        </w:rPr>
        <w:t xml:space="preserve">. </w:t>
      </w:r>
    </w:p>
    <w:p w:rsidR="00587D34" w:rsidRDefault="00587D34" w:rsidP="00587D34">
      <w:pPr>
        <w:pStyle w:val="libNormal"/>
        <w:rPr>
          <w:rtl/>
        </w:rPr>
      </w:pPr>
      <w:r>
        <w:rPr>
          <w:rtl/>
        </w:rPr>
        <w:t>(9</w:t>
      </w:r>
      <w:r w:rsidR="007D3118">
        <w:rPr>
          <w:rtl/>
        </w:rPr>
        <w:t xml:space="preserve">) </w:t>
      </w:r>
      <w:r>
        <w:rPr>
          <w:rtl/>
        </w:rPr>
        <w:t>وَ تَلَقَّيْتَ مَنْ عَصَاكَ بِالْحِلْمِ</w:t>
      </w:r>
      <w:r w:rsidR="007D3118">
        <w:rPr>
          <w:rtl/>
        </w:rPr>
        <w:t xml:space="preserve">، </w:t>
      </w:r>
      <w:r>
        <w:rPr>
          <w:rtl/>
        </w:rPr>
        <w:t>وَ أَمْهَلْتَ مَنْ قَصَدَ لِنَفْسِهِ بِالظُّلْمِ</w:t>
      </w:r>
      <w:r w:rsidR="007D3118">
        <w:rPr>
          <w:rtl/>
        </w:rPr>
        <w:t xml:space="preserve">، </w:t>
      </w:r>
      <w:r>
        <w:rPr>
          <w:rtl/>
        </w:rPr>
        <w:t>تَسْتَنْظِرُهُمْ بِأَنَاتِكَ إِلَى الْإِنَابَةِ</w:t>
      </w:r>
      <w:r w:rsidR="007D3118">
        <w:rPr>
          <w:rtl/>
        </w:rPr>
        <w:t xml:space="preserve">، </w:t>
      </w:r>
      <w:r>
        <w:rPr>
          <w:rtl/>
        </w:rPr>
        <w:t>وَ تَتْرُكُ مُعَاجَلَتَهُمْ إِلَى التَّوْبَةِ لِكَيْلا يَهْلِكَ عَلَيْكَ هَالِكُهُمْ</w:t>
      </w:r>
      <w:r w:rsidR="007D3118">
        <w:rPr>
          <w:rtl/>
        </w:rPr>
        <w:t xml:space="preserve">، </w:t>
      </w:r>
      <w:r>
        <w:rPr>
          <w:rtl/>
        </w:rPr>
        <w:t>وَ لا يَشْقَى بِنِعْمَتِكَ شَقِيُّهُمْ إِلا عَنْ طُولِ الْإِعْذَارِ إِلَيْهِ</w:t>
      </w:r>
      <w:r w:rsidR="007D3118">
        <w:rPr>
          <w:rtl/>
        </w:rPr>
        <w:t xml:space="preserve">، </w:t>
      </w:r>
      <w:r>
        <w:rPr>
          <w:rtl/>
        </w:rPr>
        <w:t>وَ بَعْدَ تَرَادُفِ الْحُجَّةِ عَلَيْهِ</w:t>
      </w:r>
      <w:r w:rsidR="007D3118">
        <w:rPr>
          <w:rtl/>
        </w:rPr>
        <w:t xml:space="preserve">، </w:t>
      </w:r>
      <w:r>
        <w:rPr>
          <w:rtl/>
        </w:rPr>
        <w:t>كَرَما مِنْ عَفْوِكَ يَا كَرِيمُ</w:t>
      </w:r>
      <w:r w:rsidR="007D3118">
        <w:rPr>
          <w:rtl/>
        </w:rPr>
        <w:t xml:space="preserve">، </w:t>
      </w:r>
      <w:r>
        <w:rPr>
          <w:rtl/>
        </w:rPr>
        <w:t>وَ عَائِدَةً مِنْ عَطْفِكَ يَا حَلِيمُ</w:t>
      </w:r>
      <w:r w:rsidR="007D3118">
        <w:rPr>
          <w:rtl/>
        </w:rPr>
        <w:t xml:space="preserve">. </w:t>
      </w:r>
    </w:p>
    <w:p w:rsidR="00587D34" w:rsidRDefault="00587D34" w:rsidP="00587D34">
      <w:pPr>
        <w:pStyle w:val="libNormal"/>
        <w:rPr>
          <w:rtl/>
        </w:rPr>
      </w:pPr>
      <w:r>
        <w:rPr>
          <w:rtl/>
        </w:rPr>
        <w:t>(10</w:t>
      </w:r>
      <w:r w:rsidR="007D3118">
        <w:rPr>
          <w:rtl/>
        </w:rPr>
        <w:t xml:space="preserve">) </w:t>
      </w:r>
      <w:r>
        <w:rPr>
          <w:rtl/>
        </w:rPr>
        <w:t>أَنْتَ الَّذِى فَتَحْتَ لِعِبَادِكَ بَابا إِلَى عَفْوِكَ</w:t>
      </w:r>
      <w:r w:rsidR="007D3118">
        <w:rPr>
          <w:rtl/>
        </w:rPr>
        <w:t xml:space="preserve">، </w:t>
      </w:r>
      <w:r>
        <w:rPr>
          <w:rtl/>
        </w:rPr>
        <w:t>وَ سَمَّيْتَهُ التَّوْبَةَ</w:t>
      </w:r>
      <w:r w:rsidR="007D3118">
        <w:rPr>
          <w:rtl/>
        </w:rPr>
        <w:t xml:space="preserve">، </w:t>
      </w:r>
      <w:r>
        <w:rPr>
          <w:rtl/>
        </w:rPr>
        <w:t>وَ جَعَلْتَ عَلَى ذَلِكَ الْبَابِ دَلِيلا مِنْ وَحْيِكَ لِئَلا يَضِلُّوا عَنْهُ</w:t>
      </w:r>
      <w:r w:rsidR="007D3118">
        <w:rPr>
          <w:rtl/>
        </w:rPr>
        <w:t xml:space="preserve">، </w:t>
      </w:r>
      <w:r>
        <w:rPr>
          <w:rtl/>
        </w:rPr>
        <w:t>فَقُلْتَ - تَبَارَكَ اسْمُكَ -</w:t>
      </w:r>
      <w:r w:rsidR="007D3118">
        <w:rPr>
          <w:rtl/>
        </w:rPr>
        <w:t xml:space="preserve">: </w:t>
      </w:r>
      <w:r>
        <w:rPr>
          <w:rtl/>
        </w:rPr>
        <w:t>تُوبُوا إِلَى اللَّهِ تَوْبَةً نَصُوحا عَسَى رَبُّكُمْ أَنْ يُكَفِّرَ عَنْكُمْ سَيِّئَاتِكُمْ وَ يُدْخِلَكُمْ جَنَاتٍ تَجْرِى مِنْ تَحْتِهَا الْأَنْهَارُ</w:t>
      </w:r>
      <w:r w:rsidR="007D3118">
        <w:rPr>
          <w:rtl/>
        </w:rPr>
        <w:t xml:space="preserve">. </w:t>
      </w:r>
    </w:p>
    <w:p w:rsidR="00587D34" w:rsidRDefault="00587D34" w:rsidP="00587D34">
      <w:pPr>
        <w:pStyle w:val="libNormal"/>
        <w:rPr>
          <w:rtl/>
        </w:rPr>
      </w:pPr>
      <w:r>
        <w:rPr>
          <w:rtl/>
        </w:rPr>
        <w:t>(11</w:t>
      </w:r>
      <w:r w:rsidR="007D3118">
        <w:rPr>
          <w:rtl/>
        </w:rPr>
        <w:t xml:space="preserve">) </w:t>
      </w:r>
      <w:r>
        <w:rPr>
          <w:rtl/>
        </w:rPr>
        <w:t>يَوْمَ لا يُخْزِى اللَّهُ النَّبِيَّ وَ الَّذِينَ آمَنُوا مَعَهُ</w:t>
      </w:r>
      <w:r w:rsidR="007D3118">
        <w:rPr>
          <w:rtl/>
        </w:rPr>
        <w:t xml:space="preserve">، </w:t>
      </w:r>
      <w:r>
        <w:rPr>
          <w:rtl/>
        </w:rPr>
        <w:t>نُورُهُمْ يَسْعَى بَيْنَ أَيْدِيهِمْ وَ بِأَيْمَانِهِمْ</w:t>
      </w:r>
      <w:r w:rsidR="007D3118">
        <w:rPr>
          <w:rtl/>
        </w:rPr>
        <w:t xml:space="preserve">، </w:t>
      </w:r>
      <w:r>
        <w:rPr>
          <w:rtl/>
        </w:rPr>
        <w:t>يَقُولُونَ</w:t>
      </w:r>
      <w:r w:rsidR="007D3118">
        <w:rPr>
          <w:rtl/>
        </w:rPr>
        <w:t xml:space="preserve">: </w:t>
      </w:r>
      <w:r>
        <w:rPr>
          <w:rtl/>
        </w:rPr>
        <w:t>رَبَّنَا أَتْمِمْ لَنَا نُورَنَا</w:t>
      </w:r>
      <w:r w:rsidR="007D3118">
        <w:rPr>
          <w:rtl/>
        </w:rPr>
        <w:t xml:space="preserve">، </w:t>
      </w:r>
      <w:r>
        <w:rPr>
          <w:rtl/>
        </w:rPr>
        <w:t>وَ اغْفِرْ لَنَا</w:t>
      </w:r>
      <w:r w:rsidR="007D3118">
        <w:rPr>
          <w:rtl/>
        </w:rPr>
        <w:t xml:space="preserve">، </w:t>
      </w:r>
      <w:r>
        <w:rPr>
          <w:rtl/>
        </w:rPr>
        <w:t>إِنَّكَ عَلَى كُلِّ شَيْءٍ قَدِيرٌ</w:t>
      </w:r>
      <w:r w:rsidR="007D3118">
        <w:rPr>
          <w:rtl/>
        </w:rPr>
        <w:t xml:space="preserve">. </w:t>
      </w:r>
      <w:r>
        <w:rPr>
          <w:rtl/>
        </w:rPr>
        <w:t>فَمَا عُذْرُ مَنْ أَغْفَلَ دُخُولَ ذَلِكَ الْمَنْزِلِ بَعْدَ فَتْحِ الْبَابِ وَ إِقَامَةِ الدَّلِيلِ؟</w:t>
      </w:r>
    </w:p>
    <w:p w:rsidR="00587D34" w:rsidRDefault="00587D34" w:rsidP="00587D34">
      <w:pPr>
        <w:pStyle w:val="libNormal"/>
        <w:rPr>
          <w:rtl/>
        </w:rPr>
      </w:pPr>
      <w:r>
        <w:rPr>
          <w:rtl/>
        </w:rPr>
        <w:lastRenderedPageBreak/>
        <w:t>(12</w:t>
      </w:r>
      <w:r w:rsidR="007D3118">
        <w:rPr>
          <w:rtl/>
        </w:rPr>
        <w:t xml:space="preserve">) </w:t>
      </w:r>
      <w:r>
        <w:rPr>
          <w:rtl/>
        </w:rPr>
        <w:t>وَ أَنْتَ الَّذِى زِدْتَ فِى السَّوْمِ عَلَى نَفْسِكَ لِعِبَادِكَ</w:t>
      </w:r>
      <w:r w:rsidR="007D3118">
        <w:rPr>
          <w:rtl/>
        </w:rPr>
        <w:t xml:space="preserve">، </w:t>
      </w:r>
      <w:r>
        <w:rPr>
          <w:rtl/>
        </w:rPr>
        <w:t>تُرِيدُ رِبْحَهُمْ فِى مُتَاجَرَتِهِمْ لَكَ</w:t>
      </w:r>
      <w:r w:rsidR="007D3118">
        <w:rPr>
          <w:rtl/>
        </w:rPr>
        <w:t xml:space="preserve">، </w:t>
      </w:r>
      <w:r>
        <w:rPr>
          <w:rtl/>
        </w:rPr>
        <w:t>وَ فَوْزَهُمْ بِالْوِفَادَةِ عَلَيْكَ</w:t>
      </w:r>
      <w:r w:rsidR="007D3118">
        <w:rPr>
          <w:rtl/>
        </w:rPr>
        <w:t xml:space="preserve">، </w:t>
      </w:r>
      <w:r>
        <w:rPr>
          <w:rtl/>
        </w:rPr>
        <w:t>وَ الزِّيَادَةِ مِنْكَ</w:t>
      </w:r>
      <w:r w:rsidR="007D3118">
        <w:rPr>
          <w:rtl/>
        </w:rPr>
        <w:t xml:space="preserve">، </w:t>
      </w:r>
      <w:r>
        <w:rPr>
          <w:rtl/>
        </w:rPr>
        <w:t>فَقُلْتَ - تَبَارَكَ اسْمُكَ وَ تَعَالَيْتَ -</w:t>
      </w:r>
      <w:r w:rsidR="007D3118">
        <w:rPr>
          <w:rtl/>
        </w:rPr>
        <w:t xml:space="preserve">: </w:t>
      </w:r>
      <w:r>
        <w:rPr>
          <w:rtl/>
        </w:rPr>
        <w:t>مَنْ جَاءَ بِالْحَسَنَةِ فَلَهُ عَشْرُ أَمْثَالِهَا</w:t>
      </w:r>
      <w:r w:rsidR="007D3118">
        <w:rPr>
          <w:rtl/>
        </w:rPr>
        <w:t xml:space="preserve">، </w:t>
      </w:r>
      <w:r>
        <w:rPr>
          <w:rtl/>
        </w:rPr>
        <w:t>وَ مَنْ جَاءَ بِالسَّيِّئَةِ فَلا يُجْزَى إِلا مِثْلَهَا</w:t>
      </w:r>
      <w:r w:rsidR="007D3118">
        <w:rPr>
          <w:rtl/>
        </w:rPr>
        <w:t xml:space="preserve">. </w:t>
      </w:r>
    </w:p>
    <w:p w:rsidR="00587D34" w:rsidRDefault="00587D34" w:rsidP="00587D34">
      <w:pPr>
        <w:pStyle w:val="libNormal"/>
        <w:rPr>
          <w:rtl/>
        </w:rPr>
      </w:pPr>
      <w:r>
        <w:rPr>
          <w:rtl/>
        </w:rPr>
        <w:t>(13</w:t>
      </w:r>
      <w:r w:rsidR="007D3118">
        <w:rPr>
          <w:rtl/>
        </w:rPr>
        <w:t xml:space="preserve">) </w:t>
      </w:r>
      <w:r>
        <w:rPr>
          <w:rtl/>
        </w:rPr>
        <w:t>وَ قُلْتَ</w:t>
      </w:r>
      <w:r w:rsidR="007D3118">
        <w:rPr>
          <w:rtl/>
        </w:rPr>
        <w:t xml:space="preserve">: </w:t>
      </w:r>
      <w:r>
        <w:rPr>
          <w:rtl/>
        </w:rPr>
        <w:t>مَثَلُ الَّذِينَ يُنْفِقُونَ أَمْوَالَهُمْ فِى سَبِيلِ اللَّهِ كَمَثَلِ حَبَّةٍ أَنْبَتَتْ سَبْعَ سَنَابِلَ فِى كُلِّ سُنْبُلَةٍ مِائَةُ حَبَّةٍ</w:t>
      </w:r>
      <w:r w:rsidR="007D3118">
        <w:rPr>
          <w:rtl/>
        </w:rPr>
        <w:t xml:space="preserve">، </w:t>
      </w:r>
      <w:r>
        <w:rPr>
          <w:rtl/>
        </w:rPr>
        <w:t>وَ اللَّهُ يُضَاعِفُ لِمَنْ يَشَاءُ</w:t>
      </w:r>
      <w:r w:rsidR="007D3118">
        <w:rPr>
          <w:rtl/>
        </w:rPr>
        <w:t xml:space="preserve">، </w:t>
      </w:r>
      <w:r>
        <w:rPr>
          <w:rtl/>
        </w:rPr>
        <w:t>وَ قُلْتَ</w:t>
      </w:r>
      <w:r w:rsidR="007D3118">
        <w:rPr>
          <w:rtl/>
        </w:rPr>
        <w:t xml:space="preserve">: </w:t>
      </w:r>
      <w:r>
        <w:rPr>
          <w:rtl/>
        </w:rPr>
        <w:t>مَنْ ذَا الَّذِى يُقْرِضُ اللَّهَ قَرْضا حَسَنا فَيُضَاعِفَهُ لَهُ أَضْعَافا كَثِيرَةً</w:t>
      </w:r>
      <w:r w:rsidR="007D3118">
        <w:rPr>
          <w:rtl/>
        </w:rPr>
        <w:t xml:space="preserve">. </w:t>
      </w:r>
      <w:r>
        <w:rPr>
          <w:rtl/>
        </w:rPr>
        <w:t>وَ مَا أَنْزَلْتَ مِنْ نَظَائِرِهِنَّ فِى الْقُرْآنِ مِنْ تَضَاعِيفِ الْحَسَنَاتِ</w:t>
      </w:r>
      <w:r w:rsidR="007D3118">
        <w:rPr>
          <w:rtl/>
        </w:rPr>
        <w:t xml:space="preserve">. </w:t>
      </w:r>
    </w:p>
    <w:p w:rsidR="00587D34" w:rsidRDefault="00587D34" w:rsidP="00587D34">
      <w:pPr>
        <w:pStyle w:val="libNormal"/>
        <w:rPr>
          <w:rtl/>
        </w:rPr>
      </w:pPr>
      <w:r>
        <w:rPr>
          <w:rtl/>
        </w:rPr>
        <w:t>(14</w:t>
      </w:r>
      <w:r w:rsidR="007D3118">
        <w:rPr>
          <w:rtl/>
        </w:rPr>
        <w:t xml:space="preserve">) </w:t>
      </w:r>
      <w:r>
        <w:rPr>
          <w:rtl/>
        </w:rPr>
        <w:t>وَ أَنْتَ الَّذِى دَلَلْتَهُمْ بِقَوْلِكَ مِنْ غَيْبِكَ وَ تَرْغِيبِكَ الَّذِى فِيهِ حَظُّهُمْ عَلَى مَا لَوْ سَتَرْتَهُ عَنْهُمْ لَمْ تُدْرِكْهُ</w:t>
      </w:r>
    </w:p>
    <w:p w:rsidR="00587D34" w:rsidRDefault="00587D34" w:rsidP="00587D34">
      <w:pPr>
        <w:pStyle w:val="libNormal"/>
        <w:rPr>
          <w:rtl/>
        </w:rPr>
      </w:pPr>
      <w:r>
        <w:rPr>
          <w:rtl/>
        </w:rPr>
        <w:t>أَبْصَارُهُمْ</w:t>
      </w:r>
      <w:r w:rsidR="007D3118">
        <w:rPr>
          <w:rtl/>
        </w:rPr>
        <w:t xml:space="preserve">، </w:t>
      </w:r>
      <w:r>
        <w:rPr>
          <w:rtl/>
        </w:rPr>
        <w:t>وَ لَمْ تَعِهِ أَسْمَاعُهُمْ</w:t>
      </w:r>
      <w:r w:rsidR="007D3118">
        <w:rPr>
          <w:rtl/>
        </w:rPr>
        <w:t xml:space="preserve">، </w:t>
      </w:r>
      <w:r>
        <w:rPr>
          <w:rtl/>
        </w:rPr>
        <w:t>وَ لَمْ تَلْحَقْهُ أَوْهَامُهُمْ</w:t>
      </w:r>
      <w:r w:rsidR="007D3118">
        <w:rPr>
          <w:rtl/>
        </w:rPr>
        <w:t xml:space="preserve">، </w:t>
      </w:r>
      <w:r>
        <w:rPr>
          <w:rtl/>
        </w:rPr>
        <w:t>فَقُلْتَ</w:t>
      </w:r>
      <w:r w:rsidR="007D3118">
        <w:rPr>
          <w:rtl/>
        </w:rPr>
        <w:t xml:space="preserve">: </w:t>
      </w:r>
      <w:r>
        <w:rPr>
          <w:rtl/>
        </w:rPr>
        <w:t>اذْكُرُونِى أَذْكُرْكُمْ</w:t>
      </w:r>
      <w:r w:rsidR="007D3118">
        <w:rPr>
          <w:rtl/>
        </w:rPr>
        <w:t xml:space="preserve">، </w:t>
      </w:r>
      <w:r>
        <w:rPr>
          <w:rtl/>
        </w:rPr>
        <w:t>وَ اشْكُرُوا لِى وَ لا تَكْفُرُونِ</w:t>
      </w:r>
      <w:r w:rsidR="007D3118">
        <w:rPr>
          <w:rtl/>
        </w:rPr>
        <w:t xml:space="preserve">، </w:t>
      </w:r>
      <w:r>
        <w:rPr>
          <w:rtl/>
        </w:rPr>
        <w:t>وَ قُلْتَ</w:t>
      </w:r>
      <w:r w:rsidR="007D3118">
        <w:rPr>
          <w:rtl/>
        </w:rPr>
        <w:t xml:space="preserve">: </w:t>
      </w:r>
      <w:r>
        <w:rPr>
          <w:rtl/>
        </w:rPr>
        <w:t>لَئِنْ شَكَرْتُمْ لَأَزِيدَنَّكُمْ</w:t>
      </w:r>
      <w:r w:rsidR="007D3118">
        <w:rPr>
          <w:rtl/>
        </w:rPr>
        <w:t xml:space="preserve">، </w:t>
      </w:r>
      <w:r>
        <w:rPr>
          <w:rtl/>
        </w:rPr>
        <w:t>وَ لَئِنْ كَفَرْتُمْ إِنَّ عَذَابِى لَشَدِيدٌ</w:t>
      </w:r>
      <w:r w:rsidR="007D3118">
        <w:rPr>
          <w:rtl/>
        </w:rPr>
        <w:t xml:space="preserve">. </w:t>
      </w:r>
    </w:p>
    <w:p w:rsidR="00587D34" w:rsidRDefault="00587D34" w:rsidP="00587D34">
      <w:pPr>
        <w:pStyle w:val="libNormal"/>
        <w:rPr>
          <w:rtl/>
        </w:rPr>
      </w:pPr>
      <w:r>
        <w:rPr>
          <w:rtl/>
        </w:rPr>
        <w:t>(15</w:t>
      </w:r>
      <w:r w:rsidR="007D3118">
        <w:rPr>
          <w:rtl/>
        </w:rPr>
        <w:t xml:space="preserve">) </w:t>
      </w:r>
      <w:r>
        <w:rPr>
          <w:rtl/>
        </w:rPr>
        <w:t>وَ قُلْتَ</w:t>
      </w:r>
      <w:r w:rsidR="007D3118">
        <w:rPr>
          <w:rtl/>
        </w:rPr>
        <w:t xml:space="preserve">: </w:t>
      </w:r>
      <w:r>
        <w:rPr>
          <w:rtl/>
        </w:rPr>
        <w:t>ادْعُونِى أَسْتَجِبْ لَكُمْ</w:t>
      </w:r>
      <w:r w:rsidR="007D3118">
        <w:rPr>
          <w:rtl/>
        </w:rPr>
        <w:t xml:space="preserve">، </w:t>
      </w:r>
      <w:r>
        <w:rPr>
          <w:rtl/>
        </w:rPr>
        <w:t>إِنَّ الَّذِينَ يَسْتَكْبِرُونَ عَنْ عِبَادَتِى سَيَدْخُلُونَ جَهَنَّمَ دَاخِرِينَ</w:t>
      </w:r>
      <w:r w:rsidR="007D3118">
        <w:rPr>
          <w:rtl/>
        </w:rPr>
        <w:t xml:space="preserve">، </w:t>
      </w:r>
      <w:r>
        <w:rPr>
          <w:rtl/>
        </w:rPr>
        <w:t>فَسَمَّيْتَ دُعَاءَكَ عِبَادَةً</w:t>
      </w:r>
      <w:r w:rsidR="007D3118">
        <w:rPr>
          <w:rtl/>
        </w:rPr>
        <w:t xml:space="preserve">، </w:t>
      </w:r>
      <w:r>
        <w:rPr>
          <w:rtl/>
        </w:rPr>
        <w:t>وَ تَرْكَهُ اسْتِكْبَارا</w:t>
      </w:r>
      <w:r w:rsidR="007D3118">
        <w:rPr>
          <w:rtl/>
        </w:rPr>
        <w:t xml:space="preserve">، </w:t>
      </w:r>
      <w:r>
        <w:rPr>
          <w:rtl/>
        </w:rPr>
        <w:t>وَ تَوَعَّدْتَ عَلَى تَرْكِهِ دُخُولَ جَهَنَّمَ دَاخِرِينَ</w:t>
      </w:r>
      <w:r w:rsidR="007D3118">
        <w:rPr>
          <w:rtl/>
        </w:rPr>
        <w:t xml:space="preserve">. </w:t>
      </w:r>
    </w:p>
    <w:p w:rsidR="00587D34" w:rsidRDefault="00587D34" w:rsidP="00587D34">
      <w:pPr>
        <w:pStyle w:val="libNormal"/>
        <w:rPr>
          <w:rtl/>
        </w:rPr>
      </w:pPr>
      <w:r>
        <w:rPr>
          <w:rtl/>
        </w:rPr>
        <w:t>(16</w:t>
      </w:r>
      <w:r w:rsidR="007D3118">
        <w:rPr>
          <w:rtl/>
        </w:rPr>
        <w:t xml:space="preserve">) </w:t>
      </w:r>
      <w:r>
        <w:rPr>
          <w:rtl/>
        </w:rPr>
        <w:t>فَذَكَرُوكَ بِمَنِّكَ</w:t>
      </w:r>
      <w:r w:rsidR="007D3118">
        <w:rPr>
          <w:rtl/>
        </w:rPr>
        <w:t xml:space="preserve">، </w:t>
      </w:r>
      <w:r>
        <w:rPr>
          <w:rtl/>
        </w:rPr>
        <w:t>وَ شَكَرُوكَ بِفَضْلِكَ</w:t>
      </w:r>
      <w:r w:rsidR="007D3118">
        <w:rPr>
          <w:rtl/>
        </w:rPr>
        <w:t xml:space="preserve">، </w:t>
      </w:r>
      <w:r>
        <w:rPr>
          <w:rtl/>
        </w:rPr>
        <w:t>وَ دَعَوْكَ بِأَمْرِكَ</w:t>
      </w:r>
      <w:r w:rsidR="007D3118">
        <w:rPr>
          <w:rtl/>
        </w:rPr>
        <w:t xml:space="preserve">، </w:t>
      </w:r>
      <w:r>
        <w:rPr>
          <w:rtl/>
        </w:rPr>
        <w:t>وَ تَصَدَّقُوا لَكَ طَلَبا لِمَزِيدِكَ</w:t>
      </w:r>
      <w:r w:rsidR="007D3118">
        <w:rPr>
          <w:rtl/>
        </w:rPr>
        <w:t xml:space="preserve">، </w:t>
      </w:r>
      <w:r>
        <w:rPr>
          <w:rtl/>
        </w:rPr>
        <w:t>وَ فِيهَا كَانَتْ نَجَاتُهُمْ مِنْ غَضَبِكَ</w:t>
      </w:r>
      <w:r w:rsidR="007D3118">
        <w:rPr>
          <w:rtl/>
        </w:rPr>
        <w:t xml:space="preserve">، </w:t>
      </w:r>
      <w:r>
        <w:rPr>
          <w:rtl/>
        </w:rPr>
        <w:t>وَ فَوْزُهُمْ بِرِضَاكَ</w:t>
      </w:r>
      <w:r w:rsidR="007D3118">
        <w:rPr>
          <w:rtl/>
        </w:rPr>
        <w:t xml:space="preserve">. </w:t>
      </w:r>
    </w:p>
    <w:p w:rsidR="00587D34" w:rsidRDefault="00587D34" w:rsidP="00587D34">
      <w:pPr>
        <w:pStyle w:val="libNormal"/>
        <w:rPr>
          <w:rtl/>
        </w:rPr>
      </w:pPr>
      <w:r>
        <w:rPr>
          <w:rtl/>
        </w:rPr>
        <w:t>(17</w:t>
      </w:r>
      <w:r w:rsidR="007D3118">
        <w:rPr>
          <w:rtl/>
        </w:rPr>
        <w:t xml:space="preserve">) </w:t>
      </w:r>
      <w:r>
        <w:rPr>
          <w:rtl/>
        </w:rPr>
        <w:t>وَ لَوْ دَلَّ مَخْلُوقٌ مَخْلُوقا مِنْ نَفْسِهِ عَلَى مِثْلِ الَّذِى دَلَلْتَ عَلَيْهِ عِبَادَكَ مِنْكَ كَانَ مَوْصُوفا بِالْإِحْسَانِ</w:t>
      </w:r>
      <w:r w:rsidR="007D3118">
        <w:rPr>
          <w:rtl/>
        </w:rPr>
        <w:t xml:space="preserve">، </w:t>
      </w:r>
      <w:r>
        <w:rPr>
          <w:rtl/>
        </w:rPr>
        <w:t>وَ مَنْعُوتا بِالامْتِنَانِ</w:t>
      </w:r>
      <w:r w:rsidR="007D3118">
        <w:rPr>
          <w:rtl/>
        </w:rPr>
        <w:t xml:space="preserve">، </w:t>
      </w:r>
      <w:r>
        <w:rPr>
          <w:rtl/>
        </w:rPr>
        <w:t>وَ مَحْمُودا بِكُلِّ لِسَانٍ</w:t>
      </w:r>
      <w:r w:rsidR="007D3118">
        <w:rPr>
          <w:rtl/>
        </w:rPr>
        <w:t xml:space="preserve">، </w:t>
      </w:r>
      <w:r>
        <w:rPr>
          <w:rtl/>
        </w:rPr>
        <w:t>فَلَكَ الْحَمْدُ مَا وُجِدَ فِى حَمْدِكَ مَذْهَبٌ</w:t>
      </w:r>
      <w:r w:rsidR="007D3118">
        <w:rPr>
          <w:rtl/>
        </w:rPr>
        <w:t xml:space="preserve">، </w:t>
      </w:r>
      <w:r>
        <w:rPr>
          <w:rtl/>
        </w:rPr>
        <w:t>وَ مَا بَقِىَ لِلْحَمْدِ لَفْظٌ تُحْمَدُ بِهِ</w:t>
      </w:r>
      <w:r w:rsidR="007D3118">
        <w:rPr>
          <w:rtl/>
        </w:rPr>
        <w:t xml:space="preserve">، </w:t>
      </w:r>
      <w:r>
        <w:rPr>
          <w:rtl/>
        </w:rPr>
        <w:t>وَ مَعْنًى يَنْصَرِفُ إِلَيْهِ</w:t>
      </w:r>
      <w:r w:rsidR="007D3118">
        <w:rPr>
          <w:rtl/>
        </w:rPr>
        <w:t xml:space="preserve">. </w:t>
      </w:r>
    </w:p>
    <w:p w:rsidR="00587D34" w:rsidRDefault="00587D34" w:rsidP="00587D34">
      <w:pPr>
        <w:pStyle w:val="libNormal"/>
        <w:rPr>
          <w:rtl/>
        </w:rPr>
      </w:pPr>
      <w:r>
        <w:rPr>
          <w:rtl/>
        </w:rPr>
        <w:lastRenderedPageBreak/>
        <w:t>(18</w:t>
      </w:r>
      <w:r w:rsidR="007D3118">
        <w:rPr>
          <w:rtl/>
        </w:rPr>
        <w:t xml:space="preserve">) </w:t>
      </w:r>
      <w:r>
        <w:rPr>
          <w:rtl/>
        </w:rPr>
        <w:t>يَا مَنْ تَحَمَّدَ إِلَى عِبَادِهِ بِالْإِحْسَانِ وَ الْفَضْلِ</w:t>
      </w:r>
      <w:r w:rsidR="007D3118">
        <w:rPr>
          <w:rtl/>
        </w:rPr>
        <w:t xml:space="preserve">، </w:t>
      </w:r>
      <w:r>
        <w:rPr>
          <w:rtl/>
        </w:rPr>
        <w:t>وَ غَمَرَهُمْ بِالْمَنِّ وَ الطَّوْلِ</w:t>
      </w:r>
      <w:r w:rsidR="007D3118">
        <w:rPr>
          <w:rtl/>
        </w:rPr>
        <w:t xml:space="preserve">، </w:t>
      </w:r>
      <w:r>
        <w:rPr>
          <w:rtl/>
        </w:rPr>
        <w:t>مَا أَفْشَى فِينَا نِعْمَتَكَ</w:t>
      </w:r>
      <w:r w:rsidR="007D3118">
        <w:rPr>
          <w:rtl/>
        </w:rPr>
        <w:t xml:space="preserve">، </w:t>
      </w:r>
      <w:r>
        <w:rPr>
          <w:rtl/>
        </w:rPr>
        <w:t>وَ أَسْبَغَ عَلَيْنَا مِنَّتَكَ</w:t>
      </w:r>
      <w:r w:rsidR="007D3118">
        <w:rPr>
          <w:rtl/>
        </w:rPr>
        <w:t xml:space="preserve">، </w:t>
      </w:r>
      <w:r>
        <w:rPr>
          <w:rtl/>
        </w:rPr>
        <w:t>وَ أَخَصَّنَا بِبِرِّكَ</w:t>
      </w:r>
    </w:p>
    <w:p w:rsidR="00587D34" w:rsidRDefault="00587D34" w:rsidP="00587D34">
      <w:pPr>
        <w:pStyle w:val="libNormal"/>
        <w:rPr>
          <w:rtl/>
        </w:rPr>
      </w:pPr>
      <w:r>
        <w:rPr>
          <w:rtl/>
        </w:rPr>
        <w:t>(19</w:t>
      </w:r>
      <w:r w:rsidR="007D3118">
        <w:rPr>
          <w:rtl/>
        </w:rPr>
        <w:t xml:space="preserve">) </w:t>
      </w:r>
      <w:r>
        <w:rPr>
          <w:rtl/>
        </w:rPr>
        <w:t>هَدَيْتَنَا لِدِينِكَ الَّذِى اصْطَفَيْتَ</w:t>
      </w:r>
      <w:r w:rsidR="007D3118">
        <w:rPr>
          <w:rtl/>
        </w:rPr>
        <w:t xml:space="preserve">، </w:t>
      </w:r>
      <w:r>
        <w:rPr>
          <w:rtl/>
        </w:rPr>
        <w:t>وَ مِلَّتِكَ الَّتِى ارْتَضَيْتَ</w:t>
      </w:r>
      <w:r w:rsidR="007D3118">
        <w:rPr>
          <w:rtl/>
        </w:rPr>
        <w:t xml:space="preserve">، </w:t>
      </w:r>
      <w:r>
        <w:rPr>
          <w:rtl/>
        </w:rPr>
        <w:t>وَ سَبِيلِكَ الَّذِى سَهَّلْتَ</w:t>
      </w:r>
      <w:r w:rsidR="007D3118">
        <w:rPr>
          <w:rtl/>
        </w:rPr>
        <w:t xml:space="preserve">، </w:t>
      </w:r>
      <w:r>
        <w:rPr>
          <w:rtl/>
        </w:rPr>
        <w:t>وَ بَصَّرْتَنَا الزُّلْفَةَ لَدَيْكَ</w:t>
      </w:r>
      <w:r w:rsidR="007D3118">
        <w:rPr>
          <w:rtl/>
        </w:rPr>
        <w:t xml:space="preserve">، </w:t>
      </w:r>
      <w:r>
        <w:rPr>
          <w:rtl/>
        </w:rPr>
        <w:t>وَ الْوُصُولَ إِلَى كَرَامَتِكَ</w:t>
      </w:r>
    </w:p>
    <w:p w:rsidR="00587D34" w:rsidRDefault="00587D34" w:rsidP="00587D34">
      <w:pPr>
        <w:pStyle w:val="libNormal"/>
      </w:pPr>
      <w:r>
        <w:rPr>
          <w:rtl/>
        </w:rPr>
        <w:t>(20</w:t>
      </w:r>
      <w:r w:rsidR="007D3118">
        <w:rPr>
          <w:rtl/>
        </w:rPr>
        <w:t xml:space="preserve">) </w:t>
      </w:r>
      <w:r>
        <w:rPr>
          <w:rtl/>
        </w:rPr>
        <w:t>اللَّهُمَّ وَ أَنْتَ جَعَلْتَ مِنْ صَفَايَا تِلْكَ الْوَظَائِفِ</w:t>
      </w:r>
      <w:r w:rsidR="007D3118">
        <w:rPr>
          <w:rtl/>
        </w:rPr>
        <w:t xml:space="preserve">، </w:t>
      </w:r>
      <w:r>
        <w:rPr>
          <w:rtl/>
        </w:rPr>
        <w:t>وَ خَصَائِصِ تِلْكَ الْفُرُوضِ شَهْرَ رَمَضَانَ الَّذِى اخْتَصَصْتَهُ مِنْ سَائِرِ الشُّهُورِ</w:t>
      </w:r>
      <w:r w:rsidR="007D3118">
        <w:rPr>
          <w:rtl/>
        </w:rPr>
        <w:t xml:space="preserve">، </w:t>
      </w:r>
      <w:r>
        <w:rPr>
          <w:rtl/>
        </w:rPr>
        <w:t>وَ تَخَيَّرْتَهُ مِنْ جَمِيعِ الْأَزْمِنَةِ وَ الدُّهُورِ</w:t>
      </w:r>
      <w:r w:rsidR="007D3118">
        <w:rPr>
          <w:rtl/>
        </w:rPr>
        <w:t xml:space="preserve">، </w:t>
      </w:r>
      <w:r>
        <w:rPr>
          <w:rtl/>
        </w:rPr>
        <w:t>وَ آثَرْتَهُ عَلَى كُلِّ أَوْقَاتِ السَّنَةِ بِمَا أَنْزَلْتَ فِيهِ مِنَ الْقُرْآنِ وَ النُّورِ</w:t>
      </w:r>
      <w:r w:rsidR="007D3118">
        <w:rPr>
          <w:rtl/>
        </w:rPr>
        <w:t xml:space="preserve">، </w:t>
      </w:r>
      <w:r>
        <w:rPr>
          <w:rtl/>
        </w:rPr>
        <w:t>وَ ضَاعَفْتَ فِيهِ مِنَ الْإِيمَانِ</w:t>
      </w:r>
      <w:r w:rsidR="007D3118">
        <w:rPr>
          <w:rtl/>
        </w:rPr>
        <w:t xml:space="preserve">، </w:t>
      </w:r>
      <w:r>
        <w:rPr>
          <w:rtl/>
        </w:rPr>
        <w:t>وَ فَرَضْتَ فِيهِ مِنَ الصِّيَامِ</w:t>
      </w:r>
      <w:r w:rsidR="007D3118">
        <w:rPr>
          <w:rtl/>
        </w:rPr>
        <w:t xml:space="preserve">، </w:t>
      </w:r>
      <w:r>
        <w:rPr>
          <w:rtl/>
        </w:rPr>
        <w:t>وَ رَغَّبْتَ فِيهِ مِنَ الْقِيَامِ</w:t>
      </w:r>
      <w:r w:rsidR="007D3118">
        <w:rPr>
          <w:rtl/>
        </w:rPr>
        <w:t xml:space="preserve">، </w:t>
      </w:r>
      <w:r>
        <w:rPr>
          <w:rtl/>
        </w:rPr>
        <w:t>وَ أَجْلَلْتَ فِيهِ مِنْ لَيْلَةِ الْقَدْرِ الَّتِى هِىَ خَيْرٌ مِنْ أَلْفِ شَهْرٍ</w:t>
      </w:r>
      <w:r w:rsidR="007D3118">
        <w:rPr>
          <w:rtl/>
        </w:rPr>
        <w:t xml:space="preserve">. </w:t>
      </w:r>
    </w:p>
    <w:p w:rsidR="00587D34" w:rsidRDefault="00587D34" w:rsidP="00587D34">
      <w:pPr>
        <w:pStyle w:val="libNormal"/>
        <w:rPr>
          <w:rtl/>
        </w:rPr>
      </w:pPr>
      <w:r>
        <w:rPr>
          <w:rtl/>
        </w:rPr>
        <w:t>(21</w:t>
      </w:r>
      <w:r w:rsidR="007D3118">
        <w:rPr>
          <w:rtl/>
        </w:rPr>
        <w:t xml:space="preserve">) </w:t>
      </w:r>
      <w:r>
        <w:rPr>
          <w:rtl/>
        </w:rPr>
        <w:t>ثُمَّ آثَرْتَنَا بِهِ عَلَى سَائِرِ الْأُمَمِ</w:t>
      </w:r>
      <w:r w:rsidR="007D3118">
        <w:rPr>
          <w:rtl/>
        </w:rPr>
        <w:t xml:space="preserve">، </w:t>
      </w:r>
      <w:r>
        <w:rPr>
          <w:rtl/>
        </w:rPr>
        <w:t>وَ اصْطَفَيْتَنَا بِفَضْلِهِ دُونَ أَهْلِ الْمِلَلِ</w:t>
      </w:r>
      <w:r w:rsidR="007D3118">
        <w:rPr>
          <w:rtl/>
        </w:rPr>
        <w:t xml:space="preserve">، </w:t>
      </w:r>
      <w:r>
        <w:rPr>
          <w:rtl/>
        </w:rPr>
        <w:t>فَصُمْنَا بِأَمْرِكَ نَهَارَهُ</w:t>
      </w:r>
      <w:r w:rsidR="007D3118">
        <w:rPr>
          <w:rtl/>
        </w:rPr>
        <w:t xml:space="preserve">، </w:t>
      </w:r>
      <w:r>
        <w:rPr>
          <w:rtl/>
        </w:rPr>
        <w:t>وَ قُمْنَا بِعَوْنِكَ لَيْلَهُ</w:t>
      </w:r>
      <w:r w:rsidR="007D3118">
        <w:rPr>
          <w:rtl/>
        </w:rPr>
        <w:t xml:space="preserve">، </w:t>
      </w:r>
      <w:r>
        <w:rPr>
          <w:rtl/>
        </w:rPr>
        <w:t>مُتَعَرِّضِينَ بِصِيَامِهِ وَ قِيَامِهِ لِمَا عَرَّضْتَنَا لَهُ مِنْ رَحْمَتِكَ</w:t>
      </w:r>
      <w:r w:rsidR="007D3118">
        <w:rPr>
          <w:rtl/>
        </w:rPr>
        <w:t xml:space="preserve">، </w:t>
      </w:r>
      <w:r>
        <w:rPr>
          <w:rtl/>
        </w:rPr>
        <w:t>وَ تَسَبَّبْنَا إِلَيْهِ مِنْ مَثُوبَتِكَ</w:t>
      </w:r>
      <w:r w:rsidR="007D3118">
        <w:rPr>
          <w:rtl/>
        </w:rPr>
        <w:t xml:space="preserve">، </w:t>
      </w:r>
      <w:r>
        <w:rPr>
          <w:rtl/>
        </w:rPr>
        <w:t>وَ أَنْتَ الْمَلِى ءُ بِمَا رُغِبَ فِيهِ إِلَيْكَ</w:t>
      </w:r>
      <w:r w:rsidR="007D3118">
        <w:rPr>
          <w:rtl/>
        </w:rPr>
        <w:t xml:space="preserve">، </w:t>
      </w:r>
      <w:r>
        <w:rPr>
          <w:rtl/>
        </w:rPr>
        <w:t>الْجَوَادُ بِمَا سُئِلْتَ مِنْ فَضْلِكَ</w:t>
      </w:r>
      <w:r w:rsidR="007D3118">
        <w:rPr>
          <w:rtl/>
        </w:rPr>
        <w:t xml:space="preserve">، </w:t>
      </w:r>
      <w:r>
        <w:rPr>
          <w:rtl/>
        </w:rPr>
        <w:t>الْقَرِيبُ إِلَى مَنْ حَاوَلَ قُرْبَكَ</w:t>
      </w:r>
      <w:r w:rsidR="007D3118">
        <w:rPr>
          <w:rtl/>
        </w:rPr>
        <w:t xml:space="preserve">. </w:t>
      </w:r>
    </w:p>
    <w:p w:rsidR="00587D34" w:rsidRDefault="00587D34" w:rsidP="00587D34">
      <w:pPr>
        <w:pStyle w:val="libNormal"/>
        <w:rPr>
          <w:rtl/>
        </w:rPr>
      </w:pPr>
      <w:r>
        <w:rPr>
          <w:rtl/>
        </w:rPr>
        <w:t>(22</w:t>
      </w:r>
      <w:r w:rsidR="007D3118">
        <w:rPr>
          <w:rtl/>
        </w:rPr>
        <w:t xml:space="preserve">) </w:t>
      </w:r>
      <w:r>
        <w:rPr>
          <w:rtl/>
        </w:rPr>
        <w:t>وَ قَدْ أَقَامَ فِينَا هَذَا الشَّهْرُ مُقَامَ حَمْدٍ</w:t>
      </w:r>
      <w:r w:rsidR="007D3118">
        <w:rPr>
          <w:rtl/>
        </w:rPr>
        <w:t xml:space="preserve">، </w:t>
      </w:r>
      <w:r>
        <w:rPr>
          <w:rtl/>
        </w:rPr>
        <w:t>وَ صَحِبَنَا صُحْبَةَ مَبْرُورٍ</w:t>
      </w:r>
      <w:r w:rsidR="007D3118">
        <w:rPr>
          <w:rtl/>
        </w:rPr>
        <w:t xml:space="preserve">، </w:t>
      </w:r>
      <w:r>
        <w:rPr>
          <w:rtl/>
        </w:rPr>
        <w:t>وَ أَرْبَحَنَا أَفْضَلَ أَرْبَاحِ الْعَالَمِينَ</w:t>
      </w:r>
      <w:r w:rsidR="007D3118">
        <w:rPr>
          <w:rtl/>
        </w:rPr>
        <w:t xml:space="preserve">، </w:t>
      </w:r>
      <w:r>
        <w:rPr>
          <w:rtl/>
        </w:rPr>
        <w:t>ثُمَّ قَدْ فَارَقَنَا عِنْدَ تَمَامِ وَقْتِهِ</w:t>
      </w:r>
      <w:r w:rsidR="007D3118">
        <w:rPr>
          <w:rtl/>
        </w:rPr>
        <w:t xml:space="preserve">، </w:t>
      </w:r>
      <w:r>
        <w:rPr>
          <w:rtl/>
        </w:rPr>
        <w:t>وَ انْقِطَاعِ مُدَّتِهِ</w:t>
      </w:r>
      <w:r w:rsidR="007D3118">
        <w:rPr>
          <w:rtl/>
        </w:rPr>
        <w:t xml:space="preserve">، </w:t>
      </w:r>
      <w:r>
        <w:rPr>
          <w:rtl/>
        </w:rPr>
        <w:t>وَ وَفَاءِ عَدَدِهِ</w:t>
      </w:r>
      <w:r w:rsidR="007D3118">
        <w:rPr>
          <w:rtl/>
        </w:rPr>
        <w:t xml:space="preserve">. </w:t>
      </w:r>
    </w:p>
    <w:p w:rsidR="00587D34" w:rsidRDefault="00587D34" w:rsidP="00587D34">
      <w:pPr>
        <w:pStyle w:val="libNormal"/>
        <w:rPr>
          <w:rtl/>
        </w:rPr>
      </w:pPr>
      <w:r>
        <w:rPr>
          <w:rtl/>
        </w:rPr>
        <w:t>(23</w:t>
      </w:r>
      <w:r w:rsidR="007D3118">
        <w:rPr>
          <w:rtl/>
        </w:rPr>
        <w:t xml:space="preserve">) </w:t>
      </w:r>
      <w:r>
        <w:rPr>
          <w:rtl/>
        </w:rPr>
        <w:t>فَنَحْنُ مُوَدِّعُوهُ وِدَاعَ مَنْ عَزَّ فِرَاقُهُ عَلَيْنَا</w:t>
      </w:r>
      <w:r w:rsidR="007D3118">
        <w:rPr>
          <w:rtl/>
        </w:rPr>
        <w:t xml:space="preserve">، </w:t>
      </w:r>
      <w:r>
        <w:rPr>
          <w:rtl/>
        </w:rPr>
        <w:t>وَ غَمَّنَا وَ أَوْحَشَنَا انْصِرَافُهُ عَنَّا</w:t>
      </w:r>
      <w:r w:rsidR="007D3118">
        <w:rPr>
          <w:rtl/>
        </w:rPr>
        <w:t xml:space="preserve">، </w:t>
      </w:r>
      <w:r>
        <w:rPr>
          <w:rtl/>
        </w:rPr>
        <w:t>وَ لَزِمَنَا لَهُ الذِّمَامُ الْمَحْفُوظُ</w:t>
      </w:r>
      <w:r w:rsidR="007D3118">
        <w:rPr>
          <w:rtl/>
        </w:rPr>
        <w:t xml:space="preserve">، </w:t>
      </w:r>
      <w:r>
        <w:rPr>
          <w:rtl/>
        </w:rPr>
        <w:t>وَ الْحُرْمَةُ الْمَرْعِيَّةُ</w:t>
      </w:r>
      <w:r w:rsidR="007D3118">
        <w:rPr>
          <w:rtl/>
        </w:rPr>
        <w:t xml:space="preserve">، </w:t>
      </w:r>
      <w:r>
        <w:rPr>
          <w:rtl/>
        </w:rPr>
        <w:t>وَ الْحَقُّ الْمَقْضِيُّ</w:t>
      </w:r>
      <w:r w:rsidR="007D3118">
        <w:rPr>
          <w:rtl/>
        </w:rPr>
        <w:t xml:space="preserve">، </w:t>
      </w:r>
      <w:r>
        <w:rPr>
          <w:rtl/>
        </w:rPr>
        <w:t>فَنَحْنُ قَائِلُونَ</w:t>
      </w:r>
      <w:r w:rsidR="007D3118">
        <w:rPr>
          <w:rtl/>
        </w:rPr>
        <w:t xml:space="preserve">: </w:t>
      </w:r>
      <w:r>
        <w:rPr>
          <w:rtl/>
        </w:rPr>
        <w:t>السَّلامُ عَلَيْكَ يَا شَهْرَ اللَّهِ الْأَكْبَرَ</w:t>
      </w:r>
      <w:r w:rsidR="007D3118">
        <w:rPr>
          <w:rtl/>
        </w:rPr>
        <w:t xml:space="preserve">، </w:t>
      </w:r>
      <w:r>
        <w:rPr>
          <w:rtl/>
        </w:rPr>
        <w:t>وَ يَا عِيدَ أَوْلِيَائِهِ</w:t>
      </w:r>
      <w:r w:rsidR="007D3118">
        <w:rPr>
          <w:rtl/>
        </w:rPr>
        <w:t xml:space="preserve">. </w:t>
      </w:r>
    </w:p>
    <w:p w:rsidR="00587D34" w:rsidRDefault="00587D34" w:rsidP="00587D34">
      <w:pPr>
        <w:pStyle w:val="libNormal"/>
        <w:rPr>
          <w:rtl/>
        </w:rPr>
      </w:pPr>
      <w:r>
        <w:rPr>
          <w:rtl/>
        </w:rPr>
        <w:t>(24</w:t>
      </w:r>
      <w:r w:rsidR="007D3118">
        <w:rPr>
          <w:rtl/>
        </w:rPr>
        <w:t xml:space="preserve">) </w:t>
      </w:r>
      <w:r>
        <w:rPr>
          <w:rtl/>
        </w:rPr>
        <w:t>السَّلامُ عَلَيْكَ يَا أَكْرَمَ مَصْحُوبٍ مِنَ الْأَوْقَاتِ</w:t>
      </w:r>
      <w:r w:rsidR="007D3118">
        <w:rPr>
          <w:rtl/>
        </w:rPr>
        <w:t xml:space="preserve">، </w:t>
      </w:r>
      <w:r>
        <w:rPr>
          <w:rtl/>
        </w:rPr>
        <w:t>وَ يَا خَيْرَ شَهْرٍ فِى الْأَيَّامِ وَ السَّاعَاتِ</w:t>
      </w:r>
      <w:r w:rsidR="007D3118">
        <w:rPr>
          <w:rtl/>
        </w:rPr>
        <w:t xml:space="preserve">. </w:t>
      </w:r>
    </w:p>
    <w:p w:rsidR="00587D34" w:rsidRDefault="00587D34" w:rsidP="00587D34">
      <w:pPr>
        <w:pStyle w:val="libNormal"/>
        <w:rPr>
          <w:rtl/>
        </w:rPr>
      </w:pPr>
      <w:r>
        <w:rPr>
          <w:rtl/>
        </w:rPr>
        <w:t>(25</w:t>
      </w:r>
      <w:r w:rsidR="007D3118">
        <w:rPr>
          <w:rtl/>
        </w:rPr>
        <w:t xml:space="preserve">) </w:t>
      </w:r>
      <w:r>
        <w:rPr>
          <w:rtl/>
        </w:rPr>
        <w:t>السَّلامُ عَلَيْكَ مِنْ شَهْرٍ قَرُبَتْ فِيهِ الاْمَالُ</w:t>
      </w:r>
      <w:r w:rsidR="007D3118">
        <w:rPr>
          <w:rtl/>
        </w:rPr>
        <w:t xml:space="preserve">، </w:t>
      </w:r>
      <w:r>
        <w:rPr>
          <w:rtl/>
        </w:rPr>
        <w:t>وَ نُشِرَتْ فِيهِ الْأَعْمَالُ</w:t>
      </w:r>
      <w:r w:rsidR="007D3118">
        <w:rPr>
          <w:rtl/>
        </w:rPr>
        <w:t xml:space="preserve">. </w:t>
      </w:r>
    </w:p>
    <w:p w:rsidR="00587D34" w:rsidRDefault="00587D34" w:rsidP="00587D34">
      <w:pPr>
        <w:pStyle w:val="libNormal"/>
        <w:rPr>
          <w:rtl/>
        </w:rPr>
      </w:pPr>
      <w:r>
        <w:rPr>
          <w:rtl/>
        </w:rPr>
        <w:lastRenderedPageBreak/>
        <w:t>(26</w:t>
      </w:r>
      <w:r w:rsidR="007D3118">
        <w:rPr>
          <w:rtl/>
        </w:rPr>
        <w:t xml:space="preserve">) </w:t>
      </w:r>
      <w:r>
        <w:rPr>
          <w:rtl/>
        </w:rPr>
        <w:t>السَّلامُ عَلَيْكَ مِنْ قَرِينٍ جَلَّ قَدْرُهُ مَوْجُودا</w:t>
      </w:r>
      <w:r w:rsidR="007D3118">
        <w:rPr>
          <w:rtl/>
        </w:rPr>
        <w:t xml:space="preserve">، </w:t>
      </w:r>
      <w:r>
        <w:rPr>
          <w:rtl/>
        </w:rPr>
        <w:t>وَ أَفْجَعَ فَقْدُهُ مَفْقُودا</w:t>
      </w:r>
      <w:r w:rsidR="007D3118">
        <w:rPr>
          <w:rtl/>
        </w:rPr>
        <w:t xml:space="preserve">، </w:t>
      </w:r>
      <w:r>
        <w:rPr>
          <w:rtl/>
        </w:rPr>
        <w:t>وَ مَرْجُوٍّ آلَمَ فِرَاقُهُ</w:t>
      </w:r>
      <w:r w:rsidR="007D3118">
        <w:rPr>
          <w:rtl/>
        </w:rPr>
        <w:t xml:space="preserve">. </w:t>
      </w:r>
    </w:p>
    <w:p w:rsidR="00587D34" w:rsidRDefault="00587D34" w:rsidP="00587D34">
      <w:pPr>
        <w:pStyle w:val="libNormal"/>
        <w:rPr>
          <w:rtl/>
        </w:rPr>
      </w:pPr>
      <w:r>
        <w:rPr>
          <w:rtl/>
        </w:rPr>
        <w:t>(27</w:t>
      </w:r>
      <w:r w:rsidR="007D3118">
        <w:rPr>
          <w:rtl/>
        </w:rPr>
        <w:t xml:space="preserve">) </w:t>
      </w:r>
      <w:r>
        <w:rPr>
          <w:rtl/>
        </w:rPr>
        <w:t>السَّلامُ عَلَيْكَ مِنْ أَلِيفٍ آنَسَ مُقْبِلا فَسَرَّ</w:t>
      </w:r>
      <w:r w:rsidR="007D3118">
        <w:rPr>
          <w:rtl/>
        </w:rPr>
        <w:t xml:space="preserve">، </w:t>
      </w:r>
      <w:r>
        <w:rPr>
          <w:rtl/>
        </w:rPr>
        <w:t>وَ أَوْحَشَ مُنْقَضِيا فَمَضَّ</w:t>
      </w:r>
    </w:p>
    <w:p w:rsidR="00587D34" w:rsidRDefault="00587D34" w:rsidP="00587D34">
      <w:pPr>
        <w:pStyle w:val="libNormal"/>
        <w:rPr>
          <w:rtl/>
        </w:rPr>
      </w:pPr>
      <w:r>
        <w:rPr>
          <w:rtl/>
        </w:rPr>
        <w:t>(28</w:t>
      </w:r>
      <w:r w:rsidR="007D3118">
        <w:rPr>
          <w:rtl/>
        </w:rPr>
        <w:t xml:space="preserve">) </w:t>
      </w:r>
      <w:r>
        <w:rPr>
          <w:rtl/>
        </w:rPr>
        <w:t>السَّلامُ عَلَيْكَ مِنْ مُجَاوِرٍ رَقَّتْ فِيهِ الْقُلُوبُ</w:t>
      </w:r>
      <w:r w:rsidR="007D3118">
        <w:rPr>
          <w:rtl/>
        </w:rPr>
        <w:t xml:space="preserve">، </w:t>
      </w:r>
      <w:r>
        <w:rPr>
          <w:rtl/>
        </w:rPr>
        <w:t>وَ قَلَّتْ فِيهِ الذُّنُوبُ</w:t>
      </w:r>
      <w:r w:rsidR="007D3118">
        <w:rPr>
          <w:rtl/>
        </w:rPr>
        <w:t xml:space="preserve">. </w:t>
      </w:r>
    </w:p>
    <w:p w:rsidR="00587D34" w:rsidRDefault="00587D34" w:rsidP="00587D34">
      <w:pPr>
        <w:pStyle w:val="libNormal"/>
        <w:rPr>
          <w:rtl/>
        </w:rPr>
      </w:pPr>
      <w:r>
        <w:rPr>
          <w:rtl/>
        </w:rPr>
        <w:t>(29</w:t>
      </w:r>
      <w:r w:rsidR="007D3118">
        <w:rPr>
          <w:rtl/>
        </w:rPr>
        <w:t xml:space="preserve">) </w:t>
      </w:r>
      <w:r>
        <w:rPr>
          <w:rtl/>
        </w:rPr>
        <w:t>السَّلامُ عَلَيْكَ مِنْ نَاصِرٍ أَعَانَ عَلَى الشَّيْطَانِ</w:t>
      </w:r>
      <w:r w:rsidR="007D3118">
        <w:rPr>
          <w:rtl/>
        </w:rPr>
        <w:t xml:space="preserve">، </w:t>
      </w:r>
      <w:r>
        <w:rPr>
          <w:rtl/>
        </w:rPr>
        <w:t>وَ صَاحِبٍ سَهَّلَ سُبُلَ الْإِحْسَانِ</w:t>
      </w:r>
    </w:p>
    <w:p w:rsidR="00587D34" w:rsidRDefault="00587D34" w:rsidP="00587D34">
      <w:pPr>
        <w:pStyle w:val="libNormal"/>
        <w:rPr>
          <w:rtl/>
        </w:rPr>
      </w:pPr>
      <w:r>
        <w:rPr>
          <w:rtl/>
        </w:rPr>
        <w:t>(30</w:t>
      </w:r>
      <w:r w:rsidR="007D3118">
        <w:rPr>
          <w:rtl/>
        </w:rPr>
        <w:t xml:space="preserve">) </w:t>
      </w:r>
      <w:r>
        <w:rPr>
          <w:rtl/>
        </w:rPr>
        <w:t>السَّلامُ عَلَيْكَ مَا أَكْثَرَ عُتَقَاءَ اللَّهِ فِيكَ</w:t>
      </w:r>
      <w:r w:rsidR="007D3118">
        <w:rPr>
          <w:rtl/>
        </w:rPr>
        <w:t xml:space="preserve">، </w:t>
      </w:r>
      <w:r>
        <w:rPr>
          <w:rtl/>
        </w:rPr>
        <w:t>وَ مَا أَسْعَدَ مَنْ رَعَى حُرْمَتَكَ بِكَ</w:t>
      </w:r>
    </w:p>
    <w:p w:rsidR="00587D34" w:rsidRDefault="00587D34" w:rsidP="00587D34">
      <w:pPr>
        <w:pStyle w:val="libNormal"/>
        <w:rPr>
          <w:rtl/>
        </w:rPr>
      </w:pPr>
      <w:r>
        <w:rPr>
          <w:rtl/>
        </w:rPr>
        <w:t>(31</w:t>
      </w:r>
      <w:r w:rsidR="007D3118">
        <w:rPr>
          <w:rtl/>
        </w:rPr>
        <w:t xml:space="preserve">) </w:t>
      </w:r>
      <w:r>
        <w:rPr>
          <w:rtl/>
        </w:rPr>
        <w:t>السَّلامُ عَلَيْكَ مَا كَانَ أَمْحَاكَ لِلذُّنُوبِ</w:t>
      </w:r>
      <w:r w:rsidR="007D3118">
        <w:rPr>
          <w:rtl/>
        </w:rPr>
        <w:t xml:space="preserve">، </w:t>
      </w:r>
      <w:r>
        <w:rPr>
          <w:rtl/>
        </w:rPr>
        <w:t>وَ أَسْتَرَكَ لِأَنْوَاعِ الْعُيُوبِ</w:t>
      </w:r>
    </w:p>
    <w:p w:rsidR="00587D34" w:rsidRDefault="00587D34" w:rsidP="00587D34">
      <w:pPr>
        <w:pStyle w:val="libNormal"/>
        <w:rPr>
          <w:rtl/>
        </w:rPr>
      </w:pPr>
      <w:r>
        <w:rPr>
          <w:rtl/>
        </w:rPr>
        <w:t>(32</w:t>
      </w:r>
      <w:r w:rsidR="007D3118">
        <w:rPr>
          <w:rtl/>
        </w:rPr>
        <w:t xml:space="preserve">) </w:t>
      </w:r>
      <w:r>
        <w:rPr>
          <w:rtl/>
        </w:rPr>
        <w:t>السَّلامُ عَلَيْكَ مَا كَانَ أَطْوَلَكَ عَلَى الْمُجْرِمِينَ</w:t>
      </w:r>
      <w:r w:rsidR="007D3118">
        <w:rPr>
          <w:rtl/>
        </w:rPr>
        <w:t xml:space="preserve">، </w:t>
      </w:r>
      <w:r>
        <w:rPr>
          <w:rtl/>
        </w:rPr>
        <w:t>وَ أَهْيَبَكَ فِى صُدُورِ الْمُؤْمِنِينَ</w:t>
      </w:r>
    </w:p>
    <w:p w:rsidR="00587D34" w:rsidRDefault="00587D34" w:rsidP="00587D34">
      <w:pPr>
        <w:pStyle w:val="libNormal"/>
        <w:rPr>
          <w:rtl/>
        </w:rPr>
      </w:pPr>
      <w:r>
        <w:rPr>
          <w:rtl/>
        </w:rPr>
        <w:t>(33</w:t>
      </w:r>
      <w:r w:rsidR="007D3118">
        <w:rPr>
          <w:rtl/>
        </w:rPr>
        <w:t xml:space="preserve">) </w:t>
      </w:r>
      <w:r>
        <w:rPr>
          <w:rtl/>
        </w:rPr>
        <w:t>السَّلامُ عَلَيْكَ مِنْ شَهْرٍ لا تُنَافِسُهُ الْأَيَّامُ</w:t>
      </w:r>
      <w:r w:rsidR="007D3118">
        <w:rPr>
          <w:rtl/>
        </w:rPr>
        <w:t xml:space="preserve">. </w:t>
      </w:r>
    </w:p>
    <w:p w:rsidR="00587D34" w:rsidRDefault="00587D34" w:rsidP="00587D34">
      <w:pPr>
        <w:pStyle w:val="libNormal"/>
        <w:rPr>
          <w:rtl/>
        </w:rPr>
      </w:pPr>
      <w:r>
        <w:rPr>
          <w:rtl/>
        </w:rPr>
        <w:t>(34</w:t>
      </w:r>
      <w:r w:rsidR="007D3118">
        <w:rPr>
          <w:rtl/>
        </w:rPr>
        <w:t xml:space="preserve">) </w:t>
      </w:r>
      <w:r>
        <w:rPr>
          <w:rtl/>
        </w:rPr>
        <w:t>السَّلامُ عَلَيْكَ مِنْ شَهْرٍ هُوَ مِنْ كُلِّ أَمْرٍ سَلامٌ</w:t>
      </w:r>
    </w:p>
    <w:p w:rsidR="00587D34" w:rsidRDefault="00587D34" w:rsidP="00587D34">
      <w:pPr>
        <w:pStyle w:val="libNormal"/>
        <w:rPr>
          <w:rtl/>
        </w:rPr>
      </w:pPr>
      <w:r>
        <w:rPr>
          <w:rtl/>
        </w:rPr>
        <w:t>(35</w:t>
      </w:r>
      <w:r w:rsidR="007D3118">
        <w:rPr>
          <w:rtl/>
        </w:rPr>
        <w:t xml:space="preserve">) </w:t>
      </w:r>
      <w:r>
        <w:rPr>
          <w:rtl/>
        </w:rPr>
        <w:t>السَّلامُ عَلَيْكَ غَيْرَ كَرِيهِ الْمُصَاحَبَةِ</w:t>
      </w:r>
      <w:r w:rsidR="007D3118">
        <w:rPr>
          <w:rtl/>
        </w:rPr>
        <w:t xml:space="preserve">، </w:t>
      </w:r>
      <w:r>
        <w:rPr>
          <w:rtl/>
        </w:rPr>
        <w:t>وَ لا ذَمِيمِ الْمُلابَسَةِ</w:t>
      </w:r>
    </w:p>
    <w:p w:rsidR="00587D34" w:rsidRDefault="00587D34" w:rsidP="00587D34">
      <w:pPr>
        <w:pStyle w:val="libNormal"/>
        <w:rPr>
          <w:rtl/>
        </w:rPr>
      </w:pPr>
      <w:r>
        <w:rPr>
          <w:rtl/>
        </w:rPr>
        <w:t>(36</w:t>
      </w:r>
      <w:r w:rsidR="007D3118">
        <w:rPr>
          <w:rtl/>
        </w:rPr>
        <w:t xml:space="preserve">) </w:t>
      </w:r>
      <w:r>
        <w:rPr>
          <w:rtl/>
        </w:rPr>
        <w:t>السَّلامُ عَلَيْكَ كَمَا وَفَدْتَ عَلَيْنَا بِالْبَرَكَاتِ</w:t>
      </w:r>
      <w:r w:rsidR="007D3118">
        <w:rPr>
          <w:rtl/>
        </w:rPr>
        <w:t xml:space="preserve">، </w:t>
      </w:r>
      <w:r>
        <w:rPr>
          <w:rtl/>
        </w:rPr>
        <w:t>وَ غَسَلْتَ عَنَّا دَنَسَ الْخَطِيئَاتِ</w:t>
      </w:r>
    </w:p>
    <w:p w:rsidR="00587D34" w:rsidRDefault="00587D34" w:rsidP="00587D34">
      <w:pPr>
        <w:pStyle w:val="libNormal"/>
        <w:rPr>
          <w:rtl/>
        </w:rPr>
      </w:pPr>
      <w:r>
        <w:rPr>
          <w:rtl/>
        </w:rPr>
        <w:t>(37</w:t>
      </w:r>
      <w:r w:rsidR="007D3118">
        <w:rPr>
          <w:rtl/>
        </w:rPr>
        <w:t xml:space="preserve">) </w:t>
      </w:r>
      <w:r>
        <w:rPr>
          <w:rtl/>
        </w:rPr>
        <w:t>السَّلامُ عَلَيْكَ غَيْرَ مُوَدَّعٍ بَرَما وَ لا مَتْرُوكٍ صِيَامُهُ سَأَما</w:t>
      </w:r>
      <w:r w:rsidR="007D3118">
        <w:rPr>
          <w:rtl/>
        </w:rPr>
        <w:t xml:space="preserve">. </w:t>
      </w:r>
    </w:p>
    <w:p w:rsidR="00587D34" w:rsidRDefault="00587D34" w:rsidP="00587D34">
      <w:pPr>
        <w:pStyle w:val="libNormal"/>
        <w:rPr>
          <w:rtl/>
        </w:rPr>
      </w:pPr>
      <w:r>
        <w:rPr>
          <w:rtl/>
        </w:rPr>
        <w:t>(38</w:t>
      </w:r>
      <w:r w:rsidR="007D3118">
        <w:rPr>
          <w:rtl/>
        </w:rPr>
        <w:t xml:space="preserve">) </w:t>
      </w:r>
      <w:r>
        <w:rPr>
          <w:rtl/>
        </w:rPr>
        <w:t>السَّلامُ عَلَيْكَ مِنْ مَطْلُوبٍ قَبْلَ وَقْتِهِ</w:t>
      </w:r>
      <w:r w:rsidR="007D3118">
        <w:rPr>
          <w:rtl/>
        </w:rPr>
        <w:t xml:space="preserve">، </w:t>
      </w:r>
      <w:r>
        <w:rPr>
          <w:rtl/>
        </w:rPr>
        <w:t>وَ مَحْزُونٍ عَلَيْهِ قَبْلَ فَوْتِهِ</w:t>
      </w:r>
      <w:r w:rsidR="007D3118">
        <w:rPr>
          <w:rtl/>
        </w:rPr>
        <w:t xml:space="preserve">. </w:t>
      </w:r>
    </w:p>
    <w:p w:rsidR="00587D34" w:rsidRDefault="00587D34" w:rsidP="00587D34">
      <w:pPr>
        <w:pStyle w:val="libNormal"/>
        <w:rPr>
          <w:rtl/>
        </w:rPr>
      </w:pPr>
      <w:r>
        <w:rPr>
          <w:rtl/>
        </w:rPr>
        <w:t>(39</w:t>
      </w:r>
      <w:r w:rsidR="007D3118">
        <w:rPr>
          <w:rtl/>
        </w:rPr>
        <w:t xml:space="preserve">) </w:t>
      </w:r>
      <w:r>
        <w:rPr>
          <w:rtl/>
        </w:rPr>
        <w:t>السَّلامُ عَلَيْكَ كَمْ مِنْ سُوءٍ صُرِفَ بِكَ عَنَّا</w:t>
      </w:r>
      <w:r w:rsidR="007D3118">
        <w:rPr>
          <w:rtl/>
        </w:rPr>
        <w:t xml:space="preserve">، </w:t>
      </w:r>
      <w:r>
        <w:rPr>
          <w:rtl/>
        </w:rPr>
        <w:t>وَ كَمْ مِنْ خَيْرٍ أُفِيضَ بِكَ عَلَيْنَا</w:t>
      </w:r>
    </w:p>
    <w:p w:rsidR="00587D34" w:rsidRDefault="00587D34" w:rsidP="00587D34">
      <w:pPr>
        <w:pStyle w:val="libNormal"/>
        <w:rPr>
          <w:rtl/>
        </w:rPr>
      </w:pPr>
      <w:r>
        <w:rPr>
          <w:rtl/>
        </w:rPr>
        <w:t>(40</w:t>
      </w:r>
      <w:r w:rsidR="007D3118">
        <w:rPr>
          <w:rtl/>
        </w:rPr>
        <w:t xml:space="preserve">) </w:t>
      </w:r>
      <w:r>
        <w:rPr>
          <w:rtl/>
        </w:rPr>
        <w:t>السَّلامُ عَلَيْكَ وَ عَلَى لَيْلَةِ الْقَدْرِ الَّتِى هِىَ خَيْرٌ مِنْ أَلْفِ شَهْرٍ</w:t>
      </w:r>
    </w:p>
    <w:p w:rsidR="00587D34" w:rsidRDefault="00587D34" w:rsidP="00587D34">
      <w:pPr>
        <w:pStyle w:val="libNormal"/>
        <w:rPr>
          <w:rtl/>
        </w:rPr>
      </w:pPr>
      <w:r>
        <w:rPr>
          <w:rtl/>
        </w:rPr>
        <w:t>(41</w:t>
      </w:r>
      <w:r w:rsidR="007D3118">
        <w:rPr>
          <w:rtl/>
        </w:rPr>
        <w:t xml:space="preserve">) </w:t>
      </w:r>
      <w:r>
        <w:rPr>
          <w:rtl/>
        </w:rPr>
        <w:t>السَّلامُ عَلَيْكَ مَا كَانَ أَحْرَصَنَا بِالْأَمْسِ عَلَيْكَ</w:t>
      </w:r>
      <w:r w:rsidR="007D3118">
        <w:rPr>
          <w:rtl/>
        </w:rPr>
        <w:t xml:space="preserve">، </w:t>
      </w:r>
      <w:r>
        <w:rPr>
          <w:rtl/>
        </w:rPr>
        <w:t>وَ أَشَدَّ شَوْقَنَا غَدا إِلَيْكَ</w:t>
      </w:r>
      <w:r w:rsidR="007D3118">
        <w:rPr>
          <w:rtl/>
        </w:rPr>
        <w:t xml:space="preserve">. </w:t>
      </w:r>
    </w:p>
    <w:p w:rsidR="00587D34" w:rsidRDefault="00587D34" w:rsidP="00587D34">
      <w:pPr>
        <w:pStyle w:val="libNormal"/>
        <w:rPr>
          <w:rtl/>
        </w:rPr>
      </w:pPr>
      <w:r>
        <w:rPr>
          <w:rtl/>
        </w:rPr>
        <w:t>(42</w:t>
      </w:r>
      <w:r w:rsidR="007D3118">
        <w:rPr>
          <w:rtl/>
        </w:rPr>
        <w:t xml:space="preserve">) </w:t>
      </w:r>
      <w:r>
        <w:rPr>
          <w:rtl/>
        </w:rPr>
        <w:t>السَّلامُ عَلَيْكَ وَ عَلَى فَضْلِكَ الَّذِى حُرِمْنَاهُ</w:t>
      </w:r>
      <w:r w:rsidR="007D3118">
        <w:rPr>
          <w:rtl/>
        </w:rPr>
        <w:t xml:space="preserve">، </w:t>
      </w:r>
      <w:r>
        <w:rPr>
          <w:rtl/>
        </w:rPr>
        <w:t>وَ عَلَى مَاضٍ مِنْ بَرَكَاتِكَ سُلِبْنَاهُ</w:t>
      </w:r>
      <w:r w:rsidR="007D3118">
        <w:rPr>
          <w:rtl/>
        </w:rPr>
        <w:t xml:space="preserve">. </w:t>
      </w:r>
    </w:p>
    <w:p w:rsidR="00587D34" w:rsidRDefault="00587D34" w:rsidP="00587D34">
      <w:pPr>
        <w:pStyle w:val="libNormal"/>
        <w:rPr>
          <w:rtl/>
        </w:rPr>
      </w:pPr>
      <w:r>
        <w:rPr>
          <w:rtl/>
        </w:rPr>
        <w:lastRenderedPageBreak/>
        <w:t>(43</w:t>
      </w:r>
      <w:r w:rsidR="007D3118">
        <w:rPr>
          <w:rtl/>
        </w:rPr>
        <w:t xml:space="preserve">) </w:t>
      </w:r>
      <w:r>
        <w:rPr>
          <w:rtl/>
        </w:rPr>
        <w:t>اللَّهُمَّ إِنَّا أَهْلُ هَذَا الشَّهْرِ الَّذِى شَرَّفْتَنَا بِهِ</w:t>
      </w:r>
      <w:r w:rsidR="007D3118">
        <w:rPr>
          <w:rtl/>
        </w:rPr>
        <w:t xml:space="preserve">، </w:t>
      </w:r>
      <w:r>
        <w:rPr>
          <w:rtl/>
        </w:rPr>
        <w:t>وَ وَفَّقْتَنَا بِمَنِّكَ لَهُ حِينَ جَهِلَ الْأَشْقِيَاءُ وَقْتَهُ</w:t>
      </w:r>
      <w:r w:rsidR="007D3118">
        <w:rPr>
          <w:rtl/>
        </w:rPr>
        <w:t xml:space="preserve">، </w:t>
      </w:r>
      <w:r>
        <w:rPr>
          <w:rtl/>
        </w:rPr>
        <w:t>وَ حُرِمُوا لِشَقَائِهِمْ فَضْلَهُ</w:t>
      </w:r>
      <w:r w:rsidR="007D3118">
        <w:rPr>
          <w:rtl/>
        </w:rPr>
        <w:t xml:space="preserve">. </w:t>
      </w:r>
    </w:p>
    <w:p w:rsidR="00587D34" w:rsidRDefault="00587D34" w:rsidP="00587D34">
      <w:pPr>
        <w:pStyle w:val="libNormal"/>
        <w:rPr>
          <w:rtl/>
        </w:rPr>
      </w:pPr>
      <w:r>
        <w:rPr>
          <w:rtl/>
        </w:rPr>
        <w:t>(44</w:t>
      </w:r>
      <w:r w:rsidR="007D3118">
        <w:rPr>
          <w:rtl/>
        </w:rPr>
        <w:t xml:space="preserve">) </w:t>
      </w:r>
      <w:r>
        <w:rPr>
          <w:rtl/>
        </w:rPr>
        <w:t>أَنْتَ وَلِيُّ مَا آثَرْتَنَا بِهِ مِنْ مَعْرِفَتِهِ</w:t>
      </w:r>
      <w:r w:rsidR="007D3118">
        <w:rPr>
          <w:rtl/>
        </w:rPr>
        <w:t xml:space="preserve">، </w:t>
      </w:r>
      <w:r>
        <w:rPr>
          <w:rtl/>
        </w:rPr>
        <w:t>وَ هَدَيْتَنَا لَهُ مِنْ سُنَّتِهِ</w:t>
      </w:r>
      <w:r w:rsidR="007D3118">
        <w:rPr>
          <w:rtl/>
        </w:rPr>
        <w:t xml:space="preserve">، </w:t>
      </w:r>
      <w:r>
        <w:rPr>
          <w:rtl/>
        </w:rPr>
        <w:t>وَ قَدْ تَوَلَّيْنَا بِتَوْفِيقِكَ صِيَامَهُ وَ قِيَامَهُ عَلَى تَقْصِيرٍ</w:t>
      </w:r>
      <w:r w:rsidR="007D3118">
        <w:rPr>
          <w:rtl/>
        </w:rPr>
        <w:t xml:space="preserve">، </w:t>
      </w:r>
      <w:r>
        <w:rPr>
          <w:rtl/>
        </w:rPr>
        <w:t>وَ أَدَّيْنَا فِيهِ قَلِيلا مِنْ كَثِيرٍ</w:t>
      </w:r>
      <w:r w:rsidR="007D3118">
        <w:rPr>
          <w:rtl/>
        </w:rPr>
        <w:t xml:space="preserve">. </w:t>
      </w:r>
    </w:p>
    <w:p w:rsidR="00587D34" w:rsidRDefault="00587D34" w:rsidP="00587D34">
      <w:pPr>
        <w:pStyle w:val="libNormal"/>
        <w:rPr>
          <w:rtl/>
        </w:rPr>
      </w:pPr>
      <w:r>
        <w:rPr>
          <w:rtl/>
        </w:rPr>
        <w:t>(45</w:t>
      </w:r>
      <w:r w:rsidR="007D3118">
        <w:rPr>
          <w:rtl/>
        </w:rPr>
        <w:t xml:space="preserve">) </w:t>
      </w:r>
      <w:r>
        <w:rPr>
          <w:rtl/>
        </w:rPr>
        <w:t>اللَّهُمَّ فَلَكَ الْحَمْدُ إِقْرَارا بِالْإِسَاءَةِ</w:t>
      </w:r>
      <w:r w:rsidR="007D3118">
        <w:rPr>
          <w:rtl/>
        </w:rPr>
        <w:t xml:space="preserve">، </w:t>
      </w:r>
      <w:r>
        <w:rPr>
          <w:rtl/>
        </w:rPr>
        <w:t>وَ اعْتِرَافا بِالْإِضَاعَةِ</w:t>
      </w:r>
      <w:r w:rsidR="007D3118">
        <w:rPr>
          <w:rtl/>
        </w:rPr>
        <w:t xml:space="preserve">، </w:t>
      </w:r>
      <w:r>
        <w:rPr>
          <w:rtl/>
        </w:rPr>
        <w:t>وَ لَكَ مِنْ قُلُوبِنَا عَقْدُ النَّدَمِ</w:t>
      </w:r>
      <w:r w:rsidR="007D3118">
        <w:rPr>
          <w:rtl/>
        </w:rPr>
        <w:t xml:space="preserve">، </w:t>
      </w:r>
      <w:r>
        <w:rPr>
          <w:rtl/>
        </w:rPr>
        <w:t>وَ مِنْ أَلْسِنَتِنَا صِدْقُ الاعْتِذَارِ</w:t>
      </w:r>
      <w:r w:rsidR="007D3118">
        <w:rPr>
          <w:rtl/>
        </w:rPr>
        <w:t xml:space="preserve">، </w:t>
      </w:r>
      <w:r>
        <w:rPr>
          <w:rtl/>
        </w:rPr>
        <w:t>فَأْجُرْنَا عَلَى مَا أَصَابَنَا فِيهِ مِنَ التَّفْرِيطِ أَجْرا نَسْتَدْرِكُ بِهِ الْفَضْلَ الْمَرْغُوبَ فِيهِ</w:t>
      </w:r>
      <w:r w:rsidR="007D3118">
        <w:rPr>
          <w:rtl/>
        </w:rPr>
        <w:t xml:space="preserve">، </w:t>
      </w:r>
      <w:r>
        <w:rPr>
          <w:rtl/>
        </w:rPr>
        <w:t>وَ نَعْتَاضُ بِهِ مِنْ أَنْوَاعِ الذُّخْرِ الْمَحْرُوصِ عَلَيْهِ</w:t>
      </w:r>
      <w:r w:rsidR="007D3118">
        <w:rPr>
          <w:rtl/>
        </w:rPr>
        <w:t xml:space="preserve">. </w:t>
      </w:r>
    </w:p>
    <w:p w:rsidR="00587D34" w:rsidRDefault="00587D34" w:rsidP="00587D34">
      <w:pPr>
        <w:pStyle w:val="libNormal"/>
        <w:rPr>
          <w:rtl/>
        </w:rPr>
      </w:pPr>
      <w:r>
        <w:rPr>
          <w:rtl/>
        </w:rPr>
        <w:t>(46</w:t>
      </w:r>
      <w:r w:rsidR="007D3118">
        <w:rPr>
          <w:rtl/>
        </w:rPr>
        <w:t xml:space="preserve">) </w:t>
      </w:r>
      <w:r>
        <w:rPr>
          <w:rtl/>
        </w:rPr>
        <w:t>وَ أَوْجِبْ لَنَا عُذْرَكَ عَلَى مَا قَصَّرْنَا فِيهِ مِنْ حَقِّكَ</w:t>
      </w:r>
      <w:r w:rsidR="007D3118">
        <w:rPr>
          <w:rtl/>
        </w:rPr>
        <w:t xml:space="preserve">، </w:t>
      </w:r>
      <w:r>
        <w:rPr>
          <w:rtl/>
        </w:rPr>
        <w:t>وَ ابْلُغْ بِأَعْمَارِنَا مَا بَيْنَ أَيْدِينَا مِنْ شَهْرِ رَمَضَانَ الْمُقْبِلِ</w:t>
      </w:r>
      <w:r w:rsidR="007D3118">
        <w:rPr>
          <w:rtl/>
        </w:rPr>
        <w:t xml:space="preserve">، </w:t>
      </w:r>
      <w:r>
        <w:rPr>
          <w:rtl/>
        </w:rPr>
        <w:t>فَإِذَا بَلَّغْتَنَاهُ فَأَعِنِّا عَلَى تَنَاوُلِ مَا أَنْتَ أَهْلُهُ مِنَ الْعِبَادَةِ</w:t>
      </w:r>
      <w:r w:rsidR="007D3118">
        <w:rPr>
          <w:rtl/>
        </w:rPr>
        <w:t xml:space="preserve">، </w:t>
      </w:r>
      <w:r>
        <w:rPr>
          <w:rtl/>
        </w:rPr>
        <w:t>وَ أَدِّنَا إِلَى الْقِيَامِ بِمَا يَسْتَحِقُّهُ مِنَ الطَّاعَةِ</w:t>
      </w:r>
      <w:r w:rsidR="007D3118">
        <w:rPr>
          <w:rtl/>
        </w:rPr>
        <w:t xml:space="preserve">، </w:t>
      </w:r>
      <w:r>
        <w:rPr>
          <w:rtl/>
        </w:rPr>
        <w:t>وَ أَجْرِ لَنَا مِنْ صَالِحِ الْعَمَلِ مَا يَكُونُ دَرَكا لِحَقِّكَ فِى الشَّهْرَيْنِ مِنْ شُهُورِ الدَّهْرِ</w:t>
      </w:r>
      <w:r w:rsidR="007D3118">
        <w:rPr>
          <w:rtl/>
        </w:rPr>
        <w:t xml:space="preserve">. </w:t>
      </w:r>
    </w:p>
    <w:p w:rsidR="00587D34" w:rsidRDefault="00587D34" w:rsidP="00587D34">
      <w:pPr>
        <w:pStyle w:val="libNormal"/>
        <w:rPr>
          <w:rtl/>
        </w:rPr>
      </w:pPr>
      <w:r>
        <w:rPr>
          <w:rtl/>
        </w:rPr>
        <w:t>(47</w:t>
      </w:r>
      <w:r w:rsidR="007D3118">
        <w:rPr>
          <w:rtl/>
        </w:rPr>
        <w:t xml:space="preserve">) </w:t>
      </w:r>
      <w:r>
        <w:rPr>
          <w:rtl/>
        </w:rPr>
        <w:t>اللَّهُمَّ وَ مَا أَلْمَمْنَا بِهِ فِى شَهْرِنَا هَذَا مِنْ لَمَمٍ أَوْ إِثْمٍ</w:t>
      </w:r>
      <w:r w:rsidR="007D3118">
        <w:rPr>
          <w:rtl/>
        </w:rPr>
        <w:t xml:space="preserve">، </w:t>
      </w:r>
      <w:r>
        <w:rPr>
          <w:rtl/>
        </w:rPr>
        <w:t>أَوْ وَاقَعْنَا فِيهِ مِنْ ذَنْبٍ</w:t>
      </w:r>
      <w:r w:rsidR="007D3118">
        <w:rPr>
          <w:rtl/>
        </w:rPr>
        <w:t xml:space="preserve">، </w:t>
      </w:r>
      <w:r>
        <w:rPr>
          <w:rtl/>
        </w:rPr>
        <w:t>وَ اكْتَسَبْنَا فِيهِ مِنْ خَطِيئَةٍ عَلَى تَعَمُّدٍ مِنَّا</w:t>
      </w:r>
      <w:r w:rsidR="007D3118">
        <w:rPr>
          <w:rtl/>
        </w:rPr>
        <w:t xml:space="preserve">، </w:t>
      </w:r>
      <w:r>
        <w:rPr>
          <w:rtl/>
        </w:rPr>
        <w:t>أَوْ عَلَى نِسْيَانٍ ظَلَمْنَا فِيهِ أَنْفُسَنَا</w:t>
      </w:r>
      <w:r w:rsidR="007D3118">
        <w:rPr>
          <w:rtl/>
        </w:rPr>
        <w:t xml:space="preserve">، </w:t>
      </w:r>
      <w:r>
        <w:rPr>
          <w:rtl/>
        </w:rPr>
        <w:t>أَوِ انْتَهَكْنَا بِهِ حُرْمَةً مِنْ غَيْرِنَا</w:t>
      </w:r>
      <w:r w:rsidR="007D3118">
        <w:rPr>
          <w:rtl/>
        </w:rPr>
        <w:t xml:space="preserve">، </w:t>
      </w:r>
      <w:r>
        <w:rPr>
          <w:rtl/>
        </w:rPr>
        <w:t>فَصَلِّ عَلَى مُحَمَّدٍ وَ آلِهِ</w:t>
      </w:r>
      <w:r w:rsidR="007D3118">
        <w:rPr>
          <w:rtl/>
        </w:rPr>
        <w:t xml:space="preserve">، </w:t>
      </w:r>
      <w:r>
        <w:rPr>
          <w:rtl/>
        </w:rPr>
        <w:t>وَ اسْتُرْنَا بِسِتْرِكَ</w:t>
      </w:r>
      <w:r w:rsidR="007D3118">
        <w:rPr>
          <w:rtl/>
        </w:rPr>
        <w:t xml:space="preserve">، </w:t>
      </w:r>
      <w:r>
        <w:rPr>
          <w:rtl/>
        </w:rPr>
        <w:t>وَ اعْفُ عَنَّا بِعَفْوِكَ</w:t>
      </w:r>
      <w:r w:rsidR="007D3118">
        <w:rPr>
          <w:rtl/>
        </w:rPr>
        <w:t xml:space="preserve">، </w:t>
      </w:r>
      <w:r>
        <w:rPr>
          <w:rtl/>
        </w:rPr>
        <w:t>وَ لا تَنْصِبْنَا فِيهِ لِأَعْيُنِ الشَّامِتِينَ</w:t>
      </w:r>
      <w:r w:rsidR="007D3118">
        <w:rPr>
          <w:rtl/>
        </w:rPr>
        <w:t xml:space="preserve">، </w:t>
      </w:r>
      <w:r>
        <w:rPr>
          <w:rtl/>
        </w:rPr>
        <w:t>وَ لا تَبْسُطْ عَلَيْنَا فِيهِ أَلْسُنَ الطَّاعِنِينَ</w:t>
      </w:r>
      <w:r w:rsidR="007D3118">
        <w:rPr>
          <w:rtl/>
        </w:rPr>
        <w:t xml:space="preserve">، </w:t>
      </w:r>
      <w:r>
        <w:rPr>
          <w:rtl/>
        </w:rPr>
        <w:t>وَ اسْتَعْمِلْنَا بِمَا يَكُونُ حِطَّةً وَ كَفَّارَةً لِمَا أَنْكَرْتَ مِنَّا فِيهِ بِرَأْفَتِكَ الَّتِى لا تَنْفَدُ</w:t>
      </w:r>
      <w:r w:rsidR="007D3118">
        <w:rPr>
          <w:rtl/>
        </w:rPr>
        <w:t xml:space="preserve">، </w:t>
      </w:r>
      <w:r>
        <w:rPr>
          <w:rtl/>
        </w:rPr>
        <w:t>وَ فَضْلِكَ الَّذِى لا يَنْقُصُ</w:t>
      </w:r>
      <w:r w:rsidR="007D3118">
        <w:rPr>
          <w:rtl/>
        </w:rPr>
        <w:t xml:space="preserve">. </w:t>
      </w:r>
    </w:p>
    <w:p w:rsidR="00587D34" w:rsidRDefault="00587D34" w:rsidP="00587D34">
      <w:pPr>
        <w:pStyle w:val="libNormal"/>
        <w:rPr>
          <w:rtl/>
        </w:rPr>
      </w:pPr>
      <w:r>
        <w:rPr>
          <w:rtl/>
        </w:rPr>
        <w:t>(48</w:t>
      </w:r>
      <w:r w:rsidR="007D3118">
        <w:rPr>
          <w:rtl/>
        </w:rPr>
        <w:t xml:space="preserve">) </w:t>
      </w:r>
      <w:r>
        <w:rPr>
          <w:rtl/>
        </w:rPr>
        <w:t>اللَّهُمَّ صَلِّ عَلَى مُحَمَّدٍ وَ آلِهِ</w:t>
      </w:r>
      <w:r w:rsidR="007D3118">
        <w:rPr>
          <w:rtl/>
        </w:rPr>
        <w:t xml:space="preserve">، </w:t>
      </w:r>
      <w:r>
        <w:rPr>
          <w:rtl/>
        </w:rPr>
        <w:t>وَ اجْبُرْ مُصِيبَتَنَا بِشَهْرِنَا</w:t>
      </w:r>
      <w:r w:rsidR="007D3118">
        <w:rPr>
          <w:rtl/>
        </w:rPr>
        <w:t xml:space="preserve">، </w:t>
      </w:r>
      <w:r>
        <w:rPr>
          <w:rtl/>
        </w:rPr>
        <w:t>وَ بَارِكْ لَنَا فِى يَوْمِ عِيدِنَا وَ فِطْرِنَا</w:t>
      </w:r>
      <w:r w:rsidR="007D3118">
        <w:rPr>
          <w:rtl/>
        </w:rPr>
        <w:t xml:space="preserve">، </w:t>
      </w:r>
      <w:r>
        <w:rPr>
          <w:rtl/>
        </w:rPr>
        <w:t>وَ اجْعَلْهُ مِنْ خَيْرِ يَوْمٍ مَرَّ عَلَيْنَا أَجْلَبِهِ لِعَفْوٍ</w:t>
      </w:r>
      <w:r w:rsidR="007D3118">
        <w:rPr>
          <w:rtl/>
        </w:rPr>
        <w:t xml:space="preserve">، </w:t>
      </w:r>
      <w:r>
        <w:rPr>
          <w:rtl/>
        </w:rPr>
        <w:t>وَ أَمْحَاهُ لِذَنْبٍ</w:t>
      </w:r>
      <w:r w:rsidR="007D3118">
        <w:rPr>
          <w:rtl/>
        </w:rPr>
        <w:t xml:space="preserve">، </w:t>
      </w:r>
      <w:r>
        <w:rPr>
          <w:rtl/>
        </w:rPr>
        <w:t>وَ اغْفِرْ لَنَا مَا خَفِىَ مِنْ ذُنُوبِنَا وَ مَا عَلَنَ</w:t>
      </w:r>
      <w:r w:rsidR="007D3118">
        <w:rPr>
          <w:rtl/>
        </w:rPr>
        <w:t xml:space="preserve">. </w:t>
      </w:r>
    </w:p>
    <w:p w:rsidR="00587D34" w:rsidRDefault="00587D34" w:rsidP="00587D34">
      <w:pPr>
        <w:pStyle w:val="libNormal"/>
        <w:rPr>
          <w:rtl/>
        </w:rPr>
      </w:pPr>
      <w:r>
        <w:rPr>
          <w:rtl/>
        </w:rPr>
        <w:lastRenderedPageBreak/>
        <w:t>(49</w:t>
      </w:r>
      <w:r w:rsidR="007D3118">
        <w:rPr>
          <w:rtl/>
        </w:rPr>
        <w:t xml:space="preserve">) </w:t>
      </w:r>
      <w:r>
        <w:rPr>
          <w:rtl/>
        </w:rPr>
        <w:t>اللَّهُمَّ اسْلَخْنَا بِانْسِلاخِ هَذَا الشَّهْرِ مِنْ خَطَايَانَا</w:t>
      </w:r>
      <w:r w:rsidR="007D3118">
        <w:rPr>
          <w:rtl/>
        </w:rPr>
        <w:t xml:space="preserve">، </w:t>
      </w:r>
      <w:r>
        <w:rPr>
          <w:rtl/>
        </w:rPr>
        <w:t>وَ أَخْرِجْنَا بِخُرُوجِهِ مِنْ سَيِّئَاتِنَا</w:t>
      </w:r>
      <w:r w:rsidR="007D3118">
        <w:rPr>
          <w:rtl/>
        </w:rPr>
        <w:t xml:space="preserve">، </w:t>
      </w:r>
      <w:r>
        <w:rPr>
          <w:rtl/>
        </w:rPr>
        <w:t>وَ اجْعَلْنَا مِنْ أَسْعَدِ أَهْلِهِ بِهِ</w:t>
      </w:r>
      <w:r w:rsidR="007D3118">
        <w:rPr>
          <w:rtl/>
        </w:rPr>
        <w:t xml:space="preserve">، </w:t>
      </w:r>
      <w:r>
        <w:rPr>
          <w:rtl/>
        </w:rPr>
        <w:t>وَ أَجْزَلِهِمْ قِسْما فِيهِ</w:t>
      </w:r>
      <w:r w:rsidR="007D3118">
        <w:rPr>
          <w:rtl/>
        </w:rPr>
        <w:t xml:space="preserve">، </w:t>
      </w:r>
      <w:r>
        <w:rPr>
          <w:rtl/>
        </w:rPr>
        <w:t>وَ أَوْفَرِهِمْ حَظّا مِنْهُ</w:t>
      </w:r>
      <w:r w:rsidR="007D3118">
        <w:rPr>
          <w:rtl/>
        </w:rPr>
        <w:t xml:space="preserve">. </w:t>
      </w:r>
    </w:p>
    <w:p w:rsidR="00587D34" w:rsidRDefault="00587D34" w:rsidP="00587D34">
      <w:pPr>
        <w:pStyle w:val="libNormal"/>
      </w:pPr>
      <w:r>
        <w:rPr>
          <w:rtl/>
        </w:rPr>
        <w:t>(50</w:t>
      </w:r>
      <w:r w:rsidR="007D3118">
        <w:rPr>
          <w:rtl/>
        </w:rPr>
        <w:t xml:space="preserve">) </w:t>
      </w:r>
      <w:r>
        <w:rPr>
          <w:rtl/>
        </w:rPr>
        <w:t>اللَّهُمَّ وَ مَنْ رَعَى هَذَا الشَّهْرَ حَقَّ رِعَايَتِهِ</w:t>
      </w:r>
      <w:r w:rsidR="007D3118">
        <w:rPr>
          <w:rtl/>
        </w:rPr>
        <w:t xml:space="preserve">، </w:t>
      </w:r>
      <w:r>
        <w:rPr>
          <w:rtl/>
        </w:rPr>
        <w:t>وَ حَفِظَ حُرْمَتَهُ حَقَّ حِفْظِهَا</w:t>
      </w:r>
      <w:r w:rsidR="007D3118">
        <w:rPr>
          <w:rtl/>
        </w:rPr>
        <w:t xml:space="preserve">، </w:t>
      </w:r>
      <w:r>
        <w:rPr>
          <w:rtl/>
        </w:rPr>
        <w:t>وَ قَامَ بِحُدُودِهِ حَقَّ قِيَامِهَا</w:t>
      </w:r>
      <w:r w:rsidR="007D3118">
        <w:rPr>
          <w:rtl/>
        </w:rPr>
        <w:t xml:space="preserve">، </w:t>
      </w:r>
      <w:r>
        <w:rPr>
          <w:rtl/>
        </w:rPr>
        <w:t>وَ اتَّقَى ذُنُوبَهُ حَقَّ تُقَاتِهَا</w:t>
      </w:r>
      <w:r w:rsidR="007D3118">
        <w:rPr>
          <w:rtl/>
        </w:rPr>
        <w:t xml:space="preserve">، </w:t>
      </w:r>
      <w:r>
        <w:rPr>
          <w:rtl/>
        </w:rPr>
        <w:t>أَوْ تَقَرَّبَ إِلَيْكَ بِقُرْبَةٍ أَوْجَبَتْ رِضَاكَ لَهُ</w:t>
      </w:r>
      <w:r w:rsidR="007D3118">
        <w:rPr>
          <w:rtl/>
        </w:rPr>
        <w:t xml:space="preserve">، </w:t>
      </w:r>
      <w:r>
        <w:rPr>
          <w:rtl/>
        </w:rPr>
        <w:t>وَ عَطَفَتْ رَحْمَتَكَ عَلَيْهِ</w:t>
      </w:r>
      <w:r w:rsidR="007D3118">
        <w:rPr>
          <w:rtl/>
        </w:rPr>
        <w:t xml:space="preserve">، </w:t>
      </w:r>
      <w:r>
        <w:rPr>
          <w:rtl/>
        </w:rPr>
        <w:t>فَهَبْ لَنَا مِثْلَهُ مِنْ وُجْدِكَ</w:t>
      </w:r>
      <w:r w:rsidR="007D3118">
        <w:rPr>
          <w:rtl/>
        </w:rPr>
        <w:t xml:space="preserve">، </w:t>
      </w:r>
      <w:r>
        <w:rPr>
          <w:rtl/>
        </w:rPr>
        <w:t>وَ أَعْطِنَا أَضْعَافَهُ مِنْ فَضْلِكَ</w:t>
      </w:r>
      <w:r w:rsidR="007D3118">
        <w:rPr>
          <w:rtl/>
        </w:rPr>
        <w:t xml:space="preserve">، </w:t>
      </w:r>
      <w:r>
        <w:rPr>
          <w:rtl/>
        </w:rPr>
        <w:t>فَإِنَّ فَضْلَكَ لا يَغِيضُ</w:t>
      </w:r>
      <w:r w:rsidR="007D3118">
        <w:rPr>
          <w:rtl/>
        </w:rPr>
        <w:t xml:space="preserve">، </w:t>
      </w:r>
      <w:r>
        <w:rPr>
          <w:rtl/>
        </w:rPr>
        <w:t>وَ إِنَّ خَزَائِنَكَ لا تَنْقُصُ بَلْ تَفِيضُ</w:t>
      </w:r>
      <w:r w:rsidR="007D3118">
        <w:rPr>
          <w:rtl/>
        </w:rPr>
        <w:t xml:space="preserve">، </w:t>
      </w:r>
      <w:r>
        <w:rPr>
          <w:rtl/>
        </w:rPr>
        <w:t>وَ إِنَّ مَعَادِنَ إِحْسَانِكَ لا تَفْنَى</w:t>
      </w:r>
      <w:r w:rsidR="007D3118">
        <w:rPr>
          <w:rtl/>
        </w:rPr>
        <w:t xml:space="preserve">، </w:t>
      </w:r>
      <w:r>
        <w:rPr>
          <w:rtl/>
        </w:rPr>
        <w:t>وَ إِنَّ عَطَاءَكَ لَلْعَطَاءُ الْمُهَنَّا</w:t>
      </w:r>
      <w:r w:rsidR="007D3118">
        <w:rPr>
          <w:rtl/>
        </w:rPr>
        <w:t xml:space="preserve">. </w:t>
      </w:r>
    </w:p>
    <w:p w:rsidR="00587D34" w:rsidRDefault="00587D34" w:rsidP="00587D34">
      <w:pPr>
        <w:pStyle w:val="libNormal"/>
        <w:rPr>
          <w:rtl/>
        </w:rPr>
      </w:pPr>
      <w:r>
        <w:rPr>
          <w:rtl/>
        </w:rPr>
        <w:t>(51</w:t>
      </w:r>
      <w:r w:rsidR="007D3118">
        <w:rPr>
          <w:rtl/>
        </w:rPr>
        <w:t xml:space="preserve">) </w:t>
      </w:r>
      <w:r>
        <w:rPr>
          <w:rtl/>
        </w:rPr>
        <w:t>اللَّهُمَّ صَلِّ عَلَى مُحَمَّدٍ وَ آلِهِ</w:t>
      </w:r>
      <w:r w:rsidR="007D3118">
        <w:rPr>
          <w:rtl/>
        </w:rPr>
        <w:t xml:space="preserve">، </w:t>
      </w:r>
      <w:r>
        <w:rPr>
          <w:rtl/>
        </w:rPr>
        <w:t>وَ اكْتُبْ لَنَا مِثْلَ أُجُورِ مَنْ صَامَهُ</w:t>
      </w:r>
      <w:r w:rsidR="007D3118">
        <w:rPr>
          <w:rtl/>
        </w:rPr>
        <w:t xml:space="preserve">، </w:t>
      </w:r>
      <w:r>
        <w:rPr>
          <w:rtl/>
        </w:rPr>
        <w:t>أَوْ تَعَبَّدَ لَكَ فِيهِ إِلَى يَوْمِ الْقِيَامَةِ</w:t>
      </w:r>
      <w:r w:rsidR="007D3118">
        <w:rPr>
          <w:rtl/>
        </w:rPr>
        <w:t xml:space="preserve">. </w:t>
      </w:r>
    </w:p>
    <w:p w:rsidR="00587D34" w:rsidRDefault="00587D34" w:rsidP="00587D34">
      <w:pPr>
        <w:pStyle w:val="libNormal"/>
        <w:rPr>
          <w:rtl/>
        </w:rPr>
      </w:pPr>
      <w:r>
        <w:rPr>
          <w:rtl/>
        </w:rPr>
        <w:t>(52</w:t>
      </w:r>
      <w:r w:rsidR="007D3118">
        <w:rPr>
          <w:rtl/>
        </w:rPr>
        <w:t xml:space="preserve">) </w:t>
      </w:r>
      <w:r>
        <w:rPr>
          <w:rtl/>
        </w:rPr>
        <w:t>اللَّهُمَّ إِنَّا نَتُوبُ إِلَيْكَ فِى يَوْمِ فِطْرِنَا الَّذِى جَعَلْتَهُ لِلْمُؤْمِنِينَ عِيدا وَ سُرُورا</w:t>
      </w:r>
      <w:r w:rsidR="007D3118">
        <w:rPr>
          <w:rtl/>
        </w:rPr>
        <w:t xml:space="preserve">، </w:t>
      </w:r>
      <w:r>
        <w:rPr>
          <w:rtl/>
        </w:rPr>
        <w:t>وَ لِأَهْلِ مِلَّتِكَ مَجْمَعا وَ مُحْتَشَدا مِنْ كُلِّ ذَنْبٍ أَذْنَبْنَاهُ</w:t>
      </w:r>
      <w:r w:rsidR="007D3118">
        <w:rPr>
          <w:rtl/>
        </w:rPr>
        <w:t xml:space="preserve">، </w:t>
      </w:r>
      <w:r>
        <w:rPr>
          <w:rtl/>
        </w:rPr>
        <w:t>أَوْ سُوءٍ أَسْلَفْنَاهُ</w:t>
      </w:r>
      <w:r w:rsidR="007D3118">
        <w:rPr>
          <w:rtl/>
        </w:rPr>
        <w:t xml:space="preserve">، </w:t>
      </w:r>
      <w:r>
        <w:rPr>
          <w:rtl/>
        </w:rPr>
        <w:t>أَوْ خَاطِرِ شَرٍّ أَضْمَرْنَاهُ</w:t>
      </w:r>
      <w:r w:rsidR="007D3118">
        <w:rPr>
          <w:rtl/>
        </w:rPr>
        <w:t xml:space="preserve">، </w:t>
      </w:r>
      <w:r>
        <w:rPr>
          <w:rtl/>
        </w:rPr>
        <w:t>تَوْبَةَ مَنْ</w:t>
      </w:r>
    </w:p>
    <w:p w:rsidR="00587D34" w:rsidRDefault="00587D34" w:rsidP="00587D34">
      <w:pPr>
        <w:pStyle w:val="libNormal"/>
        <w:rPr>
          <w:rtl/>
        </w:rPr>
      </w:pPr>
      <w:r>
        <w:rPr>
          <w:rtl/>
        </w:rPr>
        <w:t>لا يَنْطَوِى عَلَى رُجُوعٍ إِلَى ذَنْبٍ</w:t>
      </w:r>
      <w:r w:rsidR="007D3118">
        <w:rPr>
          <w:rtl/>
        </w:rPr>
        <w:t xml:space="preserve">، </w:t>
      </w:r>
      <w:r>
        <w:rPr>
          <w:rtl/>
        </w:rPr>
        <w:t>وَ لا يَعُودُ بَعْدَهَا فِى خَطِيئَةٍ</w:t>
      </w:r>
      <w:r w:rsidR="007D3118">
        <w:rPr>
          <w:rtl/>
        </w:rPr>
        <w:t xml:space="preserve">، </w:t>
      </w:r>
      <w:r>
        <w:rPr>
          <w:rtl/>
        </w:rPr>
        <w:t>تَوْبَةً نَصُوحا خَلَصَتْ مِنَ الشَّكِّ وَ الارْتِيَابِ</w:t>
      </w:r>
      <w:r w:rsidR="007D3118">
        <w:rPr>
          <w:rtl/>
        </w:rPr>
        <w:t xml:space="preserve">، </w:t>
      </w:r>
      <w:r>
        <w:rPr>
          <w:rtl/>
        </w:rPr>
        <w:t>فَتَقَبَّلْهَا مِنَّا</w:t>
      </w:r>
      <w:r w:rsidR="007D3118">
        <w:rPr>
          <w:rtl/>
        </w:rPr>
        <w:t xml:space="preserve">، </w:t>
      </w:r>
      <w:r>
        <w:rPr>
          <w:rtl/>
        </w:rPr>
        <w:t>وَ ارْضَ عَنَّا</w:t>
      </w:r>
      <w:r w:rsidR="007D3118">
        <w:rPr>
          <w:rtl/>
        </w:rPr>
        <w:t xml:space="preserve">، </w:t>
      </w:r>
      <w:r>
        <w:rPr>
          <w:rtl/>
        </w:rPr>
        <w:t>وَ ثَبِّتْنَا عَلَيْهَا</w:t>
      </w:r>
      <w:r w:rsidR="007D3118">
        <w:rPr>
          <w:rtl/>
        </w:rPr>
        <w:t xml:space="preserve">. </w:t>
      </w:r>
    </w:p>
    <w:p w:rsidR="00587D34" w:rsidRDefault="00587D34" w:rsidP="00587D34">
      <w:pPr>
        <w:pStyle w:val="libNormal"/>
        <w:rPr>
          <w:rtl/>
        </w:rPr>
      </w:pPr>
      <w:r>
        <w:rPr>
          <w:rtl/>
        </w:rPr>
        <w:t>(53</w:t>
      </w:r>
      <w:r w:rsidR="007D3118">
        <w:rPr>
          <w:rtl/>
        </w:rPr>
        <w:t xml:space="preserve">) </w:t>
      </w:r>
      <w:r>
        <w:rPr>
          <w:rtl/>
        </w:rPr>
        <w:t>اللَّهُمَّ ارْزُقْنَا خَوْفَ عِقَابِ الْوَعِيدِ</w:t>
      </w:r>
      <w:r w:rsidR="007D3118">
        <w:rPr>
          <w:rtl/>
        </w:rPr>
        <w:t xml:space="preserve">، </w:t>
      </w:r>
      <w:r>
        <w:rPr>
          <w:rtl/>
        </w:rPr>
        <w:t>وَ شَوْقَ ثَوَابِ الْمَوْعُودِ حَتَّى نَجِدَ لَذَّةَ مَا نَدْعُوكَ بِهِ</w:t>
      </w:r>
      <w:r w:rsidR="007D3118">
        <w:rPr>
          <w:rtl/>
        </w:rPr>
        <w:t xml:space="preserve">، </w:t>
      </w:r>
      <w:r>
        <w:rPr>
          <w:rtl/>
        </w:rPr>
        <w:t>وَ كَأْبَةَ مَا نَسْتَجِيرُكَ مِنْهُ</w:t>
      </w:r>
      <w:r w:rsidR="007D3118">
        <w:rPr>
          <w:rtl/>
        </w:rPr>
        <w:t xml:space="preserve">. </w:t>
      </w:r>
    </w:p>
    <w:p w:rsidR="00587D34" w:rsidRDefault="00587D34" w:rsidP="00587D34">
      <w:pPr>
        <w:pStyle w:val="libNormal"/>
        <w:rPr>
          <w:rtl/>
        </w:rPr>
      </w:pPr>
      <w:r>
        <w:rPr>
          <w:rtl/>
        </w:rPr>
        <w:t>(54</w:t>
      </w:r>
      <w:r w:rsidR="007D3118">
        <w:rPr>
          <w:rtl/>
        </w:rPr>
        <w:t xml:space="preserve">) </w:t>
      </w:r>
      <w:r>
        <w:rPr>
          <w:rtl/>
        </w:rPr>
        <w:t>وَ اجْعَلْنَا عِنْدَكَ مِنَ التَّوَّابِينَ الَّذِينَ أَوْجَبْتَ لَهُمْ مَحَبَّتَكَ</w:t>
      </w:r>
      <w:r w:rsidR="007D3118">
        <w:rPr>
          <w:rtl/>
        </w:rPr>
        <w:t xml:space="preserve">، </w:t>
      </w:r>
      <w:r>
        <w:rPr>
          <w:rtl/>
        </w:rPr>
        <w:t>وَ قَبِلْتَ مِنْهُمْ مُرَاجَعَةَ طَاعَتِكَ</w:t>
      </w:r>
      <w:r w:rsidR="007D3118">
        <w:rPr>
          <w:rtl/>
        </w:rPr>
        <w:t xml:space="preserve">، </w:t>
      </w:r>
      <w:r>
        <w:rPr>
          <w:rtl/>
        </w:rPr>
        <w:t>يَا أَعْدَلَ الْعَادِلِينَ</w:t>
      </w:r>
      <w:r w:rsidR="007D3118">
        <w:rPr>
          <w:rtl/>
        </w:rPr>
        <w:t xml:space="preserve">. </w:t>
      </w:r>
    </w:p>
    <w:p w:rsidR="00587D34" w:rsidRDefault="00587D34" w:rsidP="00587D34">
      <w:pPr>
        <w:pStyle w:val="libNormal"/>
        <w:rPr>
          <w:rtl/>
        </w:rPr>
      </w:pPr>
      <w:r>
        <w:rPr>
          <w:rtl/>
        </w:rPr>
        <w:t>(55</w:t>
      </w:r>
      <w:r w:rsidR="007D3118">
        <w:rPr>
          <w:rtl/>
        </w:rPr>
        <w:t xml:space="preserve">) </w:t>
      </w:r>
      <w:r>
        <w:rPr>
          <w:rtl/>
        </w:rPr>
        <w:t>اللَّهُمَّ تَجَاوَزْ عَنْ آبَائِنَا وَ أُمَّهَاتِنَا وَ أَهْلِ دِينِنَا جَمِيعا مَنْ سَلَفَ مِنْهُمْ وَ مَنْ غَبَرَ إِلَى يَوْمِ الْقِيَامَةِ</w:t>
      </w:r>
      <w:r w:rsidR="007D3118">
        <w:rPr>
          <w:rtl/>
        </w:rPr>
        <w:t xml:space="preserve">. </w:t>
      </w:r>
    </w:p>
    <w:p w:rsidR="00587D34" w:rsidRDefault="00587D34" w:rsidP="00587D34">
      <w:pPr>
        <w:pStyle w:val="libNormal"/>
        <w:rPr>
          <w:rtl/>
        </w:rPr>
      </w:pPr>
      <w:r>
        <w:rPr>
          <w:rtl/>
        </w:rPr>
        <w:t>(56</w:t>
      </w:r>
      <w:r w:rsidR="007D3118">
        <w:rPr>
          <w:rtl/>
        </w:rPr>
        <w:t xml:space="preserve">) </w:t>
      </w:r>
      <w:r>
        <w:rPr>
          <w:rtl/>
        </w:rPr>
        <w:t>اللَّهُمَّ صَلِّ عَلَى مُحَمَّدٍ نَبِيِّنَا وَ آلِهِ كَمَا صَلَّيْتَ عَلَى مَلائِكَتِكَ الْمُقَرَّبِينَ</w:t>
      </w:r>
      <w:r w:rsidR="007D3118">
        <w:rPr>
          <w:rtl/>
        </w:rPr>
        <w:t xml:space="preserve">، </w:t>
      </w:r>
      <w:r>
        <w:rPr>
          <w:rtl/>
        </w:rPr>
        <w:t>وَ صَلِّ عَلَيْهِ وَ آلِهِ كَمَا صَلَّيْتَ عَلَى أَنْبِيَائِكَ الْمُرْسَلِينَ</w:t>
      </w:r>
      <w:r w:rsidR="007D3118">
        <w:rPr>
          <w:rtl/>
        </w:rPr>
        <w:t xml:space="preserve">، </w:t>
      </w:r>
      <w:r>
        <w:rPr>
          <w:rtl/>
        </w:rPr>
        <w:t xml:space="preserve">وَ صَلِّ عَلَيْهِ وَ آلِهِ كَمَا صَلَّيْتَ </w:t>
      </w:r>
      <w:r>
        <w:rPr>
          <w:rtl/>
        </w:rPr>
        <w:lastRenderedPageBreak/>
        <w:t>عَلَى عِبَادِكَ الصَّالِحِينَ</w:t>
      </w:r>
      <w:r w:rsidR="007D3118">
        <w:rPr>
          <w:rtl/>
        </w:rPr>
        <w:t xml:space="preserve">، </w:t>
      </w:r>
      <w:r>
        <w:rPr>
          <w:rtl/>
        </w:rPr>
        <w:t>وَ أَفْضَلَ مِنْ ذَلِكَ يَا رَبَّ الْعَالَمِينَ</w:t>
      </w:r>
      <w:r w:rsidR="007D3118">
        <w:rPr>
          <w:rtl/>
        </w:rPr>
        <w:t xml:space="preserve">، </w:t>
      </w:r>
      <w:r>
        <w:rPr>
          <w:rtl/>
        </w:rPr>
        <w:t>صَلاةً تَبْلُغُنَا بَرَكَتُهَا</w:t>
      </w:r>
      <w:r w:rsidR="007D3118">
        <w:rPr>
          <w:rtl/>
        </w:rPr>
        <w:t xml:space="preserve">، </w:t>
      </w:r>
      <w:r>
        <w:rPr>
          <w:rtl/>
        </w:rPr>
        <w:t>وَ يَنَالُنَا نَفْعُهَا</w:t>
      </w:r>
      <w:r w:rsidR="007D3118">
        <w:rPr>
          <w:rtl/>
        </w:rPr>
        <w:t xml:space="preserve">، </w:t>
      </w:r>
      <w:r>
        <w:rPr>
          <w:rtl/>
        </w:rPr>
        <w:t>وَ يُسْتَجَابُ لَهَا دُعَاؤُنَا</w:t>
      </w:r>
      <w:r w:rsidR="007D3118">
        <w:rPr>
          <w:rtl/>
        </w:rPr>
        <w:t xml:space="preserve">، </w:t>
      </w:r>
      <w:r>
        <w:rPr>
          <w:rtl/>
        </w:rPr>
        <w:t>إِنَّكَ أَكْرَمُ مَنْ رُغِبَ إِلَيْهِ</w:t>
      </w:r>
      <w:r w:rsidR="007D3118">
        <w:rPr>
          <w:rtl/>
        </w:rPr>
        <w:t xml:space="preserve">، </w:t>
      </w:r>
      <w:r>
        <w:rPr>
          <w:rtl/>
        </w:rPr>
        <w:t>وَ أَكْفَى مَنْ تُوُكِّلَ عَلَيْهِ</w:t>
      </w:r>
      <w:r w:rsidR="007D3118">
        <w:rPr>
          <w:rtl/>
        </w:rPr>
        <w:t xml:space="preserve">، </w:t>
      </w:r>
      <w:r>
        <w:rPr>
          <w:rtl/>
        </w:rPr>
        <w:t>وَ أَعْطَى مَنْ سُئِلَ مِنْ فَضْلِهِ</w:t>
      </w:r>
      <w:r w:rsidR="007D3118">
        <w:rPr>
          <w:rtl/>
        </w:rPr>
        <w:t xml:space="preserve">، </w:t>
      </w:r>
      <w:r>
        <w:rPr>
          <w:rtl/>
        </w:rPr>
        <w:t>وَ أَنْتَ عَلَى كُلِّ شَيْءٍ قَدِيرٌ</w:t>
      </w:r>
      <w:r w:rsidR="007D3118">
        <w:rPr>
          <w:rtl/>
        </w:rPr>
        <w:t xml:space="preserve">. </w:t>
      </w:r>
    </w:p>
    <w:p w:rsidR="00587D34" w:rsidRDefault="00AA3CBA" w:rsidP="004C63D0">
      <w:pPr>
        <w:pStyle w:val="Heading2"/>
        <w:rPr>
          <w:rtl/>
        </w:rPr>
      </w:pPr>
      <w:bookmarkStart w:id="95" w:name="_Toc394915224"/>
      <w:r>
        <w:rPr>
          <w:rtl/>
        </w:rPr>
        <w:t xml:space="preserve">ترجمه دعاى چهل و پنجم: دعاى آن حضرت </w:t>
      </w:r>
      <w:r w:rsidR="000C598D" w:rsidRPr="000C598D">
        <w:rPr>
          <w:rStyle w:val="libAlaemChar"/>
          <w:rtl/>
        </w:rPr>
        <w:t>عليه‌السلام</w:t>
      </w:r>
      <w:r>
        <w:rPr>
          <w:rtl/>
        </w:rPr>
        <w:t xml:space="preserve"> در وداع ماه مبارك رمضان</w:t>
      </w:r>
      <w:bookmarkEnd w:id="95"/>
    </w:p>
    <w:p w:rsidR="00587D34" w:rsidRDefault="00587D34" w:rsidP="00587D34">
      <w:pPr>
        <w:pStyle w:val="libNormal"/>
        <w:rPr>
          <w:rtl/>
        </w:rPr>
      </w:pPr>
      <w:r>
        <w:rPr>
          <w:rtl/>
        </w:rPr>
        <w:t>1</w:t>
      </w:r>
      <w:r w:rsidR="007D3118">
        <w:rPr>
          <w:rtl/>
        </w:rPr>
        <w:t xml:space="preserve">. </w:t>
      </w:r>
      <w:r>
        <w:rPr>
          <w:rtl/>
        </w:rPr>
        <w:t>اى خداوندا! اى كه بر عطا عوض نمى طلبى</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از بخشش پشيمان نمى شوى</w:t>
      </w:r>
      <w:r w:rsidR="007D3118">
        <w:rPr>
          <w:rtl/>
        </w:rPr>
        <w:t xml:space="preserve">. </w:t>
      </w:r>
    </w:p>
    <w:p w:rsidR="00587D34" w:rsidRDefault="00587D34" w:rsidP="00587D34">
      <w:pPr>
        <w:pStyle w:val="libNormal"/>
        <w:rPr>
          <w:rtl/>
        </w:rPr>
      </w:pPr>
      <w:r>
        <w:rPr>
          <w:rtl/>
        </w:rPr>
        <w:t>3</w:t>
      </w:r>
      <w:r w:rsidR="007D3118">
        <w:rPr>
          <w:rtl/>
        </w:rPr>
        <w:t xml:space="preserve">. </w:t>
      </w:r>
      <w:r>
        <w:rPr>
          <w:rtl/>
        </w:rPr>
        <w:t>با بنده خود به مانند او رفتار نمى كنى</w:t>
      </w:r>
      <w:r w:rsidR="007D3118">
        <w:rPr>
          <w:rtl/>
        </w:rPr>
        <w:t xml:space="preserve">. </w:t>
      </w:r>
    </w:p>
    <w:p w:rsidR="00587D34" w:rsidRDefault="00587D34" w:rsidP="00587D34">
      <w:pPr>
        <w:pStyle w:val="libNormal"/>
        <w:rPr>
          <w:rtl/>
        </w:rPr>
      </w:pPr>
      <w:r>
        <w:rPr>
          <w:rtl/>
        </w:rPr>
        <w:t>4</w:t>
      </w:r>
      <w:r w:rsidR="007D3118">
        <w:rPr>
          <w:rtl/>
        </w:rPr>
        <w:t xml:space="preserve">. </w:t>
      </w:r>
      <w:r>
        <w:rPr>
          <w:rtl/>
        </w:rPr>
        <w:t>بى سبب مى بخشى و بى استحقاق عفو مى كنى</w:t>
      </w:r>
      <w:r w:rsidR="007D3118">
        <w:rPr>
          <w:rtl/>
        </w:rPr>
        <w:t xml:space="preserve">، </w:t>
      </w:r>
      <w:r>
        <w:rPr>
          <w:rtl/>
        </w:rPr>
        <w:t>عقوبت تو عدل است و حكم تو خير و مصلحت</w:t>
      </w:r>
      <w:r w:rsidR="007D3118">
        <w:rPr>
          <w:rtl/>
        </w:rPr>
        <w:t xml:space="preserve">. </w:t>
      </w:r>
    </w:p>
    <w:p w:rsidR="00587D34" w:rsidRDefault="00587D34" w:rsidP="00587D34">
      <w:pPr>
        <w:pStyle w:val="libNormal"/>
        <w:rPr>
          <w:rtl/>
        </w:rPr>
      </w:pPr>
      <w:r>
        <w:rPr>
          <w:rtl/>
        </w:rPr>
        <w:t>5</w:t>
      </w:r>
      <w:r w:rsidR="007D3118">
        <w:rPr>
          <w:rtl/>
        </w:rPr>
        <w:t xml:space="preserve">. </w:t>
      </w:r>
      <w:r>
        <w:rPr>
          <w:rtl/>
        </w:rPr>
        <w:t>اگر ببخشى</w:t>
      </w:r>
      <w:r w:rsidR="007D3118">
        <w:rPr>
          <w:rtl/>
        </w:rPr>
        <w:t xml:space="preserve">، </w:t>
      </w:r>
      <w:r>
        <w:rPr>
          <w:rtl/>
        </w:rPr>
        <w:t>عطاى تو آميخته با منت نيست</w:t>
      </w:r>
      <w:r w:rsidR="007D3118">
        <w:rPr>
          <w:rtl/>
        </w:rPr>
        <w:t xml:space="preserve">، </w:t>
      </w:r>
      <w:r>
        <w:rPr>
          <w:rtl/>
        </w:rPr>
        <w:t>و اگر منع كنى ستم نكرده اى</w:t>
      </w:r>
      <w:r w:rsidR="007D3118">
        <w:rPr>
          <w:rtl/>
        </w:rPr>
        <w:t xml:space="preserve">. </w:t>
      </w:r>
    </w:p>
    <w:p w:rsidR="00587D34" w:rsidRDefault="00587D34" w:rsidP="00587D34">
      <w:pPr>
        <w:pStyle w:val="libNormal"/>
        <w:rPr>
          <w:rtl/>
        </w:rPr>
      </w:pPr>
      <w:r>
        <w:rPr>
          <w:rtl/>
        </w:rPr>
        <w:t>6</w:t>
      </w:r>
      <w:r w:rsidR="007D3118">
        <w:rPr>
          <w:rtl/>
        </w:rPr>
        <w:t xml:space="preserve">. </w:t>
      </w:r>
      <w:r>
        <w:rPr>
          <w:rtl/>
        </w:rPr>
        <w:t>هر كه سپاس تو گزارد جزاى وافر مى دهى</w:t>
      </w:r>
      <w:r w:rsidR="007D3118">
        <w:rPr>
          <w:rtl/>
        </w:rPr>
        <w:t xml:space="preserve">، </w:t>
      </w:r>
      <w:r>
        <w:rPr>
          <w:rtl/>
        </w:rPr>
        <w:t>با آن كه تو خود سپاس گزارى را به او الهام كرده اى</w:t>
      </w:r>
      <w:r w:rsidR="007D3118">
        <w:rPr>
          <w:rtl/>
        </w:rPr>
        <w:t xml:space="preserve">. </w:t>
      </w:r>
    </w:p>
    <w:p w:rsidR="00587D34" w:rsidRDefault="00587D34" w:rsidP="00587D34">
      <w:pPr>
        <w:pStyle w:val="libNormal"/>
        <w:rPr>
          <w:rtl/>
        </w:rPr>
      </w:pPr>
      <w:r>
        <w:rPr>
          <w:rtl/>
        </w:rPr>
        <w:t>7</w:t>
      </w:r>
      <w:r w:rsidR="007D3118">
        <w:rPr>
          <w:rtl/>
        </w:rPr>
        <w:t xml:space="preserve">. </w:t>
      </w:r>
      <w:r>
        <w:rPr>
          <w:rtl/>
        </w:rPr>
        <w:t>و هر كه حمد تو را گويد پاداش وى را كامل عطا مى كنى</w:t>
      </w:r>
      <w:r w:rsidR="007D3118">
        <w:rPr>
          <w:rtl/>
        </w:rPr>
        <w:t xml:space="preserve">، </w:t>
      </w:r>
      <w:r>
        <w:rPr>
          <w:rtl/>
        </w:rPr>
        <w:t>با آن كه تو خود به او حمد آموخته اى</w:t>
      </w:r>
      <w:r w:rsidR="007D3118">
        <w:rPr>
          <w:rtl/>
        </w:rPr>
        <w:t xml:space="preserve">. </w:t>
      </w:r>
    </w:p>
    <w:p w:rsidR="00587D34" w:rsidRDefault="00587D34" w:rsidP="00587D34">
      <w:pPr>
        <w:pStyle w:val="libNormal"/>
        <w:rPr>
          <w:rtl/>
        </w:rPr>
      </w:pPr>
      <w:r>
        <w:rPr>
          <w:rtl/>
        </w:rPr>
        <w:t>8</w:t>
      </w:r>
      <w:r w:rsidR="007D3118">
        <w:rPr>
          <w:rtl/>
        </w:rPr>
        <w:t xml:space="preserve">. </w:t>
      </w:r>
      <w:r>
        <w:rPr>
          <w:rtl/>
        </w:rPr>
        <w:t>عيب كسى را مى پوشانى كه شايسته رسوايى است</w:t>
      </w:r>
      <w:r w:rsidR="007D3118">
        <w:rPr>
          <w:rtl/>
        </w:rPr>
        <w:t xml:space="preserve">، </w:t>
      </w:r>
      <w:r>
        <w:rPr>
          <w:rtl/>
        </w:rPr>
        <w:t>و اگر مى خواستى رسوايش مى كردى</w:t>
      </w:r>
      <w:r w:rsidR="007D3118">
        <w:rPr>
          <w:rtl/>
        </w:rPr>
        <w:t xml:space="preserve">، </w:t>
      </w:r>
      <w:r>
        <w:rPr>
          <w:rtl/>
        </w:rPr>
        <w:t>و بر كسى بخشش مى فرمايى كه سزاوار حرمان است و اگر مى خواستى محرومش مى ساختى</w:t>
      </w:r>
      <w:r w:rsidR="007D3118">
        <w:rPr>
          <w:rtl/>
        </w:rPr>
        <w:t xml:space="preserve">. </w:t>
      </w:r>
      <w:r>
        <w:rPr>
          <w:rtl/>
        </w:rPr>
        <w:t>اما تو بناى خويش بر تفضل نهاده و قدرت خود را در تجاوز و عفو به كار مى برى</w:t>
      </w:r>
      <w:r w:rsidR="007D3118">
        <w:rPr>
          <w:rtl/>
        </w:rPr>
        <w:t xml:space="preserve">. </w:t>
      </w:r>
    </w:p>
    <w:p w:rsidR="00587D34" w:rsidRDefault="00587D34" w:rsidP="00587D34">
      <w:pPr>
        <w:pStyle w:val="libNormal"/>
        <w:rPr>
          <w:rtl/>
        </w:rPr>
      </w:pPr>
      <w:r>
        <w:rPr>
          <w:rtl/>
        </w:rPr>
        <w:t>9</w:t>
      </w:r>
      <w:r w:rsidR="007D3118">
        <w:rPr>
          <w:rtl/>
        </w:rPr>
        <w:t xml:space="preserve">. </w:t>
      </w:r>
      <w:r>
        <w:rPr>
          <w:rtl/>
        </w:rPr>
        <w:t>آن را كه نافرمانى كند به حلم فراپيش آيى و آن كه بر خويش ستم كند</w:t>
      </w:r>
      <w:r w:rsidR="007D3118">
        <w:rPr>
          <w:rtl/>
        </w:rPr>
        <w:t xml:space="preserve">، </w:t>
      </w:r>
      <w:r>
        <w:rPr>
          <w:rtl/>
        </w:rPr>
        <w:t>مهلت دهى</w:t>
      </w:r>
      <w:r w:rsidR="007D3118">
        <w:rPr>
          <w:rtl/>
        </w:rPr>
        <w:t xml:space="preserve">، </w:t>
      </w:r>
      <w:r>
        <w:rPr>
          <w:rtl/>
        </w:rPr>
        <w:t xml:space="preserve">شايد فرصت يابند و باز گردند و در عقوبت شتاب نمى فرمايى تا </w:t>
      </w:r>
      <w:r>
        <w:rPr>
          <w:rtl/>
        </w:rPr>
        <w:lastRenderedPageBreak/>
        <w:t>توبه كنند</w:t>
      </w:r>
      <w:r w:rsidR="007D3118">
        <w:rPr>
          <w:rtl/>
        </w:rPr>
        <w:t xml:space="preserve">. </w:t>
      </w:r>
      <w:r>
        <w:rPr>
          <w:rtl/>
        </w:rPr>
        <w:t>كسى هلاك نشوند از جهت تو و بدبخت نگردد</w:t>
      </w:r>
      <w:r w:rsidR="007D3118">
        <w:rPr>
          <w:rtl/>
        </w:rPr>
        <w:t xml:space="preserve">، </w:t>
      </w:r>
      <w:r>
        <w:rPr>
          <w:rtl/>
        </w:rPr>
        <w:t>مگر ديرزمانى كه او را مهلت داده و حجت بر وى تمام كرده اى</w:t>
      </w:r>
      <w:r w:rsidR="007D3118">
        <w:rPr>
          <w:rtl/>
        </w:rPr>
        <w:t xml:space="preserve">. </w:t>
      </w:r>
      <w:r>
        <w:rPr>
          <w:rtl/>
        </w:rPr>
        <w:t>اى خداى كريم</w:t>
      </w:r>
      <w:r w:rsidR="007D3118">
        <w:rPr>
          <w:rtl/>
        </w:rPr>
        <w:t>!</w:t>
      </w:r>
      <w:r>
        <w:rPr>
          <w:rtl/>
        </w:rPr>
        <w:t xml:space="preserve"> اين همه بزرگوارى و بخشندگى و مهربانى و بنده نوازى تو است اى پروردگار حليم!</w:t>
      </w:r>
    </w:p>
    <w:p w:rsidR="00587D34" w:rsidRDefault="00587D34" w:rsidP="00587D34">
      <w:pPr>
        <w:pStyle w:val="libNormal"/>
        <w:rPr>
          <w:rtl/>
        </w:rPr>
      </w:pPr>
      <w:r>
        <w:rPr>
          <w:rtl/>
        </w:rPr>
        <w:t>10</w:t>
      </w:r>
      <w:r w:rsidR="007D3118">
        <w:rPr>
          <w:rtl/>
        </w:rPr>
        <w:t xml:space="preserve">. </w:t>
      </w:r>
      <w:r>
        <w:rPr>
          <w:rtl/>
        </w:rPr>
        <w:t>براى بندگان درى سوى آمرزش خود گشودى و آن را توبه نام نهادى</w:t>
      </w:r>
      <w:r w:rsidR="007D3118">
        <w:rPr>
          <w:rtl/>
        </w:rPr>
        <w:t xml:space="preserve">، </w:t>
      </w:r>
      <w:r>
        <w:rPr>
          <w:rtl/>
        </w:rPr>
        <w:t>دليلى از قرآن آوردى كه بندگانت آن در را گم نكنند</w:t>
      </w:r>
      <w:r w:rsidR="007D3118">
        <w:rPr>
          <w:rtl/>
        </w:rPr>
        <w:t xml:space="preserve">. </w:t>
      </w:r>
      <w:r>
        <w:rPr>
          <w:rtl/>
        </w:rPr>
        <w:t>فرخنده باد نام تو! گفتى</w:t>
      </w:r>
      <w:r w:rsidR="007D3118">
        <w:rPr>
          <w:rtl/>
        </w:rPr>
        <w:t xml:space="preserve">: </w:t>
      </w:r>
      <w:r>
        <w:rPr>
          <w:rtl/>
        </w:rPr>
        <w:t>سوى خدا توبه كنيد توبه خالص شايد پروردگار شما گناهان شما را محو كند و باغ هايى درآورد كه از زير درختان آن جوى ها روان است</w:t>
      </w:r>
      <w:r w:rsidR="007D3118">
        <w:rPr>
          <w:rtl/>
        </w:rPr>
        <w:t xml:space="preserve">. </w:t>
      </w:r>
    </w:p>
    <w:p w:rsidR="00587D34" w:rsidRDefault="00587D34" w:rsidP="00587D34">
      <w:pPr>
        <w:pStyle w:val="libNormal"/>
      </w:pPr>
      <w:r>
        <w:rPr>
          <w:rtl/>
        </w:rPr>
        <w:t>11</w:t>
      </w:r>
      <w:r w:rsidR="007D3118">
        <w:rPr>
          <w:rtl/>
        </w:rPr>
        <w:t xml:space="preserve">. </w:t>
      </w:r>
      <w:r>
        <w:rPr>
          <w:rtl/>
        </w:rPr>
        <w:t>روزى كه خداوند پيغمبر و مؤمنين را رسوا نكند</w:t>
      </w:r>
      <w:r w:rsidR="007D3118">
        <w:rPr>
          <w:rtl/>
        </w:rPr>
        <w:t xml:space="preserve">، </w:t>
      </w:r>
      <w:r>
        <w:rPr>
          <w:rtl/>
        </w:rPr>
        <w:t>روشنايى در پيشاپيش ‍ و از دست راست آنها مى رود</w:t>
      </w:r>
      <w:r w:rsidR="007D3118">
        <w:rPr>
          <w:rtl/>
        </w:rPr>
        <w:t xml:space="preserve">، </w:t>
      </w:r>
      <w:r>
        <w:rPr>
          <w:rtl/>
        </w:rPr>
        <w:t>مى گويند</w:t>
      </w:r>
      <w:r w:rsidR="007D3118">
        <w:rPr>
          <w:rtl/>
        </w:rPr>
        <w:t xml:space="preserve">: </w:t>
      </w:r>
      <w:r>
        <w:rPr>
          <w:rtl/>
        </w:rPr>
        <w:t>اى پروردگار ما</w:t>
      </w:r>
      <w:r w:rsidR="007D3118">
        <w:rPr>
          <w:rtl/>
        </w:rPr>
        <w:t xml:space="preserve">، </w:t>
      </w:r>
      <w:r>
        <w:rPr>
          <w:rtl/>
        </w:rPr>
        <w:t>نور ما را كامل كن و ما را بيامرز كه تو بر هر چيزى قادرى</w:t>
      </w:r>
      <w:r w:rsidR="007D3118">
        <w:rPr>
          <w:rtl/>
        </w:rPr>
        <w:t xml:space="preserve">. </w:t>
      </w:r>
      <w:r>
        <w:rPr>
          <w:rtl/>
        </w:rPr>
        <w:t>بهانه آن كسى كه پس از گشودن اين در و گماشتن اين راهنما به خانه در نيايد چيست؟</w:t>
      </w:r>
    </w:p>
    <w:p w:rsidR="00587D34" w:rsidRDefault="00587D34" w:rsidP="00587D34">
      <w:pPr>
        <w:pStyle w:val="libNormal"/>
        <w:rPr>
          <w:rtl/>
        </w:rPr>
      </w:pPr>
      <w:r>
        <w:rPr>
          <w:rtl/>
        </w:rPr>
        <w:t>12</w:t>
      </w:r>
      <w:r w:rsidR="007D3118">
        <w:rPr>
          <w:rtl/>
        </w:rPr>
        <w:t xml:space="preserve">. </w:t>
      </w:r>
      <w:r>
        <w:rPr>
          <w:rtl/>
        </w:rPr>
        <w:t>و تو در اين سودا از خود بر سود بندگان افزودى</w:t>
      </w:r>
      <w:r w:rsidR="007D3118">
        <w:rPr>
          <w:rtl/>
        </w:rPr>
        <w:t xml:space="preserve">، </w:t>
      </w:r>
      <w:r>
        <w:rPr>
          <w:rtl/>
        </w:rPr>
        <w:t>خواست در اين بازرگانى نفع بسيار برند و از رسيدن خدمت تو رستگار شوند و فزونى يابند</w:t>
      </w:r>
      <w:r w:rsidR="007D3118">
        <w:rPr>
          <w:rtl/>
        </w:rPr>
        <w:t xml:space="preserve">، </w:t>
      </w:r>
      <w:r>
        <w:rPr>
          <w:rtl/>
        </w:rPr>
        <w:t>پس تو كه نامت فرخنده و بلند باد</w:t>
      </w:r>
      <w:r w:rsidR="007D3118">
        <w:rPr>
          <w:rtl/>
        </w:rPr>
        <w:t xml:space="preserve">، </w:t>
      </w:r>
      <w:r>
        <w:rPr>
          <w:rtl/>
        </w:rPr>
        <w:t>گفتى</w:t>
      </w:r>
      <w:r w:rsidR="007D3118">
        <w:rPr>
          <w:rtl/>
        </w:rPr>
        <w:t xml:space="preserve">: </w:t>
      </w:r>
      <w:r>
        <w:rPr>
          <w:rtl/>
        </w:rPr>
        <w:t>«هر كس كه نيكو به جاى آرد</w:t>
      </w:r>
      <w:r w:rsidR="007D3118">
        <w:rPr>
          <w:rtl/>
        </w:rPr>
        <w:t xml:space="preserve">، </w:t>
      </w:r>
      <w:r>
        <w:rPr>
          <w:rtl/>
        </w:rPr>
        <w:t>ده برابر آن عوض بگيرد</w:t>
      </w:r>
      <w:r w:rsidR="007D3118">
        <w:rPr>
          <w:rtl/>
        </w:rPr>
        <w:t xml:space="preserve">، </w:t>
      </w:r>
      <w:r>
        <w:rPr>
          <w:rtl/>
        </w:rPr>
        <w:t>و هر كس يك كردار زشت به جاى آرد جز به همان اندازه همان نيكى</w:t>
      </w:r>
      <w:r w:rsidR="007D3118">
        <w:rPr>
          <w:rtl/>
        </w:rPr>
        <w:t xml:space="preserve">، </w:t>
      </w:r>
      <w:r>
        <w:rPr>
          <w:rtl/>
        </w:rPr>
        <w:t>كيفر نبيند</w:t>
      </w:r>
      <w:r w:rsidR="007D3118">
        <w:rPr>
          <w:rtl/>
        </w:rPr>
        <w:t xml:space="preserve">. </w:t>
      </w:r>
    </w:p>
    <w:p w:rsidR="00587D34" w:rsidRDefault="00587D34" w:rsidP="00587D34">
      <w:pPr>
        <w:pStyle w:val="libNormal"/>
        <w:rPr>
          <w:rtl/>
        </w:rPr>
      </w:pPr>
      <w:r>
        <w:rPr>
          <w:rtl/>
        </w:rPr>
        <w:t>13</w:t>
      </w:r>
      <w:r w:rsidR="007D3118">
        <w:rPr>
          <w:rtl/>
        </w:rPr>
        <w:t xml:space="preserve">. </w:t>
      </w:r>
      <w:r>
        <w:rPr>
          <w:rtl/>
        </w:rPr>
        <w:t>و گفتى مثل آنها كه مال خود را در راه خدا انفاق ميكنند مانند دانه اى است كه هفت خوشه از آن رويد</w:t>
      </w:r>
      <w:r w:rsidR="007D3118">
        <w:rPr>
          <w:rtl/>
        </w:rPr>
        <w:t xml:space="preserve">، </w:t>
      </w:r>
      <w:r>
        <w:rPr>
          <w:rtl/>
        </w:rPr>
        <w:t>و در هر خوشه صد دانه بود</w:t>
      </w:r>
      <w:r w:rsidR="007D3118">
        <w:rPr>
          <w:rtl/>
        </w:rPr>
        <w:t xml:space="preserve">، </w:t>
      </w:r>
      <w:r>
        <w:rPr>
          <w:rtl/>
        </w:rPr>
        <w:t>و خداى براى هر كس بخواهد آن را چند برابر افزون كند</w:t>
      </w:r>
      <w:r w:rsidR="007D3118">
        <w:rPr>
          <w:rtl/>
        </w:rPr>
        <w:t xml:space="preserve">. </w:t>
      </w:r>
      <w:r>
        <w:rPr>
          <w:rtl/>
        </w:rPr>
        <w:t>و گفتى</w:t>
      </w:r>
      <w:r w:rsidR="007D3118">
        <w:rPr>
          <w:rtl/>
        </w:rPr>
        <w:t xml:space="preserve">: </w:t>
      </w:r>
    </w:p>
    <w:p w:rsidR="00587D34" w:rsidRDefault="00587D34" w:rsidP="00587D34">
      <w:pPr>
        <w:pStyle w:val="libNormal"/>
        <w:rPr>
          <w:rtl/>
        </w:rPr>
      </w:pPr>
      <w:r>
        <w:rPr>
          <w:rtl/>
        </w:rPr>
        <w:t>«كيست به خدا قرض نيكو دهد و خداوند آن را چندين برابر گردند</w:t>
      </w:r>
      <w:r w:rsidR="007D3118">
        <w:rPr>
          <w:rtl/>
        </w:rPr>
        <w:t xml:space="preserve">. </w:t>
      </w:r>
      <w:r>
        <w:rPr>
          <w:rtl/>
        </w:rPr>
        <w:t>» و مانند اين در قرآن بسيار فرستادى و نويد تضاعف حسنات دادى</w:t>
      </w:r>
      <w:r w:rsidR="007D3118">
        <w:rPr>
          <w:rtl/>
        </w:rPr>
        <w:t xml:space="preserve">. </w:t>
      </w:r>
    </w:p>
    <w:p w:rsidR="00587D34" w:rsidRDefault="00587D34" w:rsidP="00587D34">
      <w:pPr>
        <w:pStyle w:val="libNormal"/>
        <w:rPr>
          <w:rtl/>
        </w:rPr>
      </w:pPr>
      <w:r>
        <w:rPr>
          <w:rtl/>
        </w:rPr>
        <w:lastRenderedPageBreak/>
        <w:t>14</w:t>
      </w:r>
      <w:r w:rsidR="007D3118">
        <w:rPr>
          <w:rtl/>
        </w:rPr>
        <w:t xml:space="preserve">. </w:t>
      </w:r>
      <w:r>
        <w:rPr>
          <w:rtl/>
        </w:rPr>
        <w:t>و تو به سخن خود از باطن علم خويش براى ترغيب آنان به چيزى كه سود آنها است بر رازى آگاهشان كردى كه اگر پنهان كرده بودى به چشم نمى ديدند و به گوش نمى شنيدند و انديشه آنها به آن نمى رسد</w:t>
      </w:r>
      <w:r w:rsidR="007D3118">
        <w:rPr>
          <w:rtl/>
        </w:rPr>
        <w:t xml:space="preserve">، </w:t>
      </w:r>
      <w:r>
        <w:rPr>
          <w:rtl/>
        </w:rPr>
        <w:t>گفتى</w:t>
      </w:r>
      <w:r w:rsidR="007D3118">
        <w:rPr>
          <w:rtl/>
        </w:rPr>
        <w:t xml:space="preserve">: </w:t>
      </w:r>
      <w:r>
        <w:rPr>
          <w:rtl/>
        </w:rPr>
        <w:t>«اگر مرا سپاس گزاريد نعمت شما را افزون كنم و اگر ناسپاسى كنيد عذاب من سخت است</w:t>
      </w:r>
      <w:r w:rsidR="007D3118">
        <w:rPr>
          <w:rtl/>
        </w:rPr>
        <w:t xml:space="preserve">. </w:t>
      </w:r>
      <w:r>
        <w:rPr>
          <w:rtl/>
        </w:rPr>
        <w:t>»</w:t>
      </w:r>
    </w:p>
    <w:p w:rsidR="00587D34" w:rsidRDefault="00587D34" w:rsidP="00587D34">
      <w:pPr>
        <w:pStyle w:val="libNormal"/>
        <w:rPr>
          <w:rtl/>
        </w:rPr>
      </w:pPr>
      <w:r>
        <w:rPr>
          <w:rtl/>
        </w:rPr>
        <w:t>15</w:t>
      </w:r>
      <w:r w:rsidR="007D3118">
        <w:rPr>
          <w:rtl/>
        </w:rPr>
        <w:t xml:space="preserve">. </w:t>
      </w:r>
      <w:r>
        <w:rPr>
          <w:rtl/>
        </w:rPr>
        <w:t>و گفتى</w:t>
      </w:r>
      <w:r w:rsidR="007D3118">
        <w:rPr>
          <w:rtl/>
        </w:rPr>
        <w:t xml:space="preserve">: </w:t>
      </w:r>
      <w:r>
        <w:rPr>
          <w:rtl/>
        </w:rPr>
        <w:t>«مرا بخوانيد تا من اجابت شما كنم و اگر سركش باشيد و بندگى من نكنيد زود باشد كه به دوزخ درآييد</w:t>
      </w:r>
      <w:r w:rsidR="007D3118">
        <w:rPr>
          <w:rtl/>
        </w:rPr>
        <w:t xml:space="preserve">. </w:t>
      </w:r>
      <w:r>
        <w:rPr>
          <w:rtl/>
        </w:rPr>
        <w:t>» پس دعاى خود را بندگى خواندى و ترك آن را سركشى نام نهادى كه اگر ترك دعا كنند به خوارى در جهنم روند</w:t>
      </w:r>
      <w:r w:rsidR="007D3118">
        <w:rPr>
          <w:rtl/>
        </w:rPr>
        <w:t xml:space="preserve">. </w:t>
      </w:r>
    </w:p>
    <w:p w:rsidR="00587D34" w:rsidRDefault="00587D34" w:rsidP="00587D34">
      <w:pPr>
        <w:pStyle w:val="libNormal"/>
        <w:rPr>
          <w:rtl/>
        </w:rPr>
      </w:pPr>
      <w:r>
        <w:rPr>
          <w:rtl/>
        </w:rPr>
        <w:t>16</w:t>
      </w:r>
      <w:r w:rsidR="007D3118">
        <w:rPr>
          <w:rtl/>
        </w:rPr>
        <w:t xml:space="preserve">. </w:t>
      </w:r>
      <w:r>
        <w:rPr>
          <w:rtl/>
        </w:rPr>
        <w:t>پس بندگان تو نعمت تو را ياد كردند و فضل تو را سپاس گفتند و مطابق فرمان تو</w:t>
      </w:r>
      <w:r w:rsidR="007D3118">
        <w:rPr>
          <w:rtl/>
        </w:rPr>
        <w:t xml:space="preserve">، </w:t>
      </w:r>
      <w:r>
        <w:rPr>
          <w:rtl/>
        </w:rPr>
        <w:t>تو را خواندند و در راه تو</w:t>
      </w:r>
      <w:r w:rsidR="007D3118">
        <w:rPr>
          <w:rtl/>
        </w:rPr>
        <w:t xml:space="preserve">، </w:t>
      </w:r>
      <w:r>
        <w:rPr>
          <w:rtl/>
        </w:rPr>
        <w:t>صدقه دادند تا نعمت آنها را افزايش ‍ دهى و بدين سبب از خشم تو رهايى يافتند و به خشنودى تو رستگار شدند</w:t>
      </w:r>
      <w:r w:rsidR="007D3118">
        <w:rPr>
          <w:rtl/>
        </w:rPr>
        <w:t xml:space="preserve">. </w:t>
      </w:r>
    </w:p>
    <w:p w:rsidR="00587D34" w:rsidRDefault="00587D34" w:rsidP="00587D34">
      <w:pPr>
        <w:pStyle w:val="libNormal"/>
        <w:rPr>
          <w:rtl/>
        </w:rPr>
      </w:pPr>
      <w:r>
        <w:rPr>
          <w:rtl/>
        </w:rPr>
        <w:t>17</w:t>
      </w:r>
      <w:r w:rsidR="007D3118">
        <w:rPr>
          <w:rtl/>
        </w:rPr>
        <w:t xml:space="preserve">. </w:t>
      </w:r>
      <w:r>
        <w:rPr>
          <w:rtl/>
        </w:rPr>
        <w:t>و اگر يكى از آفريدگان تو ديگرى را راهنمايى كرده بود به مانند آنچه تو آنان را ره نمودى</w:t>
      </w:r>
      <w:r w:rsidR="007D3118">
        <w:rPr>
          <w:rtl/>
        </w:rPr>
        <w:t xml:space="preserve">، </w:t>
      </w:r>
      <w:r>
        <w:rPr>
          <w:rtl/>
        </w:rPr>
        <w:t>سزاوار ستايش بسيار بود و او را به نيكى ياد مى كردند و منت داشتند و به هر زبان ثنا مى گفتند</w:t>
      </w:r>
      <w:r w:rsidR="007D3118">
        <w:rPr>
          <w:rtl/>
        </w:rPr>
        <w:t xml:space="preserve">. </w:t>
      </w:r>
      <w:r>
        <w:rPr>
          <w:rtl/>
        </w:rPr>
        <w:t>پس سپاس تو را به هر طريقى كه توان سپاس تو گفت و به هر لطفى كه شكر تو</w:t>
      </w:r>
      <w:r w:rsidR="007D3118">
        <w:rPr>
          <w:rtl/>
        </w:rPr>
        <w:t xml:space="preserve">، </w:t>
      </w:r>
      <w:r>
        <w:rPr>
          <w:rtl/>
        </w:rPr>
        <w:t>توان گذارد و به هر معنى كه انديشه بدان راه نيابد</w:t>
      </w:r>
      <w:r w:rsidR="007D3118">
        <w:rPr>
          <w:rtl/>
        </w:rPr>
        <w:t xml:space="preserve">. </w:t>
      </w:r>
    </w:p>
    <w:p w:rsidR="00587D34" w:rsidRDefault="00587D34" w:rsidP="00587D34">
      <w:pPr>
        <w:pStyle w:val="libNormal"/>
        <w:rPr>
          <w:rtl/>
        </w:rPr>
      </w:pPr>
      <w:r>
        <w:rPr>
          <w:rtl/>
        </w:rPr>
        <w:t>18</w:t>
      </w:r>
      <w:r w:rsidR="007D3118">
        <w:rPr>
          <w:rtl/>
        </w:rPr>
        <w:t xml:space="preserve">. </w:t>
      </w:r>
      <w:r>
        <w:rPr>
          <w:rtl/>
        </w:rPr>
        <w:t>اى كه به احسان و فضل سزاوار ستايش گشتى و آنان را به نعمت و بخشش فرا گرفتى</w:t>
      </w:r>
      <w:r w:rsidR="007D3118">
        <w:rPr>
          <w:rtl/>
        </w:rPr>
        <w:t xml:space="preserve">، </w:t>
      </w:r>
      <w:r>
        <w:rPr>
          <w:rtl/>
        </w:rPr>
        <w:t>چه بسيار نعمت هاى تو بر ظاهر حال ما پيدا است و عطاى تو بر ما وافر و به احسان خاص تو سزاواريم</w:t>
      </w:r>
      <w:r w:rsidR="007D3118">
        <w:rPr>
          <w:rtl/>
        </w:rPr>
        <w:t xml:space="preserve">. </w:t>
      </w:r>
    </w:p>
    <w:p w:rsidR="00587D34" w:rsidRDefault="00587D34" w:rsidP="00587D34">
      <w:pPr>
        <w:pStyle w:val="libNormal"/>
        <w:rPr>
          <w:rtl/>
        </w:rPr>
      </w:pPr>
      <w:r>
        <w:rPr>
          <w:rtl/>
        </w:rPr>
        <w:lastRenderedPageBreak/>
        <w:t>19</w:t>
      </w:r>
      <w:r w:rsidR="007D3118">
        <w:rPr>
          <w:rtl/>
        </w:rPr>
        <w:t xml:space="preserve">. </w:t>
      </w:r>
      <w:r>
        <w:rPr>
          <w:rtl/>
        </w:rPr>
        <w:t>ما را سوى دين برگزيده خود هدايت فرمودى و به شريعت پسنديده ات راه نمودى و در راه هموار</w:t>
      </w:r>
      <w:r w:rsidR="007D3118">
        <w:rPr>
          <w:rtl/>
        </w:rPr>
        <w:t xml:space="preserve">، </w:t>
      </w:r>
      <w:r>
        <w:rPr>
          <w:rtl/>
        </w:rPr>
        <w:t>سالك گردانيدى و ما را بينا كردى تا به تو تقرب جوييم و به كرامت تو رسيم</w:t>
      </w:r>
      <w:r w:rsidR="007D3118">
        <w:rPr>
          <w:rtl/>
        </w:rPr>
        <w:t xml:space="preserve">. </w:t>
      </w:r>
    </w:p>
    <w:p w:rsidR="00587D34" w:rsidRDefault="00587D34" w:rsidP="00587D34">
      <w:pPr>
        <w:pStyle w:val="libNormal"/>
        <w:rPr>
          <w:rtl/>
        </w:rPr>
      </w:pPr>
      <w:r>
        <w:rPr>
          <w:rtl/>
        </w:rPr>
        <w:t>20</w:t>
      </w:r>
      <w:r w:rsidR="007D3118">
        <w:rPr>
          <w:rtl/>
        </w:rPr>
        <w:t xml:space="preserve">. </w:t>
      </w:r>
      <w:r>
        <w:rPr>
          <w:rtl/>
        </w:rPr>
        <w:t>خدايا تو ماه رمضان را از بزرگترين تكاليف و عظيم ترين واجبات قرار دادى و از ماه هاى ديگر به بركتش مخصوص داشتى و از ساير اوقات برگزيدى و بر همه ازمنه برترى دادى</w:t>
      </w:r>
      <w:r w:rsidR="007D3118">
        <w:rPr>
          <w:rtl/>
        </w:rPr>
        <w:t xml:space="preserve">، </w:t>
      </w:r>
      <w:r>
        <w:rPr>
          <w:rtl/>
        </w:rPr>
        <w:t>چون قرآن و نور هدايت را در اين ماه فرستادى</w:t>
      </w:r>
      <w:r w:rsidR="007D3118">
        <w:rPr>
          <w:rtl/>
        </w:rPr>
        <w:t xml:space="preserve">، </w:t>
      </w:r>
      <w:r>
        <w:rPr>
          <w:rtl/>
        </w:rPr>
        <w:t>و ثواب ايمان را در آن چند برابر كردى</w:t>
      </w:r>
      <w:r w:rsidR="007D3118">
        <w:rPr>
          <w:rtl/>
        </w:rPr>
        <w:t xml:space="preserve">، </w:t>
      </w:r>
      <w:r>
        <w:rPr>
          <w:rtl/>
        </w:rPr>
        <w:t>و روزه را فريضه گردانيده و شب زنده دارى را مرغوب شمردى و شب قدر را بزرگ داشتى كه بهتر از هزار ماه است</w:t>
      </w:r>
      <w:r w:rsidR="007D3118">
        <w:rPr>
          <w:rtl/>
        </w:rPr>
        <w:t xml:space="preserve">. </w:t>
      </w:r>
    </w:p>
    <w:p w:rsidR="00587D34" w:rsidRDefault="00587D34" w:rsidP="00587D34">
      <w:pPr>
        <w:pStyle w:val="libNormal"/>
        <w:rPr>
          <w:rtl/>
        </w:rPr>
      </w:pPr>
      <w:r>
        <w:rPr>
          <w:rtl/>
        </w:rPr>
        <w:t>21</w:t>
      </w:r>
      <w:r w:rsidR="007D3118">
        <w:rPr>
          <w:rtl/>
        </w:rPr>
        <w:t xml:space="preserve">. </w:t>
      </w:r>
      <w:r>
        <w:rPr>
          <w:rtl/>
        </w:rPr>
        <w:t>و ما را بر امم ديگر برگزيدى</w:t>
      </w:r>
      <w:r w:rsidR="007D3118">
        <w:rPr>
          <w:rtl/>
        </w:rPr>
        <w:t xml:space="preserve">، </w:t>
      </w:r>
      <w:r>
        <w:rPr>
          <w:rtl/>
        </w:rPr>
        <w:t>و رمضان را مخصوص ما گردانيدى و فضل اين ماه را به ما عنايت كردى</w:t>
      </w:r>
      <w:r w:rsidR="007D3118">
        <w:rPr>
          <w:rtl/>
        </w:rPr>
        <w:t xml:space="preserve">، </w:t>
      </w:r>
      <w:r>
        <w:rPr>
          <w:rtl/>
        </w:rPr>
        <w:t>نه به اصحاب شرايع ديگر</w:t>
      </w:r>
      <w:r w:rsidR="007D3118">
        <w:rPr>
          <w:rtl/>
        </w:rPr>
        <w:t xml:space="preserve">، </w:t>
      </w:r>
      <w:r>
        <w:rPr>
          <w:rtl/>
        </w:rPr>
        <w:t>پس به فرمان تو روز آن را روزه گرفتيم و به يارى تو شب به پا خاستيم</w:t>
      </w:r>
      <w:r w:rsidR="007D3118">
        <w:rPr>
          <w:rtl/>
        </w:rPr>
        <w:t xml:space="preserve">، </w:t>
      </w:r>
      <w:r>
        <w:rPr>
          <w:rtl/>
        </w:rPr>
        <w:t>بدين روزه و شب زنده دارى ما را در معرض بخشايش خويش آوردى و ما به ريسمان ثواب تو چنگ فرا برديم</w:t>
      </w:r>
      <w:r w:rsidR="007D3118">
        <w:rPr>
          <w:rtl/>
        </w:rPr>
        <w:t xml:space="preserve">، </w:t>
      </w:r>
      <w:r>
        <w:rPr>
          <w:rtl/>
        </w:rPr>
        <w:t>هر كس روى سوى تو آرد اميدش را بر مى آورى و آن كه از فضل تو چيزى خواهد</w:t>
      </w:r>
      <w:r w:rsidR="007D3118">
        <w:rPr>
          <w:rtl/>
        </w:rPr>
        <w:t xml:space="preserve">، </w:t>
      </w:r>
      <w:r>
        <w:rPr>
          <w:rtl/>
        </w:rPr>
        <w:t>بى دريغ مى بخشى و هر كس به تو تقرب جويند تو هم بدو نزديك شوى</w:t>
      </w:r>
      <w:r w:rsidR="007D3118">
        <w:rPr>
          <w:rtl/>
        </w:rPr>
        <w:t xml:space="preserve">. </w:t>
      </w:r>
      <w:r w:rsidRPr="00AA3CBA">
        <w:rPr>
          <w:rStyle w:val="libFootnotenumChar"/>
          <w:rtl/>
        </w:rPr>
        <w:t>(113</w:t>
      </w:r>
      <w:r w:rsidR="007D3118" w:rsidRPr="00AA3CBA">
        <w:rPr>
          <w:rStyle w:val="libFootnotenumChar"/>
          <w:rtl/>
        </w:rPr>
        <w:t>)</w:t>
      </w:r>
    </w:p>
    <w:p w:rsidR="00587D34" w:rsidRDefault="00587D34" w:rsidP="00587D34">
      <w:pPr>
        <w:pStyle w:val="libNormal"/>
        <w:rPr>
          <w:rtl/>
        </w:rPr>
      </w:pPr>
      <w:r>
        <w:rPr>
          <w:rtl/>
        </w:rPr>
        <w:t>22</w:t>
      </w:r>
      <w:r w:rsidR="007D3118">
        <w:rPr>
          <w:rtl/>
        </w:rPr>
        <w:t xml:space="preserve">. </w:t>
      </w:r>
      <w:r>
        <w:rPr>
          <w:rtl/>
        </w:rPr>
        <w:t>اين ماه در ميان ما چندى بماند و خوب همنشينى بود و بهترين سودهاى جهان را براى ما آورد و چون وقت او به سر آمد و مدتش به انجام رسيد و شماره روزهايش پايان يافت</w:t>
      </w:r>
      <w:r w:rsidR="007D3118">
        <w:rPr>
          <w:rtl/>
        </w:rPr>
        <w:t xml:space="preserve">، </w:t>
      </w:r>
      <w:r>
        <w:rPr>
          <w:rtl/>
        </w:rPr>
        <w:t>آهنگ جدايى كرد</w:t>
      </w:r>
      <w:r w:rsidR="007D3118">
        <w:rPr>
          <w:rtl/>
        </w:rPr>
        <w:t xml:space="preserve">. </w:t>
      </w:r>
    </w:p>
    <w:p w:rsidR="00587D34" w:rsidRDefault="00587D34" w:rsidP="00587D34">
      <w:pPr>
        <w:pStyle w:val="libNormal"/>
        <w:rPr>
          <w:rtl/>
        </w:rPr>
      </w:pPr>
      <w:r>
        <w:rPr>
          <w:rtl/>
        </w:rPr>
        <w:t>23</w:t>
      </w:r>
      <w:r w:rsidR="007D3118">
        <w:rPr>
          <w:rtl/>
        </w:rPr>
        <w:t xml:space="preserve">. </w:t>
      </w:r>
      <w:r>
        <w:rPr>
          <w:rtl/>
        </w:rPr>
        <w:t>پس او را بدرود گوييم اما جدايى او بر ما سخت ناگوار است</w:t>
      </w:r>
      <w:r w:rsidR="007D3118">
        <w:rPr>
          <w:rtl/>
        </w:rPr>
        <w:t xml:space="preserve">، </w:t>
      </w:r>
      <w:r>
        <w:rPr>
          <w:rtl/>
        </w:rPr>
        <w:t>بازگشتن او ما را اندوهگين ساخت و به وحشت افكند</w:t>
      </w:r>
      <w:r w:rsidR="007D3118">
        <w:rPr>
          <w:rtl/>
        </w:rPr>
        <w:t xml:space="preserve">، </w:t>
      </w:r>
      <w:r>
        <w:rPr>
          <w:rtl/>
        </w:rPr>
        <w:t>حق صحبت او بر عهده ما بماند و رعايت حرمتش واجب آمد و اداى حقش لازم</w:t>
      </w:r>
      <w:r w:rsidR="007D3118">
        <w:rPr>
          <w:rtl/>
        </w:rPr>
        <w:t xml:space="preserve">، </w:t>
      </w:r>
      <w:r>
        <w:rPr>
          <w:rtl/>
        </w:rPr>
        <w:t xml:space="preserve">پس گوييم سلام بر تو باد! اى ماه بزرگ خداي </w:t>
      </w:r>
      <w:r w:rsidRPr="00AA3CBA">
        <w:rPr>
          <w:rStyle w:val="libFootnotenumChar"/>
          <w:rtl/>
        </w:rPr>
        <w:t>(114</w:t>
      </w:r>
      <w:r w:rsidR="007D3118" w:rsidRPr="00AA3CBA">
        <w:rPr>
          <w:rStyle w:val="libFootnotenumChar"/>
          <w:rtl/>
        </w:rPr>
        <w:t>)</w:t>
      </w:r>
      <w:r>
        <w:rPr>
          <w:rtl/>
        </w:rPr>
        <w:t xml:space="preserve"> و جشن دوستان او</w:t>
      </w:r>
      <w:r w:rsidR="007D3118">
        <w:rPr>
          <w:rtl/>
        </w:rPr>
        <w:t xml:space="preserve">. </w:t>
      </w:r>
    </w:p>
    <w:p w:rsidR="00587D34" w:rsidRDefault="00587D34" w:rsidP="00587D34">
      <w:pPr>
        <w:pStyle w:val="libNormal"/>
        <w:rPr>
          <w:rtl/>
        </w:rPr>
      </w:pPr>
      <w:r>
        <w:rPr>
          <w:rtl/>
        </w:rPr>
        <w:lastRenderedPageBreak/>
        <w:t>24</w:t>
      </w:r>
      <w:r w:rsidR="007D3118">
        <w:rPr>
          <w:rtl/>
        </w:rPr>
        <w:t xml:space="preserve">. </w:t>
      </w:r>
      <w:r>
        <w:rPr>
          <w:rtl/>
        </w:rPr>
        <w:t>سلام بر تو! اى كه در زمانه بهترين همنشين بودى و روز و ساعت هاى تو بهتر از هر ماه ديگر بود</w:t>
      </w:r>
      <w:r w:rsidR="007D3118">
        <w:rPr>
          <w:rtl/>
        </w:rPr>
        <w:t xml:space="preserve">. </w:t>
      </w:r>
    </w:p>
    <w:p w:rsidR="00587D34" w:rsidRDefault="00587D34" w:rsidP="00587D34">
      <w:pPr>
        <w:pStyle w:val="libNormal"/>
        <w:rPr>
          <w:rtl/>
        </w:rPr>
      </w:pPr>
      <w:r>
        <w:rPr>
          <w:rtl/>
        </w:rPr>
        <w:t>25</w:t>
      </w:r>
      <w:r w:rsidR="007D3118">
        <w:rPr>
          <w:rtl/>
        </w:rPr>
        <w:t xml:space="preserve">. </w:t>
      </w:r>
      <w:r>
        <w:rPr>
          <w:rtl/>
        </w:rPr>
        <w:t>سلام بر تو! ماهى بودى كه آرزوها نزديك شد و اعمال خير روايى يافت</w:t>
      </w:r>
      <w:r w:rsidR="007D3118">
        <w:rPr>
          <w:rtl/>
        </w:rPr>
        <w:t xml:space="preserve">. </w:t>
      </w:r>
    </w:p>
    <w:p w:rsidR="00587D34" w:rsidRDefault="00587D34" w:rsidP="00587D34">
      <w:pPr>
        <w:pStyle w:val="libNormal"/>
        <w:rPr>
          <w:rtl/>
        </w:rPr>
      </w:pPr>
      <w:r>
        <w:rPr>
          <w:rtl/>
        </w:rPr>
        <w:t>26</w:t>
      </w:r>
      <w:r w:rsidR="007D3118">
        <w:rPr>
          <w:rtl/>
        </w:rPr>
        <w:t xml:space="preserve">. </w:t>
      </w:r>
      <w:r>
        <w:rPr>
          <w:rtl/>
        </w:rPr>
        <w:t>سلام بر تو! چه ارجمند همدمى بودى تا بودى</w:t>
      </w:r>
      <w:r w:rsidR="007D3118">
        <w:rPr>
          <w:rtl/>
        </w:rPr>
        <w:t xml:space="preserve">، </w:t>
      </w:r>
      <w:r>
        <w:rPr>
          <w:rtl/>
        </w:rPr>
        <w:t>و چه غم انگيز است فراق تو چون از ما جدا شوى</w:t>
      </w:r>
      <w:r w:rsidR="007D3118">
        <w:rPr>
          <w:rtl/>
        </w:rPr>
        <w:t xml:space="preserve">. </w:t>
      </w:r>
      <w:r>
        <w:rPr>
          <w:rtl/>
        </w:rPr>
        <w:t>چه مايه اميدى تو كه فرقتت اين همه دردناك است</w:t>
      </w:r>
      <w:r w:rsidR="007D3118">
        <w:rPr>
          <w:rtl/>
        </w:rPr>
        <w:t xml:space="preserve">. </w:t>
      </w:r>
    </w:p>
    <w:p w:rsidR="00587D34" w:rsidRDefault="00587D34" w:rsidP="00587D34">
      <w:pPr>
        <w:pStyle w:val="libNormal"/>
        <w:rPr>
          <w:rtl/>
        </w:rPr>
      </w:pPr>
      <w:r>
        <w:rPr>
          <w:rtl/>
        </w:rPr>
        <w:t>27</w:t>
      </w:r>
      <w:r w:rsidR="007D3118">
        <w:rPr>
          <w:rtl/>
        </w:rPr>
        <w:t xml:space="preserve">. </w:t>
      </w:r>
      <w:r>
        <w:rPr>
          <w:rtl/>
        </w:rPr>
        <w:t>سلام بر تو! كه يار مونس ما بودى</w:t>
      </w:r>
      <w:r w:rsidR="007D3118">
        <w:rPr>
          <w:rtl/>
        </w:rPr>
        <w:t xml:space="preserve">، </w:t>
      </w:r>
      <w:r>
        <w:rPr>
          <w:rtl/>
        </w:rPr>
        <w:t>آن گاه كه آمدى ما را شاد كردى و اكنون كه مى روى رفتن تو سهمگين و دلخراش است</w:t>
      </w:r>
      <w:r w:rsidR="007D3118">
        <w:rPr>
          <w:rtl/>
        </w:rPr>
        <w:t xml:space="preserve">. </w:t>
      </w:r>
    </w:p>
    <w:p w:rsidR="00587D34" w:rsidRDefault="00587D34" w:rsidP="00587D34">
      <w:pPr>
        <w:pStyle w:val="libNormal"/>
        <w:rPr>
          <w:rtl/>
        </w:rPr>
      </w:pPr>
      <w:r>
        <w:rPr>
          <w:rtl/>
        </w:rPr>
        <w:t>28</w:t>
      </w:r>
      <w:r w:rsidR="007D3118">
        <w:rPr>
          <w:rtl/>
        </w:rPr>
        <w:t xml:space="preserve">. </w:t>
      </w:r>
      <w:r>
        <w:rPr>
          <w:rtl/>
        </w:rPr>
        <w:t>سلام بر تو كه در مجاورت تو دل ها نرم شد و گناهان كاهش يافت</w:t>
      </w:r>
      <w:r w:rsidR="007D3118">
        <w:rPr>
          <w:rtl/>
        </w:rPr>
        <w:t xml:space="preserve">. </w:t>
      </w:r>
    </w:p>
    <w:p w:rsidR="00587D34" w:rsidRDefault="00587D34" w:rsidP="00587D34">
      <w:pPr>
        <w:pStyle w:val="libNormal"/>
        <w:rPr>
          <w:rtl/>
        </w:rPr>
      </w:pPr>
      <w:r>
        <w:rPr>
          <w:rtl/>
        </w:rPr>
        <w:t>29</w:t>
      </w:r>
      <w:r w:rsidR="007D3118">
        <w:rPr>
          <w:rtl/>
        </w:rPr>
        <w:t xml:space="preserve">. </w:t>
      </w:r>
      <w:r>
        <w:rPr>
          <w:rtl/>
        </w:rPr>
        <w:t>سلام بر تو! اى ياورى كه ما را بر شيطان چيره كردى و رفيقى كه راه هاى خير را هموار ساختى</w:t>
      </w:r>
      <w:r w:rsidR="007D3118">
        <w:rPr>
          <w:rtl/>
        </w:rPr>
        <w:t xml:space="preserve">. </w:t>
      </w:r>
    </w:p>
    <w:p w:rsidR="00587D34" w:rsidRDefault="00587D34" w:rsidP="00587D34">
      <w:pPr>
        <w:pStyle w:val="libNormal"/>
        <w:rPr>
          <w:rtl/>
        </w:rPr>
      </w:pPr>
      <w:r>
        <w:rPr>
          <w:rtl/>
        </w:rPr>
        <w:t>30</w:t>
      </w:r>
      <w:r w:rsidR="007D3118">
        <w:rPr>
          <w:rtl/>
        </w:rPr>
        <w:t xml:space="preserve">. </w:t>
      </w:r>
      <w:r>
        <w:rPr>
          <w:rtl/>
        </w:rPr>
        <w:t>سلام بر تو! چه بسيارند آزادشدگان خداوند در تو</w:t>
      </w:r>
      <w:r w:rsidR="007D3118">
        <w:rPr>
          <w:rtl/>
        </w:rPr>
        <w:t xml:space="preserve">؛ </w:t>
      </w:r>
      <w:r>
        <w:rPr>
          <w:rtl/>
        </w:rPr>
        <w:t>و چه نيكبخت است به سبب تو آن كه رعايت حرمت تو كرد</w:t>
      </w:r>
      <w:r w:rsidR="007D3118">
        <w:rPr>
          <w:rtl/>
        </w:rPr>
        <w:t xml:space="preserve">. </w:t>
      </w:r>
    </w:p>
    <w:p w:rsidR="00587D34" w:rsidRDefault="00587D34" w:rsidP="00587D34">
      <w:pPr>
        <w:pStyle w:val="libNormal"/>
        <w:rPr>
          <w:rtl/>
        </w:rPr>
      </w:pPr>
      <w:r>
        <w:rPr>
          <w:rtl/>
        </w:rPr>
        <w:t>31</w:t>
      </w:r>
      <w:r w:rsidR="007D3118">
        <w:rPr>
          <w:rtl/>
        </w:rPr>
        <w:t xml:space="preserve">. </w:t>
      </w:r>
      <w:r>
        <w:rPr>
          <w:rtl/>
        </w:rPr>
        <w:t>سلام بر تو! چه بسيار زنگ گناهان را از صفحه جان ها زدودى و عيب هاى گوناگون را فرو پوشيدى</w:t>
      </w:r>
      <w:r w:rsidR="007D3118">
        <w:rPr>
          <w:rtl/>
        </w:rPr>
        <w:t xml:space="preserve">. </w:t>
      </w:r>
    </w:p>
    <w:p w:rsidR="00587D34" w:rsidRDefault="00587D34" w:rsidP="00587D34">
      <w:pPr>
        <w:pStyle w:val="libNormal"/>
        <w:rPr>
          <w:rtl/>
        </w:rPr>
      </w:pPr>
      <w:r>
        <w:rPr>
          <w:rtl/>
        </w:rPr>
        <w:t>32</w:t>
      </w:r>
      <w:r w:rsidR="007D3118">
        <w:rPr>
          <w:rtl/>
        </w:rPr>
        <w:t xml:space="preserve">. </w:t>
      </w:r>
      <w:r>
        <w:rPr>
          <w:rtl/>
        </w:rPr>
        <w:t>سلام بر تو! گناهكاران را ماندن تو دراز كشيد و در سينه مومنان شكوه تو بسيار ماند</w:t>
      </w:r>
      <w:r w:rsidR="007D3118">
        <w:rPr>
          <w:rtl/>
        </w:rPr>
        <w:t xml:space="preserve">. </w:t>
      </w:r>
    </w:p>
    <w:p w:rsidR="00587D34" w:rsidRDefault="00587D34" w:rsidP="00587D34">
      <w:pPr>
        <w:pStyle w:val="libNormal"/>
        <w:rPr>
          <w:rtl/>
        </w:rPr>
      </w:pPr>
      <w:r>
        <w:rPr>
          <w:rtl/>
        </w:rPr>
        <w:t>33</w:t>
      </w:r>
      <w:r w:rsidR="007D3118">
        <w:rPr>
          <w:rtl/>
        </w:rPr>
        <w:t xml:space="preserve">. </w:t>
      </w:r>
      <w:r>
        <w:rPr>
          <w:rtl/>
        </w:rPr>
        <w:t>سلام بر تو چه ماهى هستى كه روزگار با تو دعوى برابرى نكند</w:t>
      </w:r>
      <w:r w:rsidR="007D3118">
        <w:rPr>
          <w:rtl/>
        </w:rPr>
        <w:t xml:space="preserve">. </w:t>
      </w:r>
    </w:p>
    <w:p w:rsidR="00587D34" w:rsidRDefault="00587D34" w:rsidP="00587D34">
      <w:pPr>
        <w:pStyle w:val="libNormal"/>
        <w:rPr>
          <w:rtl/>
        </w:rPr>
      </w:pPr>
      <w:r>
        <w:rPr>
          <w:rtl/>
        </w:rPr>
        <w:t>34</w:t>
      </w:r>
      <w:r w:rsidR="007D3118">
        <w:rPr>
          <w:rtl/>
        </w:rPr>
        <w:t xml:space="preserve">. </w:t>
      </w:r>
      <w:r>
        <w:rPr>
          <w:rtl/>
        </w:rPr>
        <w:t>سلام بر تو! ماهى بودى كه از هر جهت بى گزند و آزار</w:t>
      </w:r>
      <w:r w:rsidR="007D3118">
        <w:rPr>
          <w:rtl/>
        </w:rPr>
        <w:t xml:space="preserve">. </w:t>
      </w:r>
    </w:p>
    <w:p w:rsidR="00587D34" w:rsidRDefault="00587D34" w:rsidP="00587D34">
      <w:pPr>
        <w:pStyle w:val="libNormal"/>
        <w:rPr>
          <w:rtl/>
        </w:rPr>
      </w:pPr>
      <w:r>
        <w:rPr>
          <w:rtl/>
        </w:rPr>
        <w:t>35</w:t>
      </w:r>
      <w:r w:rsidR="007D3118">
        <w:rPr>
          <w:rtl/>
        </w:rPr>
        <w:t xml:space="preserve">. </w:t>
      </w:r>
      <w:r>
        <w:rPr>
          <w:rtl/>
        </w:rPr>
        <w:t>سلام بر تو! صحبت تو را ناخوش نداشتيم و از همنشينى با تو ناراضى نبوديم</w:t>
      </w:r>
      <w:r w:rsidR="007D3118">
        <w:rPr>
          <w:rtl/>
        </w:rPr>
        <w:t xml:space="preserve">. </w:t>
      </w:r>
    </w:p>
    <w:p w:rsidR="00587D34" w:rsidRDefault="00587D34" w:rsidP="00587D34">
      <w:pPr>
        <w:pStyle w:val="libNormal"/>
        <w:rPr>
          <w:rtl/>
        </w:rPr>
      </w:pPr>
      <w:r>
        <w:rPr>
          <w:rtl/>
        </w:rPr>
        <w:lastRenderedPageBreak/>
        <w:t>36</w:t>
      </w:r>
      <w:r w:rsidR="007D3118">
        <w:rPr>
          <w:rtl/>
        </w:rPr>
        <w:t xml:space="preserve">. </w:t>
      </w:r>
      <w:r>
        <w:rPr>
          <w:rtl/>
        </w:rPr>
        <w:t>سلام بر تو! كه با بركت بسيار آمدى و چرك گناهان را از ما شستى</w:t>
      </w:r>
      <w:r w:rsidR="007D3118">
        <w:rPr>
          <w:rtl/>
        </w:rPr>
        <w:t xml:space="preserve">. </w:t>
      </w:r>
    </w:p>
    <w:p w:rsidR="00587D34" w:rsidRDefault="00587D34" w:rsidP="00587D34">
      <w:pPr>
        <w:pStyle w:val="libNormal"/>
        <w:rPr>
          <w:rtl/>
        </w:rPr>
      </w:pPr>
      <w:r>
        <w:rPr>
          <w:rtl/>
        </w:rPr>
        <w:t>37</w:t>
      </w:r>
      <w:r w:rsidR="007D3118">
        <w:rPr>
          <w:rtl/>
        </w:rPr>
        <w:t xml:space="preserve">. </w:t>
      </w:r>
      <w:r>
        <w:rPr>
          <w:rtl/>
        </w:rPr>
        <w:t>سلام بر تو! تو را بدرود كنيم با آن كه از تو ملول نيستيم</w:t>
      </w:r>
      <w:r w:rsidR="007D3118">
        <w:rPr>
          <w:rtl/>
        </w:rPr>
        <w:t xml:space="preserve">، </w:t>
      </w:r>
      <w:r>
        <w:rPr>
          <w:rtl/>
        </w:rPr>
        <w:t>روزه تو را ترك گوييم اما از آن دلتنگ نباشيم</w:t>
      </w:r>
      <w:r w:rsidR="007D3118">
        <w:rPr>
          <w:rtl/>
        </w:rPr>
        <w:t xml:space="preserve">. </w:t>
      </w:r>
    </w:p>
    <w:p w:rsidR="00587D34" w:rsidRDefault="00587D34" w:rsidP="00587D34">
      <w:pPr>
        <w:pStyle w:val="libNormal"/>
        <w:rPr>
          <w:rtl/>
        </w:rPr>
      </w:pPr>
      <w:r>
        <w:rPr>
          <w:rtl/>
        </w:rPr>
        <w:t>39</w:t>
      </w:r>
      <w:r w:rsidR="007D3118">
        <w:rPr>
          <w:rtl/>
        </w:rPr>
        <w:t xml:space="preserve">. </w:t>
      </w:r>
      <w:r>
        <w:rPr>
          <w:rtl/>
        </w:rPr>
        <w:t>سلام بر تو! كه پيش از آمدن آرزوى تو را داشتيم و پيش از رفتن از مفارقت تو اندوهگين بوديم</w:t>
      </w:r>
      <w:r w:rsidR="007D3118">
        <w:rPr>
          <w:rtl/>
        </w:rPr>
        <w:t xml:space="preserve">. </w:t>
      </w:r>
    </w:p>
    <w:p w:rsidR="00587D34" w:rsidRDefault="00587D34" w:rsidP="00587D34">
      <w:pPr>
        <w:pStyle w:val="libNormal"/>
        <w:rPr>
          <w:rtl/>
        </w:rPr>
      </w:pPr>
      <w:r>
        <w:rPr>
          <w:rtl/>
        </w:rPr>
        <w:t>39</w:t>
      </w:r>
      <w:r w:rsidR="007D3118">
        <w:rPr>
          <w:rtl/>
        </w:rPr>
        <w:t xml:space="preserve">. </w:t>
      </w:r>
      <w:r>
        <w:rPr>
          <w:rtl/>
        </w:rPr>
        <w:t>سلام بر تو! چه بدى ها كه به يمن تو از ما گذشت و چه نيكى ها كه به بركت تو بر ما ريزان شد</w:t>
      </w:r>
      <w:r w:rsidR="007D3118">
        <w:rPr>
          <w:rtl/>
        </w:rPr>
        <w:t xml:space="preserve">. </w:t>
      </w:r>
    </w:p>
    <w:p w:rsidR="00587D34" w:rsidRDefault="00587D34" w:rsidP="00587D34">
      <w:pPr>
        <w:pStyle w:val="libNormal"/>
        <w:rPr>
          <w:rtl/>
        </w:rPr>
      </w:pPr>
      <w:r>
        <w:rPr>
          <w:rtl/>
        </w:rPr>
        <w:t>40</w:t>
      </w:r>
      <w:r w:rsidR="007D3118">
        <w:rPr>
          <w:rtl/>
        </w:rPr>
        <w:t xml:space="preserve">. </w:t>
      </w:r>
      <w:r>
        <w:rPr>
          <w:rtl/>
        </w:rPr>
        <w:t>سلام بر تو! و بر شب قدر كه از هزار ماه بهتر است</w:t>
      </w:r>
      <w:r w:rsidR="007D3118">
        <w:rPr>
          <w:rtl/>
        </w:rPr>
        <w:t xml:space="preserve">. </w:t>
      </w:r>
      <w:r w:rsidRPr="00AA3CBA">
        <w:rPr>
          <w:rStyle w:val="libFootnotenumChar"/>
          <w:rtl/>
        </w:rPr>
        <w:t>(115</w:t>
      </w:r>
      <w:r w:rsidR="007D3118" w:rsidRPr="00AA3CBA">
        <w:rPr>
          <w:rStyle w:val="libFootnotenumChar"/>
          <w:rtl/>
        </w:rPr>
        <w:t>)</w:t>
      </w:r>
    </w:p>
    <w:p w:rsidR="00587D34" w:rsidRDefault="00587D34" w:rsidP="00587D34">
      <w:pPr>
        <w:pStyle w:val="libNormal"/>
        <w:rPr>
          <w:rtl/>
        </w:rPr>
      </w:pPr>
      <w:r>
        <w:rPr>
          <w:rtl/>
        </w:rPr>
        <w:t>41</w:t>
      </w:r>
      <w:r w:rsidR="007D3118">
        <w:rPr>
          <w:rtl/>
        </w:rPr>
        <w:t xml:space="preserve">. </w:t>
      </w:r>
      <w:r>
        <w:rPr>
          <w:rtl/>
        </w:rPr>
        <w:t>سلام بر تو! كه ديروز به تو مشتاق بوديم و فردا آرزوى تو را مى كشيم</w:t>
      </w:r>
      <w:r w:rsidR="007D3118">
        <w:rPr>
          <w:rtl/>
        </w:rPr>
        <w:t xml:space="preserve">. </w:t>
      </w:r>
    </w:p>
    <w:p w:rsidR="00587D34" w:rsidRDefault="00587D34" w:rsidP="00587D34">
      <w:pPr>
        <w:pStyle w:val="libNormal"/>
        <w:rPr>
          <w:rtl/>
        </w:rPr>
      </w:pPr>
      <w:r>
        <w:rPr>
          <w:rtl/>
        </w:rPr>
        <w:t>42</w:t>
      </w:r>
      <w:r w:rsidR="007D3118">
        <w:rPr>
          <w:rtl/>
        </w:rPr>
        <w:t xml:space="preserve">. </w:t>
      </w:r>
      <w:r>
        <w:rPr>
          <w:rtl/>
        </w:rPr>
        <w:t>سلام بر تو! و بر آن نعمت ها كه از آن محروم گشتيم و بركت هاى گذشته كه از ما گرفته شد</w:t>
      </w:r>
      <w:r w:rsidR="007D3118">
        <w:rPr>
          <w:rtl/>
        </w:rPr>
        <w:t xml:space="preserve">. </w:t>
      </w:r>
    </w:p>
    <w:p w:rsidR="00587D34" w:rsidRDefault="00587D34" w:rsidP="00587D34">
      <w:pPr>
        <w:pStyle w:val="libNormal"/>
        <w:rPr>
          <w:rtl/>
        </w:rPr>
      </w:pPr>
      <w:r>
        <w:rPr>
          <w:rtl/>
        </w:rPr>
        <w:t>43</w:t>
      </w:r>
      <w:r w:rsidR="007D3118">
        <w:rPr>
          <w:rtl/>
        </w:rPr>
        <w:t xml:space="preserve">. </w:t>
      </w:r>
      <w:r>
        <w:rPr>
          <w:rtl/>
        </w:rPr>
        <w:t>خداوندا! ما اهل اين ماهيم</w:t>
      </w:r>
      <w:r w:rsidR="007D3118">
        <w:rPr>
          <w:rtl/>
        </w:rPr>
        <w:t xml:space="preserve">، </w:t>
      </w:r>
      <w:r>
        <w:rPr>
          <w:rtl/>
        </w:rPr>
        <w:t>ما را بدين شرف لايق دانستى و توفيق ادراك آن دادى</w:t>
      </w:r>
      <w:r w:rsidR="007D3118">
        <w:rPr>
          <w:rtl/>
        </w:rPr>
        <w:t xml:space="preserve">، </w:t>
      </w:r>
      <w:r>
        <w:rPr>
          <w:rtl/>
        </w:rPr>
        <w:t>در زمانى كه بدبختان قدر آن را نشناختند و به بدبختى از فضيلت آن محروم گشتند</w:t>
      </w:r>
      <w:r w:rsidR="007D3118">
        <w:rPr>
          <w:rtl/>
        </w:rPr>
        <w:t xml:space="preserve">. </w:t>
      </w:r>
    </w:p>
    <w:p w:rsidR="00587D34" w:rsidRDefault="00587D34" w:rsidP="00587D34">
      <w:pPr>
        <w:pStyle w:val="libNormal"/>
        <w:rPr>
          <w:rtl/>
        </w:rPr>
      </w:pPr>
      <w:r>
        <w:rPr>
          <w:rtl/>
        </w:rPr>
        <w:t>44</w:t>
      </w:r>
      <w:r w:rsidR="007D3118">
        <w:rPr>
          <w:rtl/>
        </w:rPr>
        <w:t xml:space="preserve">. </w:t>
      </w:r>
      <w:r>
        <w:rPr>
          <w:rtl/>
        </w:rPr>
        <w:t>تويى كه معرفت آن را مخصوص ما گردانيدى و به سنن آن ما را هدايت فرمودى</w:t>
      </w:r>
      <w:r w:rsidR="007D3118">
        <w:rPr>
          <w:rtl/>
        </w:rPr>
        <w:t xml:space="preserve">، </w:t>
      </w:r>
      <w:r>
        <w:rPr>
          <w:rtl/>
        </w:rPr>
        <w:t>با آن كه كوتاهى كرديم اما به توفيق تو روزه گرفتيم و شب ها به عبادت برخاستيم و اندكى از بسيار حق آن را ادا كرديم</w:t>
      </w:r>
      <w:r w:rsidR="007D3118">
        <w:rPr>
          <w:rtl/>
        </w:rPr>
        <w:t xml:space="preserve">. </w:t>
      </w:r>
    </w:p>
    <w:p w:rsidR="00587D34" w:rsidRDefault="00587D34" w:rsidP="00587D34">
      <w:pPr>
        <w:pStyle w:val="libNormal"/>
        <w:rPr>
          <w:rtl/>
        </w:rPr>
      </w:pPr>
      <w:r>
        <w:rPr>
          <w:rtl/>
        </w:rPr>
        <w:t>45</w:t>
      </w:r>
      <w:r w:rsidR="007D3118">
        <w:rPr>
          <w:rtl/>
        </w:rPr>
        <w:t xml:space="preserve">. </w:t>
      </w:r>
      <w:r>
        <w:rPr>
          <w:rtl/>
        </w:rPr>
        <w:t>خدايا تو را حمد مى گوييم و به بدكردارى خود اقرار كنيم و به تباهكارى اعتراف داريم</w:t>
      </w:r>
      <w:r w:rsidR="007D3118">
        <w:rPr>
          <w:rtl/>
        </w:rPr>
        <w:t xml:space="preserve">. </w:t>
      </w:r>
      <w:r>
        <w:rPr>
          <w:rtl/>
        </w:rPr>
        <w:t>در دل با تو پيمان توبه بنديم</w:t>
      </w:r>
      <w:r w:rsidR="007D3118">
        <w:rPr>
          <w:rtl/>
        </w:rPr>
        <w:t xml:space="preserve">، </w:t>
      </w:r>
      <w:r>
        <w:rPr>
          <w:rtl/>
        </w:rPr>
        <w:t>پس با آن همه تقصير و كوتاهى اجر ما را كامل عطا كن تا فضائلى كه دوست داشتيم و از دست ما به در رفت</w:t>
      </w:r>
      <w:r w:rsidR="007D3118">
        <w:rPr>
          <w:rtl/>
        </w:rPr>
        <w:t xml:space="preserve">، </w:t>
      </w:r>
      <w:r>
        <w:rPr>
          <w:rtl/>
        </w:rPr>
        <w:t>تدارك كنيم و عوض آن ذخاير گوناگون كه آرزومند بوديم و بدان نرسيديم باز يابيم</w:t>
      </w:r>
      <w:r w:rsidR="007D3118">
        <w:rPr>
          <w:rtl/>
        </w:rPr>
        <w:t xml:space="preserve">. </w:t>
      </w:r>
    </w:p>
    <w:p w:rsidR="00587D34" w:rsidRDefault="00587D34" w:rsidP="00587D34">
      <w:pPr>
        <w:pStyle w:val="libNormal"/>
        <w:rPr>
          <w:rtl/>
        </w:rPr>
      </w:pPr>
      <w:r>
        <w:rPr>
          <w:rtl/>
        </w:rPr>
        <w:lastRenderedPageBreak/>
        <w:t>46</w:t>
      </w:r>
      <w:r w:rsidR="007D3118">
        <w:rPr>
          <w:rtl/>
        </w:rPr>
        <w:t xml:space="preserve">. </w:t>
      </w:r>
      <w:r>
        <w:rPr>
          <w:rtl/>
        </w:rPr>
        <w:t>و آن چه از حق تو تقصير كرده ايم عذر ما بپذير و عمر ما را به ماه رمضان آينده برسان و چون رسانيدى ما را يارى كن تا عبادتى كه سزاوار تو است به جاى آريم و به طاعتى كه در خور بزرگى تو است شب ها برخيزيم و از اعمال نيكو آن اندازه بر دست ما جارى كن كه يك ماهه وظيفه دو ماه را ادا كنيم</w:t>
      </w:r>
      <w:r w:rsidR="007D3118">
        <w:rPr>
          <w:rtl/>
        </w:rPr>
        <w:t xml:space="preserve">. </w:t>
      </w:r>
    </w:p>
    <w:p w:rsidR="00587D34" w:rsidRDefault="00587D34" w:rsidP="00587D34">
      <w:pPr>
        <w:pStyle w:val="libNormal"/>
        <w:rPr>
          <w:rtl/>
        </w:rPr>
      </w:pPr>
      <w:r>
        <w:rPr>
          <w:rtl/>
        </w:rPr>
        <w:t>47</w:t>
      </w:r>
      <w:r w:rsidR="007D3118">
        <w:rPr>
          <w:rtl/>
        </w:rPr>
        <w:t xml:space="preserve">. </w:t>
      </w:r>
      <w:r>
        <w:rPr>
          <w:rtl/>
        </w:rPr>
        <w:t>خداوندا! اگر در اين ماه اتفاقا نافرمانى كرده</w:t>
      </w:r>
      <w:r w:rsidR="007D3118">
        <w:rPr>
          <w:rtl/>
        </w:rPr>
        <w:t xml:space="preserve">، </w:t>
      </w:r>
      <w:r>
        <w:rPr>
          <w:rtl/>
        </w:rPr>
        <w:t>گناهانى مرتكب شده يا خطايى نموديم به عمد يا به فراموشى و بر خويش ستم كرديم يا حرمت ديگرى را نگاه نداشتيم</w:t>
      </w:r>
      <w:r w:rsidR="007D3118">
        <w:rPr>
          <w:rtl/>
        </w:rPr>
        <w:t xml:space="preserve">، </w:t>
      </w:r>
      <w:r>
        <w:rPr>
          <w:rtl/>
        </w:rPr>
        <w:t>پس درود بر محمد و آل او فرست و ما را به پرده عفو بپوش به رحمت خود از ما در گذر و ما را در پيش چشم آنها كه از بدبختى ما شاد مى گردند رسوا مساز</w:t>
      </w:r>
      <w:r w:rsidR="007D3118">
        <w:rPr>
          <w:rtl/>
        </w:rPr>
        <w:t xml:space="preserve">، </w:t>
      </w:r>
      <w:r>
        <w:rPr>
          <w:rtl/>
        </w:rPr>
        <w:t>و زبان طعنه زنان را بر ما دراز مكن و به مهر بى پايان و فضل كاهش ناپذير خود ما را به كارى وادار كه گناه ما بريزد و هر چه را از ما نمى پسندى فرو پوشيد</w:t>
      </w:r>
      <w:r w:rsidR="007D3118">
        <w:rPr>
          <w:rtl/>
        </w:rPr>
        <w:t xml:space="preserve">. </w:t>
      </w:r>
    </w:p>
    <w:p w:rsidR="00587D34" w:rsidRDefault="00587D34" w:rsidP="00587D34">
      <w:pPr>
        <w:pStyle w:val="libNormal"/>
        <w:rPr>
          <w:rtl/>
        </w:rPr>
      </w:pPr>
      <w:r>
        <w:rPr>
          <w:rtl/>
        </w:rPr>
        <w:t>48</w:t>
      </w:r>
      <w:r w:rsidR="007D3118">
        <w:rPr>
          <w:rtl/>
        </w:rPr>
        <w:t xml:space="preserve">. </w:t>
      </w:r>
      <w:r>
        <w:rPr>
          <w:rtl/>
        </w:rPr>
        <w:t>خدايا درود بر محمد و آل او فرست</w:t>
      </w:r>
      <w:r w:rsidR="007D3118">
        <w:rPr>
          <w:rtl/>
        </w:rPr>
        <w:t xml:space="preserve">، </w:t>
      </w:r>
      <w:r>
        <w:rPr>
          <w:rtl/>
        </w:rPr>
        <w:t>و مصيبت ما را در فراق اين ماه تدارك كن و عيد فطر را بر ما فرخنده ساز</w:t>
      </w:r>
      <w:r w:rsidR="007D3118">
        <w:rPr>
          <w:rtl/>
        </w:rPr>
        <w:t xml:space="preserve">، </w:t>
      </w:r>
      <w:r>
        <w:rPr>
          <w:rtl/>
        </w:rPr>
        <w:t>و آن را بهترين روز گردان كه بر ما گذرد</w:t>
      </w:r>
      <w:r w:rsidR="007D3118">
        <w:rPr>
          <w:rtl/>
        </w:rPr>
        <w:t xml:space="preserve">، </w:t>
      </w:r>
      <w:r>
        <w:rPr>
          <w:rtl/>
        </w:rPr>
        <w:t>بيشتر از هر وقت عفو تو را سوى ما كشاند و گناه ما را ببرد</w:t>
      </w:r>
      <w:r w:rsidR="007D3118">
        <w:rPr>
          <w:rtl/>
        </w:rPr>
        <w:t xml:space="preserve">، </w:t>
      </w:r>
      <w:r>
        <w:rPr>
          <w:rtl/>
        </w:rPr>
        <w:t>گناهان پنهان و آشكار ما را بيامرز</w:t>
      </w:r>
      <w:r w:rsidR="007D3118">
        <w:rPr>
          <w:rtl/>
        </w:rPr>
        <w:t xml:space="preserve">. </w:t>
      </w:r>
    </w:p>
    <w:p w:rsidR="00587D34" w:rsidRDefault="00587D34" w:rsidP="00587D34">
      <w:pPr>
        <w:pStyle w:val="libNormal"/>
        <w:rPr>
          <w:rtl/>
        </w:rPr>
      </w:pPr>
      <w:r>
        <w:rPr>
          <w:rtl/>
        </w:rPr>
        <w:t>49</w:t>
      </w:r>
      <w:r w:rsidR="007D3118">
        <w:rPr>
          <w:rtl/>
        </w:rPr>
        <w:t xml:space="preserve">. </w:t>
      </w:r>
      <w:r>
        <w:rPr>
          <w:rtl/>
        </w:rPr>
        <w:t>خدايا! چون اين ماه به سلخ رسد گناهان ما را نيز سلخ كن</w:t>
      </w:r>
      <w:r w:rsidR="007D3118">
        <w:rPr>
          <w:rtl/>
        </w:rPr>
        <w:t xml:space="preserve">، </w:t>
      </w:r>
      <w:r>
        <w:rPr>
          <w:rtl/>
        </w:rPr>
        <w:t>و به رفتن اين ماه بدى هاى ما را نيز ببر</w:t>
      </w:r>
      <w:r w:rsidR="007D3118">
        <w:rPr>
          <w:rtl/>
        </w:rPr>
        <w:t xml:space="preserve">، </w:t>
      </w:r>
      <w:r>
        <w:rPr>
          <w:rtl/>
        </w:rPr>
        <w:t>و ما را از نيكبخت ترين و با نصيب ترين و بهره مندترين مردم گردان</w:t>
      </w:r>
      <w:r w:rsidR="007D3118">
        <w:rPr>
          <w:rtl/>
        </w:rPr>
        <w:t xml:space="preserve">. </w:t>
      </w:r>
    </w:p>
    <w:p w:rsidR="00587D34" w:rsidRDefault="00587D34" w:rsidP="00587D34">
      <w:pPr>
        <w:pStyle w:val="libNormal"/>
        <w:rPr>
          <w:rtl/>
        </w:rPr>
      </w:pPr>
      <w:r>
        <w:rPr>
          <w:rtl/>
        </w:rPr>
        <w:t>50</w:t>
      </w:r>
      <w:r w:rsidR="007D3118">
        <w:rPr>
          <w:rtl/>
        </w:rPr>
        <w:t xml:space="preserve">. </w:t>
      </w:r>
      <w:r>
        <w:rPr>
          <w:rtl/>
        </w:rPr>
        <w:t>خدايا هر كس اين ماه را چنان كه بايد رعايت كرد</w:t>
      </w:r>
      <w:r w:rsidR="007D3118">
        <w:rPr>
          <w:rtl/>
        </w:rPr>
        <w:t xml:space="preserve">، </w:t>
      </w:r>
      <w:r>
        <w:rPr>
          <w:rtl/>
        </w:rPr>
        <w:t>و حرمت آن را چنان كه شايد نگاهداشت</w:t>
      </w:r>
      <w:r w:rsidR="007D3118">
        <w:rPr>
          <w:rtl/>
        </w:rPr>
        <w:t xml:space="preserve">، </w:t>
      </w:r>
      <w:r>
        <w:rPr>
          <w:rtl/>
        </w:rPr>
        <w:t>به وظايف آن نيك بايستاد و از گناهان به راستى پرهيز كرد</w:t>
      </w:r>
      <w:r w:rsidR="007D3118">
        <w:rPr>
          <w:rtl/>
        </w:rPr>
        <w:t xml:space="preserve">، </w:t>
      </w:r>
      <w:r>
        <w:rPr>
          <w:rtl/>
        </w:rPr>
        <w:t>و سوى تو به طاعتى تقرب جست كه موجب خشنودى تو گشت</w:t>
      </w:r>
      <w:r w:rsidR="007D3118">
        <w:rPr>
          <w:rtl/>
        </w:rPr>
        <w:t xml:space="preserve">، </w:t>
      </w:r>
      <w:r>
        <w:rPr>
          <w:rtl/>
        </w:rPr>
        <w:t xml:space="preserve">و </w:t>
      </w:r>
      <w:r>
        <w:rPr>
          <w:rtl/>
        </w:rPr>
        <w:lastRenderedPageBreak/>
        <w:t>بخشايش تو را سوى خود كشيد</w:t>
      </w:r>
      <w:r w:rsidR="007D3118">
        <w:rPr>
          <w:rtl/>
        </w:rPr>
        <w:t xml:space="preserve">، </w:t>
      </w:r>
      <w:r>
        <w:rPr>
          <w:rtl/>
        </w:rPr>
        <w:t>پس ما را به قدرت خود مانند آن ده و به فضل خود چندين برابر عطا كن كه سرچشمه فضل تو هرگز خشك نشود</w:t>
      </w:r>
      <w:r w:rsidR="007D3118">
        <w:rPr>
          <w:rtl/>
        </w:rPr>
        <w:t xml:space="preserve">، </w:t>
      </w:r>
      <w:r>
        <w:rPr>
          <w:rtl/>
        </w:rPr>
        <w:t>و گنج كرم تو كاهش نيابد بلكه پيوسته ريزان باشد و كان حسان تو به پايان نرسد</w:t>
      </w:r>
      <w:r w:rsidR="007D3118">
        <w:rPr>
          <w:rtl/>
        </w:rPr>
        <w:t xml:space="preserve">، </w:t>
      </w:r>
      <w:r>
        <w:rPr>
          <w:rtl/>
        </w:rPr>
        <w:t>و عطاى تو گوارنده باشد</w:t>
      </w:r>
      <w:r w:rsidR="007D3118">
        <w:rPr>
          <w:rtl/>
        </w:rPr>
        <w:t xml:space="preserve">. </w:t>
      </w:r>
    </w:p>
    <w:p w:rsidR="00587D34" w:rsidRDefault="00587D34" w:rsidP="00587D34">
      <w:pPr>
        <w:pStyle w:val="libNormal"/>
        <w:rPr>
          <w:rtl/>
        </w:rPr>
      </w:pPr>
      <w:r>
        <w:rPr>
          <w:rtl/>
        </w:rPr>
        <w:t>51</w:t>
      </w:r>
      <w:r w:rsidR="007D3118">
        <w:rPr>
          <w:rtl/>
        </w:rPr>
        <w:t xml:space="preserve">. </w:t>
      </w:r>
      <w:r>
        <w:rPr>
          <w:rtl/>
        </w:rPr>
        <w:t>خدايا درود بر محمد و آل او فرست</w:t>
      </w:r>
      <w:r w:rsidR="007D3118">
        <w:rPr>
          <w:rtl/>
        </w:rPr>
        <w:t xml:space="preserve">، </w:t>
      </w:r>
      <w:r>
        <w:rPr>
          <w:rtl/>
        </w:rPr>
        <w:t>و هر كس تا روز قيامت اين ماه را روزه دارد و تو را عبادت كند</w:t>
      </w:r>
      <w:r w:rsidR="007D3118">
        <w:rPr>
          <w:rtl/>
        </w:rPr>
        <w:t xml:space="preserve">، </w:t>
      </w:r>
      <w:r>
        <w:rPr>
          <w:rtl/>
        </w:rPr>
        <w:t>براى ما به اندازه ثواب او مقرر دار و بنويس</w:t>
      </w:r>
      <w:r w:rsidR="007D3118">
        <w:rPr>
          <w:rtl/>
        </w:rPr>
        <w:t xml:space="preserve">. </w:t>
      </w:r>
    </w:p>
    <w:p w:rsidR="00587D34" w:rsidRDefault="00587D34" w:rsidP="00587D34">
      <w:pPr>
        <w:pStyle w:val="libNormal"/>
        <w:rPr>
          <w:rtl/>
        </w:rPr>
      </w:pPr>
      <w:r>
        <w:rPr>
          <w:rtl/>
        </w:rPr>
        <w:t>52</w:t>
      </w:r>
      <w:r w:rsidR="007D3118">
        <w:rPr>
          <w:rtl/>
        </w:rPr>
        <w:t xml:space="preserve">. </w:t>
      </w:r>
      <w:r>
        <w:rPr>
          <w:rtl/>
        </w:rPr>
        <w:t>خدايا در اين روز فطر كه آن را براى مؤمنان روز جشن و شادى</w:t>
      </w:r>
      <w:r w:rsidR="007D3118">
        <w:rPr>
          <w:rtl/>
        </w:rPr>
        <w:t xml:space="preserve">، </w:t>
      </w:r>
      <w:r>
        <w:rPr>
          <w:rtl/>
        </w:rPr>
        <w:t>و براى دينداران هنگام اجتماع و انس گردانيدى</w:t>
      </w:r>
      <w:r w:rsidR="007D3118">
        <w:rPr>
          <w:rtl/>
        </w:rPr>
        <w:t xml:space="preserve">، </w:t>
      </w:r>
      <w:r>
        <w:rPr>
          <w:rtl/>
        </w:rPr>
        <w:t>از هر گناهى كه مرتكب شديم</w:t>
      </w:r>
      <w:r w:rsidR="007D3118">
        <w:rPr>
          <w:rtl/>
        </w:rPr>
        <w:t xml:space="preserve">، </w:t>
      </w:r>
      <w:r>
        <w:rPr>
          <w:rtl/>
        </w:rPr>
        <w:t>يا هر بدى كه پيشتر از ما صادر گشت و هر انديشه زشت كه در ضمير ما گذشت سوى تو توبه كنيم</w:t>
      </w:r>
      <w:r w:rsidR="007D3118">
        <w:rPr>
          <w:rtl/>
        </w:rPr>
        <w:t xml:space="preserve">، </w:t>
      </w:r>
      <w:r>
        <w:rPr>
          <w:rtl/>
        </w:rPr>
        <w:t>توبه اى پاك و خالص از شك و شبهه و آن را از ما بپذير و راضى باش و ما را بر ما استوار بدار</w:t>
      </w:r>
      <w:r w:rsidR="007D3118">
        <w:rPr>
          <w:rtl/>
        </w:rPr>
        <w:t xml:space="preserve">. </w:t>
      </w:r>
    </w:p>
    <w:p w:rsidR="00587D34" w:rsidRDefault="00587D34" w:rsidP="00587D34">
      <w:pPr>
        <w:pStyle w:val="libNormal"/>
        <w:rPr>
          <w:rtl/>
        </w:rPr>
      </w:pPr>
      <w:r>
        <w:rPr>
          <w:rtl/>
        </w:rPr>
        <w:t>53</w:t>
      </w:r>
      <w:r w:rsidR="007D3118">
        <w:rPr>
          <w:rtl/>
        </w:rPr>
        <w:t xml:space="preserve">. </w:t>
      </w:r>
      <w:r>
        <w:rPr>
          <w:rtl/>
        </w:rPr>
        <w:t>خدايا! بيم عقاب در دل ما افكن و شوق ثواب موعود را نصيب ما كن</w:t>
      </w:r>
      <w:r w:rsidR="007D3118">
        <w:rPr>
          <w:rtl/>
        </w:rPr>
        <w:t xml:space="preserve">، </w:t>
      </w:r>
      <w:r>
        <w:rPr>
          <w:rtl/>
        </w:rPr>
        <w:t>تا لذّت اين دعاها را دريابيم و از عذاب تو نستجير بك</w:t>
      </w:r>
      <w:r w:rsidR="007D3118">
        <w:rPr>
          <w:rtl/>
        </w:rPr>
        <w:t xml:space="preserve">، </w:t>
      </w:r>
      <w:r>
        <w:rPr>
          <w:rtl/>
        </w:rPr>
        <w:t>هراسناك باشيم</w:t>
      </w:r>
      <w:r w:rsidR="007D3118">
        <w:rPr>
          <w:rtl/>
        </w:rPr>
        <w:t xml:space="preserve">. </w:t>
      </w:r>
    </w:p>
    <w:p w:rsidR="00587D34" w:rsidRDefault="00587D34" w:rsidP="00587D34">
      <w:pPr>
        <w:pStyle w:val="libNormal"/>
        <w:rPr>
          <w:rtl/>
        </w:rPr>
      </w:pPr>
      <w:r>
        <w:rPr>
          <w:rtl/>
        </w:rPr>
        <w:t>54</w:t>
      </w:r>
      <w:r w:rsidR="007D3118">
        <w:rPr>
          <w:rtl/>
        </w:rPr>
        <w:t xml:space="preserve">. </w:t>
      </w:r>
      <w:r>
        <w:rPr>
          <w:rtl/>
        </w:rPr>
        <w:t>ما را از زمره تائبان شمر كه محبت خويش را درباره آنان لازم فرمودى</w:t>
      </w:r>
      <w:r w:rsidR="007D3118">
        <w:rPr>
          <w:rtl/>
        </w:rPr>
        <w:t xml:space="preserve">، </w:t>
      </w:r>
      <w:r>
        <w:rPr>
          <w:rtl/>
        </w:rPr>
        <w:t>و بازگشت به طاعت را از آنان پذيرفتى يا اعدل العادلين</w:t>
      </w:r>
      <w:r w:rsidR="007D3118">
        <w:rPr>
          <w:rtl/>
        </w:rPr>
        <w:t xml:space="preserve">. </w:t>
      </w:r>
    </w:p>
    <w:p w:rsidR="00587D34" w:rsidRDefault="00587D34" w:rsidP="00587D34">
      <w:pPr>
        <w:pStyle w:val="libNormal"/>
        <w:rPr>
          <w:rtl/>
        </w:rPr>
      </w:pPr>
      <w:r>
        <w:rPr>
          <w:rtl/>
        </w:rPr>
        <w:t>55</w:t>
      </w:r>
      <w:r w:rsidR="007D3118">
        <w:rPr>
          <w:rtl/>
        </w:rPr>
        <w:t xml:space="preserve">. </w:t>
      </w:r>
      <w:r>
        <w:rPr>
          <w:rtl/>
        </w:rPr>
        <w:t>خدايا! از گناه پدران و مادران و اهل دين ما بگذر</w:t>
      </w:r>
      <w:r w:rsidR="007D3118">
        <w:rPr>
          <w:rtl/>
        </w:rPr>
        <w:t xml:space="preserve">، </w:t>
      </w:r>
      <w:r>
        <w:rPr>
          <w:rtl/>
        </w:rPr>
        <w:t>هر كس در گذشته و هر كه خواهد آمد تا روز قيامت</w:t>
      </w:r>
      <w:r w:rsidR="007D3118">
        <w:rPr>
          <w:rtl/>
        </w:rPr>
        <w:t xml:space="preserve">. </w:t>
      </w:r>
    </w:p>
    <w:p w:rsidR="00587D34" w:rsidRDefault="00587D34" w:rsidP="00587D34">
      <w:pPr>
        <w:pStyle w:val="libNormal"/>
        <w:rPr>
          <w:rtl/>
        </w:rPr>
      </w:pPr>
      <w:r>
        <w:rPr>
          <w:rtl/>
        </w:rPr>
        <w:t>56</w:t>
      </w:r>
      <w:r w:rsidR="007D3118">
        <w:rPr>
          <w:rtl/>
        </w:rPr>
        <w:t xml:space="preserve">. </w:t>
      </w:r>
      <w:r>
        <w:rPr>
          <w:rtl/>
        </w:rPr>
        <w:t>خدايا بر محمد پيغمبر ما و بر خاندان او درود فرست چنان كه بر فرشتگان مقرّب فرستادى</w:t>
      </w:r>
      <w:r w:rsidR="007D3118">
        <w:rPr>
          <w:rtl/>
        </w:rPr>
        <w:t xml:space="preserve">، </w:t>
      </w:r>
      <w:r>
        <w:rPr>
          <w:rtl/>
        </w:rPr>
        <w:t>و بر او و آل او درود فرست چنان كه بر بندگان شايسته خود فرستادى</w:t>
      </w:r>
      <w:r w:rsidR="007D3118">
        <w:rPr>
          <w:rtl/>
        </w:rPr>
        <w:t xml:space="preserve">، </w:t>
      </w:r>
      <w:r>
        <w:rPr>
          <w:rtl/>
        </w:rPr>
        <w:t>و بهتر از آن ها اى پروردگار جهانيان</w:t>
      </w:r>
      <w:r w:rsidR="007D3118">
        <w:rPr>
          <w:rtl/>
        </w:rPr>
        <w:t xml:space="preserve">، </w:t>
      </w:r>
      <w:r w:rsidRPr="00AA3CBA">
        <w:rPr>
          <w:rStyle w:val="libFootnotenumChar"/>
          <w:rtl/>
        </w:rPr>
        <w:t>(116</w:t>
      </w:r>
      <w:r w:rsidR="007D3118" w:rsidRPr="00AA3CBA">
        <w:rPr>
          <w:rStyle w:val="libFootnotenumChar"/>
          <w:rtl/>
        </w:rPr>
        <w:t>)</w:t>
      </w:r>
      <w:r>
        <w:rPr>
          <w:rtl/>
        </w:rPr>
        <w:t xml:space="preserve"> درودى كه بركت آن به ما رسد</w:t>
      </w:r>
      <w:r w:rsidR="007D3118">
        <w:rPr>
          <w:rtl/>
        </w:rPr>
        <w:t xml:space="preserve">، </w:t>
      </w:r>
      <w:r>
        <w:rPr>
          <w:rtl/>
        </w:rPr>
        <w:t>و سود آن عايد ما شود</w:t>
      </w:r>
      <w:r w:rsidR="007D3118">
        <w:rPr>
          <w:rtl/>
        </w:rPr>
        <w:t xml:space="preserve">، </w:t>
      </w:r>
      <w:r>
        <w:rPr>
          <w:rtl/>
        </w:rPr>
        <w:t>و دعاى ما مستجاب گردد</w:t>
      </w:r>
      <w:r w:rsidR="007D3118">
        <w:rPr>
          <w:rtl/>
        </w:rPr>
        <w:t xml:space="preserve">، </w:t>
      </w:r>
      <w:r>
        <w:rPr>
          <w:rtl/>
        </w:rPr>
        <w:t>اى بزرگوارترين كس كه همه روى به تو آرند</w:t>
      </w:r>
      <w:r w:rsidR="007D3118">
        <w:rPr>
          <w:rtl/>
        </w:rPr>
        <w:t xml:space="preserve">، </w:t>
      </w:r>
      <w:r>
        <w:rPr>
          <w:rtl/>
        </w:rPr>
        <w:t xml:space="preserve">و كارگزارنده ترين كس كه همه </w:t>
      </w:r>
      <w:r>
        <w:rPr>
          <w:rtl/>
        </w:rPr>
        <w:lastRenderedPageBreak/>
        <w:t>توكل بر تو كنند و بخشنده ترين كس كه هر چيز از فضل تو خواهند و تو بر هر چيز توانايى</w:t>
      </w:r>
      <w:r w:rsidR="007D3118">
        <w:rPr>
          <w:rtl/>
        </w:rPr>
        <w:t xml:space="preserve">. </w:t>
      </w:r>
    </w:p>
    <w:p w:rsidR="00587D34" w:rsidRDefault="00C46FA9" w:rsidP="004C63D0">
      <w:pPr>
        <w:pStyle w:val="Heading2"/>
        <w:rPr>
          <w:rtl/>
        </w:rPr>
      </w:pPr>
      <w:r>
        <w:br w:type="page"/>
      </w:r>
      <w:bookmarkStart w:id="96" w:name="_Toc394915225"/>
      <w:r w:rsidR="00AA3CBA">
        <w:lastRenderedPageBreak/>
        <w:t>46</w:t>
      </w:r>
      <w:r w:rsidR="00AA3CBA">
        <w:rPr>
          <w:rtl/>
        </w:rPr>
        <w:t xml:space="preserve"> وَ كَانَ مِنْ دُعَائِهِ عَلَيْهِ السَّلامُ فِى يَوْمِ الْفِطْرِ</w:t>
      </w:r>
      <w:bookmarkEnd w:id="96"/>
    </w:p>
    <w:p w:rsidR="00587D34" w:rsidRDefault="00587D34" w:rsidP="00587D34">
      <w:pPr>
        <w:pStyle w:val="libNormal"/>
        <w:rPr>
          <w:rtl/>
        </w:rPr>
      </w:pPr>
      <w:r>
        <w:rPr>
          <w:rtl/>
        </w:rPr>
        <w:t>إِذَا انْصَرَفَ مِنْ صَلاتِهِ قَامَ قَائِما ثُمَّ اسْتَقْبَلَ الْقِبْلَةَ</w:t>
      </w:r>
      <w:r w:rsidR="007D3118">
        <w:rPr>
          <w:rtl/>
        </w:rPr>
        <w:t xml:space="preserve">، </w:t>
      </w:r>
      <w:r>
        <w:rPr>
          <w:rtl/>
        </w:rPr>
        <w:t>وَ فِى يَوْمِ الْجُمُعَةِ</w:t>
      </w:r>
      <w:r w:rsidR="007D3118">
        <w:rPr>
          <w:rtl/>
        </w:rPr>
        <w:t xml:space="preserve">، </w:t>
      </w:r>
      <w:r>
        <w:rPr>
          <w:rtl/>
        </w:rPr>
        <w:t>فَقَالَ</w:t>
      </w:r>
      <w:r w:rsidR="007D3118">
        <w:rPr>
          <w:rtl/>
        </w:rPr>
        <w:t xml:space="preserve">: ) </w:t>
      </w:r>
    </w:p>
    <w:p w:rsidR="00587D34" w:rsidRDefault="00587D34" w:rsidP="00587D34">
      <w:pPr>
        <w:pStyle w:val="libNormal"/>
        <w:rPr>
          <w:rtl/>
        </w:rPr>
      </w:pPr>
      <w:r>
        <w:rPr>
          <w:rtl/>
        </w:rPr>
        <w:t>(1</w:t>
      </w:r>
      <w:r w:rsidR="007D3118">
        <w:rPr>
          <w:rtl/>
        </w:rPr>
        <w:t xml:space="preserve">) </w:t>
      </w:r>
      <w:r>
        <w:rPr>
          <w:rtl/>
        </w:rPr>
        <w:t>يَا مَنْ يَرْحَمُ مَنْ لا يَرْحَمُهُ الْعِبَادُ</w:t>
      </w:r>
    </w:p>
    <w:p w:rsidR="00587D34" w:rsidRDefault="00587D34" w:rsidP="00587D34">
      <w:pPr>
        <w:pStyle w:val="libNormal"/>
        <w:rPr>
          <w:rtl/>
        </w:rPr>
      </w:pPr>
      <w:r>
        <w:rPr>
          <w:rtl/>
        </w:rPr>
        <w:t>(2</w:t>
      </w:r>
      <w:r w:rsidR="007D3118">
        <w:rPr>
          <w:rtl/>
        </w:rPr>
        <w:t xml:space="preserve">) </w:t>
      </w:r>
      <w:r>
        <w:rPr>
          <w:rtl/>
        </w:rPr>
        <w:t>وَ يَا مَنْ يَقْبَلُ مَنْ لا تَقْبَلُهُ الْبِلادُ</w:t>
      </w:r>
    </w:p>
    <w:p w:rsidR="00587D34" w:rsidRDefault="00587D34" w:rsidP="00587D34">
      <w:pPr>
        <w:pStyle w:val="libNormal"/>
        <w:rPr>
          <w:rtl/>
        </w:rPr>
      </w:pPr>
      <w:r>
        <w:rPr>
          <w:rtl/>
        </w:rPr>
        <w:t>(3</w:t>
      </w:r>
      <w:r w:rsidR="007D3118">
        <w:rPr>
          <w:rtl/>
        </w:rPr>
        <w:t xml:space="preserve">) </w:t>
      </w:r>
      <w:r>
        <w:rPr>
          <w:rtl/>
        </w:rPr>
        <w:t>وَ يَا مَنْ لا يَحْتَقِرُ أَهْلَ الْحَاجَةِ إِلَيْهِ</w:t>
      </w:r>
    </w:p>
    <w:p w:rsidR="00587D34" w:rsidRDefault="00587D34" w:rsidP="00587D34">
      <w:pPr>
        <w:pStyle w:val="libNormal"/>
        <w:rPr>
          <w:rtl/>
        </w:rPr>
      </w:pPr>
      <w:r>
        <w:rPr>
          <w:rtl/>
        </w:rPr>
        <w:t>(4</w:t>
      </w:r>
      <w:r w:rsidR="007D3118">
        <w:rPr>
          <w:rtl/>
        </w:rPr>
        <w:t xml:space="preserve">) </w:t>
      </w:r>
      <w:r>
        <w:rPr>
          <w:rtl/>
        </w:rPr>
        <w:t>وَ يَا مَنْ لا يُخَيِّبُ الْمُلِحِّينَ عَلَيْهِ</w:t>
      </w:r>
      <w:r w:rsidR="007D3118">
        <w:rPr>
          <w:rtl/>
        </w:rPr>
        <w:t xml:space="preserve">. </w:t>
      </w:r>
    </w:p>
    <w:p w:rsidR="00587D34" w:rsidRDefault="00587D34" w:rsidP="00587D34">
      <w:pPr>
        <w:pStyle w:val="libNormal"/>
        <w:rPr>
          <w:rtl/>
        </w:rPr>
      </w:pPr>
      <w:r>
        <w:rPr>
          <w:rtl/>
        </w:rPr>
        <w:t>(5</w:t>
      </w:r>
      <w:r w:rsidR="007D3118">
        <w:rPr>
          <w:rtl/>
        </w:rPr>
        <w:t xml:space="preserve">) </w:t>
      </w:r>
      <w:r>
        <w:rPr>
          <w:rtl/>
        </w:rPr>
        <w:t>وَ يَا مَنْ لا يَجْبَهُ بِالرَّدِّ أَهْلَ الدَّالَّةِ عَلَيْهِ</w:t>
      </w:r>
    </w:p>
    <w:p w:rsidR="00587D34" w:rsidRDefault="00587D34" w:rsidP="00587D34">
      <w:pPr>
        <w:pStyle w:val="libNormal"/>
        <w:rPr>
          <w:rtl/>
        </w:rPr>
      </w:pPr>
      <w:r>
        <w:rPr>
          <w:rtl/>
        </w:rPr>
        <w:t>(6</w:t>
      </w:r>
      <w:r w:rsidR="007D3118">
        <w:rPr>
          <w:rtl/>
        </w:rPr>
        <w:t xml:space="preserve">) </w:t>
      </w:r>
      <w:r>
        <w:rPr>
          <w:rtl/>
        </w:rPr>
        <w:t>وَ يَا مَنْ يَجْتَبِى صَغِيرَ مَا يُتْحَفُ بِهِ</w:t>
      </w:r>
      <w:r w:rsidR="007D3118">
        <w:rPr>
          <w:rtl/>
        </w:rPr>
        <w:t xml:space="preserve">، </w:t>
      </w:r>
      <w:r>
        <w:rPr>
          <w:rtl/>
        </w:rPr>
        <w:t>وَ يَشْكُرُ يَسِيرَ مَا يُعْمَلُ لَهُ</w:t>
      </w:r>
      <w:r w:rsidR="007D3118">
        <w:rPr>
          <w:rtl/>
        </w:rPr>
        <w:t xml:space="preserve">. </w:t>
      </w:r>
    </w:p>
    <w:p w:rsidR="00587D34" w:rsidRDefault="00587D34" w:rsidP="00587D34">
      <w:pPr>
        <w:pStyle w:val="libNormal"/>
        <w:rPr>
          <w:rtl/>
        </w:rPr>
      </w:pPr>
      <w:r>
        <w:rPr>
          <w:rtl/>
        </w:rPr>
        <w:t>(7</w:t>
      </w:r>
      <w:r w:rsidR="007D3118">
        <w:rPr>
          <w:rtl/>
        </w:rPr>
        <w:t xml:space="preserve">) </w:t>
      </w:r>
      <w:r>
        <w:rPr>
          <w:rtl/>
        </w:rPr>
        <w:t>وَ يَا مَنْ يَشْكُرُ عَلَى الْقَلِيلِ وَ يُجَازِى بِالْجَلِيلِ</w:t>
      </w:r>
    </w:p>
    <w:p w:rsidR="00587D34" w:rsidRDefault="00587D34" w:rsidP="00587D34">
      <w:pPr>
        <w:pStyle w:val="libNormal"/>
        <w:rPr>
          <w:rtl/>
        </w:rPr>
      </w:pPr>
      <w:r>
        <w:rPr>
          <w:rtl/>
        </w:rPr>
        <w:t>(8</w:t>
      </w:r>
      <w:r w:rsidR="007D3118">
        <w:rPr>
          <w:rtl/>
        </w:rPr>
        <w:t xml:space="preserve">) </w:t>
      </w:r>
      <w:r>
        <w:rPr>
          <w:rtl/>
        </w:rPr>
        <w:t>وَ يَا مَنْ يَدْنُو إِلَى مَنْ دَنَا مِنْهُ</w:t>
      </w:r>
      <w:r w:rsidR="007D3118">
        <w:rPr>
          <w:rtl/>
        </w:rPr>
        <w:t xml:space="preserve">. </w:t>
      </w:r>
    </w:p>
    <w:p w:rsidR="00587D34" w:rsidRDefault="00587D34" w:rsidP="00587D34">
      <w:pPr>
        <w:pStyle w:val="libNormal"/>
        <w:rPr>
          <w:rtl/>
        </w:rPr>
      </w:pPr>
      <w:r>
        <w:rPr>
          <w:rtl/>
        </w:rPr>
        <w:t>(9</w:t>
      </w:r>
      <w:r w:rsidR="007D3118">
        <w:rPr>
          <w:rtl/>
        </w:rPr>
        <w:t xml:space="preserve">) </w:t>
      </w:r>
      <w:r>
        <w:rPr>
          <w:rtl/>
        </w:rPr>
        <w:t>وَ يَا مَنْ يَدْعُو إِلَى نَفْسِهِ مَنْ أَدْبَرَ عَنْهُ</w:t>
      </w:r>
      <w:r w:rsidR="007D3118">
        <w:rPr>
          <w:rtl/>
        </w:rPr>
        <w:t xml:space="preserve">. </w:t>
      </w:r>
    </w:p>
    <w:p w:rsidR="00587D34" w:rsidRDefault="00587D34" w:rsidP="00587D34">
      <w:pPr>
        <w:pStyle w:val="libNormal"/>
        <w:rPr>
          <w:rtl/>
        </w:rPr>
      </w:pPr>
      <w:r>
        <w:rPr>
          <w:rtl/>
        </w:rPr>
        <w:t>(10</w:t>
      </w:r>
      <w:r w:rsidR="007D3118">
        <w:rPr>
          <w:rtl/>
        </w:rPr>
        <w:t xml:space="preserve">) </w:t>
      </w:r>
      <w:r>
        <w:rPr>
          <w:rtl/>
        </w:rPr>
        <w:t>وَ يَا مَنْ لا يُغَيِّرُ النِّعْمَةَ</w:t>
      </w:r>
      <w:r w:rsidR="007D3118">
        <w:rPr>
          <w:rtl/>
        </w:rPr>
        <w:t xml:space="preserve">، </w:t>
      </w:r>
      <w:r>
        <w:rPr>
          <w:rtl/>
        </w:rPr>
        <w:t>وَ لا يُبَادِرُ بِالنَّقِمَةِ</w:t>
      </w:r>
      <w:r w:rsidR="007D3118">
        <w:rPr>
          <w:rtl/>
        </w:rPr>
        <w:t xml:space="preserve">. </w:t>
      </w:r>
    </w:p>
    <w:p w:rsidR="00587D34" w:rsidRDefault="00587D34" w:rsidP="00587D34">
      <w:pPr>
        <w:pStyle w:val="libNormal"/>
        <w:rPr>
          <w:rtl/>
        </w:rPr>
      </w:pPr>
      <w:r>
        <w:rPr>
          <w:rtl/>
        </w:rPr>
        <w:t>(11</w:t>
      </w:r>
      <w:r w:rsidR="007D3118">
        <w:rPr>
          <w:rtl/>
        </w:rPr>
        <w:t xml:space="preserve">) </w:t>
      </w:r>
      <w:r>
        <w:rPr>
          <w:rtl/>
        </w:rPr>
        <w:t>وَ يَا مَنْ يُثْمِرُ الْحَسَنَةَ حَتَّى يُنْمِيَهَا</w:t>
      </w:r>
      <w:r w:rsidR="007D3118">
        <w:rPr>
          <w:rtl/>
        </w:rPr>
        <w:t xml:space="preserve">، </w:t>
      </w:r>
      <w:r>
        <w:rPr>
          <w:rtl/>
        </w:rPr>
        <w:t>وَ يَتَجَاوَزُ عَنِ السَّيِّئَةِ حَتَّى يُعَفِّيَهَا</w:t>
      </w:r>
      <w:r w:rsidR="007D3118">
        <w:rPr>
          <w:rtl/>
        </w:rPr>
        <w:t xml:space="preserve">. </w:t>
      </w:r>
    </w:p>
    <w:p w:rsidR="00587D34" w:rsidRDefault="00587D34" w:rsidP="00587D34">
      <w:pPr>
        <w:pStyle w:val="libNormal"/>
        <w:rPr>
          <w:rtl/>
        </w:rPr>
      </w:pPr>
      <w:r>
        <w:rPr>
          <w:rtl/>
        </w:rPr>
        <w:t>(12</w:t>
      </w:r>
      <w:r w:rsidR="007D3118">
        <w:rPr>
          <w:rtl/>
        </w:rPr>
        <w:t xml:space="preserve">) </w:t>
      </w:r>
      <w:r>
        <w:rPr>
          <w:rtl/>
        </w:rPr>
        <w:t>انْصَرَفَتِ الاْمَالُ دُونَ مَدَى كَرَمِكَ بِالْحَاجَاتِ</w:t>
      </w:r>
      <w:r w:rsidR="007D3118">
        <w:rPr>
          <w:rtl/>
        </w:rPr>
        <w:t xml:space="preserve">، </w:t>
      </w:r>
      <w:r>
        <w:rPr>
          <w:rtl/>
        </w:rPr>
        <w:t>وَ امْتَلَأَتْ بِفَيْضِ جُودِكَ أَوْعِيَةُ الطَّلِبَاتِ</w:t>
      </w:r>
      <w:r w:rsidR="007D3118">
        <w:rPr>
          <w:rtl/>
        </w:rPr>
        <w:t xml:space="preserve">، </w:t>
      </w:r>
      <w:r>
        <w:rPr>
          <w:rtl/>
        </w:rPr>
        <w:t>وَ تَفَسَّخَتْ دُونَ بُلُوغِ نَعْتِكَ الصِّفَاتُ</w:t>
      </w:r>
      <w:r w:rsidR="007D3118">
        <w:rPr>
          <w:rtl/>
        </w:rPr>
        <w:t xml:space="preserve">، </w:t>
      </w:r>
      <w:r>
        <w:rPr>
          <w:rtl/>
        </w:rPr>
        <w:t>فَلَكَ الْعُلُوُّ الْأَعْلَى فَوْقَ كُلِّ عَالٍ</w:t>
      </w:r>
      <w:r w:rsidR="007D3118">
        <w:rPr>
          <w:rtl/>
        </w:rPr>
        <w:t xml:space="preserve">، </w:t>
      </w:r>
      <w:r>
        <w:rPr>
          <w:rtl/>
        </w:rPr>
        <w:t>وَ الْجَلالُ الْأَمْجَدُ فَوْقَ كُلِّ جَلالٍ</w:t>
      </w:r>
      <w:r w:rsidR="007D3118">
        <w:rPr>
          <w:rtl/>
        </w:rPr>
        <w:t xml:space="preserve">. </w:t>
      </w:r>
    </w:p>
    <w:p w:rsidR="00587D34" w:rsidRDefault="00587D34" w:rsidP="00587D34">
      <w:pPr>
        <w:pStyle w:val="libNormal"/>
        <w:rPr>
          <w:rtl/>
        </w:rPr>
      </w:pPr>
      <w:r>
        <w:rPr>
          <w:rtl/>
        </w:rPr>
        <w:t>(13</w:t>
      </w:r>
      <w:r w:rsidR="007D3118">
        <w:rPr>
          <w:rtl/>
        </w:rPr>
        <w:t xml:space="preserve">) </w:t>
      </w:r>
      <w:r>
        <w:rPr>
          <w:rtl/>
        </w:rPr>
        <w:t>كُلُّ جَلِيلٍ عِنْدَكَ صَغِيرٌ</w:t>
      </w:r>
      <w:r w:rsidR="007D3118">
        <w:rPr>
          <w:rtl/>
        </w:rPr>
        <w:t xml:space="preserve">، </w:t>
      </w:r>
      <w:r>
        <w:rPr>
          <w:rtl/>
        </w:rPr>
        <w:t>وَ كُلُّ شَرِيفٍ فِى جَنْبِ شَرَفِكَ حَقِيرٌ</w:t>
      </w:r>
      <w:r w:rsidR="007D3118">
        <w:rPr>
          <w:rtl/>
        </w:rPr>
        <w:t xml:space="preserve">، </w:t>
      </w:r>
      <w:r>
        <w:rPr>
          <w:rtl/>
        </w:rPr>
        <w:t>خَابَ الْوَافِدُونَ عَلَى غَيْرِكَ</w:t>
      </w:r>
      <w:r w:rsidR="007D3118">
        <w:rPr>
          <w:rtl/>
        </w:rPr>
        <w:t xml:space="preserve">، </w:t>
      </w:r>
      <w:r>
        <w:rPr>
          <w:rtl/>
        </w:rPr>
        <w:t>وَ خَسِرَ الْمُتَعَرِّضُونَ إِلا لَكَ</w:t>
      </w:r>
      <w:r w:rsidR="007D3118">
        <w:rPr>
          <w:rtl/>
        </w:rPr>
        <w:t xml:space="preserve">، </w:t>
      </w:r>
      <w:r>
        <w:rPr>
          <w:rtl/>
        </w:rPr>
        <w:t>وَ ضَاعَ الْمُلِمُّونَ إِلا بِكَ</w:t>
      </w:r>
      <w:r w:rsidR="007D3118">
        <w:rPr>
          <w:rtl/>
        </w:rPr>
        <w:t xml:space="preserve">، </w:t>
      </w:r>
      <w:r>
        <w:rPr>
          <w:rtl/>
        </w:rPr>
        <w:t>وَ أَجْدَبَ الْمُنْتَجِعُونَ إِلا مَنِ انْتَجَعَ فَضْلَكَ</w:t>
      </w:r>
    </w:p>
    <w:p w:rsidR="00587D34" w:rsidRDefault="00587D34" w:rsidP="00587D34">
      <w:pPr>
        <w:pStyle w:val="libNormal"/>
        <w:rPr>
          <w:rtl/>
        </w:rPr>
      </w:pPr>
      <w:r>
        <w:rPr>
          <w:rtl/>
        </w:rPr>
        <w:t>(14</w:t>
      </w:r>
      <w:r w:rsidR="007D3118">
        <w:rPr>
          <w:rtl/>
        </w:rPr>
        <w:t xml:space="preserve">) </w:t>
      </w:r>
      <w:r>
        <w:rPr>
          <w:rtl/>
        </w:rPr>
        <w:t>بَابُكَ مَفْتُوحٌ لِلرَّاغِبِينَ</w:t>
      </w:r>
      <w:r w:rsidR="007D3118">
        <w:rPr>
          <w:rtl/>
        </w:rPr>
        <w:t xml:space="preserve">، </w:t>
      </w:r>
      <w:r>
        <w:rPr>
          <w:rtl/>
        </w:rPr>
        <w:t>وَ جُودُكَ مُبَاحٌ لِلسَّائِلِينَ</w:t>
      </w:r>
      <w:r w:rsidR="007D3118">
        <w:rPr>
          <w:rtl/>
        </w:rPr>
        <w:t xml:space="preserve">، </w:t>
      </w:r>
      <w:r>
        <w:rPr>
          <w:rtl/>
        </w:rPr>
        <w:t>وَ إِغَاثَتُكَ قَرِيبَةٌ مِنَ الْمُسْتَغِيثِينَ</w:t>
      </w:r>
      <w:r w:rsidR="007D3118">
        <w:rPr>
          <w:rtl/>
        </w:rPr>
        <w:t xml:space="preserve">. </w:t>
      </w:r>
    </w:p>
    <w:p w:rsidR="00587D34" w:rsidRDefault="00587D34" w:rsidP="00587D34">
      <w:pPr>
        <w:pStyle w:val="libNormal"/>
        <w:rPr>
          <w:rtl/>
        </w:rPr>
      </w:pPr>
      <w:r>
        <w:rPr>
          <w:rtl/>
        </w:rPr>
        <w:lastRenderedPageBreak/>
        <w:t>(15</w:t>
      </w:r>
      <w:r w:rsidR="007D3118">
        <w:rPr>
          <w:rtl/>
        </w:rPr>
        <w:t xml:space="preserve">) </w:t>
      </w:r>
      <w:r>
        <w:rPr>
          <w:rtl/>
        </w:rPr>
        <w:t>لا يَخِيبُ مِنْكَ الاْمِلُونَ</w:t>
      </w:r>
      <w:r w:rsidR="007D3118">
        <w:rPr>
          <w:rtl/>
        </w:rPr>
        <w:t xml:space="preserve">، </w:t>
      </w:r>
      <w:r>
        <w:rPr>
          <w:rtl/>
        </w:rPr>
        <w:t>وَ لا يَيْأَسُ مِنْ عَطَائِكَ الْمُتَعَرِّضُونَ</w:t>
      </w:r>
      <w:r w:rsidR="007D3118">
        <w:rPr>
          <w:rtl/>
        </w:rPr>
        <w:t xml:space="preserve">، </w:t>
      </w:r>
      <w:r>
        <w:rPr>
          <w:rtl/>
        </w:rPr>
        <w:t>وَ لا يَشْقَى بِنَقِمَتِكَ الْمُسْتَغْفِرُونَ</w:t>
      </w:r>
      <w:r w:rsidR="007D3118">
        <w:rPr>
          <w:rtl/>
        </w:rPr>
        <w:t xml:space="preserve">. </w:t>
      </w:r>
    </w:p>
    <w:p w:rsidR="00587D34" w:rsidRDefault="00587D34" w:rsidP="00587D34">
      <w:pPr>
        <w:pStyle w:val="libNormal"/>
        <w:rPr>
          <w:rtl/>
        </w:rPr>
      </w:pPr>
      <w:r>
        <w:rPr>
          <w:rtl/>
        </w:rPr>
        <w:t>(16</w:t>
      </w:r>
      <w:r w:rsidR="007D3118">
        <w:rPr>
          <w:rtl/>
        </w:rPr>
        <w:t xml:space="preserve">) </w:t>
      </w:r>
      <w:r>
        <w:rPr>
          <w:rtl/>
        </w:rPr>
        <w:t>رِزْقُكَ مَبْسُوطٌ لِمَنْ عَصَاكَ</w:t>
      </w:r>
      <w:r w:rsidR="007D3118">
        <w:rPr>
          <w:rtl/>
        </w:rPr>
        <w:t xml:space="preserve">، </w:t>
      </w:r>
      <w:r>
        <w:rPr>
          <w:rtl/>
        </w:rPr>
        <w:t>وَ حِلْمُكَ مُعْتَرِضٌ لِمَنْ نَاوَاكَ</w:t>
      </w:r>
      <w:r w:rsidR="007D3118">
        <w:rPr>
          <w:rtl/>
        </w:rPr>
        <w:t xml:space="preserve">، </w:t>
      </w:r>
      <w:r>
        <w:rPr>
          <w:rtl/>
        </w:rPr>
        <w:t>عَادَتُكَ الْإِحْسَانُ إِلَى الْمُسِيئِينَ</w:t>
      </w:r>
      <w:r w:rsidR="007D3118">
        <w:rPr>
          <w:rtl/>
        </w:rPr>
        <w:t xml:space="preserve">، </w:t>
      </w:r>
      <w:r>
        <w:rPr>
          <w:rtl/>
        </w:rPr>
        <w:t>وَ سُنَّتُكَ الْإِبْقَاءُ عَلَى الْمُعْتَدِينَ حَتَّى لَقَدْ غَرَّتْهُمْ أَنَاتُكَ عَنِ الرُّجُوعِ</w:t>
      </w:r>
      <w:r w:rsidR="007D3118">
        <w:rPr>
          <w:rtl/>
        </w:rPr>
        <w:t xml:space="preserve">، </w:t>
      </w:r>
      <w:r>
        <w:rPr>
          <w:rtl/>
        </w:rPr>
        <w:t>وَ صَدَّهُمْ إِمْهَالُكَ عَنِ النُّزُوعِ</w:t>
      </w:r>
      <w:r w:rsidR="007D3118">
        <w:rPr>
          <w:rtl/>
        </w:rPr>
        <w:t xml:space="preserve">. </w:t>
      </w:r>
    </w:p>
    <w:p w:rsidR="00587D34" w:rsidRDefault="00587D34" w:rsidP="00587D34">
      <w:pPr>
        <w:pStyle w:val="libNormal"/>
        <w:rPr>
          <w:rtl/>
        </w:rPr>
      </w:pPr>
      <w:r>
        <w:rPr>
          <w:rtl/>
        </w:rPr>
        <w:t>(17</w:t>
      </w:r>
      <w:r w:rsidR="007D3118">
        <w:rPr>
          <w:rtl/>
        </w:rPr>
        <w:t xml:space="preserve">) </w:t>
      </w:r>
      <w:r>
        <w:rPr>
          <w:rtl/>
        </w:rPr>
        <w:t>وَ إِنَّمَا تَأَنَّيْتَ بِهِمْ لِيَفِيئُوا إِلَى أَمْرِكَ</w:t>
      </w:r>
      <w:r w:rsidR="007D3118">
        <w:rPr>
          <w:rtl/>
        </w:rPr>
        <w:t xml:space="preserve">، </w:t>
      </w:r>
      <w:r>
        <w:rPr>
          <w:rtl/>
        </w:rPr>
        <w:t>وَ أَمْهَلْتَهُمْ ثِقَةً بِدَوَامِ مُلْكِكَ</w:t>
      </w:r>
      <w:r w:rsidR="007D3118">
        <w:rPr>
          <w:rtl/>
        </w:rPr>
        <w:t xml:space="preserve">، </w:t>
      </w:r>
      <w:r>
        <w:rPr>
          <w:rtl/>
        </w:rPr>
        <w:t>فَمَنْ كَانَ مِنْ أَهْلِ السَّعَادَةِ خَتَمْتَ لَهُ بِهَا</w:t>
      </w:r>
      <w:r w:rsidR="007D3118">
        <w:rPr>
          <w:rtl/>
        </w:rPr>
        <w:t xml:space="preserve">، </w:t>
      </w:r>
      <w:r>
        <w:rPr>
          <w:rtl/>
        </w:rPr>
        <w:t>وَ مَنْ كَانَ مِنْ أَهْلِ الشَّقَاوَةِ خَذَلْتَهُ لَهَا</w:t>
      </w:r>
      <w:r w:rsidR="007D3118">
        <w:rPr>
          <w:rtl/>
        </w:rPr>
        <w:t xml:space="preserve">. </w:t>
      </w:r>
    </w:p>
    <w:p w:rsidR="00587D34" w:rsidRDefault="00587D34" w:rsidP="00587D34">
      <w:pPr>
        <w:pStyle w:val="libNormal"/>
        <w:rPr>
          <w:rtl/>
        </w:rPr>
      </w:pPr>
      <w:r>
        <w:rPr>
          <w:rtl/>
        </w:rPr>
        <w:t>(18</w:t>
      </w:r>
      <w:r w:rsidR="007D3118">
        <w:rPr>
          <w:rtl/>
        </w:rPr>
        <w:t xml:space="preserve">) </w:t>
      </w:r>
      <w:r>
        <w:rPr>
          <w:rtl/>
        </w:rPr>
        <w:t>كُلُّهُمْ صَائِرُونَ</w:t>
      </w:r>
      <w:r w:rsidR="007D3118">
        <w:rPr>
          <w:rtl/>
        </w:rPr>
        <w:t xml:space="preserve">، </w:t>
      </w:r>
      <w:r>
        <w:rPr>
          <w:rtl/>
        </w:rPr>
        <w:t>إِلَى حُكْمِكَ</w:t>
      </w:r>
      <w:r w:rsidR="007D3118">
        <w:rPr>
          <w:rtl/>
        </w:rPr>
        <w:t xml:space="preserve">، </w:t>
      </w:r>
      <w:r>
        <w:rPr>
          <w:rtl/>
        </w:rPr>
        <w:t>وَ أَمُورُهُمْ آئِلَةٌ إِلَى أَمْرِكَ</w:t>
      </w:r>
      <w:r w:rsidR="007D3118">
        <w:rPr>
          <w:rtl/>
        </w:rPr>
        <w:t xml:space="preserve">، </w:t>
      </w:r>
      <w:r>
        <w:rPr>
          <w:rtl/>
        </w:rPr>
        <w:t>لَمْ يَهِنْ عَلَى طُولِ مُدَّتِهِمْ سُلْطَانُكَ</w:t>
      </w:r>
      <w:r w:rsidR="007D3118">
        <w:rPr>
          <w:rtl/>
        </w:rPr>
        <w:t xml:space="preserve">، </w:t>
      </w:r>
      <w:r>
        <w:rPr>
          <w:rtl/>
        </w:rPr>
        <w:t>وَ لَمْ يَدْحَضْ لِتَرْكِ مُعَاجَلَتِهِمْ بُرْهَانُكَ</w:t>
      </w:r>
      <w:r w:rsidR="007D3118">
        <w:rPr>
          <w:rtl/>
        </w:rPr>
        <w:t xml:space="preserve">. </w:t>
      </w:r>
    </w:p>
    <w:p w:rsidR="00587D34" w:rsidRDefault="00587D34" w:rsidP="00587D34">
      <w:pPr>
        <w:pStyle w:val="libNormal"/>
        <w:rPr>
          <w:rtl/>
        </w:rPr>
      </w:pPr>
      <w:r>
        <w:rPr>
          <w:rtl/>
        </w:rPr>
        <w:t>(19</w:t>
      </w:r>
      <w:r w:rsidR="007D3118">
        <w:rPr>
          <w:rtl/>
        </w:rPr>
        <w:t xml:space="preserve">) </w:t>
      </w:r>
      <w:r>
        <w:rPr>
          <w:rtl/>
        </w:rPr>
        <w:t>حُجَّتُكَ قَائِمَةٌ لا تُدْحَضُ</w:t>
      </w:r>
      <w:r w:rsidR="007D3118">
        <w:rPr>
          <w:rtl/>
        </w:rPr>
        <w:t xml:space="preserve">، </w:t>
      </w:r>
      <w:r>
        <w:rPr>
          <w:rtl/>
        </w:rPr>
        <w:t>وَ سُلْطَانُكَ ثَابِتٌ لا يَزُولُ</w:t>
      </w:r>
      <w:r w:rsidR="007D3118">
        <w:rPr>
          <w:rtl/>
        </w:rPr>
        <w:t xml:space="preserve">، </w:t>
      </w:r>
      <w:r>
        <w:rPr>
          <w:rtl/>
        </w:rPr>
        <w:t>فَالْوَيْلُ الدَّائِمُ لِمَنْ جَنَحَ عَنْكَ</w:t>
      </w:r>
      <w:r w:rsidR="007D3118">
        <w:rPr>
          <w:rtl/>
        </w:rPr>
        <w:t xml:space="preserve">، </w:t>
      </w:r>
      <w:r>
        <w:rPr>
          <w:rtl/>
        </w:rPr>
        <w:t>وَ الْخَيْبَةُ الْخَاذِلَةُ لِمَنْ خَابَ مِنْكَ</w:t>
      </w:r>
      <w:r w:rsidR="007D3118">
        <w:rPr>
          <w:rtl/>
        </w:rPr>
        <w:t xml:space="preserve">، </w:t>
      </w:r>
      <w:r>
        <w:rPr>
          <w:rtl/>
        </w:rPr>
        <w:t>وَ الشَّقَاءُ الْأَشْقَى لِمَنِ اغْتَرَّ بِكَ</w:t>
      </w:r>
      <w:r w:rsidR="007D3118">
        <w:rPr>
          <w:rtl/>
        </w:rPr>
        <w:t xml:space="preserve">. </w:t>
      </w:r>
    </w:p>
    <w:p w:rsidR="00587D34" w:rsidRDefault="00587D34" w:rsidP="00587D34">
      <w:pPr>
        <w:pStyle w:val="libNormal"/>
        <w:rPr>
          <w:rtl/>
        </w:rPr>
      </w:pPr>
      <w:r>
        <w:rPr>
          <w:rtl/>
        </w:rPr>
        <w:t>(20</w:t>
      </w:r>
      <w:r w:rsidR="007D3118">
        <w:rPr>
          <w:rtl/>
        </w:rPr>
        <w:t xml:space="preserve">) </w:t>
      </w:r>
      <w:r>
        <w:rPr>
          <w:rtl/>
        </w:rPr>
        <w:t>مَا أَكْثَرَ تَصَرُّفَهُ فِى عَذَابِكَ</w:t>
      </w:r>
      <w:r w:rsidR="007D3118">
        <w:rPr>
          <w:rtl/>
        </w:rPr>
        <w:t xml:space="preserve">، </w:t>
      </w:r>
      <w:r>
        <w:rPr>
          <w:rtl/>
        </w:rPr>
        <w:t>وَ مَا أَطْوَلَ تَرَدُّدَهُ فِى عِقَابِكَ</w:t>
      </w:r>
      <w:r w:rsidR="007D3118">
        <w:rPr>
          <w:rtl/>
        </w:rPr>
        <w:t xml:space="preserve">، </w:t>
      </w:r>
      <w:r>
        <w:rPr>
          <w:rtl/>
        </w:rPr>
        <w:t>وَ مَا أَبْعَدَ غَايَتَهُ مِنَ الْفَرَجِ</w:t>
      </w:r>
      <w:r w:rsidR="007D3118">
        <w:rPr>
          <w:rtl/>
        </w:rPr>
        <w:t xml:space="preserve">، </w:t>
      </w:r>
      <w:r>
        <w:rPr>
          <w:rtl/>
        </w:rPr>
        <w:t>وَ مَا أَقْنَطَهُ مِنْ سُهُولَةِ الْمَخْرَجِ عَدْلا مِنْ قَضَائِكَ لا تَجُورُ فِيهِ</w:t>
      </w:r>
      <w:r w:rsidR="007D3118">
        <w:rPr>
          <w:rtl/>
        </w:rPr>
        <w:t xml:space="preserve">، </w:t>
      </w:r>
      <w:r>
        <w:rPr>
          <w:rtl/>
        </w:rPr>
        <w:t>وَ إِنْصَافا مِنْ حُكْمِكَ لا تَحِيفُ عَلَيْهِ</w:t>
      </w:r>
      <w:r w:rsidR="007D3118">
        <w:rPr>
          <w:rtl/>
        </w:rPr>
        <w:t xml:space="preserve">. </w:t>
      </w:r>
    </w:p>
    <w:p w:rsidR="00587D34" w:rsidRDefault="00587D34" w:rsidP="00587D34">
      <w:pPr>
        <w:pStyle w:val="libNormal"/>
        <w:rPr>
          <w:rtl/>
        </w:rPr>
      </w:pPr>
      <w:r>
        <w:rPr>
          <w:rtl/>
        </w:rPr>
        <w:t>(21</w:t>
      </w:r>
      <w:r w:rsidR="007D3118">
        <w:rPr>
          <w:rtl/>
        </w:rPr>
        <w:t xml:space="preserve">) </w:t>
      </w:r>
      <w:r>
        <w:rPr>
          <w:rtl/>
        </w:rPr>
        <w:t>فَقَدْ ظَاهَرْتَ الْحُجَجَ</w:t>
      </w:r>
      <w:r w:rsidR="007D3118">
        <w:rPr>
          <w:rtl/>
        </w:rPr>
        <w:t xml:space="preserve">، </w:t>
      </w:r>
      <w:r>
        <w:rPr>
          <w:rtl/>
        </w:rPr>
        <w:t>وَ أَبْلَيْتَ الْأَعْذَارَ</w:t>
      </w:r>
      <w:r w:rsidR="007D3118">
        <w:rPr>
          <w:rtl/>
        </w:rPr>
        <w:t xml:space="preserve">، </w:t>
      </w:r>
      <w:r>
        <w:rPr>
          <w:rtl/>
        </w:rPr>
        <w:t>وَ قَدْ تَقَدَّمْتَ بِالْوَعِيدِ</w:t>
      </w:r>
      <w:r w:rsidR="007D3118">
        <w:rPr>
          <w:rtl/>
        </w:rPr>
        <w:t xml:space="preserve">، </w:t>
      </w:r>
      <w:r>
        <w:rPr>
          <w:rtl/>
        </w:rPr>
        <w:t>وَ تَلَطَّفْتَ فِى التَّرْغِيبِ</w:t>
      </w:r>
      <w:r w:rsidR="007D3118">
        <w:rPr>
          <w:rtl/>
        </w:rPr>
        <w:t xml:space="preserve">، </w:t>
      </w:r>
      <w:r>
        <w:rPr>
          <w:rtl/>
        </w:rPr>
        <w:t>وَ ضَرَبْتَ الْأَمْثَالَ</w:t>
      </w:r>
      <w:r w:rsidR="007D3118">
        <w:rPr>
          <w:rtl/>
        </w:rPr>
        <w:t xml:space="preserve">، </w:t>
      </w:r>
      <w:r>
        <w:rPr>
          <w:rtl/>
        </w:rPr>
        <w:t>وَ أَطَلْتَ الْإِمْهَالَ</w:t>
      </w:r>
      <w:r w:rsidR="007D3118">
        <w:rPr>
          <w:rtl/>
        </w:rPr>
        <w:t xml:space="preserve">، </w:t>
      </w:r>
      <w:r>
        <w:rPr>
          <w:rtl/>
        </w:rPr>
        <w:t>وَ أَخَّرْتَ وَ أَنْتَ مُسْتَطِيعٌ لِلمُعَاجَلَةِ</w:t>
      </w:r>
      <w:r w:rsidR="007D3118">
        <w:rPr>
          <w:rtl/>
        </w:rPr>
        <w:t xml:space="preserve">، </w:t>
      </w:r>
      <w:r>
        <w:rPr>
          <w:rtl/>
        </w:rPr>
        <w:t>وَ تَأَنَّيْتَ وَ أَنْتَ مَلِى ءٌ بِالْمُبَادَرَةِ</w:t>
      </w:r>
    </w:p>
    <w:p w:rsidR="00587D34" w:rsidRDefault="00587D34" w:rsidP="00587D34">
      <w:pPr>
        <w:pStyle w:val="libNormal"/>
        <w:rPr>
          <w:rtl/>
        </w:rPr>
      </w:pPr>
      <w:r>
        <w:rPr>
          <w:rtl/>
        </w:rPr>
        <w:t>(22</w:t>
      </w:r>
      <w:r w:rsidR="007D3118">
        <w:rPr>
          <w:rtl/>
        </w:rPr>
        <w:t xml:space="preserve">) </w:t>
      </w:r>
      <w:r>
        <w:rPr>
          <w:rtl/>
        </w:rPr>
        <w:t>لَمْ تَكُنْ أَنَاتُكَ عَجْزا</w:t>
      </w:r>
      <w:r w:rsidR="007D3118">
        <w:rPr>
          <w:rtl/>
        </w:rPr>
        <w:t xml:space="preserve">، </w:t>
      </w:r>
      <w:r>
        <w:rPr>
          <w:rtl/>
        </w:rPr>
        <w:t>وَ لا إِمْهَالُكَ وَهْنا</w:t>
      </w:r>
      <w:r w:rsidR="007D3118">
        <w:rPr>
          <w:rtl/>
        </w:rPr>
        <w:t xml:space="preserve">، </w:t>
      </w:r>
      <w:r>
        <w:rPr>
          <w:rtl/>
        </w:rPr>
        <w:t>وَ لا إِمْسَاكُكَ غَفْلَةً</w:t>
      </w:r>
      <w:r w:rsidR="007D3118">
        <w:rPr>
          <w:rtl/>
        </w:rPr>
        <w:t xml:space="preserve">، </w:t>
      </w:r>
      <w:r>
        <w:rPr>
          <w:rtl/>
        </w:rPr>
        <w:t>وَ لا انْتِظَارُكَ مُدَارَاةً</w:t>
      </w:r>
      <w:r w:rsidR="007D3118">
        <w:rPr>
          <w:rtl/>
        </w:rPr>
        <w:t xml:space="preserve">، </w:t>
      </w:r>
      <w:r>
        <w:rPr>
          <w:rtl/>
        </w:rPr>
        <w:t>بَلْ لِتَكُونَ حُجَّتُكَ أَبْلَغَ</w:t>
      </w:r>
      <w:r w:rsidR="007D3118">
        <w:rPr>
          <w:rtl/>
        </w:rPr>
        <w:t xml:space="preserve">، </w:t>
      </w:r>
      <w:r>
        <w:rPr>
          <w:rtl/>
        </w:rPr>
        <w:t>وَ كَرَمُكَ أَكْمَلَ</w:t>
      </w:r>
      <w:r w:rsidR="007D3118">
        <w:rPr>
          <w:rtl/>
        </w:rPr>
        <w:t xml:space="preserve">، </w:t>
      </w:r>
      <w:r>
        <w:rPr>
          <w:rtl/>
        </w:rPr>
        <w:t>وَ إِحْسَانُكَ أَوْفَى</w:t>
      </w:r>
      <w:r w:rsidR="007D3118">
        <w:rPr>
          <w:rtl/>
        </w:rPr>
        <w:t xml:space="preserve">، </w:t>
      </w:r>
      <w:r>
        <w:rPr>
          <w:rtl/>
        </w:rPr>
        <w:t>وَ نِعْمَتُكَ أَتَمَّ</w:t>
      </w:r>
      <w:r w:rsidR="007D3118">
        <w:rPr>
          <w:rtl/>
        </w:rPr>
        <w:t xml:space="preserve">، </w:t>
      </w:r>
      <w:r>
        <w:rPr>
          <w:rtl/>
        </w:rPr>
        <w:t>كُلُّ ذَلِكَ كَانَ وَ لَمْ تَزَلْ</w:t>
      </w:r>
      <w:r w:rsidR="007D3118">
        <w:rPr>
          <w:rtl/>
        </w:rPr>
        <w:t xml:space="preserve">، </w:t>
      </w:r>
      <w:r>
        <w:rPr>
          <w:rtl/>
        </w:rPr>
        <w:t>وَ هُوَ كَائِنٌ وَ لا تَزَالُ</w:t>
      </w:r>
      <w:r w:rsidR="007D3118">
        <w:rPr>
          <w:rtl/>
        </w:rPr>
        <w:t xml:space="preserve">. </w:t>
      </w:r>
    </w:p>
    <w:p w:rsidR="00587D34" w:rsidRDefault="00587D34" w:rsidP="00587D34">
      <w:pPr>
        <w:pStyle w:val="libNormal"/>
        <w:rPr>
          <w:rtl/>
        </w:rPr>
      </w:pPr>
      <w:r>
        <w:rPr>
          <w:rtl/>
        </w:rPr>
        <w:t>(23</w:t>
      </w:r>
      <w:r w:rsidR="007D3118">
        <w:rPr>
          <w:rtl/>
        </w:rPr>
        <w:t xml:space="preserve">) </w:t>
      </w:r>
      <w:r>
        <w:rPr>
          <w:rtl/>
        </w:rPr>
        <w:t>حُجَّتُكَ أَجَلُّ مِنْ أَنْ تُوصَفَ بِكُلِّهَا</w:t>
      </w:r>
      <w:r w:rsidR="007D3118">
        <w:rPr>
          <w:rtl/>
        </w:rPr>
        <w:t xml:space="preserve">، </w:t>
      </w:r>
      <w:r>
        <w:rPr>
          <w:rtl/>
        </w:rPr>
        <w:t>وَ مَجْدُكَ أَرْفَعُ مِنْ أَنْ يُحَدَّ بِكُنْهِهِ</w:t>
      </w:r>
      <w:r w:rsidR="007D3118">
        <w:rPr>
          <w:rtl/>
        </w:rPr>
        <w:t xml:space="preserve">، </w:t>
      </w:r>
      <w:r>
        <w:rPr>
          <w:rtl/>
        </w:rPr>
        <w:t>وَ نِعْمَتُكَ أَكْثَرُ مِنْ أَنْ تُحْصَى بِأَسْرِهَا</w:t>
      </w:r>
      <w:r w:rsidR="007D3118">
        <w:rPr>
          <w:rtl/>
        </w:rPr>
        <w:t xml:space="preserve">، </w:t>
      </w:r>
      <w:r>
        <w:rPr>
          <w:rtl/>
        </w:rPr>
        <w:t>وَ إِحْسَانُكَ أَكْثَرُ مِنْ أَنْ تُشْكَرَ عَلَى أَقَلِّهِ</w:t>
      </w:r>
    </w:p>
    <w:p w:rsidR="00587D34" w:rsidRDefault="00587D34" w:rsidP="00587D34">
      <w:pPr>
        <w:pStyle w:val="libNormal"/>
        <w:rPr>
          <w:rtl/>
        </w:rPr>
      </w:pPr>
      <w:r>
        <w:rPr>
          <w:rtl/>
        </w:rPr>
        <w:lastRenderedPageBreak/>
        <w:t>(24</w:t>
      </w:r>
      <w:r w:rsidR="007D3118">
        <w:rPr>
          <w:rtl/>
        </w:rPr>
        <w:t xml:space="preserve">) </w:t>
      </w:r>
      <w:r>
        <w:rPr>
          <w:rtl/>
        </w:rPr>
        <w:t>وَ قَدْ قَصَّرَ بِىَ السُّكُوتُ عَنْ تَحْمِيدِكَ</w:t>
      </w:r>
      <w:r w:rsidR="007D3118">
        <w:rPr>
          <w:rtl/>
        </w:rPr>
        <w:t xml:space="preserve">، </w:t>
      </w:r>
      <w:r>
        <w:rPr>
          <w:rtl/>
        </w:rPr>
        <w:t>وَ فَهَّهَنِىَ الْإِمْسَاكُ عَنْ تَمْجِيدِكَ</w:t>
      </w:r>
      <w:r w:rsidR="007D3118">
        <w:rPr>
          <w:rtl/>
        </w:rPr>
        <w:t xml:space="preserve">، </w:t>
      </w:r>
      <w:r>
        <w:rPr>
          <w:rtl/>
        </w:rPr>
        <w:t>وَ قُصَارَاىَ الْإِقْرَارُ بِالْحُسُورِ</w:t>
      </w:r>
      <w:r w:rsidR="007D3118">
        <w:rPr>
          <w:rtl/>
        </w:rPr>
        <w:t xml:space="preserve">، </w:t>
      </w:r>
      <w:r>
        <w:rPr>
          <w:rtl/>
        </w:rPr>
        <w:t>لا رَغْبَةً - يَا إِلَهِى - بَلْ عَجْزا</w:t>
      </w:r>
      <w:r w:rsidR="007D3118">
        <w:rPr>
          <w:rtl/>
        </w:rPr>
        <w:t xml:space="preserve">. </w:t>
      </w:r>
    </w:p>
    <w:p w:rsidR="00587D34" w:rsidRDefault="00587D34" w:rsidP="00587D34">
      <w:pPr>
        <w:pStyle w:val="libNormal"/>
        <w:rPr>
          <w:rtl/>
        </w:rPr>
      </w:pPr>
      <w:r>
        <w:rPr>
          <w:rtl/>
        </w:rPr>
        <w:t>(25</w:t>
      </w:r>
      <w:r w:rsidR="007D3118">
        <w:rPr>
          <w:rtl/>
        </w:rPr>
        <w:t xml:space="preserve">) </w:t>
      </w:r>
      <w:r>
        <w:rPr>
          <w:rtl/>
        </w:rPr>
        <w:t>فَهَا أَنَا ذَا أَؤُمُّكَ بِالْوِفَادَةِ</w:t>
      </w:r>
      <w:r w:rsidR="007D3118">
        <w:rPr>
          <w:rtl/>
        </w:rPr>
        <w:t xml:space="preserve">، </w:t>
      </w:r>
      <w:r>
        <w:rPr>
          <w:rtl/>
        </w:rPr>
        <w:t>وَ أَسْأَلُكَ حُسْنَ الرِّفَادَةِ</w:t>
      </w:r>
      <w:r w:rsidR="007D3118">
        <w:rPr>
          <w:rtl/>
        </w:rPr>
        <w:t xml:space="preserve">، </w:t>
      </w:r>
      <w:r>
        <w:rPr>
          <w:rtl/>
        </w:rPr>
        <w:t>فَصَلِّ عَلَى مُحَمَّدٍ وَ آلِهِ</w:t>
      </w:r>
      <w:r w:rsidR="007D3118">
        <w:rPr>
          <w:rtl/>
        </w:rPr>
        <w:t xml:space="preserve">، </w:t>
      </w:r>
      <w:r>
        <w:rPr>
          <w:rtl/>
        </w:rPr>
        <w:t>وَ اسْمَعْ نَجْوَاىَ</w:t>
      </w:r>
      <w:r w:rsidR="007D3118">
        <w:rPr>
          <w:rtl/>
        </w:rPr>
        <w:t xml:space="preserve">، </w:t>
      </w:r>
      <w:r>
        <w:rPr>
          <w:rtl/>
        </w:rPr>
        <w:t>وَ اسْتَجِبْ دُعَائِى</w:t>
      </w:r>
      <w:r w:rsidR="007D3118">
        <w:rPr>
          <w:rtl/>
        </w:rPr>
        <w:t xml:space="preserve">، </w:t>
      </w:r>
      <w:r>
        <w:rPr>
          <w:rtl/>
        </w:rPr>
        <w:t>وَ لا تَخْتِمْ يَوْمِى بِخَيْبَتِى</w:t>
      </w:r>
      <w:r w:rsidR="007D3118">
        <w:rPr>
          <w:rtl/>
        </w:rPr>
        <w:t xml:space="preserve">، </w:t>
      </w:r>
      <w:r>
        <w:rPr>
          <w:rtl/>
        </w:rPr>
        <w:t>وَ لا تَجْبَهْنِى بِالرَّدِّ فِى مَسْأَلَتِى</w:t>
      </w:r>
      <w:r w:rsidR="007D3118">
        <w:rPr>
          <w:rtl/>
        </w:rPr>
        <w:t xml:space="preserve">، </w:t>
      </w:r>
      <w:r>
        <w:rPr>
          <w:rtl/>
        </w:rPr>
        <w:t>وَ أَكْرِمْ مِنْ عِنْدِكَ مُنْصَرَفِى</w:t>
      </w:r>
      <w:r w:rsidR="007D3118">
        <w:rPr>
          <w:rtl/>
        </w:rPr>
        <w:t xml:space="preserve">، </w:t>
      </w:r>
      <w:r>
        <w:rPr>
          <w:rtl/>
        </w:rPr>
        <w:t>وَ إِلَيْكَ مُنْقَلَبِى</w:t>
      </w:r>
      <w:r w:rsidR="007D3118">
        <w:rPr>
          <w:rtl/>
        </w:rPr>
        <w:t xml:space="preserve">، </w:t>
      </w:r>
      <w:r>
        <w:rPr>
          <w:rtl/>
        </w:rPr>
        <w:t>إِنَّكَ غَيْرُ ضَائِقٍ بِمَا تُرِيدُ</w:t>
      </w:r>
      <w:r w:rsidR="007D3118">
        <w:rPr>
          <w:rtl/>
        </w:rPr>
        <w:t xml:space="preserve">، </w:t>
      </w:r>
      <w:r>
        <w:rPr>
          <w:rtl/>
        </w:rPr>
        <w:t>وَ لا عَاجِزٍ عَمَّا تُسْأَلُ</w:t>
      </w:r>
      <w:r w:rsidR="007D3118">
        <w:rPr>
          <w:rtl/>
        </w:rPr>
        <w:t xml:space="preserve">، </w:t>
      </w:r>
      <w:r>
        <w:rPr>
          <w:rtl/>
        </w:rPr>
        <w:t>وَ أَنْتَ عَلَى كُلِّ شَيْءٍ قَدِيرٌ</w:t>
      </w:r>
      <w:r w:rsidR="007D3118">
        <w:rPr>
          <w:rtl/>
        </w:rPr>
        <w:t xml:space="preserve">، </w:t>
      </w:r>
      <w:r>
        <w:rPr>
          <w:rtl/>
        </w:rPr>
        <w:t>وَ لا حَوْلَ وَ لا قُوَّةَ إِلا بِاللَّهِ الْعَلِيِّ الْعَظِيمِ</w:t>
      </w:r>
      <w:r w:rsidR="007D3118">
        <w:rPr>
          <w:rtl/>
        </w:rPr>
        <w:t xml:space="preserve">. </w:t>
      </w:r>
    </w:p>
    <w:p w:rsidR="00587D34" w:rsidRDefault="00AA3CBA" w:rsidP="004C63D0">
      <w:pPr>
        <w:pStyle w:val="Heading2"/>
        <w:rPr>
          <w:rtl/>
        </w:rPr>
      </w:pPr>
      <w:bookmarkStart w:id="97" w:name="_Toc394915226"/>
      <w:r>
        <w:rPr>
          <w:rtl/>
        </w:rPr>
        <w:t xml:space="preserve">ترجمه دعاى چهل و ششم: دعاى آن حضرت </w:t>
      </w:r>
      <w:r w:rsidR="000C598D" w:rsidRPr="000C598D">
        <w:rPr>
          <w:rStyle w:val="libAlaemChar"/>
          <w:rtl/>
        </w:rPr>
        <w:t>عليه‌السلام</w:t>
      </w:r>
      <w:r>
        <w:rPr>
          <w:rtl/>
        </w:rPr>
        <w:t xml:space="preserve"> پس از نماز عيد فطر و جمعه</w:t>
      </w:r>
      <w:bookmarkEnd w:id="97"/>
    </w:p>
    <w:p w:rsidR="00587D34" w:rsidRDefault="00587D34" w:rsidP="00587D34">
      <w:pPr>
        <w:pStyle w:val="libNormal"/>
        <w:rPr>
          <w:rtl/>
        </w:rPr>
      </w:pPr>
      <w:r>
        <w:rPr>
          <w:rtl/>
        </w:rPr>
        <w:t>1</w:t>
      </w:r>
      <w:r w:rsidR="007D3118">
        <w:rPr>
          <w:rtl/>
        </w:rPr>
        <w:t xml:space="preserve">. </w:t>
      </w:r>
      <w:r>
        <w:rPr>
          <w:rtl/>
        </w:rPr>
        <w:t>اى كه مهربانى با آن كه بندگان با او بى مهرند</w:t>
      </w:r>
      <w:r w:rsidR="007D3118">
        <w:rPr>
          <w:rtl/>
        </w:rPr>
        <w:t xml:space="preserve">. </w:t>
      </w:r>
    </w:p>
    <w:p w:rsidR="00587D34" w:rsidRDefault="00587D34" w:rsidP="00587D34">
      <w:pPr>
        <w:pStyle w:val="libNormal"/>
        <w:rPr>
          <w:rtl/>
        </w:rPr>
      </w:pPr>
      <w:r>
        <w:rPr>
          <w:rtl/>
        </w:rPr>
        <w:t>2</w:t>
      </w:r>
      <w:r w:rsidR="007D3118">
        <w:rPr>
          <w:rtl/>
        </w:rPr>
        <w:t xml:space="preserve">. </w:t>
      </w:r>
      <w:r>
        <w:rPr>
          <w:rtl/>
        </w:rPr>
        <w:t>اى كسى كه سامان مى دهى آن را كه از شهرها آواره است</w:t>
      </w:r>
      <w:r w:rsidR="007D3118">
        <w:rPr>
          <w:rtl/>
        </w:rPr>
        <w:t xml:space="preserve">. </w:t>
      </w:r>
    </w:p>
    <w:p w:rsidR="00587D34" w:rsidRDefault="00587D34" w:rsidP="00587D34">
      <w:pPr>
        <w:pStyle w:val="libNormal"/>
        <w:rPr>
          <w:rtl/>
        </w:rPr>
      </w:pPr>
      <w:r>
        <w:rPr>
          <w:rtl/>
        </w:rPr>
        <w:t>3</w:t>
      </w:r>
      <w:r w:rsidR="007D3118">
        <w:rPr>
          <w:rtl/>
        </w:rPr>
        <w:t xml:space="preserve">. </w:t>
      </w:r>
      <w:r>
        <w:rPr>
          <w:rtl/>
        </w:rPr>
        <w:t>اى كه نيازمندان خويش را خوار نمى كنى</w:t>
      </w:r>
      <w:r w:rsidR="007D3118">
        <w:rPr>
          <w:rtl/>
        </w:rPr>
        <w:t xml:space="preserve">. </w:t>
      </w:r>
    </w:p>
    <w:p w:rsidR="00587D34" w:rsidRDefault="00587D34" w:rsidP="00587D34">
      <w:pPr>
        <w:pStyle w:val="libNormal"/>
        <w:rPr>
          <w:rtl/>
        </w:rPr>
      </w:pPr>
      <w:r>
        <w:rPr>
          <w:rtl/>
        </w:rPr>
        <w:t>4</w:t>
      </w:r>
      <w:r w:rsidR="007D3118">
        <w:rPr>
          <w:rtl/>
        </w:rPr>
        <w:t xml:space="preserve">. </w:t>
      </w:r>
      <w:r>
        <w:rPr>
          <w:rtl/>
        </w:rPr>
        <w:t>اى كه خواهندگان را نوميد نمى سازى</w:t>
      </w:r>
      <w:r w:rsidR="007D3118">
        <w:rPr>
          <w:rtl/>
        </w:rPr>
        <w:t xml:space="preserve">. </w:t>
      </w:r>
    </w:p>
    <w:p w:rsidR="00587D34" w:rsidRDefault="00587D34" w:rsidP="00587D34">
      <w:pPr>
        <w:pStyle w:val="libNormal"/>
        <w:rPr>
          <w:rtl/>
        </w:rPr>
      </w:pPr>
      <w:r>
        <w:rPr>
          <w:rtl/>
        </w:rPr>
        <w:t>5</w:t>
      </w:r>
      <w:r w:rsidR="007D3118">
        <w:rPr>
          <w:rtl/>
        </w:rPr>
        <w:t xml:space="preserve">. </w:t>
      </w:r>
      <w:r>
        <w:rPr>
          <w:rtl/>
        </w:rPr>
        <w:t>اى كه گستاخان را دست رد بر پيشانى نمى زنى</w:t>
      </w:r>
      <w:r w:rsidR="007D3118">
        <w:rPr>
          <w:rtl/>
        </w:rPr>
        <w:t xml:space="preserve">. </w:t>
      </w:r>
    </w:p>
    <w:p w:rsidR="00587D34" w:rsidRDefault="00587D34" w:rsidP="00587D34">
      <w:pPr>
        <w:pStyle w:val="libNormal"/>
        <w:rPr>
          <w:rtl/>
        </w:rPr>
      </w:pPr>
      <w:r>
        <w:rPr>
          <w:rtl/>
        </w:rPr>
        <w:t>6</w:t>
      </w:r>
      <w:r w:rsidR="007D3118">
        <w:rPr>
          <w:rtl/>
        </w:rPr>
        <w:t xml:space="preserve">. </w:t>
      </w:r>
      <w:r>
        <w:rPr>
          <w:rtl/>
        </w:rPr>
        <w:t>اى كسى كه ارمغان ناچيز را قبول مى كنى و كار اندك را پاداش ‍ مى دهى</w:t>
      </w:r>
      <w:r w:rsidR="007D3118">
        <w:rPr>
          <w:rtl/>
        </w:rPr>
        <w:t xml:space="preserve">. </w:t>
      </w:r>
      <w:r w:rsidRPr="00AA3CBA">
        <w:rPr>
          <w:rStyle w:val="libFootnotenumChar"/>
          <w:rtl/>
        </w:rPr>
        <w:t>(117</w:t>
      </w:r>
      <w:r w:rsidR="007D3118" w:rsidRPr="00AA3CBA">
        <w:rPr>
          <w:rStyle w:val="libFootnotenumChar"/>
          <w:rtl/>
        </w:rPr>
        <w:t>)</w:t>
      </w:r>
    </w:p>
    <w:p w:rsidR="00587D34" w:rsidRDefault="00587D34" w:rsidP="00587D34">
      <w:pPr>
        <w:pStyle w:val="libNormal"/>
        <w:rPr>
          <w:rtl/>
        </w:rPr>
      </w:pPr>
      <w:r>
        <w:rPr>
          <w:rtl/>
        </w:rPr>
        <w:t>7</w:t>
      </w:r>
      <w:r w:rsidR="007D3118">
        <w:rPr>
          <w:rtl/>
        </w:rPr>
        <w:t xml:space="preserve">. </w:t>
      </w:r>
      <w:r>
        <w:rPr>
          <w:rtl/>
        </w:rPr>
        <w:t>اى كسى كه عمل كم را به خوشى مى پذيرى و پاداش بزرگ عطا مى كنى</w:t>
      </w:r>
      <w:r w:rsidR="007D3118">
        <w:rPr>
          <w:rtl/>
        </w:rPr>
        <w:t xml:space="preserve">. </w:t>
      </w:r>
    </w:p>
    <w:p w:rsidR="00587D34" w:rsidRDefault="00587D34" w:rsidP="00587D34">
      <w:pPr>
        <w:pStyle w:val="libNormal"/>
        <w:rPr>
          <w:rtl/>
        </w:rPr>
      </w:pPr>
      <w:r>
        <w:rPr>
          <w:rtl/>
        </w:rPr>
        <w:t>8</w:t>
      </w:r>
      <w:r w:rsidR="007D3118">
        <w:rPr>
          <w:rtl/>
        </w:rPr>
        <w:t xml:space="preserve">. </w:t>
      </w:r>
      <w:r>
        <w:rPr>
          <w:rtl/>
        </w:rPr>
        <w:t>اى كه نزديك مى شوى به آن كه به تو تقرب جويد</w:t>
      </w:r>
      <w:r w:rsidR="007D3118">
        <w:rPr>
          <w:rtl/>
        </w:rPr>
        <w:t xml:space="preserve">. </w:t>
      </w:r>
    </w:p>
    <w:p w:rsidR="00587D34" w:rsidRDefault="00587D34" w:rsidP="00587D34">
      <w:pPr>
        <w:pStyle w:val="libNormal"/>
        <w:rPr>
          <w:rtl/>
        </w:rPr>
      </w:pPr>
      <w:r>
        <w:rPr>
          <w:rtl/>
        </w:rPr>
        <w:t>9</w:t>
      </w:r>
      <w:r w:rsidR="007D3118">
        <w:rPr>
          <w:rtl/>
        </w:rPr>
        <w:t xml:space="preserve">. </w:t>
      </w:r>
      <w:r>
        <w:rPr>
          <w:rtl/>
        </w:rPr>
        <w:t>و سوى خود مى خوانى آن كه از تو گريزد</w:t>
      </w:r>
      <w:r w:rsidR="007D3118">
        <w:rPr>
          <w:rtl/>
        </w:rPr>
        <w:t xml:space="preserve">. </w:t>
      </w:r>
    </w:p>
    <w:p w:rsidR="00587D34" w:rsidRDefault="00587D34" w:rsidP="00587D34">
      <w:pPr>
        <w:pStyle w:val="libNormal"/>
        <w:rPr>
          <w:rtl/>
        </w:rPr>
      </w:pPr>
      <w:r>
        <w:rPr>
          <w:rtl/>
        </w:rPr>
        <w:t>10</w:t>
      </w:r>
      <w:r w:rsidR="007D3118">
        <w:rPr>
          <w:rtl/>
        </w:rPr>
        <w:t xml:space="preserve">. </w:t>
      </w:r>
      <w:r>
        <w:rPr>
          <w:rtl/>
        </w:rPr>
        <w:t>اى كه نعمت خود را تغيير نميدهى</w:t>
      </w:r>
      <w:r w:rsidR="007D3118">
        <w:rPr>
          <w:rtl/>
        </w:rPr>
        <w:t xml:space="preserve">، </w:t>
      </w:r>
      <w:r>
        <w:rPr>
          <w:rtl/>
        </w:rPr>
        <w:t>و در عذاب شتاب نمى كنى</w:t>
      </w:r>
      <w:r w:rsidR="007D3118">
        <w:rPr>
          <w:rtl/>
        </w:rPr>
        <w:t xml:space="preserve">. </w:t>
      </w:r>
    </w:p>
    <w:p w:rsidR="00587D34" w:rsidRDefault="00587D34" w:rsidP="00587D34">
      <w:pPr>
        <w:pStyle w:val="libNormal"/>
        <w:rPr>
          <w:rtl/>
        </w:rPr>
      </w:pPr>
      <w:r>
        <w:rPr>
          <w:rtl/>
        </w:rPr>
        <w:lastRenderedPageBreak/>
        <w:t>11</w:t>
      </w:r>
      <w:r w:rsidR="007D3118">
        <w:rPr>
          <w:rtl/>
        </w:rPr>
        <w:t xml:space="preserve">. </w:t>
      </w:r>
      <w:r>
        <w:rPr>
          <w:rtl/>
        </w:rPr>
        <w:t>اى كه كار نيكو را بارور و نيرومند مى سازى و از كار زشت در مى گذرى تا آن را ناپديد گردانى</w:t>
      </w:r>
      <w:r w:rsidR="007D3118">
        <w:rPr>
          <w:rtl/>
        </w:rPr>
        <w:t xml:space="preserve">. </w:t>
      </w:r>
    </w:p>
    <w:p w:rsidR="00587D34" w:rsidRDefault="00587D34" w:rsidP="00587D34">
      <w:pPr>
        <w:pStyle w:val="libNormal"/>
        <w:rPr>
          <w:rtl/>
        </w:rPr>
      </w:pPr>
      <w:r>
        <w:rPr>
          <w:rtl/>
        </w:rPr>
        <w:t>12</w:t>
      </w:r>
      <w:r w:rsidR="007D3118">
        <w:rPr>
          <w:rtl/>
        </w:rPr>
        <w:t xml:space="preserve">. </w:t>
      </w:r>
      <w:r>
        <w:rPr>
          <w:rtl/>
        </w:rPr>
        <w:t>آرزومندان از آستان كرمت با حاجات روا شده بازگشتند</w:t>
      </w:r>
      <w:r w:rsidR="007D3118">
        <w:rPr>
          <w:rtl/>
        </w:rPr>
        <w:t xml:space="preserve">، </w:t>
      </w:r>
      <w:r>
        <w:rPr>
          <w:rtl/>
        </w:rPr>
        <w:t>و كاسه خواهش دريوزگان از ريزش جود تو مالامال شد</w:t>
      </w:r>
      <w:r w:rsidR="007D3118">
        <w:rPr>
          <w:rtl/>
        </w:rPr>
        <w:t xml:space="preserve">. </w:t>
      </w:r>
      <w:r>
        <w:rPr>
          <w:rtl/>
        </w:rPr>
        <w:t>ثناگويان به كنه نعمت تو نارسيده درماندن</w:t>
      </w:r>
      <w:r w:rsidR="007D3118">
        <w:rPr>
          <w:rtl/>
        </w:rPr>
        <w:t xml:space="preserve">. </w:t>
      </w:r>
      <w:r>
        <w:rPr>
          <w:rtl/>
        </w:rPr>
        <w:t>بلندى تو برتر از هر بلندى است و فرّ و شكوه تو بالاتر از هر ارجمندى</w:t>
      </w:r>
      <w:r w:rsidR="007D3118">
        <w:rPr>
          <w:rtl/>
        </w:rPr>
        <w:t xml:space="preserve">. </w:t>
      </w:r>
    </w:p>
    <w:p w:rsidR="00587D34" w:rsidRDefault="00587D34" w:rsidP="00587D34">
      <w:pPr>
        <w:pStyle w:val="libNormal"/>
        <w:rPr>
          <w:rtl/>
        </w:rPr>
      </w:pPr>
      <w:r>
        <w:rPr>
          <w:rtl/>
        </w:rPr>
        <w:t>13</w:t>
      </w:r>
      <w:r w:rsidR="007D3118">
        <w:rPr>
          <w:rtl/>
        </w:rPr>
        <w:t xml:space="preserve">. </w:t>
      </w:r>
      <w:r>
        <w:rPr>
          <w:rtl/>
        </w:rPr>
        <w:t>هر بزرگى نزد تو خرد است</w:t>
      </w:r>
      <w:r w:rsidR="007D3118">
        <w:rPr>
          <w:rtl/>
        </w:rPr>
        <w:t xml:space="preserve">، </w:t>
      </w:r>
      <w:r>
        <w:rPr>
          <w:rtl/>
        </w:rPr>
        <w:t>و هر مهترى در برابر تو كهتر</w:t>
      </w:r>
      <w:r w:rsidR="007D3118">
        <w:rPr>
          <w:rtl/>
        </w:rPr>
        <w:t xml:space="preserve">، </w:t>
      </w:r>
      <w:r>
        <w:rPr>
          <w:rtl/>
        </w:rPr>
        <w:t>نوميد گشت آن كه به غير تو درآمد و زيان كرد آن كه به غير آستان تو فرود آمد</w:t>
      </w:r>
      <w:r w:rsidR="007D3118">
        <w:rPr>
          <w:rtl/>
        </w:rPr>
        <w:t xml:space="preserve">، </w:t>
      </w:r>
      <w:r>
        <w:rPr>
          <w:rtl/>
        </w:rPr>
        <w:t>و به زمين خشك رسيد آن كس كه در غير وادى فضل تو آب و چرا جست</w:t>
      </w:r>
      <w:r w:rsidR="007D3118">
        <w:rPr>
          <w:rtl/>
        </w:rPr>
        <w:t xml:space="preserve">. </w:t>
      </w:r>
    </w:p>
    <w:p w:rsidR="00587D34" w:rsidRDefault="00587D34" w:rsidP="00587D34">
      <w:pPr>
        <w:pStyle w:val="libNormal"/>
        <w:rPr>
          <w:rtl/>
        </w:rPr>
      </w:pPr>
      <w:r>
        <w:rPr>
          <w:rtl/>
        </w:rPr>
        <w:t>14</w:t>
      </w:r>
      <w:r w:rsidR="007D3118">
        <w:rPr>
          <w:rtl/>
        </w:rPr>
        <w:t xml:space="preserve">. </w:t>
      </w:r>
      <w:r>
        <w:rPr>
          <w:rtl/>
        </w:rPr>
        <w:t>درِ سراى تو</w:t>
      </w:r>
      <w:r w:rsidR="007D3118">
        <w:rPr>
          <w:rtl/>
        </w:rPr>
        <w:t xml:space="preserve">، </w:t>
      </w:r>
      <w:r>
        <w:rPr>
          <w:rtl/>
        </w:rPr>
        <w:t>به روى راغبان باز است</w:t>
      </w:r>
      <w:r w:rsidR="007D3118">
        <w:rPr>
          <w:rtl/>
        </w:rPr>
        <w:t xml:space="preserve">، </w:t>
      </w:r>
      <w:r>
        <w:rPr>
          <w:rtl/>
        </w:rPr>
        <w:t>و بخشش تو بر خواهندگان ريزان آن كه دادرسى خواهد زود به دادش رسى</w:t>
      </w:r>
      <w:r w:rsidR="007D3118">
        <w:rPr>
          <w:rtl/>
        </w:rPr>
        <w:t xml:space="preserve">. </w:t>
      </w:r>
    </w:p>
    <w:p w:rsidR="00587D34" w:rsidRDefault="00587D34" w:rsidP="00587D34">
      <w:pPr>
        <w:pStyle w:val="libNormal"/>
        <w:rPr>
          <w:rtl/>
        </w:rPr>
      </w:pPr>
      <w:r>
        <w:rPr>
          <w:rtl/>
        </w:rPr>
        <w:t>15</w:t>
      </w:r>
      <w:r w:rsidR="007D3118">
        <w:rPr>
          <w:rtl/>
        </w:rPr>
        <w:t xml:space="preserve">. </w:t>
      </w:r>
      <w:r>
        <w:rPr>
          <w:rtl/>
        </w:rPr>
        <w:t>آرزومندان از تو محروم نشوند</w:t>
      </w:r>
      <w:r w:rsidR="007D3118">
        <w:rPr>
          <w:rtl/>
        </w:rPr>
        <w:t xml:space="preserve">، </w:t>
      </w:r>
      <w:r>
        <w:rPr>
          <w:rtl/>
        </w:rPr>
        <w:t>و آنها كه عرض حاجت بر تو كنند از عطاى تو نوميد بازنگردند و آمرزش طلبان به عذاب تو بدبخت نشوند</w:t>
      </w:r>
      <w:r w:rsidR="007D3118">
        <w:rPr>
          <w:rtl/>
        </w:rPr>
        <w:t xml:space="preserve">. </w:t>
      </w:r>
    </w:p>
    <w:p w:rsidR="00587D34" w:rsidRDefault="00587D34" w:rsidP="00587D34">
      <w:pPr>
        <w:pStyle w:val="libNormal"/>
        <w:rPr>
          <w:rtl/>
        </w:rPr>
      </w:pPr>
      <w:r>
        <w:rPr>
          <w:rtl/>
        </w:rPr>
        <w:t>16</w:t>
      </w:r>
      <w:r w:rsidR="007D3118">
        <w:rPr>
          <w:rtl/>
        </w:rPr>
        <w:t xml:space="preserve">. </w:t>
      </w:r>
      <w:r>
        <w:rPr>
          <w:rtl/>
        </w:rPr>
        <w:t>خوان روزى تو براى گناهكاران نهاده است و حلم تو بر سر راه مخالفان آماده</w:t>
      </w:r>
      <w:r w:rsidR="007D3118">
        <w:rPr>
          <w:rtl/>
        </w:rPr>
        <w:t xml:space="preserve">، </w:t>
      </w:r>
      <w:r>
        <w:rPr>
          <w:rtl/>
        </w:rPr>
        <w:t>عادت تو است كه با بدكاران نيكويى كنى و طريقت تو است كه تجاوزكاران را مهلت دهى</w:t>
      </w:r>
      <w:r w:rsidR="007D3118">
        <w:rPr>
          <w:rtl/>
        </w:rPr>
        <w:t xml:space="preserve">، </w:t>
      </w:r>
      <w:r>
        <w:rPr>
          <w:rtl/>
        </w:rPr>
        <w:t xml:space="preserve">به حدى كه از مداراى تو مغرور مى شوند و به توبه باز نمى گردند و </w:t>
      </w:r>
      <w:r w:rsidR="00F57255">
        <w:rPr>
          <w:rtl/>
        </w:rPr>
        <w:t>تأخیر</w:t>
      </w:r>
      <w:r>
        <w:rPr>
          <w:rtl/>
        </w:rPr>
        <w:t xml:space="preserve"> انتقام تو آنان را از پشيمانى باز مى دارد</w:t>
      </w:r>
      <w:r w:rsidR="007D3118">
        <w:rPr>
          <w:rtl/>
        </w:rPr>
        <w:t xml:space="preserve">. </w:t>
      </w:r>
    </w:p>
    <w:p w:rsidR="00587D34" w:rsidRDefault="00587D34" w:rsidP="00587D34">
      <w:pPr>
        <w:pStyle w:val="libNormal"/>
        <w:rPr>
          <w:rtl/>
        </w:rPr>
      </w:pPr>
      <w:r>
        <w:rPr>
          <w:rtl/>
        </w:rPr>
        <w:t>17</w:t>
      </w:r>
      <w:r w:rsidR="007D3118">
        <w:rPr>
          <w:rtl/>
        </w:rPr>
        <w:t xml:space="preserve">. </w:t>
      </w:r>
      <w:r>
        <w:rPr>
          <w:rtl/>
        </w:rPr>
        <w:t>تو با آنها بردبارى نمودى كه به فرمان آيند</w:t>
      </w:r>
      <w:r w:rsidR="007D3118">
        <w:rPr>
          <w:rtl/>
        </w:rPr>
        <w:t xml:space="preserve">، </w:t>
      </w:r>
      <w:r>
        <w:rPr>
          <w:rtl/>
        </w:rPr>
        <w:t>و مهلت دادى چون قدرت تو هيچ گاه به انتها نرسد</w:t>
      </w:r>
      <w:r w:rsidR="007D3118">
        <w:rPr>
          <w:rtl/>
        </w:rPr>
        <w:t xml:space="preserve">، </w:t>
      </w:r>
      <w:r>
        <w:rPr>
          <w:rtl/>
        </w:rPr>
        <w:t>پس هر كس سزاوار سعادت بود سرانجام كار او را به سعادت آوردى</w:t>
      </w:r>
      <w:r w:rsidR="007D3118">
        <w:rPr>
          <w:rtl/>
        </w:rPr>
        <w:t xml:space="preserve">، </w:t>
      </w:r>
      <w:r>
        <w:rPr>
          <w:rtl/>
        </w:rPr>
        <w:t>و هر كس در خور شقاوت بود او را واگذاشتى تا به شقاوت رسيد</w:t>
      </w:r>
      <w:r w:rsidR="007D3118">
        <w:rPr>
          <w:rtl/>
        </w:rPr>
        <w:t xml:space="preserve">. </w:t>
      </w:r>
    </w:p>
    <w:p w:rsidR="00587D34" w:rsidRDefault="00587D34" w:rsidP="00587D34">
      <w:pPr>
        <w:pStyle w:val="libNormal"/>
        <w:rPr>
          <w:rtl/>
        </w:rPr>
      </w:pPr>
      <w:r>
        <w:rPr>
          <w:rtl/>
        </w:rPr>
        <w:lastRenderedPageBreak/>
        <w:t>18</w:t>
      </w:r>
      <w:r w:rsidR="007D3118">
        <w:rPr>
          <w:rtl/>
        </w:rPr>
        <w:t xml:space="preserve">. </w:t>
      </w:r>
      <w:r>
        <w:rPr>
          <w:rtl/>
        </w:rPr>
        <w:t>همه سوى فرمان تو باز مى گردند و كارشان به حكم تو منتهى مى شود</w:t>
      </w:r>
      <w:r w:rsidR="007D3118">
        <w:rPr>
          <w:rtl/>
        </w:rPr>
        <w:t xml:space="preserve">، </w:t>
      </w:r>
      <w:r>
        <w:rPr>
          <w:rtl/>
        </w:rPr>
        <w:t>ملك تو از طول مهلت آنان سستى نپذيرد و حجت تو از ترك شتاب باطل نشود</w:t>
      </w:r>
      <w:r w:rsidR="007D3118">
        <w:rPr>
          <w:rtl/>
        </w:rPr>
        <w:t xml:space="preserve">. </w:t>
      </w:r>
    </w:p>
    <w:p w:rsidR="00587D34" w:rsidRDefault="00587D34" w:rsidP="00587D34">
      <w:pPr>
        <w:pStyle w:val="libNormal"/>
        <w:rPr>
          <w:rtl/>
        </w:rPr>
      </w:pPr>
      <w:r>
        <w:rPr>
          <w:rtl/>
        </w:rPr>
        <w:t>19</w:t>
      </w:r>
      <w:r w:rsidR="007D3118">
        <w:rPr>
          <w:rtl/>
        </w:rPr>
        <w:t xml:space="preserve">. </w:t>
      </w:r>
      <w:r>
        <w:rPr>
          <w:rtl/>
        </w:rPr>
        <w:t>برهان تو بر پاى است و پادشاهى تو بر جاى و زوال نپذيرد</w:t>
      </w:r>
      <w:r w:rsidR="007D3118">
        <w:rPr>
          <w:rtl/>
        </w:rPr>
        <w:t xml:space="preserve">، </w:t>
      </w:r>
      <w:r>
        <w:rPr>
          <w:rtl/>
        </w:rPr>
        <w:t>پس عذاب دائم آن كس را بود كه از تو روى بگرداند و نوميدى و خوارى آن را كه از در خانه تو محروم گردد و بدترين بدبختى ها آن را كه فريفته مهلت شود</w:t>
      </w:r>
      <w:r w:rsidR="007D3118">
        <w:rPr>
          <w:rtl/>
        </w:rPr>
        <w:t xml:space="preserve">. </w:t>
      </w:r>
    </w:p>
    <w:p w:rsidR="00587D34" w:rsidRDefault="00587D34" w:rsidP="00587D34">
      <w:pPr>
        <w:pStyle w:val="libNormal"/>
        <w:rPr>
          <w:rtl/>
        </w:rPr>
      </w:pPr>
      <w:r>
        <w:rPr>
          <w:rtl/>
        </w:rPr>
        <w:t>20</w:t>
      </w:r>
      <w:r w:rsidR="007D3118">
        <w:rPr>
          <w:rtl/>
        </w:rPr>
        <w:t xml:space="preserve">. </w:t>
      </w:r>
      <w:r>
        <w:rPr>
          <w:rtl/>
        </w:rPr>
        <w:t>در عذاب تو بسيار ماند و عقاب تو بر وى دراز گردد</w:t>
      </w:r>
      <w:r w:rsidR="007D3118">
        <w:rPr>
          <w:rtl/>
        </w:rPr>
        <w:t xml:space="preserve">، </w:t>
      </w:r>
      <w:r>
        <w:rPr>
          <w:rtl/>
        </w:rPr>
        <w:t>آرزوى گشايش از او دور و اميد نجات بر روى او بسته</w:t>
      </w:r>
      <w:r w:rsidR="007D3118">
        <w:rPr>
          <w:rtl/>
        </w:rPr>
        <w:t xml:space="preserve">، </w:t>
      </w:r>
      <w:r>
        <w:rPr>
          <w:rtl/>
        </w:rPr>
        <w:t>قضاى تو عدل است و جور در آن راه ندارد</w:t>
      </w:r>
      <w:r w:rsidR="007D3118">
        <w:rPr>
          <w:rtl/>
        </w:rPr>
        <w:t xml:space="preserve">، </w:t>
      </w:r>
      <w:r>
        <w:rPr>
          <w:rtl/>
        </w:rPr>
        <w:t>و داورى تو از روى داد و انصاف</w:t>
      </w:r>
      <w:r w:rsidR="007D3118">
        <w:rPr>
          <w:rtl/>
        </w:rPr>
        <w:t xml:space="preserve">، </w:t>
      </w:r>
      <w:r>
        <w:rPr>
          <w:rtl/>
        </w:rPr>
        <w:t>و تو بر او ستم نكردى</w:t>
      </w:r>
      <w:r w:rsidR="007D3118">
        <w:rPr>
          <w:rtl/>
        </w:rPr>
        <w:t xml:space="preserve">. </w:t>
      </w:r>
    </w:p>
    <w:p w:rsidR="00587D34" w:rsidRDefault="00587D34" w:rsidP="00587D34">
      <w:pPr>
        <w:pStyle w:val="libNormal"/>
        <w:rPr>
          <w:rtl/>
        </w:rPr>
      </w:pPr>
      <w:r>
        <w:rPr>
          <w:rtl/>
        </w:rPr>
        <w:t>21</w:t>
      </w:r>
      <w:r w:rsidR="007D3118">
        <w:rPr>
          <w:rtl/>
        </w:rPr>
        <w:t xml:space="preserve">. </w:t>
      </w:r>
      <w:r>
        <w:rPr>
          <w:rtl/>
        </w:rPr>
        <w:t>دليل هاى پى درپى و روشن آوردى و زبان بهانه جوى را بربستى و از پيش تخويف كردى و به لطف ترغيب فرمودى و مثل ها زدى</w:t>
      </w:r>
      <w:r w:rsidR="007D3118">
        <w:rPr>
          <w:rtl/>
        </w:rPr>
        <w:t xml:space="preserve">، </w:t>
      </w:r>
      <w:r w:rsidRPr="00AA3CBA">
        <w:rPr>
          <w:rStyle w:val="libFootnotenumChar"/>
          <w:rtl/>
        </w:rPr>
        <w:t>(118</w:t>
      </w:r>
      <w:r w:rsidR="007D3118" w:rsidRPr="00AA3CBA">
        <w:rPr>
          <w:rStyle w:val="libFootnotenumChar"/>
          <w:rtl/>
        </w:rPr>
        <w:t>)</w:t>
      </w:r>
      <w:r>
        <w:rPr>
          <w:rtl/>
        </w:rPr>
        <w:t xml:space="preserve"> و مهلت ها دادى و در عذاب </w:t>
      </w:r>
      <w:r w:rsidR="00F57255">
        <w:rPr>
          <w:rtl/>
        </w:rPr>
        <w:t>تأخیر</w:t>
      </w:r>
      <w:r>
        <w:rPr>
          <w:rtl/>
        </w:rPr>
        <w:t xml:space="preserve"> كردى و مى توانستى تعجيل نمايى و به حلم مدارا كردى و مى توانستى عتاب كنى</w:t>
      </w:r>
      <w:r w:rsidR="007D3118">
        <w:rPr>
          <w:rtl/>
        </w:rPr>
        <w:t xml:space="preserve">. </w:t>
      </w:r>
    </w:p>
    <w:p w:rsidR="00587D34" w:rsidRDefault="00587D34" w:rsidP="00587D34">
      <w:pPr>
        <w:pStyle w:val="libNormal"/>
        <w:rPr>
          <w:rtl/>
        </w:rPr>
      </w:pPr>
      <w:r>
        <w:rPr>
          <w:rtl/>
        </w:rPr>
        <w:t>22</w:t>
      </w:r>
      <w:r w:rsidR="007D3118">
        <w:rPr>
          <w:rtl/>
        </w:rPr>
        <w:t xml:space="preserve">. </w:t>
      </w:r>
      <w:r>
        <w:rPr>
          <w:rtl/>
        </w:rPr>
        <w:t>حلم تو از ناتوانى نبود و مهلت تو از سستى نه</w:t>
      </w:r>
      <w:r w:rsidR="007D3118">
        <w:rPr>
          <w:rtl/>
        </w:rPr>
        <w:t xml:space="preserve">، </w:t>
      </w:r>
      <w:r>
        <w:rPr>
          <w:rtl/>
        </w:rPr>
        <w:t xml:space="preserve">اعراض تو از كيفر آنان نه از بى خبرى است و </w:t>
      </w:r>
      <w:r w:rsidR="00F57255">
        <w:rPr>
          <w:rtl/>
        </w:rPr>
        <w:t>تأخیر</w:t>
      </w:r>
      <w:r>
        <w:rPr>
          <w:rtl/>
        </w:rPr>
        <w:t xml:space="preserve"> عذاب آنان نه از مسامحه</w:t>
      </w:r>
      <w:r w:rsidR="007D3118">
        <w:rPr>
          <w:rtl/>
        </w:rPr>
        <w:t xml:space="preserve">، </w:t>
      </w:r>
      <w:r>
        <w:rPr>
          <w:rtl/>
        </w:rPr>
        <w:t>بلكه تا حجت تو تمام تر باشد و كرم تو كامل تر و احسان تو بيش از آن كه كمترين آن را شكر توان گزارد</w:t>
      </w:r>
      <w:r w:rsidR="007D3118">
        <w:rPr>
          <w:rtl/>
        </w:rPr>
        <w:t xml:space="preserve">. </w:t>
      </w:r>
    </w:p>
    <w:p w:rsidR="00587D34" w:rsidRDefault="00587D34" w:rsidP="00587D34">
      <w:pPr>
        <w:pStyle w:val="libNormal"/>
        <w:rPr>
          <w:rtl/>
        </w:rPr>
      </w:pPr>
      <w:r>
        <w:rPr>
          <w:rtl/>
        </w:rPr>
        <w:t>23</w:t>
      </w:r>
      <w:r w:rsidR="007D3118">
        <w:rPr>
          <w:rtl/>
        </w:rPr>
        <w:t xml:space="preserve">. </w:t>
      </w:r>
      <w:r>
        <w:rPr>
          <w:rtl/>
        </w:rPr>
        <w:t>بى زبانى مرا از سپاس تو باز داشت و ناتوانى از تمجيد تو زبان مرا بست</w:t>
      </w:r>
      <w:r w:rsidR="007D3118">
        <w:rPr>
          <w:rtl/>
        </w:rPr>
        <w:t xml:space="preserve">. </w:t>
      </w:r>
      <w:r>
        <w:rPr>
          <w:rtl/>
        </w:rPr>
        <w:t>منتهاى كار من آن است كه اقرار كنم كه خاموش ماندم نه به ميل خود بلكه از ناتوانى</w:t>
      </w:r>
      <w:r w:rsidR="007D3118">
        <w:rPr>
          <w:rtl/>
        </w:rPr>
        <w:t xml:space="preserve">. </w:t>
      </w:r>
    </w:p>
    <w:p w:rsidR="00587D34" w:rsidRDefault="00587D34" w:rsidP="00587D34">
      <w:pPr>
        <w:pStyle w:val="libNormal"/>
        <w:rPr>
          <w:rtl/>
        </w:rPr>
      </w:pPr>
      <w:r>
        <w:rPr>
          <w:rtl/>
        </w:rPr>
        <w:t>24</w:t>
      </w:r>
      <w:r w:rsidR="007D3118">
        <w:rPr>
          <w:rtl/>
        </w:rPr>
        <w:t xml:space="preserve">. </w:t>
      </w:r>
      <w:r>
        <w:rPr>
          <w:rtl/>
        </w:rPr>
        <w:t>اكنون قصد آستان تو دارم و از تو مى خواهم مرا نيك پذيرايى كنى</w:t>
      </w:r>
      <w:r w:rsidR="007D3118">
        <w:rPr>
          <w:rtl/>
        </w:rPr>
        <w:t xml:space="preserve">. </w:t>
      </w:r>
    </w:p>
    <w:p w:rsidR="00587D34" w:rsidRDefault="00587D34" w:rsidP="00587D34">
      <w:pPr>
        <w:pStyle w:val="libNormal"/>
        <w:rPr>
          <w:rtl/>
        </w:rPr>
      </w:pPr>
      <w:r>
        <w:rPr>
          <w:rtl/>
        </w:rPr>
        <w:lastRenderedPageBreak/>
        <w:t>25</w:t>
      </w:r>
      <w:r w:rsidR="007D3118">
        <w:rPr>
          <w:rtl/>
        </w:rPr>
        <w:t xml:space="preserve">. </w:t>
      </w:r>
      <w:r>
        <w:rPr>
          <w:rtl/>
        </w:rPr>
        <w:t>بر محمد و آل او درود فرست</w:t>
      </w:r>
      <w:r w:rsidR="007D3118">
        <w:rPr>
          <w:rtl/>
        </w:rPr>
        <w:t xml:space="preserve">، </w:t>
      </w:r>
      <w:r>
        <w:rPr>
          <w:rtl/>
        </w:rPr>
        <w:t>و راز مرا بشنو</w:t>
      </w:r>
      <w:r w:rsidR="007D3118">
        <w:rPr>
          <w:rtl/>
        </w:rPr>
        <w:t xml:space="preserve">، </w:t>
      </w:r>
      <w:r>
        <w:rPr>
          <w:rtl/>
        </w:rPr>
        <w:t>و دعاى مرا مستجاب كن</w:t>
      </w:r>
      <w:r w:rsidR="007D3118">
        <w:rPr>
          <w:rtl/>
        </w:rPr>
        <w:t xml:space="preserve">، </w:t>
      </w:r>
      <w:r>
        <w:rPr>
          <w:rtl/>
        </w:rPr>
        <w:t>و روز مرا به نااميدى به پايان مبر</w:t>
      </w:r>
      <w:r w:rsidR="007D3118">
        <w:rPr>
          <w:rtl/>
        </w:rPr>
        <w:t xml:space="preserve">، </w:t>
      </w:r>
      <w:r>
        <w:rPr>
          <w:rtl/>
        </w:rPr>
        <w:t>و دست ردّ بر پيشانى من مزن</w:t>
      </w:r>
      <w:r w:rsidR="007D3118">
        <w:rPr>
          <w:rtl/>
        </w:rPr>
        <w:t xml:space="preserve">، </w:t>
      </w:r>
      <w:r>
        <w:rPr>
          <w:rtl/>
        </w:rPr>
        <w:t>و بازگشت مرا به كرامت مقرون دار و باز آمدن مرا نزد خود نيز كه تو هر چه بخواهى بر تو دشوار نيست و هرچه از تو خواهند از اجابت مسئول آنان عاجز نمانى</w:t>
      </w:r>
      <w:r w:rsidR="007D3118">
        <w:rPr>
          <w:rtl/>
        </w:rPr>
        <w:t xml:space="preserve">. </w:t>
      </w:r>
      <w:r>
        <w:rPr>
          <w:rtl/>
        </w:rPr>
        <w:t>تو بر هر چيز توانايى</w:t>
      </w:r>
      <w:r w:rsidR="007D3118">
        <w:rPr>
          <w:rtl/>
        </w:rPr>
        <w:t xml:space="preserve">. </w:t>
      </w:r>
      <w:r>
        <w:rPr>
          <w:rtl/>
        </w:rPr>
        <w:t>و لا حول ولا قوة الا بالله العلى العظيم</w:t>
      </w:r>
      <w:r w:rsidR="007D3118">
        <w:rPr>
          <w:rtl/>
        </w:rPr>
        <w:t xml:space="preserve">. </w:t>
      </w:r>
    </w:p>
    <w:p w:rsidR="00587D34" w:rsidRDefault="00C46FA9" w:rsidP="004C63D0">
      <w:pPr>
        <w:pStyle w:val="Heading2"/>
        <w:rPr>
          <w:rtl/>
        </w:rPr>
      </w:pPr>
      <w:r>
        <w:br w:type="page"/>
      </w:r>
      <w:bookmarkStart w:id="98" w:name="_Toc394915227"/>
      <w:r w:rsidR="00AA3CBA">
        <w:lastRenderedPageBreak/>
        <w:t>47</w:t>
      </w:r>
      <w:r w:rsidR="00AA3CBA">
        <w:rPr>
          <w:rtl/>
        </w:rPr>
        <w:t xml:space="preserve"> وَ كَانَ مِنْ دُعَائِهِ عَلَيْهِ السَّلامُ فِى يَوْمِ عَرَفَةَ:</w:t>
      </w:r>
      <w:bookmarkEnd w:id="98"/>
      <w:r w:rsidR="00AA3CBA">
        <w:rPr>
          <w:rtl/>
        </w:rPr>
        <w:t xml:space="preserve"> </w:t>
      </w:r>
    </w:p>
    <w:p w:rsidR="00587D34" w:rsidRDefault="00587D34" w:rsidP="00587D34">
      <w:pPr>
        <w:pStyle w:val="libNormal"/>
        <w:rPr>
          <w:rtl/>
        </w:rPr>
      </w:pPr>
      <w:r>
        <w:rPr>
          <w:rtl/>
        </w:rPr>
        <w:t>(1</w:t>
      </w:r>
      <w:r w:rsidR="007D3118">
        <w:rPr>
          <w:rtl/>
        </w:rPr>
        <w:t xml:space="preserve">) </w:t>
      </w:r>
      <w:r>
        <w:rPr>
          <w:rtl/>
        </w:rPr>
        <w:t>الْحَمْدُ لِلَّهِ رَبِّ الْعَالَمِينَ</w:t>
      </w:r>
    </w:p>
    <w:p w:rsidR="00587D34" w:rsidRDefault="00587D34" w:rsidP="00587D34">
      <w:pPr>
        <w:pStyle w:val="libNormal"/>
        <w:rPr>
          <w:rtl/>
        </w:rPr>
      </w:pPr>
      <w:r>
        <w:rPr>
          <w:rtl/>
        </w:rPr>
        <w:t>(2</w:t>
      </w:r>
      <w:r w:rsidR="007D3118">
        <w:rPr>
          <w:rtl/>
        </w:rPr>
        <w:t xml:space="preserve">) </w:t>
      </w:r>
      <w:r>
        <w:rPr>
          <w:rtl/>
        </w:rPr>
        <w:t>اللَّهُمَّ لَكَ الْحَمْدُ بَدِيعَ السَّمَاوَاتِ وَ الْأَرْضِ</w:t>
      </w:r>
      <w:r w:rsidR="007D3118">
        <w:rPr>
          <w:rtl/>
        </w:rPr>
        <w:t xml:space="preserve">، </w:t>
      </w:r>
      <w:r>
        <w:rPr>
          <w:rtl/>
        </w:rPr>
        <w:t>ذَا الْجَلالِ وَ الْإِكْرَامِ</w:t>
      </w:r>
      <w:r w:rsidR="007D3118">
        <w:rPr>
          <w:rtl/>
        </w:rPr>
        <w:t xml:space="preserve">، </w:t>
      </w:r>
      <w:r>
        <w:rPr>
          <w:rtl/>
        </w:rPr>
        <w:t>رَبَّ الْأَرْبَابِ</w:t>
      </w:r>
      <w:r w:rsidR="007D3118">
        <w:rPr>
          <w:rtl/>
        </w:rPr>
        <w:t xml:space="preserve">، </w:t>
      </w:r>
      <w:r>
        <w:rPr>
          <w:rtl/>
        </w:rPr>
        <w:t>وَ إِلَهَ كُلِّ مَأْلُوهٍ</w:t>
      </w:r>
      <w:r w:rsidR="007D3118">
        <w:rPr>
          <w:rtl/>
        </w:rPr>
        <w:t xml:space="preserve">، </w:t>
      </w:r>
      <w:r>
        <w:rPr>
          <w:rtl/>
        </w:rPr>
        <w:t>وَ خَالِقَ كُلِّ مَخْلُوقٍ</w:t>
      </w:r>
      <w:r w:rsidR="007D3118">
        <w:rPr>
          <w:rtl/>
        </w:rPr>
        <w:t xml:space="preserve">، </w:t>
      </w:r>
      <w:r>
        <w:rPr>
          <w:rtl/>
        </w:rPr>
        <w:t>وَ وَارِثَ كُلِّ شَيْءٍ</w:t>
      </w:r>
      <w:r w:rsidR="007D3118">
        <w:rPr>
          <w:rtl/>
        </w:rPr>
        <w:t xml:space="preserve">، </w:t>
      </w:r>
      <w:r>
        <w:rPr>
          <w:rtl/>
        </w:rPr>
        <w:t>لَيْسَ كَمِثْلِهِ شَيْءٌ</w:t>
      </w:r>
      <w:r w:rsidR="007D3118">
        <w:rPr>
          <w:rtl/>
        </w:rPr>
        <w:t xml:space="preserve">، </w:t>
      </w:r>
      <w:r>
        <w:rPr>
          <w:rtl/>
        </w:rPr>
        <w:t>وَ لا يَعْزُبُ عَنْهُ عِلْمُ شَيْءٍ</w:t>
      </w:r>
      <w:r w:rsidR="007D3118">
        <w:rPr>
          <w:rtl/>
        </w:rPr>
        <w:t xml:space="preserve">، </w:t>
      </w:r>
      <w:r>
        <w:rPr>
          <w:rtl/>
        </w:rPr>
        <w:t>وَ هُوَ بِكُلِّ شَيْءٍ مُحِيطٌ</w:t>
      </w:r>
      <w:r w:rsidR="007D3118">
        <w:rPr>
          <w:rtl/>
        </w:rPr>
        <w:t xml:space="preserve">، </w:t>
      </w:r>
      <w:r>
        <w:rPr>
          <w:rtl/>
        </w:rPr>
        <w:t>وَ هُوَ عَلَى كُلِّ شَيْءٍ رَقِيبٌ</w:t>
      </w:r>
      <w:r w:rsidR="007D3118">
        <w:rPr>
          <w:rtl/>
        </w:rPr>
        <w:t xml:space="preserve">. </w:t>
      </w:r>
    </w:p>
    <w:p w:rsidR="00587D34" w:rsidRDefault="00587D34" w:rsidP="00587D34">
      <w:pPr>
        <w:pStyle w:val="libNormal"/>
        <w:rPr>
          <w:rtl/>
        </w:rPr>
      </w:pPr>
      <w:r>
        <w:rPr>
          <w:rtl/>
        </w:rPr>
        <w:t>(3</w:t>
      </w:r>
      <w:r w:rsidR="007D3118">
        <w:rPr>
          <w:rtl/>
        </w:rPr>
        <w:t xml:space="preserve">) </w:t>
      </w:r>
      <w:r>
        <w:rPr>
          <w:rtl/>
        </w:rPr>
        <w:t>أَنْتَ اللَّهُ لا إِلَهَ إِلا أَنْتَ</w:t>
      </w:r>
      <w:r w:rsidR="007D3118">
        <w:rPr>
          <w:rtl/>
        </w:rPr>
        <w:t xml:space="preserve">، </w:t>
      </w:r>
      <w:r>
        <w:rPr>
          <w:rtl/>
        </w:rPr>
        <w:t>الْأَحَدُ الْمُتَوَحِّدُ الْفَرْدُ الْمُتَفَرِّدُ</w:t>
      </w:r>
    </w:p>
    <w:p w:rsidR="00587D34" w:rsidRDefault="00587D34" w:rsidP="00587D34">
      <w:pPr>
        <w:pStyle w:val="libNormal"/>
        <w:rPr>
          <w:rtl/>
        </w:rPr>
      </w:pPr>
      <w:r>
        <w:rPr>
          <w:rtl/>
        </w:rPr>
        <w:t>(4</w:t>
      </w:r>
      <w:r w:rsidR="007D3118">
        <w:rPr>
          <w:rtl/>
        </w:rPr>
        <w:t xml:space="preserve">) </w:t>
      </w:r>
      <w:r>
        <w:rPr>
          <w:rtl/>
        </w:rPr>
        <w:t>وَ أَنْتَ اللَّهُ لا إِلَهَ إِلا أَنْتَ</w:t>
      </w:r>
      <w:r w:rsidR="007D3118">
        <w:rPr>
          <w:rtl/>
        </w:rPr>
        <w:t xml:space="preserve">، </w:t>
      </w:r>
      <w:r>
        <w:rPr>
          <w:rtl/>
        </w:rPr>
        <w:t>الْكَرِيمُ الْمُتَكَرِّمُ</w:t>
      </w:r>
      <w:r w:rsidR="007D3118">
        <w:rPr>
          <w:rtl/>
        </w:rPr>
        <w:t xml:space="preserve">، </w:t>
      </w:r>
      <w:r>
        <w:rPr>
          <w:rtl/>
        </w:rPr>
        <w:t>الْعَظِيمُ الْمُتَعَظِّمُ</w:t>
      </w:r>
      <w:r w:rsidR="007D3118">
        <w:rPr>
          <w:rtl/>
        </w:rPr>
        <w:t xml:space="preserve">، </w:t>
      </w:r>
      <w:r>
        <w:rPr>
          <w:rtl/>
        </w:rPr>
        <w:t>الْكَبِيرُ الْمُتَكَبِّرُ</w:t>
      </w:r>
    </w:p>
    <w:p w:rsidR="00587D34" w:rsidRDefault="00587D34" w:rsidP="00587D34">
      <w:pPr>
        <w:pStyle w:val="libNormal"/>
        <w:rPr>
          <w:rtl/>
        </w:rPr>
      </w:pPr>
      <w:r>
        <w:rPr>
          <w:rtl/>
        </w:rPr>
        <w:t>(5</w:t>
      </w:r>
      <w:r w:rsidR="007D3118">
        <w:rPr>
          <w:rtl/>
        </w:rPr>
        <w:t xml:space="preserve">) </w:t>
      </w:r>
      <w:r>
        <w:rPr>
          <w:rtl/>
        </w:rPr>
        <w:t>وَ أَنْتَ اللَّهُ لا إِلَهَ إِلا أَنْتَ</w:t>
      </w:r>
      <w:r w:rsidR="007D3118">
        <w:rPr>
          <w:rtl/>
        </w:rPr>
        <w:t xml:space="preserve">، </w:t>
      </w:r>
      <w:r>
        <w:rPr>
          <w:rtl/>
        </w:rPr>
        <w:t>الْعَلِيُّ الْمُتَعَالِ</w:t>
      </w:r>
      <w:r w:rsidR="007D3118">
        <w:rPr>
          <w:rtl/>
        </w:rPr>
        <w:t xml:space="preserve">، </w:t>
      </w:r>
      <w:r>
        <w:rPr>
          <w:rtl/>
        </w:rPr>
        <w:t>الشَّدِيدُ الْمِحَالِ</w:t>
      </w:r>
    </w:p>
    <w:p w:rsidR="00587D34" w:rsidRDefault="00587D34" w:rsidP="00587D34">
      <w:pPr>
        <w:pStyle w:val="libNormal"/>
        <w:rPr>
          <w:rtl/>
        </w:rPr>
      </w:pPr>
      <w:r>
        <w:rPr>
          <w:rtl/>
        </w:rPr>
        <w:t>(6</w:t>
      </w:r>
      <w:r w:rsidR="007D3118">
        <w:rPr>
          <w:rtl/>
        </w:rPr>
        <w:t xml:space="preserve">) </w:t>
      </w:r>
      <w:r>
        <w:rPr>
          <w:rtl/>
        </w:rPr>
        <w:t>وَ أَنْتَ اللَّهُ لا إِلَهَ إِلا أَنْتَ</w:t>
      </w:r>
      <w:r w:rsidR="007D3118">
        <w:rPr>
          <w:rtl/>
        </w:rPr>
        <w:t xml:space="preserve">، </w:t>
      </w:r>
      <w:r>
        <w:rPr>
          <w:rtl/>
        </w:rPr>
        <w:t>الرَّحْمَنُ الرَّحِيمُ</w:t>
      </w:r>
      <w:r w:rsidR="007D3118">
        <w:rPr>
          <w:rtl/>
        </w:rPr>
        <w:t xml:space="preserve">، </w:t>
      </w:r>
      <w:r>
        <w:rPr>
          <w:rtl/>
        </w:rPr>
        <w:t>الْعَلِيمُ الْحَكِيمُ</w:t>
      </w:r>
      <w:r w:rsidR="007D3118">
        <w:rPr>
          <w:rtl/>
        </w:rPr>
        <w:t xml:space="preserve">. </w:t>
      </w:r>
    </w:p>
    <w:p w:rsidR="00587D34" w:rsidRDefault="00587D34" w:rsidP="00587D34">
      <w:pPr>
        <w:pStyle w:val="libNormal"/>
        <w:rPr>
          <w:rtl/>
        </w:rPr>
      </w:pPr>
      <w:r>
        <w:rPr>
          <w:rtl/>
        </w:rPr>
        <w:t>(7</w:t>
      </w:r>
      <w:r w:rsidR="007D3118">
        <w:rPr>
          <w:rtl/>
        </w:rPr>
        <w:t xml:space="preserve">) </w:t>
      </w:r>
      <w:r>
        <w:rPr>
          <w:rtl/>
        </w:rPr>
        <w:t>وَ أَنْتَ اللَّهُ لا إِلَهَ إِلا أَنْتَ</w:t>
      </w:r>
      <w:r w:rsidR="007D3118">
        <w:rPr>
          <w:rtl/>
        </w:rPr>
        <w:t xml:space="preserve">، </w:t>
      </w:r>
      <w:r>
        <w:rPr>
          <w:rtl/>
        </w:rPr>
        <w:t>السَّمِيعُ الْبَصِيرُ</w:t>
      </w:r>
      <w:r w:rsidR="007D3118">
        <w:rPr>
          <w:rtl/>
        </w:rPr>
        <w:t xml:space="preserve">، </w:t>
      </w:r>
      <w:r>
        <w:rPr>
          <w:rtl/>
        </w:rPr>
        <w:t>الْقَدِيمُ الْخَبِيرُ</w:t>
      </w:r>
    </w:p>
    <w:p w:rsidR="00587D34" w:rsidRDefault="00587D34" w:rsidP="00587D34">
      <w:pPr>
        <w:pStyle w:val="libNormal"/>
        <w:rPr>
          <w:rtl/>
        </w:rPr>
      </w:pPr>
      <w:r>
        <w:rPr>
          <w:rtl/>
        </w:rPr>
        <w:t>(8</w:t>
      </w:r>
      <w:r w:rsidR="007D3118">
        <w:rPr>
          <w:rtl/>
        </w:rPr>
        <w:t xml:space="preserve">) </w:t>
      </w:r>
      <w:r>
        <w:rPr>
          <w:rtl/>
        </w:rPr>
        <w:t>وَ أَنْتَ اللَّهُ لا إِلَهَ إِلا أَنْتَ</w:t>
      </w:r>
      <w:r w:rsidR="007D3118">
        <w:rPr>
          <w:rtl/>
        </w:rPr>
        <w:t xml:space="preserve">، </w:t>
      </w:r>
      <w:r>
        <w:rPr>
          <w:rtl/>
        </w:rPr>
        <w:t>الْكَرِيمُ الْأَكْرَمُ</w:t>
      </w:r>
      <w:r w:rsidR="007D3118">
        <w:rPr>
          <w:rtl/>
        </w:rPr>
        <w:t xml:space="preserve">، </w:t>
      </w:r>
      <w:r>
        <w:rPr>
          <w:rtl/>
        </w:rPr>
        <w:t>الدَّائِمُ الْأَدْوَمُ</w:t>
      </w:r>
      <w:r w:rsidR="007D3118">
        <w:rPr>
          <w:rtl/>
        </w:rPr>
        <w:t xml:space="preserve">، </w:t>
      </w:r>
    </w:p>
    <w:p w:rsidR="00587D34" w:rsidRDefault="00587D34" w:rsidP="00587D34">
      <w:pPr>
        <w:pStyle w:val="libNormal"/>
        <w:rPr>
          <w:rtl/>
        </w:rPr>
      </w:pPr>
      <w:r>
        <w:rPr>
          <w:rtl/>
        </w:rPr>
        <w:t>(9</w:t>
      </w:r>
      <w:r w:rsidR="007D3118">
        <w:rPr>
          <w:rtl/>
        </w:rPr>
        <w:t xml:space="preserve">) </w:t>
      </w:r>
      <w:r>
        <w:rPr>
          <w:rtl/>
        </w:rPr>
        <w:t>وَ أَنْتَ اللَّهُ لا إِلَهَ إِلا أَنْتَ</w:t>
      </w:r>
      <w:r w:rsidR="007D3118">
        <w:rPr>
          <w:rtl/>
        </w:rPr>
        <w:t xml:space="preserve">، </w:t>
      </w:r>
      <w:r>
        <w:rPr>
          <w:rtl/>
        </w:rPr>
        <w:t>الْأَوَّلُ قَبْلَ كُلِّ أَحَدٍ</w:t>
      </w:r>
      <w:r w:rsidR="007D3118">
        <w:rPr>
          <w:rtl/>
        </w:rPr>
        <w:t xml:space="preserve">، </w:t>
      </w:r>
      <w:r>
        <w:rPr>
          <w:rtl/>
        </w:rPr>
        <w:t>وَ الاْخِرُ بَعْدَ كُلِّ عَدَدٍ</w:t>
      </w:r>
    </w:p>
    <w:p w:rsidR="00587D34" w:rsidRDefault="00587D34" w:rsidP="00587D34">
      <w:pPr>
        <w:pStyle w:val="libNormal"/>
        <w:rPr>
          <w:rtl/>
        </w:rPr>
      </w:pPr>
      <w:r>
        <w:rPr>
          <w:rtl/>
        </w:rPr>
        <w:t>(10</w:t>
      </w:r>
      <w:r w:rsidR="007D3118">
        <w:rPr>
          <w:rtl/>
        </w:rPr>
        <w:t xml:space="preserve">) </w:t>
      </w:r>
      <w:r>
        <w:rPr>
          <w:rtl/>
        </w:rPr>
        <w:t>وَ أَنْتَ اللَّهُ لا إِلَهَ إِلا أَنْتَ</w:t>
      </w:r>
      <w:r w:rsidR="007D3118">
        <w:rPr>
          <w:rtl/>
        </w:rPr>
        <w:t xml:space="preserve">، </w:t>
      </w:r>
      <w:r>
        <w:rPr>
          <w:rtl/>
        </w:rPr>
        <w:t>الدَّانِى فِى عُلُوِّهِ</w:t>
      </w:r>
      <w:r w:rsidR="007D3118">
        <w:rPr>
          <w:rtl/>
        </w:rPr>
        <w:t xml:space="preserve">، </w:t>
      </w:r>
      <w:r>
        <w:rPr>
          <w:rtl/>
        </w:rPr>
        <w:t>وَ الْعَالِى فِى دُنُوِّهِ</w:t>
      </w:r>
    </w:p>
    <w:p w:rsidR="00587D34" w:rsidRDefault="00587D34" w:rsidP="00587D34">
      <w:pPr>
        <w:pStyle w:val="libNormal"/>
        <w:rPr>
          <w:rtl/>
        </w:rPr>
      </w:pPr>
      <w:r>
        <w:rPr>
          <w:rtl/>
        </w:rPr>
        <w:t>(11</w:t>
      </w:r>
      <w:r w:rsidR="007D3118">
        <w:rPr>
          <w:rtl/>
        </w:rPr>
        <w:t xml:space="preserve">) </w:t>
      </w:r>
      <w:r>
        <w:rPr>
          <w:rtl/>
        </w:rPr>
        <w:t>وَ أَنْتَ اللَّهُ لا إِلَهَ إِلا أَنْتَ</w:t>
      </w:r>
      <w:r w:rsidR="007D3118">
        <w:rPr>
          <w:rtl/>
        </w:rPr>
        <w:t xml:space="preserve">، </w:t>
      </w:r>
      <w:r>
        <w:rPr>
          <w:rtl/>
        </w:rPr>
        <w:t>ذُو الْبَهَاءِ وَ الْمَجْدِ</w:t>
      </w:r>
      <w:r w:rsidR="007D3118">
        <w:rPr>
          <w:rtl/>
        </w:rPr>
        <w:t xml:space="preserve">، </w:t>
      </w:r>
      <w:r>
        <w:rPr>
          <w:rtl/>
        </w:rPr>
        <w:t>وَ الْكِبْرِيَاءِ وَ الْحَمْدِ</w:t>
      </w:r>
    </w:p>
    <w:p w:rsidR="00587D34" w:rsidRDefault="00587D34" w:rsidP="00587D34">
      <w:pPr>
        <w:pStyle w:val="libNormal"/>
        <w:rPr>
          <w:rtl/>
        </w:rPr>
      </w:pPr>
      <w:r>
        <w:rPr>
          <w:rtl/>
        </w:rPr>
        <w:t>(12</w:t>
      </w:r>
      <w:r w:rsidR="007D3118">
        <w:rPr>
          <w:rtl/>
        </w:rPr>
        <w:t xml:space="preserve">) </w:t>
      </w:r>
      <w:r>
        <w:rPr>
          <w:rtl/>
        </w:rPr>
        <w:t>وَ أَنْتَ اللَّهُ لا إِلَهَ إِلا أَنْتَ</w:t>
      </w:r>
      <w:r w:rsidR="007D3118">
        <w:rPr>
          <w:rtl/>
        </w:rPr>
        <w:t xml:space="preserve">، </w:t>
      </w:r>
      <w:r>
        <w:rPr>
          <w:rtl/>
        </w:rPr>
        <w:t>الَّذِى أَنْشَأْتَ الْأَشْيَاءَ مِنْ غَيْرِ سِنْخٍ</w:t>
      </w:r>
      <w:r w:rsidR="007D3118">
        <w:rPr>
          <w:rtl/>
        </w:rPr>
        <w:t xml:space="preserve">، </w:t>
      </w:r>
      <w:r>
        <w:rPr>
          <w:rtl/>
        </w:rPr>
        <w:t>وَ صَوَّرْتَ مَا صَوَّرْتَ مِنْ غَيْرِ مِثَالٍ</w:t>
      </w:r>
      <w:r w:rsidR="007D3118">
        <w:rPr>
          <w:rtl/>
        </w:rPr>
        <w:t xml:space="preserve">، </w:t>
      </w:r>
      <w:r>
        <w:rPr>
          <w:rtl/>
        </w:rPr>
        <w:t>وَ ابْتَدَعْتَ الْمُبْتَدَعَاتِ بِلا احْتِذَاءٍ</w:t>
      </w:r>
      <w:r w:rsidR="007D3118">
        <w:rPr>
          <w:rtl/>
        </w:rPr>
        <w:t xml:space="preserve">. </w:t>
      </w:r>
    </w:p>
    <w:p w:rsidR="00587D34" w:rsidRDefault="00587D34" w:rsidP="00587D34">
      <w:pPr>
        <w:pStyle w:val="libNormal"/>
        <w:rPr>
          <w:rtl/>
        </w:rPr>
      </w:pPr>
      <w:r>
        <w:rPr>
          <w:rtl/>
        </w:rPr>
        <w:t>(13</w:t>
      </w:r>
      <w:r w:rsidR="007D3118">
        <w:rPr>
          <w:rtl/>
        </w:rPr>
        <w:t xml:space="preserve">) </w:t>
      </w:r>
      <w:r>
        <w:rPr>
          <w:rtl/>
        </w:rPr>
        <w:t>أَنْتَ الَّذِى قَدَّرْتَ كُلَّ شَيْءٍ تَقْدِيرا</w:t>
      </w:r>
      <w:r w:rsidR="007D3118">
        <w:rPr>
          <w:rtl/>
        </w:rPr>
        <w:t xml:space="preserve">، </w:t>
      </w:r>
      <w:r>
        <w:rPr>
          <w:rtl/>
        </w:rPr>
        <w:t>وَ يَسَّرْتَ كُلَّ شَيْءٍ تَيْسِيرا</w:t>
      </w:r>
      <w:r w:rsidR="007D3118">
        <w:rPr>
          <w:rtl/>
        </w:rPr>
        <w:t xml:space="preserve">، </w:t>
      </w:r>
      <w:r>
        <w:rPr>
          <w:rtl/>
        </w:rPr>
        <w:t>وَ دَبَّرْتَ مَا دُونَكَ تَدْبِيرا</w:t>
      </w:r>
    </w:p>
    <w:p w:rsidR="00587D34" w:rsidRDefault="00587D34" w:rsidP="00587D34">
      <w:pPr>
        <w:pStyle w:val="libNormal"/>
        <w:rPr>
          <w:rtl/>
        </w:rPr>
      </w:pPr>
      <w:r>
        <w:rPr>
          <w:rtl/>
        </w:rPr>
        <w:t>(14</w:t>
      </w:r>
      <w:r w:rsidR="007D3118">
        <w:rPr>
          <w:rtl/>
        </w:rPr>
        <w:t xml:space="preserve">) </w:t>
      </w:r>
      <w:r>
        <w:rPr>
          <w:rtl/>
        </w:rPr>
        <w:t>أَنْتَ الَّذِى لَمْ يُعِنْكَ عَلَى خَلْقِكَ شَرِيكٌ</w:t>
      </w:r>
      <w:r w:rsidR="007D3118">
        <w:rPr>
          <w:rtl/>
        </w:rPr>
        <w:t xml:space="preserve">، </w:t>
      </w:r>
      <w:r>
        <w:rPr>
          <w:rtl/>
        </w:rPr>
        <w:t>وَ لَمْ يُوَازِرْكَ فِى أَمْرِكَ وَزِيرٌ</w:t>
      </w:r>
      <w:r w:rsidR="007D3118">
        <w:rPr>
          <w:rtl/>
        </w:rPr>
        <w:t xml:space="preserve">، </w:t>
      </w:r>
      <w:r>
        <w:rPr>
          <w:rtl/>
        </w:rPr>
        <w:t>وَ لَمْ يَكُنْ لَكَ مُشَاهِدٌ وَ لا نَظِيرٌ</w:t>
      </w:r>
      <w:r w:rsidR="007D3118">
        <w:rPr>
          <w:rtl/>
        </w:rPr>
        <w:t xml:space="preserve">. </w:t>
      </w:r>
    </w:p>
    <w:p w:rsidR="00587D34" w:rsidRDefault="00587D34" w:rsidP="00587D34">
      <w:pPr>
        <w:pStyle w:val="libNormal"/>
        <w:rPr>
          <w:rtl/>
        </w:rPr>
      </w:pPr>
      <w:r>
        <w:rPr>
          <w:rtl/>
        </w:rPr>
        <w:lastRenderedPageBreak/>
        <w:t>(15</w:t>
      </w:r>
      <w:r w:rsidR="007D3118">
        <w:rPr>
          <w:rtl/>
        </w:rPr>
        <w:t xml:space="preserve">) </w:t>
      </w:r>
      <w:r>
        <w:rPr>
          <w:rtl/>
        </w:rPr>
        <w:t>أَنْتَ الَّذِى أَرَدْتَ فَكَانَ حَتْما مَا أَرَدْتَ</w:t>
      </w:r>
      <w:r w:rsidR="007D3118">
        <w:rPr>
          <w:rtl/>
        </w:rPr>
        <w:t xml:space="preserve">، </w:t>
      </w:r>
      <w:r>
        <w:rPr>
          <w:rtl/>
        </w:rPr>
        <w:t>وَ قَضَيْتَ فَكَانَ عَدْلا مَا قَضَيْتَ</w:t>
      </w:r>
      <w:r w:rsidR="007D3118">
        <w:rPr>
          <w:rtl/>
        </w:rPr>
        <w:t xml:space="preserve">، </w:t>
      </w:r>
      <w:r>
        <w:rPr>
          <w:rtl/>
        </w:rPr>
        <w:t>وَ حَكَمْتَ فَكَانَ نِصْفا مَا حَكَمْتَ</w:t>
      </w:r>
      <w:r w:rsidR="007D3118">
        <w:rPr>
          <w:rtl/>
        </w:rPr>
        <w:t xml:space="preserve">. </w:t>
      </w:r>
    </w:p>
    <w:p w:rsidR="00587D34" w:rsidRDefault="00587D34" w:rsidP="00587D34">
      <w:pPr>
        <w:pStyle w:val="libNormal"/>
        <w:rPr>
          <w:rtl/>
        </w:rPr>
      </w:pPr>
      <w:r>
        <w:rPr>
          <w:rtl/>
        </w:rPr>
        <w:t>(16</w:t>
      </w:r>
      <w:r w:rsidR="007D3118">
        <w:rPr>
          <w:rtl/>
        </w:rPr>
        <w:t xml:space="preserve">) </w:t>
      </w:r>
      <w:r>
        <w:rPr>
          <w:rtl/>
        </w:rPr>
        <w:t>أَنْتَ الَّذِى لا يَحْوِيكَ مَكَانٌ</w:t>
      </w:r>
      <w:r w:rsidR="007D3118">
        <w:rPr>
          <w:rtl/>
        </w:rPr>
        <w:t xml:space="preserve">، </w:t>
      </w:r>
      <w:r>
        <w:rPr>
          <w:rtl/>
        </w:rPr>
        <w:t>وَ لَمْ يَقُمْ لِسُلْطَانِكَ سُلْطَانٌ</w:t>
      </w:r>
      <w:r w:rsidR="007D3118">
        <w:rPr>
          <w:rtl/>
        </w:rPr>
        <w:t xml:space="preserve">، </w:t>
      </w:r>
      <w:r>
        <w:rPr>
          <w:rtl/>
        </w:rPr>
        <w:t>وَ لَمْ يُعْيِكَ بُرْهَانٌ وَ لا بَيَانٌ</w:t>
      </w:r>
      <w:r w:rsidR="007D3118">
        <w:rPr>
          <w:rtl/>
        </w:rPr>
        <w:t xml:space="preserve">. </w:t>
      </w:r>
    </w:p>
    <w:p w:rsidR="00587D34" w:rsidRDefault="00587D34" w:rsidP="00587D34">
      <w:pPr>
        <w:pStyle w:val="libNormal"/>
        <w:rPr>
          <w:rtl/>
        </w:rPr>
      </w:pPr>
      <w:r>
        <w:rPr>
          <w:rtl/>
        </w:rPr>
        <w:t>(17</w:t>
      </w:r>
      <w:r w:rsidR="007D3118">
        <w:rPr>
          <w:rtl/>
        </w:rPr>
        <w:t xml:space="preserve">) </w:t>
      </w:r>
      <w:r>
        <w:rPr>
          <w:rtl/>
        </w:rPr>
        <w:t>أَنْتَ الَّذِى أَحْصَيْتَ كُلَّ شَيْءٍ عَدَدا</w:t>
      </w:r>
      <w:r w:rsidR="007D3118">
        <w:rPr>
          <w:rtl/>
        </w:rPr>
        <w:t xml:space="preserve">، </w:t>
      </w:r>
      <w:r>
        <w:rPr>
          <w:rtl/>
        </w:rPr>
        <w:t>وَ جَعَلْتَ لِكُلِّ شَيْءٍ أَمَدا</w:t>
      </w:r>
      <w:r w:rsidR="007D3118">
        <w:rPr>
          <w:rtl/>
        </w:rPr>
        <w:t xml:space="preserve">، </w:t>
      </w:r>
      <w:r>
        <w:rPr>
          <w:rtl/>
        </w:rPr>
        <w:t>وَ قَدَّرْتَ كُلَّ شَيْءٍ تَقْدِيرا</w:t>
      </w:r>
      <w:r w:rsidR="007D3118">
        <w:rPr>
          <w:rtl/>
        </w:rPr>
        <w:t xml:space="preserve">. </w:t>
      </w:r>
    </w:p>
    <w:p w:rsidR="00587D34" w:rsidRDefault="00587D34" w:rsidP="00587D34">
      <w:pPr>
        <w:pStyle w:val="libNormal"/>
        <w:rPr>
          <w:rtl/>
        </w:rPr>
      </w:pPr>
      <w:r>
        <w:rPr>
          <w:rtl/>
        </w:rPr>
        <w:t>(18</w:t>
      </w:r>
      <w:r w:rsidR="007D3118">
        <w:rPr>
          <w:rtl/>
        </w:rPr>
        <w:t xml:space="preserve">) </w:t>
      </w:r>
      <w:r>
        <w:rPr>
          <w:rtl/>
        </w:rPr>
        <w:t>أَنْتَ الَّذِى قَصُرَتِ الْأَوْهَامُ عَنْ ذَاتِيَّتِكَ</w:t>
      </w:r>
      <w:r w:rsidR="007D3118">
        <w:rPr>
          <w:rtl/>
        </w:rPr>
        <w:t xml:space="preserve">، </w:t>
      </w:r>
      <w:r>
        <w:rPr>
          <w:rtl/>
        </w:rPr>
        <w:t>وَ عَجَزَتِ الْأَفْهَامُ عَنْ كَيْفِيَّتِكَ</w:t>
      </w:r>
      <w:r w:rsidR="007D3118">
        <w:rPr>
          <w:rtl/>
        </w:rPr>
        <w:t xml:space="preserve">، </w:t>
      </w:r>
      <w:r>
        <w:rPr>
          <w:rtl/>
        </w:rPr>
        <w:t>وَ لَمْ تُدْرِكِ الْأَبْصَارُ مَوْضِعَ أَيْنِيَّتِكَ</w:t>
      </w:r>
      <w:r w:rsidR="007D3118">
        <w:rPr>
          <w:rtl/>
        </w:rPr>
        <w:t xml:space="preserve">. </w:t>
      </w:r>
    </w:p>
    <w:p w:rsidR="00587D34" w:rsidRDefault="00587D34" w:rsidP="00587D34">
      <w:pPr>
        <w:pStyle w:val="libNormal"/>
        <w:rPr>
          <w:rtl/>
        </w:rPr>
      </w:pPr>
      <w:r>
        <w:rPr>
          <w:rtl/>
        </w:rPr>
        <w:t>(19</w:t>
      </w:r>
      <w:r w:rsidR="007D3118">
        <w:rPr>
          <w:rtl/>
        </w:rPr>
        <w:t xml:space="preserve">) </w:t>
      </w:r>
      <w:r>
        <w:rPr>
          <w:rtl/>
        </w:rPr>
        <w:t>أَنْتَ الَّذِى لا تُحَدُّ فَتَكُونَ مُحْدُودا</w:t>
      </w:r>
      <w:r w:rsidR="007D3118">
        <w:rPr>
          <w:rtl/>
        </w:rPr>
        <w:t xml:space="preserve">، </w:t>
      </w:r>
      <w:r>
        <w:rPr>
          <w:rtl/>
        </w:rPr>
        <w:t>وَ لَمْ تُمَثَّلْ فَتَكُونَ مَوْجُودا</w:t>
      </w:r>
      <w:r w:rsidR="007D3118">
        <w:rPr>
          <w:rtl/>
        </w:rPr>
        <w:t xml:space="preserve">، </w:t>
      </w:r>
      <w:r>
        <w:rPr>
          <w:rtl/>
        </w:rPr>
        <w:t>وَ لَمْ تَلِدْ فَتَكُونَ مَوْلُودا</w:t>
      </w:r>
      <w:r w:rsidR="007D3118">
        <w:rPr>
          <w:rtl/>
        </w:rPr>
        <w:t xml:space="preserve">. </w:t>
      </w:r>
    </w:p>
    <w:p w:rsidR="00587D34" w:rsidRDefault="00587D34" w:rsidP="00587D34">
      <w:pPr>
        <w:pStyle w:val="libNormal"/>
        <w:rPr>
          <w:rtl/>
        </w:rPr>
      </w:pPr>
      <w:r>
        <w:rPr>
          <w:rtl/>
        </w:rPr>
        <w:t>(20</w:t>
      </w:r>
      <w:r w:rsidR="007D3118">
        <w:rPr>
          <w:rtl/>
        </w:rPr>
        <w:t xml:space="preserve">) </w:t>
      </w:r>
      <w:r>
        <w:rPr>
          <w:rtl/>
        </w:rPr>
        <w:t>أَنْتَ الَّذِى لا ضِدَّ مَعَكَ فَيُعَانِدَكَ</w:t>
      </w:r>
      <w:r w:rsidR="007D3118">
        <w:rPr>
          <w:rtl/>
        </w:rPr>
        <w:t xml:space="preserve">، </w:t>
      </w:r>
      <w:r>
        <w:rPr>
          <w:rtl/>
        </w:rPr>
        <w:t>وَ لا عِدْلَ لَكَ فَيُكَاثِرَكَ</w:t>
      </w:r>
      <w:r w:rsidR="007D3118">
        <w:rPr>
          <w:rtl/>
        </w:rPr>
        <w:t xml:space="preserve">، </w:t>
      </w:r>
      <w:r>
        <w:rPr>
          <w:rtl/>
        </w:rPr>
        <w:t>وَ لا نِدَّ لَكَ فَيُعَارِضَكَ</w:t>
      </w:r>
      <w:r w:rsidR="007D3118">
        <w:rPr>
          <w:rtl/>
        </w:rPr>
        <w:t xml:space="preserve">. </w:t>
      </w:r>
    </w:p>
    <w:p w:rsidR="00587D34" w:rsidRDefault="00587D34" w:rsidP="00587D34">
      <w:pPr>
        <w:pStyle w:val="libNormal"/>
        <w:rPr>
          <w:rtl/>
        </w:rPr>
      </w:pPr>
      <w:r>
        <w:rPr>
          <w:rtl/>
        </w:rPr>
        <w:t>(21</w:t>
      </w:r>
      <w:r w:rsidR="007D3118">
        <w:rPr>
          <w:rtl/>
        </w:rPr>
        <w:t xml:space="preserve">) </w:t>
      </w:r>
      <w:r>
        <w:rPr>
          <w:rtl/>
        </w:rPr>
        <w:t>أَنْتَ الَّذِى ابْتَدَأَ</w:t>
      </w:r>
      <w:r w:rsidR="007D3118">
        <w:rPr>
          <w:rtl/>
        </w:rPr>
        <w:t xml:space="preserve">، </w:t>
      </w:r>
      <w:r>
        <w:rPr>
          <w:rtl/>
        </w:rPr>
        <w:t>وَ اخْتَرَعَ</w:t>
      </w:r>
      <w:r w:rsidR="007D3118">
        <w:rPr>
          <w:rtl/>
        </w:rPr>
        <w:t xml:space="preserve">، </w:t>
      </w:r>
      <w:r>
        <w:rPr>
          <w:rtl/>
        </w:rPr>
        <w:t>وَ اسْتَحْدَثَ</w:t>
      </w:r>
      <w:r w:rsidR="007D3118">
        <w:rPr>
          <w:rtl/>
        </w:rPr>
        <w:t xml:space="preserve">، </w:t>
      </w:r>
      <w:r>
        <w:rPr>
          <w:rtl/>
        </w:rPr>
        <w:t>وَ ابْتَدَعَ</w:t>
      </w:r>
      <w:r w:rsidR="007D3118">
        <w:rPr>
          <w:rtl/>
        </w:rPr>
        <w:t xml:space="preserve">، </w:t>
      </w:r>
      <w:r>
        <w:rPr>
          <w:rtl/>
        </w:rPr>
        <w:t>وَ أَحْسَنَ صُنْعَ مَا صَنَعَ</w:t>
      </w:r>
      <w:r w:rsidR="007D3118">
        <w:rPr>
          <w:rtl/>
        </w:rPr>
        <w:t xml:space="preserve">. </w:t>
      </w:r>
    </w:p>
    <w:p w:rsidR="00587D34" w:rsidRDefault="00587D34" w:rsidP="00587D34">
      <w:pPr>
        <w:pStyle w:val="libNormal"/>
        <w:rPr>
          <w:rtl/>
        </w:rPr>
      </w:pPr>
      <w:r>
        <w:rPr>
          <w:rtl/>
        </w:rPr>
        <w:t>(22</w:t>
      </w:r>
      <w:r w:rsidR="007D3118">
        <w:rPr>
          <w:rtl/>
        </w:rPr>
        <w:t xml:space="preserve">) </w:t>
      </w:r>
      <w:r>
        <w:rPr>
          <w:rtl/>
        </w:rPr>
        <w:t>سُبْحَانَكَ مَا أَجَلَّ شَأْنَكَ</w:t>
      </w:r>
      <w:r w:rsidR="007D3118">
        <w:rPr>
          <w:rtl/>
        </w:rPr>
        <w:t xml:space="preserve">، </w:t>
      </w:r>
      <w:r>
        <w:rPr>
          <w:rtl/>
        </w:rPr>
        <w:t>وَ أَسْنَى فِى الْأَمَاكِنِ مَكَانَكَ</w:t>
      </w:r>
      <w:r w:rsidR="007D3118">
        <w:rPr>
          <w:rtl/>
        </w:rPr>
        <w:t xml:space="preserve">، </w:t>
      </w:r>
      <w:r>
        <w:rPr>
          <w:rtl/>
        </w:rPr>
        <w:t>وَ أَصْدَعَ بِالْحَقِّ فُرْقَانَكَ</w:t>
      </w:r>
    </w:p>
    <w:p w:rsidR="00587D34" w:rsidRDefault="00587D34" w:rsidP="00587D34">
      <w:pPr>
        <w:pStyle w:val="libNormal"/>
        <w:rPr>
          <w:rtl/>
        </w:rPr>
      </w:pPr>
      <w:r>
        <w:rPr>
          <w:rtl/>
        </w:rPr>
        <w:t>(23</w:t>
      </w:r>
      <w:r w:rsidR="007D3118">
        <w:rPr>
          <w:rtl/>
        </w:rPr>
        <w:t xml:space="preserve">) </w:t>
      </w:r>
      <w:r>
        <w:rPr>
          <w:rtl/>
        </w:rPr>
        <w:t>سُبْحَانَكَ مِنْ لَطِيفٍ مَا أَلْطَفَكَ</w:t>
      </w:r>
      <w:r w:rsidR="007D3118">
        <w:rPr>
          <w:rtl/>
        </w:rPr>
        <w:t xml:space="preserve">، </w:t>
      </w:r>
      <w:r>
        <w:rPr>
          <w:rtl/>
        </w:rPr>
        <w:t>وَ رَءُوفٍ مَا أَرْأَفَكَ</w:t>
      </w:r>
      <w:r w:rsidR="007D3118">
        <w:rPr>
          <w:rtl/>
        </w:rPr>
        <w:t xml:space="preserve">، </w:t>
      </w:r>
      <w:r>
        <w:rPr>
          <w:rtl/>
        </w:rPr>
        <w:t>وَ حَكِيمٍ مَا أَعْرَفَكَ</w:t>
      </w:r>
    </w:p>
    <w:p w:rsidR="00587D34" w:rsidRDefault="00587D34" w:rsidP="00587D34">
      <w:pPr>
        <w:pStyle w:val="libNormal"/>
        <w:rPr>
          <w:rtl/>
        </w:rPr>
      </w:pPr>
      <w:r>
        <w:rPr>
          <w:rtl/>
        </w:rPr>
        <w:t>(24</w:t>
      </w:r>
      <w:r w:rsidR="007D3118">
        <w:rPr>
          <w:rtl/>
        </w:rPr>
        <w:t xml:space="preserve">) </w:t>
      </w:r>
      <w:r>
        <w:rPr>
          <w:rtl/>
        </w:rPr>
        <w:t>سُبْحَانَكَ مِنْ مَلِيكٍ مَا أَمْنَعَكَ</w:t>
      </w:r>
      <w:r w:rsidR="007D3118">
        <w:rPr>
          <w:rtl/>
        </w:rPr>
        <w:t xml:space="preserve">، </w:t>
      </w:r>
      <w:r>
        <w:rPr>
          <w:rtl/>
        </w:rPr>
        <w:t>وَ جَوَادٍ مَا أَوْسَعَكَ</w:t>
      </w:r>
      <w:r w:rsidR="007D3118">
        <w:rPr>
          <w:rtl/>
        </w:rPr>
        <w:t xml:space="preserve">، </w:t>
      </w:r>
      <w:r>
        <w:rPr>
          <w:rtl/>
        </w:rPr>
        <w:t>وَ رَفِيعٍ مَا أَرْفَعَكَ ذُو الْبَهَاءِ وَ الْمَجْدِ وَ الْكِبْرِيَاءِ وَ الْحَمْدِ</w:t>
      </w:r>
      <w:r w:rsidR="007D3118">
        <w:rPr>
          <w:rtl/>
        </w:rPr>
        <w:t xml:space="preserve">. </w:t>
      </w:r>
    </w:p>
    <w:p w:rsidR="00587D34" w:rsidRDefault="00587D34" w:rsidP="00587D34">
      <w:pPr>
        <w:pStyle w:val="libNormal"/>
        <w:rPr>
          <w:rtl/>
        </w:rPr>
      </w:pPr>
      <w:r>
        <w:rPr>
          <w:rtl/>
        </w:rPr>
        <w:t>(25</w:t>
      </w:r>
      <w:r w:rsidR="007D3118">
        <w:rPr>
          <w:rtl/>
        </w:rPr>
        <w:t xml:space="preserve">) </w:t>
      </w:r>
      <w:r>
        <w:rPr>
          <w:rtl/>
        </w:rPr>
        <w:t>سُبْحَانَكَ بَسَطْتَ بِالْخَيْرَاتِ يَدَكَ</w:t>
      </w:r>
      <w:r w:rsidR="007D3118">
        <w:rPr>
          <w:rtl/>
        </w:rPr>
        <w:t xml:space="preserve">، </w:t>
      </w:r>
      <w:r>
        <w:rPr>
          <w:rtl/>
        </w:rPr>
        <w:t>وَ عُرِفَتِ الْهِدَايَةُ مِنْ عِنْدِكَ</w:t>
      </w:r>
      <w:r w:rsidR="007D3118">
        <w:rPr>
          <w:rtl/>
        </w:rPr>
        <w:t xml:space="preserve">، </w:t>
      </w:r>
      <w:r>
        <w:rPr>
          <w:rtl/>
        </w:rPr>
        <w:t>فَمَنِ الْتَمَسَكَ لِدِينٍ أَوْ دُنْيَا وَجَدَكَ</w:t>
      </w:r>
    </w:p>
    <w:p w:rsidR="00587D34" w:rsidRDefault="00587D34" w:rsidP="00587D34">
      <w:pPr>
        <w:pStyle w:val="libNormal"/>
        <w:rPr>
          <w:rtl/>
        </w:rPr>
      </w:pPr>
      <w:r>
        <w:rPr>
          <w:rtl/>
        </w:rPr>
        <w:t>(26</w:t>
      </w:r>
      <w:r w:rsidR="007D3118">
        <w:rPr>
          <w:rtl/>
        </w:rPr>
        <w:t xml:space="preserve">) </w:t>
      </w:r>
      <w:r>
        <w:rPr>
          <w:rtl/>
        </w:rPr>
        <w:t>سُبْحَانَكَ خَضَعَ لَكَ مَنْ جَرَى فِى عِلْمِكَ</w:t>
      </w:r>
      <w:r w:rsidR="007D3118">
        <w:rPr>
          <w:rtl/>
        </w:rPr>
        <w:t xml:space="preserve">، </w:t>
      </w:r>
      <w:r>
        <w:rPr>
          <w:rtl/>
        </w:rPr>
        <w:t>وَ خَشَعَ لِعَظَمَتِكَ مَا دُونَ عَرْشِكَ</w:t>
      </w:r>
      <w:r w:rsidR="007D3118">
        <w:rPr>
          <w:rtl/>
        </w:rPr>
        <w:t xml:space="preserve">، </w:t>
      </w:r>
      <w:r>
        <w:rPr>
          <w:rtl/>
        </w:rPr>
        <w:t>وَ انْقَادَ لِلتَّسْلِيمِ لَكَ كُلُّ خَلْقِكَ</w:t>
      </w:r>
    </w:p>
    <w:p w:rsidR="00587D34" w:rsidRDefault="00587D34" w:rsidP="00587D34">
      <w:pPr>
        <w:pStyle w:val="libNormal"/>
        <w:rPr>
          <w:rtl/>
        </w:rPr>
      </w:pPr>
      <w:r>
        <w:rPr>
          <w:rtl/>
        </w:rPr>
        <w:lastRenderedPageBreak/>
        <w:t>(27</w:t>
      </w:r>
      <w:r w:rsidR="007D3118">
        <w:rPr>
          <w:rtl/>
        </w:rPr>
        <w:t xml:space="preserve">) </w:t>
      </w:r>
      <w:r>
        <w:rPr>
          <w:rtl/>
        </w:rPr>
        <w:t>سُبْحَانَكَ لا تُحَسُّ وَ لا تُجَسُّ وَ لا تُمَسُّ وَ لا تُكَادُ وَ لا تُمَاطُ وَ لا تُنَازَعُ وَ لا تُجَارَى وَ لا تُمَارَى وَ لا تُخَادَعُ وَ لا تُمَاكَرُ</w:t>
      </w:r>
    </w:p>
    <w:p w:rsidR="00587D34" w:rsidRDefault="00587D34" w:rsidP="00587D34">
      <w:pPr>
        <w:pStyle w:val="libNormal"/>
        <w:rPr>
          <w:rtl/>
        </w:rPr>
      </w:pPr>
      <w:r>
        <w:rPr>
          <w:rtl/>
        </w:rPr>
        <w:t>(28</w:t>
      </w:r>
      <w:r w:rsidR="007D3118">
        <w:rPr>
          <w:rtl/>
        </w:rPr>
        <w:t xml:space="preserve">) </w:t>
      </w:r>
      <w:r>
        <w:rPr>
          <w:rtl/>
        </w:rPr>
        <w:t>سُبْحَانَكَ سَبِيلُكَ جَدَدٌ</w:t>
      </w:r>
      <w:r w:rsidR="007D3118">
        <w:rPr>
          <w:rtl/>
        </w:rPr>
        <w:t xml:space="preserve">. </w:t>
      </w:r>
      <w:r>
        <w:rPr>
          <w:rtl/>
        </w:rPr>
        <w:t>وَ أَمْرُكَ رَشَدٌ</w:t>
      </w:r>
      <w:r w:rsidR="007D3118">
        <w:rPr>
          <w:rtl/>
        </w:rPr>
        <w:t xml:space="preserve">، </w:t>
      </w:r>
      <w:r>
        <w:rPr>
          <w:rtl/>
        </w:rPr>
        <w:t>وَ أَنْتَ حَيٌّ صَمَدٌ</w:t>
      </w:r>
      <w:r w:rsidR="007D3118">
        <w:rPr>
          <w:rtl/>
        </w:rPr>
        <w:t xml:space="preserve">. </w:t>
      </w:r>
    </w:p>
    <w:p w:rsidR="00587D34" w:rsidRDefault="00587D34" w:rsidP="00587D34">
      <w:pPr>
        <w:pStyle w:val="libNormal"/>
        <w:rPr>
          <w:rtl/>
        </w:rPr>
      </w:pPr>
      <w:r>
        <w:rPr>
          <w:rtl/>
        </w:rPr>
        <w:t>(29</w:t>
      </w:r>
      <w:r w:rsidR="007D3118">
        <w:rPr>
          <w:rtl/>
        </w:rPr>
        <w:t xml:space="preserve">) </w:t>
      </w:r>
      <w:r>
        <w:rPr>
          <w:rtl/>
        </w:rPr>
        <w:t>سُبْحَانَكَ قَولُكَ حُكْمٌ</w:t>
      </w:r>
      <w:r w:rsidR="007D3118">
        <w:rPr>
          <w:rtl/>
        </w:rPr>
        <w:t xml:space="preserve">، </w:t>
      </w:r>
      <w:r>
        <w:rPr>
          <w:rtl/>
        </w:rPr>
        <w:t>وَ قَضَاؤُكَ حَتْمٌ</w:t>
      </w:r>
      <w:r w:rsidR="007D3118">
        <w:rPr>
          <w:rtl/>
        </w:rPr>
        <w:t xml:space="preserve">، </w:t>
      </w:r>
      <w:r>
        <w:rPr>
          <w:rtl/>
        </w:rPr>
        <w:t>وَ إِرَادَتُكَ عَزْمٌ</w:t>
      </w:r>
      <w:r w:rsidR="007D3118">
        <w:rPr>
          <w:rtl/>
        </w:rPr>
        <w:t xml:space="preserve">. </w:t>
      </w:r>
    </w:p>
    <w:p w:rsidR="00587D34" w:rsidRDefault="00587D34" w:rsidP="00587D34">
      <w:pPr>
        <w:pStyle w:val="libNormal"/>
        <w:rPr>
          <w:rtl/>
        </w:rPr>
      </w:pPr>
      <w:r>
        <w:rPr>
          <w:rtl/>
        </w:rPr>
        <w:t>(30</w:t>
      </w:r>
      <w:r w:rsidR="007D3118">
        <w:rPr>
          <w:rtl/>
        </w:rPr>
        <w:t xml:space="preserve">) </w:t>
      </w:r>
      <w:r>
        <w:rPr>
          <w:rtl/>
        </w:rPr>
        <w:t>سُبْحَانَكَ لا رَادَّ لِمَشِيَّتِكَ</w:t>
      </w:r>
      <w:r w:rsidR="007D3118">
        <w:rPr>
          <w:rtl/>
        </w:rPr>
        <w:t xml:space="preserve">، </w:t>
      </w:r>
      <w:r>
        <w:rPr>
          <w:rtl/>
        </w:rPr>
        <w:t>وَ لا مُبَدِّلَ لِكَلِمَاتِكَ</w:t>
      </w:r>
      <w:r w:rsidR="007D3118">
        <w:rPr>
          <w:rtl/>
        </w:rPr>
        <w:t xml:space="preserve">. </w:t>
      </w:r>
    </w:p>
    <w:p w:rsidR="00587D34" w:rsidRDefault="00587D34" w:rsidP="00587D34">
      <w:pPr>
        <w:pStyle w:val="libNormal"/>
        <w:rPr>
          <w:rtl/>
        </w:rPr>
      </w:pPr>
      <w:r>
        <w:rPr>
          <w:rtl/>
        </w:rPr>
        <w:t>(31</w:t>
      </w:r>
      <w:r w:rsidR="007D3118">
        <w:rPr>
          <w:rtl/>
        </w:rPr>
        <w:t xml:space="preserve">) </w:t>
      </w:r>
      <w:r>
        <w:rPr>
          <w:rtl/>
        </w:rPr>
        <w:t>سُبْحَانَكَ بَاهِرَ الاْيَاتِ</w:t>
      </w:r>
      <w:r w:rsidR="007D3118">
        <w:rPr>
          <w:rtl/>
        </w:rPr>
        <w:t xml:space="preserve">، </w:t>
      </w:r>
      <w:r>
        <w:rPr>
          <w:rtl/>
        </w:rPr>
        <w:t>فَاطِرَ السَّمَاوَاتِ</w:t>
      </w:r>
      <w:r w:rsidR="007D3118">
        <w:rPr>
          <w:rtl/>
        </w:rPr>
        <w:t xml:space="preserve">، </w:t>
      </w:r>
      <w:r>
        <w:rPr>
          <w:rtl/>
        </w:rPr>
        <w:t>بَارِئَ النَّسَمَاتِ</w:t>
      </w:r>
    </w:p>
    <w:p w:rsidR="00587D34" w:rsidRDefault="00587D34" w:rsidP="00587D34">
      <w:pPr>
        <w:pStyle w:val="libNormal"/>
        <w:rPr>
          <w:rtl/>
        </w:rPr>
      </w:pPr>
      <w:r>
        <w:rPr>
          <w:rtl/>
        </w:rPr>
        <w:t>(32</w:t>
      </w:r>
      <w:r w:rsidR="007D3118">
        <w:rPr>
          <w:rtl/>
        </w:rPr>
        <w:t xml:space="preserve">) </w:t>
      </w:r>
      <w:r>
        <w:rPr>
          <w:rtl/>
        </w:rPr>
        <w:t>لَكَ الْحَمْدُ حَمْدا يَدُومُ بِدَوَامِكَ</w:t>
      </w:r>
    </w:p>
    <w:p w:rsidR="00587D34" w:rsidRDefault="00587D34" w:rsidP="00587D34">
      <w:pPr>
        <w:pStyle w:val="libNormal"/>
        <w:rPr>
          <w:rtl/>
        </w:rPr>
      </w:pPr>
      <w:r>
        <w:rPr>
          <w:rtl/>
        </w:rPr>
        <w:t>(33</w:t>
      </w:r>
      <w:r w:rsidR="007D3118">
        <w:rPr>
          <w:rtl/>
        </w:rPr>
        <w:t xml:space="preserve">) </w:t>
      </w:r>
      <w:r>
        <w:rPr>
          <w:rtl/>
        </w:rPr>
        <w:t>وَ لَكَ الْحَمْدُ حَمْدا خَالِدا بِنِعْمَتِكَ</w:t>
      </w:r>
      <w:r w:rsidR="007D3118">
        <w:rPr>
          <w:rtl/>
        </w:rPr>
        <w:t xml:space="preserve">. </w:t>
      </w:r>
    </w:p>
    <w:p w:rsidR="00587D34" w:rsidRDefault="00587D34" w:rsidP="00587D34">
      <w:pPr>
        <w:pStyle w:val="libNormal"/>
        <w:rPr>
          <w:rtl/>
        </w:rPr>
      </w:pPr>
      <w:r>
        <w:rPr>
          <w:rtl/>
        </w:rPr>
        <w:t>(34</w:t>
      </w:r>
      <w:r w:rsidR="007D3118">
        <w:rPr>
          <w:rtl/>
        </w:rPr>
        <w:t xml:space="preserve">) </w:t>
      </w:r>
      <w:r>
        <w:rPr>
          <w:rtl/>
        </w:rPr>
        <w:t>وَ لَكَ الْحَمْدُ حَمْدا يُوَازِى صُنْعَكَ</w:t>
      </w:r>
    </w:p>
    <w:p w:rsidR="00587D34" w:rsidRDefault="00587D34" w:rsidP="00587D34">
      <w:pPr>
        <w:pStyle w:val="libNormal"/>
        <w:rPr>
          <w:rtl/>
        </w:rPr>
      </w:pPr>
      <w:r>
        <w:rPr>
          <w:rtl/>
        </w:rPr>
        <w:t>(35</w:t>
      </w:r>
      <w:r w:rsidR="007D3118">
        <w:rPr>
          <w:rtl/>
        </w:rPr>
        <w:t xml:space="preserve">) </w:t>
      </w:r>
      <w:r>
        <w:rPr>
          <w:rtl/>
        </w:rPr>
        <w:t>وَ لَكَ الْحَمْدُ حَمْدا يَزِيدُ عَلَى رِضَاكَ</w:t>
      </w:r>
      <w:r w:rsidR="007D3118">
        <w:rPr>
          <w:rtl/>
        </w:rPr>
        <w:t xml:space="preserve">. </w:t>
      </w:r>
    </w:p>
    <w:p w:rsidR="00587D34" w:rsidRDefault="00587D34" w:rsidP="00587D34">
      <w:pPr>
        <w:pStyle w:val="libNormal"/>
        <w:rPr>
          <w:rtl/>
        </w:rPr>
      </w:pPr>
      <w:r>
        <w:rPr>
          <w:rtl/>
        </w:rPr>
        <w:t>(36</w:t>
      </w:r>
      <w:r w:rsidR="007D3118">
        <w:rPr>
          <w:rtl/>
        </w:rPr>
        <w:t xml:space="preserve">) </w:t>
      </w:r>
      <w:r>
        <w:rPr>
          <w:rtl/>
        </w:rPr>
        <w:t>وَ لَكَ الْحَمْدُ حَمْدا مَعَ حَمْدِ كُلِّ حَامِدٍ</w:t>
      </w:r>
      <w:r w:rsidR="007D3118">
        <w:rPr>
          <w:rtl/>
        </w:rPr>
        <w:t xml:space="preserve">، </w:t>
      </w:r>
      <w:r>
        <w:rPr>
          <w:rtl/>
        </w:rPr>
        <w:t>وَ شُكْرا يَقْصُرُ عَنْهُ شُكْرُ كُلِّ شَاكِرٍ</w:t>
      </w:r>
    </w:p>
    <w:p w:rsidR="00587D34" w:rsidRDefault="00587D34" w:rsidP="00587D34">
      <w:pPr>
        <w:pStyle w:val="libNormal"/>
        <w:rPr>
          <w:rtl/>
        </w:rPr>
      </w:pPr>
      <w:r>
        <w:rPr>
          <w:rtl/>
        </w:rPr>
        <w:t>(37</w:t>
      </w:r>
      <w:r w:rsidR="007D3118">
        <w:rPr>
          <w:rtl/>
        </w:rPr>
        <w:t xml:space="preserve">) </w:t>
      </w:r>
      <w:r>
        <w:rPr>
          <w:rtl/>
        </w:rPr>
        <w:t>حَمْدا لا يَنْبَغِى إِلا لَكَ</w:t>
      </w:r>
      <w:r w:rsidR="007D3118">
        <w:rPr>
          <w:rtl/>
        </w:rPr>
        <w:t xml:space="preserve">، </w:t>
      </w:r>
      <w:r>
        <w:rPr>
          <w:rtl/>
        </w:rPr>
        <w:t>وَ لا يُتَقَرَّبُ بِهِ إِلا إِلَيْكَ</w:t>
      </w:r>
    </w:p>
    <w:p w:rsidR="00587D34" w:rsidRDefault="00587D34" w:rsidP="00587D34">
      <w:pPr>
        <w:pStyle w:val="libNormal"/>
        <w:rPr>
          <w:rtl/>
        </w:rPr>
      </w:pPr>
      <w:r>
        <w:rPr>
          <w:rtl/>
        </w:rPr>
        <w:t>(38</w:t>
      </w:r>
      <w:r w:rsidR="007D3118">
        <w:rPr>
          <w:rtl/>
        </w:rPr>
        <w:t xml:space="preserve">) </w:t>
      </w:r>
      <w:r>
        <w:rPr>
          <w:rtl/>
        </w:rPr>
        <w:t>حَمْدا يُسْتَدَامُ بِهِ الْأَوَّلُ</w:t>
      </w:r>
      <w:r w:rsidR="007D3118">
        <w:rPr>
          <w:rtl/>
        </w:rPr>
        <w:t xml:space="preserve">، </w:t>
      </w:r>
      <w:r>
        <w:rPr>
          <w:rtl/>
        </w:rPr>
        <w:t>وَ يُسْتَدْعَى بِهِ دَوَامُ الاْخِرِ</w:t>
      </w:r>
      <w:r w:rsidR="007D3118">
        <w:rPr>
          <w:rtl/>
        </w:rPr>
        <w:t xml:space="preserve">. </w:t>
      </w:r>
    </w:p>
    <w:p w:rsidR="00587D34" w:rsidRDefault="00587D34" w:rsidP="00587D34">
      <w:pPr>
        <w:pStyle w:val="libNormal"/>
        <w:rPr>
          <w:rtl/>
        </w:rPr>
      </w:pPr>
      <w:r>
        <w:rPr>
          <w:rtl/>
        </w:rPr>
        <w:t>(39</w:t>
      </w:r>
      <w:r w:rsidR="007D3118">
        <w:rPr>
          <w:rtl/>
        </w:rPr>
        <w:t xml:space="preserve">) </w:t>
      </w:r>
      <w:r>
        <w:rPr>
          <w:rtl/>
        </w:rPr>
        <w:t>حَمْدا يَتَضَاعَفُ عَلَى كُرُورِ الْأَزْمِنَةِ</w:t>
      </w:r>
      <w:r w:rsidR="007D3118">
        <w:rPr>
          <w:rtl/>
        </w:rPr>
        <w:t xml:space="preserve">، </w:t>
      </w:r>
      <w:r>
        <w:rPr>
          <w:rtl/>
        </w:rPr>
        <w:t>وَ يَتَزَايَدُ أَضْعَافا مُتَرَادِفَةً</w:t>
      </w:r>
      <w:r w:rsidR="007D3118">
        <w:rPr>
          <w:rtl/>
        </w:rPr>
        <w:t xml:space="preserve">. </w:t>
      </w:r>
    </w:p>
    <w:p w:rsidR="00587D34" w:rsidRDefault="00587D34" w:rsidP="00587D34">
      <w:pPr>
        <w:pStyle w:val="libNormal"/>
        <w:rPr>
          <w:rtl/>
        </w:rPr>
      </w:pPr>
      <w:r>
        <w:rPr>
          <w:rtl/>
        </w:rPr>
        <w:t>(40</w:t>
      </w:r>
      <w:r w:rsidR="007D3118">
        <w:rPr>
          <w:rtl/>
        </w:rPr>
        <w:t xml:space="preserve">) </w:t>
      </w:r>
      <w:r>
        <w:rPr>
          <w:rtl/>
        </w:rPr>
        <w:t>حَمْدا يَعْجِزُ عَنْ إِحْصَائِهِ الْحَفَظَةُ</w:t>
      </w:r>
      <w:r w:rsidR="007D3118">
        <w:rPr>
          <w:rtl/>
        </w:rPr>
        <w:t xml:space="preserve">، </w:t>
      </w:r>
      <w:r>
        <w:rPr>
          <w:rtl/>
        </w:rPr>
        <w:t>وَ يَزِيدُ عَلَى مَا أَحْصَتْهُ فِى كِتَابِكَ الْكَتَبَةُ</w:t>
      </w:r>
    </w:p>
    <w:p w:rsidR="00587D34" w:rsidRDefault="00587D34" w:rsidP="00587D34">
      <w:pPr>
        <w:pStyle w:val="libNormal"/>
        <w:rPr>
          <w:rtl/>
        </w:rPr>
      </w:pPr>
      <w:r>
        <w:rPr>
          <w:rtl/>
        </w:rPr>
        <w:t>(41</w:t>
      </w:r>
      <w:r w:rsidR="007D3118">
        <w:rPr>
          <w:rtl/>
        </w:rPr>
        <w:t xml:space="preserve">) </w:t>
      </w:r>
      <w:r>
        <w:rPr>
          <w:rtl/>
        </w:rPr>
        <w:t>حَمْدا يُوازِنُ عَرْشَكَ الْمَجِيدَ وَ يُعَادِلُ كُرْسِيَّكَ الرَّفِيعَ</w:t>
      </w:r>
      <w:r w:rsidR="007D3118">
        <w:rPr>
          <w:rtl/>
        </w:rPr>
        <w:t xml:space="preserve">. </w:t>
      </w:r>
    </w:p>
    <w:p w:rsidR="00587D34" w:rsidRDefault="00587D34" w:rsidP="00587D34">
      <w:pPr>
        <w:pStyle w:val="libNormal"/>
        <w:rPr>
          <w:rtl/>
        </w:rPr>
      </w:pPr>
      <w:r>
        <w:rPr>
          <w:rtl/>
        </w:rPr>
        <w:t>(42</w:t>
      </w:r>
      <w:r w:rsidR="007D3118">
        <w:rPr>
          <w:rtl/>
        </w:rPr>
        <w:t xml:space="preserve">) </w:t>
      </w:r>
      <w:r>
        <w:rPr>
          <w:rtl/>
        </w:rPr>
        <w:t>حَمْدا يَكْمُلُ لَدَيْكَ ثَوَابُهُ</w:t>
      </w:r>
      <w:r w:rsidR="007D3118">
        <w:rPr>
          <w:rtl/>
        </w:rPr>
        <w:t xml:space="preserve">، </w:t>
      </w:r>
      <w:r>
        <w:rPr>
          <w:rtl/>
        </w:rPr>
        <w:t>وَ يَسْتَغْرِقُ كُلَّ جَزَاءٍ جَزَاؤُهُ</w:t>
      </w:r>
    </w:p>
    <w:p w:rsidR="00587D34" w:rsidRDefault="00587D34" w:rsidP="00587D34">
      <w:pPr>
        <w:pStyle w:val="libNormal"/>
        <w:rPr>
          <w:rtl/>
        </w:rPr>
      </w:pPr>
      <w:r>
        <w:rPr>
          <w:rtl/>
        </w:rPr>
        <w:t>(43</w:t>
      </w:r>
      <w:r w:rsidR="007D3118">
        <w:rPr>
          <w:rtl/>
        </w:rPr>
        <w:t xml:space="preserve">) </w:t>
      </w:r>
      <w:r>
        <w:rPr>
          <w:rtl/>
        </w:rPr>
        <w:t>حَمْدا ظَاهِرُهُ وَفْقٌ لِبَاطِنِهِ</w:t>
      </w:r>
      <w:r w:rsidR="007D3118">
        <w:rPr>
          <w:rtl/>
        </w:rPr>
        <w:t xml:space="preserve">، </w:t>
      </w:r>
      <w:r>
        <w:rPr>
          <w:rtl/>
        </w:rPr>
        <w:t>وَ بَاطِنُهُ وَفْقٌ لِصِدْقِ النِّيَّةِ</w:t>
      </w:r>
    </w:p>
    <w:p w:rsidR="00587D34" w:rsidRDefault="00587D34" w:rsidP="00587D34">
      <w:pPr>
        <w:pStyle w:val="libNormal"/>
        <w:rPr>
          <w:rtl/>
        </w:rPr>
      </w:pPr>
      <w:r>
        <w:rPr>
          <w:rtl/>
        </w:rPr>
        <w:t>(44</w:t>
      </w:r>
      <w:r w:rsidR="007D3118">
        <w:rPr>
          <w:rtl/>
        </w:rPr>
        <w:t xml:space="preserve">) </w:t>
      </w:r>
      <w:r>
        <w:rPr>
          <w:rtl/>
        </w:rPr>
        <w:t>حَمْدا لَمْ يَحْمَدْكَ خَلْقٌ مِثْلَهُ</w:t>
      </w:r>
      <w:r w:rsidR="007D3118">
        <w:rPr>
          <w:rtl/>
        </w:rPr>
        <w:t xml:space="preserve">، </w:t>
      </w:r>
      <w:r>
        <w:rPr>
          <w:rtl/>
        </w:rPr>
        <w:t>وَ لا يَعْرِفُ أَحَدٌ سِوَاكَ فَضْلَهُ</w:t>
      </w:r>
    </w:p>
    <w:p w:rsidR="00587D34" w:rsidRDefault="00587D34" w:rsidP="00587D34">
      <w:pPr>
        <w:pStyle w:val="libNormal"/>
        <w:rPr>
          <w:rtl/>
        </w:rPr>
      </w:pPr>
      <w:r>
        <w:rPr>
          <w:rtl/>
        </w:rPr>
        <w:t>(45</w:t>
      </w:r>
      <w:r w:rsidR="007D3118">
        <w:rPr>
          <w:rtl/>
        </w:rPr>
        <w:t xml:space="preserve">) </w:t>
      </w:r>
      <w:r>
        <w:rPr>
          <w:rtl/>
        </w:rPr>
        <w:t>حَمْدا يُعَانُ مَنِ اجْتَهَدَ فِى تَعْدِيدِهِ</w:t>
      </w:r>
      <w:r w:rsidR="007D3118">
        <w:rPr>
          <w:rtl/>
        </w:rPr>
        <w:t xml:space="preserve">، </w:t>
      </w:r>
      <w:r>
        <w:rPr>
          <w:rtl/>
        </w:rPr>
        <w:t>وَ يُؤَيَّدُ مَنْ أَغْرَقَ نَزْعا فِى تَوْفِيَتِهِ</w:t>
      </w:r>
      <w:r w:rsidR="007D3118">
        <w:rPr>
          <w:rtl/>
        </w:rPr>
        <w:t xml:space="preserve">. </w:t>
      </w:r>
    </w:p>
    <w:p w:rsidR="00587D34" w:rsidRDefault="00587D34" w:rsidP="00587D34">
      <w:pPr>
        <w:pStyle w:val="libNormal"/>
        <w:rPr>
          <w:rtl/>
        </w:rPr>
      </w:pPr>
      <w:r>
        <w:rPr>
          <w:rtl/>
        </w:rPr>
        <w:lastRenderedPageBreak/>
        <w:t>(46</w:t>
      </w:r>
      <w:r w:rsidR="007D3118">
        <w:rPr>
          <w:rtl/>
        </w:rPr>
        <w:t xml:space="preserve">) </w:t>
      </w:r>
      <w:r>
        <w:rPr>
          <w:rtl/>
        </w:rPr>
        <w:t>حَمْدا يَجْمَعُ مَا خَلَقْتَ مِنَ الْحَمْدِ</w:t>
      </w:r>
      <w:r w:rsidR="007D3118">
        <w:rPr>
          <w:rtl/>
        </w:rPr>
        <w:t xml:space="preserve">، </w:t>
      </w:r>
      <w:r>
        <w:rPr>
          <w:rtl/>
        </w:rPr>
        <w:t>وَ يَنْتَظِمُ مَا أَنْتَ خَالِقُهُ مِنْ بَعْدُ</w:t>
      </w:r>
      <w:r w:rsidR="007D3118">
        <w:rPr>
          <w:rtl/>
        </w:rPr>
        <w:t xml:space="preserve">. </w:t>
      </w:r>
    </w:p>
    <w:p w:rsidR="00587D34" w:rsidRDefault="00587D34" w:rsidP="00587D34">
      <w:pPr>
        <w:pStyle w:val="libNormal"/>
        <w:rPr>
          <w:rtl/>
        </w:rPr>
      </w:pPr>
      <w:r>
        <w:rPr>
          <w:rtl/>
        </w:rPr>
        <w:t>(47</w:t>
      </w:r>
      <w:r w:rsidR="007D3118">
        <w:rPr>
          <w:rtl/>
        </w:rPr>
        <w:t xml:space="preserve">) </w:t>
      </w:r>
      <w:r>
        <w:rPr>
          <w:rtl/>
        </w:rPr>
        <w:t>حَمْدا لا حَمْدَ أَقْرَبُ إِلَى قَوْلِكَ مِنْهُ</w:t>
      </w:r>
      <w:r w:rsidR="007D3118">
        <w:rPr>
          <w:rtl/>
        </w:rPr>
        <w:t xml:space="preserve">، </w:t>
      </w:r>
      <w:r>
        <w:rPr>
          <w:rtl/>
        </w:rPr>
        <w:t>وَ لا أَحْمَدَ مِمَّنْ يَحْمَدُكَ بِهِ</w:t>
      </w:r>
      <w:r w:rsidR="007D3118">
        <w:rPr>
          <w:rtl/>
        </w:rPr>
        <w:t xml:space="preserve">. </w:t>
      </w:r>
    </w:p>
    <w:p w:rsidR="00587D34" w:rsidRDefault="00587D34" w:rsidP="00587D34">
      <w:pPr>
        <w:pStyle w:val="libNormal"/>
        <w:rPr>
          <w:rtl/>
        </w:rPr>
      </w:pPr>
      <w:r>
        <w:rPr>
          <w:rtl/>
        </w:rPr>
        <w:t>(48</w:t>
      </w:r>
      <w:r w:rsidR="007D3118">
        <w:rPr>
          <w:rtl/>
        </w:rPr>
        <w:t xml:space="preserve">) </w:t>
      </w:r>
      <w:r>
        <w:rPr>
          <w:rtl/>
        </w:rPr>
        <w:t>حَمْدا يُوجِبُ بِكَرَمِكَ الْمَزِيدَ بِوُفُورِهِ</w:t>
      </w:r>
      <w:r w:rsidR="007D3118">
        <w:rPr>
          <w:rtl/>
        </w:rPr>
        <w:t xml:space="preserve">، </w:t>
      </w:r>
      <w:r>
        <w:rPr>
          <w:rtl/>
        </w:rPr>
        <w:t>وَ تَصِلُهُ بِمَزِيدٍ بَعْدَ مَزِيدٍ طَوْلا مِنْكَ</w:t>
      </w:r>
    </w:p>
    <w:p w:rsidR="00587D34" w:rsidRDefault="00587D34" w:rsidP="00587D34">
      <w:pPr>
        <w:pStyle w:val="libNormal"/>
        <w:rPr>
          <w:rtl/>
        </w:rPr>
      </w:pPr>
      <w:r>
        <w:rPr>
          <w:rtl/>
        </w:rPr>
        <w:t>(49</w:t>
      </w:r>
      <w:r w:rsidR="007D3118">
        <w:rPr>
          <w:rtl/>
        </w:rPr>
        <w:t xml:space="preserve">) </w:t>
      </w:r>
      <w:r>
        <w:rPr>
          <w:rtl/>
        </w:rPr>
        <w:t>حَمْدا يَجِبُ لِكَرَمِ وَجْهِكَ</w:t>
      </w:r>
      <w:r w:rsidR="007D3118">
        <w:rPr>
          <w:rtl/>
        </w:rPr>
        <w:t xml:space="preserve">، </w:t>
      </w:r>
      <w:r>
        <w:rPr>
          <w:rtl/>
        </w:rPr>
        <w:t>وَ يُقَابِلُ عِزَّ جَلالِكَ</w:t>
      </w:r>
      <w:r w:rsidR="007D3118">
        <w:rPr>
          <w:rtl/>
        </w:rPr>
        <w:t xml:space="preserve">. </w:t>
      </w:r>
    </w:p>
    <w:p w:rsidR="00587D34" w:rsidRDefault="00587D34" w:rsidP="00587D34">
      <w:pPr>
        <w:pStyle w:val="libNormal"/>
        <w:rPr>
          <w:rtl/>
        </w:rPr>
      </w:pPr>
      <w:r>
        <w:rPr>
          <w:rtl/>
        </w:rPr>
        <w:t>(50</w:t>
      </w:r>
      <w:r w:rsidR="007D3118">
        <w:rPr>
          <w:rtl/>
        </w:rPr>
        <w:t xml:space="preserve">) </w:t>
      </w:r>
      <w:r>
        <w:rPr>
          <w:rtl/>
        </w:rPr>
        <w:t>رَبِّ صَلِّ عَلَى مُحَمَّدٍ وَ آلِ مُحَمَّدٍ</w:t>
      </w:r>
      <w:r w:rsidR="007D3118">
        <w:rPr>
          <w:rtl/>
        </w:rPr>
        <w:t xml:space="preserve">، </w:t>
      </w:r>
      <w:r>
        <w:rPr>
          <w:rtl/>
        </w:rPr>
        <w:t>الْمُنْتَجَبِ الْمُصْطَفَى الْمُكَرَّمِ الْمُقَرَّبِ</w:t>
      </w:r>
      <w:r w:rsidR="007D3118">
        <w:rPr>
          <w:rtl/>
        </w:rPr>
        <w:t xml:space="preserve">، </w:t>
      </w:r>
      <w:r>
        <w:rPr>
          <w:rtl/>
        </w:rPr>
        <w:t>أَفْضَلَ صَلَوَاتِكَ</w:t>
      </w:r>
      <w:r w:rsidR="007D3118">
        <w:rPr>
          <w:rtl/>
        </w:rPr>
        <w:t xml:space="preserve">، </w:t>
      </w:r>
      <w:r>
        <w:rPr>
          <w:rtl/>
        </w:rPr>
        <w:t>وَ بَارِكْ عَلَيْهِ أَتَمَّ بَرَكَاتِكَ</w:t>
      </w:r>
      <w:r w:rsidR="007D3118">
        <w:rPr>
          <w:rtl/>
        </w:rPr>
        <w:t xml:space="preserve">، </w:t>
      </w:r>
      <w:r>
        <w:rPr>
          <w:rtl/>
        </w:rPr>
        <w:t>وَ تَرَحَّمْ عَلَيْهِ أَمْتَعَ رَحَمَاتِكَ</w:t>
      </w:r>
      <w:r w:rsidR="007D3118">
        <w:rPr>
          <w:rtl/>
        </w:rPr>
        <w:t xml:space="preserve">. </w:t>
      </w:r>
    </w:p>
    <w:p w:rsidR="00587D34" w:rsidRDefault="00587D34" w:rsidP="00587D34">
      <w:pPr>
        <w:pStyle w:val="libNormal"/>
        <w:rPr>
          <w:rtl/>
        </w:rPr>
      </w:pPr>
      <w:r>
        <w:rPr>
          <w:rtl/>
        </w:rPr>
        <w:t>(51</w:t>
      </w:r>
      <w:r w:rsidR="007D3118">
        <w:rPr>
          <w:rtl/>
        </w:rPr>
        <w:t xml:space="preserve">) </w:t>
      </w:r>
      <w:r>
        <w:rPr>
          <w:rtl/>
        </w:rPr>
        <w:t>رَبِّ صَلِّ عَلَى مُحَمَّدٍ وَ آلِهِ</w:t>
      </w:r>
      <w:r w:rsidR="007D3118">
        <w:rPr>
          <w:rtl/>
        </w:rPr>
        <w:t xml:space="preserve">، </w:t>
      </w:r>
      <w:r>
        <w:rPr>
          <w:rtl/>
        </w:rPr>
        <w:t>صَلاةً زَاكِيَةً لا تَكُونُ صَلاةٌ أَزْكَى مِنْهَا</w:t>
      </w:r>
      <w:r w:rsidR="007D3118">
        <w:rPr>
          <w:rtl/>
        </w:rPr>
        <w:t xml:space="preserve">، </w:t>
      </w:r>
      <w:r>
        <w:rPr>
          <w:rtl/>
        </w:rPr>
        <w:t>وَ صَلِّ عَلَيْهِ صَلاةً نَامِيَةً لا تَكُونُ صَلاةٌ أَنْمَى مِنْهَا</w:t>
      </w:r>
      <w:r w:rsidR="007D3118">
        <w:rPr>
          <w:rtl/>
        </w:rPr>
        <w:t xml:space="preserve">، </w:t>
      </w:r>
      <w:r>
        <w:rPr>
          <w:rtl/>
        </w:rPr>
        <w:t>وَ صَلِّ عَلَيْهِ صَلاةً رَاضِيَةً لا تَكُونُ صَلاةٌ فَوْقَهَا</w:t>
      </w:r>
      <w:r w:rsidR="007D3118">
        <w:rPr>
          <w:rtl/>
        </w:rPr>
        <w:t xml:space="preserve">. </w:t>
      </w:r>
    </w:p>
    <w:p w:rsidR="00587D34" w:rsidRDefault="00587D34" w:rsidP="00587D34">
      <w:pPr>
        <w:pStyle w:val="libNormal"/>
        <w:rPr>
          <w:rtl/>
        </w:rPr>
      </w:pPr>
      <w:r>
        <w:rPr>
          <w:rtl/>
        </w:rPr>
        <w:t>(52</w:t>
      </w:r>
      <w:r w:rsidR="007D3118">
        <w:rPr>
          <w:rtl/>
        </w:rPr>
        <w:t xml:space="preserve">) </w:t>
      </w:r>
      <w:r>
        <w:rPr>
          <w:rtl/>
        </w:rPr>
        <w:t>رَبِّ صَلِّ عَلَى مُحَمَّدٍ وَ آلِهِ</w:t>
      </w:r>
      <w:r w:rsidR="007D3118">
        <w:rPr>
          <w:rtl/>
        </w:rPr>
        <w:t xml:space="preserve">، </w:t>
      </w:r>
      <w:r>
        <w:rPr>
          <w:rtl/>
        </w:rPr>
        <w:t>صَلاةً تُرْضِيهِ وَ تَزِيدُ عَلَى رِضَاهُ</w:t>
      </w:r>
      <w:r w:rsidR="007D3118">
        <w:rPr>
          <w:rtl/>
        </w:rPr>
        <w:t xml:space="preserve">، </w:t>
      </w:r>
      <w:r>
        <w:rPr>
          <w:rtl/>
        </w:rPr>
        <w:t>وَ صَلِّ عَلَيْهِ صَلاةً تُرْضِيكَ و تَزِيدُ عَلَى رِضَاكَ لَهُ وَ صَلِّ عَلَيْهِ صَلاةً لا تَرْضَى لَهُ إِلا بِهَا</w:t>
      </w:r>
      <w:r w:rsidR="007D3118">
        <w:rPr>
          <w:rtl/>
        </w:rPr>
        <w:t xml:space="preserve">، </w:t>
      </w:r>
      <w:r>
        <w:rPr>
          <w:rtl/>
        </w:rPr>
        <w:t>وَ لا تَرَى غَيْرَهُ لَهَا أَهْلا</w:t>
      </w:r>
      <w:r w:rsidR="007D3118">
        <w:rPr>
          <w:rtl/>
        </w:rPr>
        <w:t xml:space="preserve">. </w:t>
      </w:r>
    </w:p>
    <w:p w:rsidR="00587D34" w:rsidRDefault="00587D34" w:rsidP="00587D34">
      <w:pPr>
        <w:pStyle w:val="libNormal"/>
        <w:rPr>
          <w:rtl/>
        </w:rPr>
      </w:pPr>
      <w:r>
        <w:rPr>
          <w:rtl/>
        </w:rPr>
        <w:t>(53</w:t>
      </w:r>
      <w:r w:rsidR="007D3118">
        <w:rPr>
          <w:rtl/>
        </w:rPr>
        <w:t xml:space="preserve">) </w:t>
      </w:r>
      <w:r>
        <w:rPr>
          <w:rtl/>
        </w:rPr>
        <w:t>رَبِّ صَلِّ عَلَى مُحَمَّدٍ وَ آلِهِ صَلاةً تُجَاوِزُ رِضْوَانَكَ</w:t>
      </w:r>
      <w:r w:rsidR="007D3118">
        <w:rPr>
          <w:rtl/>
        </w:rPr>
        <w:t xml:space="preserve">، </w:t>
      </w:r>
      <w:r>
        <w:rPr>
          <w:rtl/>
        </w:rPr>
        <w:t>وَ يَتَّصِلُ اتِّصَالُهَا بِبَقَائِكَ</w:t>
      </w:r>
      <w:r w:rsidR="007D3118">
        <w:rPr>
          <w:rtl/>
        </w:rPr>
        <w:t xml:space="preserve">، </w:t>
      </w:r>
      <w:r>
        <w:rPr>
          <w:rtl/>
        </w:rPr>
        <w:t>وَ لا يَنْفَدُ كَمَا لا تَنْفَدُ كَلِمَاتُكَ</w:t>
      </w:r>
      <w:r w:rsidR="007D3118">
        <w:rPr>
          <w:rtl/>
        </w:rPr>
        <w:t xml:space="preserve">. </w:t>
      </w:r>
    </w:p>
    <w:p w:rsidR="00587D34" w:rsidRDefault="00587D34" w:rsidP="00587D34">
      <w:pPr>
        <w:pStyle w:val="libNormal"/>
        <w:rPr>
          <w:rtl/>
        </w:rPr>
      </w:pPr>
      <w:r>
        <w:rPr>
          <w:rtl/>
        </w:rPr>
        <w:t>(54</w:t>
      </w:r>
      <w:r w:rsidR="007D3118">
        <w:rPr>
          <w:rtl/>
        </w:rPr>
        <w:t xml:space="preserve">) </w:t>
      </w:r>
      <w:r>
        <w:rPr>
          <w:rtl/>
        </w:rPr>
        <w:t>رَبِّ صَلِّ عَلَى مُحَمَّدٍ وَ آلِهِ</w:t>
      </w:r>
      <w:r w:rsidR="007D3118">
        <w:rPr>
          <w:rtl/>
        </w:rPr>
        <w:t xml:space="preserve">، </w:t>
      </w:r>
      <w:r>
        <w:rPr>
          <w:rtl/>
        </w:rPr>
        <w:t>صَلاةً تَنْتَظِمُ صَلَوَاتِ مَلائِكَتِكَ وَ أَنْبِيَائِكَ وَ رُسُلِكَ وَ أَهْلِ طَاعَتِكَ</w:t>
      </w:r>
      <w:r w:rsidR="007D3118">
        <w:rPr>
          <w:rtl/>
        </w:rPr>
        <w:t xml:space="preserve">، </w:t>
      </w:r>
      <w:r>
        <w:rPr>
          <w:rtl/>
        </w:rPr>
        <w:t>وَ تَشْتَمِلُ عَلَى صَلَوَاتِ عِبَادِكَ مِنْ جِنِّكَ وَ إِنْسِكَ وَ أَهْلِ إِجَابَتِكَ</w:t>
      </w:r>
      <w:r w:rsidR="007D3118">
        <w:rPr>
          <w:rtl/>
        </w:rPr>
        <w:t xml:space="preserve">، </w:t>
      </w:r>
      <w:r>
        <w:rPr>
          <w:rtl/>
        </w:rPr>
        <w:t>وَ تَجْتَمِعُ عَلَى صَلاةِ كُلِّ مَنْ ذَرَأْتَ وَ بَرَأْتَ مِنْ أَصْنَافِ خَلْقِكَ</w:t>
      </w:r>
      <w:r w:rsidR="007D3118">
        <w:rPr>
          <w:rtl/>
        </w:rPr>
        <w:t xml:space="preserve">. </w:t>
      </w:r>
    </w:p>
    <w:p w:rsidR="00587D34" w:rsidRDefault="00587D34" w:rsidP="00587D34">
      <w:pPr>
        <w:pStyle w:val="libNormal"/>
        <w:rPr>
          <w:rtl/>
        </w:rPr>
      </w:pPr>
      <w:r>
        <w:rPr>
          <w:rtl/>
        </w:rPr>
        <w:t>(55</w:t>
      </w:r>
      <w:r w:rsidR="007D3118">
        <w:rPr>
          <w:rtl/>
        </w:rPr>
        <w:t xml:space="preserve">) </w:t>
      </w:r>
      <w:r>
        <w:rPr>
          <w:rtl/>
        </w:rPr>
        <w:t>رَبِّ صَلِّ عَلَيْهِ وَ آلِهِ</w:t>
      </w:r>
      <w:r w:rsidR="007D3118">
        <w:rPr>
          <w:rtl/>
        </w:rPr>
        <w:t xml:space="preserve">، </w:t>
      </w:r>
      <w:r>
        <w:rPr>
          <w:rtl/>
        </w:rPr>
        <w:t>صَلاةً تُحِيطُ بِكُلِّ صَلاةٍ سَالِفَةٍ وَ مُسْتَأْنَفَةٍ</w:t>
      </w:r>
      <w:r w:rsidR="007D3118">
        <w:rPr>
          <w:rtl/>
        </w:rPr>
        <w:t xml:space="preserve">، </w:t>
      </w:r>
      <w:r>
        <w:rPr>
          <w:rtl/>
        </w:rPr>
        <w:t>وَ صَلِّ عَلَيْهِ وَ عَلَى آلِهِ</w:t>
      </w:r>
      <w:r w:rsidR="007D3118">
        <w:rPr>
          <w:rtl/>
        </w:rPr>
        <w:t xml:space="preserve">، </w:t>
      </w:r>
      <w:r>
        <w:rPr>
          <w:rtl/>
        </w:rPr>
        <w:t>صَلاةً مَرْضِيَّةً لَكَ وَ لِمَنْ دُونَكَ</w:t>
      </w:r>
      <w:r w:rsidR="007D3118">
        <w:rPr>
          <w:rtl/>
        </w:rPr>
        <w:t xml:space="preserve">، </w:t>
      </w:r>
      <w:r>
        <w:rPr>
          <w:rtl/>
        </w:rPr>
        <w:t>وَ تُنْشِئُ مَعَ ذَلِكَ صَلَوَاتٍ تُضَاعِفُ مَعَهَا تِلْكَ الصَّلَوَاتِ عِنْدَهَا</w:t>
      </w:r>
      <w:r w:rsidR="007D3118">
        <w:rPr>
          <w:rtl/>
        </w:rPr>
        <w:t xml:space="preserve">، </w:t>
      </w:r>
      <w:r>
        <w:rPr>
          <w:rtl/>
        </w:rPr>
        <w:t>وَ تَزِيدُهَا عَلَى كُرُورِ الْأَيَّامِ زِيَادَةً فِى تَضَاعِيفَ لا يَعُدُّهَا غَيْرُكَ</w:t>
      </w:r>
      <w:r w:rsidR="007D3118">
        <w:rPr>
          <w:rtl/>
        </w:rPr>
        <w:t xml:space="preserve">. </w:t>
      </w:r>
    </w:p>
    <w:p w:rsidR="00587D34" w:rsidRDefault="00587D34" w:rsidP="00587D34">
      <w:pPr>
        <w:pStyle w:val="libNormal"/>
        <w:rPr>
          <w:rtl/>
        </w:rPr>
      </w:pPr>
      <w:r>
        <w:rPr>
          <w:rtl/>
        </w:rPr>
        <w:lastRenderedPageBreak/>
        <w:t>(56</w:t>
      </w:r>
      <w:r w:rsidR="007D3118">
        <w:rPr>
          <w:rtl/>
        </w:rPr>
        <w:t xml:space="preserve">) </w:t>
      </w:r>
      <w:r>
        <w:rPr>
          <w:rtl/>
        </w:rPr>
        <w:t>رَبِّ صَلِّ عَلَى أَطَايِبِ أَهْلِ بَيْتِهِ الَّذِينَ اخْتَرْتَهُمْ لِأَمْرِكَ</w:t>
      </w:r>
      <w:r w:rsidR="007D3118">
        <w:rPr>
          <w:rtl/>
        </w:rPr>
        <w:t xml:space="preserve">، </w:t>
      </w:r>
      <w:r>
        <w:rPr>
          <w:rtl/>
        </w:rPr>
        <w:t>وَ جَعَلْتَهُمْ خَزَنَةَ عِلْمِكَ</w:t>
      </w:r>
      <w:r w:rsidR="007D3118">
        <w:rPr>
          <w:rtl/>
        </w:rPr>
        <w:t xml:space="preserve">، </w:t>
      </w:r>
      <w:r>
        <w:rPr>
          <w:rtl/>
        </w:rPr>
        <w:t>وَ حَفَظَةَ دِينِكَ</w:t>
      </w:r>
      <w:r w:rsidR="007D3118">
        <w:rPr>
          <w:rtl/>
        </w:rPr>
        <w:t xml:space="preserve">، </w:t>
      </w:r>
      <w:r>
        <w:rPr>
          <w:rtl/>
        </w:rPr>
        <w:t>وَ خُلَفَاءَكَ فِى أَرْضِكَ</w:t>
      </w:r>
      <w:r w:rsidR="007D3118">
        <w:rPr>
          <w:rtl/>
        </w:rPr>
        <w:t xml:space="preserve">، </w:t>
      </w:r>
      <w:r>
        <w:rPr>
          <w:rtl/>
        </w:rPr>
        <w:t>وَ حُجَجَكَ عَلَى عِبَادِكَ</w:t>
      </w:r>
      <w:r w:rsidR="007D3118">
        <w:rPr>
          <w:rtl/>
        </w:rPr>
        <w:t xml:space="preserve">، </w:t>
      </w:r>
      <w:r>
        <w:rPr>
          <w:rtl/>
        </w:rPr>
        <w:t>وَ طَهَّرْتَهُمْ مِنَ الرِّجْسِ وَ الدَّنَسِ تَطْهِيرا بِإِرَادَتِكَ</w:t>
      </w:r>
      <w:r w:rsidR="007D3118">
        <w:rPr>
          <w:rtl/>
        </w:rPr>
        <w:t xml:space="preserve">، </w:t>
      </w:r>
      <w:r>
        <w:rPr>
          <w:rtl/>
        </w:rPr>
        <w:t>وَ جَعَلْتَهُمُ الْوَسِيلَةَ إِلَيْكَ</w:t>
      </w:r>
      <w:r w:rsidR="007D3118">
        <w:rPr>
          <w:rtl/>
        </w:rPr>
        <w:t xml:space="preserve">، </w:t>
      </w:r>
      <w:r>
        <w:rPr>
          <w:rtl/>
        </w:rPr>
        <w:t>وَ الْمَسْلَكَ إِلَى جَنَّتِكَ</w:t>
      </w:r>
    </w:p>
    <w:p w:rsidR="00587D34" w:rsidRDefault="00587D34" w:rsidP="00587D34">
      <w:pPr>
        <w:pStyle w:val="libNormal"/>
        <w:rPr>
          <w:rtl/>
        </w:rPr>
      </w:pPr>
      <w:r>
        <w:rPr>
          <w:rtl/>
        </w:rPr>
        <w:t>(57</w:t>
      </w:r>
      <w:r w:rsidR="007D3118">
        <w:rPr>
          <w:rtl/>
        </w:rPr>
        <w:t xml:space="preserve">) </w:t>
      </w:r>
      <w:r>
        <w:rPr>
          <w:rtl/>
        </w:rPr>
        <w:t>رَبِّ صَلِّ عَلَى مُحَمَّدٍ وَ آلِهِ</w:t>
      </w:r>
      <w:r w:rsidR="007D3118">
        <w:rPr>
          <w:rtl/>
        </w:rPr>
        <w:t xml:space="preserve">، </w:t>
      </w:r>
      <w:r>
        <w:rPr>
          <w:rtl/>
        </w:rPr>
        <w:t>صَلاةً تُجْزِلُ لَهُمْ بِهَا مِنْ نِحَلِكَ وَ كَرَامَتِكَ</w:t>
      </w:r>
      <w:r w:rsidR="007D3118">
        <w:rPr>
          <w:rtl/>
        </w:rPr>
        <w:t xml:space="preserve">، </w:t>
      </w:r>
      <w:r>
        <w:rPr>
          <w:rtl/>
        </w:rPr>
        <w:t>وَ تُكْمِلُ لَهُمُ الْأَشْيَاءَ مِنْ عَطَايَاكَ وَ نَوَافِلِكَ</w:t>
      </w:r>
      <w:r w:rsidR="007D3118">
        <w:rPr>
          <w:rtl/>
        </w:rPr>
        <w:t xml:space="preserve">، </w:t>
      </w:r>
      <w:r>
        <w:rPr>
          <w:rtl/>
        </w:rPr>
        <w:t>وَ تُوَفِّرُ عَلَيْهِمُ الْحَظَّ مِنْ عَوَائِدِكَ وَ فَوَائِدِكَ</w:t>
      </w:r>
      <w:r w:rsidR="007D3118">
        <w:rPr>
          <w:rtl/>
        </w:rPr>
        <w:t xml:space="preserve">. </w:t>
      </w:r>
    </w:p>
    <w:p w:rsidR="00587D34" w:rsidRDefault="00587D34" w:rsidP="00587D34">
      <w:pPr>
        <w:pStyle w:val="libNormal"/>
        <w:rPr>
          <w:rtl/>
        </w:rPr>
      </w:pPr>
      <w:r>
        <w:rPr>
          <w:rtl/>
        </w:rPr>
        <w:t>(58</w:t>
      </w:r>
      <w:r w:rsidR="007D3118">
        <w:rPr>
          <w:rtl/>
        </w:rPr>
        <w:t xml:space="preserve">) </w:t>
      </w:r>
      <w:r>
        <w:rPr>
          <w:rtl/>
        </w:rPr>
        <w:t>رَبِّ صَلِّ عَلَيْهِ وَ عَلَيْهِمْ صَلاةً لا أَمَدَ فِى أَوَّلِهَا</w:t>
      </w:r>
      <w:r w:rsidR="007D3118">
        <w:rPr>
          <w:rtl/>
        </w:rPr>
        <w:t xml:space="preserve">، </w:t>
      </w:r>
      <w:r>
        <w:rPr>
          <w:rtl/>
        </w:rPr>
        <w:t>وَ لا غَايَةَ لِأَمَدِهَا</w:t>
      </w:r>
      <w:r w:rsidR="007D3118">
        <w:rPr>
          <w:rtl/>
        </w:rPr>
        <w:t xml:space="preserve">، </w:t>
      </w:r>
      <w:r>
        <w:rPr>
          <w:rtl/>
        </w:rPr>
        <w:t>وَ لا نِهَايَةَ لاِخِرِهَا</w:t>
      </w:r>
      <w:r w:rsidR="007D3118">
        <w:rPr>
          <w:rtl/>
        </w:rPr>
        <w:t xml:space="preserve">. </w:t>
      </w:r>
    </w:p>
    <w:p w:rsidR="00587D34" w:rsidRDefault="00587D34" w:rsidP="00587D34">
      <w:pPr>
        <w:pStyle w:val="libNormal"/>
        <w:rPr>
          <w:rtl/>
        </w:rPr>
      </w:pPr>
      <w:r>
        <w:rPr>
          <w:rtl/>
        </w:rPr>
        <w:t>(59</w:t>
      </w:r>
      <w:r w:rsidR="007D3118">
        <w:rPr>
          <w:rtl/>
        </w:rPr>
        <w:t xml:space="preserve">) </w:t>
      </w:r>
      <w:r>
        <w:rPr>
          <w:rtl/>
        </w:rPr>
        <w:t>رَبِّ صَلِّ عَلَيْهِمْ زِنَةَ عَرْشِكَ وَ مَا دُونَهُ</w:t>
      </w:r>
      <w:r w:rsidR="007D3118">
        <w:rPr>
          <w:rtl/>
        </w:rPr>
        <w:t xml:space="preserve">، </w:t>
      </w:r>
      <w:r>
        <w:rPr>
          <w:rtl/>
        </w:rPr>
        <w:t>وَ مِلْءَ سَمَاوَاتِكَ وَ مَا فَوْقَهُنَّ</w:t>
      </w:r>
      <w:r w:rsidR="007D3118">
        <w:rPr>
          <w:rtl/>
        </w:rPr>
        <w:t xml:space="preserve">، </w:t>
      </w:r>
      <w:r>
        <w:rPr>
          <w:rtl/>
        </w:rPr>
        <w:t>وَ عَدَدَ أَرَضِيكَ وَ مَا تَحْتَهُنَّ وَ مَا بَيْنَهُنَّ</w:t>
      </w:r>
      <w:r w:rsidR="007D3118">
        <w:rPr>
          <w:rtl/>
        </w:rPr>
        <w:t xml:space="preserve">، </w:t>
      </w:r>
      <w:r>
        <w:rPr>
          <w:rtl/>
        </w:rPr>
        <w:t>صَلاةً تُقَرِّبُهُمْ مِنْكَ زُلْفَى</w:t>
      </w:r>
      <w:r w:rsidR="007D3118">
        <w:rPr>
          <w:rtl/>
        </w:rPr>
        <w:t xml:space="preserve">، </w:t>
      </w:r>
      <w:r>
        <w:rPr>
          <w:rtl/>
        </w:rPr>
        <w:t>وَ تَكُونُ لَكَ وَ لَهُمْ رِضًى</w:t>
      </w:r>
      <w:r w:rsidR="007D3118">
        <w:rPr>
          <w:rtl/>
        </w:rPr>
        <w:t xml:space="preserve">، </w:t>
      </w:r>
      <w:r>
        <w:rPr>
          <w:rtl/>
        </w:rPr>
        <w:t>وَ مُتَّصِلَةً بِنَظَائِرِهِنَّ أَبَدا</w:t>
      </w:r>
      <w:r w:rsidR="007D3118">
        <w:rPr>
          <w:rtl/>
        </w:rPr>
        <w:t xml:space="preserve">. </w:t>
      </w:r>
    </w:p>
    <w:p w:rsidR="00587D34" w:rsidRDefault="00587D34" w:rsidP="00587D34">
      <w:pPr>
        <w:pStyle w:val="libNormal"/>
        <w:rPr>
          <w:rtl/>
        </w:rPr>
      </w:pPr>
      <w:r>
        <w:rPr>
          <w:rtl/>
        </w:rPr>
        <w:t>(60</w:t>
      </w:r>
      <w:r w:rsidR="007D3118">
        <w:rPr>
          <w:rtl/>
        </w:rPr>
        <w:t xml:space="preserve">) </w:t>
      </w:r>
      <w:r>
        <w:rPr>
          <w:rtl/>
        </w:rPr>
        <w:t>اللَّهُمَّ إِنَّكَ أَيَّدْتَ دِينَكَ فِى كُلِّ أَوَانٍ بِإِمَامٍ أَقَمْتَهُ عَلَما لِعِبَادِكَ</w:t>
      </w:r>
      <w:r w:rsidR="007D3118">
        <w:rPr>
          <w:rtl/>
        </w:rPr>
        <w:t xml:space="preserve">، </w:t>
      </w:r>
      <w:r>
        <w:rPr>
          <w:rtl/>
        </w:rPr>
        <w:t>وَ مَنَارا فِى بِلادِكَ بَعْدَ أَنْ وَصَلْتَ حَبْلَهُ بِحَبْلِكَ</w:t>
      </w:r>
      <w:r w:rsidR="007D3118">
        <w:rPr>
          <w:rtl/>
        </w:rPr>
        <w:t xml:space="preserve">، </w:t>
      </w:r>
      <w:r>
        <w:rPr>
          <w:rtl/>
        </w:rPr>
        <w:t>وَ جَعَلْتَهُ الذَّرِيعَةَ إِلَى رِضْوَانِكَ</w:t>
      </w:r>
      <w:r w:rsidR="007D3118">
        <w:rPr>
          <w:rtl/>
        </w:rPr>
        <w:t xml:space="preserve">، </w:t>
      </w:r>
      <w:r>
        <w:rPr>
          <w:rtl/>
        </w:rPr>
        <w:t>وَ افْتَرَضْتَ طَاعَتَهُ</w:t>
      </w:r>
      <w:r w:rsidR="007D3118">
        <w:rPr>
          <w:rtl/>
        </w:rPr>
        <w:t xml:space="preserve">، </w:t>
      </w:r>
      <w:r>
        <w:rPr>
          <w:rtl/>
        </w:rPr>
        <w:t>وَ حَذَّرْتَ مَعْصِيَتَهُ</w:t>
      </w:r>
      <w:r w:rsidR="007D3118">
        <w:rPr>
          <w:rtl/>
        </w:rPr>
        <w:t xml:space="preserve">، </w:t>
      </w:r>
      <w:r>
        <w:rPr>
          <w:rtl/>
        </w:rPr>
        <w:t>وَ أَمَرْتَ بِامْتِثَالِ أَوَامِرِهِ</w:t>
      </w:r>
      <w:r w:rsidR="007D3118">
        <w:rPr>
          <w:rtl/>
        </w:rPr>
        <w:t xml:space="preserve">، </w:t>
      </w:r>
      <w:r>
        <w:rPr>
          <w:rtl/>
        </w:rPr>
        <w:t>وَ الانْتِهَاءِ عِنْدَ نَهْيِهِ</w:t>
      </w:r>
      <w:r w:rsidR="007D3118">
        <w:rPr>
          <w:rtl/>
        </w:rPr>
        <w:t xml:space="preserve">، </w:t>
      </w:r>
      <w:r>
        <w:rPr>
          <w:rtl/>
        </w:rPr>
        <w:t>وَ أَلا يَتَقَدَّمَهُ مُتَقَدِّمٌ</w:t>
      </w:r>
      <w:r w:rsidR="007D3118">
        <w:rPr>
          <w:rtl/>
        </w:rPr>
        <w:t xml:space="preserve">، </w:t>
      </w:r>
      <w:r>
        <w:rPr>
          <w:rtl/>
        </w:rPr>
        <w:t>وَ لا يَتَأَخَّرَ عَنْهُ مُتَأَخِّرٌ فَهُوَ عِصْمَةُ اللائِذِينَ</w:t>
      </w:r>
      <w:r w:rsidR="007D3118">
        <w:rPr>
          <w:rtl/>
        </w:rPr>
        <w:t xml:space="preserve">، </w:t>
      </w:r>
      <w:r>
        <w:rPr>
          <w:rtl/>
        </w:rPr>
        <w:t>وَ كَهْفُ الْمُؤْمِنِينَ وَ عُرْوَةُ الْمُتَمَسِّكِينَ</w:t>
      </w:r>
      <w:r w:rsidR="007D3118">
        <w:rPr>
          <w:rtl/>
        </w:rPr>
        <w:t xml:space="preserve">، </w:t>
      </w:r>
      <w:r>
        <w:rPr>
          <w:rtl/>
        </w:rPr>
        <w:t>وَ بَهَاءُ الْعَالَمِينَ</w:t>
      </w:r>
      <w:r w:rsidR="007D3118">
        <w:rPr>
          <w:rtl/>
        </w:rPr>
        <w:t xml:space="preserve">. </w:t>
      </w:r>
    </w:p>
    <w:p w:rsidR="00587D34" w:rsidRDefault="00587D34" w:rsidP="00587D34">
      <w:pPr>
        <w:pStyle w:val="libNormal"/>
        <w:rPr>
          <w:rtl/>
        </w:rPr>
      </w:pPr>
      <w:r>
        <w:rPr>
          <w:rtl/>
        </w:rPr>
        <w:t>(61</w:t>
      </w:r>
      <w:r w:rsidR="007D3118">
        <w:rPr>
          <w:rtl/>
        </w:rPr>
        <w:t xml:space="preserve">) </w:t>
      </w:r>
      <w:r>
        <w:rPr>
          <w:rtl/>
        </w:rPr>
        <w:t>اللَّهُمَّ فَأَوْزِعْ لِوَلِيِّكَ شُكْرَ مَا أَنْعَمْتَ بِهِ عَلَيْهِ</w:t>
      </w:r>
      <w:r w:rsidR="007D3118">
        <w:rPr>
          <w:rtl/>
        </w:rPr>
        <w:t xml:space="preserve">، </w:t>
      </w:r>
      <w:r>
        <w:rPr>
          <w:rtl/>
        </w:rPr>
        <w:t>وَ أَوْزِعْنَا مِثْلَهُ فِيهِ</w:t>
      </w:r>
      <w:r w:rsidR="007D3118">
        <w:rPr>
          <w:rtl/>
        </w:rPr>
        <w:t xml:space="preserve">، </w:t>
      </w:r>
      <w:r>
        <w:rPr>
          <w:rtl/>
        </w:rPr>
        <w:t>وَ آتِهِ مِنْ لَدُنْكَ سُلْطَانا نَصِيرا</w:t>
      </w:r>
      <w:r w:rsidR="007D3118">
        <w:rPr>
          <w:rtl/>
        </w:rPr>
        <w:t xml:space="preserve">، </w:t>
      </w:r>
      <w:r>
        <w:rPr>
          <w:rtl/>
        </w:rPr>
        <w:t>وَ افْتَحْ لَهُ فَتْحا يَسِيرا</w:t>
      </w:r>
      <w:r w:rsidR="007D3118">
        <w:rPr>
          <w:rtl/>
        </w:rPr>
        <w:t xml:space="preserve">، </w:t>
      </w:r>
      <w:r>
        <w:rPr>
          <w:rtl/>
        </w:rPr>
        <w:t>وَ أَعِنْهُ بِرُكْنِكَ الْأَعَزِّ</w:t>
      </w:r>
      <w:r w:rsidR="007D3118">
        <w:rPr>
          <w:rtl/>
        </w:rPr>
        <w:t xml:space="preserve">، </w:t>
      </w:r>
      <w:r>
        <w:rPr>
          <w:rtl/>
        </w:rPr>
        <w:t>وَ اشْدُدْ أَزْرَهُ</w:t>
      </w:r>
      <w:r w:rsidR="007D3118">
        <w:rPr>
          <w:rtl/>
        </w:rPr>
        <w:t xml:space="preserve">، </w:t>
      </w:r>
      <w:r>
        <w:rPr>
          <w:rtl/>
        </w:rPr>
        <w:t>وَ قَوِّ عَضُدَهُ</w:t>
      </w:r>
      <w:r w:rsidR="007D3118">
        <w:rPr>
          <w:rtl/>
        </w:rPr>
        <w:t xml:space="preserve">، </w:t>
      </w:r>
      <w:r>
        <w:rPr>
          <w:rtl/>
        </w:rPr>
        <w:t>وَ رَاعِهِ بِعَيْنِكَ</w:t>
      </w:r>
      <w:r w:rsidR="007D3118">
        <w:rPr>
          <w:rtl/>
        </w:rPr>
        <w:t xml:space="preserve">، </w:t>
      </w:r>
      <w:r>
        <w:rPr>
          <w:rtl/>
        </w:rPr>
        <w:t>وَ احْمِهِ بِحِفْظِكَ وَ انْصُرْهُ بِمَلائِكَتِكَ</w:t>
      </w:r>
      <w:r w:rsidR="007D3118">
        <w:rPr>
          <w:rtl/>
        </w:rPr>
        <w:t xml:space="preserve">، </w:t>
      </w:r>
      <w:r>
        <w:rPr>
          <w:rtl/>
        </w:rPr>
        <w:t>وَ امْدُدْهُ بِجُنْدِكَ الْأَغْلَبِ</w:t>
      </w:r>
      <w:r w:rsidR="007D3118">
        <w:rPr>
          <w:rtl/>
        </w:rPr>
        <w:t xml:space="preserve">. </w:t>
      </w:r>
    </w:p>
    <w:p w:rsidR="00587D34" w:rsidRDefault="00587D34" w:rsidP="00587D34">
      <w:pPr>
        <w:pStyle w:val="libNormal"/>
        <w:rPr>
          <w:rtl/>
        </w:rPr>
      </w:pPr>
      <w:r>
        <w:rPr>
          <w:rtl/>
        </w:rPr>
        <w:lastRenderedPageBreak/>
        <w:t>(62</w:t>
      </w:r>
      <w:r w:rsidR="007D3118">
        <w:rPr>
          <w:rtl/>
        </w:rPr>
        <w:t xml:space="preserve">) </w:t>
      </w:r>
      <w:r>
        <w:rPr>
          <w:rtl/>
        </w:rPr>
        <w:t>وَ أَقِمْ بِهِ كِتَابَكَ وَ حُدُودَكَ وَ شَرَائِعَكَ وَ سُنَنَ رَسُولِكَ</w:t>
      </w:r>
      <w:r w:rsidR="007D3118">
        <w:rPr>
          <w:rtl/>
        </w:rPr>
        <w:t xml:space="preserve">، </w:t>
      </w:r>
      <w:r>
        <w:rPr>
          <w:rtl/>
        </w:rPr>
        <w:t>- صَلَوَاتُكَ اللَّهُمَّ عَلَيْهِ وَ آلِهِ -</w:t>
      </w:r>
      <w:r w:rsidR="007D3118">
        <w:rPr>
          <w:rtl/>
        </w:rPr>
        <w:t xml:space="preserve">، </w:t>
      </w:r>
      <w:r>
        <w:rPr>
          <w:rtl/>
        </w:rPr>
        <w:t>وَ أَحْيِ بِهِ مَا أَمَاتَهُ الظَّالِمُونَ مِنْ مَعَالِمِ دِينِكَ</w:t>
      </w:r>
      <w:r w:rsidR="007D3118">
        <w:rPr>
          <w:rtl/>
        </w:rPr>
        <w:t xml:space="preserve">، </w:t>
      </w:r>
      <w:r>
        <w:rPr>
          <w:rtl/>
        </w:rPr>
        <w:t>وَ اجْلُ بِهِ صَدَاءَ الْجَوْرِ عَنْ طَرِيقَتِكَ</w:t>
      </w:r>
      <w:r w:rsidR="007D3118">
        <w:rPr>
          <w:rtl/>
        </w:rPr>
        <w:t xml:space="preserve">، </w:t>
      </w:r>
      <w:r>
        <w:rPr>
          <w:rtl/>
        </w:rPr>
        <w:t>وَ أَبِنْ بِهِ الضَّرَّاءَ مِنْ سَبِيلِكَ</w:t>
      </w:r>
      <w:r w:rsidR="007D3118">
        <w:rPr>
          <w:rtl/>
        </w:rPr>
        <w:t xml:space="preserve">، </w:t>
      </w:r>
      <w:r>
        <w:rPr>
          <w:rtl/>
        </w:rPr>
        <w:t>وَ أَزِلْ بِهِ النَّاكِبِينَ عَنْ صِرَاطِكَ</w:t>
      </w:r>
      <w:r w:rsidR="007D3118">
        <w:rPr>
          <w:rtl/>
        </w:rPr>
        <w:t xml:space="preserve">، </w:t>
      </w:r>
      <w:r>
        <w:rPr>
          <w:rtl/>
        </w:rPr>
        <w:t>وَ امْحَقْ بِهِ بُغَاةَ قَصْدِكَ عِوَجا</w:t>
      </w:r>
    </w:p>
    <w:p w:rsidR="00587D34" w:rsidRDefault="00587D34" w:rsidP="00587D34">
      <w:pPr>
        <w:pStyle w:val="libNormal"/>
        <w:rPr>
          <w:rtl/>
        </w:rPr>
      </w:pPr>
      <w:r>
        <w:rPr>
          <w:rtl/>
        </w:rPr>
        <w:t>(63</w:t>
      </w:r>
      <w:r w:rsidR="007D3118">
        <w:rPr>
          <w:rtl/>
        </w:rPr>
        <w:t xml:space="preserve">) </w:t>
      </w:r>
      <w:r>
        <w:rPr>
          <w:rtl/>
        </w:rPr>
        <w:t>وَ أَلِنْ جَانِبَهُ لِأَوْلِيَائِكَ</w:t>
      </w:r>
      <w:r w:rsidR="007D3118">
        <w:rPr>
          <w:rtl/>
        </w:rPr>
        <w:t xml:space="preserve">، </w:t>
      </w:r>
      <w:r>
        <w:rPr>
          <w:rtl/>
        </w:rPr>
        <w:t>وَ ابْسُطْ يَدَهُ عَلَى أَعْدَائِكَ</w:t>
      </w:r>
      <w:r w:rsidR="007D3118">
        <w:rPr>
          <w:rtl/>
        </w:rPr>
        <w:t xml:space="preserve">، </w:t>
      </w:r>
      <w:r>
        <w:rPr>
          <w:rtl/>
        </w:rPr>
        <w:t>وَ هَبْ لَنَا رَأْفَتَهُ</w:t>
      </w:r>
      <w:r w:rsidR="007D3118">
        <w:rPr>
          <w:rtl/>
        </w:rPr>
        <w:t xml:space="preserve">، </w:t>
      </w:r>
      <w:r>
        <w:rPr>
          <w:rtl/>
        </w:rPr>
        <w:t>وَ رَحْمَتَهُ وَ تَعَطُّفَهُ وَ تَحَنُّنَهُ</w:t>
      </w:r>
      <w:r w:rsidR="007D3118">
        <w:rPr>
          <w:rtl/>
        </w:rPr>
        <w:t xml:space="preserve">، </w:t>
      </w:r>
      <w:r>
        <w:rPr>
          <w:rtl/>
        </w:rPr>
        <w:t>وَ اجْعَلْنَا لَهُ سَامِعِينَ مُطِيعِينَ</w:t>
      </w:r>
      <w:r w:rsidR="007D3118">
        <w:rPr>
          <w:rtl/>
        </w:rPr>
        <w:t xml:space="preserve">، </w:t>
      </w:r>
      <w:r>
        <w:rPr>
          <w:rtl/>
        </w:rPr>
        <w:t>وَ فِى رِضَاهُ سَاعِينَ</w:t>
      </w:r>
      <w:r w:rsidR="007D3118">
        <w:rPr>
          <w:rtl/>
        </w:rPr>
        <w:t xml:space="preserve">، </w:t>
      </w:r>
      <w:r>
        <w:rPr>
          <w:rtl/>
        </w:rPr>
        <w:t>وَ إِلَى نُصْرَتِهِ وَ الْمُدَافَعَةِ عَنْهُ مُكْنِفِينَ</w:t>
      </w:r>
      <w:r w:rsidR="007D3118">
        <w:rPr>
          <w:rtl/>
        </w:rPr>
        <w:t xml:space="preserve">، </w:t>
      </w:r>
      <w:r>
        <w:rPr>
          <w:rtl/>
        </w:rPr>
        <w:t>وَ إِلَيْكَ وَ إِلَى رَسُولِكَ - صَلَوَاتُكَ اللَّهُمَّ عَلَيْهِ وَ آلِهِ - بِذَلِكَ مُتَقَرِّبِينَ</w:t>
      </w:r>
      <w:r w:rsidR="007D3118">
        <w:rPr>
          <w:rtl/>
        </w:rPr>
        <w:t xml:space="preserve">. </w:t>
      </w:r>
    </w:p>
    <w:p w:rsidR="00587D34" w:rsidRDefault="00587D34" w:rsidP="00587D34">
      <w:pPr>
        <w:pStyle w:val="libNormal"/>
        <w:rPr>
          <w:rtl/>
        </w:rPr>
      </w:pPr>
      <w:r>
        <w:rPr>
          <w:rtl/>
        </w:rPr>
        <w:t>(64</w:t>
      </w:r>
      <w:r w:rsidR="007D3118">
        <w:rPr>
          <w:rtl/>
        </w:rPr>
        <w:t xml:space="preserve">) </w:t>
      </w:r>
      <w:r>
        <w:rPr>
          <w:rtl/>
        </w:rPr>
        <w:t>اللَّهُمَّ وَ صَلِّ عَلَى أَوْلِيَائِهِمُ الْمُعْتَرِفِينَ بِمَقَامِهِمُ</w:t>
      </w:r>
      <w:r w:rsidR="007D3118">
        <w:rPr>
          <w:rtl/>
        </w:rPr>
        <w:t xml:space="preserve">، </w:t>
      </w:r>
      <w:r>
        <w:rPr>
          <w:rtl/>
        </w:rPr>
        <w:t>الْمُتَّبِعِينَ مَنْهَجَهُمُ</w:t>
      </w:r>
      <w:r w:rsidR="007D3118">
        <w:rPr>
          <w:rtl/>
        </w:rPr>
        <w:t xml:space="preserve">، </w:t>
      </w:r>
      <w:r>
        <w:rPr>
          <w:rtl/>
        </w:rPr>
        <w:t>الْمُقْتَفِينَ آثَارَهُمُ</w:t>
      </w:r>
      <w:r w:rsidR="007D3118">
        <w:rPr>
          <w:rtl/>
        </w:rPr>
        <w:t xml:space="preserve">، </w:t>
      </w:r>
      <w:r>
        <w:rPr>
          <w:rtl/>
        </w:rPr>
        <w:t>الْمُسْتَمْسِكِينَ بِعُرْوَتِهِمُ</w:t>
      </w:r>
      <w:r w:rsidR="007D3118">
        <w:rPr>
          <w:rtl/>
        </w:rPr>
        <w:t xml:space="preserve">، </w:t>
      </w:r>
      <w:r>
        <w:rPr>
          <w:rtl/>
        </w:rPr>
        <w:t>الْمُتَمَسِّكِينَ بِوِلايَتِهِمُ</w:t>
      </w:r>
      <w:r w:rsidR="007D3118">
        <w:rPr>
          <w:rtl/>
        </w:rPr>
        <w:t xml:space="preserve">، </w:t>
      </w:r>
      <w:r>
        <w:rPr>
          <w:rtl/>
        </w:rPr>
        <w:t>الْمُؤْتَمِّينَ بِإِمَامَتِهِمُ</w:t>
      </w:r>
      <w:r w:rsidR="007D3118">
        <w:rPr>
          <w:rtl/>
        </w:rPr>
        <w:t xml:space="preserve">، </w:t>
      </w:r>
      <w:r>
        <w:rPr>
          <w:rtl/>
        </w:rPr>
        <w:t>الْمُسَلِّمِينَ لِأَمْرِهِمُ</w:t>
      </w:r>
      <w:r w:rsidR="007D3118">
        <w:rPr>
          <w:rtl/>
        </w:rPr>
        <w:t xml:space="preserve">، </w:t>
      </w:r>
      <w:r>
        <w:rPr>
          <w:rtl/>
        </w:rPr>
        <w:t>الْمُجْتَهِدِينَ فِى طَاعَتِهِمُ</w:t>
      </w:r>
      <w:r w:rsidR="007D3118">
        <w:rPr>
          <w:rtl/>
        </w:rPr>
        <w:t xml:space="preserve">، </w:t>
      </w:r>
      <w:r>
        <w:rPr>
          <w:rtl/>
        </w:rPr>
        <w:t>الْمُنْتَظِرِينَ أَيَّامَهُمُ</w:t>
      </w:r>
      <w:r w:rsidR="007D3118">
        <w:rPr>
          <w:rtl/>
        </w:rPr>
        <w:t xml:space="preserve">، </w:t>
      </w:r>
      <w:r>
        <w:rPr>
          <w:rtl/>
        </w:rPr>
        <w:t>الْمَادِّينَ إِلَيْهِمْ أَعْيُنَهُمْ</w:t>
      </w:r>
      <w:r w:rsidR="007D3118">
        <w:rPr>
          <w:rtl/>
        </w:rPr>
        <w:t xml:space="preserve">، </w:t>
      </w:r>
      <w:r>
        <w:rPr>
          <w:rtl/>
        </w:rPr>
        <w:t>الصَّلَوَاتِ الْمُبَارَكَاتِ الزَّاكِيَاتِ النَّامِيَاتِ الْغَادِيَاتِ الرَّائِحَاتِ</w:t>
      </w:r>
      <w:r w:rsidR="007D3118">
        <w:rPr>
          <w:rtl/>
        </w:rPr>
        <w:t xml:space="preserve">. </w:t>
      </w:r>
    </w:p>
    <w:p w:rsidR="00587D34" w:rsidRDefault="00587D34" w:rsidP="00587D34">
      <w:pPr>
        <w:pStyle w:val="libNormal"/>
        <w:rPr>
          <w:rtl/>
        </w:rPr>
      </w:pPr>
      <w:r>
        <w:rPr>
          <w:rtl/>
        </w:rPr>
        <w:t>(65</w:t>
      </w:r>
      <w:r w:rsidR="007D3118">
        <w:rPr>
          <w:rtl/>
        </w:rPr>
        <w:t xml:space="preserve">) </w:t>
      </w:r>
      <w:r>
        <w:rPr>
          <w:rtl/>
        </w:rPr>
        <w:t>وَ سَلِّمْ عَلَيْهِمْ وَ عَلَى أَرْوَاحِهِمْ</w:t>
      </w:r>
      <w:r w:rsidR="007D3118">
        <w:rPr>
          <w:rtl/>
        </w:rPr>
        <w:t xml:space="preserve">، </w:t>
      </w:r>
      <w:r>
        <w:rPr>
          <w:rtl/>
        </w:rPr>
        <w:t>وَ اجْمَعْ عَلَى التَّقْوَى أَمْرَهُمْ</w:t>
      </w:r>
      <w:r w:rsidR="007D3118">
        <w:rPr>
          <w:rtl/>
        </w:rPr>
        <w:t xml:space="preserve">، </w:t>
      </w:r>
      <w:r>
        <w:rPr>
          <w:rtl/>
        </w:rPr>
        <w:t>وَ أَصْلِحْ لَهُمْ شُئُونَهُمْ</w:t>
      </w:r>
      <w:r w:rsidR="007D3118">
        <w:rPr>
          <w:rtl/>
        </w:rPr>
        <w:t xml:space="preserve">، </w:t>
      </w:r>
      <w:r>
        <w:rPr>
          <w:rtl/>
        </w:rPr>
        <w:t>وَ تُبْ عَلَيْهِمْ</w:t>
      </w:r>
      <w:r w:rsidR="007D3118">
        <w:rPr>
          <w:rtl/>
        </w:rPr>
        <w:t xml:space="preserve">، </w:t>
      </w:r>
      <w:r>
        <w:rPr>
          <w:rtl/>
        </w:rPr>
        <w:t>إِنَّكَ أَنْتَ التَّوَّابُ الرَّحِيمُ</w:t>
      </w:r>
      <w:r w:rsidR="007D3118">
        <w:rPr>
          <w:rtl/>
        </w:rPr>
        <w:t xml:space="preserve">، </w:t>
      </w:r>
      <w:r>
        <w:rPr>
          <w:rtl/>
        </w:rPr>
        <w:t>وَ خَيْرُ الْغَافِرِينَ</w:t>
      </w:r>
      <w:r w:rsidR="007D3118">
        <w:rPr>
          <w:rtl/>
        </w:rPr>
        <w:t xml:space="preserve">، </w:t>
      </w:r>
      <w:r>
        <w:rPr>
          <w:rtl/>
        </w:rPr>
        <w:t>وَ اجْعَلْنَا مَعَهُمْ فِى دَارِ السَّلامِ بِرَحْمَتِكَ</w:t>
      </w:r>
      <w:r w:rsidR="007D3118">
        <w:rPr>
          <w:rtl/>
        </w:rPr>
        <w:t xml:space="preserve">، </w:t>
      </w:r>
      <w:r>
        <w:rPr>
          <w:rtl/>
        </w:rPr>
        <w:t>يَا أَرْحَمَ الرَّاحِمِينَ</w:t>
      </w:r>
      <w:r w:rsidR="007D3118">
        <w:rPr>
          <w:rtl/>
        </w:rPr>
        <w:t xml:space="preserve">. </w:t>
      </w:r>
    </w:p>
    <w:p w:rsidR="00587D34" w:rsidRDefault="00587D34" w:rsidP="00587D34">
      <w:pPr>
        <w:pStyle w:val="libNormal"/>
        <w:rPr>
          <w:rtl/>
        </w:rPr>
      </w:pPr>
      <w:r>
        <w:rPr>
          <w:rtl/>
        </w:rPr>
        <w:t>(66</w:t>
      </w:r>
      <w:r w:rsidR="007D3118">
        <w:rPr>
          <w:rtl/>
        </w:rPr>
        <w:t xml:space="preserve">) </w:t>
      </w:r>
      <w:r>
        <w:rPr>
          <w:rtl/>
        </w:rPr>
        <w:t>اللَّهُمَّ هَذَا يَوْمُ عَرَفَةَ يَوْمٌ شَرَّفْتَهُ وَ كَرَّمْتَهُ وَ عَظَّمْتَهُ</w:t>
      </w:r>
      <w:r w:rsidR="007D3118">
        <w:rPr>
          <w:rtl/>
        </w:rPr>
        <w:t xml:space="preserve">، </w:t>
      </w:r>
      <w:r>
        <w:rPr>
          <w:rtl/>
        </w:rPr>
        <w:t>نَشَرْتَ فِيهِ رَحْمَتَكَ</w:t>
      </w:r>
      <w:r w:rsidR="007D3118">
        <w:rPr>
          <w:rtl/>
        </w:rPr>
        <w:t xml:space="preserve">، </w:t>
      </w:r>
      <w:r>
        <w:rPr>
          <w:rtl/>
        </w:rPr>
        <w:t>وَ مَنَنْتَ فِيهِ بِعَفْوِكَ</w:t>
      </w:r>
      <w:r w:rsidR="007D3118">
        <w:rPr>
          <w:rtl/>
        </w:rPr>
        <w:t xml:space="preserve">، </w:t>
      </w:r>
      <w:r>
        <w:rPr>
          <w:rtl/>
        </w:rPr>
        <w:t>وَ أَجْزَلْتَ فِيهِ عَطِيَّتَكَ</w:t>
      </w:r>
      <w:r w:rsidR="007D3118">
        <w:rPr>
          <w:rtl/>
        </w:rPr>
        <w:t xml:space="preserve">، </w:t>
      </w:r>
      <w:r>
        <w:rPr>
          <w:rtl/>
        </w:rPr>
        <w:t>وَ تَفَضَّلْتَ بِهِ عَلَى عِبَادِكَ</w:t>
      </w:r>
      <w:r w:rsidR="007D3118">
        <w:rPr>
          <w:rtl/>
        </w:rPr>
        <w:t xml:space="preserve">. </w:t>
      </w:r>
    </w:p>
    <w:p w:rsidR="00587D34" w:rsidRDefault="00587D34" w:rsidP="00587D34">
      <w:pPr>
        <w:pStyle w:val="libNormal"/>
        <w:rPr>
          <w:rtl/>
        </w:rPr>
      </w:pPr>
      <w:r>
        <w:rPr>
          <w:rtl/>
        </w:rPr>
        <w:t>(67</w:t>
      </w:r>
      <w:r w:rsidR="007D3118">
        <w:rPr>
          <w:rtl/>
        </w:rPr>
        <w:t xml:space="preserve">) </w:t>
      </w:r>
      <w:r>
        <w:rPr>
          <w:rtl/>
        </w:rPr>
        <w:t>اللَّهُمَّ وَ أَنَا عَبْدُكَ الَّذِى أَنْعَمْتَ عَلَيْهِ قَبْلَ خَلْقِكَ لَهُ وَ بَعْدَ خَلْقِكَ إِيَّاهُ</w:t>
      </w:r>
      <w:r w:rsidR="007D3118">
        <w:rPr>
          <w:rtl/>
        </w:rPr>
        <w:t xml:space="preserve">، </w:t>
      </w:r>
      <w:r>
        <w:rPr>
          <w:rtl/>
        </w:rPr>
        <w:t>فَجَعَلْتَهُ مِمَّنْ هَدَيْتَهُ لِدِينِكَ</w:t>
      </w:r>
      <w:r w:rsidR="007D3118">
        <w:rPr>
          <w:rtl/>
        </w:rPr>
        <w:t xml:space="preserve">، </w:t>
      </w:r>
      <w:r>
        <w:rPr>
          <w:rtl/>
        </w:rPr>
        <w:t>وَ وَفَّقْتَهُ لِحَقِّكَ</w:t>
      </w:r>
      <w:r w:rsidR="007D3118">
        <w:rPr>
          <w:rtl/>
        </w:rPr>
        <w:t xml:space="preserve">، </w:t>
      </w:r>
      <w:r>
        <w:rPr>
          <w:rtl/>
        </w:rPr>
        <w:t>وَ عَصَمْتَهُ بِحَبْلِكَ</w:t>
      </w:r>
      <w:r w:rsidR="007D3118">
        <w:rPr>
          <w:rtl/>
        </w:rPr>
        <w:t xml:space="preserve">، </w:t>
      </w:r>
      <w:r>
        <w:rPr>
          <w:rtl/>
        </w:rPr>
        <w:t>وَ أَدْخَلْتَهُ فِى حِزْبِكَ</w:t>
      </w:r>
      <w:r w:rsidR="007D3118">
        <w:rPr>
          <w:rtl/>
        </w:rPr>
        <w:t xml:space="preserve">، </w:t>
      </w:r>
      <w:r>
        <w:rPr>
          <w:rtl/>
        </w:rPr>
        <w:t>وَ أَرْشَدْتَهُ لِمُوَالاةِ أَوْلِيَائِكَ</w:t>
      </w:r>
      <w:r w:rsidR="007D3118">
        <w:rPr>
          <w:rtl/>
        </w:rPr>
        <w:t xml:space="preserve">، </w:t>
      </w:r>
      <w:r>
        <w:rPr>
          <w:rtl/>
        </w:rPr>
        <w:t>وَ مُعَادَاةِ أَعْدَائِكَ</w:t>
      </w:r>
      <w:r w:rsidR="007D3118">
        <w:rPr>
          <w:rtl/>
        </w:rPr>
        <w:t xml:space="preserve">. </w:t>
      </w:r>
    </w:p>
    <w:p w:rsidR="00587D34" w:rsidRDefault="00587D34" w:rsidP="00587D34">
      <w:pPr>
        <w:pStyle w:val="libNormal"/>
        <w:rPr>
          <w:rtl/>
        </w:rPr>
      </w:pPr>
      <w:r>
        <w:rPr>
          <w:rtl/>
        </w:rPr>
        <w:t>(68</w:t>
      </w:r>
      <w:r w:rsidR="007D3118">
        <w:rPr>
          <w:rtl/>
        </w:rPr>
        <w:t xml:space="preserve">) </w:t>
      </w:r>
      <w:r>
        <w:rPr>
          <w:rtl/>
        </w:rPr>
        <w:t>ثُمَّ أَمَرْتَهُ فَلَمْ يَأْتَمِرْ</w:t>
      </w:r>
      <w:r w:rsidR="007D3118">
        <w:rPr>
          <w:rtl/>
        </w:rPr>
        <w:t xml:space="preserve">، </w:t>
      </w:r>
      <w:r>
        <w:rPr>
          <w:rtl/>
        </w:rPr>
        <w:t>وَ زَجَرْتَهُ فَلَمْ يَنْزَجِرْ</w:t>
      </w:r>
      <w:r w:rsidR="007D3118">
        <w:rPr>
          <w:rtl/>
        </w:rPr>
        <w:t xml:space="preserve">، </w:t>
      </w:r>
      <w:r>
        <w:rPr>
          <w:rtl/>
        </w:rPr>
        <w:t>وَ نَهَيْتَهُ عَنْ مَعْصِيَتِكَ</w:t>
      </w:r>
      <w:r w:rsidR="007D3118">
        <w:rPr>
          <w:rtl/>
        </w:rPr>
        <w:t xml:space="preserve">، </w:t>
      </w:r>
      <w:r>
        <w:rPr>
          <w:rtl/>
        </w:rPr>
        <w:t>فَخَالَفَ أَمْرَكَ إِلَى نَهْيِكَ</w:t>
      </w:r>
      <w:r w:rsidR="007D3118">
        <w:rPr>
          <w:rtl/>
        </w:rPr>
        <w:t xml:space="preserve">، </w:t>
      </w:r>
      <w:r>
        <w:rPr>
          <w:rtl/>
        </w:rPr>
        <w:t>لا مُعَانَدَةً لَكَ</w:t>
      </w:r>
      <w:r w:rsidR="007D3118">
        <w:rPr>
          <w:rtl/>
        </w:rPr>
        <w:t xml:space="preserve">، </w:t>
      </w:r>
      <w:r>
        <w:rPr>
          <w:rtl/>
        </w:rPr>
        <w:t>وَ لا اسْتِكْبَارا عَلَيْكَ</w:t>
      </w:r>
      <w:r w:rsidR="007D3118">
        <w:rPr>
          <w:rtl/>
        </w:rPr>
        <w:t xml:space="preserve">، </w:t>
      </w:r>
      <w:r>
        <w:rPr>
          <w:rtl/>
        </w:rPr>
        <w:t xml:space="preserve">بَلْ دَعَاهُ هَوَاهُ إِلَى مَا زَيَّلْتَهُ </w:t>
      </w:r>
      <w:r>
        <w:rPr>
          <w:rtl/>
        </w:rPr>
        <w:lastRenderedPageBreak/>
        <w:t>وَ إِلَى مَا حَذَّرْتَهُ</w:t>
      </w:r>
      <w:r w:rsidR="007D3118">
        <w:rPr>
          <w:rtl/>
        </w:rPr>
        <w:t xml:space="preserve">، </w:t>
      </w:r>
      <w:r>
        <w:rPr>
          <w:rtl/>
        </w:rPr>
        <w:t>وَ أَعَانَهُ عَلَى ذَلِكَ عَدُوُّكَ وَ عَدُوُّهُ</w:t>
      </w:r>
      <w:r w:rsidR="007D3118">
        <w:rPr>
          <w:rtl/>
        </w:rPr>
        <w:t xml:space="preserve">، </w:t>
      </w:r>
      <w:r>
        <w:rPr>
          <w:rtl/>
        </w:rPr>
        <w:t>فَأَقْدَمَ عَلَيْهِ عَارِفا بِوَعِيدِكَ</w:t>
      </w:r>
      <w:r w:rsidR="007D3118">
        <w:rPr>
          <w:rtl/>
        </w:rPr>
        <w:t xml:space="preserve">، </w:t>
      </w:r>
      <w:r>
        <w:rPr>
          <w:rtl/>
        </w:rPr>
        <w:t>رَاجِيا لِعَفْوِكَ</w:t>
      </w:r>
      <w:r w:rsidR="007D3118">
        <w:rPr>
          <w:rtl/>
        </w:rPr>
        <w:t xml:space="preserve">، </w:t>
      </w:r>
      <w:r>
        <w:rPr>
          <w:rtl/>
        </w:rPr>
        <w:t>وَاثِقا بِتَجَاوُزِكَ</w:t>
      </w:r>
      <w:r w:rsidR="007D3118">
        <w:rPr>
          <w:rtl/>
        </w:rPr>
        <w:t xml:space="preserve">، </w:t>
      </w:r>
      <w:r>
        <w:rPr>
          <w:rtl/>
        </w:rPr>
        <w:t>وَ كَانَ أَحَقَّ عِبَادِكَ مَعَ مَا مَنَنْتَ عَلَيْهِ أَلا يَفْعَلَ</w:t>
      </w:r>
      <w:r w:rsidR="007D3118">
        <w:rPr>
          <w:rtl/>
        </w:rPr>
        <w:t xml:space="preserve">. </w:t>
      </w:r>
    </w:p>
    <w:p w:rsidR="00587D34" w:rsidRDefault="00587D34" w:rsidP="00587D34">
      <w:pPr>
        <w:pStyle w:val="libNormal"/>
        <w:rPr>
          <w:rtl/>
        </w:rPr>
      </w:pPr>
      <w:r>
        <w:rPr>
          <w:rtl/>
        </w:rPr>
        <w:t>(69</w:t>
      </w:r>
      <w:r w:rsidR="007D3118">
        <w:rPr>
          <w:rtl/>
        </w:rPr>
        <w:t xml:space="preserve">) </w:t>
      </w:r>
      <w:r>
        <w:rPr>
          <w:rtl/>
        </w:rPr>
        <w:t>وَ هَا أَنَا ذَا بَيْنَ يَدَيْكَ صَاغِرا ذَلِيلا خَاضِعا خَاشِعا خَائِفا</w:t>
      </w:r>
      <w:r w:rsidR="007D3118">
        <w:rPr>
          <w:rtl/>
        </w:rPr>
        <w:t xml:space="preserve">، </w:t>
      </w:r>
      <w:r>
        <w:rPr>
          <w:rtl/>
        </w:rPr>
        <w:t>مُعْتَرِفا بِعَظِيمٍ مِنَ الذُّنُوبِ تَحَمَّلْتُهُ</w:t>
      </w:r>
      <w:r w:rsidR="007D3118">
        <w:rPr>
          <w:rtl/>
        </w:rPr>
        <w:t xml:space="preserve">، </w:t>
      </w:r>
      <w:r>
        <w:rPr>
          <w:rtl/>
        </w:rPr>
        <w:t>وَ جَلِيلٍ مِنَ الْخَطَايَا اجْتَرَمْتُهُ</w:t>
      </w:r>
      <w:r w:rsidR="007D3118">
        <w:rPr>
          <w:rtl/>
        </w:rPr>
        <w:t xml:space="preserve">، </w:t>
      </w:r>
      <w:r>
        <w:rPr>
          <w:rtl/>
        </w:rPr>
        <w:t>مُسْتَجِيرا بِصَفْحِكَ</w:t>
      </w:r>
      <w:r w:rsidR="007D3118">
        <w:rPr>
          <w:rtl/>
        </w:rPr>
        <w:t xml:space="preserve">، </w:t>
      </w:r>
      <w:r>
        <w:rPr>
          <w:rtl/>
        </w:rPr>
        <w:t>لائِذا بِرَحْمَتِكَ</w:t>
      </w:r>
      <w:r w:rsidR="007D3118">
        <w:rPr>
          <w:rtl/>
        </w:rPr>
        <w:t xml:space="preserve">، </w:t>
      </w:r>
      <w:r>
        <w:rPr>
          <w:rtl/>
        </w:rPr>
        <w:t>مُوقِنا أَنَّهُ لا يُجِيرُنِى مِنْكَ مُجِيرٌ</w:t>
      </w:r>
      <w:r w:rsidR="007D3118">
        <w:rPr>
          <w:rtl/>
        </w:rPr>
        <w:t xml:space="preserve">، </w:t>
      </w:r>
      <w:r>
        <w:rPr>
          <w:rtl/>
        </w:rPr>
        <w:t>وَ لا يَمْنَعُنِى مِنْكَ مَانِعٌ</w:t>
      </w:r>
      <w:r w:rsidR="007D3118">
        <w:rPr>
          <w:rtl/>
        </w:rPr>
        <w:t xml:space="preserve">. </w:t>
      </w:r>
    </w:p>
    <w:p w:rsidR="00587D34" w:rsidRDefault="00587D34" w:rsidP="00587D34">
      <w:pPr>
        <w:pStyle w:val="libNormal"/>
        <w:rPr>
          <w:rtl/>
        </w:rPr>
      </w:pPr>
      <w:r>
        <w:rPr>
          <w:rtl/>
        </w:rPr>
        <w:t>(70</w:t>
      </w:r>
      <w:r w:rsidR="007D3118">
        <w:rPr>
          <w:rtl/>
        </w:rPr>
        <w:t xml:space="preserve">) </w:t>
      </w:r>
      <w:r>
        <w:rPr>
          <w:rtl/>
        </w:rPr>
        <w:t>فَعُدْ عَلَيَّ بِمَا تَعُودُ بِهِ عَلَى مَنِ اقْتَرَفَ مِنْ تَغَمُّدِكَ</w:t>
      </w:r>
      <w:r w:rsidR="007D3118">
        <w:rPr>
          <w:rtl/>
        </w:rPr>
        <w:t xml:space="preserve">، </w:t>
      </w:r>
      <w:r>
        <w:rPr>
          <w:rtl/>
        </w:rPr>
        <w:t>وَ جُدْ عَلَيَّ بِمَا تَجُودُ بِهِ عَلَى مَنْ أَلْقَى بِيَدِهِ إِلَيْكَ مِنْ عَفْوِكَ</w:t>
      </w:r>
      <w:r w:rsidR="007D3118">
        <w:rPr>
          <w:rtl/>
        </w:rPr>
        <w:t xml:space="preserve">، </w:t>
      </w:r>
      <w:r>
        <w:rPr>
          <w:rtl/>
        </w:rPr>
        <w:t>وَ امْنُنْ عَلَيَّ بِمَا لا يَتَعَاظَمُكَ أَنْ تَمُنَّ بِهِ عَلَى مَنْ أَمَّلَكَ مِنْ غُفْرَانِكَ</w:t>
      </w:r>
      <w:r w:rsidR="007D3118">
        <w:rPr>
          <w:rtl/>
        </w:rPr>
        <w:t xml:space="preserve">، </w:t>
      </w:r>
    </w:p>
    <w:p w:rsidR="00587D34" w:rsidRDefault="00587D34" w:rsidP="00587D34">
      <w:pPr>
        <w:pStyle w:val="libNormal"/>
        <w:rPr>
          <w:rtl/>
        </w:rPr>
      </w:pPr>
      <w:r>
        <w:rPr>
          <w:rtl/>
        </w:rPr>
        <w:t>(71</w:t>
      </w:r>
      <w:r w:rsidR="007D3118">
        <w:rPr>
          <w:rtl/>
        </w:rPr>
        <w:t xml:space="preserve">) </w:t>
      </w:r>
      <w:r>
        <w:rPr>
          <w:rtl/>
        </w:rPr>
        <w:t>وَ اجْعَلْ لِى فِى هَذَا الْيَوْمِ نَصِيبا أَنَالُ بِهِ حَظّا مِنْ رِضْوَانِكَ</w:t>
      </w:r>
      <w:r w:rsidR="007D3118">
        <w:rPr>
          <w:rtl/>
        </w:rPr>
        <w:t xml:space="preserve">، </w:t>
      </w:r>
      <w:r>
        <w:rPr>
          <w:rtl/>
        </w:rPr>
        <w:t>وَ لا تَرُدَّنِى صِفْرا مِمَّا يَنْقَلِبُ بِهِ الْمُتَعَبِّدُونَ لَكَ مِنْ عِبَادِكَ</w:t>
      </w:r>
    </w:p>
    <w:p w:rsidR="00587D34" w:rsidRDefault="00587D34" w:rsidP="00587D34">
      <w:pPr>
        <w:pStyle w:val="libNormal"/>
        <w:rPr>
          <w:rtl/>
        </w:rPr>
      </w:pPr>
      <w:r>
        <w:rPr>
          <w:rtl/>
        </w:rPr>
        <w:t>(72</w:t>
      </w:r>
      <w:r w:rsidR="007D3118">
        <w:rPr>
          <w:rtl/>
        </w:rPr>
        <w:t xml:space="preserve">) </w:t>
      </w:r>
      <w:r>
        <w:rPr>
          <w:rtl/>
        </w:rPr>
        <w:t>وَ إِنِّى وَ إِنْ لَمْ أُقَدِّمْ مَا قَدَّمُوهُ مِنَ الصَّالِحَاتِ فَقَدْ قَدَّمْتُ تَوْحِيدَكَ وَ نَفْىَ الْأَضْدَادِ وَ الْأَنْدَادِ وَ الْأَشْبَاهِ عَنْكَ</w:t>
      </w:r>
      <w:r w:rsidR="007D3118">
        <w:rPr>
          <w:rtl/>
        </w:rPr>
        <w:t xml:space="preserve">، </w:t>
      </w:r>
      <w:r>
        <w:rPr>
          <w:rtl/>
        </w:rPr>
        <w:t>وَ أَتَيْتُكَ مِنَ الْأَبْوَابِ الَّتِى أَمَرْتَ أَنْ تُؤْتَى مِنْهَا</w:t>
      </w:r>
      <w:r w:rsidR="007D3118">
        <w:rPr>
          <w:rtl/>
        </w:rPr>
        <w:t xml:space="preserve">، </w:t>
      </w:r>
      <w:r>
        <w:rPr>
          <w:rtl/>
        </w:rPr>
        <w:t>وَ تَقَرَّبْتُ إِلَيْكَ بِمَا لا يَقْرُبُ أَحَدٌ مِنْكَ إِلا بالتَّقَرُّبِ بِهِ</w:t>
      </w:r>
      <w:r w:rsidR="007D3118">
        <w:rPr>
          <w:rtl/>
        </w:rPr>
        <w:t xml:space="preserve">. </w:t>
      </w:r>
    </w:p>
    <w:p w:rsidR="00587D34" w:rsidRDefault="00587D34" w:rsidP="00587D34">
      <w:pPr>
        <w:pStyle w:val="libNormal"/>
        <w:rPr>
          <w:rtl/>
        </w:rPr>
      </w:pPr>
      <w:r>
        <w:rPr>
          <w:rtl/>
        </w:rPr>
        <w:t>(73</w:t>
      </w:r>
      <w:r w:rsidR="007D3118">
        <w:rPr>
          <w:rtl/>
        </w:rPr>
        <w:t xml:space="preserve">) </w:t>
      </w:r>
      <w:r>
        <w:rPr>
          <w:rtl/>
        </w:rPr>
        <w:t>ثُمَّ أَتْبَعْتُ ذَلِكَ بِالْإِنَابَةِ إِلَيْكَ</w:t>
      </w:r>
      <w:r w:rsidR="007D3118">
        <w:rPr>
          <w:rtl/>
        </w:rPr>
        <w:t xml:space="preserve">، </w:t>
      </w:r>
      <w:r>
        <w:rPr>
          <w:rtl/>
        </w:rPr>
        <w:t>وَ التَّذَلُّلِ وَ الاسْتِكَانَةِ لَكَ</w:t>
      </w:r>
      <w:r w:rsidR="007D3118">
        <w:rPr>
          <w:rtl/>
        </w:rPr>
        <w:t xml:space="preserve">، </w:t>
      </w:r>
      <w:r>
        <w:rPr>
          <w:rtl/>
        </w:rPr>
        <w:t>وَ حُسْنِ الظَّنِّ بِكَ</w:t>
      </w:r>
      <w:r w:rsidR="007D3118">
        <w:rPr>
          <w:rtl/>
        </w:rPr>
        <w:t xml:space="preserve">، </w:t>
      </w:r>
      <w:r>
        <w:rPr>
          <w:rtl/>
        </w:rPr>
        <w:t>وَ الثِّقَةِ بِمَا عِنْدَكَ</w:t>
      </w:r>
      <w:r w:rsidR="007D3118">
        <w:rPr>
          <w:rtl/>
        </w:rPr>
        <w:t xml:space="preserve">، </w:t>
      </w:r>
      <w:r>
        <w:rPr>
          <w:rtl/>
        </w:rPr>
        <w:t>وَ شَفَعْتُهُ بِرَجَائِكَ الَّذِى قَلَّ مَا يَخِيبُ عَلَيْهِ رَاجِيكَ</w:t>
      </w:r>
      <w:r w:rsidR="007D3118">
        <w:rPr>
          <w:rtl/>
        </w:rPr>
        <w:t xml:space="preserve">. </w:t>
      </w:r>
    </w:p>
    <w:p w:rsidR="00587D34" w:rsidRDefault="00587D34" w:rsidP="00587D34">
      <w:pPr>
        <w:pStyle w:val="libNormal"/>
        <w:rPr>
          <w:rtl/>
        </w:rPr>
      </w:pPr>
      <w:r>
        <w:rPr>
          <w:rtl/>
        </w:rPr>
        <w:t>(74</w:t>
      </w:r>
      <w:r w:rsidR="007D3118">
        <w:rPr>
          <w:rtl/>
        </w:rPr>
        <w:t xml:space="preserve">) </w:t>
      </w:r>
      <w:r>
        <w:rPr>
          <w:rtl/>
        </w:rPr>
        <w:t>وَ سَأَلْتُكَ مَسْأَلَةَ الْحَقِيرِ الذَّلِيلِ الْبَائِسِ الْفَقِيرِ الْخَائِفِ الْمُسْتَجِيرِ</w:t>
      </w:r>
      <w:r w:rsidR="007D3118">
        <w:rPr>
          <w:rtl/>
        </w:rPr>
        <w:t xml:space="preserve">، </w:t>
      </w:r>
      <w:r>
        <w:rPr>
          <w:rtl/>
        </w:rPr>
        <w:t>وَ مَعَ ذَلِكَ خِيفَةً وَ تَضَرُّعا وَ تَعَوُّذا وَ تَلَوُّذا</w:t>
      </w:r>
      <w:r w:rsidR="007D3118">
        <w:rPr>
          <w:rtl/>
        </w:rPr>
        <w:t xml:space="preserve">، </w:t>
      </w:r>
      <w:r>
        <w:rPr>
          <w:rtl/>
        </w:rPr>
        <w:t>لا مُسْتَطِيلا بِتَكَبُّرِ الْمُتَكَبِّرِينَ</w:t>
      </w:r>
      <w:r w:rsidR="007D3118">
        <w:rPr>
          <w:rtl/>
        </w:rPr>
        <w:t xml:space="preserve">، </w:t>
      </w:r>
      <w:r>
        <w:rPr>
          <w:rtl/>
        </w:rPr>
        <w:t>وَ لا مُتَعَالِيا بِدَالَّةِ الْمُطِيعِينَ</w:t>
      </w:r>
      <w:r w:rsidR="007D3118">
        <w:rPr>
          <w:rtl/>
        </w:rPr>
        <w:t xml:space="preserve">، </w:t>
      </w:r>
      <w:r>
        <w:rPr>
          <w:rtl/>
        </w:rPr>
        <w:t>وَ لا مُسْتَطِيلا بِشَفَاعَةِ الشَّافِعِينَ</w:t>
      </w:r>
      <w:r w:rsidR="007D3118">
        <w:rPr>
          <w:rtl/>
        </w:rPr>
        <w:t xml:space="preserve">. </w:t>
      </w:r>
    </w:p>
    <w:p w:rsidR="00587D34" w:rsidRDefault="00587D34" w:rsidP="00587D34">
      <w:pPr>
        <w:pStyle w:val="libNormal"/>
        <w:rPr>
          <w:rtl/>
        </w:rPr>
      </w:pPr>
      <w:r>
        <w:rPr>
          <w:rtl/>
        </w:rPr>
        <w:t>(75</w:t>
      </w:r>
      <w:r w:rsidR="007D3118">
        <w:rPr>
          <w:rtl/>
        </w:rPr>
        <w:t xml:space="preserve">) </w:t>
      </w:r>
      <w:r>
        <w:rPr>
          <w:rtl/>
        </w:rPr>
        <w:t>وَ أَنَا بَعْدُ أَقَلُّ الْأَقَلِّينَ</w:t>
      </w:r>
      <w:r w:rsidR="007D3118">
        <w:rPr>
          <w:rtl/>
        </w:rPr>
        <w:t xml:space="preserve">، </w:t>
      </w:r>
      <w:r>
        <w:rPr>
          <w:rtl/>
        </w:rPr>
        <w:t>وَ أَذَلُّ الْأَذَلِّينَ</w:t>
      </w:r>
      <w:r w:rsidR="007D3118">
        <w:rPr>
          <w:rtl/>
        </w:rPr>
        <w:t xml:space="preserve">، </w:t>
      </w:r>
      <w:r>
        <w:rPr>
          <w:rtl/>
        </w:rPr>
        <w:t>وَ مِثْلُ الذَّرَّةِ أَوْ دُونَهَا</w:t>
      </w:r>
      <w:r w:rsidR="007D3118">
        <w:rPr>
          <w:rtl/>
        </w:rPr>
        <w:t xml:space="preserve">، </w:t>
      </w:r>
      <w:r>
        <w:rPr>
          <w:rtl/>
        </w:rPr>
        <w:t>فَيَا مَنْ لَمْ يُعَاجِلِ الْمُسِيئِينَ</w:t>
      </w:r>
      <w:r w:rsidR="007D3118">
        <w:rPr>
          <w:rtl/>
        </w:rPr>
        <w:t xml:space="preserve">، </w:t>
      </w:r>
      <w:r>
        <w:rPr>
          <w:rtl/>
        </w:rPr>
        <w:t>وَ لا يَنْدَهُ الْمُتْرَفِينَ</w:t>
      </w:r>
      <w:r w:rsidR="007D3118">
        <w:rPr>
          <w:rtl/>
        </w:rPr>
        <w:t xml:space="preserve">، </w:t>
      </w:r>
      <w:r>
        <w:rPr>
          <w:rtl/>
        </w:rPr>
        <w:t>وَ يَا مَنْ يَمُنُّ بِإِقَالَةِ الْعَاثِرِينَ</w:t>
      </w:r>
      <w:r w:rsidR="007D3118">
        <w:rPr>
          <w:rtl/>
        </w:rPr>
        <w:t xml:space="preserve">، </w:t>
      </w:r>
      <w:r>
        <w:rPr>
          <w:rtl/>
        </w:rPr>
        <w:t>وَ يَتَفَضَّلُ بِإِنْظَارِ الْخَاطِئِينَ</w:t>
      </w:r>
      <w:r w:rsidR="007D3118">
        <w:rPr>
          <w:rtl/>
        </w:rPr>
        <w:t xml:space="preserve">. </w:t>
      </w:r>
    </w:p>
    <w:p w:rsidR="00587D34" w:rsidRDefault="00587D34" w:rsidP="00587D34">
      <w:pPr>
        <w:pStyle w:val="libNormal"/>
        <w:rPr>
          <w:rtl/>
        </w:rPr>
      </w:pPr>
      <w:r>
        <w:rPr>
          <w:rtl/>
        </w:rPr>
        <w:t>(76</w:t>
      </w:r>
      <w:r w:rsidR="007D3118">
        <w:rPr>
          <w:rtl/>
        </w:rPr>
        <w:t xml:space="preserve">) </w:t>
      </w:r>
      <w:r>
        <w:rPr>
          <w:rtl/>
        </w:rPr>
        <w:t>أَنَا الْمُسِى ءُ الْمُعْتَرِفُ الْخَاطِئُ الْعَاثِرُ</w:t>
      </w:r>
      <w:r w:rsidR="007D3118">
        <w:rPr>
          <w:rtl/>
        </w:rPr>
        <w:t xml:space="preserve">. </w:t>
      </w:r>
    </w:p>
    <w:p w:rsidR="00587D34" w:rsidRDefault="00587D34" w:rsidP="00587D34">
      <w:pPr>
        <w:pStyle w:val="libNormal"/>
        <w:rPr>
          <w:rtl/>
        </w:rPr>
      </w:pPr>
      <w:r>
        <w:rPr>
          <w:rtl/>
        </w:rPr>
        <w:lastRenderedPageBreak/>
        <w:t>(77</w:t>
      </w:r>
      <w:r w:rsidR="007D3118">
        <w:rPr>
          <w:rtl/>
        </w:rPr>
        <w:t xml:space="preserve">) </w:t>
      </w:r>
      <w:r>
        <w:rPr>
          <w:rtl/>
        </w:rPr>
        <w:t>أَنَا الَّذِى أَقْدَمَ عَلَيْكَ مُجْتَرِئا</w:t>
      </w:r>
      <w:r w:rsidR="007D3118">
        <w:rPr>
          <w:rtl/>
        </w:rPr>
        <w:t xml:space="preserve">. </w:t>
      </w:r>
    </w:p>
    <w:p w:rsidR="00587D34" w:rsidRDefault="00587D34" w:rsidP="00587D34">
      <w:pPr>
        <w:pStyle w:val="libNormal"/>
        <w:rPr>
          <w:rtl/>
        </w:rPr>
      </w:pPr>
      <w:r>
        <w:rPr>
          <w:rtl/>
        </w:rPr>
        <w:t>(78</w:t>
      </w:r>
      <w:r w:rsidR="007D3118">
        <w:rPr>
          <w:rtl/>
        </w:rPr>
        <w:t xml:space="preserve">) </w:t>
      </w:r>
      <w:r>
        <w:rPr>
          <w:rtl/>
        </w:rPr>
        <w:t>أَنَا الَّذِى عَصَاكَ مُتَعَمِّدا</w:t>
      </w:r>
      <w:r w:rsidR="007D3118">
        <w:rPr>
          <w:rtl/>
        </w:rPr>
        <w:t xml:space="preserve">. </w:t>
      </w:r>
    </w:p>
    <w:p w:rsidR="00587D34" w:rsidRDefault="00587D34" w:rsidP="00587D34">
      <w:pPr>
        <w:pStyle w:val="libNormal"/>
        <w:rPr>
          <w:rtl/>
        </w:rPr>
      </w:pPr>
      <w:r>
        <w:rPr>
          <w:rtl/>
        </w:rPr>
        <w:t>(79</w:t>
      </w:r>
      <w:r w:rsidR="007D3118">
        <w:rPr>
          <w:rtl/>
        </w:rPr>
        <w:t xml:space="preserve">) </w:t>
      </w:r>
      <w:r>
        <w:rPr>
          <w:rtl/>
        </w:rPr>
        <w:t>أَنَا الَّذِى اسْتَخْفَى مِنْ عِبَادِكَ وَ بَارَزَكَ</w:t>
      </w:r>
      <w:r w:rsidR="007D3118">
        <w:rPr>
          <w:rtl/>
        </w:rPr>
        <w:t xml:space="preserve">. </w:t>
      </w:r>
    </w:p>
    <w:p w:rsidR="00587D34" w:rsidRDefault="00587D34" w:rsidP="00587D34">
      <w:pPr>
        <w:pStyle w:val="libNormal"/>
        <w:rPr>
          <w:rtl/>
        </w:rPr>
      </w:pPr>
      <w:r>
        <w:rPr>
          <w:rtl/>
        </w:rPr>
        <w:t>(80</w:t>
      </w:r>
      <w:r w:rsidR="007D3118">
        <w:rPr>
          <w:rtl/>
        </w:rPr>
        <w:t xml:space="preserve">) </w:t>
      </w:r>
      <w:r>
        <w:rPr>
          <w:rtl/>
        </w:rPr>
        <w:t>أَنَا الَّذِى هَابَ عِبَادَكَ وَ أَمِنَكَ</w:t>
      </w:r>
      <w:r w:rsidR="007D3118">
        <w:rPr>
          <w:rtl/>
        </w:rPr>
        <w:t xml:space="preserve">. </w:t>
      </w:r>
    </w:p>
    <w:p w:rsidR="00587D34" w:rsidRDefault="00587D34" w:rsidP="00587D34">
      <w:pPr>
        <w:pStyle w:val="libNormal"/>
        <w:rPr>
          <w:rtl/>
        </w:rPr>
      </w:pPr>
      <w:r>
        <w:rPr>
          <w:rtl/>
        </w:rPr>
        <w:t>(81</w:t>
      </w:r>
      <w:r w:rsidR="007D3118">
        <w:rPr>
          <w:rtl/>
        </w:rPr>
        <w:t xml:space="preserve">) </w:t>
      </w:r>
      <w:r>
        <w:rPr>
          <w:rtl/>
        </w:rPr>
        <w:t>أَنَا الَّذِى لَمْ يَرْهَبْ سَطْوَتَكَ</w:t>
      </w:r>
      <w:r w:rsidR="007D3118">
        <w:rPr>
          <w:rtl/>
        </w:rPr>
        <w:t xml:space="preserve">، </w:t>
      </w:r>
      <w:r>
        <w:rPr>
          <w:rtl/>
        </w:rPr>
        <w:t>وَ لَمْ يَخَفْ بَأْسَكَ</w:t>
      </w:r>
      <w:r w:rsidR="007D3118">
        <w:rPr>
          <w:rtl/>
        </w:rPr>
        <w:t xml:space="preserve">. </w:t>
      </w:r>
    </w:p>
    <w:p w:rsidR="00587D34" w:rsidRDefault="00587D34" w:rsidP="00587D34">
      <w:pPr>
        <w:pStyle w:val="libNormal"/>
        <w:rPr>
          <w:rtl/>
        </w:rPr>
      </w:pPr>
      <w:r>
        <w:rPr>
          <w:rtl/>
        </w:rPr>
        <w:t>(82</w:t>
      </w:r>
      <w:r w:rsidR="007D3118">
        <w:rPr>
          <w:rtl/>
        </w:rPr>
        <w:t xml:space="preserve">) </w:t>
      </w:r>
      <w:r>
        <w:rPr>
          <w:rtl/>
        </w:rPr>
        <w:t>أَنَا الْجَانِى عَلَى نَفْسِهِ</w:t>
      </w:r>
    </w:p>
    <w:p w:rsidR="00587D34" w:rsidRDefault="00587D34" w:rsidP="00587D34">
      <w:pPr>
        <w:pStyle w:val="libNormal"/>
        <w:rPr>
          <w:rtl/>
        </w:rPr>
      </w:pPr>
      <w:r>
        <w:rPr>
          <w:rtl/>
        </w:rPr>
        <w:t>(83</w:t>
      </w:r>
      <w:r w:rsidR="007D3118">
        <w:rPr>
          <w:rtl/>
        </w:rPr>
        <w:t xml:space="preserve">) </w:t>
      </w:r>
      <w:r>
        <w:rPr>
          <w:rtl/>
        </w:rPr>
        <w:t>أَنَا الْمُرْتَهَنُ بِبَلِيَّتِهِ</w:t>
      </w:r>
      <w:r w:rsidR="007D3118">
        <w:rPr>
          <w:rtl/>
        </w:rPr>
        <w:t xml:space="preserve">. </w:t>
      </w:r>
    </w:p>
    <w:p w:rsidR="00587D34" w:rsidRDefault="00587D34" w:rsidP="00587D34">
      <w:pPr>
        <w:pStyle w:val="libNormal"/>
        <w:rPr>
          <w:rtl/>
        </w:rPr>
      </w:pPr>
      <w:r>
        <w:rPr>
          <w:rtl/>
        </w:rPr>
        <w:t>(84</w:t>
      </w:r>
      <w:r w:rsidR="007D3118">
        <w:rPr>
          <w:rtl/>
        </w:rPr>
        <w:t xml:space="preserve">) </w:t>
      </w:r>
      <w:r>
        <w:rPr>
          <w:rtl/>
        </w:rPr>
        <w:t>أَنَا القَلِيلُ الْحَيَاءِ</w:t>
      </w:r>
      <w:r w:rsidR="007D3118">
        <w:rPr>
          <w:rtl/>
        </w:rPr>
        <w:t xml:space="preserve">. </w:t>
      </w:r>
    </w:p>
    <w:p w:rsidR="00587D34" w:rsidRDefault="00587D34" w:rsidP="00587D34">
      <w:pPr>
        <w:pStyle w:val="libNormal"/>
        <w:rPr>
          <w:rtl/>
        </w:rPr>
      </w:pPr>
      <w:r>
        <w:rPr>
          <w:rtl/>
        </w:rPr>
        <w:t>(85</w:t>
      </w:r>
      <w:r w:rsidR="007D3118">
        <w:rPr>
          <w:rtl/>
        </w:rPr>
        <w:t xml:space="preserve">) </w:t>
      </w:r>
      <w:r>
        <w:rPr>
          <w:rtl/>
        </w:rPr>
        <w:t>أَنَا الطَّوِيلُ الْعَنَاءِ</w:t>
      </w:r>
      <w:r w:rsidR="007D3118">
        <w:rPr>
          <w:rtl/>
        </w:rPr>
        <w:t xml:space="preserve">. </w:t>
      </w:r>
    </w:p>
    <w:p w:rsidR="00587D34" w:rsidRDefault="00587D34" w:rsidP="00587D34">
      <w:pPr>
        <w:pStyle w:val="libNormal"/>
        <w:rPr>
          <w:rtl/>
        </w:rPr>
      </w:pPr>
      <w:r>
        <w:rPr>
          <w:rtl/>
        </w:rPr>
        <w:t>(86</w:t>
      </w:r>
      <w:r w:rsidR="007D3118">
        <w:rPr>
          <w:rtl/>
        </w:rPr>
        <w:t xml:space="preserve">) </w:t>
      </w:r>
      <w:r>
        <w:rPr>
          <w:rtl/>
        </w:rPr>
        <w:t>بِحَقِّ مَنِ انْتَجَبْتَ مِنْ خَلْقِكَ</w:t>
      </w:r>
      <w:r w:rsidR="007D3118">
        <w:rPr>
          <w:rtl/>
        </w:rPr>
        <w:t xml:space="preserve">، </w:t>
      </w:r>
      <w:r>
        <w:rPr>
          <w:rtl/>
        </w:rPr>
        <w:t>وَ بِمَنِ اصْطَفَيْتَهُ لِنَفْسِكَ</w:t>
      </w:r>
      <w:r w:rsidR="007D3118">
        <w:rPr>
          <w:rtl/>
        </w:rPr>
        <w:t xml:space="preserve">، </w:t>
      </w:r>
      <w:r>
        <w:rPr>
          <w:rtl/>
        </w:rPr>
        <w:t>بِحَقِّ مَنِ اخْتَرْتَ مِنْ بَرِيَّتِكَ</w:t>
      </w:r>
      <w:r w:rsidR="007D3118">
        <w:rPr>
          <w:rtl/>
        </w:rPr>
        <w:t xml:space="preserve">، </w:t>
      </w:r>
      <w:r>
        <w:rPr>
          <w:rtl/>
        </w:rPr>
        <w:t>وَ مَنِ اجْتَبَيْتَ لِشَأْنِكَ</w:t>
      </w:r>
      <w:r w:rsidR="007D3118">
        <w:rPr>
          <w:rtl/>
        </w:rPr>
        <w:t xml:space="preserve">، </w:t>
      </w:r>
      <w:r>
        <w:rPr>
          <w:rtl/>
        </w:rPr>
        <w:t>بِحَقِّ مَنْ وَصَلْتَ طَاعَتَهُ بِطَاعَتِكَ</w:t>
      </w:r>
      <w:r w:rsidR="007D3118">
        <w:rPr>
          <w:rtl/>
        </w:rPr>
        <w:t xml:space="preserve">، </w:t>
      </w:r>
      <w:r>
        <w:rPr>
          <w:rtl/>
        </w:rPr>
        <w:t>وَ مَنْ جَعَلْتَ مَعْصِيَتَهُ كَمَعْصِيَتِكَ</w:t>
      </w:r>
      <w:r w:rsidR="007D3118">
        <w:rPr>
          <w:rtl/>
        </w:rPr>
        <w:t xml:space="preserve">، </w:t>
      </w:r>
      <w:r>
        <w:rPr>
          <w:rtl/>
        </w:rPr>
        <w:t>بِحَقِّ مَنْ قَرَنْتَ مُوَالاتَهُ بِمُوَالاتِكَ</w:t>
      </w:r>
      <w:r w:rsidR="007D3118">
        <w:rPr>
          <w:rtl/>
        </w:rPr>
        <w:t xml:space="preserve">، </w:t>
      </w:r>
      <w:r>
        <w:rPr>
          <w:rtl/>
        </w:rPr>
        <w:t>وَ مَنْ نُطْتَ مُعَادَاتَهُ بِمُعَادَاتِكَ</w:t>
      </w:r>
      <w:r w:rsidR="007D3118">
        <w:rPr>
          <w:rtl/>
        </w:rPr>
        <w:t xml:space="preserve">، </w:t>
      </w:r>
      <w:r>
        <w:rPr>
          <w:rtl/>
        </w:rPr>
        <w:t>تَغَمَّدْنِى فِى يَوْمِى هَذَا بِمَا تَتَغَمَّدُ بِهِ مَنْ جَأَرَ إِلَيْكَ مُتَنَصِّلا</w:t>
      </w:r>
      <w:r w:rsidR="007D3118">
        <w:rPr>
          <w:rtl/>
        </w:rPr>
        <w:t xml:space="preserve">، </w:t>
      </w:r>
      <w:r>
        <w:rPr>
          <w:rtl/>
        </w:rPr>
        <w:t>وَ عَاذَ بِاسْتِغْفَارِكَ تَائِبا</w:t>
      </w:r>
      <w:r w:rsidR="007D3118">
        <w:rPr>
          <w:rtl/>
        </w:rPr>
        <w:t xml:space="preserve">. </w:t>
      </w:r>
    </w:p>
    <w:p w:rsidR="00587D34" w:rsidRDefault="00587D34" w:rsidP="00587D34">
      <w:pPr>
        <w:pStyle w:val="libNormal"/>
        <w:rPr>
          <w:rtl/>
        </w:rPr>
      </w:pPr>
      <w:r>
        <w:rPr>
          <w:rtl/>
        </w:rPr>
        <w:t>(87</w:t>
      </w:r>
      <w:r w:rsidR="007D3118">
        <w:rPr>
          <w:rtl/>
        </w:rPr>
        <w:t xml:space="preserve">) </w:t>
      </w:r>
      <w:r>
        <w:rPr>
          <w:rtl/>
        </w:rPr>
        <w:t>وَ تَوَلَّنِى بِمَا تَتَوَلَّى بِهِ أَهْلَ طَاعَتِكَ وَ الزُّلْفَى لَدَيْكَ وَ الْمَكَانَةِ مِنْكَ</w:t>
      </w:r>
      <w:r w:rsidR="007D3118">
        <w:rPr>
          <w:rtl/>
        </w:rPr>
        <w:t xml:space="preserve">. </w:t>
      </w:r>
    </w:p>
    <w:p w:rsidR="00587D34" w:rsidRDefault="00587D34" w:rsidP="00587D34">
      <w:pPr>
        <w:pStyle w:val="libNormal"/>
        <w:rPr>
          <w:rtl/>
        </w:rPr>
      </w:pPr>
      <w:r>
        <w:rPr>
          <w:rtl/>
        </w:rPr>
        <w:t>(88</w:t>
      </w:r>
      <w:r w:rsidR="007D3118">
        <w:rPr>
          <w:rtl/>
        </w:rPr>
        <w:t xml:space="preserve">) </w:t>
      </w:r>
      <w:r>
        <w:rPr>
          <w:rtl/>
        </w:rPr>
        <w:t>وَ تَوَحَّدْنِى بِمَا تَتَوَحَّدُ بِهِ مَنْ وَفَى بِعَهْدِكَ</w:t>
      </w:r>
      <w:r w:rsidR="007D3118">
        <w:rPr>
          <w:rtl/>
        </w:rPr>
        <w:t xml:space="preserve">، </w:t>
      </w:r>
      <w:r>
        <w:rPr>
          <w:rtl/>
        </w:rPr>
        <w:t>وَ أَتْعَبَ نَفْسَهُ فِى ذَاتِكَ</w:t>
      </w:r>
      <w:r w:rsidR="007D3118">
        <w:rPr>
          <w:rtl/>
        </w:rPr>
        <w:t xml:space="preserve">، </w:t>
      </w:r>
      <w:r>
        <w:rPr>
          <w:rtl/>
        </w:rPr>
        <w:t>وَ أَجْهَدَهَا فِى مَرْضَاتِكَ</w:t>
      </w:r>
      <w:r w:rsidR="007D3118">
        <w:rPr>
          <w:rtl/>
        </w:rPr>
        <w:t xml:space="preserve">. </w:t>
      </w:r>
    </w:p>
    <w:p w:rsidR="00587D34" w:rsidRDefault="00587D34" w:rsidP="00587D34">
      <w:pPr>
        <w:pStyle w:val="libNormal"/>
        <w:rPr>
          <w:rtl/>
        </w:rPr>
      </w:pPr>
      <w:r>
        <w:rPr>
          <w:rtl/>
        </w:rPr>
        <w:t>(89</w:t>
      </w:r>
      <w:r w:rsidR="007D3118">
        <w:rPr>
          <w:rtl/>
        </w:rPr>
        <w:t xml:space="preserve">) </w:t>
      </w:r>
      <w:r>
        <w:rPr>
          <w:rtl/>
        </w:rPr>
        <w:t>وَ لا تُؤَاخِذْنِى بِتَفْرِيطِى فِى جَنْبِكَ</w:t>
      </w:r>
      <w:r w:rsidR="007D3118">
        <w:rPr>
          <w:rtl/>
        </w:rPr>
        <w:t xml:space="preserve">، </w:t>
      </w:r>
      <w:r>
        <w:rPr>
          <w:rtl/>
        </w:rPr>
        <w:t>وَ تَعَدِّى طَوْرِى فِى حُدُودِكَ</w:t>
      </w:r>
      <w:r w:rsidR="007D3118">
        <w:rPr>
          <w:rtl/>
        </w:rPr>
        <w:t xml:space="preserve">، </w:t>
      </w:r>
      <w:r>
        <w:rPr>
          <w:rtl/>
        </w:rPr>
        <w:t>وَ مُجَاوَزَةِ أَحْكَامِكَ</w:t>
      </w:r>
      <w:r w:rsidR="007D3118">
        <w:rPr>
          <w:rtl/>
        </w:rPr>
        <w:t xml:space="preserve">. </w:t>
      </w:r>
    </w:p>
    <w:p w:rsidR="00587D34" w:rsidRDefault="00587D34" w:rsidP="00587D34">
      <w:pPr>
        <w:pStyle w:val="libNormal"/>
        <w:rPr>
          <w:rtl/>
        </w:rPr>
      </w:pPr>
      <w:r>
        <w:rPr>
          <w:rtl/>
        </w:rPr>
        <w:t>(90</w:t>
      </w:r>
      <w:r w:rsidR="007D3118">
        <w:rPr>
          <w:rtl/>
        </w:rPr>
        <w:t xml:space="preserve">) </w:t>
      </w:r>
      <w:r>
        <w:rPr>
          <w:rtl/>
        </w:rPr>
        <w:t>وَ لا تَسْتَدْرِجْنِى بِإِمْلائِكَ لِى اسْتِدْرَاجَ مَنْ مَنَعَنِى خَيْرَ مَا عِنْدَهُ وَ لَمْ يَشْرَكْكَ فِى حُلُولِ نِعْمَتِهِ بِى</w:t>
      </w:r>
      <w:r w:rsidR="007D3118">
        <w:rPr>
          <w:rtl/>
        </w:rPr>
        <w:t xml:space="preserve">. </w:t>
      </w:r>
    </w:p>
    <w:p w:rsidR="00587D34" w:rsidRDefault="00587D34" w:rsidP="00587D34">
      <w:pPr>
        <w:pStyle w:val="libNormal"/>
        <w:rPr>
          <w:rtl/>
        </w:rPr>
      </w:pPr>
      <w:r>
        <w:rPr>
          <w:rtl/>
        </w:rPr>
        <w:t>(91</w:t>
      </w:r>
      <w:r w:rsidR="007D3118">
        <w:rPr>
          <w:rtl/>
        </w:rPr>
        <w:t xml:space="preserve">) </w:t>
      </w:r>
      <w:r>
        <w:rPr>
          <w:rtl/>
        </w:rPr>
        <w:t>وَ نَبِّهْنِى مِنْ رَقْدَةِ الْغَافِلِينَ</w:t>
      </w:r>
      <w:r w:rsidR="007D3118">
        <w:rPr>
          <w:rtl/>
        </w:rPr>
        <w:t xml:space="preserve">، </w:t>
      </w:r>
      <w:r>
        <w:rPr>
          <w:rtl/>
        </w:rPr>
        <w:t>وَ سِنَةِ الْمُسْرِفِينَ</w:t>
      </w:r>
      <w:r w:rsidR="007D3118">
        <w:rPr>
          <w:rtl/>
        </w:rPr>
        <w:t xml:space="preserve">، </w:t>
      </w:r>
      <w:r>
        <w:rPr>
          <w:rtl/>
        </w:rPr>
        <w:t>وَ نَعْسَةِ الْمَخْذُولِينَ</w:t>
      </w:r>
    </w:p>
    <w:p w:rsidR="00587D34" w:rsidRDefault="00587D34" w:rsidP="00587D34">
      <w:pPr>
        <w:pStyle w:val="libNormal"/>
        <w:rPr>
          <w:rtl/>
        </w:rPr>
      </w:pPr>
      <w:r>
        <w:rPr>
          <w:rtl/>
        </w:rPr>
        <w:lastRenderedPageBreak/>
        <w:t>(92</w:t>
      </w:r>
      <w:r w:rsidR="007D3118">
        <w:rPr>
          <w:rtl/>
        </w:rPr>
        <w:t xml:space="preserve">) </w:t>
      </w:r>
      <w:r>
        <w:rPr>
          <w:rtl/>
        </w:rPr>
        <w:t>وَ خُذْ بِقَلْبِى إِلَى مَا اسْتَعْمَلْتَ بِهِ الْقَانِتِينَ</w:t>
      </w:r>
      <w:r w:rsidR="007D3118">
        <w:rPr>
          <w:rtl/>
        </w:rPr>
        <w:t xml:space="preserve">، </w:t>
      </w:r>
      <w:r>
        <w:rPr>
          <w:rtl/>
        </w:rPr>
        <w:t>وَ اسْتَعْبَدْتَ بِهِ الْمُتَعَبِّدِينَ</w:t>
      </w:r>
      <w:r w:rsidR="007D3118">
        <w:rPr>
          <w:rtl/>
        </w:rPr>
        <w:t xml:space="preserve">، </w:t>
      </w:r>
      <w:r>
        <w:rPr>
          <w:rtl/>
        </w:rPr>
        <w:t>وَ اسْتَنْقَذْتَ بِهِ الْمُتَهَاوِنِينَ</w:t>
      </w:r>
      <w:r w:rsidR="007D3118">
        <w:rPr>
          <w:rtl/>
        </w:rPr>
        <w:t xml:space="preserve">. </w:t>
      </w:r>
    </w:p>
    <w:p w:rsidR="00587D34" w:rsidRDefault="00587D34" w:rsidP="00587D34">
      <w:pPr>
        <w:pStyle w:val="libNormal"/>
        <w:rPr>
          <w:rtl/>
        </w:rPr>
      </w:pPr>
      <w:r>
        <w:rPr>
          <w:rtl/>
        </w:rPr>
        <w:t>(93</w:t>
      </w:r>
      <w:r w:rsidR="007D3118">
        <w:rPr>
          <w:rtl/>
        </w:rPr>
        <w:t xml:space="preserve">) </w:t>
      </w:r>
      <w:r>
        <w:rPr>
          <w:rtl/>
        </w:rPr>
        <w:t>وَ أَعِذْنِى مِمَّا يُبَاعِدُنِى عَنْكَ</w:t>
      </w:r>
      <w:r w:rsidR="007D3118">
        <w:rPr>
          <w:rtl/>
        </w:rPr>
        <w:t xml:space="preserve">، </w:t>
      </w:r>
      <w:r>
        <w:rPr>
          <w:rtl/>
        </w:rPr>
        <w:t>وَ يَحُولُ بَيْنِى وَ بَيْنَ حَظِّى مِنْكَ</w:t>
      </w:r>
      <w:r w:rsidR="007D3118">
        <w:rPr>
          <w:rtl/>
        </w:rPr>
        <w:t xml:space="preserve">، </w:t>
      </w:r>
      <w:r>
        <w:rPr>
          <w:rtl/>
        </w:rPr>
        <w:t>وَ يَصُدُّنِى عَمَّا أُحَاوِلُ لَدَيْكَ</w:t>
      </w:r>
    </w:p>
    <w:p w:rsidR="00587D34" w:rsidRDefault="00587D34" w:rsidP="00587D34">
      <w:pPr>
        <w:pStyle w:val="libNormal"/>
        <w:rPr>
          <w:rtl/>
        </w:rPr>
      </w:pPr>
      <w:r>
        <w:rPr>
          <w:rtl/>
        </w:rPr>
        <w:t>(94</w:t>
      </w:r>
      <w:r w:rsidR="007D3118">
        <w:rPr>
          <w:rtl/>
        </w:rPr>
        <w:t xml:space="preserve">) </w:t>
      </w:r>
      <w:r>
        <w:rPr>
          <w:rtl/>
        </w:rPr>
        <w:t>وَ سَهِّلْ لِى مَسْلَكَ الْخَيْرَاتِ إِلَيْكَ</w:t>
      </w:r>
      <w:r w:rsidR="007D3118">
        <w:rPr>
          <w:rtl/>
        </w:rPr>
        <w:t xml:space="preserve">، </w:t>
      </w:r>
      <w:r>
        <w:rPr>
          <w:rtl/>
        </w:rPr>
        <w:t>وَ الْمُسَابَقَةَ إِلَيْهَا مِنْ حَيْثُ أَمَرْتَ</w:t>
      </w:r>
      <w:r w:rsidR="007D3118">
        <w:rPr>
          <w:rtl/>
        </w:rPr>
        <w:t xml:space="preserve">، </w:t>
      </w:r>
      <w:r>
        <w:rPr>
          <w:rtl/>
        </w:rPr>
        <w:t>وَ الْمُشَاحَّةَ فِيهَا عَلَى مَا أَرَدْتَ</w:t>
      </w:r>
      <w:r w:rsidR="007D3118">
        <w:rPr>
          <w:rtl/>
        </w:rPr>
        <w:t xml:space="preserve">. </w:t>
      </w:r>
    </w:p>
    <w:p w:rsidR="00587D34" w:rsidRDefault="00587D34" w:rsidP="00587D34">
      <w:pPr>
        <w:pStyle w:val="libNormal"/>
        <w:rPr>
          <w:rtl/>
        </w:rPr>
      </w:pPr>
      <w:r>
        <w:rPr>
          <w:rtl/>
        </w:rPr>
        <w:t>(95</w:t>
      </w:r>
      <w:r w:rsidR="007D3118">
        <w:rPr>
          <w:rtl/>
        </w:rPr>
        <w:t xml:space="preserve">) </w:t>
      </w:r>
      <w:r>
        <w:rPr>
          <w:rtl/>
        </w:rPr>
        <w:t>وَ لا تَمْحَقْنِى فِيمَن تَمْحَقُ مِنَ الْمُسْتَخِفِّينَ بِمَا أَوْعَدْتَ</w:t>
      </w:r>
    </w:p>
    <w:p w:rsidR="00587D34" w:rsidRDefault="00587D34" w:rsidP="00587D34">
      <w:pPr>
        <w:pStyle w:val="libNormal"/>
        <w:rPr>
          <w:rtl/>
        </w:rPr>
      </w:pPr>
      <w:r>
        <w:rPr>
          <w:rtl/>
        </w:rPr>
        <w:t>(96</w:t>
      </w:r>
      <w:r w:rsidR="007D3118">
        <w:rPr>
          <w:rtl/>
        </w:rPr>
        <w:t xml:space="preserve">) </w:t>
      </w:r>
      <w:r>
        <w:rPr>
          <w:rtl/>
        </w:rPr>
        <w:t>وَ لا تُهْلِكْنِى مَعَ مَنْ تُهْلِكُ مِنَ الْمُتَعَرِّضِينَ لِمَقْتِكَ</w:t>
      </w:r>
    </w:p>
    <w:p w:rsidR="00587D34" w:rsidRDefault="00587D34" w:rsidP="00587D34">
      <w:pPr>
        <w:pStyle w:val="libNormal"/>
        <w:rPr>
          <w:rtl/>
        </w:rPr>
      </w:pPr>
      <w:r>
        <w:rPr>
          <w:rtl/>
        </w:rPr>
        <w:t>(97</w:t>
      </w:r>
      <w:r w:rsidR="007D3118">
        <w:rPr>
          <w:rtl/>
        </w:rPr>
        <w:t xml:space="preserve">) </w:t>
      </w:r>
      <w:r>
        <w:rPr>
          <w:rtl/>
        </w:rPr>
        <w:t>وَ لا تُتَبِّرْنِى فِيمَنْ تُتَبِّرُ مِنَ الْمُنْحَرِفِينَ عَنْ سُبُلِكَ</w:t>
      </w:r>
    </w:p>
    <w:p w:rsidR="00587D34" w:rsidRDefault="00587D34" w:rsidP="00587D34">
      <w:pPr>
        <w:pStyle w:val="libNormal"/>
        <w:rPr>
          <w:rtl/>
        </w:rPr>
      </w:pPr>
      <w:r>
        <w:rPr>
          <w:rtl/>
        </w:rPr>
        <w:t>(98</w:t>
      </w:r>
      <w:r w:rsidR="007D3118">
        <w:rPr>
          <w:rtl/>
        </w:rPr>
        <w:t xml:space="preserve">) </w:t>
      </w:r>
      <w:r>
        <w:rPr>
          <w:rtl/>
        </w:rPr>
        <w:t>وَ نَجِّنِى مِنْ غَمَرَاتِ الْفِتْنَةِ</w:t>
      </w:r>
      <w:r w:rsidR="007D3118">
        <w:rPr>
          <w:rtl/>
        </w:rPr>
        <w:t xml:space="preserve">، </w:t>
      </w:r>
      <w:r>
        <w:rPr>
          <w:rtl/>
        </w:rPr>
        <w:t>وَ خَلِّصْنِى مِنْ لَهَوَاتِ الْبَلْوَى</w:t>
      </w:r>
      <w:r w:rsidR="007D3118">
        <w:rPr>
          <w:rtl/>
        </w:rPr>
        <w:t xml:space="preserve">، </w:t>
      </w:r>
      <w:r>
        <w:rPr>
          <w:rtl/>
        </w:rPr>
        <w:t>وَ أَجِرْنِى مِنْ أَخْذِ الْإِمْلاءِ</w:t>
      </w:r>
      <w:r w:rsidR="007D3118">
        <w:rPr>
          <w:rtl/>
        </w:rPr>
        <w:t xml:space="preserve">. </w:t>
      </w:r>
    </w:p>
    <w:p w:rsidR="00587D34" w:rsidRDefault="00587D34" w:rsidP="00587D34">
      <w:pPr>
        <w:pStyle w:val="libNormal"/>
        <w:rPr>
          <w:rtl/>
        </w:rPr>
      </w:pPr>
      <w:r>
        <w:rPr>
          <w:rtl/>
        </w:rPr>
        <w:t>(99</w:t>
      </w:r>
      <w:r w:rsidR="007D3118">
        <w:rPr>
          <w:rtl/>
        </w:rPr>
        <w:t xml:space="preserve">) </w:t>
      </w:r>
      <w:r>
        <w:rPr>
          <w:rtl/>
        </w:rPr>
        <w:t>وَ حُلْ بَيْنِى وَ بَيْنَ عَدُوٍّ يُضِلُّنِى</w:t>
      </w:r>
      <w:r w:rsidR="007D3118">
        <w:rPr>
          <w:rtl/>
        </w:rPr>
        <w:t xml:space="preserve">، </w:t>
      </w:r>
      <w:r>
        <w:rPr>
          <w:rtl/>
        </w:rPr>
        <w:t>وَ هَوًى يُوبِقُنِى</w:t>
      </w:r>
      <w:r w:rsidR="007D3118">
        <w:rPr>
          <w:rtl/>
        </w:rPr>
        <w:t xml:space="preserve">، </w:t>
      </w:r>
      <w:r>
        <w:rPr>
          <w:rtl/>
        </w:rPr>
        <w:t>وَ مَنْقَصَةٍ تَرْهَقُنِى</w:t>
      </w:r>
    </w:p>
    <w:p w:rsidR="00587D34" w:rsidRDefault="00587D34" w:rsidP="00587D34">
      <w:pPr>
        <w:pStyle w:val="libNormal"/>
        <w:rPr>
          <w:rtl/>
        </w:rPr>
      </w:pPr>
      <w:r>
        <w:rPr>
          <w:rtl/>
        </w:rPr>
        <w:t>(100</w:t>
      </w:r>
      <w:r w:rsidR="007D3118">
        <w:rPr>
          <w:rtl/>
        </w:rPr>
        <w:t xml:space="preserve">) </w:t>
      </w:r>
      <w:r>
        <w:rPr>
          <w:rtl/>
        </w:rPr>
        <w:t>وَ لا تُعْرِضْ عَنِّى إِعْرَاضَ مَنْ لا تَرْضَى عَنْهُ بَعْدَ غَضَبِكَ</w:t>
      </w:r>
    </w:p>
    <w:p w:rsidR="00587D34" w:rsidRDefault="00587D34" w:rsidP="00587D34">
      <w:pPr>
        <w:pStyle w:val="libNormal"/>
        <w:rPr>
          <w:rtl/>
        </w:rPr>
      </w:pPr>
      <w:r>
        <w:rPr>
          <w:rtl/>
        </w:rPr>
        <w:t>(101</w:t>
      </w:r>
      <w:r w:rsidR="007D3118">
        <w:rPr>
          <w:rtl/>
        </w:rPr>
        <w:t xml:space="preserve">) </w:t>
      </w:r>
      <w:r>
        <w:rPr>
          <w:rtl/>
        </w:rPr>
        <w:t>وَ لا تُؤْيِسْنِى مِنَ الْأَمَلِ فِيكَ فَيَغْلِبَ عَلَيَّ الْقُنُوطُ مِنْ رَحْمَتِكَ</w:t>
      </w:r>
    </w:p>
    <w:p w:rsidR="00587D34" w:rsidRDefault="00587D34" w:rsidP="00587D34">
      <w:pPr>
        <w:pStyle w:val="libNormal"/>
        <w:rPr>
          <w:rtl/>
        </w:rPr>
      </w:pPr>
      <w:r>
        <w:rPr>
          <w:rtl/>
        </w:rPr>
        <w:t>(102</w:t>
      </w:r>
      <w:r w:rsidR="007D3118">
        <w:rPr>
          <w:rtl/>
        </w:rPr>
        <w:t xml:space="preserve">) </w:t>
      </w:r>
      <w:r>
        <w:rPr>
          <w:rtl/>
        </w:rPr>
        <w:t>وَ لا تَمْنِحْنِى بِمَا لا طَاقَةَ لِى بِهِ فَتَبْهَظَنِى مِمَّا تُحَمِّلُنِيهِ مِنْ فَضْلِ مَحَبَّتِكَ</w:t>
      </w:r>
      <w:r w:rsidR="007D3118">
        <w:rPr>
          <w:rtl/>
        </w:rPr>
        <w:t xml:space="preserve">. </w:t>
      </w:r>
    </w:p>
    <w:p w:rsidR="00587D34" w:rsidRDefault="00587D34" w:rsidP="00587D34">
      <w:pPr>
        <w:pStyle w:val="libNormal"/>
        <w:rPr>
          <w:rtl/>
        </w:rPr>
      </w:pPr>
      <w:r>
        <w:rPr>
          <w:rtl/>
        </w:rPr>
        <w:t>(103</w:t>
      </w:r>
      <w:r w:rsidR="007D3118">
        <w:rPr>
          <w:rtl/>
        </w:rPr>
        <w:t xml:space="preserve">) </w:t>
      </w:r>
      <w:r>
        <w:rPr>
          <w:rtl/>
        </w:rPr>
        <w:t>وَ لا تُرْسِلْنِى مِنْ يَدِكَ إِرْسَالَ مَنْ لا خَيْرَ فِيهِ</w:t>
      </w:r>
      <w:r w:rsidR="007D3118">
        <w:rPr>
          <w:rtl/>
        </w:rPr>
        <w:t xml:space="preserve">، </w:t>
      </w:r>
      <w:r>
        <w:rPr>
          <w:rtl/>
        </w:rPr>
        <w:t>وَ لا حَاجَةَ بِكَ إِلَيْهِ</w:t>
      </w:r>
      <w:r w:rsidR="007D3118">
        <w:rPr>
          <w:rtl/>
        </w:rPr>
        <w:t xml:space="preserve">، </w:t>
      </w:r>
      <w:r>
        <w:rPr>
          <w:rtl/>
        </w:rPr>
        <w:t>وَ لا إِنَابَةَ لَهُ</w:t>
      </w:r>
    </w:p>
    <w:p w:rsidR="00587D34" w:rsidRDefault="00587D34" w:rsidP="00C46FA9">
      <w:pPr>
        <w:pStyle w:val="libNormal"/>
        <w:rPr>
          <w:rtl/>
        </w:rPr>
      </w:pPr>
      <w:r>
        <w:rPr>
          <w:rtl/>
        </w:rPr>
        <w:t>(104</w:t>
      </w:r>
      <w:r w:rsidR="007D3118">
        <w:rPr>
          <w:rtl/>
        </w:rPr>
        <w:t xml:space="preserve">) </w:t>
      </w:r>
      <w:r>
        <w:rPr>
          <w:rtl/>
        </w:rPr>
        <w:t>وَ لا تَرْمِ بِى رَمْىَ مَنْ سَقَطَ مِنْ عَيْنِ رِعَايَتِكَ</w:t>
      </w:r>
      <w:r w:rsidR="007D3118">
        <w:rPr>
          <w:rtl/>
        </w:rPr>
        <w:t xml:space="preserve">، </w:t>
      </w:r>
      <w:r>
        <w:rPr>
          <w:rtl/>
        </w:rPr>
        <w:t>وَ مَنِ اشْتَمَلَ عَلَيْهِ الْخِزْيُ مِنْ عِنْدِكَ</w:t>
      </w:r>
      <w:r w:rsidR="007D3118">
        <w:rPr>
          <w:rtl/>
        </w:rPr>
        <w:t xml:space="preserve">، </w:t>
      </w:r>
      <w:r>
        <w:rPr>
          <w:rtl/>
        </w:rPr>
        <w:t>بَلْ خُذْ بِيَدِى مِنْ سَقْطَةِ الْمُتَرَدِّينَ</w:t>
      </w:r>
      <w:r w:rsidR="007D3118">
        <w:rPr>
          <w:rtl/>
        </w:rPr>
        <w:t xml:space="preserve">، </w:t>
      </w:r>
      <w:r>
        <w:rPr>
          <w:rtl/>
        </w:rPr>
        <w:t>وَ وَهْلَةِ الْمُتَعَسِّفِينَ</w:t>
      </w:r>
      <w:r w:rsidR="007D3118">
        <w:rPr>
          <w:rtl/>
        </w:rPr>
        <w:t xml:space="preserve">، </w:t>
      </w:r>
      <w:r>
        <w:rPr>
          <w:rtl/>
        </w:rPr>
        <w:t>وَ زَلَّةِ الْمَغْرُورِينَ</w:t>
      </w:r>
      <w:r w:rsidR="007D3118">
        <w:rPr>
          <w:rtl/>
        </w:rPr>
        <w:t xml:space="preserve">، </w:t>
      </w:r>
      <w:r>
        <w:rPr>
          <w:rtl/>
        </w:rPr>
        <w:t>وَ وَرْطَةِ الْهَالِكِينَ</w:t>
      </w:r>
      <w:r w:rsidR="007D3118">
        <w:rPr>
          <w:rtl/>
        </w:rPr>
        <w:t xml:space="preserve">. </w:t>
      </w:r>
      <w:r>
        <w:rPr>
          <w:rtl/>
        </w:rPr>
        <w:cr/>
      </w:r>
      <w:r w:rsidR="00C46FA9">
        <w:rPr>
          <w:rtl/>
        </w:rPr>
        <w:lastRenderedPageBreak/>
        <w:t xml:space="preserve"> </w:t>
      </w:r>
      <w:r>
        <w:rPr>
          <w:rtl/>
        </w:rPr>
        <w:t>(105</w:t>
      </w:r>
      <w:r w:rsidR="007D3118">
        <w:rPr>
          <w:rtl/>
        </w:rPr>
        <w:t xml:space="preserve">) </w:t>
      </w:r>
      <w:r>
        <w:rPr>
          <w:rtl/>
        </w:rPr>
        <w:t>وَ عَافِنِى مِمَّا ابْتَلَيْتَ بِهِ طَبَقَاتِ عَبِيدِكَ وَ إِمَائِكَ</w:t>
      </w:r>
      <w:r w:rsidR="007D3118">
        <w:rPr>
          <w:rtl/>
        </w:rPr>
        <w:t xml:space="preserve">، </w:t>
      </w:r>
      <w:r>
        <w:rPr>
          <w:rtl/>
        </w:rPr>
        <w:t>وَ بَلِّغْنِى مَبَالِغَ مَنْ عُنِيتَ بِهِ</w:t>
      </w:r>
      <w:r w:rsidR="007D3118">
        <w:rPr>
          <w:rtl/>
        </w:rPr>
        <w:t xml:space="preserve">، </w:t>
      </w:r>
      <w:r>
        <w:rPr>
          <w:rtl/>
        </w:rPr>
        <w:t>وَ أَنْعَمْتَ عَلَيْهِ</w:t>
      </w:r>
      <w:r w:rsidR="007D3118">
        <w:rPr>
          <w:rtl/>
        </w:rPr>
        <w:t xml:space="preserve">، </w:t>
      </w:r>
      <w:r>
        <w:rPr>
          <w:rtl/>
        </w:rPr>
        <w:t>وَ رَضِيتَ عَنْهُ</w:t>
      </w:r>
      <w:r w:rsidR="007D3118">
        <w:rPr>
          <w:rtl/>
        </w:rPr>
        <w:t xml:space="preserve">، </w:t>
      </w:r>
      <w:r>
        <w:rPr>
          <w:rtl/>
        </w:rPr>
        <w:t>فَأَعَشْتَهُ حَمِيدا</w:t>
      </w:r>
      <w:r w:rsidR="007D3118">
        <w:rPr>
          <w:rtl/>
        </w:rPr>
        <w:t xml:space="preserve">، </w:t>
      </w:r>
      <w:r>
        <w:rPr>
          <w:rtl/>
        </w:rPr>
        <w:t>وَ تَوَفَّيْتَهُ سَعِيدا</w:t>
      </w:r>
    </w:p>
    <w:p w:rsidR="00587D34" w:rsidRDefault="00587D34" w:rsidP="00587D34">
      <w:pPr>
        <w:pStyle w:val="libNormal"/>
        <w:rPr>
          <w:rtl/>
        </w:rPr>
      </w:pPr>
      <w:r>
        <w:rPr>
          <w:rtl/>
        </w:rPr>
        <w:t>(106</w:t>
      </w:r>
      <w:r w:rsidR="007D3118">
        <w:rPr>
          <w:rtl/>
        </w:rPr>
        <w:t xml:space="preserve">) </w:t>
      </w:r>
      <w:r>
        <w:rPr>
          <w:rtl/>
        </w:rPr>
        <w:t>وَ طَوِّقْنِى طَوْقَ الْإِقْلاعِ عَمَّا يُحْبِطُ الْحَسَنَاتِ</w:t>
      </w:r>
      <w:r w:rsidR="007D3118">
        <w:rPr>
          <w:rtl/>
        </w:rPr>
        <w:t xml:space="preserve">، </w:t>
      </w:r>
      <w:r>
        <w:rPr>
          <w:rtl/>
        </w:rPr>
        <w:t>وَ يَذْهَبُ بِالْبَرَكَاتِ</w:t>
      </w:r>
    </w:p>
    <w:p w:rsidR="00587D34" w:rsidRDefault="00587D34" w:rsidP="00587D34">
      <w:pPr>
        <w:pStyle w:val="libNormal"/>
        <w:rPr>
          <w:rtl/>
        </w:rPr>
      </w:pPr>
      <w:r>
        <w:rPr>
          <w:rtl/>
        </w:rPr>
        <w:t>(107</w:t>
      </w:r>
      <w:r w:rsidR="007D3118">
        <w:rPr>
          <w:rtl/>
        </w:rPr>
        <w:t xml:space="preserve">) </w:t>
      </w:r>
      <w:r>
        <w:rPr>
          <w:rtl/>
        </w:rPr>
        <w:t>وَ أَشْعِرْ قَلْبِىَ الازْدِجَارَ عَنْ قَبَائِحِ السَّيِّئَاتِ</w:t>
      </w:r>
      <w:r w:rsidR="007D3118">
        <w:rPr>
          <w:rtl/>
        </w:rPr>
        <w:t xml:space="preserve">، </w:t>
      </w:r>
      <w:r>
        <w:rPr>
          <w:rtl/>
        </w:rPr>
        <w:t>وَ فَوَاضِحِ الْحَوْبَاتِ</w:t>
      </w:r>
      <w:r w:rsidR="007D3118">
        <w:rPr>
          <w:rtl/>
        </w:rPr>
        <w:t xml:space="preserve">. </w:t>
      </w:r>
    </w:p>
    <w:p w:rsidR="00587D34" w:rsidRDefault="00587D34" w:rsidP="00587D34">
      <w:pPr>
        <w:pStyle w:val="libNormal"/>
        <w:rPr>
          <w:rtl/>
        </w:rPr>
      </w:pPr>
      <w:r>
        <w:rPr>
          <w:rtl/>
        </w:rPr>
        <w:t>(108</w:t>
      </w:r>
      <w:r w:rsidR="007D3118">
        <w:rPr>
          <w:rtl/>
        </w:rPr>
        <w:t xml:space="preserve">) </w:t>
      </w:r>
      <w:r>
        <w:rPr>
          <w:rtl/>
        </w:rPr>
        <w:t>وَ لا تَشْغَلْنِى بِمَا لا أُدْرِكُهُ إِلا بِكَ عَمَّا لا يُرْضِيكَ عَنِّى غَيْرُهُ</w:t>
      </w:r>
    </w:p>
    <w:p w:rsidR="00587D34" w:rsidRDefault="00587D34" w:rsidP="00587D34">
      <w:pPr>
        <w:pStyle w:val="libNormal"/>
        <w:rPr>
          <w:rtl/>
        </w:rPr>
      </w:pPr>
      <w:r>
        <w:rPr>
          <w:rtl/>
        </w:rPr>
        <w:t>(109</w:t>
      </w:r>
      <w:r w:rsidR="007D3118">
        <w:rPr>
          <w:rtl/>
        </w:rPr>
        <w:t xml:space="preserve">) </w:t>
      </w:r>
      <w:r>
        <w:rPr>
          <w:rtl/>
        </w:rPr>
        <w:t>وَ انْزِعْ مِنْ قَلْبِى حُبَّ دُنْيَا دَنِيَّةٍ تَنْهَى عَمَّا عِنْدَكَ</w:t>
      </w:r>
      <w:r w:rsidR="007D3118">
        <w:rPr>
          <w:rtl/>
        </w:rPr>
        <w:t xml:space="preserve">، </w:t>
      </w:r>
      <w:r>
        <w:rPr>
          <w:rtl/>
        </w:rPr>
        <w:t>وَ تَصُدُّ عَنِ ابْتِغَاءِ الْوَسِيلَةِ إِلَيْكَ</w:t>
      </w:r>
      <w:r w:rsidR="007D3118">
        <w:rPr>
          <w:rtl/>
        </w:rPr>
        <w:t xml:space="preserve">، </w:t>
      </w:r>
      <w:r>
        <w:rPr>
          <w:rtl/>
        </w:rPr>
        <w:t>وَ تُذْهِلُ عَنِ التَّقَرُّبِ مِنْكَ</w:t>
      </w:r>
      <w:r w:rsidR="007D3118">
        <w:rPr>
          <w:rtl/>
        </w:rPr>
        <w:t xml:space="preserve">. </w:t>
      </w:r>
    </w:p>
    <w:p w:rsidR="00587D34" w:rsidRDefault="00587D34" w:rsidP="00587D34">
      <w:pPr>
        <w:pStyle w:val="libNormal"/>
        <w:rPr>
          <w:rtl/>
        </w:rPr>
      </w:pPr>
      <w:r>
        <w:rPr>
          <w:rtl/>
        </w:rPr>
        <w:t>(110</w:t>
      </w:r>
      <w:r w:rsidR="007D3118">
        <w:rPr>
          <w:rtl/>
        </w:rPr>
        <w:t xml:space="preserve">) </w:t>
      </w:r>
      <w:r>
        <w:rPr>
          <w:rtl/>
        </w:rPr>
        <w:t>وَ زَيِّنْ لِىَ التَّفَرُّدَ بِمُنَاجَاتِكَ بِاللَّيْلِ وَ النَّهَارِ</w:t>
      </w:r>
    </w:p>
    <w:p w:rsidR="00587D34" w:rsidRDefault="00587D34" w:rsidP="00587D34">
      <w:pPr>
        <w:pStyle w:val="libNormal"/>
        <w:rPr>
          <w:rtl/>
        </w:rPr>
      </w:pPr>
      <w:r>
        <w:rPr>
          <w:rtl/>
        </w:rPr>
        <w:t>(111</w:t>
      </w:r>
      <w:r w:rsidR="007D3118">
        <w:rPr>
          <w:rtl/>
        </w:rPr>
        <w:t xml:space="preserve">) </w:t>
      </w:r>
      <w:r>
        <w:rPr>
          <w:rtl/>
        </w:rPr>
        <w:t>وَ هَبْ لِى عِصْمَةً تُدْنِينِى مِنْ خَشْيَتِكَ</w:t>
      </w:r>
      <w:r w:rsidR="007D3118">
        <w:rPr>
          <w:rtl/>
        </w:rPr>
        <w:t xml:space="preserve">، </w:t>
      </w:r>
      <w:r>
        <w:rPr>
          <w:rtl/>
        </w:rPr>
        <w:t>وَ تَقْطَعُنِى عَنْ رُكُوبِ مَحَارِمِكَ</w:t>
      </w:r>
      <w:r w:rsidR="007D3118">
        <w:rPr>
          <w:rtl/>
        </w:rPr>
        <w:t xml:space="preserve">، </w:t>
      </w:r>
      <w:r>
        <w:rPr>
          <w:rtl/>
        </w:rPr>
        <w:t>وَ تَفُكَّنِى مِنْ أَسْرِ الْعَظَائِمِ</w:t>
      </w:r>
      <w:r w:rsidR="007D3118">
        <w:rPr>
          <w:rtl/>
        </w:rPr>
        <w:t xml:space="preserve">. </w:t>
      </w:r>
    </w:p>
    <w:p w:rsidR="00587D34" w:rsidRDefault="00587D34" w:rsidP="00587D34">
      <w:pPr>
        <w:pStyle w:val="libNormal"/>
        <w:rPr>
          <w:rtl/>
        </w:rPr>
      </w:pPr>
      <w:r>
        <w:rPr>
          <w:rtl/>
        </w:rPr>
        <w:t>(112</w:t>
      </w:r>
      <w:r w:rsidR="007D3118">
        <w:rPr>
          <w:rtl/>
        </w:rPr>
        <w:t xml:space="preserve">) </w:t>
      </w:r>
      <w:r>
        <w:rPr>
          <w:rtl/>
        </w:rPr>
        <w:t>وَ هَبْ لِىَ التَّطْهِيرَ مِنْ دَنَسِ الْعِصْيَانِ</w:t>
      </w:r>
      <w:r w:rsidR="007D3118">
        <w:rPr>
          <w:rtl/>
        </w:rPr>
        <w:t xml:space="preserve">، </w:t>
      </w:r>
      <w:r>
        <w:rPr>
          <w:rtl/>
        </w:rPr>
        <w:t>وَ أَذْهِبْ عَنِّى دَرَنَ الْخَطَايَا</w:t>
      </w:r>
      <w:r w:rsidR="007D3118">
        <w:rPr>
          <w:rtl/>
        </w:rPr>
        <w:t xml:space="preserve">، </w:t>
      </w:r>
      <w:r>
        <w:rPr>
          <w:rtl/>
        </w:rPr>
        <w:t>وَ سَرْبِلْنِى بِسِرْبَالِ عَافِيَتِكَ</w:t>
      </w:r>
      <w:r w:rsidR="007D3118">
        <w:rPr>
          <w:rtl/>
        </w:rPr>
        <w:t xml:space="preserve">، </w:t>
      </w:r>
      <w:r>
        <w:rPr>
          <w:rtl/>
        </w:rPr>
        <w:t>وَ رَدِّنِى رِدَاءَ مُعَافَاتِكَ</w:t>
      </w:r>
      <w:r w:rsidR="007D3118">
        <w:rPr>
          <w:rtl/>
        </w:rPr>
        <w:t xml:space="preserve">، </w:t>
      </w:r>
      <w:r>
        <w:rPr>
          <w:rtl/>
        </w:rPr>
        <w:t>وَ جَلِّلْنِى سَوَابِغَ نَعْمَائِكَ</w:t>
      </w:r>
      <w:r w:rsidR="007D3118">
        <w:rPr>
          <w:rtl/>
        </w:rPr>
        <w:t xml:space="preserve">، </w:t>
      </w:r>
      <w:r>
        <w:rPr>
          <w:rtl/>
        </w:rPr>
        <w:t>وَ ظَاهِرْ لَدَيَّ فَضْلَكَ وَ طَوْلَكَ</w:t>
      </w:r>
    </w:p>
    <w:p w:rsidR="00587D34" w:rsidRDefault="00587D34" w:rsidP="00587D34">
      <w:pPr>
        <w:pStyle w:val="libNormal"/>
        <w:rPr>
          <w:rtl/>
        </w:rPr>
      </w:pPr>
      <w:r>
        <w:rPr>
          <w:rtl/>
        </w:rPr>
        <w:t>(113</w:t>
      </w:r>
      <w:r w:rsidR="007D3118">
        <w:rPr>
          <w:rtl/>
        </w:rPr>
        <w:t xml:space="preserve">) </w:t>
      </w:r>
      <w:r>
        <w:rPr>
          <w:rtl/>
        </w:rPr>
        <w:t>وَ أَيِّدْنِى بِتَوْفِيقِكَ وَ تَسْدِيدِكَ</w:t>
      </w:r>
      <w:r w:rsidR="007D3118">
        <w:rPr>
          <w:rtl/>
        </w:rPr>
        <w:t xml:space="preserve">، </w:t>
      </w:r>
      <w:r>
        <w:rPr>
          <w:rtl/>
        </w:rPr>
        <w:t>وَ أَعِنِّى عَلَى صَالِحِ النِّيَّةِ</w:t>
      </w:r>
      <w:r w:rsidR="007D3118">
        <w:rPr>
          <w:rtl/>
        </w:rPr>
        <w:t xml:space="preserve">، </w:t>
      </w:r>
      <w:r>
        <w:rPr>
          <w:rtl/>
        </w:rPr>
        <w:t>وَ مَرْضِيِّ الْقَوْلِ</w:t>
      </w:r>
      <w:r w:rsidR="007D3118">
        <w:rPr>
          <w:rtl/>
        </w:rPr>
        <w:t xml:space="preserve">، </w:t>
      </w:r>
      <w:r>
        <w:rPr>
          <w:rtl/>
        </w:rPr>
        <w:t>وَ مُسْتَحْسَنِ الْعَمَلِ</w:t>
      </w:r>
      <w:r w:rsidR="007D3118">
        <w:rPr>
          <w:rtl/>
        </w:rPr>
        <w:t xml:space="preserve">، </w:t>
      </w:r>
      <w:r>
        <w:rPr>
          <w:rtl/>
        </w:rPr>
        <w:t>وَ لا تَكِلْنِى إِلَى حَوْلِى وَ قُوَّتِى دُونَ حَوْلِكَ وَ قُوَّتِكَ</w:t>
      </w:r>
      <w:r w:rsidR="007D3118">
        <w:rPr>
          <w:rtl/>
        </w:rPr>
        <w:t xml:space="preserve">. </w:t>
      </w:r>
    </w:p>
    <w:p w:rsidR="00587D34" w:rsidRDefault="00587D34" w:rsidP="00587D34">
      <w:pPr>
        <w:pStyle w:val="libNormal"/>
        <w:rPr>
          <w:rtl/>
        </w:rPr>
      </w:pPr>
      <w:r>
        <w:rPr>
          <w:rtl/>
        </w:rPr>
        <w:t>(114</w:t>
      </w:r>
      <w:r w:rsidR="007D3118">
        <w:rPr>
          <w:rtl/>
        </w:rPr>
        <w:t xml:space="preserve">) </w:t>
      </w:r>
      <w:r>
        <w:rPr>
          <w:rtl/>
        </w:rPr>
        <w:t>وَ لا تُخْزِنِى يَوْمَ تَبْعَثُنِى لِلِقَائِكَ</w:t>
      </w:r>
      <w:r w:rsidR="007D3118">
        <w:rPr>
          <w:rtl/>
        </w:rPr>
        <w:t xml:space="preserve">، </w:t>
      </w:r>
      <w:r>
        <w:rPr>
          <w:rtl/>
        </w:rPr>
        <w:t>وَ لا تَفْضَحْنِى بَيْنَ يَدَيْ أَوْلِيَائِكَ</w:t>
      </w:r>
      <w:r w:rsidR="007D3118">
        <w:rPr>
          <w:rtl/>
        </w:rPr>
        <w:t xml:space="preserve">، </w:t>
      </w:r>
      <w:r>
        <w:rPr>
          <w:rtl/>
        </w:rPr>
        <w:t>وَ لا تُنْسِنِى ذِكْرَكَ</w:t>
      </w:r>
      <w:r w:rsidR="007D3118">
        <w:rPr>
          <w:rtl/>
        </w:rPr>
        <w:t xml:space="preserve">، </w:t>
      </w:r>
      <w:r>
        <w:rPr>
          <w:rtl/>
        </w:rPr>
        <w:t>وَ لا تُذْهِبْ عَنِّى شُكْرَكَ</w:t>
      </w:r>
      <w:r w:rsidR="007D3118">
        <w:rPr>
          <w:rtl/>
        </w:rPr>
        <w:t xml:space="preserve">، </w:t>
      </w:r>
      <w:r>
        <w:rPr>
          <w:rtl/>
        </w:rPr>
        <w:t>بَلْ أَلْزِمْنِيهِ فِى أَحْوَالِ السَّهْوِ عِنْدَ غَفَلاتِ الْجَاهِلِينَ لاِلائِكَ</w:t>
      </w:r>
      <w:r w:rsidR="007D3118">
        <w:rPr>
          <w:rtl/>
        </w:rPr>
        <w:t xml:space="preserve">، </w:t>
      </w:r>
      <w:r>
        <w:rPr>
          <w:rtl/>
        </w:rPr>
        <w:t>وَ أَوْزِعْنِى أَنْ أُثْنِىَ بِمَا أَوْلَيْتَنِيهِ</w:t>
      </w:r>
      <w:r w:rsidR="007D3118">
        <w:rPr>
          <w:rtl/>
        </w:rPr>
        <w:t xml:space="preserve">، </w:t>
      </w:r>
      <w:r>
        <w:rPr>
          <w:rtl/>
        </w:rPr>
        <w:t>وَ أَعْتَرِفَ بِمَا أَسْدَيْتَهُ إِلَيَّ</w:t>
      </w:r>
      <w:r w:rsidR="007D3118">
        <w:rPr>
          <w:rtl/>
        </w:rPr>
        <w:t xml:space="preserve">. </w:t>
      </w:r>
    </w:p>
    <w:p w:rsidR="00587D34" w:rsidRDefault="00587D34" w:rsidP="00587D34">
      <w:pPr>
        <w:pStyle w:val="libNormal"/>
        <w:rPr>
          <w:rtl/>
        </w:rPr>
      </w:pPr>
      <w:r>
        <w:rPr>
          <w:rtl/>
        </w:rPr>
        <w:t>(115</w:t>
      </w:r>
      <w:r w:rsidR="007D3118">
        <w:rPr>
          <w:rtl/>
        </w:rPr>
        <w:t xml:space="preserve">) </w:t>
      </w:r>
      <w:r>
        <w:rPr>
          <w:rtl/>
        </w:rPr>
        <w:t>وَ اجْعَلْ رَغْبَتِى إِلَيْكَ فَوْقَ رَغْبَةِ الرَّاغِبِينَ</w:t>
      </w:r>
      <w:r w:rsidR="007D3118">
        <w:rPr>
          <w:rtl/>
        </w:rPr>
        <w:t xml:space="preserve">، </w:t>
      </w:r>
      <w:r>
        <w:rPr>
          <w:rtl/>
        </w:rPr>
        <w:t>وَ حَمْدِى إِيَّاكَ فَوْقَ حَمْدِ الْحَامِدِينَ</w:t>
      </w:r>
    </w:p>
    <w:p w:rsidR="00587D34" w:rsidRDefault="00587D34" w:rsidP="00587D34">
      <w:pPr>
        <w:pStyle w:val="libNormal"/>
        <w:rPr>
          <w:rtl/>
        </w:rPr>
      </w:pPr>
      <w:r>
        <w:rPr>
          <w:rtl/>
        </w:rPr>
        <w:t>(116</w:t>
      </w:r>
      <w:r w:rsidR="007D3118">
        <w:rPr>
          <w:rtl/>
        </w:rPr>
        <w:t xml:space="preserve">) </w:t>
      </w:r>
      <w:r>
        <w:rPr>
          <w:rtl/>
        </w:rPr>
        <w:t>وَ لا تَخْذُلْنِى عِنْدَ فَاقَتِى إِلَيْكَ</w:t>
      </w:r>
      <w:r w:rsidR="007D3118">
        <w:rPr>
          <w:rtl/>
        </w:rPr>
        <w:t xml:space="preserve">، </w:t>
      </w:r>
      <w:r>
        <w:rPr>
          <w:rtl/>
        </w:rPr>
        <w:t>وَ لا تُهْلِكْنِى بِمَا</w:t>
      </w:r>
      <w:r w:rsidR="007D3118">
        <w:rPr>
          <w:rtl/>
        </w:rPr>
        <w:t xml:space="preserve">. </w:t>
      </w:r>
    </w:p>
    <w:p w:rsidR="00587D34" w:rsidRDefault="00587D34" w:rsidP="00587D34">
      <w:pPr>
        <w:pStyle w:val="libNormal"/>
        <w:rPr>
          <w:rtl/>
        </w:rPr>
      </w:pPr>
      <w:r>
        <w:rPr>
          <w:rtl/>
        </w:rPr>
        <w:lastRenderedPageBreak/>
        <w:t>أَسْدَيْتُهُ إِلَيْكَ</w:t>
      </w:r>
      <w:r w:rsidR="007D3118">
        <w:rPr>
          <w:rtl/>
        </w:rPr>
        <w:t xml:space="preserve">، </w:t>
      </w:r>
      <w:r>
        <w:rPr>
          <w:rtl/>
        </w:rPr>
        <w:t>وَ لا تَجْبَهْنِى بِمَا جَبَهْتَ بِهِ الْمُعَانِدِينَ لَكَ</w:t>
      </w:r>
      <w:r w:rsidR="007D3118">
        <w:rPr>
          <w:rtl/>
        </w:rPr>
        <w:t xml:space="preserve">، </w:t>
      </w:r>
      <w:r>
        <w:rPr>
          <w:rtl/>
        </w:rPr>
        <w:t>فَإِنِّى لَكَ مُسَلِّمٌ</w:t>
      </w:r>
      <w:r w:rsidR="007D3118">
        <w:rPr>
          <w:rtl/>
        </w:rPr>
        <w:t xml:space="preserve">، </w:t>
      </w:r>
      <w:r>
        <w:rPr>
          <w:rtl/>
        </w:rPr>
        <w:t>أَعْلَمُ أَنَّ الْحُجَّةَ لَكَ</w:t>
      </w:r>
      <w:r w:rsidR="007D3118">
        <w:rPr>
          <w:rtl/>
        </w:rPr>
        <w:t xml:space="preserve">، </w:t>
      </w:r>
      <w:r>
        <w:rPr>
          <w:rtl/>
        </w:rPr>
        <w:t>وَ أَنَّكَ أَوْلَى بِالْفَضْلِ</w:t>
      </w:r>
      <w:r w:rsidR="007D3118">
        <w:rPr>
          <w:rtl/>
        </w:rPr>
        <w:t xml:space="preserve">، </w:t>
      </w:r>
      <w:r>
        <w:rPr>
          <w:rtl/>
        </w:rPr>
        <w:t>وَ أَعْوَدُ بِالْإِحْسَانِ</w:t>
      </w:r>
      <w:r w:rsidR="007D3118">
        <w:rPr>
          <w:rtl/>
        </w:rPr>
        <w:t xml:space="preserve">، </w:t>
      </w:r>
      <w:r>
        <w:rPr>
          <w:rtl/>
        </w:rPr>
        <w:t>وَ أَهْلُ التَّقْوَى</w:t>
      </w:r>
      <w:r w:rsidR="007D3118">
        <w:rPr>
          <w:rtl/>
        </w:rPr>
        <w:t xml:space="preserve">، </w:t>
      </w:r>
      <w:r>
        <w:rPr>
          <w:rtl/>
        </w:rPr>
        <w:t>وَ أَهْلُ الْمَغْفِرَةِ</w:t>
      </w:r>
      <w:r w:rsidR="007D3118">
        <w:rPr>
          <w:rtl/>
        </w:rPr>
        <w:t xml:space="preserve">، </w:t>
      </w:r>
      <w:r>
        <w:rPr>
          <w:rtl/>
        </w:rPr>
        <w:t>وَ أَنَّكَ بِأَنْ تَعْفُوَ أَوْلَى مِنْكَ بِأَنْ تُعَاقِبَ</w:t>
      </w:r>
      <w:r w:rsidR="007D3118">
        <w:rPr>
          <w:rtl/>
        </w:rPr>
        <w:t xml:space="preserve">، </w:t>
      </w:r>
      <w:r>
        <w:rPr>
          <w:rtl/>
        </w:rPr>
        <w:t>وَ أَنَّكَ بِأَنْ تَسْتُرَ أَقْرَبُ مِنْكَ إِلَى أَنْ تَشْهَرَ</w:t>
      </w:r>
      <w:r w:rsidR="007D3118">
        <w:rPr>
          <w:rtl/>
        </w:rPr>
        <w:t xml:space="preserve">. </w:t>
      </w:r>
    </w:p>
    <w:p w:rsidR="00587D34" w:rsidRDefault="00587D34" w:rsidP="00587D34">
      <w:pPr>
        <w:pStyle w:val="libNormal"/>
        <w:rPr>
          <w:rtl/>
        </w:rPr>
      </w:pPr>
      <w:r>
        <w:rPr>
          <w:rtl/>
        </w:rPr>
        <w:t>(117</w:t>
      </w:r>
      <w:r w:rsidR="007D3118">
        <w:rPr>
          <w:rtl/>
        </w:rPr>
        <w:t xml:space="preserve">) </w:t>
      </w:r>
      <w:r>
        <w:rPr>
          <w:rtl/>
        </w:rPr>
        <w:t>فَأَحْيِنِى حَيَاةً طَيِّبَةً تَنْتَظِمُ بِمَا أُرِيدُ</w:t>
      </w:r>
      <w:r w:rsidR="007D3118">
        <w:rPr>
          <w:rtl/>
        </w:rPr>
        <w:t xml:space="preserve">، </w:t>
      </w:r>
      <w:r>
        <w:rPr>
          <w:rtl/>
        </w:rPr>
        <w:t>وَ تَبْلُغُ مَا أُحِبُّ مِنْ حَيْثُ لا آتِى مَا تَكْرَهُ</w:t>
      </w:r>
      <w:r w:rsidR="007D3118">
        <w:rPr>
          <w:rtl/>
        </w:rPr>
        <w:t xml:space="preserve">، </w:t>
      </w:r>
      <w:r>
        <w:rPr>
          <w:rtl/>
        </w:rPr>
        <w:t>وَ لا أَرْتَكِبُ مَا نَهَيْتَ عَنْهُ</w:t>
      </w:r>
      <w:r w:rsidR="007D3118">
        <w:rPr>
          <w:rtl/>
        </w:rPr>
        <w:t xml:space="preserve">، </w:t>
      </w:r>
      <w:r>
        <w:rPr>
          <w:rtl/>
        </w:rPr>
        <w:t>وَ أَمِتْنِى مِيتَةَ مَنْ يَسْعَى نُورُهُ بَيْنَ يَدَيْهِ وَ عَنْ يَمِينِهِ</w:t>
      </w:r>
      <w:r w:rsidR="007D3118">
        <w:rPr>
          <w:rtl/>
        </w:rPr>
        <w:t xml:space="preserve">. </w:t>
      </w:r>
    </w:p>
    <w:p w:rsidR="00587D34" w:rsidRDefault="00587D34" w:rsidP="00587D34">
      <w:pPr>
        <w:pStyle w:val="libNormal"/>
        <w:rPr>
          <w:rtl/>
        </w:rPr>
      </w:pPr>
      <w:r>
        <w:rPr>
          <w:rtl/>
        </w:rPr>
        <w:t>(118</w:t>
      </w:r>
      <w:r w:rsidR="007D3118">
        <w:rPr>
          <w:rtl/>
        </w:rPr>
        <w:t xml:space="preserve">) </w:t>
      </w:r>
      <w:r>
        <w:rPr>
          <w:rtl/>
        </w:rPr>
        <w:t>وَ ذَلِّلْنِى بَيْنَ يَدَيْكَ</w:t>
      </w:r>
      <w:r w:rsidR="007D3118">
        <w:rPr>
          <w:rtl/>
        </w:rPr>
        <w:t xml:space="preserve">، </w:t>
      </w:r>
      <w:r>
        <w:rPr>
          <w:rtl/>
        </w:rPr>
        <w:t>وَ أَعِزَّنِى عِنْدَ خَلْقِكَ</w:t>
      </w:r>
      <w:r w:rsidR="007D3118">
        <w:rPr>
          <w:rtl/>
        </w:rPr>
        <w:t xml:space="preserve">، </w:t>
      </w:r>
      <w:r>
        <w:rPr>
          <w:rtl/>
        </w:rPr>
        <w:t>وَ ضَعْنِى إِذَا خَلَوتُ بِكَ</w:t>
      </w:r>
      <w:r w:rsidR="007D3118">
        <w:rPr>
          <w:rtl/>
        </w:rPr>
        <w:t xml:space="preserve">، </w:t>
      </w:r>
      <w:r>
        <w:rPr>
          <w:rtl/>
        </w:rPr>
        <w:t>وَ ارْفَعْنِى بَيْنَ عِبَادِكَ</w:t>
      </w:r>
      <w:r w:rsidR="007D3118">
        <w:rPr>
          <w:rtl/>
        </w:rPr>
        <w:t xml:space="preserve">، </w:t>
      </w:r>
      <w:r>
        <w:rPr>
          <w:rtl/>
        </w:rPr>
        <w:t>وَ أَغْنِنِى عَمَّنْ هُوَ غَنِيٌّ عَنِّى</w:t>
      </w:r>
      <w:r w:rsidR="007D3118">
        <w:rPr>
          <w:rtl/>
        </w:rPr>
        <w:t xml:space="preserve">، </w:t>
      </w:r>
      <w:r>
        <w:rPr>
          <w:rtl/>
        </w:rPr>
        <w:t>وَ زِدْنِى إِلَيْكَ فَاقَةً وَ فَقْرا</w:t>
      </w:r>
      <w:r w:rsidR="007D3118">
        <w:rPr>
          <w:rtl/>
        </w:rPr>
        <w:t xml:space="preserve">. </w:t>
      </w:r>
    </w:p>
    <w:p w:rsidR="00587D34" w:rsidRDefault="00587D34" w:rsidP="00587D34">
      <w:pPr>
        <w:pStyle w:val="libNormal"/>
        <w:rPr>
          <w:rtl/>
        </w:rPr>
      </w:pPr>
      <w:r>
        <w:rPr>
          <w:rtl/>
        </w:rPr>
        <w:t>(119</w:t>
      </w:r>
      <w:r w:rsidR="007D3118">
        <w:rPr>
          <w:rtl/>
        </w:rPr>
        <w:t xml:space="preserve">) </w:t>
      </w:r>
      <w:r>
        <w:rPr>
          <w:rtl/>
        </w:rPr>
        <w:t>وَ أَعِذْنِى مِنْ شَمَاتَةِ الْأَعْدَاءِ</w:t>
      </w:r>
      <w:r w:rsidR="007D3118">
        <w:rPr>
          <w:rtl/>
        </w:rPr>
        <w:t xml:space="preserve">، </w:t>
      </w:r>
      <w:r>
        <w:rPr>
          <w:rtl/>
        </w:rPr>
        <w:t>وَ مِنْ حُلُولِ الْبَلاءِ</w:t>
      </w:r>
      <w:r w:rsidR="007D3118">
        <w:rPr>
          <w:rtl/>
        </w:rPr>
        <w:t xml:space="preserve">، </w:t>
      </w:r>
      <w:r>
        <w:rPr>
          <w:rtl/>
        </w:rPr>
        <w:t>وَ مِنَ الذُّلِّ وَ الْعَنَاءِ</w:t>
      </w:r>
      <w:r w:rsidR="007D3118">
        <w:rPr>
          <w:rtl/>
        </w:rPr>
        <w:t xml:space="preserve">، </w:t>
      </w:r>
      <w:r>
        <w:rPr>
          <w:rtl/>
        </w:rPr>
        <w:t>تَغَمَّدْنِى فِيمَا اطَّلَعْتَ عَلَيْهِ مِنِّى بِمَا يَتَغَمَّدُ بِهِ الْقَادِرُ عَلَى الْبَطْشِ لَوْ لا حِلْمُهُ</w:t>
      </w:r>
      <w:r w:rsidR="007D3118">
        <w:rPr>
          <w:rtl/>
        </w:rPr>
        <w:t xml:space="preserve">، </w:t>
      </w:r>
      <w:r>
        <w:rPr>
          <w:rtl/>
        </w:rPr>
        <w:t>وَ الاْخِذُ عَلَى الْجَرِيرَةِ لَوْ لا أَنَاتُهُ</w:t>
      </w:r>
    </w:p>
    <w:p w:rsidR="00587D34" w:rsidRDefault="00587D34" w:rsidP="00587D34">
      <w:pPr>
        <w:pStyle w:val="libNormal"/>
        <w:rPr>
          <w:rtl/>
        </w:rPr>
      </w:pPr>
      <w:r>
        <w:rPr>
          <w:rtl/>
        </w:rPr>
        <w:t>(120</w:t>
      </w:r>
      <w:r w:rsidR="007D3118">
        <w:rPr>
          <w:rtl/>
        </w:rPr>
        <w:t xml:space="preserve">) </w:t>
      </w:r>
      <w:r>
        <w:rPr>
          <w:rtl/>
        </w:rPr>
        <w:t>وَ إِذَا أَرَدْتَ بِقَوْمٍ فِتْنَةً أَوْ سُوءا فَنَجِّنِى مِنْهَا لِوَاذا بِكَ</w:t>
      </w:r>
      <w:r w:rsidR="007D3118">
        <w:rPr>
          <w:rtl/>
        </w:rPr>
        <w:t xml:space="preserve">، </w:t>
      </w:r>
      <w:r>
        <w:rPr>
          <w:rtl/>
        </w:rPr>
        <w:t>وَ إِذْ لَمْ تُقِمْنِى مَقَامَ فَضِيحَةٍ فِى دُنْيَاكَ فَلا تُقِمْنِى مِثْلَهُ فِى آخِرَتِكَ</w:t>
      </w:r>
    </w:p>
    <w:p w:rsidR="00587D34" w:rsidRDefault="00587D34" w:rsidP="00587D34">
      <w:pPr>
        <w:pStyle w:val="libNormal"/>
        <w:rPr>
          <w:rtl/>
        </w:rPr>
      </w:pPr>
      <w:r>
        <w:rPr>
          <w:rtl/>
        </w:rPr>
        <w:t>(121</w:t>
      </w:r>
      <w:r w:rsidR="007D3118">
        <w:rPr>
          <w:rtl/>
        </w:rPr>
        <w:t xml:space="preserve">) </w:t>
      </w:r>
      <w:r>
        <w:rPr>
          <w:rtl/>
        </w:rPr>
        <w:t>وَ اشْفَعْ لِى أَوَائِلَ مِنَنِكَ بِأَوَاخِرِهَا</w:t>
      </w:r>
      <w:r w:rsidR="007D3118">
        <w:rPr>
          <w:rtl/>
        </w:rPr>
        <w:t xml:space="preserve">، </w:t>
      </w:r>
      <w:r>
        <w:rPr>
          <w:rtl/>
        </w:rPr>
        <w:t>وَ قَدِيمَ فَوَائِدِكَ بِحَوَادِثِهَا</w:t>
      </w:r>
      <w:r w:rsidR="007D3118">
        <w:rPr>
          <w:rtl/>
        </w:rPr>
        <w:t xml:space="preserve">، </w:t>
      </w:r>
      <w:r>
        <w:rPr>
          <w:rtl/>
        </w:rPr>
        <w:t>وَ لا تَمْدُدْ لِى مَدّا يَقْسُو مَعَهُ قَلْبِى</w:t>
      </w:r>
      <w:r w:rsidR="007D3118">
        <w:rPr>
          <w:rtl/>
        </w:rPr>
        <w:t xml:space="preserve">، </w:t>
      </w:r>
      <w:r>
        <w:rPr>
          <w:rtl/>
        </w:rPr>
        <w:t>وَ لا تَقْرَعْنِى قَارِعَةً يَذْهَبُ لَهَا بَهَائِى</w:t>
      </w:r>
      <w:r w:rsidR="007D3118">
        <w:rPr>
          <w:rtl/>
        </w:rPr>
        <w:t xml:space="preserve">، </w:t>
      </w:r>
      <w:r>
        <w:rPr>
          <w:rtl/>
        </w:rPr>
        <w:t>وَ لا تَسُمْنِى خَسِيسَةً يَصْغُرُ لَهَا قَدْرِى وَ لا نَقِيصَةً يُجْهَلُ مِنْ أَجْلِهَا مَكَانِى</w:t>
      </w:r>
      <w:r w:rsidR="007D3118">
        <w:rPr>
          <w:rtl/>
        </w:rPr>
        <w:t xml:space="preserve">. </w:t>
      </w:r>
    </w:p>
    <w:p w:rsidR="00587D34" w:rsidRDefault="00587D34" w:rsidP="00587D34">
      <w:pPr>
        <w:pStyle w:val="libNormal"/>
        <w:rPr>
          <w:rtl/>
        </w:rPr>
      </w:pPr>
      <w:r>
        <w:rPr>
          <w:rtl/>
        </w:rPr>
        <w:t>(122</w:t>
      </w:r>
      <w:r w:rsidR="007D3118">
        <w:rPr>
          <w:rtl/>
        </w:rPr>
        <w:t xml:space="preserve">) </w:t>
      </w:r>
      <w:r>
        <w:rPr>
          <w:rtl/>
        </w:rPr>
        <w:t>وَ لا تَرُعْنِى رَوْعَةً أُبْلِسُ بِهَا</w:t>
      </w:r>
      <w:r w:rsidR="007D3118">
        <w:rPr>
          <w:rtl/>
        </w:rPr>
        <w:t xml:space="preserve">، </w:t>
      </w:r>
      <w:r>
        <w:rPr>
          <w:rtl/>
        </w:rPr>
        <w:t>وَ لا خِيفَةً أُوجِسُ دُونَهَا</w:t>
      </w:r>
      <w:r w:rsidR="007D3118">
        <w:rPr>
          <w:rtl/>
        </w:rPr>
        <w:t xml:space="preserve">، </w:t>
      </w:r>
      <w:r>
        <w:rPr>
          <w:rtl/>
        </w:rPr>
        <w:t>اجْعَلْ هَيْبَتِى فِى وَعِيدِكَ</w:t>
      </w:r>
      <w:r w:rsidR="007D3118">
        <w:rPr>
          <w:rtl/>
        </w:rPr>
        <w:t xml:space="preserve">، </w:t>
      </w:r>
      <w:r>
        <w:rPr>
          <w:rtl/>
        </w:rPr>
        <w:t>وَ حَذَرِى مِنْ إِعْذَارِكَ وَ إِنْذَارِكَ</w:t>
      </w:r>
      <w:r w:rsidR="007D3118">
        <w:rPr>
          <w:rtl/>
        </w:rPr>
        <w:t xml:space="preserve">، </w:t>
      </w:r>
      <w:r>
        <w:rPr>
          <w:rtl/>
        </w:rPr>
        <w:t>وَ رَهْبَتِى عِنْد تِلاوَةِ آيَاتِكَ</w:t>
      </w:r>
      <w:r w:rsidR="007D3118">
        <w:rPr>
          <w:rtl/>
        </w:rPr>
        <w:t xml:space="preserve">. </w:t>
      </w:r>
    </w:p>
    <w:p w:rsidR="00587D34" w:rsidRDefault="00587D34" w:rsidP="00587D34">
      <w:pPr>
        <w:pStyle w:val="libNormal"/>
        <w:rPr>
          <w:rtl/>
        </w:rPr>
      </w:pPr>
      <w:r>
        <w:rPr>
          <w:rtl/>
        </w:rPr>
        <w:t>(123</w:t>
      </w:r>
      <w:r w:rsidR="007D3118">
        <w:rPr>
          <w:rtl/>
        </w:rPr>
        <w:t xml:space="preserve">) </w:t>
      </w:r>
      <w:r>
        <w:rPr>
          <w:rtl/>
        </w:rPr>
        <w:t>وَ اعْمُرْ لَيْلِى بِإِيقَاظِى فِيهِ لِعِبَادَتِكَ</w:t>
      </w:r>
      <w:r w:rsidR="007D3118">
        <w:rPr>
          <w:rtl/>
        </w:rPr>
        <w:t xml:space="preserve">، </w:t>
      </w:r>
      <w:r>
        <w:rPr>
          <w:rtl/>
        </w:rPr>
        <w:t>وَ تَفَرُّدِى بِالتَّهَجُّدِ لَكَ</w:t>
      </w:r>
      <w:r w:rsidR="007D3118">
        <w:rPr>
          <w:rtl/>
        </w:rPr>
        <w:t xml:space="preserve">، </w:t>
      </w:r>
      <w:r>
        <w:rPr>
          <w:rtl/>
        </w:rPr>
        <w:t>وَ تَجَرُّدِى بِسُكُونِى إِلَيْكَ</w:t>
      </w:r>
      <w:r w:rsidR="007D3118">
        <w:rPr>
          <w:rtl/>
        </w:rPr>
        <w:t xml:space="preserve">، </w:t>
      </w:r>
      <w:r>
        <w:rPr>
          <w:rtl/>
        </w:rPr>
        <w:t>وَ إِنْزَالِ حَوَائِجِى بِكَ</w:t>
      </w:r>
      <w:r w:rsidR="007D3118">
        <w:rPr>
          <w:rtl/>
        </w:rPr>
        <w:t xml:space="preserve">، </w:t>
      </w:r>
      <w:r>
        <w:rPr>
          <w:rtl/>
        </w:rPr>
        <w:t>وَ مُنَازَلَتِى إِيَّاكَ فِى فَكَاكِ رَقَبَتِى مِنْ نَارِكَ</w:t>
      </w:r>
      <w:r w:rsidR="007D3118">
        <w:rPr>
          <w:rtl/>
        </w:rPr>
        <w:t xml:space="preserve">، </w:t>
      </w:r>
      <w:r>
        <w:rPr>
          <w:rtl/>
        </w:rPr>
        <w:t>وَ إِجَارَتِى مِمَّا فِيهِ أَهْلُهَا مِنْ عَذَابِكَ</w:t>
      </w:r>
      <w:r w:rsidR="007D3118">
        <w:rPr>
          <w:rtl/>
        </w:rPr>
        <w:t xml:space="preserve">. </w:t>
      </w:r>
    </w:p>
    <w:p w:rsidR="00587D34" w:rsidRDefault="00587D34" w:rsidP="00587D34">
      <w:pPr>
        <w:pStyle w:val="libNormal"/>
        <w:rPr>
          <w:rtl/>
        </w:rPr>
      </w:pPr>
      <w:r>
        <w:rPr>
          <w:rtl/>
        </w:rPr>
        <w:lastRenderedPageBreak/>
        <w:t>(124</w:t>
      </w:r>
      <w:r w:rsidR="007D3118">
        <w:rPr>
          <w:rtl/>
        </w:rPr>
        <w:t xml:space="preserve">) </w:t>
      </w:r>
      <w:r>
        <w:rPr>
          <w:rtl/>
        </w:rPr>
        <w:t>وَ لا تَذَرْنِى فِى طُغْيَانِى عَامِها</w:t>
      </w:r>
      <w:r w:rsidR="007D3118">
        <w:rPr>
          <w:rtl/>
        </w:rPr>
        <w:t xml:space="preserve">، </w:t>
      </w:r>
      <w:r>
        <w:rPr>
          <w:rtl/>
        </w:rPr>
        <w:t>وَ لا فِى غَمْرَتِى سَاهِيا حَتَّى حِينٍ</w:t>
      </w:r>
      <w:r w:rsidR="007D3118">
        <w:rPr>
          <w:rtl/>
        </w:rPr>
        <w:t xml:space="preserve">، </w:t>
      </w:r>
      <w:r>
        <w:rPr>
          <w:rtl/>
        </w:rPr>
        <w:t>وَ لا تَجْعَلْنِى عِظَةً لِمَنِ اتَّعَظَ</w:t>
      </w:r>
      <w:r w:rsidR="007D3118">
        <w:rPr>
          <w:rtl/>
        </w:rPr>
        <w:t xml:space="preserve">، </w:t>
      </w:r>
      <w:r>
        <w:rPr>
          <w:rtl/>
        </w:rPr>
        <w:t>وَ لا نَكَالا لِمَنِ اعْتَبَرَ</w:t>
      </w:r>
      <w:r w:rsidR="007D3118">
        <w:rPr>
          <w:rtl/>
        </w:rPr>
        <w:t xml:space="preserve">، </w:t>
      </w:r>
      <w:r>
        <w:rPr>
          <w:rtl/>
        </w:rPr>
        <w:t>وَ لا فِتْنَةً لِمَنْ نَظَرَ</w:t>
      </w:r>
      <w:r w:rsidR="007D3118">
        <w:rPr>
          <w:rtl/>
        </w:rPr>
        <w:t xml:space="preserve">، </w:t>
      </w:r>
      <w:r>
        <w:rPr>
          <w:rtl/>
        </w:rPr>
        <w:t>وَ لا تَمْكُرْ بِى فِيمَنْ تَمْكُرُ بِهِ</w:t>
      </w:r>
      <w:r w:rsidR="007D3118">
        <w:rPr>
          <w:rtl/>
        </w:rPr>
        <w:t xml:space="preserve">، </w:t>
      </w:r>
      <w:r>
        <w:rPr>
          <w:rtl/>
        </w:rPr>
        <w:t>وَ لا تَسْتَبْدِلْ بِى غَيْرِى</w:t>
      </w:r>
      <w:r w:rsidR="007D3118">
        <w:rPr>
          <w:rtl/>
        </w:rPr>
        <w:t xml:space="preserve">، </w:t>
      </w:r>
      <w:r>
        <w:rPr>
          <w:rtl/>
        </w:rPr>
        <w:t>وَ لا تُغَيِّرْ لِى اسْما</w:t>
      </w:r>
      <w:r w:rsidR="007D3118">
        <w:rPr>
          <w:rtl/>
        </w:rPr>
        <w:t xml:space="preserve">، </w:t>
      </w:r>
      <w:r>
        <w:rPr>
          <w:rtl/>
        </w:rPr>
        <w:t>وَ لا تُبَدِّلْ لِى جِسْما</w:t>
      </w:r>
      <w:r w:rsidR="007D3118">
        <w:rPr>
          <w:rtl/>
        </w:rPr>
        <w:t xml:space="preserve">، </w:t>
      </w:r>
      <w:r>
        <w:rPr>
          <w:rtl/>
        </w:rPr>
        <w:t>وَ لا تَتَّخِذْنِى هُزُوا لِخَلْقِكَ</w:t>
      </w:r>
      <w:r w:rsidR="007D3118">
        <w:rPr>
          <w:rtl/>
        </w:rPr>
        <w:t xml:space="preserve">، </w:t>
      </w:r>
      <w:r>
        <w:rPr>
          <w:rtl/>
        </w:rPr>
        <w:t>وَ لا سُخْرِيّا لَكَ</w:t>
      </w:r>
      <w:r w:rsidR="007D3118">
        <w:rPr>
          <w:rtl/>
        </w:rPr>
        <w:t xml:space="preserve">، </w:t>
      </w:r>
      <w:r>
        <w:rPr>
          <w:rtl/>
        </w:rPr>
        <w:t>وَ لا تَبَعا إِلا لِمَرْضَاتِكَ</w:t>
      </w:r>
      <w:r w:rsidR="007D3118">
        <w:rPr>
          <w:rtl/>
        </w:rPr>
        <w:t xml:space="preserve">، </w:t>
      </w:r>
      <w:r>
        <w:rPr>
          <w:rtl/>
        </w:rPr>
        <w:t>وَ لا مُمْتَهَنا إِلا بِالانْتِقَامِ لَكَ</w:t>
      </w:r>
      <w:r w:rsidR="007D3118">
        <w:rPr>
          <w:rtl/>
        </w:rPr>
        <w:t xml:space="preserve">. </w:t>
      </w:r>
    </w:p>
    <w:p w:rsidR="00587D34" w:rsidRDefault="00587D34" w:rsidP="00587D34">
      <w:pPr>
        <w:pStyle w:val="libNormal"/>
        <w:rPr>
          <w:rtl/>
        </w:rPr>
      </w:pPr>
      <w:r>
        <w:rPr>
          <w:rtl/>
        </w:rPr>
        <w:t>(125</w:t>
      </w:r>
      <w:r w:rsidR="007D3118">
        <w:rPr>
          <w:rtl/>
        </w:rPr>
        <w:t xml:space="preserve">) </w:t>
      </w:r>
      <w:r>
        <w:rPr>
          <w:rtl/>
        </w:rPr>
        <w:t>وَ أَوْجِدْنِى بَرْدَ عَفْوِكَ</w:t>
      </w:r>
      <w:r w:rsidR="007D3118">
        <w:rPr>
          <w:rtl/>
        </w:rPr>
        <w:t xml:space="preserve">، </w:t>
      </w:r>
      <w:r>
        <w:rPr>
          <w:rtl/>
        </w:rPr>
        <w:t>وَ حَلاوَةَ رَحْمَتِكَ وَ رَوْحِكَ وَ رَيْحَانِكَ</w:t>
      </w:r>
      <w:r w:rsidR="007D3118">
        <w:rPr>
          <w:rtl/>
        </w:rPr>
        <w:t xml:space="preserve">، </w:t>
      </w:r>
      <w:r>
        <w:rPr>
          <w:rtl/>
        </w:rPr>
        <w:t>وَ جَنَّةِ نَعِيمِكَ</w:t>
      </w:r>
      <w:r w:rsidR="007D3118">
        <w:rPr>
          <w:rtl/>
        </w:rPr>
        <w:t xml:space="preserve">، </w:t>
      </w:r>
      <w:r>
        <w:rPr>
          <w:rtl/>
        </w:rPr>
        <w:t>وَ أَذِقْنِى طَعْمَ الْفَرَاغِ لِمَا تُحِبُّ بِسَعَةٍ مِنْ سَعَتِكَ</w:t>
      </w:r>
      <w:r w:rsidR="007D3118">
        <w:rPr>
          <w:rtl/>
        </w:rPr>
        <w:t xml:space="preserve">، </w:t>
      </w:r>
      <w:r>
        <w:rPr>
          <w:rtl/>
        </w:rPr>
        <w:t>وَ الاجْتِهَادِ فِيمَا يُزْلِفُ لَدَيْكَ وَ عِنْدَكَ</w:t>
      </w:r>
      <w:r w:rsidR="007D3118">
        <w:rPr>
          <w:rtl/>
        </w:rPr>
        <w:t xml:space="preserve">، </w:t>
      </w:r>
      <w:r>
        <w:rPr>
          <w:rtl/>
        </w:rPr>
        <w:t>وَ أَتْحِفْنِى بِتُحْفَةٍ مِنْ تُحَفَاتِكَ</w:t>
      </w:r>
      <w:r w:rsidR="007D3118">
        <w:rPr>
          <w:rtl/>
        </w:rPr>
        <w:t xml:space="preserve">. </w:t>
      </w:r>
    </w:p>
    <w:p w:rsidR="00587D34" w:rsidRDefault="00587D34" w:rsidP="00587D34">
      <w:pPr>
        <w:pStyle w:val="libNormal"/>
        <w:rPr>
          <w:rtl/>
        </w:rPr>
      </w:pPr>
      <w:r>
        <w:rPr>
          <w:rtl/>
        </w:rPr>
        <w:t>(126</w:t>
      </w:r>
      <w:r w:rsidR="007D3118">
        <w:rPr>
          <w:rtl/>
        </w:rPr>
        <w:t xml:space="preserve">) </w:t>
      </w:r>
      <w:r>
        <w:rPr>
          <w:rtl/>
        </w:rPr>
        <w:t>وَ اجْعَلْ تِجَارَتِى رَابِحَةً</w:t>
      </w:r>
      <w:r w:rsidR="007D3118">
        <w:rPr>
          <w:rtl/>
        </w:rPr>
        <w:t xml:space="preserve">، </w:t>
      </w:r>
      <w:r>
        <w:rPr>
          <w:rtl/>
        </w:rPr>
        <w:t>وَ كَرَّتِى غَيْرَ خَاسِرَةٍ</w:t>
      </w:r>
      <w:r w:rsidR="007D3118">
        <w:rPr>
          <w:rtl/>
        </w:rPr>
        <w:t xml:space="preserve">، </w:t>
      </w:r>
      <w:r>
        <w:rPr>
          <w:rtl/>
        </w:rPr>
        <w:t>وَ أَخِفْنِى مَقَامَكَ</w:t>
      </w:r>
      <w:r w:rsidR="007D3118">
        <w:rPr>
          <w:rtl/>
        </w:rPr>
        <w:t xml:space="preserve">، </w:t>
      </w:r>
      <w:r>
        <w:rPr>
          <w:rtl/>
        </w:rPr>
        <w:t>وَ شَوِّقْنِى لِقَاءَكَ</w:t>
      </w:r>
      <w:r w:rsidR="007D3118">
        <w:rPr>
          <w:rtl/>
        </w:rPr>
        <w:t xml:space="preserve">، </w:t>
      </w:r>
      <w:r>
        <w:rPr>
          <w:rtl/>
        </w:rPr>
        <w:t>وَ تُبْ عَلَيَّ تَوْبَةً نَصُوحا لا تُبْقِ مَعَهَا ذُنُوبا صَغِيرَةً وَ لا كَبِيرَةً</w:t>
      </w:r>
      <w:r w:rsidR="007D3118">
        <w:rPr>
          <w:rtl/>
        </w:rPr>
        <w:t xml:space="preserve">، </w:t>
      </w:r>
      <w:r>
        <w:rPr>
          <w:rtl/>
        </w:rPr>
        <w:t>وَ لا تَذَرْ مَعَهَا عَلانِيَةً وَ لا سَرِيرَةً</w:t>
      </w:r>
      <w:r w:rsidR="007D3118">
        <w:rPr>
          <w:rtl/>
        </w:rPr>
        <w:t xml:space="preserve">. </w:t>
      </w:r>
    </w:p>
    <w:p w:rsidR="00587D34" w:rsidRDefault="00587D34" w:rsidP="00587D34">
      <w:pPr>
        <w:pStyle w:val="libNormal"/>
        <w:rPr>
          <w:rtl/>
        </w:rPr>
      </w:pPr>
      <w:r>
        <w:rPr>
          <w:rtl/>
        </w:rPr>
        <w:t>(127</w:t>
      </w:r>
      <w:r w:rsidR="007D3118">
        <w:rPr>
          <w:rtl/>
        </w:rPr>
        <w:t xml:space="preserve">) </w:t>
      </w:r>
      <w:r>
        <w:rPr>
          <w:rtl/>
        </w:rPr>
        <w:t>وَ انْزِعِ الْغِلَّ مِنْ صَدْرِى لِلْمُؤْمِنِينَ</w:t>
      </w:r>
      <w:r w:rsidR="007D3118">
        <w:rPr>
          <w:rtl/>
        </w:rPr>
        <w:t xml:space="preserve">، </w:t>
      </w:r>
      <w:r>
        <w:rPr>
          <w:rtl/>
        </w:rPr>
        <w:t>وَ اعْطِفْ بِقَلْبِى عَلَى الْخَاشِعِينَ</w:t>
      </w:r>
      <w:r w:rsidR="007D3118">
        <w:rPr>
          <w:rtl/>
        </w:rPr>
        <w:t xml:space="preserve">، </w:t>
      </w:r>
      <w:r>
        <w:rPr>
          <w:rtl/>
        </w:rPr>
        <w:t>وَ كُنْ لِى كَمَا تَكُونُ لِلصَّالِحِينَ</w:t>
      </w:r>
      <w:r w:rsidR="007D3118">
        <w:rPr>
          <w:rtl/>
        </w:rPr>
        <w:t xml:space="preserve">، </w:t>
      </w:r>
      <w:r>
        <w:rPr>
          <w:rtl/>
        </w:rPr>
        <w:t>وَ حَلِّنِى حِلْيَةَ الْمُتَّقِينَ</w:t>
      </w:r>
      <w:r w:rsidR="007D3118">
        <w:rPr>
          <w:rtl/>
        </w:rPr>
        <w:t xml:space="preserve">، </w:t>
      </w:r>
    </w:p>
    <w:p w:rsidR="00587D34" w:rsidRDefault="00587D34" w:rsidP="00587D34">
      <w:pPr>
        <w:pStyle w:val="libNormal"/>
        <w:rPr>
          <w:rtl/>
        </w:rPr>
      </w:pPr>
      <w:r>
        <w:rPr>
          <w:rtl/>
        </w:rPr>
        <w:t>وَ اجْعَلْ لِى لِسَانَ صِدْقٍ فِى الْغَابِرِينَ</w:t>
      </w:r>
      <w:r w:rsidR="007D3118">
        <w:rPr>
          <w:rtl/>
        </w:rPr>
        <w:t xml:space="preserve">، </w:t>
      </w:r>
      <w:r>
        <w:rPr>
          <w:rtl/>
        </w:rPr>
        <w:t>وَ ذِكْرا نَامِيا فِى الاْخِرِينَ</w:t>
      </w:r>
      <w:r w:rsidR="007D3118">
        <w:rPr>
          <w:rtl/>
        </w:rPr>
        <w:t xml:space="preserve">، </w:t>
      </w:r>
      <w:r>
        <w:rPr>
          <w:rtl/>
        </w:rPr>
        <w:t>وَ وَافِ بِى عَرْصَةَ الْأَوَّلِينَ</w:t>
      </w:r>
      <w:r w:rsidR="007D3118">
        <w:rPr>
          <w:rtl/>
        </w:rPr>
        <w:t xml:space="preserve">. </w:t>
      </w:r>
    </w:p>
    <w:p w:rsidR="00587D34" w:rsidRDefault="00587D34" w:rsidP="00587D34">
      <w:pPr>
        <w:pStyle w:val="libNormal"/>
        <w:rPr>
          <w:rtl/>
        </w:rPr>
      </w:pPr>
      <w:r>
        <w:rPr>
          <w:rtl/>
        </w:rPr>
        <w:t>(128</w:t>
      </w:r>
      <w:r w:rsidR="007D3118">
        <w:rPr>
          <w:rtl/>
        </w:rPr>
        <w:t xml:space="preserve">) </w:t>
      </w:r>
      <w:r>
        <w:rPr>
          <w:rtl/>
        </w:rPr>
        <w:t>وَ تَمِّمْ سُبُوغَ نِعْمَتِكَ</w:t>
      </w:r>
      <w:r w:rsidR="007D3118">
        <w:rPr>
          <w:rtl/>
        </w:rPr>
        <w:t xml:space="preserve">، </w:t>
      </w:r>
      <w:r>
        <w:rPr>
          <w:rtl/>
        </w:rPr>
        <w:t>عَلَيَّ</w:t>
      </w:r>
      <w:r w:rsidR="007D3118">
        <w:rPr>
          <w:rtl/>
        </w:rPr>
        <w:t xml:space="preserve">، </w:t>
      </w:r>
      <w:r>
        <w:rPr>
          <w:rtl/>
        </w:rPr>
        <w:t>وَ ظَاهِرْ كَرَامَاتِهَا لَدَيَّ</w:t>
      </w:r>
      <w:r w:rsidR="007D3118">
        <w:rPr>
          <w:rtl/>
        </w:rPr>
        <w:t xml:space="preserve">، </w:t>
      </w:r>
      <w:r>
        <w:rPr>
          <w:rtl/>
        </w:rPr>
        <w:t>امْلَأْ مِنْ فَوَائِدِكَ يَدَيَّ</w:t>
      </w:r>
      <w:r w:rsidR="007D3118">
        <w:rPr>
          <w:rtl/>
        </w:rPr>
        <w:t xml:space="preserve">، </w:t>
      </w:r>
      <w:r>
        <w:rPr>
          <w:rtl/>
        </w:rPr>
        <w:t>وَ سُقْ كَرَائِمَ مَوَاهِبِكَ إِلَيَّ</w:t>
      </w:r>
      <w:r w:rsidR="007D3118">
        <w:rPr>
          <w:rtl/>
        </w:rPr>
        <w:t xml:space="preserve">، </w:t>
      </w:r>
      <w:r>
        <w:rPr>
          <w:rtl/>
        </w:rPr>
        <w:t>وَ جَاوِرْ بِىَ الْأَطْيَبِينَ مِنْ أَوْلِيَائِكَ فِى الْجِنَانِ الَّتِى زَيَّنْتَهَا لِأَصْفِيَائِكَ</w:t>
      </w:r>
      <w:r w:rsidR="007D3118">
        <w:rPr>
          <w:rtl/>
        </w:rPr>
        <w:t xml:space="preserve">، </w:t>
      </w:r>
      <w:r>
        <w:rPr>
          <w:rtl/>
        </w:rPr>
        <w:t>وَ جَلِّلْنِى شَرَائِفَ نِحَلِكَ فِى الْمَقَامَاتِ الْمُعَدَّةِ لِأَحِبَّائِكَ</w:t>
      </w:r>
      <w:r w:rsidR="007D3118">
        <w:rPr>
          <w:rtl/>
        </w:rPr>
        <w:t xml:space="preserve">. </w:t>
      </w:r>
    </w:p>
    <w:p w:rsidR="00587D34" w:rsidRDefault="00587D34" w:rsidP="00587D34">
      <w:pPr>
        <w:pStyle w:val="libNormal"/>
        <w:rPr>
          <w:rtl/>
        </w:rPr>
      </w:pPr>
      <w:r>
        <w:rPr>
          <w:rtl/>
        </w:rPr>
        <w:t>(129</w:t>
      </w:r>
      <w:r w:rsidR="007D3118">
        <w:rPr>
          <w:rtl/>
        </w:rPr>
        <w:t xml:space="preserve">) </w:t>
      </w:r>
      <w:r>
        <w:rPr>
          <w:rtl/>
        </w:rPr>
        <w:t>وَ اجْعَلْ لِى عِنْدَكَ مَقِيلا آوِى إِلَيْهِ مُطْمَئِنّا</w:t>
      </w:r>
      <w:r w:rsidR="007D3118">
        <w:rPr>
          <w:rtl/>
        </w:rPr>
        <w:t xml:space="preserve">، </w:t>
      </w:r>
      <w:r>
        <w:rPr>
          <w:rtl/>
        </w:rPr>
        <w:t>وَ مَثَابَةً أَتَبَوَّؤُهَا</w:t>
      </w:r>
      <w:r w:rsidR="007D3118">
        <w:rPr>
          <w:rtl/>
        </w:rPr>
        <w:t xml:space="preserve">، </w:t>
      </w:r>
      <w:r>
        <w:rPr>
          <w:rtl/>
        </w:rPr>
        <w:t>وَ أَقَرُّ عَيْنا</w:t>
      </w:r>
      <w:r w:rsidR="007D3118">
        <w:rPr>
          <w:rtl/>
        </w:rPr>
        <w:t xml:space="preserve">، </w:t>
      </w:r>
      <w:r>
        <w:rPr>
          <w:rtl/>
        </w:rPr>
        <w:t>وَ لا تُقَايِسْنِى بِعَظِيمَاتِ الْجَرَائِرِ</w:t>
      </w:r>
      <w:r w:rsidR="007D3118">
        <w:rPr>
          <w:rtl/>
        </w:rPr>
        <w:t xml:space="preserve">، </w:t>
      </w:r>
      <w:r>
        <w:rPr>
          <w:rtl/>
        </w:rPr>
        <w:t>وَ لا تُهْلِكْنِى يَوْمَ تُبْلَى السَّرَائِرُ</w:t>
      </w:r>
      <w:r w:rsidR="007D3118">
        <w:rPr>
          <w:rtl/>
        </w:rPr>
        <w:t xml:space="preserve">، </w:t>
      </w:r>
      <w:r>
        <w:rPr>
          <w:rtl/>
        </w:rPr>
        <w:t>وَ أَزِلْ عَنِّى كُلَّ شَكٍّ وَ شُبْهَةٍ</w:t>
      </w:r>
      <w:r w:rsidR="007D3118">
        <w:rPr>
          <w:rtl/>
        </w:rPr>
        <w:t xml:space="preserve">، </w:t>
      </w:r>
      <w:r>
        <w:rPr>
          <w:rtl/>
        </w:rPr>
        <w:t>وَ اجْعَلْ لِى فِى الْحَقِّ طَرِيقا مِنْ كُلِّ رَحْمَةٍ</w:t>
      </w:r>
      <w:r w:rsidR="007D3118">
        <w:rPr>
          <w:rtl/>
        </w:rPr>
        <w:t xml:space="preserve">، </w:t>
      </w:r>
      <w:r>
        <w:rPr>
          <w:rtl/>
        </w:rPr>
        <w:t>وَ أَجْزِلْ لِى قِسَمَ الْمَوَاهِبِ مِنْ نَوَالِكَ</w:t>
      </w:r>
      <w:r w:rsidR="007D3118">
        <w:rPr>
          <w:rtl/>
        </w:rPr>
        <w:t xml:space="preserve">، </w:t>
      </w:r>
      <w:r>
        <w:rPr>
          <w:rtl/>
        </w:rPr>
        <w:t>وَ وَفِّرْ عَلَيَّ حُظُوظَ الْإِحْسَانِ مِنْ إِفْضَالِكَ</w:t>
      </w:r>
      <w:r w:rsidR="007D3118">
        <w:rPr>
          <w:rtl/>
        </w:rPr>
        <w:t xml:space="preserve">. </w:t>
      </w:r>
    </w:p>
    <w:p w:rsidR="00587D34" w:rsidRDefault="00587D34" w:rsidP="00587D34">
      <w:pPr>
        <w:pStyle w:val="libNormal"/>
        <w:rPr>
          <w:rtl/>
        </w:rPr>
      </w:pPr>
      <w:r>
        <w:rPr>
          <w:rtl/>
        </w:rPr>
        <w:lastRenderedPageBreak/>
        <w:t>(130</w:t>
      </w:r>
      <w:r w:rsidR="007D3118">
        <w:rPr>
          <w:rtl/>
        </w:rPr>
        <w:t xml:space="preserve">) </w:t>
      </w:r>
      <w:r>
        <w:rPr>
          <w:rtl/>
        </w:rPr>
        <w:t>وَ اجْعَلْ قَلْبِى وَاثِقا بِمَا عِنْدَكَ</w:t>
      </w:r>
      <w:r w:rsidR="007D3118">
        <w:rPr>
          <w:rtl/>
        </w:rPr>
        <w:t xml:space="preserve">، </w:t>
      </w:r>
      <w:r>
        <w:rPr>
          <w:rtl/>
        </w:rPr>
        <w:t>وَ هَمِّى مُسْتَفْرَغا لِمَا هُوَ لَكَ</w:t>
      </w:r>
      <w:r w:rsidR="007D3118">
        <w:rPr>
          <w:rtl/>
        </w:rPr>
        <w:t xml:space="preserve">، </w:t>
      </w:r>
      <w:r>
        <w:rPr>
          <w:rtl/>
        </w:rPr>
        <w:t>وَ اسْتَعْمِلْنِى بِمَا تَسْتَعْمِلُ بِهِ خَالِصَتَكَ</w:t>
      </w:r>
      <w:r w:rsidR="007D3118">
        <w:rPr>
          <w:rtl/>
        </w:rPr>
        <w:t xml:space="preserve">، </w:t>
      </w:r>
      <w:r>
        <w:rPr>
          <w:rtl/>
        </w:rPr>
        <w:t>وَ أَشْرِبْ قَلْبِى عِنْدَ ذُهُولِ الْعُقُولِ طَاعَتَكَ</w:t>
      </w:r>
      <w:r w:rsidR="007D3118">
        <w:rPr>
          <w:rtl/>
        </w:rPr>
        <w:t xml:space="preserve">، </w:t>
      </w:r>
      <w:r>
        <w:rPr>
          <w:rtl/>
        </w:rPr>
        <w:t>وَ اجْمَعْ لِىَ الْغِنَى وَ الْعَفَافَ وَ الدَّعَةَ وَ الْمُعَافَاةَ وَ الصِّحَّةَ وَ السَّعَةَ وَ الطُّمَأْنِينَةَ وَ الْعَافِيَةَ</w:t>
      </w:r>
      <w:r w:rsidR="007D3118">
        <w:rPr>
          <w:rtl/>
        </w:rPr>
        <w:t xml:space="preserve">. </w:t>
      </w:r>
    </w:p>
    <w:p w:rsidR="00587D34" w:rsidRDefault="00587D34" w:rsidP="00587D34">
      <w:pPr>
        <w:pStyle w:val="libNormal"/>
        <w:rPr>
          <w:rtl/>
        </w:rPr>
      </w:pPr>
      <w:r>
        <w:rPr>
          <w:rtl/>
        </w:rPr>
        <w:t>(131</w:t>
      </w:r>
      <w:r w:rsidR="007D3118">
        <w:rPr>
          <w:rtl/>
        </w:rPr>
        <w:t xml:space="preserve">) </w:t>
      </w:r>
      <w:r>
        <w:rPr>
          <w:rtl/>
        </w:rPr>
        <w:t>وَ لا تُحْبِطْ حَسَنَاتِى بِمَا يَشُوبُهَا مِنْ مَعْصِيَتِكَ</w:t>
      </w:r>
      <w:r w:rsidR="007D3118">
        <w:rPr>
          <w:rtl/>
        </w:rPr>
        <w:t xml:space="preserve">، </w:t>
      </w:r>
      <w:r>
        <w:rPr>
          <w:rtl/>
        </w:rPr>
        <w:t>وَ لا خَلَوَاتِى بِمَا يَعْرِضُ لِى مِنْ نَزَغَاتِ فِتْنَتِكَ</w:t>
      </w:r>
      <w:r w:rsidR="007D3118">
        <w:rPr>
          <w:rtl/>
        </w:rPr>
        <w:t xml:space="preserve">، </w:t>
      </w:r>
      <w:r>
        <w:rPr>
          <w:rtl/>
        </w:rPr>
        <w:t>وَ صُنْ وَجْهِى عَنِ الطَّلَبِ إِلَى أَحَدٍ مِنَ الْعَالَمِينَ</w:t>
      </w:r>
      <w:r w:rsidR="007D3118">
        <w:rPr>
          <w:rtl/>
        </w:rPr>
        <w:t xml:space="preserve">، </w:t>
      </w:r>
      <w:r>
        <w:rPr>
          <w:rtl/>
        </w:rPr>
        <w:t>وَ ذُبِّنِى عَنِ الْتِمَاسِ مَا عِنْدَ الْفَاسِقِينَ</w:t>
      </w:r>
      <w:r w:rsidR="007D3118">
        <w:rPr>
          <w:rtl/>
        </w:rPr>
        <w:t xml:space="preserve">. </w:t>
      </w:r>
    </w:p>
    <w:p w:rsidR="00587D34" w:rsidRDefault="00587D34" w:rsidP="00587D34">
      <w:pPr>
        <w:pStyle w:val="libNormal"/>
        <w:rPr>
          <w:rtl/>
        </w:rPr>
      </w:pPr>
      <w:r>
        <w:rPr>
          <w:rtl/>
        </w:rPr>
        <w:t>(132</w:t>
      </w:r>
      <w:r w:rsidR="007D3118">
        <w:rPr>
          <w:rtl/>
        </w:rPr>
        <w:t xml:space="preserve">) </w:t>
      </w:r>
      <w:r>
        <w:rPr>
          <w:rtl/>
        </w:rPr>
        <w:t>وَ لا تَجْعَلْنِى لِلظَّالِمِينَ ظَهِيرا</w:t>
      </w:r>
      <w:r w:rsidR="007D3118">
        <w:rPr>
          <w:rtl/>
        </w:rPr>
        <w:t xml:space="preserve">، </w:t>
      </w:r>
      <w:r>
        <w:rPr>
          <w:rtl/>
        </w:rPr>
        <w:t>وَ لا لَهُمْ عَلَى مَحْوِ كِتَابِكَ يَدا وَ نَصِيرا</w:t>
      </w:r>
      <w:r w:rsidR="007D3118">
        <w:rPr>
          <w:rtl/>
        </w:rPr>
        <w:t xml:space="preserve">، </w:t>
      </w:r>
      <w:r>
        <w:rPr>
          <w:rtl/>
        </w:rPr>
        <w:t>وَ حُطْنِى مِنْ حَيْثُ لا أَعْلَمُ حِيَاطَةً تَقِينِى بِهَا</w:t>
      </w:r>
      <w:r w:rsidR="007D3118">
        <w:rPr>
          <w:rtl/>
        </w:rPr>
        <w:t xml:space="preserve">، </w:t>
      </w:r>
      <w:r>
        <w:rPr>
          <w:rtl/>
        </w:rPr>
        <w:t>وَ افْتَحْ لِى أَبْوَابَ تَوْبَتِكَ وَ رَحْمَتِكَ وَ رَأْفَتِكَ وَ رِزْقِكَ الْوَاسِعِ</w:t>
      </w:r>
      <w:r w:rsidR="007D3118">
        <w:rPr>
          <w:rtl/>
        </w:rPr>
        <w:t xml:space="preserve">، </w:t>
      </w:r>
      <w:r>
        <w:rPr>
          <w:rtl/>
        </w:rPr>
        <w:t>إِنِّى إِلَيْكَ مِنَ الرَّاغِبِينَ</w:t>
      </w:r>
      <w:r w:rsidR="007D3118">
        <w:rPr>
          <w:rtl/>
        </w:rPr>
        <w:t xml:space="preserve">، </w:t>
      </w:r>
      <w:r>
        <w:rPr>
          <w:rtl/>
        </w:rPr>
        <w:t>وَ أَتْمِمْ لِى إِنْعَامَكَ</w:t>
      </w:r>
      <w:r w:rsidR="007D3118">
        <w:rPr>
          <w:rtl/>
        </w:rPr>
        <w:t xml:space="preserve">، </w:t>
      </w:r>
      <w:r>
        <w:rPr>
          <w:rtl/>
        </w:rPr>
        <w:t>إِنَّكَ خَيْرُ الْمُنْعِمِينَ</w:t>
      </w:r>
    </w:p>
    <w:p w:rsidR="00587D34" w:rsidRDefault="00587D34" w:rsidP="00587D34">
      <w:pPr>
        <w:pStyle w:val="libNormal"/>
        <w:rPr>
          <w:rtl/>
        </w:rPr>
      </w:pPr>
      <w:r>
        <w:rPr>
          <w:rtl/>
        </w:rPr>
        <w:t>(133</w:t>
      </w:r>
      <w:r w:rsidR="007D3118">
        <w:rPr>
          <w:rtl/>
        </w:rPr>
        <w:t xml:space="preserve">) </w:t>
      </w:r>
      <w:r>
        <w:rPr>
          <w:rtl/>
        </w:rPr>
        <w:t>وَ اجْعَلْ بَاقِىَ عُمُرِى فِى الْحَجِّ وَ الْعُمْرَةِ ابْتِغَاءَ وَجْهِكَ</w:t>
      </w:r>
      <w:r w:rsidR="007D3118">
        <w:rPr>
          <w:rtl/>
        </w:rPr>
        <w:t xml:space="preserve">، </w:t>
      </w:r>
      <w:r>
        <w:rPr>
          <w:rtl/>
        </w:rPr>
        <w:t>يَا رَبَّ الْعَالَمِينَ</w:t>
      </w:r>
      <w:r w:rsidR="007D3118">
        <w:rPr>
          <w:rtl/>
        </w:rPr>
        <w:t xml:space="preserve">، </w:t>
      </w:r>
      <w:r>
        <w:rPr>
          <w:rtl/>
        </w:rPr>
        <w:t>وَ صَلَّى اللَّهُ عَلَى مُحَمَّدٍ وَ آلِهِ الطَّيِّبِينَ الطَّاهِرِينَ</w:t>
      </w:r>
      <w:r w:rsidR="007D3118">
        <w:rPr>
          <w:rtl/>
        </w:rPr>
        <w:t xml:space="preserve">، </w:t>
      </w:r>
      <w:r>
        <w:rPr>
          <w:rtl/>
        </w:rPr>
        <w:t>وَ السَّلامُ عَلَيْهِ وَ عَلَيْهِمْ أَبَدَ الاْبِدِينَ</w:t>
      </w:r>
      <w:r w:rsidR="007D3118">
        <w:rPr>
          <w:rtl/>
        </w:rPr>
        <w:t xml:space="preserve">. </w:t>
      </w:r>
    </w:p>
    <w:p w:rsidR="00587D34" w:rsidRDefault="00AA3CBA" w:rsidP="004C63D0">
      <w:pPr>
        <w:pStyle w:val="Heading2"/>
        <w:rPr>
          <w:rtl/>
        </w:rPr>
      </w:pPr>
      <w:bookmarkStart w:id="99" w:name="_Toc394915228"/>
      <w:r>
        <w:rPr>
          <w:rtl/>
        </w:rPr>
        <w:t xml:space="preserve">ترجمه دعاى چهل و هفتم: دعاى آن حضرت </w:t>
      </w:r>
      <w:r w:rsidR="000C598D" w:rsidRPr="000C598D">
        <w:rPr>
          <w:rStyle w:val="libAlaemChar"/>
          <w:rtl/>
        </w:rPr>
        <w:t>عليه‌السلام</w:t>
      </w:r>
      <w:r>
        <w:rPr>
          <w:rtl/>
        </w:rPr>
        <w:t xml:space="preserve"> در روز عرفه </w:t>
      </w:r>
      <w:r w:rsidRPr="00AA3CBA">
        <w:rPr>
          <w:rStyle w:val="libFootnotenumChar"/>
          <w:rtl/>
        </w:rPr>
        <w:t>(119)</w:t>
      </w:r>
      <w:bookmarkEnd w:id="99"/>
    </w:p>
    <w:p w:rsidR="00587D34" w:rsidRDefault="00587D34" w:rsidP="00587D34">
      <w:pPr>
        <w:pStyle w:val="libNormal"/>
        <w:rPr>
          <w:rtl/>
        </w:rPr>
      </w:pPr>
      <w:r>
        <w:rPr>
          <w:rtl/>
        </w:rPr>
        <w:t>1</w:t>
      </w:r>
      <w:r w:rsidR="007D3118">
        <w:rPr>
          <w:rtl/>
        </w:rPr>
        <w:t xml:space="preserve">. </w:t>
      </w:r>
      <w:r>
        <w:rPr>
          <w:rtl/>
        </w:rPr>
        <w:t>سپاس خداوند را كه پروردگار جهانيان است</w:t>
      </w:r>
      <w:r w:rsidR="007D3118">
        <w:rPr>
          <w:rtl/>
        </w:rPr>
        <w:t xml:space="preserve">. </w:t>
      </w:r>
    </w:p>
    <w:p w:rsidR="00587D34" w:rsidRDefault="00587D34" w:rsidP="00587D34">
      <w:pPr>
        <w:pStyle w:val="libNormal"/>
        <w:rPr>
          <w:rtl/>
        </w:rPr>
      </w:pPr>
      <w:r>
        <w:rPr>
          <w:rtl/>
        </w:rPr>
        <w:t>2</w:t>
      </w:r>
      <w:r w:rsidR="007D3118">
        <w:rPr>
          <w:rtl/>
        </w:rPr>
        <w:t xml:space="preserve">. </w:t>
      </w:r>
      <w:r>
        <w:rPr>
          <w:rtl/>
        </w:rPr>
        <w:t>خداوندا! سپاس تو را! اى آفريننده آسمانها و زمين و اى صاحب بزرگى و كرم</w:t>
      </w:r>
      <w:r w:rsidR="007D3118">
        <w:rPr>
          <w:rtl/>
        </w:rPr>
        <w:t xml:space="preserve">. </w:t>
      </w:r>
      <w:r>
        <w:rPr>
          <w:rtl/>
        </w:rPr>
        <w:t>پرورنده پرورندگان</w:t>
      </w:r>
      <w:r w:rsidR="007D3118">
        <w:rPr>
          <w:rtl/>
        </w:rPr>
        <w:t xml:space="preserve">، </w:t>
      </w:r>
      <w:r>
        <w:rPr>
          <w:rtl/>
        </w:rPr>
        <w:t>معبود هر پرستنده</w:t>
      </w:r>
      <w:r w:rsidR="007D3118">
        <w:rPr>
          <w:rtl/>
        </w:rPr>
        <w:t xml:space="preserve">، </w:t>
      </w:r>
      <w:r w:rsidRPr="00AA3CBA">
        <w:rPr>
          <w:rStyle w:val="libFootnotenumChar"/>
          <w:rtl/>
        </w:rPr>
        <w:t>(120</w:t>
      </w:r>
      <w:r w:rsidR="007D3118" w:rsidRPr="00AA3CBA">
        <w:rPr>
          <w:rStyle w:val="libFootnotenumChar"/>
          <w:rtl/>
        </w:rPr>
        <w:t>)</w:t>
      </w:r>
      <w:r>
        <w:rPr>
          <w:rtl/>
        </w:rPr>
        <w:t xml:space="preserve"> آفريننده هر آفريده</w:t>
      </w:r>
      <w:r w:rsidR="007D3118">
        <w:rPr>
          <w:rtl/>
        </w:rPr>
        <w:t xml:space="preserve">، </w:t>
      </w:r>
      <w:r>
        <w:rPr>
          <w:rtl/>
        </w:rPr>
        <w:t>وارث هر چيز</w:t>
      </w:r>
      <w:r w:rsidR="007D3118">
        <w:rPr>
          <w:rtl/>
        </w:rPr>
        <w:t xml:space="preserve">، </w:t>
      </w:r>
      <w:r>
        <w:rPr>
          <w:rtl/>
        </w:rPr>
        <w:t>چيزى مانند تو نيست</w:t>
      </w:r>
      <w:r w:rsidR="007D3118">
        <w:rPr>
          <w:rtl/>
        </w:rPr>
        <w:t xml:space="preserve">، </w:t>
      </w:r>
      <w:r>
        <w:rPr>
          <w:rtl/>
        </w:rPr>
        <w:t>و هيچ از دانش تو پوشيده نه</w:t>
      </w:r>
      <w:r w:rsidR="007D3118">
        <w:rPr>
          <w:rtl/>
        </w:rPr>
        <w:t xml:space="preserve">، </w:t>
      </w:r>
      <w:r>
        <w:rPr>
          <w:rtl/>
        </w:rPr>
        <w:t>و احاطه تو همه را فرا گرفته و بر هر چيز نگهبانى</w:t>
      </w:r>
      <w:r w:rsidR="007D3118">
        <w:rPr>
          <w:rtl/>
        </w:rPr>
        <w:t xml:space="preserve">. </w:t>
      </w:r>
      <w:r w:rsidRPr="00AA3CBA">
        <w:rPr>
          <w:rStyle w:val="libFootnotenumChar"/>
          <w:rtl/>
        </w:rPr>
        <w:t>(121</w:t>
      </w:r>
      <w:r w:rsidR="007D3118" w:rsidRPr="00AA3CBA">
        <w:rPr>
          <w:rStyle w:val="libFootnotenumChar"/>
          <w:rtl/>
        </w:rPr>
        <w:t>)</w:t>
      </w:r>
    </w:p>
    <w:p w:rsidR="00587D34" w:rsidRDefault="00587D34" w:rsidP="00587D34">
      <w:pPr>
        <w:pStyle w:val="libNormal"/>
        <w:rPr>
          <w:rtl/>
        </w:rPr>
      </w:pPr>
      <w:r>
        <w:rPr>
          <w:rtl/>
        </w:rPr>
        <w:t>3</w:t>
      </w:r>
      <w:r w:rsidR="007D3118">
        <w:rPr>
          <w:rtl/>
        </w:rPr>
        <w:t xml:space="preserve">. </w:t>
      </w:r>
      <w:r>
        <w:rPr>
          <w:rtl/>
        </w:rPr>
        <w:t>تويى خدايى كه معبودى غير تو نيست</w:t>
      </w:r>
      <w:r w:rsidR="007D3118">
        <w:rPr>
          <w:rtl/>
        </w:rPr>
        <w:t xml:space="preserve">، </w:t>
      </w:r>
      <w:r>
        <w:rPr>
          <w:rtl/>
        </w:rPr>
        <w:t>يكى و يگانه و يكتا و بى همتا</w:t>
      </w:r>
      <w:r w:rsidR="007D3118">
        <w:rPr>
          <w:rtl/>
        </w:rPr>
        <w:t xml:space="preserve">. </w:t>
      </w:r>
    </w:p>
    <w:p w:rsidR="00587D34" w:rsidRDefault="00587D34" w:rsidP="00587D34">
      <w:pPr>
        <w:pStyle w:val="libNormal"/>
        <w:rPr>
          <w:rtl/>
        </w:rPr>
      </w:pPr>
      <w:r>
        <w:rPr>
          <w:rtl/>
        </w:rPr>
        <w:lastRenderedPageBreak/>
        <w:t>4</w:t>
      </w:r>
      <w:r w:rsidR="007D3118">
        <w:rPr>
          <w:rtl/>
        </w:rPr>
        <w:t xml:space="preserve">. </w:t>
      </w:r>
      <w:r>
        <w:rPr>
          <w:rtl/>
        </w:rPr>
        <w:t>تويى خدايى كه معبودى غير تو نيست</w:t>
      </w:r>
      <w:r w:rsidR="007D3118">
        <w:rPr>
          <w:rtl/>
        </w:rPr>
        <w:t xml:space="preserve">، </w:t>
      </w:r>
      <w:r>
        <w:rPr>
          <w:rtl/>
        </w:rPr>
        <w:t>كريمى و كرمت را غايت نيست</w:t>
      </w:r>
      <w:r w:rsidR="007D3118">
        <w:rPr>
          <w:rtl/>
        </w:rPr>
        <w:t xml:space="preserve">، </w:t>
      </w:r>
      <w:r>
        <w:rPr>
          <w:rtl/>
        </w:rPr>
        <w:t>عظيمى و عظمتت را نهايت نه</w:t>
      </w:r>
      <w:r w:rsidR="007D3118">
        <w:rPr>
          <w:rtl/>
        </w:rPr>
        <w:t xml:space="preserve">، </w:t>
      </w:r>
      <w:r>
        <w:rPr>
          <w:rtl/>
        </w:rPr>
        <w:t>فرّ و شكوه كبرياى تو بى منتهاست</w:t>
      </w:r>
      <w:r w:rsidR="007D3118">
        <w:rPr>
          <w:rtl/>
        </w:rPr>
        <w:t xml:space="preserve">. </w:t>
      </w:r>
    </w:p>
    <w:p w:rsidR="00587D34" w:rsidRDefault="00587D34" w:rsidP="00587D34">
      <w:pPr>
        <w:pStyle w:val="libNormal"/>
        <w:rPr>
          <w:rtl/>
        </w:rPr>
      </w:pPr>
      <w:r>
        <w:rPr>
          <w:rtl/>
        </w:rPr>
        <w:t>5</w:t>
      </w:r>
      <w:r w:rsidR="007D3118">
        <w:rPr>
          <w:rtl/>
        </w:rPr>
        <w:t xml:space="preserve">. </w:t>
      </w:r>
      <w:r>
        <w:rPr>
          <w:rtl/>
        </w:rPr>
        <w:t>خداوند تويى و معبودى غير تو نيست</w:t>
      </w:r>
      <w:r w:rsidR="007D3118">
        <w:rPr>
          <w:rtl/>
        </w:rPr>
        <w:t xml:space="preserve">، </w:t>
      </w:r>
      <w:r>
        <w:rPr>
          <w:rtl/>
        </w:rPr>
        <w:t>بلند مرتبه و برترى از هر چيز و به غايت توانا</w:t>
      </w:r>
      <w:r w:rsidR="007D3118">
        <w:rPr>
          <w:rtl/>
        </w:rPr>
        <w:t xml:space="preserve">. </w:t>
      </w:r>
    </w:p>
    <w:p w:rsidR="00587D34" w:rsidRDefault="00587D34" w:rsidP="00587D34">
      <w:pPr>
        <w:pStyle w:val="libNormal"/>
        <w:rPr>
          <w:rtl/>
        </w:rPr>
      </w:pPr>
      <w:r>
        <w:rPr>
          <w:rtl/>
        </w:rPr>
        <w:t>6</w:t>
      </w:r>
      <w:r w:rsidR="007D3118">
        <w:rPr>
          <w:rtl/>
        </w:rPr>
        <w:t xml:space="preserve">. </w:t>
      </w:r>
      <w:r>
        <w:rPr>
          <w:rtl/>
        </w:rPr>
        <w:t>تويى خداوند</w:t>
      </w:r>
      <w:r w:rsidR="007D3118">
        <w:rPr>
          <w:rtl/>
        </w:rPr>
        <w:t xml:space="preserve">، </w:t>
      </w:r>
      <w:r>
        <w:rPr>
          <w:rtl/>
        </w:rPr>
        <w:t>معبودى غير تو نيست</w:t>
      </w:r>
      <w:r w:rsidR="007D3118">
        <w:rPr>
          <w:rtl/>
        </w:rPr>
        <w:t xml:space="preserve">، </w:t>
      </w:r>
      <w:r>
        <w:rPr>
          <w:rtl/>
        </w:rPr>
        <w:t>بخشاينده مهربان</w:t>
      </w:r>
      <w:r w:rsidR="007D3118">
        <w:rPr>
          <w:rtl/>
        </w:rPr>
        <w:t xml:space="preserve">، </w:t>
      </w:r>
      <w:r>
        <w:rPr>
          <w:rtl/>
        </w:rPr>
        <w:t>دانا و حكيم</w:t>
      </w:r>
      <w:r w:rsidR="007D3118">
        <w:rPr>
          <w:rtl/>
        </w:rPr>
        <w:t xml:space="preserve">. </w:t>
      </w:r>
      <w:r w:rsidRPr="00AA3CBA">
        <w:rPr>
          <w:rStyle w:val="libFootnotenumChar"/>
          <w:rtl/>
        </w:rPr>
        <w:t>(122</w:t>
      </w:r>
      <w:r w:rsidR="007D3118" w:rsidRPr="00AA3CBA">
        <w:rPr>
          <w:rStyle w:val="libFootnotenumChar"/>
          <w:rtl/>
        </w:rPr>
        <w:t>)</w:t>
      </w:r>
    </w:p>
    <w:p w:rsidR="00587D34" w:rsidRDefault="00587D34" w:rsidP="00587D34">
      <w:pPr>
        <w:pStyle w:val="libNormal"/>
        <w:rPr>
          <w:rtl/>
        </w:rPr>
      </w:pPr>
      <w:r>
        <w:rPr>
          <w:rtl/>
        </w:rPr>
        <w:t>7</w:t>
      </w:r>
      <w:r w:rsidR="007D3118">
        <w:rPr>
          <w:rtl/>
        </w:rPr>
        <w:t xml:space="preserve">. </w:t>
      </w:r>
      <w:r>
        <w:rPr>
          <w:rtl/>
        </w:rPr>
        <w:t>تويى خداوند</w:t>
      </w:r>
      <w:r w:rsidR="007D3118">
        <w:rPr>
          <w:rtl/>
        </w:rPr>
        <w:t xml:space="preserve">، </w:t>
      </w:r>
      <w:r>
        <w:rPr>
          <w:rtl/>
        </w:rPr>
        <w:t>معبودى غير تو نيست</w:t>
      </w:r>
      <w:r w:rsidR="007D3118">
        <w:rPr>
          <w:rtl/>
        </w:rPr>
        <w:t xml:space="preserve">، </w:t>
      </w:r>
      <w:r>
        <w:rPr>
          <w:rtl/>
        </w:rPr>
        <w:t>شنوا و بينايى هميشه بودى و بر همه چيز آگاهى</w:t>
      </w:r>
      <w:r w:rsidR="007D3118">
        <w:rPr>
          <w:rtl/>
        </w:rPr>
        <w:t xml:space="preserve">. </w:t>
      </w:r>
    </w:p>
    <w:p w:rsidR="00587D34" w:rsidRDefault="00587D34" w:rsidP="00587D34">
      <w:pPr>
        <w:pStyle w:val="libNormal"/>
        <w:rPr>
          <w:rtl/>
        </w:rPr>
      </w:pPr>
      <w:r>
        <w:rPr>
          <w:rtl/>
        </w:rPr>
        <w:t>8</w:t>
      </w:r>
      <w:r w:rsidR="007D3118">
        <w:rPr>
          <w:rtl/>
        </w:rPr>
        <w:t xml:space="preserve">. </w:t>
      </w:r>
      <w:r>
        <w:rPr>
          <w:rtl/>
        </w:rPr>
        <w:t>تويى خداوند</w:t>
      </w:r>
      <w:r w:rsidR="007D3118">
        <w:rPr>
          <w:rtl/>
        </w:rPr>
        <w:t xml:space="preserve">، </w:t>
      </w:r>
      <w:r>
        <w:rPr>
          <w:rtl/>
        </w:rPr>
        <w:t>خدايى غير تو نيست</w:t>
      </w:r>
      <w:r w:rsidR="007D3118">
        <w:rPr>
          <w:rtl/>
        </w:rPr>
        <w:t xml:space="preserve">، </w:t>
      </w:r>
      <w:r>
        <w:rPr>
          <w:rtl/>
        </w:rPr>
        <w:t>كريمى و كرمت بى پايان</w:t>
      </w:r>
      <w:r w:rsidR="007D3118">
        <w:rPr>
          <w:rtl/>
        </w:rPr>
        <w:t xml:space="preserve">، </w:t>
      </w:r>
      <w:r>
        <w:rPr>
          <w:rtl/>
        </w:rPr>
        <w:t>پيوسته و پايدار</w:t>
      </w:r>
      <w:r w:rsidR="007D3118">
        <w:rPr>
          <w:rtl/>
        </w:rPr>
        <w:t xml:space="preserve">. </w:t>
      </w:r>
    </w:p>
    <w:p w:rsidR="00587D34" w:rsidRDefault="00587D34" w:rsidP="00587D34">
      <w:pPr>
        <w:pStyle w:val="libNormal"/>
        <w:rPr>
          <w:rtl/>
        </w:rPr>
      </w:pPr>
      <w:r>
        <w:rPr>
          <w:rtl/>
        </w:rPr>
        <w:t>9</w:t>
      </w:r>
      <w:r w:rsidR="007D3118">
        <w:rPr>
          <w:rtl/>
        </w:rPr>
        <w:t xml:space="preserve">. </w:t>
      </w:r>
      <w:r>
        <w:rPr>
          <w:rtl/>
        </w:rPr>
        <w:t>تويى خداوند</w:t>
      </w:r>
      <w:r w:rsidR="007D3118">
        <w:rPr>
          <w:rtl/>
        </w:rPr>
        <w:t xml:space="preserve">، </w:t>
      </w:r>
      <w:r>
        <w:rPr>
          <w:rtl/>
        </w:rPr>
        <w:t>معبودى غير تو نيست</w:t>
      </w:r>
      <w:r w:rsidR="007D3118">
        <w:rPr>
          <w:rtl/>
        </w:rPr>
        <w:t xml:space="preserve">، </w:t>
      </w:r>
      <w:r>
        <w:rPr>
          <w:rtl/>
        </w:rPr>
        <w:t>در آغاز بودى پيش از هر كس و در انجام باشى پس از هر چيز</w:t>
      </w:r>
      <w:r w:rsidR="007D3118">
        <w:rPr>
          <w:rtl/>
        </w:rPr>
        <w:t xml:space="preserve">. </w:t>
      </w:r>
      <w:r w:rsidRPr="00AA3CBA">
        <w:rPr>
          <w:rStyle w:val="libFootnotenumChar"/>
          <w:rtl/>
        </w:rPr>
        <w:t>(123</w:t>
      </w:r>
      <w:r w:rsidR="007D3118" w:rsidRPr="00AA3CBA">
        <w:rPr>
          <w:rStyle w:val="libFootnotenumChar"/>
          <w:rtl/>
        </w:rPr>
        <w:t>)</w:t>
      </w:r>
    </w:p>
    <w:p w:rsidR="00587D34" w:rsidRDefault="00587D34" w:rsidP="00587D34">
      <w:pPr>
        <w:pStyle w:val="libNormal"/>
        <w:rPr>
          <w:rtl/>
        </w:rPr>
      </w:pPr>
      <w:r>
        <w:rPr>
          <w:rtl/>
        </w:rPr>
        <w:t>10</w:t>
      </w:r>
      <w:r w:rsidR="007D3118">
        <w:rPr>
          <w:rtl/>
        </w:rPr>
        <w:t xml:space="preserve">. </w:t>
      </w:r>
      <w:r>
        <w:rPr>
          <w:rtl/>
        </w:rPr>
        <w:t>تويى خداوند و معبودى مستحق پرستش جز تو نيست</w:t>
      </w:r>
      <w:r w:rsidR="007D3118">
        <w:rPr>
          <w:rtl/>
        </w:rPr>
        <w:t xml:space="preserve">، </w:t>
      </w:r>
      <w:r>
        <w:rPr>
          <w:rtl/>
        </w:rPr>
        <w:t>با وجود بلندى نزديكى</w:t>
      </w:r>
      <w:r w:rsidR="007D3118">
        <w:rPr>
          <w:rtl/>
        </w:rPr>
        <w:t xml:space="preserve">، </w:t>
      </w:r>
      <w:r>
        <w:rPr>
          <w:rtl/>
        </w:rPr>
        <w:t>و با نزديكى بلند</w:t>
      </w:r>
      <w:r w:rsidR="007D3118">
        <w:rPr>
          <w:rtl/>
        </w:rPr>
        <w:t xml:space="preserve">. </w:t>
      </w:r>
    </w:p>
    <w:p w:rsidR="00587D34" w:rsidRDefault="00587D34" w:rsidP="00587D34">
      <w:pPr>
        <w:pStyle w:val="libNormal"/>
        <w:rPr>
          <w:rtl/>
        </w:rPr>
      </w:pPr>
      <w:r>
        <w:rPr>
          <w:rtl/>
        </w:rPr>
        <w:t>11</w:t>
      </w:r>
      <w:r w:rsidR="007D3118">
        <w:rPr>
          <w:rtl/>
        </w:rPr>
        <w:t xml:space="preserve">. </w:t>
      </w:r>
      <w:r>
        <w:rPr>
          <w:rtl/>
        </w:rPr>
        <w:t>تويى خداوند و خداوندگارى غير تو نيست</w:t>
      </w:r>
      <w:r w:rsidR="007D3118">
        <w:rPr>
          <w:rtl/>
        </w:rPr>
        <w:t xml:space="preserve">، </w:t>
      </w:r>
      <w:r>
        <w:rPr>
          <w:rtl/>
        </w:rPr>
        <w:t>با فرّ تابناك و شكوه</w:t>
      </w:r>
      <w:r w:rsidR="007D3118">
        <w:rPr>
          <w:rtl/>
        </w:rPr>
        <w:t xml:space="preserve">، </w:t>
      </w:r>
      <w:r>
        <w:rPr>
          <w:rtl/>
        </w:rPr>
        <w:t>سزاوار سپاس</w:t>
      </w:r>
      <w:r w:rsidR="007D3118">
        <w:rPr>
          <w:rtl/>
        </w:rPr>
        <w:t xml:space="preserve">. </w:t>
      </w:r>
    </w:p>
    <w:p w:rsidR="00587D34" w:rsidRDefault="00587D34" w:rsidP="00587D34">
      <w:pPr>
        <w:pStyle w:val="libNormal"/>
        <w:rPr>
          <w:rtl/>
        </w:rPr>
      </w:pPr>
      <w:r>
        <w:rPr>
          <w:rtl/>
        </w:rPr>
        <w:t>12</w:t>
      </w:r>
      <w:r w:rsidR="007D3118">
        <w:rPr>
          <w:rtl/>
        </w:rPr>
        <w:t xml:space="preserve">. </w:t>
      </w:r>
      <w:r>
        <w:rPr>
          <w:rtl/>
        </w:rPr>
        <w:t>تويى خداوند</w:t>
      </w:r>
      <w:r w:rsidR="007D3118">
        <w:rPr>
          <w:rtl/>
        </w:rPr>
        <w:t xml:space="preserve">، </w:t>
      </w:r>
      <w:r>
        <w:rPr>
          <w:rtl/>
        </w:rPr>
        <w:t>غير تو خدايى نيست</w:t>
      </w:r>
      <w:r w:rsidR="007D3118">
        <w:rPr>
          <w:rtl/>
        </w:rPr>
        <w:t xml:space="preserve">، </w:t>
      </w:r>
      <w:r>
        <w:rPr>
          <w:rtl/>
        </w:rPr>
        <w:t>همه چيز را تو آفريدى</w:t>
      </w:r>
      <w:r w:rsidR="007D3118">
        <w:rPr>
          <w:rtl/>
        </w:rPr>
        <w:t xml:space="preserve">، </w:t>
      </w:r>
      <w:r>
        <w:rPr>
          <w:rtl/>
        </w:rPr>
        <w:t>نه از ماده و هر صورت را نگاشتى نه از روى نمونه</w:t>
      </w:r>
      <w:r w:rsidR="007D3118">
        <w:rPr>
          <w:rtl/>
        </w:rPr>
        <w:t xml:space="preserve">، </w:t>
      </w:r>
      <w:r>
        <w:rPr>
          <w:rtl/>
        </w:rPr>
        <w:t>هر چه را تو پديد آوردى</w:t>
      </w:r>
      <w:r w:rsidR="007D3118">
        <w:rPr>
          <w:rtl/>
        </w:rPr>
        <w:t xml:space="preserve">، </w:t>
      </w:r>
      <w:r>
        <w:rPr>
          <w:rtl/>
        </w:rPr>
        <w:t>نه از رنگى و طرحى</w:t>
      </w:r>
      <w:r w:rsidR="007D3118">
        <w:rPr>
          <w:rtl/>
        </w:rPr>
        <w:t xml:space="preserve">. </w:t>
      </w:r>
      <w:r w:rsidRPr="00AA3CBA">
        <w:rPr>
          <w:rStyle w:val="libFootnotenumChar"/>
          <w:rtl/>
        </w:rPr>
        <w:t>(124</w:t>
      </w:r>
      <w:r w:rsidR="007D3118" w:rsidRPr="00AA3CBA">
        <w:rPr>
          <w:rStyle w:val="libFootnotenumChar"/>
          <w:rtl/>
        </w:rPr>
        <w:t>)</w:t>
      </w:r>
    </w:p>
    <w:p w:rsidR="00587D34" w:rsidRDefault="00587D34" w:rsidP="00587D34">
      <w:pPr>
        <w:pStyle w:val="libNormal"/>
        <w:rPr>
          <w:rtl/>
        </w:rPr>
      </w:pPr>
      <w:r>
        <w:rPr>
          <w:rtl/>
        </w:rPr>
        <w:t>13</w:t>
      </w:r>
      <w:r w:rsidR="007D3118">
        <w:rPr>
          <w:rtl/>
        </w:rPr>
        <w:t xml:space="preserve">. </w:t>
      </w:r>
      <w:r>
        <w:rPr>
          <w:rtl/>
        </w:rPr>
        <w:t>هر چيز را اندازه مقرر كردى</w:t>
      </w:r>
      <w:r w:rsidR="007D3118">
        <w:rPr>
          <w:rtl/>
        </w:rPr>
        <w:t xml:space="preserve">، </w:t>
      </w:r>
      <w:r>
        <w:rPr>
          <w:rtl/>
        </w:rPr>
        <w:t>و براى آسانى هر يك را آماده كارى ساختى</w:t>
      </w:r>
      <w:r w:rsidR="007D3118">
        <w:rPr>
          <w:rtl/>
        </w:rPr>
        <w:t xml:space="preserve">، </w:t>
      </w:r>
      <w:r>
        <w:rPr>
          <w:rtl/>
        </w:rPr>
        <w:t>هر چه غير توست تدبيرش تو كردى</w:t>
      </w:r>
      <w:r w:rsidR="007D3118">
        <w:rPr>
          <w:rtl/>
        </w:rPr>
        <w:t xml:space="preserve">. </w:t>
      </w:r>
      <w:r w:rsidRPr="00AA3CBA">
        <w:rPr>
          <w:rStyle w:val="libFootnotenumChar"/>
          <w:rtl/>
        </w:rPr>
        <w:t>(125</w:t>
      </w:r>
      <w:r w:rsidR="007D3118" w:rsidRPr="00AA3CBA">
        <w:rPr>
          <w:rStyle w:val="libFootnotenumChar"/>
          <w:rtl/>
        </w:rPr>
        <w:t>)</w:t>
      </w:r>
    </w:p>
    <w:p w:rsidR="00587D34" w:rsidRDefault="00587D34" w:rsidP="00587D34">
      <w:pPr>
        <w:pStyle w:val="libNormal"/>
        <w:rPr>
          <w:rtl/>
        </w:rPr>
      </w:pPr>
      <w:r>
        <w:rPr>
          <w:rtl/>
        </w:rPr>
        <w:t>14</w:t>
      </w:r>
      <w:r w:rsidR="007D3118">
        <w:rPr>
          <w:rtl/>
        </w:rPr>
        <w:t xml:space="preserve">. </w:t>
      </w:r>
      <w:r>
        <w:rPr>
          <w:rtl/>
        </w:rPr>
        <w:t>تويى كه در آفرينش كسى يارى تو نكرد و در كار تو راءى زن و مددكار نبود و آفرينش تو را كسى نديد و مانند تو كس نبود</w:t>
      </w:r>
      <w:r w:rsidR="007D3118">
        <w:rPr>
          <w:rtl/>
        </w:rPr>
        <w:t xml:space="preserve">. </w:t>
      </w:r>
    </w:p>
    <w:p w:rsidR="00587D34" w:rsidRDefault="00587D34" w:rsidP="00587D34">
      <w:pPr>
        <w:pStyle w:val="libNormal"/>
        <w:rPr>
          <w:rtl/>
        </w:rPr>
      </w:pPr>
      <w:r>
        <w:rPr>
          <w:rtl/>
        </w:rPr>
        <w:lastRenderedPageBreak/>
        <w:t>15</w:t>
      </w:r>
      <w:r w:rsidR="007D3118">
        <w:rPr>
          <w:rtl/>
        </w:rPr>
        <w:t xml:space="preserve">. </w:t>
      </w:r>
      <w:r>
        <w:rPr>
          <w:rtl/>
        </w:rPr>
        <w:t>خواستى و هر چه خواستى شد و حكم كردى و حكم تو عدل بود و داورى تو به نصفت و داد</w:t>
      </w:r>
      <w:r w:rsidR="007D3118">
        <w:rPr>
          <w:rtl/>
        </w:rPr>
        <w:t xml:space="preserve">. </w:t>
      </w:r>
    </w:p>
    <w:p w:rsidR="00587D34" w:rsidRDefault="00587D34" w:rsidP="00587D34">
      <w:pPr>
        <w:pStyle w:val="libNormal"/>
        <w:rPr>
          <w:rtl/>
        </w:rPr>
      </w:pPr>
      <w:r>
        <w:rPr>
          <w:rtl/>
        </w:rPr>
        <w:t>16</w:t>
      </w:r>
      <w:r w:rsidR="007D3118">
        <w:rPr>
          <w:rtl/>
        </w:rPr>
        <w:t xml:space="preserve">. </w:t>
      </w:r>
      <w:r>
        <w:rPr>
          <w:rtl/>
        </w:rPr>
        <w:t>تويى كه در جايى نگنجى و در برابر ملك تو ملكى نيست و از هيچ برهان و بيان فرو نمانى</w:t>
      </w:r>
      <w:r w:rsidR="007D3118">
        <w:rPr>
          <w:rtl/>
        </w:rPr>
        <w:t xml:space="preserve">. </w:t>
      </w:r>
    </w:p>
    <w:p w:rsidR="00587D34" w:rsidRDefault="00587D34" w:rsidP="00587D34">
      <w:pPr>
        <w:pStyle w:val="libNormal"/>
        <w:rPr>
          <w:rtl/>
        </w:rPr>
      </w:pPr>
      <w:r>
        <w:rPr>
          <w:rtl/>
        </w:rPr>
        <w:t>17</w:t>
      </w:r>
      <w:r w:rsidR="007D3118">
        <w:rPr>
          <w:rtl/>
        </w:rPr>
        <w:t xml:space="preserve">. </w:t>
      </w:r>
      <w:r>
        <w:rPr>
          <w:rtl/>
        </w:rPr>
        <w:t>تويى كه شماره هر چيز را مى دانى</w:t>
      </w:r>
      <w:r w:rsidR="007D3118">
        <w:rPr>
          <w:rtl/>
        </w:rPr>
        <w:t xml:space="preserve">، </w:t>
      </w:r>
      <w:r>
        <w:rPr>
          <w:rtl/>
        </w:rPr>
        <w:t>و هر يك را اجل و فرجامى مقرر داشتى و اندازه معين فرمودى</w:t>
      </w:r>
      <w:r w:rsidR="007D3118">
        <w:rPr>
          <w:rtl/>
        </w:rPr>
        <w:t xml:space="preserve">. </w:t>
      </w:r>
    </w:p>
    <w:p w:rsidR="00587D34" w:rsidRDefault="00587D34" w:rsidP="00587D34">
      <w:pPr>
        <w:pStyle w:val="libNormal"/>
        <w:rPr>
          <w:rtl/>
        </w:rPr>
      </w:pPr>
      <w:r>
        <w:rPr>
          <w:rtl/>
        </w:rPr>
        <w:t>18</w:t>
      </w:r>
      <w:r w:rsidR="007D3118">
        <w:rPr>
          <w:rtl/>
        </w:rPr>
        <w:t xml:space="preserve">. </w:t>
      </w:r>
      <w:r>
        <w:rPr>
          <w:rtl/>
        </w:rPr>
        <w:t>تويى كه انديشه ها به ذات تو نرسد</w:t>
      </w:r>
      <w:r w:rsidR="007D3118">
        <w:rPr>
          <w:rtl/>
        </w:rPr>
        <w:t xml:space="preserve">، </w:t>
      </w:r>
      <w:r>
        <w:rPr>
          <w:rtl/>
        </w:rPr>
        <w:t>و دانش ها از ادراك چگونگى تو فرو ماند</w:t>
      </w:r>
      <w:r w:rsidR="007D3118">
        <w:rPr>
          <w:rtl/>
        </w:rPr>
        <w:t xml:space="preserve">، </w:t>
      </w:r>
      <w:r>
        <w:rPr>
          <w:rtl/>
        </w:rPr>
        <w:t>و ديده جاى تو را در نيابد</w:t>
      </w:r>
      <w:r w:rsidR="007D3118">
        <w:rPr>
          <w:rtl/>
        </w:rPr>
        <w:t xml:space="preserve">. </w:t>
      </w:r>
    </w:p>
    <w:p w:rsidR="00587D34" w:rsidRDefault="00587D34" w:rsidP="00587D34">
      <w:pPr>
        <w:pStyle w:val="libNormal"/>
        <w:rPr>
          <w:rtl/>
        </w:rPr>
      </w:pPr>
      <w:r>
        <w:rPr>
          <w:rtl/>
        </w:rPr>
        <w:t>19</w:t>
      </w:r>
      <w:r w:rsidR="007D3118">
        <w:rPr>
          <w:rtl/>
        </w:rPr>
        <w:t xml:space="preserve">. </w:t>
      </w:r>
      <w:r>
        <w:rPr>
          <w:rtl/>
        </w:rPr>
        <w:t xml:space="preserve">تويى كه پايان ندارى تا محدود باشى </w:t>
      </w:r>
      <w:r w:rsidRPr="00AA3CBA">
        <w:rPr>
          <w:rStyle w:val="libFootnotenumChar"/>
          <w:rtl/>
        </w:rPr>
        <w:t>(126</w:t>
      </w:r>
      <w:r w:rsidR="007D3118" w:rsidRPr="00AA3CBA">
        <w:rPr>
          <w:rStyle w:val="libFootnotenumChar"/>
          <w:rtl/>
        </w:rPr>
        <w:t>)</w:t>
      </w:r>
      <w:r>
        <w:rPr>
          <w:rtl/>
        </w:rPr>
        <w:t xml:space="preserve"> و مجسم نيستى كه محسوس شوى </w:t>
      </w:r>
      <w:r w:rsidRPr="00AA3CBA">
        <w:rPr>
          <w:rStyle w:val="libFootnotenumChar"/>
          <w:rtl/>
        </w:rPr>
        <w:t>(127</w:t>
      </w:r>
      <w:r w:rsidR="007D3118" w:rsidRPr="00AA3CBA">
        <w:rPr>
          <w:rStyle w:val="libFootnotenumChar"/>
          <w:rtl/>
        </w:rPr>
        <w:t>)</w:t>
      </w:r>
      <w:r>
        <w:rPr>
          <w:rtl/>
        </w:rPr>
        <w:t xml:space="preserve"> و فرزند نياوردى تا فرزند ديگرى باشى</w:t>
      </w:r>
      <w:r w:rsidR="007D3118">
        <w:rPr>
          <w:rtl/>
        </w:rPr>
        <w:t xml:space="preserve">. </w:t>
      </w:r>
      <w:r w:rsidRPr="00AA3CBA">
        <w:rPr>
          <w:rStyle w:val="libFootnotenumChar"/>
          <w:rtl/>
        </w:rPr>
        <w:t>(128</w:t>
      </w:r>
      <w:r w:rsidR="007D3118" w:rsidRPr="00AA3CBA">
        <w:rPr>
          <w:rStyle w:val="libFootnotenumChar"/>
          <w:rtl/>
        </w:rPr>
        <w:t>)</w:t>
      </w:r>
    </w:p>
    <w:p w:rsidR="00587D34" w:rsidRDefault="00587D34" w:rsidP="00587D34">
      <w:pPr>
        <w:pStyle w:val="libNormal"/>
        <w:rPr>
          <w:rtl/>
        </w:rPr>
      </w:pPr>
      <w:r>
        <w:rPr>
          <w:rtl/>
        </w:rPr>
        <w:t>20</w:t>
      </w:r>
      <w:r w:rsidR="007D3118">
        <w:rPr>
          <w:rtl/>
        </w:rPr>
        <w:t xml:space="preserve">. </w:t>
      </w:r>
      <w:r>
        <w:rPr>
          <w:rtl/>
        </w:rPr>
        <w:t>دشمن ندارى تا با تو به عناد برخيزد و همتا ندارى كه با تو همسرى كند و مانند ندارى كه با تو برابرى نمايد</w:t>
      </w:r>
      <w:r w:rsidR="007D3118">
        <w:rPr>
          <w:rtl/>
        </w:rPr>
        <w:t xml:space="preserve">. </w:t>
      </w:r>
    </w:p>
    <w:p w:rsidR="00587D34" w:rsidRDefault="00587D34" w:rsidP="00587D34">
      <w:pPr>
        <w:pStyle w:val="libNormal"/>
        <w:rPr>
          <w:rtl/>
        </w:rPr>
      </w:pPr>
      <w:r>
        <w:rPr>
          <w:rtl/>
        </w:rPr>
        <w:t>21</w:t>
      </w:r>
      <w:r w:rsidR="007D3118">
        <w:rPr>
          <w:rtl/>
        </w:rPr>
        <w:t xml:space="preserve">. </w:t>
      </w:r>
      <w:r>
        <w:rPr>
          <w:rtl/>
        </w:rPr>
        <w:t>تويى كه آفرينش را بنيان نهادى و جهان را پديد آوردى و نو ساختى و شگفتى نمودى و هر چه ساختى نيكو ساختى</w:t>
      </w:r>
      <w:r w:rsidR="007D3118">
        <w:rPr>
          <w:rtl/>
        </w:rPr>
        <w:t xml:space="preserve">. </w:t>
      </w:r>
    </w:p>
    <w:p w:rsidR="00587D34" w:rsidRDefault="00587D34" w:rsidP="00587D34">
      <w:pPr>
        <w:pStyle w:val="libNormal"/>
        <w:rPr>
          <w:rtl/>
        </w:rPr>
      </w:pPr>
      <w:r>
        <w:rPr>
          <w:rtl/>
        </w:rPr>
        <w:t>22</w:t>
      </w:r>
      <w:r w:rsidR="007D3118">
        <w:rPr>
          <w:rtl/>
        </w:rPr>
        <w:t xml:space="preserve">. </w:t>
      </w:r>
      <w:r>
        <w:rPr>
          <w:rtl/>
        </w:rPr>
        <w:t>منزهى تو! چه بزرگ است شاءن تو! و چه بلند است مكان تو! و آشكار كننده حق است قرآن تو</w:t>
      </w:r>
      <w:r w:rsidR="007D3118">
        <w:rPr>
          <w:rtl/>
        </w:rPr>
        <w:t xml:space="preserve">. </w:t>
      </w:r>
    </w:p>
    <w:p w:rsidR="00587D34" w:rsidRDefault="00587D34" w:rsidP="00587D34">
      <w:pPr>
        <w:pStyle w:val="libNormal"/>
        <w:rPr>
          <w:rtl/>
        </w:rPr>
      </w:pPr>
      <w:r>
        <w:rPr>
          <w:rtl/>
        </w:rPr>
        <w:t>23</w:t>
      </w:r>
      <w:r w:rsidR="007D3118">
        <w:rPr>
          <w:rtl/>
        </w:rPr>
        <w:t xml:space="preserve">. </w:t>
      </w:r>
      <w:r>
        <w:rPr>
          <w:rtl/>
        </w:rPr>
        <w:t>منزهى تو! چه نيكو چاره سازى و چه بسيار مهربانى و حكيم راستكارى</w:t>
      </w:r>
      <w:r w:rsidR="007D3118">
        <w:rPr>
          <w:rtl/>
        </w:rPr>
        <w:t xml:space="preserve">، </w:t>
      </w:r>
      <w:r>
        <w:rPr>
          <w:rtl/>
        </w:rPr>
        <w:t>هر چيز را مى شناسى</w:t>
      </w:r>
      <w:r w:rsidR="007D3118">
        <w:rPr>
          <w:rtl/>
        </w:rPr>
        <w:t xml:space="preserve">. </w:t>
      </w:r>
    </w:p>
    <w:p w:rsidR="00587D34" w:rsidRDefault="00587D34" w:rsidP="00587D34">
      <w:pPr>
        <w:pStyle w:val="libNormal"/>
        <w:rPr>
          <w:rtl/>
        </w:rPr>
      </w:pPr>
      <w:r>
        <w:rPr>
          <w:rtl/>
        </w:rPr>
        <w:t>24</w:t>
      </w:r>
      <w:r w:rsidR="007D3118">
        <w:rPr>
          <w:rtl/>
        </w:rPr>
        <w:t xml:space="preserve">. </w:t>
      </w:r>
      <w:r>
        <w:rPr>
          <w:rtl/>
        </w:rPr>
        <w:t>پك خداوندا! چه پادشاه با فرّ و شكوهى و چه بخشنده توانگر بسيار بخشى</w:t>
      </w:r>
      <w:r w:rsidR="007D3118">
        <w:rPr>
          <w:rtl/>
        </w:rPr>
        <w:t xml:space="preserve">، </w:t>
      </w:r>
      <w:r>
        <w:rPr>
          <w:rtl/>
        </w:rPr>
        <w:t>چه بلند و بلندپايه اى</w:t>
      </w:r>
      <w:r w:rsidR="007D3118">
        <w:rPr>
          <w:rtl/>
        </w:rPr>
        <w:t xml:space="preserve">، </w:t>
      </w:r>
      <w:r>
        <w:rPr>
          <w:rtl/>
        </w:rPr>
        <w:t>فروغمند و با فرّ و بزرگى و سزاوار سپاسى</w:t>
      </w:r>
      <w:r w:rsidR="007D3118">
        <w:rPr>
          <w:rtl/>
        </w:rPr>
        <w:t xml:space="preserve">. </w:t>
      </w:r>
    </w:p>
    <w:p w:rsidR="00587D34" w:rsidRDefault="00587D34" w:rsidP="00587D34">
      <w:pPr>
        <w:pStyle w:val="libNormal"/>
        <w:rPr>
          <w:rtl/>
        </w:rPr>
      </w:pPr>
      <w:r>
        <w:rPr>
          <w:rtl/>
        </w:rPr>
        <w:t>25</w:t>
      </w:r>
      <w:r w:rsidR="007D3118">
        <w:rPr>
          <w:rtl/>
        </w:rPr>
        <w:t xml:space="preserve">. </w:t>
      </w:r>
      <w:r>
        <w:rPr>
          <w:rtl/>
        </w:rPr>
        <w:t>پاك خداوندا! دست به خيرات گشودى</w:t>
      </w:r>
      <w:r w:rsidR="007D3118">
        <w:rPr>
          <w:rtl/>
        </w:rPr>
        <w:t xml:space="preserve">، </w:t>
      </w:r>
      <w:r>
        <w:rPr>
          <w:rtl/>
        </w:rPr>
        <w:t>و به راهنمايى شناخته گشتى</w:t>
      </w:r>
      <w:r w:rsidR="007D3118">
        <w:rPr>
          <w:rtl/>
        </w:rPr>
        <w:t xml:space="preserve">، </w:t>
      </w:r>
      <w:r>
        <w:rPr>
          <w:rtl/>
        </w:rPr>
        <w:t>هر كس تو را براى دين يا دنيا خواند هر چه خواست بيافت</w:t>
      </w:r>
      <w:r w:rsidR="007D3118">
        <w:rPr>
          <w:rtl/>
        </w:rPr>
        <w:t xml:space="preserve">. </w:t>
      </w:r>
    </w:p>
    <w:p w:rsidR="00587D34" w:rsidRDefault="00587D34" w:rsidP="00587D34">
      <w:pPr>
        <w:pStyle w:val="libNormal"/>
        <w:rPr>
          <w:rtl/>
        </w:rPr>
      </w:pPr>
      <w:r>
        <w:rPr>
          <w:rtl/>
        </w:rPr>
        <w:lastRenderedPageBreak/>
        <w:t>26</w:t>
      </w:r>
      <w:r w:rsidR="007D3118">
        <w:rPr>
          <w:rtl/>
        </w:rPr>
        <w:t xml:space="preserve">. </w:t>
      </w:r>
      <w:r>
        <w:rPr>
          <w:rtl/>
        </w:rPr>
        <w:t xml:space="preserve">منزهى! هر چه علم تو بدان تعلق گرفته است براى تو فروتنى كند و هر چه زير عرش تو است در برابر عظمت تو سر فرود آرد </w:t>
      </w:r>
      <w:r w:rsidRPr="00AA3CBA">
        <w:rPr>
          <w:rStyle w:val="libFootnotenumChar"/>
          <w:rtl/>
        </w:rPr>
        <w:t xml:space="preserve">(129 </w:t>
      </w:r>
      <w:r w:rsidR="007D3118" w:rsidRPr="00AA3CBA">
        <w:rPr>
          <w:rStyle w:val="libFootnotenumChar"/>
          <w:rtl/>
        </w:rPr>
        <w:t>)</w:t>
      </w:r>
      <w:r>
        <w:rPr>
          <w:rtl/>
        </w:rPr>
        <w:t xml:space="preserve"> و هر آفريده اى فرمانبردارى تو را گردن نهد</w:t>
      </w:r>
      <w:r w:rsidR="007D3118">
        <w:rPr>
          <w:rtl/>
        </w:rPr>
        <w:t xml:space="preserve">. </w:t>
      </w:r>
    </w:p>
    <w:p w:rsidR="00587D34" w:rsidRDefault="00587D34" w:rsidP="00587D34">
      <w:pPr>
        <w:pStyle w:val="libNormal"/>
        <w:rPr>
          <w:rtl/>
        </w:rPr>
      </w:pPr>
      <w:r>
        <w:rPr>
          <w:rtl/>
        </w:rPr>
        <w:t>27</w:t>
      </w:r>
      <w:r w:rsidR="007D3118">
        <w:rPr>
          <w:rtl/>
        </w:rPr>
        <w:t xml:space="preserve">. </w:t>
      </w:r>
      <w:r>
        <w:rPr>
          <w:rtl/>
        </w:rPr>
        <w:t>منزهى تو! به حس در نمى آيى و لمس تو را در نيابد و دست به تو نرسد</w:t>
      </w:r>
      <w:r w:rsidR="007D3118">
        <w:rPr>
          <w:rtl/>
        </w:rPr>
        <w:t xml:space="preserve">، </w:t>
      </w:r>
      <w:r>
        <w:rPr>
          <w:rtl/>
        </w:rPr>
        <w:t>نيرنگ كسى در تو اثر نكند و چيزى تو را فرا نگيرد و با تو بر نيايد و برابرى نكند و به جدال با تو بر نخيزد و تو را فريب ندهد و با تو نيرنگ نبازد</w:t>
      </w:r>
      <w:r w:rsidR="007D3118">
        <w:rPr>
          <w:rtl/>
        </w:rPr>
        <w:t xml:space="preserve">. </w:t>
      </w:r>
    </w:p>
    <w:p w:rsidR="00587D34" w:rsidRDefault="00587D34" w:rsidP="00587D34">
      <w:pPr>
        <w:pStyle w:val="libNormal"/>
        <w:rPr>
          <w:rtl/>
        </w:rPr>
      </w:pPr>
      <w:r>
        <w:rPr>
          <w:rtl/>
        </w:rPr>
        <w:t>28</w:t>
      </w:r>
      <w:r w:rsidR="007D3118">
        <w:rPr>
          <w:rtl/>
        </w:rPr>
        <w:t xml:space="preserve">. </w:t>
      </w:r>
      <w:r>
        <w:rPr>
          <w:rtl/>
        </w:rPr>
        <w:t>منزهى تو! راه تو هموار</w:t>
      </w:r>
      <w:r w:rsidR="007D3118">
        <w:rPr>
          <w:rtl/>
        </w:rPr>
        <w:t xml:space="preserve">، </w:t>
      </w:r>
      <w:r>
        <w:rPr>
          <w:rtl/>
        </w:rPr>
        <w:t>فرمان تو حق و تويى زنده بى نياز</w:t>
      </w:r>
      <w:r w:rsidR="007D3118">
        <w:rPr>
          <w:rtl/>
        </w:rPr>
        <w:t xml:space="preserve">. </w:t>
      </w:r>
    </w:p>
    <w:p w:rsidR="00587D34" w:rsidRDefault="00587D34" w:rsidP="00587D34">
      <w:pPr>
        <w:pStyle w:val="libNormal"/>
        <w:rPr>
          <w:rtl/>
        </w:rPr>
      </w:pPr>
      <w:r>
        <w:rPr>
          <w:rtl/>
        </w:rPr>
        <w:t>29</w:t>
      </w:r>
      <w:r w:rsidR="007D3118">
        <w:rPr>
          <w:rtl/>
        </w:rPr>
        <w:t xml:space="preserve">. </w:t>
      </w:r>
      <w:r>
        <w:rPr>
          <w:rtl/>
        </w:rPr>
        <w:t>منزهى تو! گفتار تو درست و به حكمت</w:t>
      </w:r>
      <w:r w:rsidR="007D3118">
        <w:rPr>
          <w:rtl/>
        </w:rPr>
        <w:t xml:space="preserve">، </w:t>
      </w:r>
      <w:r>
        <w:rPr>
          <w:rtl/>
        </w:rPr>
        <w:t>و فرمان تو شدنى و مشيت تو انجام يافتنى است</w:t>
      </w:r>
      <w:r w:rsidR="007D3118">
        <w:rPr>
          <w:rtl/>
        </w:rPr>
        <w:t xml:space="preserve">. </w:t>
      </w:r>
    </w:p>
    <w:p w:rsidR="00587D34" w:rsidRDefault="00587D34" w:rsidP="00587D34">
      <w:pPr>
        <w:pStyle w:val="libNormal"/>
        <w:rPr>
          <w:rtl/>
        </w:rPr>
      </w:pPr>
      <w:r>
        <w:rPr>
          <w:rtl/>
        </w:rPr>
        <w:t>30</w:t>
      </w:r>
      <w:r w:rsidR="007D3118">
        <w:rPr>
          <w:rtl/>
        </w:rPr>
        <w:t xml:space="preserve">. </w:t>
      </w:r>
      <w:r>
        <w:rPr>
          <w:rtl/>
        </w:rPr>
        <w:t>منزهى تو! خواسته تو را كسى رد نكند</w:t>
      </w:r>
      <w:r w:rsidR="007D3118">
        <w:rPr>
          <w:rtl/>
        </w:rPr>
        <w:t xml:space="preserve">، </w:t>
      </w:r>
      <w:r>
        <w:rPr>
          <w:rtl/>
        </w:rPr>
        <w:t>و سخنان تو را دگرگون نسازد</w:t>
      </w:r>
      <w:r w:rsidR="007D3118">
        <w:rPr>
          <w:rtl/>
        </w:rPr>
        <w:t xml:space="preserve">. </w:t>
      </w:r>
    </w:p>
    <w:p w:rsidR="00587D34" w:rsidRDefault="00587D34" w:rsidP="00587D34">
      <w:pPr>
        <w:pStyle w:val="libNormal"/>
        <w:rPr>
          <w:rtl/>
        </w:rPr>
      </w:pPr>
      <w:r>
        <w:rPr>
          <w:rtl/>
        </w:rPr>
        <w:t>31</w:t>
      </w:r>
      <w:r w:rsidR="007D3118">
        <w:rPr>
          <w:rtl/>
        </w:rPr>
        <w:t xml:space="preserve">. </w:t>
      </w:r>
      <w:r>
        <w:rPr>
          <w:rtl/>
        </w:rPr>
        <w:t>نشانه الوهيت تو هويدا است</w:t>
      </w:r>
      <w:r w:rsidR="007D3118">
        <w:rPr>
          <w:rtl/>
        </w:rPr>
        <w:t xml:space="preserve">، </w:t>
      </w:r>
      <w:r>
        <w:rPr>
          <w:rtl/>
        </w:rPr>
        <w:t>تويى آفريننده آسمانها</w:t>
      </w:r>
      <w:r w:rsidR="007D3118">
        <w:rPr>
          <w:rtl/>
        </w:rPr>
        <w:t xml:space="preserve">، </w:t>
      </w:r>
      <w:r>
        <w:rPr>
          <w:rtl/>
        </w:rPr>
        <w:t>پديد آورنده جانداران</w:t>
      </w:r>
      <w:r w:rsidR="007D3118">
        <w:rPr>
          <w:rtl/>
        </w:rPr>
        <w:t xml:space="preserve">. </w:t>
      </w:r>
    </w:p>
    <w:p w:rsidR="00587D34" w:rsidRDefault="00587D34" w:rsidP="00587D34">
      <w:pPr>
        <w:pStyle w:val="libNormal"/>
        <w:rPr>
          <w:rtl/>
        </w:rPr>
      </w:pPr>
      <w:r>
        <w:rPr>
          <w:rtl/>
        </w:rPr>
        <w:t>32</w:t>
      </w:r>
      <w:r w:rsidR="007D3118">
        <w:rPr>
          <w:rtl/>
        </w:rPr>
        <w:t xml:space="preserve">. </w:t>
      </w:r>
      <w:r>
        <w:rPr>
          <w:rtl/>
        </w:rPr>
        <w:t>سپاس تو را! سپاسى كه با هستى تو پايدار باشد</w:t>
      </w:r>
      <w:r w:rsidR="007D3118">
        <w:rPr>
          <w:rtl/>
        </w:rPr>
        <w:t xml:space="preserve">. </w:t>
      </w:r>
    </w:p>
    <w:p w:rsidR="00587D34" w:rsidRDefault="00587D34" w:rsidP="00587D34">
      <w:pPr>
        <w:pStyle w:val="libNormal"/>
        <w:rPr>
          <w:rtl/>
        </w:rPr>
      </w:pPr>
      <w:r>
        <w:rPr>
          <w:rtl/>
        </w:rPr>
        <w:t>33</w:t>
      </w:r>
      <w:r w:rsidR="007D3118">
        <w:rPr>
          <w:rtl/>
        </w:rPr>
        <w:t xml:space="preserve">. </w:t>
      </w:r>
      <w:r>
        <w:rPr>
          <w:rtl/>
        </w:rPr>
        <w:t>سپاس تو را! سپاسى كه با نعمت تو جاويد ماند</w:t>
      </w:r>
      <w:r w:rsidR="007D3118">
        <w:rPr>
          <w:rtl/>
        </w:rPr>
        <w:t xml:space="preserve">. </w:t>
      </w:r>
    </w:p>
    <w:p w:rsidR="00587D34" w:rsidRDefault="00587D34" w:rsidP="00587D34">
      <w:pPr>
        <w:pStyle w:val="libNormal"/>
        <w:rPr>
          <w:rtl/>
        </w:rPr>
      </w:pPr>
      <w:r>
        <w:rPr>
          <w:rtl/>
        </w:rPr>
        <w:t>34</w:t>
      </w:r>
      <w:r w:rsidR="007D3118">
        <w:rPr>
          <w:rtl/>
        </w:rPr>
        <w:t xml:space="preserve">. </w:t>
      </w:r>
      <w:r>
        <w:rPr>
          <w:rtl/>
        </w:rPr>
        <w:t>سپاس تو را! سپاسى كه با برابر احسان تو بود</w:t>
      </w:r>
      <w:r w:rsidR="007D3118">
        <w:rPr>
          <w:rtl/>
        </w:rPr>
        <w:t xml:space="preserve">. </w:t>
      </w:r>
    </w:p>
    <w:p w:rsidR="00587D34" w:rsidRDefault="00587D34" w:rsidP="00587D34">
      <w:pPr>
        <w:pStyle w:val="libNormal"/>
        <w:rPr>
          <w:rtl/>
        </w:rPr>
      </w:pPr>
      <w:r>
        <w:rPr>
          <w:rtl/>
        </w:rPr>
        <w:t>35</w:t>
      </w:r>
      <w:r w:rsidR="007D3118">
        <w:rPr>
          <w:rtl/>
        </w:rPr>
        <w:t xml:space="preserve">. </w:t>
      </w:r>
      <w:r>
        <w:rPr>
          <w:rtl/>
        </w:rPr>
        <w:t>سپاس تو را! سپاسى افزون از رضاى تو</w:t>
      </w:r>
      <w:r w:rsidR="007D3118">
        <w:rPr>
          <w:rtl/>
        </w:rPr>
        <w:t xml:space="preserve">. </w:t>
      </w:r>
    </w:p>
    <w:p w:rsidR="00587D34" w:rsidRDefault="00587D34" w:rsidP="00587D34">
      <w:pPr>
        <w:pStyle w:val="libNormal"/>
        <w:rPr>
          <w:rtl/>
        </w:rPr>
      </w:pPr>
      <w:r>
        <w:rPr>
          <w:rtl/>
        </w:rPr>
        <w:t>36</w:t>
      </w:r>
      <w:r w:rsidR="007D3118">
        <w:rPr>
          <w:rtl/>
        </w:rPr>
        <w:t xml:space="preserve">. </w:t>
      </w:r>
      <w:r>
        <w:rPr>
          <w:rtl/>
        </w:rPr>
        <w:t>سپاس تو را سپاسى همراه با سپاسگزارى</w:t>
      </w:r>
      <w:r w:rsidR="007D3118">
        <w:rPr>
          <w:rtl/>
        </w:rPr>
        <w:t xml:space="preserve">، </w:t>
      </w:r>
      <w:r>
        <w:rPr>
          <w:rtl/>
        </w:rPr>
        <w:t>سپاسى كه شكر شاكران از آن فزون تر باشد</w:t>
      </w:r>
      <w:r w:rsidR="007D3118">
        <w:rPr>
          <w:rtl/>
        </w:rPr>
        <w:t xml:space="preserve">. </w:t>
      </w:r>
    </w:p>
    <w:p w:rsidR="00587D34" w:rsidRDefault="00587D34" w:rsidP="00587D34">
      <w:pPr>
        <w:pStyle w:val="libNormal"/>
        <w:rPr>
          <w:rtl/>
        </w:rPr>
      </w:pPr>
      <w:r>
        <w:rPr>
          <w:rtl/>
        </w:rPr>
        <w:t>37</w:t>
      </w:r>
      <w:r w:rsidR="007D3118">
        <w:rPr>
          <w:rtl/>
        </w:rPr>
        <w:t xml:space="preserve">. </w:t>
      </w:r>
      <w:r>
        <w:rPr>
          <w:rtl/>
        </w:rPr>
        <w:t>سپاسى كه جز تو را سزاوار نبود و موجب تقرب به غير تو نشود</w:t>
      </w:r>
      <w:r w:rsidR="007D3118">
        <w:rPr>
          <w:rtl/>
        </w:rPr>
        <w:t xml:space="preserve">. </w:t>
      </w:r>
    </w:p>
    <w:p w:rsidR="00587D34" w:rsidRDefault="00587D34" w:rsidP="00587D34">
      <w:pPr>
        <w:pStyle w:val="libNormal"/>
        <w:rPr>
          <w:rtl/>
        </w:rPr>
      </w:pPr>
      <w:r>
        <w:rPr>
          <w:rtl/>
        </w:rPr>
        <w:t>38</w:t>
      </w:r>
      <w:r w:rsidR="007D3118">
        <w:rPr>
          <w:rtl/>
        </w:rPr>
        <w:t xml:space="preserve">. </w:t>
      </w:r>
      <w:r>
        <w:rPr>
          <w:rtl/>
        </w:rPr>
        <w:t>سپاسى كه نعمت نخستين بدان پايدار بود و نعمت ديگر بدان پيوندد</w:t>
      </w:r>
      <w:r w:rsidR="007D3118">
        <w:rPr>
          <w:rtl/>
        </w:rPr>
        <w:t xml:space="preserve">. </w:t>
      </w:r>
    </w:p>
    <w:p w:rsidR="00587D34" w:rsidRDefault="00587D34" w:rsidP="00587D34">
      <w:pPr>
        <w:pStyle w:val="libNormal"/>
        <w:rPr>
          <w:rtl/>
        </w:rPr>
      </w:pPr>
      <w:r>
        <w:rPr>
          <w:rtl/>
        </w:rPr>
        <w:t>39</w:t>
      </w:r>
      <w:r w:rsidR="007D3118">
        <w:rPr>
          <w:rtl/>
        </w:rPr>
        <w:t xml:space="preserve">. </w:t>
      </w:r>
      <w:r>
        <w:rPr>
          <w:rtl/>
        </w:rPr>
        <w:t>سپاسى كه با گذشتن زمان ها در افزايش بود و پى در پى چندين برابر شود</w:t>
      </w:r>
      <w:r w:rsidR="007D3118">
        <w:rPr>
          <w:rtl/>
        </w:rPr>
        <w:t xml:space="preserve">. </w:t>
      </w:r>
    </w:p>
    <w:p w:rsidR="00587D34" w:rsidRDefault="00587D34" w:rsidP="00587D34">
      <w:pPr>
        <w:pStyle w:val="libNormal"/>
        <w:rPr>
          <w:rtl/>
        </w:rPr>
      </w:pPr>
      <w:r>
        <w:rPr>
          <w:rtl/>
        </w:rPr>
        <w:lastRenderedPageBreak/>
        <w:t>40</w:t>
      </w:r>
      <w:r w:rsidR="007D3118">
        <w:rPr>
          <w:rtl/>
        </w:rPr>
        <w:t xml:space="preserve">. </w:t>
      </w:r>
      <w:r>
        <w:rPr>
          <w:rtl/>
        </w:rPr>
        <w:t>سپاسى كه آمارگيران از شمارش آن فرو مانند</w:t>
      </w:r>
      <w:r w:rsidR="007D3118">
        <w:rPr>
          <w:rtl/>
        </w:rPr>
        <w:t xml:space="preserve">، </w:t>
      </w:r>
      <w:r>
        <w:rPr>
          <w:rtl/>
        </w:rPr>
        <w:t>و از آن كه نويسندگان در نامه ها بنويسند افزون گردد</w:t>
      </w:r>
      <w:r w:rsidR="007D3118">
        <w:rPr>
          <w:rtl/>
        </w:rPr>
        <w:t xml:space="preserve">. </w:t>
      </w:r>
    </w:p>
    <w:p w:rsidR="00587D34" w:rsidRDefault="00587D34" w:rsidP="00587D34">
      <w:pPr>
        <w:pStyle w:val="libNormal"/>
        <w:rPr>
          <w:rtl/>
        </w:rPr>
      </w:pPr>
      <w:r>
        <w:rPr>
          <w:rtl/>
        </w:rPr>
        <w:t>41</w:t>
      </w:r>
      <w:r w:rsidR="007D3118">
        <w:rPr>
          <w:rtl/>
        </w:rPr>
        <w:t xml:space="preserve">. </w:t>
      </w:r>
      <w:r>
        <w:rPr>
          <w:rtl/>
        </w:rPr>
        <w:t>سپاسى كه به بزرگى عرش عظيم و همانند كرسى رفيع تو شود</w:t>
      </w:r>
      <w:r w:rsidR="007D3118">
        <w:rPr>
          <w:rtl/>
        </w:rPr>
        <w:t xml:space="preserve">. </w:t>
      </w:r>
    </w:p>
    <w:p w:rsidR="00587D34" w:rsidRDefault="00587D34" w:rsidP="00587D34">
      <w:pPr>
        <w:pStyle w:val="libNormal"/>
        <w:rPr>
          <w:rtl/>
        </w:rPr>
      </w:pPr>
      <w:r>
        <w:rPr>
          <w:rtl/>
        </w:rPr>
        <w:t>42</w:t>
      </w:r>
      <w:r w:rsidR="007D3118">
        <w:rPr>
          <w:rtl/>
        </w:rPr>
        <w:t xml:space="preserve">. </w:t>
      </w:r>
      <w:r>
        <w:rPr>
          <w:rtl/>
        </w:rPr>
        <w:t>سپاسى كه پاداش آن نزد تو كامل باشد و ثواب آن بر هر ثواب افزون تر آيد</w:t>
      </w:r>
      <w:r w:rsidR="007D3118">
        <w:rPr>
          <w:rtl/>
        </w:rPr>
        <w:t xml:space="preserve">. </w:t>
      </w:r>
    </w:p>
    <w:p w:rsidR="00587D34" w:rsidRDefault="00587D34" w:rsidP="00587D34">
      <w:pPr>
        <w:pStyle w:val="libNormal"/>
        <w:rPr>
          <w:rtl/>
        </w:rPr>
      </w:pPr>
      <w:r>
        <w:rPr>
          <w:rtl/>
        </w:rPr>
        <w:t>43</w:t>
      </w:r>
      <w:r w:rsidR="007D3118">
        <w:rPr>
          <w:rtl/>
        </w:rPr>
        <w:t xml:space="preserve">. </w:t>
      </w:r>
      <w:r>
        <w:rPr>
          <w:rtl/>
        </w:rPr>
        <w:t>سپاسى كه بيرون و درونش مانند هم و با نيّت صادق جفت باشد</w:t>
      </w:r>
      <w:r w:rsidR="007D3118">
        <w:rPr>
          <w:rtl/>
        </w:rPr>
        <w:t xml:space="preserve">. </w:t>
      </w:r>
    </w:p>
    <w:p w:rsidR="00587D34" w:rsidRDefault="00587D34" w:rsidP="00587D34">
      <w:pPr>
        <w:pStyle w:val="libNormal"/>
        <w:rPr>
          <w:rtl/>
        </w:rPr>
      </w:pPr>
      <w:r>
        <w:rPr>
          <w:rtl/>
        </w:rPr>
        <w:t>44</w:t>
      </w:r>
      <w:r w:rsidR="007D3118">
        <w:rPr>
          <w:rtl/>
        </w:rPr>
        <w:t xml:space="preserve">. </w:t>
      </w:r>
      <w:r>
        <w:rPr>
          <w:rtl/>
        </w:rPr>
        <w:t>سپاسى كه هيچ آفريده اى چنان سپاس نگزارده و فضل آن را غير تو هيچ كسى ندارند</w:t>
      </w:r>
      <w:r w:rsidR="007D3118">
        <w:rPr>
          <w:rtl/>
        </w:rPr>
        <w:t xml:space="preserve">. </w:t>
      </w:r>
    </w:p>
    <w:p w:rsidR="00587D34" w:rsidRDefault="00587D34" w:rsidP="00587D34">
      <w:pPr>
        <w:pStyle w:val="libNormal"/>
        <w:rPr>
          <w:rtl/>
        </w:rPr>
      </w:pPr>
      <w:r>
        <w:rPr>
          <w:rtl/>
        </w:rPr>
        <w:t>45</w:t>
      </w:r>
      <w:r w:rsidR="007D3118">
        <w:rPr>
          <w:rtl/>
        </w:rPr>
        <w:t xml:space="preserve">. </w:t>
      </w:r>
      <w:r>
        <w:rPr>
          <w:rtl/>
        </w:rPr>
        <w:t>سپاسى كه گزارنده آن را مدد دهى و كوشنده در آن را تاييد فرمايى</w:t>
      </w:r>
      <w:r w:rsidR="007D3118">
        <w:rPr>
          <w:rtl/>
        </w:rPr>
        <w:t xml:space="preserve">. </w:t>
      </w:r>
    </w:p>
    <w:p w:rsidR="00587D34" w:rsidRDefault="00587D34" w:rsidP="00587D34">
      <w:pPr>
        <w:pStyle w:val="libNormal"/>
        <w:rPr>
          <w:rtl/>
        </w:rPr>
      </w:pPr>
      <w:r>
        <w:rPr>
          <w:rtl/>
        </w:rPr>
        <w:t>46</w:t>
      </w:r>
      <w:r w:rsidR="007D3118">
        <w:rPr>
          <w:rtl/>
        </w:rPr>
        <w:t xml:space="preserve">. </w:t>
      </w:r>
      <w:r>
        <w:rPr>
          <w:rtl/>
        </w:rPr>
        <w:t>سپاسى كه هر سپاس گذشته و آينده را فراگيرد</w:t>
      </w:r>
      <w:r w:rsidR="007D3118">
        <w:rPr>
          <w:rtl/>
        </w:rPr>
        <w:t xml:space="preserve">. </w:t>
      </w:r>
    </w:p>
    <w:p w:rsidR="00587D34" w:rsidRDefault="00587D34" w:rsidP="00587D34">
      <w:pPr>
        <w:pStyle w:val="libNormal"/>
        <w:rPr>
          <w:rtl/>
        </w:rPr>
      </w:pPr>
      <w:r>
        <w:rPr>
          <w:rtl/>
        </w:rPr>
        <w:t>47</w:t>
      </w:r>
      <w:r w:rsidR="007D3118">
        <w:rPr>
          <w:rtl/>
        </w:rPr>
        <w:t xml:space="preserve">. </w:t>
      </w:r>
      <w:r>
        <w:rPr>
          <w:rtl/>
        </w:rPr>
        <w:t>سپاسى كه هيچ حمدى به گفتار تو نزديك تر از آن نباشد و بالاتر از آن هيچ كس تو را حمد نكرده باشد</w:t>
      </w:r>
      <w:r w:rsidR="007D3118">
        <w:rPr>
          <w:rtl/>
        </w:rPr>
        <w:t xml:space="preserve">. </w:t>
      </w:r>
    </w:p>
    <w:p w:rsidR="00587D34" w:rsidRDefault="00587D34" w:rsidP="00587D34">
      <w:pPr>
        <w:pStyle w:val="libNormal"/>
        <w:rPr>
          <w:rtl/>
        </w:rPr>
      </w:pPr>
      <w:r>
        <w:rPr>
          <w:rtl/>
        </w:rPr>
        <w:t>48</w:t>
      </w:r>
      <w:r w:rsidR="007D3118">
        <w:rPr>
          <w:rtl/>
        </w:rPr>
        <w:t xml:space="preserve">. </w:t>
      </w:r>
      <w:r>
        <w:rPr>
          <w:rtl/>
        </w:rPr>
        <w:t>سپاسى كه به كرم تو موجب مزيد نعمت و فراوانى آن گردد</w:t>
      </w:r>
      <w:r w:rsidR="007D3118">
        <w:rPr>
          <w:rtl/>
        </w:rPr>
        <w:t xml:space="preserve">، </w:t>
      </w:r>
      <w:r>
        <w:rPr>
          <w:rtl/>
        </w:rPr>
        <w:t>و پيوسته آن را به رحمت خود بيفزايى</w:t>
      </w:r>
      <w:r w:rsidR="007D3118">
        <w:rPr>
          <w:rtl/>
        </w:rPr>
        <w:t xml:space="preserve">. </w:t>
      </w:r>
    </w:p>
    <w:p w:rsidR="00587D34" w:rsidRDefault="00587D34" w:rsidP="00587D34">
      <w:pPr>
        <w:pStyle w:val="libNormal"/>
        <w:rPr>
          <w:rtl/>
        </w:rPr>
      </w:pPr>
      <w:r>
        <w:rPr>
          <w:rtl/>
        </w:rPr>
        <w:t>49</w:t>
      </w:r>
      <w:r w:rsidR="007D3118">
        <w:rPr>
          <w:rtl/>
        </w:rPr>
        <w:t xml:space="preserve">. </w:t>
      </w:r>
      <w:r>
        <w:rPr>
          <w:rtl/>
        </w:rPr>
        <w:t>سپاسى كه شايسته ذات تو و سزاوار فرّ و بزرگى تو باشد</w:t>
      </w:r>
      <w:r w:rsidR="007D3118">
        <w:rPr>
          <w:rtl/>
        </w:rPr>
        <w:t xml:space="preserve">. </w:t>
      </w:r>
    </w:p>
    <w:p w:rsidR="00587D34" w:rsidRDefault="00587D34" w:rsidP="00587D34">
      <w:pPr>
        <w:pStyle w:val="libNormal"/>
        <w:rPr>
          <w:rtl/>
        </w:rPr>
      </w:pPr>
      <w:r>
        <w:rPr>
          <w:rtl/>
        </w:rPr>
        <w:t>50</w:t>
      </w:r>
      <w:r w:rsidR="007D3118">
        <w:rPr>
          <w:rtl/>
        </w:rPr>
        <w:t xml:space="preserve">. </w:t>
      </w:r>
      <w:r>
        <w:rPr>
          <w:rtl/>
        </w:rPr>
        <w:t>پروردگارا! درود فرست بر محمد و آل محمد كه برگزيده و بهترين خلق و گرامى و مقرب نزد توست</w:t>
      </w:r>
      <w:r w:rsidR="007D3118">
        <w:rPr>
          <w:rtl/>
        </w:rPr>
        <w:t xml:space="preserve">، </w:t>
      </w:r>
      <w:r>
        <w:rPr>
          <w:rtl/>
        </w:rPr>
        <w:t>بهترين درود و او را به فراخى و فرخندگى گرامى دار</w:t>
      </w:r>
      <w:r w:rsidR="007D3118">
        <w:rPr>
          <w:rtl/>
        </w:rPr>
        <w:t xml:space="preserve">، </w:t>
      </w:r>
      <w:r>
        <w:rPr>
          <w:rtl/>
        </w:rPr>
        <w:t>به خجسته ترين فرخندگى و بر او بخشايش فرما برترين بخشايش</w:t>
      </w:r>
      <w:r w:rsidR="007D3118">
        <w:rPr>
          <w:rtl/>
        </w:rPr>
        <w:t xml:space="preserve">. </w:t>
      </w:r>
    </w:p>
    <w:p w:rsidR="00587D34" w:rsidRDefault="00587D34" w:rsidP="00587D34">
      <w:pPr>
        <w:pStyle w:val="libNormal"/>
        <w:rPr>
          <w:rtl/>
        </w:rPr>
      </w:pPr>
      <w:r>
        <w:rPr>
          <w:rtl/>
        </w:rPr>
        <w:t>51</w:t>
      </w:r>
      <w:r w:rsidR="007D3118">
        <w:rPr>
          <w:rtl/>
        </w:rPr>
        <w:t xml:space="preserve">. </w:t>
      </w:r>
      <w:r>
        <w:rPr>
          <w:rtl/>
        </w:rPr>
        <w:t>پروردگارا درود بر محمد و آل او فرست</w:t>
      </w:r>
      <w:r w:rsidR="007D3118">
        <w:rPr>
          <w:rtl/>
        </w:rPr>
        <w:t xml:space="preserve">، </w:t>
      </w:r>
      <w:r>
        <w:rPr>
          <w:rtl/>
        </w:rPr>
        <w:t>درودى فزاينده كه فزاينده تر از آن نباشد و درود بر او فرست درودى برومند كه برومندتر از آن نبود و درود بر او فرست و درودى پسنديده كه از آن برتر درود صورت نبندد</w:t>
      </w:r>
      <w:r w:rsidR="007D3118">
        <w:rPr>
          <w:rtl/>
        </w:rPr>
        <w:t xml:space="preserve">. </w:t>
      </w:r>
    </w:p>
    <w:p w:rsidR="00587D34" w:rsidRDefault="00587D34" w:rsidP="00587D34">
      <w:pPr>
        <w:pStyle w:val="libNormal"/>
        <w:rPr>
          <w:rtl/>
        </w:rPr>
      </w:pPr>
      <w:r>
        <w:rPr>
          <w:rtl/>
        </w:rPr>
        <w:lastRenderedPageBreak/>
        <w:t>52</w:t>
      </w:r>
      <w:r w:rsidR="007D3118">
        <w:rPr>
          <w:rtl/>
        </w:rPr>
        <w:t xml:space="preserve">. </w:t>
      </w:r>
      <w:r>
        <w:rPr>
          <w:rtl/>
        </w:rPr>
        <w:t>پروردگارا! درود بر محمد و آل او فرست</w:t>
      </w:r>
      <w:r w:rsidR="007D3118">
        <w:rPr>
          <w:rtl/>
        </w:rPr>
        <w:t xml:space="preserve">، </w:t>
      </w:r>
      <w:r>
        <w:rPr>
          <w:rtl/>
        </w:rPr>
        <w:t>درودى كه او را خشنود گردانى و بيش از رضاى او و درود بر او فرست درودى كه شايسته او دانى و سزاى او</w:t>
      </w:r>
      <w:r w:rsidR="007D3118">
        <w:rPr>
          <w:rtl/>
        </w:rPr>
        <w:t xml:space="preserve">، </w:t>
      </w:r>
      <w:r>
        <w:rPr>
          <w:rtl/>
        </w:rPr>
        <w:t>و بيش از آن نيز</w:t>
      </w:r>
      <w:r w:rsidR="007D3118">
        <w:rPr>
          <w:rtl/>
        </w:rPr>
        <w:t xml:space="preserve">، </w:t>
      </w:r>
      <w:r>
        <w:rPr>
          <w:rtl/>
        </w:rPr>
        <w:t>درود بر او فرست درودى كه به غير آن راضى نباشى و ديگرى را شايسته آن نبينى</w:t>
      </w:r>
      <w:r w:rsidR="007D3118">
        <w:rPr>
          <w:rtl/>
        </w:rPr>
        <w:t xml:space="preserve">. </w:t>
      </w:r>
    </w:p>
    <w:p w:rsidR="00587D34" w:rsidRDefault="00587D34" w:rsidP="00587D34">
      <w:pPr>
        <w:pStyle w:val="libNormal"/>
        <w:rPr>
          <w:rtl/>
        </w:rPr>
      </w:pPr>
      <w:r>
        <w:rPr>
          <w:rtl/>
        </w:rPr>
        <w:t>53</w:t>
      </w:r>
      <w:r w:rsidR="007D3118">
        <w:rPr>
          <w:rtl/>
        </w:rPr>
        <w:t xml:space="preserve">. </w:t>
      </w:r>
      <w:r>
        <w:rPr>
          <w:rtl/>
        </w:rPr>
        <w:t>پروردگارا! درود بر محمد و آل او فرست</w:t>
      </w:r>
      <w:r w:rsidR="007D3118">
        <w:rPr>
          <w:rtl/>
        </w:rPr>
        <w:t xml:space="preserve">، </w:t>
      </w:r>
      <w:r>
        <w:rPr>
          <w:rtl/>
        </w:rPr>
        <w:t>درودى كه از رضاى تو بيشتر باشد</w:t>
      </w:r>
      <w:r w:rsidR="007D3118">
        <w:rPr>
          <w:rtl/>
        </w:rPr>
        <w:t xml:space="preserve">، </w:t>
      </w:r>
      <w:r>
        <w:rPr>
          <w:rtl/>
        </w:rPr>
        <w:t>و با بقاى تو پيوندد و مانند سخنان تو بى پايان بود</w:t>
      </w:r>
      <w:r w:rsidR="007D3118">
        <w:rPr>
          <w:rtl/>
        </w:rPr>
        <w:t xml:space="preserve">. </w:t>
      </w:r>
      <w:r w:rsidRPr="00AA3CBA">
        <w:rPr>
          <w:rStyle w:val="libFootnotenumChar"/>
          <w:rtl/>
        </w:rPr>
        <w:t>(130</w:t>
      </w:r>
      <w:r w:rsidR="007D3118" w:rsidRPr="00AA3CBA">
        <w:rPr>
          <w:rStyle w:val="libFootnotenumChar"/>
          <w:rtl/>
        </w:rPr>
        <w:t>)</w:t>
      </w:r>
    </w:p>
    <w:p w:rsidR="00587D34" w:rsidRDefault="00587D34" w:rsidP="00587D34">
      <w:pPr>
        <w:pStyle w:val="libNormal"/>
        <w:rPr>
          <w:rtl/>
        </w:rPr>
      </w:pPr>
      <w:r>
        <w:rPr>
          <w:rtl/>
        </w:rPr>
        <w:t>54</w:t>
      </w:r>
      <w:r w:rsidR="007D3118">
        <w:rPr>
          <w:rtl/>
        </w:rPr>
        <w:t xml:space="preserve">. </w:t>
      </w:r>
      <w:r>
        <w:rPr>
          <w:rtl/>
        </w:rPr>
        <w:t>پروردگارا! درود بر محمد و آل او فرست</w:t>
      </w:r>
      <w:r w:rsidR="007D3118">
        <w:rPr>
          <w:rtl/>
        </w:rPr>
        <w:t xml:space="preserve">، </w:t>
      </w:r>
      <w:r>
        <w:rPr>
          <w:rtl/>
        </w:rPr>
        <w:t>درودى كه درود فرشتگان و پيغمبران و رسولان و فرمانبران تو را در بر گيرد و درود بندگان تو از جن و انس و هر كس دعوت تو را اجابت كرد و هر يك از اصناف آفريدگان كه هستى بخشيدى و پديد آوردى شامل شود</w:t>
      </w:r>
      <w:r w:rsidR="007D3118">
        <w:rPr>
          <w:rtl/>
        </w:rPr>
        <w:t xml:space="preserve">. </w:t>
      </w:r>
    </w:p>
    <w:p w:rsidR="00587D34" w:rsidRDefault="00587D34" w:rsidP="00587D34">
      <w:pPr>
        <w:pStyle w:val="libNormal"/>
        <w:rPr>
          <w:rtl/>
        </w:rPr>
      </w:pPr>
      <w:r>
        <w:rPr>
          <w:rtl/>
        </w:rPr>
        <w:t>55</w:t>
      </w:r>
      <w:r w:rsidR="007D3118">
        <w:rPr>
          <w:rtl/>
        </w:rPr>
        <w:t xml:space="preserve">. </w:t>
      </w:r>
      <w:r>
        <w:rPr>
          <w:rtl/>
        </w:rPr>
        <w:t>پروردگارا! درود بر او فرست و بر آل او</w:t>
      </w:r>
      <w:r w:rsidR="007D3118">
        <w:rPr>
          <w:rtl/>
        </w:rPr>
        <w:t xml:space="preserve">، </w:t>
      </w:r>
      <w:r>
        <w:rPr>
          <w:rtl/>
        </w:rPr>
        <w:t>درودى كه هر درود گذشته و آينده را فراگيرد و بر او و آل او فرست درودى كه پسنديده تو و غير تو باشد</w:t>
      </w:r>
      <w:r w:rsidR="007D3118">
        <w:rPr>
          <w:rtl/>
        </w:rPr>
        <w:t xml:space="preserve">. </w:t>
      </w:r>
      <w:r>
        <w:rPr>
          <w:rtl/>
        </w:rPr>
        <w:t>و با اين همه درود و تحيات ديگر نيز كه چون بر آن ها افزوده گردد چندين برابر شود و با گذشتن هر روز پيوسته در افزايد چنان كه شماره آن را كس ‍ نتواند كرد و عدد آن را نتواند دانست</w:t>
      </w:r>
      <w:r w:rsidR="007D3118">
        <w:rPr>
          <w:rtl/>
        </w:rPr>
        <w:t xml:space="preserve">. </w:t>
      </w:r>
    </w:p>
    <w:p w:rsidR="00587D34" w:rsidRDefault="00587D34" w:rsidP="00587D34">
      <w:pPr>
        <w:pStyle w:val="libNormal"/>
        <w:rPr>
          <w:rtl/>
        </w:rPr>
      </w:pPr>
      <w:r>
        <w:rPr>
          <w:rtl/>
        </w:rPr>
        <w:t>56</w:t>
      </w:r>
      <w:r w:rsidR="007D3118">
        <w:rPr>
          <w:rtl/>
        </w:rPr>
        <w:t xml:space="preserve">. </w:t>
      </w:r>
      <w:r>
        <w:rPr>
          <w:rtl/>
        </w:rPr>
        <w:t>خداوندا! بر پاكان خاندان او درود فرست</w:t>
      </w:r>
      <w:r w:rsidR="007D3118">
        <w:rPr>
          <w:rtl/>
        </w:rPr>
        <w:t xml:space="preserve">، </w:t>
      </w:r>
      <w:r>
        <w:rPr>
          <w:rtl/>
        </w:rPr>
        <w:t>كه آنان را برگزيدى تا فرمان تو را اجر كنند و گنجوران گنج دانش خود گردانيدى و بر نگهبانى دين خود بر گماشتى</w:t>
      </w:r>
      <w:r w:rsidR="007D3118">
        <w:rPr>
          <w:rtl/>
        </w:rPr>
        <w:t xml:space="preserve">، </w:t>
      </w:r>
      <w:r>
        <w:rPr>
          <w:rtl/>
        </w:rPr>
        <w:t xml:space="preserve">آنها جانشينان تواند در زمين و حجت تواند بر بندگانت و آنان را از هر ناپاكى و پليدى به خواست خود پاك كردى </w:t>
      </w:r>
      <w:r w:rsidRPr="00AA3CBA">
        <w:rPr>
          <w:rStyle w:val="libFootnotenumChar"/>
          <w:rtl/>
        </w:rPr>
        <w:t>(131</w:t>
      </w:r>
      <w:r w:rsidR="007D3118" w:rsidRPr="00AA3CBA">
        <w:rPr>
          <w:rStyle w:val="libFootnotenumChar"/>
          <w:rtl/>
        </w:rPr>
        <w:t>)</w:t>
      </w:r>
      <w:r>
        <w:rPr>
          <w:rtl/>
        </w:rPr>
        <w:t xml:space="preserve"> و ايشان را وسيله سوى خويش</w:t>
      </w:r>
      <w:r w:rsidR="007D3118">
        <w:rPr>
          <w:rtl/>
        </w:rPr>
        <w:t xml:space="preserve">، </w:t>
      </w:r>
      <w:r>
        <w:rPr>
          <w:rtl/>
        </w:rPr>
        <w:t>و راه جانب بهشت خود قرار دادى</w:t>
      </w:r>
      <w:r w:rsidR="007D3118">
        <w:rPr>
          <w:rtl/>
        </w:rPr>
        <w:t xml:space="preserve">. </w:t>
      </w:r>
    </w:p>
    <w:p w:rsidR="00587D34" w:rsidRDefault="00587D34" w:rsidP="00587D34">
      <w:pPr>
        <w:pStyle w:val="libNormal"/>
        <w:rPr>
          <w:rtl/>
        </w:rPr>
      </w:pPr>
      <w:r>
        <w:rPr>
          <w:rtl/>
        </w:rPr>
        <w:lastRenderedPageBreak/>
        <w:t>57</w:t>
      </w:r>
      <w:r w:rsidR="007D3118">
        <w:rPr>
          <w:rtl/>
        </w:rPr>
        <w:t xml:space="preserve">. </w:t>
      </w:r>
      <w:r>
        <w:rPr>
          <w:rtl/>
        </w:rPr>
        <w:t>پروردگارا! درود بر محمد و آل او فرست</w:t>
      </w:r>
      <w:r w:rsidR="007D3118">
        <w:rPr>
          <w:rtl/>
        </w:rPr>
        <w:t xml:space="preserve">، </w:t>
      </w:r>
      <w:r>
        <w:rPr>
          <w:rtl/>
        </w:rPr>
        <w:t>درودى كه از عطاى بزرگ و كرامت آنها را بهره مند گردانى</w:t>
      </w:r>
      <w:r w:rsidR="007D3118">
        <w:rPr>
          <w:rtl/>
        </w:rPr>
        <w:t xml:space="preserve">. </w:t>
      </w:r>
      <w:r>
        <w:rPr>
          <w:rtl/>
        </w:rPr>
        <w:t>همه گونه نعمت و رحمت خود را بر آنان كامل كنى</w:t>
      </w:r>
      <w:r w:rsidR="007D3118">
        <w:rPr>
          <w:rtl/>
        </w:rPr>
        <w:t xml:space="preserve">، </w:t>
      </w:r>
      <w:r>
        <w:rPr>
          <w:rtl/>
        </w:rPr>
        <w:t>و بهره آنها را از فايده و انعام خود بسيار گردانى</w:t>
      </w:r>
      <w:r w:rsidR="007D3118">
        <w:rPr>
          <w:rtl/>
        </w:rPr>
        <w:t xml:space="preserve">. </w:t>
      </w:r>
    </w:p>
    <w:p w:rsidR="00587D34" w:rsidRDefault="00587D34" w:rsidP="00587D34">
      <w:pPr>
        <w:pStyle w:val="libNormal"/>
        <w:rPr>
          <w:rtl/>
        </w:rPr>
      </w:pPr>
      <w:r>
        <w:rPr>
          <w:rtl/>
        </w:rPr>
        <w:t>58</w:t>
      </w:r>
      <w:r w:rsidR="007D3118">
        <w:rPr>
          <w:rtl/>
        </w:rPr>
        <w:t xml:space="preserve">. </w:t>
      </w:r>
      <w:r>
        <w:rPr>
          <w:rtl/>
        </w:rPr>
        <w:t>پروردگارا! بر او و خاندان او درودى فرست كه نه آغاز آن را حدى باشد و نه مدت آن را پايانى و نه انجام آن را كرانه</w:t>
      </w:r>
      <w:r w:rsidR="007D3118">
        <w:rPr>
          <w:rtl/>
        </w:rPr>
        <w:t xml:space="preserve">. </w:t>
      </w:r>
    </w:p>
    <w:p w:rsidR="00587D34" w:rsidRDefault="00587D34" w:rsidP="00587D34">
      <w:pPr>
        <w:pStyle w:val="libNormal"/>
        <w:rPr>
          <w:rtl/>
        </w:rPr>
      </w:pPr>
      <w:r>
        <w:rPr>
          <w:rtl/>
        </w:rPr>
        <w:t>59</w:t>
      </w:r>
      <w:r w:rsidR="007D3118">
        <w:rPr>
          <w:rtl/>
        </w:rPr>
        <w:t xml:space="preserve">. </w:t>
      </w:r>
      <w:r>
        <w:rPr>
          <w:rtl/>
        </w:rPr>
        <w:t>پروردگارا! درود بر او فرست هموزن عرش و هرچه زير عرش است</w:t>
      </w:r>
      <w:r w:rsidR="007D3118">
        <w:rPr>
          <w:rtl/>
        </w:rPr>
        <w:t xml:space="preserve">، </w:t>
      </w:r>
      <w:r>
        <w:rPr>
          <w:rtl/>
        </w:rPr>
        <w:t>و به قدر پرى آسمان ها و هر چه بالاى آسمان هاست</w:t>
      </w:r>
      <w:r w:rsidR="007D3118">
        <w:rPr>
          <w:rtl/>
        </w:rPr>
        <w:t xml:space="preserve">، </w:t>
      </w:r>
      <w:r w:rsidRPr="00AA3CBA">
        <w:rPr>
          <w:rStyle w:val="libFootnotenumChar"/>
          <w:rtl/>
        </w:rPr>
        <w:t>(132</w:t>
      </w:r>
      <w:r w:rsidR="007D3118" w:rsidRPr="00AA3CBA">
        <w:rPr>
          <w:rStyle w:val="libFootnotenumChar"/>
          <w:rtl/>
        </w:rPr>
        <w:t>)</w:t>
      </w:r>
      <w:r>
        <w:rPr>
          <w:rtl/>
        </w:rPr>
        <w:t xml:space="preserve"> و به شمار زمينها و هرچه زير آنها و هر چه ميان طبقات آسمان و زمين است</w:t>
      </w:r>
      <w:r w:rsidR="007D3118">
        <w:rPr>
          <w:rtl/>
        </w:rPr>
        <w:t xml:space="preserve">. </w:t>
      </w:r>
      <w:r>
        <w:rPr>
          <w:rtl/>
        </w:rPr>
        <w:t>درودى كه آنان را ب خود نزديك سازى و تو و ايشان از آن خشنود گرديد و هميشه به مانند خود پيوسته باشد</w:t>
      </w:r>
      <w:r w:rsidR="007D3118">
        <w:rPr>
          <w:rtl/>
        </w:rPr>
        <w:t xml:space="preserve">. </w:t>
      </w:r>
    </w:p>
    <w:p w:rsidR="00587D34" w:rsidRDefault="00587D34" w:rsidP="00587D34">
      <w:pPr>
        <w:pStyle w:val="libNormal"/>
        <w:rPr>
          <w:rtl/>
        </w:rPr>
      </w:pPr>
      <w:r>
        <w:rPr>
          <w:rtl/>
        </w:rPr>
        <w:t>60</w:t>
      </w:r>
      <w:r w:rsidR="007D3118">
        <w:rPr>
          <w:rtl/>
        </w:rPr>
        <w:t xml:space="preserve">. </w:t>
      </w:r>
      <w:r>
        <w:rPr>
          <w:rtl/>
        </w:rPr>
        <w:t>خدايا! تو دين خود را در هر زمانى به امامى تاءييد كردى و او را چون علم براى بندگانت برافراشتى و چون شاخص نورافكنى در شهرهاى خود بپا داشتى</w:t>
      </w:r>
      <w:r w:rsidR="007D3118">
        <w:rPr>
          <w:rtl/>
        </w:rPr>
        <w:t xml:space="preserve">، </w:t>
      </w:r>
      <w:r>
        <w:rPr>
          <w:rtl/>
        </w:rPr>
        <w:t>پس از آنكه ريسمان او را به ريسمان خود پيوستى</w:t>
      </w:r>
      <w:r w:rsidR="007D3118">
        <w:rPr>
          <w:rtl/>
        </w:rPr>
        <w:t xml:space="preserve">، </w:t>
      </w:r>
      <w:r>
        <w:rPr>
          <w:rtl/>
        </w:rPr>
        <w:t>و او را وسيله تحصيل خشنودى خويش گردانيدى اطاعت او واجب فرمودى</w:t>
      </w:r>
      <w:r w:rsidR="007D3118">
        <w:rPr>
          <w:rtl/>
        </w:rPr>
        <w:t xml:space="preserve">، </w:t>
      </w:r>
      <w:r>
        <w:rPr>
          <w:rtl/>
        </w:rPr>
        <w:t>و از نافرمانى او ترسانيدى و به فرمانبرى او ترغيب نمودى و پرهيز از مناهى او را لازم شمردى</w:t>
      </w:r>
      <w:r w:rsidR="007D3118">
        <w:rPr>
          <w:rtl/>
        </w:rPr>
        <w:t xml:space="preserve">، </w:t>
      </w:r>
      <w:r>
        <w:rPr>
          <w:rtl/>
        </w:rPr>
        <w:t>مبادا هيچ كس از او پيش افتد يا از او واپس ماند</w:t>
      </w:r>
      <w:r w:rsidR="007D3118">
        <w:rPr>
          <w:rtl/>
        </w:rPr>
        <w:t xml:space="preserve">. </w:t>
      </w:r>
      <w:r>
        <w:rPr>
          <w:rtl/>
        </w:rPr>
        <w:t>او را حافظ پناهندگان و سنگر مؤمنان و دستاويز نجات جويان و فروغ مردم جهان قرار دادى</w:t>
      </w:r>
      <w:r w:rsidR="007D3118">
        <w:rPr>
          <w:rtl/>
        </w:rPr>
        <w:t xml:space="preserve">. </w:t>
      </w:r>
    </w:p>
    <w:p w:rsidR="00587D34" w:rsidRDefault="00587D34" w:rsidP="00587D34">
      <w:pPr>
        <w:pStyle w:val="libNormal"/>
        <w:rPr>
          <w:rtl/>
        </w:rPr>
      </w:pPr>
      <w:r>
        <w:rPr>
          <w:rtl/>
        </w:rPr>
        <w:t>61</w:t>
      </w:r>
      <w:r w:rsidR="007D3118">
        <w:rPr>
          <w:rtl/>
        </w:rPr>
        <w:t xml:space="preserve">. </w:t>
      </w:r>
      <w:r>
        <w:rPr>
          <w:rtl/>
        </w:rPr>
        <w:t>پس ولى خود را الهام كن تا شكر اين نعمت بگزارد</w:t>
      </w:r>
      <w:r w:rsidR="007D3118">
        <w:rPr>
          <w:rtl/>
        </w:rPr>
        <w:t xml:space="preserve">، </w:t>
      </w:r>
      <w:r>
        <w:rPr>
          <w:rtl/>
        </w:rPr>
        <w:t>و ما را نيز الهام كن كه نعمت وجود او را سپاس گوييم و او را به فيروزى از جانب خود نصرت كن</w:t>
      </w:r>
      <w:r w:rsidR="007D3118">
        <w:rPr>
          <w:rtl/>
        </w:rPr>
        <w:t xml:space="preserve">، </w:t>
      </w:r>
      <w:r>
        <w:rPr>
          <w:rtl/>
        </w:rPr>
        <w:t>و كار او را به آسانى بگشاى و به پشتيبانى محكم خود او را مدد فرماى و پشت او را قوى كن و بازوى او را نيرومند گردان</w:t>
      </w:r>
      <w:r w:rsidR="007D3118">
        <w:rPr>
          <w:rtl/>
        </w:rPr>
        <w:t xml:space="preserve">، </w:t>
      </w:r>
      <w:r>
        <w:rPr>
          <w:rtl/>
        </w:rPr>
        <w:t xml:space="preserve">و او را به ديده رعايت خود نگران </w:t>
      </w:r>
      <w:r>
        <w:rPr>
          <w:rtl/>
        </w:rPr>
        <w:lastRenderedPageBreak/>
        <w:t>باش و در كنف حمايت خود نگهدار</w:t>
      </w:r>
      <w:r w:rsidR="007D3118">
        <w:rPr>
          <w:rtl/>
        </w:rPr>
        <w:t xml:space="preserve">، </w:t>
      </w:r>
      <w:r>
        <w:rPr>
          <w:rtl/>
        </w:rPr>
        <w:t>و به فرشتگانش يارى كن و به سپاه نيرومند خويش مدد ده</w:t>
      </w:r>
      <w:r w:rsidR="007D3118">
        <w:rPr>
          <w:rtl/>
        </w:rPr>
        <w:t xml:space="preserve">. </w:t>
      </w:r>
    </w:p>
    <w:p w:rsidR="00587D34" w:rsidRDefault="00587D34" w:rsidP="00587D34">
      <w:pPr>
        <w:pStyle w:val="libNormal"/>
        <w:rPr>
          <w:rtl/>
        </w:rPr>
      </w:pPr>
      <w:r>
        <w:rPr>
          <w:rtl/>
        </w:rPr>
        <w:t>62</w:t>
      </w:r>
      <w:r w:rsidR="007D3118">
        <w:rPr>
          <w:rtl/>
        </w:rPr>
        <w:t xml:space="preserve">. </w:t>
      </w:r>
      <w:r>
        <w:rPr>
          <w:rtl/>
        </w:rPr>
        <w:t>و كتاب و احكام و قوانين و سنت رسول خود صلواتك عليه و آله را به او برپاى دار</w:t>
      </w:r>
      <w:r w:rsidR="007D3118">
        <w:rPr>
          <w:rtl/>
        </w:rPr>
        <w:t xml:space="preserve">. </w:t>
      </w:r>
      <w:r>
        <w:rPr>
          <w:rtl/>
        </w:rPr>
        <w:t>و آنچه از آثار دين ستمكاران ناپديد كرد و به دست او زنده كن و زنگ ستم را از صفحه ملت خويش به دست او زدوده كن و دشوارى ها كه در راه دين تو نهاده اند به همت او بردار و منحرفان را به او نابود كن و آنها كه طالبان تو را به راه كج برند به دست او ناپديد گردان</w:t>
      </w:r>
      <w:r w:rsidR="007D3118">
        <w:rPr>
          <w:rtl/>
        </w:rPr>
        <w:t xml:space="preserve">. </w:t>
      </w:r>
    </w:p>
    <w:p w:rsidR="00587D34" w:rsidRDefault="00587D34" w:rsidP="00587D34">
      <w:pPr>
        <w:pStyle w:val="libNormal"/>
        <w:rPr>
          <w:rtl/>
        </w:rPr>
      </w:pPr>
      <w:r>
        <w:rPr>
          <w:rtl/>
        </w:rPr>
        <w:t>63</w:t>
      </w:r>
      <w:r w:rsidR="007D3118">
        <w:rPr>
          <w:rtl/>
        </w:rPr>
        <w:t xml:space="preserve">. </w:t>
      </w:r>
      <w:r>
        <w:rPr>
          <w:rtl/>
        </w:rPr>
        <w:t>و دل او را بر دوستان مهربان كن و دست او را بر دشمنان چيره ساز</w:t>
      </w:r>
      <w:r w:rsidR="007D3118">
        <w:rPr>
          <w:rtl/>
        </w:rPr>
        <w:t xml:space="preserve">، </w:t>
      </w:r>
      <w:r>
        <w:rPr>
          <w:rtl/>
        </w:rPr>
        <w:t>و ما را از مهر و بخشايش و دلجويى و نوازش او برخوردار دار و شنوا و فرمانبردار او گردان كه در تحصيل خشنودى او بكوشيم و براى يارى او و دفع دشمن وى پيوسته پيرامون او باشيم و به خداى و رسول تو بدين خدمت تقرب جوييم صلواتك اللهم عليه و آله</w:t>
      </w:r>
      <w:r w:rsidR="007D3118">
        <w:rPr>
          <w:rtl/>
        </w:rPr>
        <w:t xml:space="preserve">. </w:t>
      </w:r>
      <w:r w:rsidRPr="00AA3CBA">
        <w:rPr>
          <w:rStyle w:val="libFootnotenumChar"/>
          <w:rtl/>
        </w:rPr>
        <w:t>(133</w:t>
      </w:r>
      <w:r w:rsidR="007D3118" w:rsidRPr="00AA3CBA">
        <w:rPr>
          <w:rStyle w:val="libFootnotenumChar"/>
          <w:rtl/>
        </w:rPr>
        <w:t>)</w:t>
      </w:r>
    </w:p>
    <w:p w:rsidR="00587D34" w:rsidRDefault="00587D34" w:rsidP="00587D34">
      <w:pPr>
        <w:pStyle w:val="libNormal"/>
        <w:rPr>
          <w:rtl/>
        </w:rPr>
      </w:pPr>
      <w:r>
        <w:rPr>
          <w:rtl/>
        </w:rPr>
        <w:t>64</w:t>
      </w:r>
      <w:r w:rsidR="007D3118">
        <w:rPr>
          <w:rtl/>
        </w:rPr>
        <w:t xml:space="preserve">. </w:t>
      </w:r>
      <w:r>
        <w:rPr>
          <w:rtl/>
        </w:rPr>
        <w:t xml:space="preserve">خدايا بر دوستان ائمه </w:t>
      </w:r>
      <w:r w:rsidR="000C598D" w:rsidRPr="000C598D">
        <w:rPr>
          <w:rStyle w:val="libAlaemChar"/>
          <w:rtl/>
        </w:rPr>
        <w:t>عليهم‌السلام</w:t>
      </w:r>
      <w:r w:rsidR="007D3118">
        <w:rPr>
          <w:rtl/>
        </w:rPr>
        <w:t xml:space="preserve"> </w:t>
      </w:r>
      <w:r>
        <w:rPr>
          <w:rtl/>
        </w:rPr>
        <w:t>كه مقام آنان را شناختند</w:t>
      </w:r>
      <w:r w:rsidR="007D3118">
        <w:rPr>
          <w:rtl/>
        </w:rPr>
        <w:t xml:space="preserve">، </w:t>
      </w:r>
      <w:r>
        <w:rPr>
          <w:rtl/>
        </w:rPr>
        <w:t>و به روش ‍ آنها رفتند و آثار آن را پيروى كردند و به آنان پيوستند ولايت آنان را دست آويز خود ساختند و پيشوايى آنها را پذيرفتند و فرمان آنها را گردن نهادند و در اطاعت آنها كوشيدند</w:t>
      </w:r>
      <w:r w:rsidR="007D3118">
        <w:rPr>
          <w:rtl/>
        </w:rPr>
        <w:t xml:space="preserve">، </w:t>
      </w:r>
      <w:r>
        <w:rPr>
          <w:rtl/>
        </w:rPr>
        <w:t>در انتظار روزگار دولت آنها نشستند</w:t>
      </w:r>
      <w:r w:rsidR="007D3118">
        <w:rPr>
          <w:rtl/>
        </w:rPr>
        <w:t xml:space="preserve">، </w:t>
      </w:r>
      <w:r>
        <w:rPr>
          <w:rtl/>
        </w:rPr>
        <w:t>چشمان خود را سوى آنها دوختند</w:t>
      </w:r>
      <w:r w:rsidR="007D3118">
        <w:rPr>
          <w:rtl/>
        </w:rPr>
        <w:t xml:space="preserve">، </w:t>
      </w:r>
      <w:r>
        <w:rPr>
          <w:rtl/>
        </w:rPr>
        <w:t>درودها نثار كن</w:t>
      </w:r>
      <w:r w:rsidR="007D3118">
        <w:rPr>
          <w:rtl/>
        </w:rPr>
        <w:t xml:space="preserve">، </w:t>
      </w:r>
      <w:r>
        <w:rPr>
          <w:rtl/>
        </w:rPr>
        <w:t>پاك و فرخنده و برومند هر بامداد و شامگاه</w:t>
      </w:r>
      <w:r w:rsidR="007D3118">
        <w:rPr>
          <w:rtl/>
        </w:rPr>
        <w:t xml:space="preserve">. </w:t>
      </w:r>
    </w:p>
    <w:p w:rsidR="00587D34" w:rsidRDefault="00587D34" w:rsidP="00587D34">
      <w:pPr>
        <w:pStyle w:val="libNormal"/>
        <w:rPr>
          <w:rtl/>
        </w:rPr>
      </w:pPr>
      <w:r>
        <w:rPr>
          <w:rtl/>
        </w:rPr>
        <w:t>65</w:t>
      </w:r>
      <w:r w:rsidR="007D3118">
        <w:rPr>
          <w:rtl/>
        </w:rPr>
        <w:t xml:space="preserve">. </w:t>
      </w:r>
      <w:r>
        <w:rPr>
          <w:rtl/>
        </w:rPr>
        <w:t>و سلام بر آنها و جانهاى آنها فرست</w:t>
      </w:r>
      <w:r w:rsidR="007D3118">
        <w:rPr>
          <w:rtl/>
        </w:rPr>
        <w:t xml:space="preserve">، </w:t>
      </w:r>
      <w:r>
        <w:rPr>
          <w:rtl/>
        </w:rPr>
        <w:t>و كار آن ها را به پرهيزگارى سامان ده</w:t>
      </w:r>
      <w:r w:rsidR="007D3118">
        <w:rPr>
          <w:rtl/>
        </w:rPr>
        <w:t xml:space="preserve">، </w:t>
      </w:r>
      <w:r>
        <w:rPr>
          <w:rtl/>
        </w:rPr>
        <w:t>و حال آن ها را به صلاح آور</w:t>
      </w:r>
      <w:r w:rsidR="007D3118">
        <w:rPr>
          <w:rtl/>
        </w:rPr>
        <w:t xml:space="preserve">، </w:t>
      </w:r>
      <w:r>
        <w:rPr>
          <w:rtl/>
        </w:rPr>
        <w:t>و توبه آنها را بپذير</w:t>
      </w:r>
      <w:r w:rsidR="007D3118">
        <w:rPr>
          <w:rtl/>
        </w:rPr>
        <w:t xml:space="preserve">، </w:t>
      </w:r>
      <w:r>
        <w:rPr>
          <w:rtl/>
        </w:rPr>
        <w:t>كه تويى پذيرفتار توبه و مهربان</w:t>
      </w:r>
      <w:r w:rsidR="007D3118">
        <w:rPr>
          <w:rtl/>
        </w:rPr>
        <w:t xml:space="preserve">، </w:t>
      </w:r>
      <w:r>
        <w:rPr>
          <w:rtl/>
        </w:rPr>
        <w:t>و بهترين آمرزندگان</w:t>
      </w:r>
      <w:r w:rsidR="007D3118">
        <w:rPr>
          <w:rtl/>
        </w:rPr>
        <w:t xml:space="preserve">، </w:t>
      </w:r>
      <w:r>
        <w:rPr>
          <w:rtl/>
        </w:rPr>
        <w:t>و ما را با آنها در سراى سلامت ماءوى ده برحمتك يا ارحم الراحمين</w:t>
      </w:r>
      <w:r w:rsidR="007D3118">
        <w:rPr>
          <w:rtl/>
        </w:rPr>
        <w:t xml:space="preserve">. </w:t>
      </w:r>
    </w:p>
    <w:p w:rsidR="00587D34" w:rsidRDefault="00587D34" w:rsidP="00587D34">
      <w:pPr>
        <w:pStyle w:val="libNormal"/>
        <w:rPr>
          <w:rtl/>
        </w:rPr>
      </w:pPr>
      <w:r>
        <w:rPr>
          <w:rtl/>
        </w:rPr>
        <w:lastRenderedPageBreak/>
        <w:t>66</w:t>
      </w:r>
      <w:r w:rsidR="007D3118">
        <w:rPr>
          <w:rtl/>
        </w:rPr>
        <w:t xml:space="preserve">. </w:t>
      </w:r>
      <w:r>
        <w:rPr>
          <w:rtl/>
        </w:rPr>
        <w:t xml:space="preserve">خدايا! اين روز عرفه است </w:t>
      </w:r>
      <w:r w:rsidRPr="00AA3CBA">
        <w:rPr>
          <w:rStyle w:val="libFootnotenumChar"/>
          <w:rtl/>
        </w:rPr>
        <w:t>(134</w:t>
      </w:r>
      <w:r w:rsidR="007D3118" w:rsidRPr="00AA3CBA">
        <w:rPr>
          <w:rStyle w:val="libFootnotenumChar"/>
          <w:rtl/>
        </w:rPr>
        <w:t>)</w:t>
      </w:r>
      <w:r>
        <w:rPr>
          <w:rtl/>
        </w:rPr>
        <w:t xml:space="preserve"> كه آن را ارجمند كردى و گرامى و بزرگ داشتى و رحمت خويش را پراكنده كردى و به عفو خود بر خلق منت نهادى و عطاياى بزرگ دادى و بندگان را بدان نواختى</w:t>
      </w:r>
      <w:r w:rsidR="007D3118">
        <w:rPr>
          <w:rtl/>
        </w:rPr>
        <w:t xml:space="preserve">. </w:t>
      </w:r>
    </w:p>
    <w:p w:rsidR="00587D34" w:rsidRDefault="00587D34" w:rsidP="00587D34">
      <w:pPr>
        <w:pStyle w:val="libNormal"/>
        <w:rPr>
          <w:rtl/>
        </w:rPr>
      </w:pPr>
      <w:r>
        <w:rPr>
          <w:rtl/>
        </w:rPr>
        <w:t>67</w:t>
      </w:r>
      <w:r w:rsidR="007D3118">
        <w:rPr>
          <w:rtl/>
        </w:rPr>
        <w:t xml:space="preserve">. </w:t>
      </w:r>
      <w:r>
        <w:rPr>
          <w:rtl/>
        </w:rPr>
        <w:t>خدايا من بنده توام كه پيش از آفرينش و پس از آن بر من انعام كردى</w:t>
      </w:r>
      <w:r w:rsidR="007D3118">
        <w:rPr>
          <w:rtl/>
        </w:rPr>
        <w:t xml:space="preserve">، </w:t>
      </w:r>
      <w:r>
        <w:rPr>
          <w:rtl/>
        </w:rPr>
        <w:t>به دين خود راه نمودى و به اداى حقّ خود توفيق دادى</w:t>
      </w:r>
      <w:r w:rsidR="007D3118">
        <w:rPr>
          <w:rtl/>
        </w:rPr>
        <w:t xml:space="preserve">، </w:t>
      </w:r>
      <w:r>
        <w:rPr>
          <w:rtl/>
        </w:rPr>
        <w:t>و به رشته عصمت پيوستى</w:t>
      </w:r>
      <w:r w:rsidR="007D3118">
        <w:rPr>
          <w:rtl/>
        </w:rPr>
        <w:t xml:space="preserve">، </w:t>
      </w:r>
      <w:r>
        <w:rPr>
          <w:rtl/>
        </w:rPr>
        <w:t>و در گروه خود آوردى و به دوستى دوستان</w:t>
      </w:r>
      <w:r w:rsidR="007D3118">
        <w:rPr>
          <w:rtl/>
        </w:rPr>
        <w:t xml:space="preserve">، </w:t>
      </w:r>
      <w:r>
        <w:rPr>
          <w:rtl/>
        </w:rPr>
        <w:t>و دشمنى دشمنان خود هدايت كردى</w:t>
      </w:r>
      <w:r w:rsidR="007D3118">
        <w:rPr>
          <w:rtl/>
        </w:rPr>
        <w:t xml:space="preserve">. </w:t>
      </w:r>
    </w:p>
    <w:p w:rsidR="00587D34" w:rsidRDefault="00587D34" w:rsidP="00587D34">
      <w:pPr>
        <w:pStyle w:val="libNormal"/>
        <w:rPr>
          <w:rtl/>
        </w:rPr>
      </w:pPr>
      <w:r>
        <w:rPr>
          <w:rtl/>
        </w:rPr>
        <w:t>68</w:t>
      </w:r>
      <w:r w:rsidR="007D3118">
        <w:rPr>
          <w:rtl/>
        </w:rPr>
        <w:t xml:space="preserve">. </w:t>
      </w:r>
      <w:r>
        <w:rPr>
          <w:rtl/>
        </w:rPr>
        <w:t>آنگاه مرا فرمان دادى و اطاعت نكردم و منع كردى و نپذيرفتم</w:t>
      </w:r>
      <w:r w:rsidR="007D3118">
        <w:rPr>
          <w:rtl/>
        </w:rPr>
        <w:t xml:space="preserve">، </w:t>
      </w:r>
      <w:r>
        <w:rPr>
          <w:rtl/>
        </w:rPr>
        <w:t>و از گناه نهى كردى</w:t>
      </w:r>
      <w:r w:rsidR="007D3118">
        <w:rPr>
          <w:rtl/>
        </w:rPr>
        <w:t xml:space="preserve">، </w:t>
      </w:r>
      <w:r>
        <w:rPr>
          <w:rtl/>
        </w:rPr>
        <w:t>از فرمان تو سر باز زدم و به نهى تو دست آلودم</w:t>
      </w:r>
      <w:r w:rsidR="007D3118">
        <w:rPr>
          <w:rtl/>
        </w:rPr>
        <w:t xml:space="preserve">، </w:t>
      </w:r>
      <w:r>
        <w:rPr>
          <w:rtl/>
        </w:rPr>
        <w:t>نه از دشمنى و گردن كشى بلكه خواهش دل مرا سوى كار كشانيد كه تو مرا از آن دفع كردى و بيم دادى</w:t>
      </w:r>
      <w:r w:rsidR="007D3118">
        <w:rPr>
          <w:rtl/>
        </w:rPr>
        <w:t xml:space="preserve">، </w:t>
      </w:r>
      <w:r>
        <w:rPr>
          <w:rtl/>
        </w:rPr>
        <w:t>و دشمن تو و من مرا بر نافرمانى گستاخ كرد تا دست به گناه آلودم</w:t>
      </w:r>
      <w:r w:rsidR="007D3118">
        <w:rPr>
          <w:rtl/>
        </w:rPr>
        <w:t xml:space="preserve">، </w:t>
      </w:r>
      <w:r>
        <w:rPr>
          <w:rtl/>
        </w:rPr>
        <w:t>اما به وعيد تو معترف بودم و به عفو تو اميدوار و به گذشت تو دلگرم داشتم و با آن نعمت هاى تو سزاوارترين بندگان بودم به گناه ناكردن</w:t>
      </w:r>
      <w:r w:rsidR="007D3118">
        <w:rPr>
          <w:rtl/>
        </w:rPr>
        <w:t xml:space="preserve">. </w:t>
      </w:r>
    </w:p>
    <w:p w:rsidR="00587D34" w:rsidRDefault="00587D34" w:rsidP="00587D34">
      <w:pPr>
        <w:pStyle w:val="libNormal"/>
        <w:rPr>
          <w:rtl/>
        </w:rPr>
      </w:pPr>
      <w:r>
        <w:rPr>
          <w:rtl/>
        </w:rPr>
        <w:t>69</w:t>
      </w:r>
      <w:r w:rsidR="007D3118">
        <w:rPr>
          <w:rtl/>
        </w:rPr>
        <w:t xml:space="preserve">. </w:t>
      </w:r>
      <w:r>
        <w:rPr>
          <w:rtl/>
        </w:rPr>
        <w:t>اكنون من در حضور تواءم خوار و زار</w:t>
      </w:r>
      <w:r w:rsidR="007D3118">
        <w:rPr>
          <w:rtl/>
        </w:rPr>
        <w:t xml:space="preserve">، </w:t>
      </w:r>
      <w:r>
        <w:rPr>
          <w:rtl/>
        </w:rPr>
        <w:t>سرافكنده</w:t>
      </w:r>
      <w:r w:rsidR="007D3118">
        <w:rPr>
          <w:rtl/>
        </w:rPr>
        <w:t xml:space="preserve">، </w:t>
      </w:r>
      <w:r>
        <w:rPr>
          <w:rtl/>
        </w:rPr>
        <w:t>دل افكار</w:t>
      </w:r>
      <w:r w:rsidR="007D3118">
        <w:rPr>
          <w:rtl/>
        </w:rPr>
        <w:t xml:space="preserve">، </w:t>
      </w:r>
      <w:r>
        <w:rPr>
          <w:rtl/>
        </w:rPr>
        <w:t>ترسان و به گناه بزرگ خود اقرار دارم كه بار آن را به دوش گرفته ام</w:t>
      </w:r>
      <w:r w:rsidR="007D3118">
        <w:rPr>
          <w:rtl/>
        </w:rPr>
        <w:t xml:space="preserve">، </w:t>
      </w:r>
      <w:r>
        <w:rPr>
          <w:rtl/>
        </w:rPr>
        <w:t>و به نافرمانى سترگى دست آلوده ام</w:t>
      </w:r>
      <w:r w:rsidR="007D3118">
        <w:rPr>
          <w:rtl/>
        </w:rPr>
        <w:t xml:space="preserve">، </w:t>
      </w:r>
      <w:r>
        <w:rPr>
          <w:rtl/>
        </w:rPr>
        <w:t>به عفو تو پناه آورده</w:t>
      </w:r>
      <w:r w:rsidR="007D3118">
        <w:rPr>
          <w:rtl/>
        </w:rPr>
        <w:t xml:space="preserve">، </w:t>
      </w:r>
      <w:r>
        <w:rPr>
          <w:rtl/>
        </w:rPr>
        <w:t>و از بخشايش تو زنهار خواهم و مى دانم كه ديگرى مرا از تو پناه نمى دهد و از عذاب تو مانع نمى شود</w:t>
      </w:r>
      <w:r w:rsidR="007D3118">
        <w:rPr>
          <w:rtl/>
        </w:rPr>
        <w:t xml:space="preserve">. </w:t>
      </w:r>
    </w:p>
    <w:p w:rsidR="00587D34" w:rsidRDefault="00587D34" w:rsidP="00587D34">
      <w:pPr>
        <w:pStyle w:val="libNormal"/>
        <w:rPr>
          <w:rtl/>
        </w:rPr>
      </w:pPr>
      <w:r>
        <w:rPr>
          <w:rtl/>
        </w:rPr>
        <w:t>70</w:t>
      </w:r>
      <w:r w:rsidR="007D3118">
        <w:rPr>
          <w:rtl/>
        </w:rPr>
        <w:t xml:space="preserve">. </w:t>
      </w:r>
      <w:r>
        <w:rPr>
          <w:rtl/>
        </w:rPr>
        <w:t>پس چنان كه بنده گناهكار را پيوسته به رحمت فرا ميگيرى مرا نيز فراگير مى گيرى مرا نيز فراگير و چنان كه بر پناهندگان خود مى بخشى بر من هم ببخش و به آمرزش خود كه از كس دريغ ندارى و بر آرزومندان خود بدان منت مى نهى</w:t>
      </w:r>
      <w:r w:rsidR="007D3118">
        <w:rPr>
          <w:rtl/>
        </w:rPr>
        <w:t xml:space="preserve">، </w:t>
      </w:r>
      <w:r>
        <w:rPr>
          <w:rtl/>
        </w:rPr>
        <w:t>بر من نيز منت نه</w:t>
      </w:r>
      <w:r w:rsidR="007D3118">
        <w:rPr>
          <w:rtl/>
        </w:rPr>
        <w:t xml:space="preserve">. </w:t>
      </w:r>
    </w:p>
    <w:p w:rsidR="00587D34" w:rsidRDefault="00587D34" w:rsidP="00587D34">
      <w:pPr>
        <w:pStyle w:val="libNormal"/>
        <w:rPr>
          <w:rtl/>
        </w:rPr>
      </w:pPr>
      <w:r>
        <w:rPr>
          <w:rtl/>
        </w:rPr>
        <w:lastRenderedPageBreak/>
        <w:t>71</w:t>
      </w:r>
      <w:r w:rsidR="007D3118">
        <w:rPr>
          <w:rtl/>
        </w:rPr>
        <w:t xml:space="preserve">. </w:t>
      </w:r>
      <w:r>
        <w:rPr>
          <w:rtl/>
        </w:rPr>
        <w:t>و در اين روز مرا نصيبى ده كه از خشنودى تو برخوردار گردم</w:t>
      </w:r>
      <w:r w:rsidR="007D3118">
        <w:rPr>
          <w:rtl/>
        </w:rPr>
        <w:t xml:space="preserve">، </w:t>
      </w:r>
      <w:r>
        <w:rPr>
          <w:rtl/>
        </w:rPr>
        <w:t>بندگان فرمانبردار از نزد تو سرشار از نعمت باز مى گردند</w:t>
      </w:r>
      <w:r w:rsidR="007D3118">
        <w:rPr>
          <w:rtl/>
        </w:rPr>
        <w:t xml:space="preserve">، </w:t>
      </w:r>
      <w:r>
        <w:rPr>
          <w:rtl/>
        </w:rPr>
        <w:t>مرا با دست تهى باز مگردان</w:t>
      </w:r>
      <w:r w:rsidR="007D3118">
        <w:rPr>
          <w:rtl/>
        </w:rPr>
        <w:t xml:space="preserve">. </w:t>
      </w:r>
    </w:p>
    <w:p w:rsidR="00587D34" w:rsidRDefault="00587D34" w:rsidP="00587D34">
      <w:pPr>
        <w:pStyle w:val="libNormal"/>
        <w:rPr>
          <w:rtl/>
        </w:rPr>
      </w:pPr>
      <w:r>
        <w:rPr>
          <w:rtl/>
        </w:rPr>
        <w:t>72</w:t>
      </w:r>
      <w:r w:rsidR="007D3118">
        <w:rPr>
          <w:rtl/>
        </w:rPr>
        <w:t xml:space="preserve">. </w:t>
      </w:r>
      <w:r>
        <w:rPr>
          <w:rtl/>
        </w:rPr>
        <w:t>اگر چه من از اعمال نيكوى آنان پيش نياوردم اما تو را به يگانگى شناختم و ضد و مثل و مانند براى تو ثابت نكردم و از همان درها كه فرمودى سوى تو آمدم و به همان اعمال تقرب جستم كه هر كس قرب تو خواهد به غير آن تقرب نجويد</w:t>
      </w:r>
      <w:r w:rsidR="007D3118">
        <w:rPr>
          <w:rtl/>
        </w:rPr>
        <w:t xml:space="preserve">. </w:t>
      </w:r>
    </w:p>
    <w:p w:rsidR="00587D34" w:rsidRDefault="00587D34" w:rsidP="00587D34">
      <w:pPr>
        <w:pStyle w:val="libNormal"/>
        <w:rPr>
          <w:rtl/>
        </w:rPr>
      </w:pPr>
      <w:r>
        <w:rPr>
          <w:rtl/>
        </w:rPr>
        <w:t>73</w:t>
      </w:r>
      <w:r w:rsidR="007D3118">
        <w:rPr>
          <w:rtl/>
        </w:rPr>
        <w:t xml:space="preserve">. </w:t>
      </w:r>
      <w:r>
        <w:rPr>
          <w:rtl/>
        </w:rPr>
        <w:t>با اين حال سوى تو بازگشتم و فروتنى نمودم و زارى كردم و گمان نيك از تو داشتم و به آنچه نزد توست دلگرم بودم و اميد تو را شفيع خود ساختم كه كم افتد كسى اميدوار تو باشد و نااميد شود</w:t>
      </w:r>
      <w:r w:rsidR="007D3118">
        <w:rPr>
          <w:rtl/>
        </w:rPr>
        <w:t xml:space="preserve">. </w:t>
      </w:r>
    </w:p>
    <w:p w:rsidR="00587D34" w:rsidRDefault="00587D34" w:rsidP="00587D34">
      <w:pPr>
        <w:pStyle w:val="libNormal"/>
      </w:pPr>
      <w:r>
        <w:rPr>
          <w:rtl/>
        </w:rPr>
        <w:t>74</w:t>
      </w:r>
      <w:r w:rsidR="007D3118">
        <w:rPr>
          <w:rtl/>
        </w:rPr>
        <w:t xml:space="preserve">. </w:t>
      </w:r>
      <w:r>
        <w:rPr>
          <w:rtl/>
        </w:rPr>
        <w:t xml:space="preserve">و به فروتنى و زارى مستمندانه و درويش وار و ترسان پناه به تو آورده از تو </w:t>
      </w:r>
      <w:r w:rsidR="00F57782">
        <w:rPr>
          <w:rtl/>
        </w:rPr>
        <w:t>سئوال</w:t>
      </w:r>
      <w:r>
        <w:rPr>
          <w:rtl/>
        </w:rPr>
        <w:t xml:space="preserve"> كردم و با دل پربيم و لابه و زارى زنهار خواسته</w:t>
      </w:r>
      <w:r w:rsidR="007D3118">
        <w:rPr>
          <w:rtl/>
        </w:rPr>
        <w:t xml:space="preserve">، </w:t>
      </w:r>
      <w:r>
        <w:rPr>
          <w:rtl/>
        </w:rPr>
        <w:t>پناه جستم نه مانند متكبران سركش و نه مانند متكبران سركش و نه مانند آنان كه به عبادت مى نازند گستاخ ونه به پايمردى شفيعان مغرور</w:t>
      </w:r>
      <w:r w:rsidR="007D3118">
        <w:rPr>
          <w:rtl/>
        </w:rPr>
        <w:t xml:space="preserve">. </w:t>
      </w:r>
    </w:p>
    <w:p w:rsidR="00587D34" w:rsidRDefault="00587D34" w:rsidP="00587D34">
      <w:pPr>
        <w:pStyle w:val="libNormal"/>
        <w:rPr>
          <w:rtl/>
        </w:rPr>
      </w:pPr>
      <w:r>
        <w:rPr>
          <w:rtl/>
        </w:rPr>
        <w:t>75</w:t>
      </w:r>
      <w:r w:rsidR="007D3118">
        <w:rPr>
          <w:rtl/>
        </w:rPr>
        <w:t xml:space="preserve">. </w:t>
      </w:r>
      <w:r>
        <w:rPr>
          <w:rtl/>
        </w:rPr>
        <w:t>من هنوز از هر پستى پست ترم و از هر خوارى خوارتر چون مورى بلكه كمتر از آن</w:t>
      </w:r>
      <w:r w:rsidR="007D3118">
        <w:rPr>
          <w:rtl/>
        </w:rPr>
        <w:t xml:space="preserve">، </w:t>
      </w:r>
      <w:r>
        <w:rPr>
          <w:rtl/>
        </w:rPr>
        <w:t>پس اى خدايى كه در كيفر تباهكاران شتاب نمى فرمايى و فرورفتگان در لذات را ناگهان نمى گيرى و بر لغزندگان به دستگيرى منت مى نهى و خطاكاران را به فضل خود مهلت مى دهى</w:t>
      </w:r>
      <w:r w:rsidR="007D3118">
        <w:rPr>
          <w:rtl/>
        </w:rPr>
        <w:t xml:space="preserve">. </w:t>
      </w:r>
    </w:p>
    <w:p w:rsidR="00587D34" w:rsidRDefault="00587D34" w:rsidP="00587D34">
      <w:pPr>
        <w:pStyle w:val="libNormal"/>
        <w:rPr>
          <w:rtl/>
        </w:rPr>
      </w:pPr>
      <w:r>
        <w:rPr>
          <w:rtl/>
        </w:rPr>
        <w:t>76</w:t>
      </w:r>
      <w:r w:rsidR="007D3118">
        <w:rPr>
          <w:rtl/>
        </w:rPr>
        <w:t xml:space="preserve">. </w:t>
      </w:r>
      <w:r>
        <w:rPr>
          <w:rtl/>
        </w:rPr>
        <w:t>منم كه بدكارم</w:t>
      </w:r>
      <w:r w:rsidR="007D3118">
        <w:rPr>
          <w:rtl/>
        </w:rPr>
        <w:t xml:space="preserve">، </w:t>
      </w:r>
      <w:r>
        <w:rPr>
          <w:rtl/>
        </w:rPr>
        <w:t>و اقرار دارم</w:t>
      </w:r>
      <w:r w:rsidR="007D3118">
        <w:rPr>
          <w:rtl/>
        </w:rPr>
        <w:t xml:space="preserve">، </w:t>
      </w:r>
      <w:r>
        <w:rPr>
          <w:rtl/>
        </w:rPr>
        <w:t>و زشت رفتارم و لغزش خورده</w:t>
      </w:r>
      <w:r w:rsidR="007D3118">
        <w:rPr>
          <w:rtl/>
        </w:rPr>
        <w:t xml:space="preserve">. </w:t>
      </w:r>
    </w:p>
    <w:p w:rsidR="00587D34" w:rsidRDefault="00587D34" w:rsidP="00587D34">
      <w:pPr>
        <w:pStyle w:val="libNormal"/>
        <w:rPr>
          <w:rtl/>
        </w:rPr>
      </w:pPr>
      <w:r>
        <w:rPr>
          <w:rtl/>
        </w:rPr>
        <w:t>77</w:t>
      </w:r>
      <w:r w:rsidR="007D3118">
        <w:rPr>
          <w:rtl/>
        </w:rPr>
        <w:t xml:space="preserve">. </w:t>
      </w:r>
      <w:r>
        <w:rPr>
          <w:rtl/>
        </w:rPr>
        <w:t>منم كه با تو گستاخى كردم</w:t>
      </w:r>
      <w:r w:rsidR="007D3118">
        <w:rPr>
          <w:rtl/>
        </w:rPr>
        <w:t xml:space="preserve">. </w:t>
      </w:r>
    </w:p>
    <w:p w:rsidR="00587D34" w:rsidRDefault="00587D34" w:rsidP="00587D34">
      <w:pPr>
        <w:pStyle w:val="libNormal"/>
        <w:rPr>
          <w:rtl/>
        </w:rPr>
      </w:pPr>
      <w:r>
        <w:rPr>
          <w:rtl/>
        </w:rPr>
        <w:t>78</w:t>
      </w:r>
      <w:r w:rsidR="007D3118">
        <w:rPr>
          <w:rtl/>
        </w:rPr>
        <w:t xml:space="preserve">. </w:t>
      </w:r>
      <w:r>
        <w:rPr>
          <w:rtl/>
        </w:rPr>
        <w:t>و به عمد نافرمانى نمودم</w:t>
      </w:r>
      <w:r w:rsidR="007D3118">
        <w:rPr>
          <w:rtl/>
        </w:rPr>
        <w:t xml:space="preserve">. </w:t>
      </w:r>
    </w:p>
    <w:p w:rsidR="00587D34" w:rsidRDefault="00587D34" w:rsidP="00587D34">
      <w:pPr>
        <w:pStyle w:val="libNormal"/>
        <w:rPr>
          <w:rtl/>
        </w:rPr>
      </w:pPr>
      <w:r>
        <w:rPr>
          <w:rtl/>
        </w:rPr>
        <w:t>79</w:t>
      </w:r>
      <w:r w:rsidR="007D3118">
        <w:rPr>
          <w:rtl/>
        </w:rPr>
        <w:t xml:space="preserve">. </w:t>
      </w:r>
      <w:r>
        <w:rPr>
          <w:rtl/>
        </w:rPr>
        <w:t>منم كه زشتى خود را از بندگان تو پنهان داشتم و پيش تو هويدا كردم</w:t>
      </w:r>
      <w:r w:rsidR="007D3118">
        <w:rPr>
          <w:rtl/>
        </w:rPr>
        <w:t xml:space="preserve">. </w:t>
      </w:r>
    </w:p>
    <w:p w:rsidR="00587D34" w:rsidRDefault="00587D34" w:rsidP="00587D34">
      <w:pPr>
        <w:pStyle w:val="libNormal"/>
        <w:rPr>
          <w:rtl/>
        </w:rPr>
      </w:pPr>
      <w:r>
        <w:rPr>
          <w:rtl/>
        </w:rPr>
        <w:lastRenderedPageBreak/>
        <w:t>80</w:t>
      </w:r>
      <w:r w:rsidR="007D3118">
        <w:rPr>
          <w:rtl/>
        </w:rPr>
        <w:t xml:space="preserve">. </w:t>
      </w:r>
      <w:r>
        <w:rPr>
          <w:rtl/>
        </w:rPr>
        <w:t>منم كه از بندگان تو ترسيدم و از تو ايمن بودم</w:t>
      </w:r>
      <w:r w:rsidR="007D3118">
        <w:rPr>
          <w:rtl/>
        </w:rPr>
        <w:t xml:space="preserve">. </w:t>
      </w:r>
    </w:p>
    <w:p w:rsidR="00587D34" w:rsidRDefault="00587D34" w:rsidP="00587D34">
      <w:pPr>
        <w:pStyle w:val="libNormal"/>
        <w:rPr>
          <w:rtl/>
        </w:rPr>
      </w:pPr>
      <w:r>
        <w:rPr>
          <w:rtl/>
        </w:rPr>
        <w:t>81</w:t>
      </w:r>
      <w:r w:rsidR="007D3118">
        <w:rPr>
          <w:rtl/>
        </w:rPr>
        <w:t xml:space="preserve">. </w:t>
      </w:r>
      <w:r>
        <w:rPr>
          <w:rtl/>
        </w:rPr>
        <w:t>منم كه از هيبت بيم نكردم و از خشم تو نهراسيدم</w:t>
      </w:r>
      <w:r w:rsidR="007D3118">
        <w:rPr>
          <w:rtl/>
        </w:rPr>
        <w:t xml:space="preserve">. </w:t>
      </w:r>
    </w:p>
    <w:p w:rsidR="00587D34" w:rsidRDefault="00587D34" w:rsidP="00587D34">
      <w:pPr>
        <w:pStyle w:val="libNormal"/>
        <w:rPr>
          <w:rtl/>
        </w:rPr>
      </w:pPr>
      <w:r>
        <w:rPr>
          <w:rtl/>
        </w:rPr>
        <w:t>82</w:t>
      </w:r>
      <w:r w:rsidR="007D3118">
        <w:rPr>
          <w:rtl/>
        </w:rPr>
        <w:t xml:space="preserve">. </w:t>
      </w:r>
      <w:r>
        <w:rPr>
          <w:rtl/>
        </w:rPr>
        <w:t>منم كه بر خويش ستم كردم</w:t>
      </w:r>
      <w:r w:rsidR="007D3118">
        <w:rPr>
          <w:rtl/>
        </w:rPr>
        <w:t xml:space="preserve">. </w:t>
      </w:r>
    </w:p>
    <w:p w:rsidR="00587D34" w:rsidRDefault="00587D34" w:rsidP="00587D34">
      <w:pPr>
        <w:pStyle w:val="libNormal"/>
        <w:rPr>
          <w:rtl/>
        </w:rPr>
      </w:pPr>
      <w:r>
        <w:rPr>
          <w:rtl/>
        </w:rPr>
        <w:t>83</w:t>
      </w:r>
      <w:r w:rsidR="007D3118">
        <w:rPr>
          <w:rtl/>
        </w:rPr>
        <w:t xml:space="preserve">. </w:t>
      </w:r>
      <w:r>
        <w:rPr>
          <w:rtl/>
        </w:rPr>
        <w:t>و در گرو بليه خود ماندم</w:t>
      </w:r>
      <w:r w:rsidR="007D3118">
        <w:rPr>
          <w:rtl/>
        </w:rPr>
        <w:t xml:space="preserve">. </w:t>
      </w:r>
    </w:p>
    <w:p w:rsidR="00587D34" w:rsidRDefault="00587D34" w:rsidP="00587D34">
      <w:pPr>
        <w:pStyle w:val="libNormal"/>
        <w:rPr>
          <w:rtl/>
        </w:rPr>
      </w:pPr>
      <w:r>
        <w:rPr>
          <w:rtl/>
        </w:rPr>
        <w:t>84</w:t>
      </w:r>
      <w:r w:rsidR="007D3118">
        <w:rPr>
          <w:rtl/>
        </w:rPr>
        <w:t xml:space="preserve">. </w:t>
      </w:r>
      <w:r>
        <w:rPr>
          <w:rtl/>
        </w:rPr>
        <w:t>منم بى شرم</w:t>
      </w:r>
      <w:r w:rsidR="007D3118">
        <w:rPr>
          <w:rtl/>
        </w:rPr>
        <w:t xml:space="preserve">. </w:t>
      </w:r>
    </w:p>
    <w:p w:rsidR="00587D34" w:rsidRDefault="00587D34" w:rsidP="00587D34">
      <w:pPr>
        <w:pStyle w:val="libNormal"/>
        <w:rPr>
          <w:rtl/>
        </w:rPr>
      </w:pPr>
      <w:r>
        <w:rPr>
          <w:rtl/>
        </w:rPr>
        <w:t>85</w:t>
      </w:r>
      <w:r w:rsidR="007D3118">
        <w:rPr>
          <w:rtl/>
        </w:rPr>
        <w:t xml:space="preserve">. </w:t>
      </w:r>
      <w:r>
        <w:rPr>
          <w:rtl/>
        </w:rPr>
        <w:t>و منم گرفتار رنج بسيار</w:t>
      </w:r>
      <w:r w:rsidR="007D3118">
        <w:rPr>
          <w:rtl/>
        </w:rPr>
        <w:t xml:space="preserve">. </w:t>
      </w:r>
    </w:p>
    <w:p w:rsidR="00587D34" w:rsidRDefault="00587D34" w:rsidP="00587D34">
      <w:pPr>
        <w:pStyle w:val="libNormal"/>
        <w:rPr>
          <w:rtl/>
        </w:rPr>
      </w:pPr>
      <w:r>
        <w:rPr>
          <w:rtl/>
        </w:rPr>
        <w:t>86</w:t>
      </w:r>
      <w:r w:rsidR="007D3118">
        <w:rPr>
          <w:rtl/>
        </w:rPr>
        <w:t xml:space="preserve">. </w:t>
      </w:r>
      <w:r>
        <w:rPr>
          <w:rtl/>
        </w:rPr>
        <w:t>به حق آن كه او را از ميان خلق برگزيدى</w:t>
      </w:r>
      <w:r w:rsidR="007D3118">
        <w:rPr>
          <w:rtl/>
        </w:rPr>
        <w:t xml:space="preserve">، </w:t>
      </w:r>
      <w:r>
        <w:rPr>
          <w:rtl/>
        </w:rPr>
        <w:t>و به قرب خويش مخصوص ‍ ساختى</w:t>
      </w:r>
      <w:r w:rsidR="007D3118">
        <w:rPr>
          <w:rtl/>
        </w:rPr>
        <w:t xml:space="preserve">، </w:t>
      </w:r>
      <w:r>
        <w:rPr>
          <w:rtl/>
        </w:rPr>
        <w:t>و از آفريدگانش انتخاب كردى</w:t>
      </w:r>
      <w:r w:rsidR="007D3118">
        <w:rPr>
          <w:rtl/>
        </w:rPr>
        <w:t xml:space="preserve">، </w:t>
      </w:r>
      <w:r>
        <w:rPr>
          <w:rtl/>
        </w:rPr>
        <w:t>و براى اجراى فرمان خود شايسته اش ديدى</w:t>
      </w:r>
      <w:r w:rsidR="007D3118">
        <w:rPr>
          <w:rtl/>
        </w:rPr>
        <w:t xml:space="preserve">، </w:t>
      </w:r>
      <w:r>
        <w:rPr>
          <w:rtl/>
        </w:rPr>
        <w:t>و طاعت او را به طاعت خود قرين ساختى</w:t>
      </w:r>
      <w:r w:rsidR="007D3118">
        <w:rPr>
          <w:rtl/>
        </w:rPr>
        <w:t xml:space="preserve">، </w:t>
      </w:r>
      <w:r>
        <w:rPr>
          <w:rtl/>
        </w:rPr>
        <w:t>و نافرمانى او را چون نافرمانى خود شمردى</w:t>
      </w:r>
      <w:r w:rsidR="007D3118">
        <w:rPr>
          <w:rtl/>
        </w:rPr>
        <w:t xml:space="preserve">، </w:t>
      </w:r>
      <w:r>
        <w:rPr>
          <w:rtl/>
        </w:rPr>
        <w:t>به حق آن كه دوستى او را با دوستى خود برابر كردى</w:t>
      </w:r>
      <w:r w:rsidR="007D3118">
        <w:rPr>
          <w:rtl/>
        </w:rPr>
        <w:t xml:space="preserve">، </w:t>
      </w:r>
      <w:r>
        <w:rPr>
          <w:rtl/>
        </w:rPr>
        <w:t>و دشمنى او را با دشمنى خود</w:t>
      </w:r>
      <w:r w:rsidR="007D3118">
        <w:rPr>
          <w:rtl/>
        </w:rPr>
        <w:t xml:space="preserve">، </w:t>
      </w:r>
      <w:r>
        <w:rPr>
          <w:rtl/>
        </w:rPr>
        <w:t>به هم پيوستى</w:t>
      </w:r>
      <w:r w:rsidR="007D3118">
        <w:rPr>
          <w:rtl/>
        </w:rPr>
        <w:t xml:space="preserve">، </w:t>
      </w:r>
      <w:r>
        <w:rPr>
          <w:rtl/>
        </w:rPr>
        <w:t>رحمت خود را شامل حال ما گردان مانند آنها كه يكسره روى به تو آورند و به پوزش و پشيمانى در پناه تو آمدند</w:t>
      </w:r>
      <w:r w:rsidR="007D3118">
        <w:rPr>
          <w:rtl/>
        </w:rPr>
        <w:t xml:space="preserve">. </w:t>
      </w:r>
    </w:p>
    <w:p w:rsidR="00587D34" w:rsidRDefault="00587D34" w:rsidP="00587D34">
      <w:pPr>
        <w:pStyle w:val="libNormal"/>
        <w:rPr>
          <w:rtl/>
        </w:rPr>
      </w:pPr>
      <w:r>
        <w:rPr>
          <w:rtl/>
        </w:rPr>
        <w:t>87</w:t>
      </w:r>
      <w:r w:rsidR="007D3118">
        <w:rPr>
          <w:rtl/>
        </w:rPr>
        <w:t xml:space="preserve">. </w:t>
      </w:r>
      <w:r>
        <w:rPr>
          <w:rtl/>
        </w:rPr>
        <w:t>و با من همان كن كه با مطيعان آگاه و نزديكان بارگاه و ارجمندان صاحب جاه رفتار مى كنى</w:t>
      </w:r>
      <w:r w:rsidR="007D3118">
        <w:rPr>
          <w:rtl/>
        </w:rPr>
        <w:t xml:space="preserve">. </w:t>
      </w:r>
    </w:p>
    <w:p w:rsidR="00587D34" w:rsidRDefault="00587D34" w:rsidP="00587D34">
      <w:pPr>
        <w:pStyle w:val="libNormal"/>
        <w:rPr>
          <w:rtl/>
        </w:rPr>
      </w:pPr>
      <w:r>
        <w:rPr>
          <w:rtl/>
        </w:rPr>
        <w:t>88</w:t>
      </w:r>
      <w:r w:rsidR="007D3118">
        <w:rPr>
          <w:rtl/>
        </w:rPr>
        <w:t xml:space="preserve">. </w:t>
      </w:r>
      <w:r>
        <w:rPr>
          <w:rtl/>
        </w:rPr>
        <w:t>و تو خود تنها كفالت من كن مانند آنها كه پيمان تو را به سر بردند و در راه تو رنج كشيدند و در طلب رضاى تو كوشيدند</w:t>
      </w:r>
      <w:r w:rsidR="007D3118">
        <w:rPr>
          <w:rtl/>
        </w:rPr>
        <w:t xml:space="preserve">. </w:t>
      </w:r>
    </w:p>
    <w:p w:rsidR="00587D34" w:rsidRDefault="00587D34" w:rsidP="00587D34">
      <w:pPr>
        <w:pStyle w:val="libNormal"/>
        <w:rPr>
          <w:rtl/>
        </w:rPr>
      </w:pPr>
      <w:r>
        <w:rPr>
          <w:rtl/>
        </w:rPr>
        <w:t>89</w:t>
      </w:r>
      <w:r w:rsidR="007D3118">
        <w:rPr>
          <w:rtl/>
        </w:rPr>
        <w:t xml:space="preserve">. </w:t>
      </w:r>
      <w:r>
        <w:rPr>
          <w:rtl/>
        </w:rPr>
        <w:t>و مرا به كوتاهى در خدمت و اين كه پاى از حد خود فراتر نهادم و نافرمانى كردم مواخذت مكن</w:t>
      </w:r>
      <w:r w:rsidR="007D3118">
        <w:rPr>
          <w:rtl/>
        </w:rPr>
        <w:t xml:space="preserve">. </w:t>
      </w:r>
    </w:p>
    <w:p w:rsidR="00587D34" w:rsidRDefault="00587D34" w:rsidP="00587D34">
      <w:pPr>
        <w:pStyle w:val="libNormal"/>
        <w:rPr>
          <w:rtl/>
        </w:rPr>
      </w:pPr>
      <w:r>
        <w:rPr>
          <w:rtl/>
        </w:rPr>
        <w:t>90</w:t>
      </w:r>
      <w:r w:rsidR="007D3118">
        <w:rPr>
          <w:rtl/>
        </w:rPr>
        <w:t xml:space="preserve">. </w:t>
      </w:r>
      <w:r>
        <w:rPr>
          <w:rtl/>
        </w:rPr>
        <w:t xml:space="preserve">و بدان گونه كه ستمگران را سرگرم نعمت كردى تا از تو غافل شدند و خير خود را از من دريغ داشتند و در نعمت هاى تو بر من شريك نبودند </w:t>
      </w:r>
      <w:r w:rsidRPr="00AA3CBA">
        <w:rPr>
          <w:rStyle w:val="libFootnotenumChar"/>
          <w:rtl/>
        </w:rPr>
        <w:t>(135</w:t>
      </w:r>
      <w:r w:rsidR="007D3118" w:rsidRPr="00AA3CBA">
        <w:rPr>
          <w:rStyle w:val="libFootnotenumChar"/>
          <w:rtl/>
        </w:rPr>
        <w:t>)</w:t>
      </w:r>
      <w:r>
        <w:rPr>
          <w:rtl/>
        </w:rPr>
        <w:t xml:space="preserve"> مرا سرگرم نعمت مساز</w:t>
      </w:r>
      <w:r w:rsidR="007D3118">
        <w:rPr>
          <w:rtl/>
        </w:rPr>
        <w:t xml:space="preserve">. </w:t>
      </w:r>
    </w:p>
    <w:p w:rsidR="00587D34" w:rsidRDefault="00587D34" w:rsidP="00587D34">
      <w:pPr>
        <w:pStyle w:val="libNormal"/>
        <w:rPr>
          <w:rtl/>
        </w:rPr>
      </w:pPr>
      <w:r>
        <w:rPr>
          <w:rtl/>
        </w:rPr>
        <w:lastRenderedPageBreak/>
        <w:t>91</w:t>
      </w:r>
      <w:r w:rsidR="007D3118">
        <w:rPr>
          <w:rtl/>
        </w:rPr>
        <w:t xml:space="preserve">. </w:t>
      </w:r>
      <w:r>
        <w:rPr>
          <w:rtl/>
        </w:rPr>
        <w:t>و از خواب بى خبران بيدار كن واز غفلت بزهكاران و غنودگى مخذولان هشيار گردان</w:t>
      </w:r>
      <w:r w:rsidR="007D3118">
        <w:rPr>
          <w:rtl/>
        </w:rPr>
        <w:t xml:space="preserve">. </w:t>
      </w:r>
    </w:p>
    <w:p w:rsidR="00587D34" w:rsidRDefault="00587D34" w:rsidP="00587D34">
      <w:pPr>
        <w:pStyle w:val="libNormal"/>
        <w:rPr>
          <w:rtl/>
        </w:rPr>
      </w:pPr>
      <w:r>
        <w:rPr>
          <w:rtl/>
        </w:rPr>
        <w:t>92</w:t>
      </w:r>
      <w:r w:rsidR="007D3118">
        <w:rPr>
          <w:rtl/>
        </w:rPr>
        <w:t xml:space="preserve">. </w:t>
      </w:r>
      <w:r>
        <w:rPr>
          <w:rtl/>
        </w:rPr>
        <w:t>و دل مرا به كارى برگمار كه پرستندگان را بدان گماشته اى</w:t>
      </w:r>
      <w:r w:rsidR="007D3118">
        <w:rPr>
          <w:rtl/>
        </w:rPr>
        <w:t xml:space="preserve">، </w:t>
      </w:r>
      <w:r>
        <w:rPr>
          <w:rtl/>
        </w:rPr>
        <w:t>و بندگان را بدان به عبادت واداشتى</w:t>
      </w:r>
      <w:r w:rsidR="007D3118">
        <w:rPr>
          <w:rtl/>
        </w:rPr>
        <w:t xml:space="preserve">، </w:t>
      </w:r>
      <w:r>
        <w:rPr>
          <w:rtl/>
        </w:rPr>
        <w:t>و كاهلان را بدان نجات بخشيدى</w:t>
      </w:r>
      <w:r w:rsidR="007D3118">
        <w:rPr>
          <w:rtl/>
        </w:rPr>
        <w:t xml:space="preserve">. </w:t>
      </w:r>
    </w:p>
    <w:p w:rsidR="00587D34" w:rsidRDefault="00587D34" w:rsidP="00587D34">
      <w:pPr>
        <w:pStyle w:val="libNormal"/>
        <w:rPr>
          <w:rtl/>
        </w:rPr>
      </w:pPr>
      <w:r>
        <w:rPr>
          <w:rtl/>
        </w:rPr>
        <w:t>93</w:t>
      </w:r>
      <w:r w:rsidR="007D3118">
        <w:rPr>
          <w:rtl/>
        </w:rPr>
        <w:t xml:space="preserve">. </w:t>
      </w:r>
      <w:r>
        <w:rPr>
          <w:rtl/>
        </w:rPr>
        <w:t>و مرا پناه ده از هر چه مرا از تو دور مى كند و ميان من و بهره من از تو حائل شود و بدان چه اميدوارم نائل نشوم</w:t>
      </w:r>
      <w:r w:rsidR="007D3118">
        <w:rPr>
          <w:rtl/>
        </w:rPr>
        <w:t xml:space="preserve">. </w:t>
      </w:r>
    </w:p>
    <w:p w:rsidR="00587D34" w:rsidRDefault="00587D34" w:rsidP="00587D34">
      <w:pPr>
        <w:pStyle w:val="libNormal"/>
        <w:rPr>
          <w:rtl/>
        </w:rPr>
      </w:pPr>
      <w:r>
        <w:rPr>
          <w:rtl/>
        </w:rPr>
        <w:t>94</w:t>
      </w:r>
      <w:r w:rsidR="007D3118">
        <w:rPr>
          <w:rtl/>
        </w:rPr>
        <w:t xml:space="preserve">. </w:t>
      </w:r>
      <w:r>
        <w:rPr>
          <w:rtl/>
        </w:rPr>
        <w:t>و راه خيرات را براى من هموار كن تا چنان كه فرمان توست سوى آنها شتابم و در آنچه از من خواسته اى كوشش نمايم</w:t>
      </w:r>
      <w:r w:rsidR="007D3118">
        <w:rPr>
          <w:rtl/>
        </w:rPr>
        <w:t xml:space="preserve">. </w:t>
      </w:r>
    </w:p>
    <w:p w:rsidR="00587D34" w:rsidRDefault="00587D34" w:rsidP="00587D34">
      <w:pPr>
        <w:pStyle w:val="libNormal"/>
        <w:rPr>
          <w:rtl/>
        </w:rPr>
      </w:pPr>
      <w:r>
        <w:rPr>
          <w:rtl/>
        </w:rPr>
        <w:t>95</w:t>
      </w:r>
      <w:r w:rsidR="007D3118">
        <w:rPr>
          <w:rtl/>
        </w:rPr>
        <w:t xml:space="preserve">. </w:t>
      </w:r>
      <w:r>
        <w:rPr>
          <w:rtl/>
        </w:rPr>
        <w:t>و مرا در زمره آن ها كه عذاب تو را سهل انگارند هلاك مكن</w:t>
      </w:r>
      <w:r w:rsidR="007D3118">
        <w:rPr>
          <w:rtl/>
        </w:rPr>
        <w:t xml:space="preserve">. </w:t>
      </w:r>
    </w:p>
    <w:p w:rsidR="00587D34" w:rsidRDefault="00587D34" w:rsidP="00587D34">
      <w:pPr>
        <w:pStyle w:val="libNormal"/>
        <w:rPr>
          <w:rtl/>
        </w:rPr>
      </w:pPr>
      <w:r>
        <w:rPr>
          <w:rtl/>
        </w:rPr>
        <w:t>96</w:t>
      </w:r>
      <w:r w:rsidR="007D3118">
        <w:rPr>
          <w:rtl/>
        </w:rPr>
        <w:t xml:space="preserve">. </w:t>
      </w:r>
      <w:r>
        <w:rPr>
          <w:rtl/>
        </w:rPr>
        <w:t>و در جمله آنها كه خود را پيش خشم تو فرا مى دارند نابود مساز</w:t>
      </w:r>
      <w:r w:rsidR="007D3118">
        <w:rPr>
          <w:rtl/>
        </w:rPr>
        <w:t xml:space="preserve">. </w:t>
      </w:r>
    </w:p>
    <w:p w:rsidR="00587D34" w:rsidRDefault="00587D34" w:rsidP="00587D34">
      <w:pPr>
        <w:pStyle w:val="libNormal"/>
        <w:rPr>
          <w:rtl/>
        </w:rPr>
      </w:pPr>
      <w:r>
        <w:rPr>
          <w:rtl/>
        </w:rPr>
        <w:t>97</w:t>
      </w:r>
      <w:r w:rsidR="007D3118">
        <w:rPr>
          <w:rtl/>
        </w:rPr>
        <w:t xml:space="preserve">. </w:t>
      </w:r>
      <w:r>
        <w:rPr>
          <w:rtl/>
        </w:rPr>
        <w:t>و مانند آنها كه از راه تو منحرف مى شوند در خطر مگذار</w:t>
      </w:r>
      <w:r w:rsidR="007D3118">
        <w:rPr>
          <w:rtl/>
        </w:rPr>
        <w:t xml:space="preserve">. </w:t>
      </w:r>
    </w:p>
    <w:p w:rsidR="00587D34" w:rsidRDefault="00587D34" w:rsidP="00587D34">
      <w:pPr>
        <w:pStyle w:val="libNormal"/>
        <w:rPr>
          <w:rtl/>
        </w:rPr>
      </w:pPr>
      <w:r>
        <w:rPr>
          <w:rtl/>
        </w:rPr>
        <w:t>98</w:t>
      </w:r>
      <w:r w:rsidR="007D3118">
        <w:rPr>
          <w:rtl/>
        </w:rPr>
        <w:t xml:space="preserve">. </w:t>
      </w:r>
      <w:r>
        <w:rPr>
          <w:rtl/>
        </w:rPr>
        <w:t>و ما را از گرداب بحر فتنه و كام نهنگ بلا رهايى ده و از سرگرمى به نعمت در پناه خود محفوظ دار</w:t>
      </w:r>
      <w:r w:rsidR="007D3118">
        <w:rPr>
          <w:rtl/>
        </w:rPr>
        <w:t xml:space="preserve">. </w:t>
      </w:r>
    </w:p>
    <w:p w:rsidR="00587D34" w:rsidRDefault="00587D34" w:rsidP="00587D34">
      <w:pPr>
        <w:pStyle w:val="libNormal"/>
        <w:rPr>
          <w:rtl/>
        </w:rPr>
      </w:pPr>
      <w:r>
        <w:rPr>
          <w:rtl/>
        </w:rPr>
        <w:t>99</w:t>
      </w:r>
      <w:r w:rsidR="007D3118">
        <w:rPr>
          <w:rtl/>
        </w:rPr>
        <w:t xml:space="preserve">. </w:t>
      </w:r>
      <w:r>
        <w:rPr>
          <w:rtl/>
        </w:rPr>
        <w:t>و ميان من و دشمنى كه مرا گمراه مى كند جدايى افكن و از آرزويى كه مرا به هلاكت افكند دور كن و از هر نقيصه كه مرا افسرده كند نگاه دار</w:t>
      </w:r>
      <w:r w:rsidR="007D3118">
        <w:rPr>
          <w:rtl/>
        </w:rPr>
        <w:t xml:space="preserve">. </w:t>
      </w:r>
    </w:p>
    <w:p w:rsidR="00587D34" w:rsidRDefault="00587D34" w:rsidP="00587D34">
      <w:pPr>
        <w:pStyle w:val="libNormal"/>
        <w:rPr>
          <w:rtl/>
        </w:rPr>
      </w:pPr>
      <w:r>
        <w:rPr>
          <w:rtl/>
        </w:rPr>
        <w:t>100</w:t>
      </w:r>
      <w:r w:rsidR="007D3118">
        <w:rPr>
          <w:rtl/>
        </w:rPr>
        <w:t xml:space="preserve">. </w:t>
      </w:r>
      <w:r>
        <w:rPr>
          <w:rtl/>
        </w:rPr>
        <w:t>و مانند آنها كه گرفتار خشم تو شدند و هرگز از آنان خشنود نمى شوى روى از من مگردان</w:t>
      </w:r>
      <w:r w:rsidR="007D3118">
        <w:rPr>
          <w:rtl/>
        </w:rPr>
        <w:t xml:space="preserve">. </w:t>
      </w:r>
    </w:p>
    <w:p w:rsidR="00587D34" w:rsidRDefault="00587D34" w:rsidP="00587D34">
      <w:pPr>
        <w:pStyle w:val="libNormal"/>
        <w:rPr>
          <w:rtl/>
        </w:rPr>
      </w:pPr>
      <w:r>
        <w:rPr>
          <w:rtl/>
        </w:rPr>
        <w:t>101</w:t>
      </w:r>
      <w:r w:rsidR="007D3118">
        <w:rPr>
          <w:rtl/>
        </w:rPr>
        <w:t xml:space="preserve">. </w:t>
      </w:r>
      <w:r>
        <w:rPr>
          <w:rtl/>
        </w:rPr>
        <w:t>و از اميدهايى كه از تو دارم مرا ماءيوس مكن تا از رحمت تو محروم نگردم</w:t>
      </w:r>
      <w:r w:rsidR="007D3118">
        <w:rPr>
          <w:rtl/>
        </w:rPr>
        <w:t xml:space="preserve">. </w:t>
      </w:r>
    </w:p>
    <w:p w:rsidR="00587D34" w:rsidRDefault="00587D34" w:rsidP="00587D34">
      <w:pPr>
        <w:pStyle w:val="libNormal"/>
        <w:rPr>
          <w:rtl/>
        </w:rPr>
      </w:pPr>
      <w:r>
        <w:rPr>
          <w:rtl/>
        </w:rPr>
        <w:t>102</w:t>
      </w:r>
      <w:r w:rsidR="007D3118">
        <w:rPr>
          <w:rtl/>
        </w:rPr>
        <w:t xml:space="preserve">. </w:t>
      </w:r>
      <w:r>
        <w:rPr>
          <w:rtl/>
        </w:rPr>
        <w:t>و مرا به چيزى كه تاب تحمل آن ندارم آزمايش مفرماى</w:t>
      </w:r>
      <w:r w:rsidR="007D3118">
        <w:rPr>
          <w:rtl/>
        </w:rPr>
        <w:t xml:space="preserve">. </w:t>
      </w:r>
      <w:r w:rsidRPr="00AA3CBA">
        <w:rPr>
          <w:rStyle w:val="libFootnotenumChar"/>
          <w:rtl/>
        </w:rPr>
        <w:t>(136</w:t>
      </w:r>
      <w:r w:rsidR="007D3118" w:rsidRPr="00AA3CBA">
        <w:rPr>
          <w:rStyle w:val="libFootnotenumChar"/>
          <w:rtl/>
        </w:rPr>
        <w:t>)</w:t>
      </w:r>
      <w:r>
        <w:rPr>
          <w:rtl/>
        </w:rPr>
        <w:t xml:space="preserve"> تا به سبب بار سنگين آن از فضل محبت تو بى نصيب نشوم</w:t>
      </w:r>
      <w:r w:rsidR="007D3118">
        <w:rPr>
          <w:rtl/>
        </w:rPr>
        <w:t xml:space="preserve">. </w:t>
      </w:r>
    </w:p>
    <w:p w:rsidR="00587D34" w:rsidRDefault="00587D34" w:rsidP="00587D34">
      <w:pPr>
        <w:pStyle w:val="libNormal"/>
        <w:rPr>
          <w:rtl/>
        </w:rPr>
      </w:pPr>
      <w:r>
        <w:rPr>
          <w:rtl/>
        </w:rPr>
        <w:lastRenderedPageBreak/>
        <w:t>103</w:t>
      </w:r>
      <w:r w:rsidR="007D3118">
        <w:rPr>
          <w:rtl/>
        </w:rPr>
        <w:t xml:space="preserve">. </w:t>
      </w:r>
      <w:r>
        <w:rPr>
          <w:rtl/>
        </w:rPr>
        <w:t>و مرا مانند كسى كه هيچ سود از او عايد نشود و هيچ كارى را نشايد و سوى تو باز نگردد از دست فرو ميفكن</w:t>
      </w:r>
      <w:r w:rsidR="007D3118">
        <w:rPr>
          <w:rtl/>
        </w:rPr>
        <w:t xml:space="preserve">. </w:t>
      </w:r>
    </w:p>
    <w:p w:rsidR="00587D34" w:rsidRDefault="00587D34" w:rsidP="00587D34">
      <w:pPr>
        <w:pStyle w:val="libNormal"/>
        <w:rPr>
          <w:rtl/>
        </w:rPr>
      </w:pPr>
      <w:r>
        <w:rPr>
          <w:rtl/>
        </w:rPr>
        <w:t>104</w:t>
      </w:r>
      <w:r w:rsidR="007D3118">
        <w:rPr>
          <w:rtl/>
        </w:rPr>
        <w:t xml:space="preserve">. </w:t>
      </w:r>
      <w:r>
        <w:rPr>
          <w:rtl/>
        </w:rPr>
        <w:t>و مانند آنها كه از چشم عنايت تو افتادند و رسوايى آنها را فروگرفت</w:t>
      </w:r>
      <w:r w:rsidR="007D3118">
        <w:rPr>
          <w:rtl/>
        </w:rPr>
        <w:t xml:space="preserve">. </w:t>
      </w:r>
    </w:p>
    <w:p w:rsidR="00587D34" w:rsidRDefault="00587D34" w:rsidP="00587D34">
      <w:pPr>
        <w:pStyle w:val="libNormal"/>
        <w:rPr>
          <w:rtl/>
        </w:rPr>
      </w:pPr>
      <w:r>
        <w:rPr>
          <w:rtl/>
        </w:rPr>
        <w:t>مرا از چشم عنايت خود دور مدار</w:t>
      </w:r>
      <w:r w:rsidR="007D3118">
        <w:rPr>
          <w:rtl/>
        </w:rPr>
        <w:t xml:space="preserve">، </w:t>
      </w:r>
      <w:r>
        <w:rPr>
          <w:rtl/>
        </w:rPr>
        <w:t>و از پرتگاه در افتادگان</w:t>
      </w:r>
      <w:r w:rsidR="007D3118">
        <w:rPr>
          <w:rtl/>
        </w:rPr>
        <w:t xml:space="preserve">، </w:t>
      </w:r>
      <w:r>
        <w:rPr>
          <w:rtl/>
        </w:rPr>
        <w:t>و گمراهى كجروان</w:t>
      </w:r>
      <w:r w:rsidR="007D3118">
        <w:rPr>
          <w:rtl/>
        </w:rPr>
        <w:t xml:space="preserve">، </w:t>
      </w:r>
      <w:r>
        <w:rPr>
          <w:rtl/>
        </w:rPr>
        <w:t>و لغزش خود پسندان</w:t>
      </w:r>
      <w:r w:rsidR="007D3118">
        <w:rPr>
          <w:rtl/>
        </w:rPr>
        <w:t xml:space="preserve">، </w:t>
      </w:r>
      <w:r>
        <w:rPr>
          <w:rtl/>
        </w:rPr>
        <w:t>و خطرگمشدگان دستگير و نجات ده</w:t>
      </w:r>
      <w:r w:rsidR="007D3118">
        <w:rPr>
          <w:rtl/>
        </w:rPr>
        <w:t xml:space="preserve">. </w:t>
      </w:r>
    </w:p>
    <w:p w:rsidR="00587D34" w:rsidRDefault="00587D34" w:rsidP="00587D34">
      <w:pPr>
        <w:pStyle w:val="libNormal"/>
        <w:rPr>
          <w:rtl/>
        </w:rPr>
      </w:pPr>
      <w:r>
        <w:rPr>
          <w:rtl/>
        </w:rPr>
        <w:t>105</w:t>
      </w:r>
      <w:r w:rsidR="007D3118">
        <w:rPr>
          <w:rtl/>
        </w:rPr>
        <w:t xml:space="preserve">. </w:t>
      </w:r>
      <w:r>
        <w:rPr>
          <w:rtl/>
        </w:rPr>
        <w:t>و از آنچه بندگان و كنيزان خود را بدان آزمايش ميكنى عافيت بخش</w:t>
      </w:r>
      <w:r w:rsidR="007D3118">
        <w:rPr>
          <w:rtl/>
        </w:rPr>
        <w:t xml:space="preserve">، </w:t>
      </w:r>
      <w:r>
        <w:rPr>
          <w:rtl/>
        </w:rPr>
        <w:t>و به پايه آنها برسان كه از عنايت تو برخوردارند و انعام تو بر ايشان سرشار و تو از آنها راضى</w:t>
      </w:r>
      <w:r w:rsidR="007D3118">
        <w:rPr>
          <w:rtl/>
        </w:rPr>
        <w:t xml:space="preserve">، </w:t>
      </w:r>
      <w:r>
        <w:rPr>
          <w:rtl/>
        </w:rPr>
        <w:t>و زندگى را بر آنها خوش كردى و مرگ آنان را در سعادت قرار دادى</w:t>
      </w:r>
      <w:r w:rsidR="007D3118">
        <w:rPr>
          <w:rtl/>
        </w:rPr>
        <w:t xml:space="preserve">. </w:t>
      </w:r>
    </w:p>
    <w:p w:rsidR="00587D34" w:rsidRDefault="00587D34" w:rsidP="00587D34">
      <w:pPr>
        <w:pStyle w:val="libNormal"/>
        <w:rPr>
          <w:rtl/>
        </w:rPr>
      </w:pPr>
      <w:r>
        <w:rPr>
          <w:rtl/>
        </w:rPr>
        <w:t>106</w:t>
      </w:r>
      <w:r w:rsidR="007D3118">
        <w:rPr>
          <w:rtl/>
        </w:rPr>
        <w:t xml:space="preserve">. </w:t>
      </w:r>
      <w:r>
        <w:rPr>
          <w:rtl/>
        </w:rPr>
        <w:t xml:space="preserve">گردن مرا به طوق تقوا آراسته كن تا از هر چه حسنات را نابود مى كند </w:t>
      </w:r>
      <w:r w:rsidRPr="00AA3CBA">
        <w:rPr>
          <w:rStyle w:val="libFootnotenumChar"/>
          <w:rtl/>
        </w:rPr>
        <w:t>(137</w:t>
      </w:r>
      <w:r w:rsidR="007D3118" w:rsidRPr="00AA3CBA">
        <w:rPr>
          <w:rStyle w:val="libFootnotenumChar"/>
          <w:rtl/>
        </w:rPr>
        <w:t>)</w:t>
      </w:r>
      <w:r>
        <w:rPr>
          <w:rtl/>
        </w:rPr>
        <w:t xml:space="preserve"> و بركات را مى برد پرهيز كنم</w:t>
      </w:r>
      <w:r w:rsidR="007D3118">
        <w:rPr>
          <w:rtl/>
        </w:rPr>
        <w:t xml:space="preserve">. </w:t>
      </w:r>
    </w:p>
    <w:p w:rsidR="00587D34" w:rsidRDefault="00587D34" w:rsidP="00587D34">
      <w:pPr>
        <w:pStyle w:val="libNormal"/>
        <w:rPr>
          <w:rtl/>
        </w:rPr>
      </w:pPr>
      <w:r>
        <w:rPr>
          <w:rtl/>
        </w:rPr>
        <w:t>106</w:t>
      </w:r>
      <w:r w:rsidR="007D3118">
        <w:rPr>
          <w:rtl/>
        </w:rPr>
        <w:t xml:space="preserve">. </w:t>
      </w:r>
      <w:r>
        <w:rPr>
          <w:rtl/>
        </w:rPr>
        <w:t>و دل مرا از كردار زشت و گناهان رسوا كننده متنفر گردان</w:t>
      </w:r>
      <w:r w:rsidR="007D3118">
        <w:rPr>
          <w:rtl/>
        </w:rPr>
        <w:t xml:space="preserve">. </w:t>
      </w:r>
    </w:p>
    <w:p w:rsidR="00587D34" w:rsidRDefault="00587D34" w:rsidP="00587D34">
      <w:pPr>
        <w:pStyle w:val="libNormal"/>
        <w:rPr>
          <w:rtl/>
        </w:rPr>
      </w:pPr>
      <w:r>
        <w:rPr>
          <w:rtl/>
        </w:rPr>
        <w:t>107</w:t>
      </w:r>
      <w:r w:rsidR="007D3118">
        <w:rPr>
          <w:rtl/>
        </w:rPr>
        <w:t xml:space="preserve">. </w:t>
      </w:r>
      <w:r>
        <w:rPr>
          <w:rtl/>
        </w:rPr>
        <w:t>و به چيزى كه هرگز بدان دست نيابم مگر به خواست تو</w:t>
      </w:r>
      <w:r w:rsidR="007D3118">
        <w:rPr>
          <w:rtl/>
        </w:rPr>
        <w:t xml:space="preserve">، </w:t>
      </w:r>
      <w:r>
        <w:rPr>
          <w:rtl/>
        </w:rPr>
        <w:t>سرگرم مكن تا از كارهايى كه ارضاى تو بى آن حاصل نمى شود وا نمانم</w:t>
      </w:r>
      <w:r w:rsidR="007D3118">
        <w:rPr>
          <w:rtl/>
        </w:rPr>
        <w:t xml:space="preserve">. </w:t>
      </w:r>
    </w:p>
    <w:p w:rsidR="00587D34" w:rsidRDefault="00587D34" w:rsidP="00587D34">
      <w:pPr>
        <w:pStyle w:val="libNormal"/>
        <w:rPr>
          <w:rtl/>
        </w:rPr>
      </w:pPr>
      <w:r>
        <w:rPr>
          <w:rtl/>
        </w:rPr>
        <w:t>109</w:t>
      </w:r>
      <w:r w:rsidR="007D3118">
        <w:rPr>
          <w:rtl/>
        </w:rPr>
        <w:t xml:space="preserve">. </w:t>
      </w:r>
      <w:r>
        <w:rPr>
          <w:rtl/>
        </w:rPr>
        <w:t>و دوستى دنياى دون را از دل من بر كن تا مرا از نعيم حضرت تو باز ندارد و از توسل جستن به تو مانع نشود و از تقرب به تو غافل نگرداند</w:t>
      </w:r>
      <w:r w:rsidR="007D3118">
        <w:rPr>
          <w:rtl/>
        </w:rPr>
        <w:t xml:space="preserve">. </w:t>
      </w:r>
    </w:p>
    <w:p w:rsidR="00587D34" w:rsidRDefault="00587D34" w:rsidP="00587D34">
      <w:pPr>
        <w:pStyle w:val="libNormal"/>
        <w:rPr>
          <w:rtl/>
        </w:rPr>
      </w:pPr>
      <w:r>
        <w:rPr>
          <w:rtl/>
        </w:rPr>
        <w:t>110</w:t>
      </w:r>
      <w:r w:rsidR="007D3118">
        <w:rPr>
          <w:rtl/>
        </w:rPr>
        <w:t xml:space="preserve">. </w:t>
      </w:r>
      <w:r>
        <w:rPr>
          <w:rtl/>
        </w:rPr>
        <w:t>و مناجات خود را در هر شب و روز در نظر من جلوه ده</w:t>
      </w:r>
      <w:r w:rsidR="007D3118">
        <w:rPr>
          <w:rtl/>
        </w:rPr>
        <w:t xml:space="preserve">. </w:t>
      </w:r>
    </w:p>
    <w:p w:rsidR="00587D34" w:rsidRDefault="00587D34" w:rsidP="00587D34">
      <w:pPr>
        <w:pStyle w:val="libNormal"/>
        <w:rPr>
          <w:rtl/>
        </w:rPr>
      </w:pPr>
      <w:r>
        <w:rPr>
          <w:rtl/>
        </w:rPr>
        <w:t>111</w:t>
      </w:r>
      <w:r w:rsidR="007D3118">
        <w:rPr>
          <w:rtl/>
        </w:rPr>
        <w:t xml:space="preserve">. </w:t>
      </w:r>
      <w:r>
        <w:rPr>
          <w:rtl/>
        </w:rPr>
        <w:t>و مرا توفيق عنايت كن كه از تو بترسم و از محرمات پرهيز كنم و از كمند معاصى برهم</w:t>
      </w:r>
      <w:r w:rsidR="007D3118">
        <w:rPr>
          <w:rtl/>
        </w:rPr>
        <w:t xml:space="preserve">. </w:t>
      </w:r>
    </w:p>
    <w:p w:rsidR="00587D34" w:rsidRDefault="00587D34" w:rsidP="00587D34">
      <w:pPr>
        <w:pStyle w:val="libNormal"/>
        <w:rPr>
          <w:rtl/>
        </w:rPr>
      </w:pPr>
      <w:r>
        <w:rPr>
          <w:rtl/>
        </w:rPr>
        <w:t>112</w:t>
      </w:r>
      <w:r w:rsidR="007D3118">
        <w:rPr>
          <w:rtl/>
        </w:rPr>
        <w:t xml:space="preserve">. </w:t>
      </w:r>
      <w:r>
        <w:rPr>
          <w:rtl/>
        </w:rPr>
        <w:t>و از پليدى گناه مرا پاك كن و چرك معاصى را از من بشوى و جامه عافيت در من بپوشان و مرا به تشريف سلامت آراسته كن و به نعمتت فرا گير و فضل و عطاى خويش را بر من فرو بار</w:t>
      </w:r>
      <w:r w:rsidR="007D3118">
        <w:rPr>
          <w:rtl/>
        </w:rPr>
        <w:t xml:space="preserve">. </w:t>
      </w:r>
    </w:p>
    <w:p w:rsidR="00587D34" w:rsidRDefault="00587D34" w:rsidP="00587D34">
      <w:pPr>
        <w:pStyle w:val="libNormal"/>
        <w:rPr>
          <w:rtl/>
        </w:rPr>
      </w:pPr>
      <w:r>
        <w:rPr>
          <w:rtl/>
        </w:rPr>
        <w:lastRenderedPageBreak/>
        <w:t>113</w:t>
      </w:r>
      <w:r w:rsidR="007D3118">
        <w:rPr>
          <w:rtl/>
        </w:rPr>
        <w:t xml:space="preserve">. </w:t>
      </w:r>
      <w:r>
        <w:rPr>
          <w:rtl/>
        </w:rPr>
        <w:t>و به توفيق و و نيروى خود توانايى ده و به نيّت شايسته و گفتار پسنديده و كردار نيكو مرا يارى ده</w:t>
      </w:r>
      <w:r w:rsidR="007D3118">
        <w:rPr>
          <w:rtl/>
        </w:rPr>
        <w:t xml:space="preserve">، </w:t>
      </w:r>
      <w:r>
        <w:rPr>
          <w:rtl/>
        </w:rPr>
        <w:t>و به زور و نيروى خودم وامگذار و نيرو و قدرت خويش را از من دريغ مدار</w:t>
      </w:r>
      <w:r w:rsidR="007D3118">
        <w:rPr>
          <w:rtl/>
        </w:rPr>
        <w:t xml:space="preserve">. </w:t>
      </w:r>
    </w:p>
    <w:p w:rsidR="00587D34" w:rsidRDefault="00587D34" w:rsidP="00587D34">
      <w:pPr>
        <w:pStyle w:val="libNormal"/>
        <w:rPr>
          <w:rtl/>
        </w:rPr>
      </w:pPr>
      <w:r>
        <w:rPr>
          <w:rtl/>
        </w:rPr>
        <w:t>114</w:t>
      </w:r>
      <w:r w:rsidR="007D3118">
        <w:rPr>
          <w:rtl/>
        </w:rPr>
        <w:t xml:space="preserve">. </w:t>
      </w:r>
      <w:r>
        <w:rPr>
          <w:rtl/>
        </w:rPr>
        <w:t>و روزى كه مرا براى لقاى خود برانگيزى رسوا مكن</w:t>
      </w:r>
      <w:r w:rsidR="007D3118">
        <w:rPr>
          <w:rtl/>
        </w:rPr>
        <w:t xml:space="preserve">، </w:t>
      </w:r>
      <w:r>
        <w:rPr>
          <w:rtl/>
        </w:rPr>
        <w:t>و پيش دوستان خودت آبروى من مريز و مرا از ياد خود فراموشى مده و سپاس خود را از ياد من مبر و در حال سهو كه جاهلان نعمت تو از غفلت فراز آيد مرا به سپاس خود وادار و الهام كن كه تو را به هر عطايى ثنا گويم و به هر نعمت كه ارزانى داشتى اعتراف كنم</w:t>
      </w:r>
      <w:r w:rsidR="007D3118">
        <w:rPr>
          <w:rtl/>
        </w:rPr>
        <w:t xml:space="preserve">. </w:t>
      </w:r>
    </w:p>
    <w:p w:rsidR="00587D34" w:rsidRDefault="00587D34" w:rsidP="00587D34">
      <w:pPr>
        <w:pStyle w:val="libNormal"/>
        <w:rPr>
          <w:rtl/>
        </w:rPr>
      </w:pPr>
      <w:r>
        <w:rPr>
          <w:rtl/>
        </w:rPr>
        <w:t>115</w:t>
      </w:r>
      <w:r w:rsidR="007D3118">
        <w:rPr>
          <w:rtl/>
        </w:rPr>
        <w:t xml:space="preserve">. </w:t>
      </w:r>
      <w:r>
        <w:rPr>
          <w:rtl/>
        </w:rPr>
        <w:t>و رغبت مرا سوى خود بيش از رغبت ديگران گردان و سپاس مرا بالاتر از سپاس آنان قرار ده</w:t>
      </w:r>
      <w:r w:rsidR="007D3118">
        <w:rPr>
          <w:rtl/>
        </w:rPr>
        <w:t xml:space="preserve">. </w:t>
      </w:r>
    </w:p>
    <w:p w:rsidR="00587D34" w:rsidRDefault="00587D34" w:rsidP="00587D34">
      <w:pPr>
        <w:pStyle w:val="libNormal"/>
        <w:rPr>
          <w:rtl/>
        </w:rPr>
      </w:pPr>
      <w:r>
        <w:rPr>
          <w:rtl/>
        </w:rPr>
        <w:t>116</w:t>
      </w:r>
      <w:r w:rsidR="007D3118">
        <w:rPr>
          <w:rtl/>
        </w:rPr>
        <w:t xml:space="preserve">. </w:t>
      </w:r>
      <w:r>
        <w:rPr>
          <w:rtl/>
        </w:rPr>
        <w:t xml:space="preserve">و چون نيازمند تو باشم مرا وامگذار و اعمالى كه سوى تو فرستادم سبب هلاك من مگردان </w:t>
      </w:r>
      <w:r w:rsidRPr="00AA3CBA">
        <w:rPr>
          <w:rStyle w:val="libFootnotenumChar"/>
          <w:rtl/>
        </w:rPr>
        <w:t>(138</w:t>
      </w:r>
      <w:r w:rsidR="007D3118" w:rsidRPr="00AA3CBA">
        <w:rPr>
          <w:rStyle w:val="libFootnotenumChar"/>
          <w:rtl/>
        </w:rPr>
        <w:t>)</w:t>
      </w:r>
      <w:r>
        <w:rPr>
          <w:rtl/>
        </w:rPr>
        <w:t xml:space="preserve"> و مانند دشمنان خود مرا رد مكن چون پيش تو گردن نهاده ام</w:t>
      </w:r>
      <w:r w:rsidR="007D3118">
        <w:rPr>
          <w:rtl/>
        </w:rPr>
        <w:t xml:space="preserve">، </w:t>
      </w:r>
      <w:r>
        <w:rPr>
          <w:rtl/>
        </w:rPr>
        <w:t>مى دانم كه حجت تو راست</w:t>
      </w:r>
      <w:r w:rsidR="007D3118">
        <w:rPr>
          <w:rtl/>
        </w:rPr>
        <w:t xml:space="preserve">، </w:t>
      </w:r>
      <w:r>
        <w:rPr>
          <w:rtl/>
        </w:rPr>
        <w:t>و تو به فضّل سزاوارترى و احسان عادت توست</w:t>
      </w:r>
      <w:r w:rsidR="007D3118">
        <w:rPr>
          <w:rtl/>
        </w:rPr>
        <w:t xml:space="preserve">، </w:t>
      </w:r>
      <w:r>
        <w:rPr>
          <w:rtl/>
        </w:rPr>
        <w:t>شايسته آنى كه از تو بترسند و اميد آمرزش هم از تو دارند</w:t>
      </w:r>
      <w:r w:rsidR="007D3118">
        <w:rPr>
          <w:rtl/>
        </w:rPr>
        <w:t xml:space="preserve">، </w:t>
      </w:r>
      <w:r>
        <w:rPr>
          <w:rtl/>
        </w:rPr>
        <w:t>اما به آمرزش سزاوارترى از عقاب كردن و به پرده پوشى اولى ترى از رسوا ساختن</w:t>
      </w:r>
      <w:r w:rsidR="007D3118">
        <w:rPr>
          <w:rtl/>
        </w:rPr>
        <w:t xml:space="preserve">. </w:t>
      </w:r>
    </w:p>
    <w:p w:rsidR="00587D34" w:rsidRDefault="00587D34" w:rsidP="00587D34">
      <w:pPr>
        <w:pStyle w:val="libNormal"/>
        <w:rPr>
          <w:rtl/>
        </w:rPr>
      </w:pPr>
      <w:r>
        <w:rPr>
          <w:rtl/>
        </w:rPr>
        <w:t>117</w:t>
      </w:r>
      <w:r w:rsidR="007D3118">
        <w:rPr>
          <w:rtl/>
        </w:rPr>
        <w:t xml:space="preserve">. </w:t>
      </w:r>
      <w:r>
        <w:rPr>
          <w:rtl/>
        </w:rPr>
        <w:t>پس مرا زندگانى بخش خوش كه هر چه خواهم براى من فراهم آيد و آنچه دوست دارم بدان نائل گردم</w:t>
      </w:r>
      <w:r w:rsidR="007D3118">
        <w:rPr>
          <w:rtl/>
        </w:rPr>
        <w:t xml:space="preserve">، </w:t>
      </w:r>
      <w:r>
        <w:rPr>
          <w:rtl/>
        </w:rPr>
        <w:t>اما كارى نكنم كه تو را ناپسند آيد و به چيزى دست نيازم كه تو نهى فرمودى</w:t>
      </w:r>
      <w:r w:rsidR="007D3118">
        <w:rPr>
          <w:rtl/>
        </w:rPr>
        <w:t xml:space="preserve">، </w:t>
      </w:r>
      <w:r>
        <w:rPr>
          <w:rtl/>
        </w:rPr>
        <w:t>و جان مرا قبض كن مانند آن كس كه نور از پيش روى و از جانب راست او راه مى رود</w:t>
      </w:r>
      <w:r w:rsidR="007D3118">
        <w:rPr>
          <w:rtl/>
        </w:rPr>
        <w:t xml:space="preserve">. </w:t>
      </w:r>
    </w:p>
    <w:p w:rsidR="00587D34" w:rsidRDefault="00587D34" w:rsidP="00587D34">
      <w:pPr>
        <w:pStyle w:val="libNormal"/>
        <w:rPr>
          <w:rtl/>
        </w:rPr>
      </w:pPr>
      <w:r>
        <w:rPr>
          <w:rtl/>
        </w:rPr>
        <w:t>118</w:t>
      </w:r>
      <w:r w:rsidR="007D3118">
        <w:rPr>
          <w:rtl/>
        </w:rPr>
        <w:t xml:space="preserve">. </w:t>
      </w:r>
      <w:r>
        <w:rPr>
          <w:rtl/>
        </w:rPr>
        <w:t>و مرا در پيش خود فروتن گردان و نزد مردم عزت ده و چون در خلوت با تو باشم مرا به تواضع سرافكنده ساز و ميان بندگان سربلند گردان و از آن كه از من بى نياز است بى نيازم كن و حاجت مرا سوى خود افزون كن</w:t>
      </w:r>
      <w:r w:rsidR="007D3118">
        <w:rPr>
          <w:rtl/>
        </w:rPr>
        <w:t xml:space="preserve">. </w:t>
      </w:r>
    </w:p>
    <w:p w:rsidR="00587D34" w:rsidRDefault="00587D34" w:rsidP="00587D34">
      <w:pPr>
        <w:pStyle w:val="libNormal"/>
        <w:rPr>
          <w:rtl/>
        </w:rPr>
      </w:pPr>
      <w:r>
        <w:rPr>
          <w:rtl/>
        </w:rPr>
        <w:lastRenderedPageBreak/>
        <w:t>119</w:t>
      </w:r>
      <w:r w:rsidR="007D3118">
        <w:rPr>
          <w:rtl/>
        </w:rPr>
        <w:t xml:space="preserve">. </w:t>
      </w:r>
      <w:r>
        <w:rPr>
          <w:rtl/>
        </w:rPr>
        <w:t>و از شادى دشمن و از گزند و آسيب و خوارى و رنج در پناه خود گير و آنچه از من ديدى و بر آن آگاهى مستور دار</w:t>
      </w:r>
      <w:r w:rsidR="007D3118">
        <w:rPr>
          <w:rtl/>
        </w:rPr>
        <w:t xml:space="preserve">، </w:t>
      </w:r>
      <w:r>
        <w:rPr>
          <w:rtl/>
        </w:rPr>
        <w:t>اگر حلم تو نبود همه گونه سختى گيرى مى توانستى و اگر بردبارى نمى كردى ما را بر جرم ما مواخذه مى فرمودى</w:t>
      </w:r>
      <w:r w:rsidR="007D3118">
        <w:rPr>
          <w:rtl/>
        </w:rPr>
        <w:t xml:space="preserve">. </w:t>
      </w:r>
    </w:p>
    <w:p w:rsidR="00587D34" w:rsidRDefault="00587D34" w:rsidP="00587D34">
      <w:pPr>
        <w:pStyle w:val="libNormal"/>
        <w:rPr>
          <w:rtl/>
        </w:rPr>
      </w:pPr>
      <w:r>
        <w:rPr>
          <w:rtl/>
        </w:rPr>
        <w:t>120</w:t>
      </w:r>
      <w:r w:rsidR="007D3118">
        <w:rPr>
          <w:rtl/>
        </w:rPr>
        <w:t xml:space="preserve">. </w:t>
      </w:r>
      <w:r>
        <w:rPr>
          <w:rtl/>
        </w:rPr>
        <w:t>و چون گروهى را آزمايش خواهى يا عذابى نازل كنى مرا كه پناه به تو آورده از آن رهايى ده و چنان كه در دنيا مرا رسوا نساختى در آخرت هم رسوا مساز و نعمت هاى نخستين خود را در باره من به نعمت هاى آخرين پيوسته كن</w:t>
      </w:r>
      <w:r w:rsidR="007D3118">
        <w:rPr>
          <w:rtl/>
        </w:rPr>
        <w:t xml:space="preserve">. </w:t>
      </w:r>
    </w:p>
    <w:p w:rsidR="00587D34" w:rsidRDefault="00587D34" w:rsidP="00587D34">
      <w:pPr>
        <w:pStyle w:val="libNormal"/>
        <w:rPr>
          <w:rtl/>
        </w:rPr>
      </w:pPr>
      <w:r>
        <w:rPr>
          <w:rtl/>
        </w:rPr>
        <w:t>121</w:t>
      </w:r>
      <w:r w:rsidR="007D3118">
        <w:rPr>
          <w:rtl/>
        </w:rPr>
        <w:t xml:space="preserve">. </w:t>
      </w:r>
      <w:r>
        <w:rPr>
          <w:rtl/>
        </w:rPr>
        <w:t>و عطاياى ديرين را به عطاياى تازه متصل گردان و چنان مرا سرگرم نعمت مساز كه دل مرا سخت گرداند و به مصيبتى مبتلا مكن كه آبروى من برود و مرا به صفتى شهره مساز كه قدر من كم شود و به عيبى مبتلا مكن كه مكانت من مجهول گردد</w:t>
      </w:r>
      <w:r w:rsidR="007D3118">
        <w:rPr>
          <w:rtl/>
        </w:rPr>
        <w:t xml:space="preserve">. </w:t>
      </w:r>
    </w:p>
    <w:p w:rsidR="00587D34" w:rsidRDefault="00587D34" w:rsidP="00587D34">
      <w:pPr>
        <w:pStyle w:val="libNormal"/>
        <w:rPr>
          <w:rtl/>
        </w:rPr>
      </w:pPr>
      <w:r>
        <w:rPr>
          <w:rtl/>
        </w:rPr>
        <w:t>122</w:t>
      </w:r>
      <w:r w:rsidR="007D3118">
        <w:rPr>
          <w:rtl/>
        </w:rPr>
        <w:t xml:space="preserve">. </w:t>
      </w:r>
      <w:r>
        <w:rPr>
          <w:rtl/>
        </w:rPr>
        <w:t>و ترسى در دل من مينداز كه از رحمت تو نوميد شوم و بيمى نه كه در باطل جان استوار گردد اما توفيق ده كه از عذاب تو بترسم و از اتمام حجت و وعيد تو بيمناك باشم و هنگام تلاوت آيات تو خشيت بر من مستولى گردد</w:t>
      </w:r>
      <w:r w:rsidR="007D3118">
        <w:rPr>
          <w:rtl/>
        </w:rPr>
        <w:t xml:space="preserve">. </w:t>
      </w:r>
    </w:p>
    <w:p w:rsidR="00587D34" w:rsidRDefault="00587D34" w:rsidP="00587D34">
      <w:pPr>
        <w:pStyle w:val="libNormal"/>
        <w:rPr>
          <w:rtl/>
        </w:rPr>
      </w:pPr>
      <w:r>
        <w:rPr>
          <w:rtl/>
        </w:rPr>
        <w:t>123</w:t>
      </w:r>
      <w:r w:rsidR="007D3118">
        <w:rPr>
          <w:rtl/>
        </w:rPr>
        <w:t xml:space="preserve">. </w:t>
      </w:r>
      <w:r>
        <w:rPr>
          <w:rtl/>
        </w:rPr>
        <w:t>و شب هاى مرا به بيدارى معمورى كن تا تنها به عبادت تو برخيزم و به تو آرامش دل يابم و از تو حاجت بخواهم و رهايى خود را از آتش خشم تو به الحاح طلبم و از عذاب دوزخ زنهارى جويم</w:t>
      </w:r>
      <w:r w:rsidR="007D3118">
        <w:rPr>
          <w:rtl/>
        </w:rPr>
        <w:t xml:space="preserve">. </w:t>
      </w:r>
    </w:p>
    <w:p w:rsidR="00587D34" w:rsidRDefault="00587D34" w:rsidP="00587D34">
      <w:pPr>
        <w:pStyle w:val="libNormal"/>
        <w:rPr>
          <w:rtl/>
        </w:rPr>
      </w:pPr>
      <w:r>
        <w:rPr>
          <w:rtl/>
        </w:rPr>
        <w:t>124</w:t>
      </w:r>
      <w:r w:rsidR="007D3118">
        <w:rPr>
          <w:rtl/>
        </w:rPr>
        <w:t xml:space="preserve">. </w:t>
      </w:r>
      <w:r>
        <w:rPr>
          <w:rtl/>
        </w:rPr>
        <w:t>و مرا در اسراف كارى سرگردان مگذار و در نادانى و بى خبرى رها مكن</w:t>
      </w:r>
      <w:r w:rsidR="007D3118">
        <w:rPr>
          <w:rtl/>
        </w:rPr>
        <w:t xml:space="preserve">، </w:t>
      </w:r>
      <w:r>
        <w:rPr>
          <w:rtl/>
        </w:rPr>
        <w:t>و به رنج و عذاب</w:t>
      </w:r>
      <w:r w:rsidR="007D3118">
        <w:rPr>
          <w:rtl/>
        </w:rPr>
        <w:t xml:space="preserve">، </w:t>
      </w:r>
      <w:r>
        <w:rPr>
          <w:rtl/>
        </w:rPr>
        <w:t>مرا پند ديگران مگردان</w:t>
      </w:r>
      <w:r w:rsidR="007D3118">
        <w:rPr>
          <w:rtl/>
        </w:rPr>
        <w:t xml:space="preserve">، </w:t>
      </w:r>
      <w:r>
        <w:rPr>
          <w:rtl/>
        </w:rPr>
        <w:t xml:space="preserve">و موجب عبرت آنان مساز و به مزيد نعمت مرا فتنه بينندگان قرار مده و مانند گروهى كه فريب نعمت خوردند چنان مكن كه فريب خورم و ديگرى را به جاى من بر مگزين و نام مرا </w:t>
      </w:r>
      <w:r>
        <w:rPr>
          <w:rtl/>
        </w:rPr>
        <w:lastRenderedPageBreak/>
        <w:t xml:space="preserve">بر مگردان و تن مرا به آفت ديگرگون مساز و مضحكه خلق قرار مده و با من عمل مستهزئان </w:t>
      </w:r>
      <w:r w:rsidRPr="00AA3CBA">
        <w:rPr>
          <w:rStyle w:val="libFootnotenumChar"/>
          <w:rtl/>
        </w:rPr>
        <w:t>(139</w:t>
      </w:r>
      <w:r w:rsidR="007D3118" w:rsidRPr="00AA3CBA">
        <w:rPr>
          <w:rStyle w:val="libFootnotenumChar"/>
          <w:rtl/>
        </w:rPr>
        <w:t>)</w:t>
      </w:r>
      <w:r>
        <w:rPr>
          <w:rtl/>
        </w:rPr>
        <w:t xml:space="preserve"> مكن و مرا پيرو چيزى مگردان مگر آن چه سبب خشنودى تو باشد و به رنج و تعب مدار مگر در راه انتقام از دشمنان تو</w:t>
      </w:r>
      <w:r w:rsidR="007D3118">
        <w:rPr>
          <w:rtl/>
        </w:rPr>
        <w:t xml:space="preserve">. </w:t>
      </w:r>
    </w:p>
    <w:p w:rsidR="00587D34" w:rsidRDefault="00587D34" w:rsidP="00587D34">
      <w:pPr>
        <w:pStyle w:val="libNormal"/>
        <w:rPr>
          <w:rtl/>
        </w:rPr>
      </w:pPr>
      <w:r>
        <w:rPr>
          <w:rtl/>
        </w:rPr>
        <w:t>125</w:t>
      </w:r>
      <w:r w:rsidR="007D3118">
        <w:rPr>
          <w:rtl/>
        </w:rPr>
        <w:t xml:space="preserve">. </w:t>
      </w:r>
      <w:r>
        <w:rPr>
          <w:rtl/>
        </w:rPr>
        <w:t>و سردى مغفرت و شيرينى رحمت خود را روزى (من</w:t>
      </w:r>
      <w:r w:rsidR="007D3118">
        <w:rPr>
          <w:rtl/>
        </w:rPr>
        <w:t xml:space="preserve">) </w:t>
      </w:r>
      <w:r>
        <w:rPr>
          <w:rtl/>
        </w:rPr>
        <w:t>كن و از خوشى و بوى جانفزا و بهشت پرنعمت خود مرا برخوردار گردان و مزه آسودگى را به من بچشان</w:t>
      </w:r>
      <w:r w:rsidR="007D3118">
        <w:rPr>
          <w:rtl/>
        </w:rPr>
        <w:t xml:space="preserve">، </w:t>
      </w:r>
      <w:r>
        <w:rPr>
          <w:rtl/>
        </w:rPr>
        <w:t>و از گنچ پهناور خود وسعتى ده كه به فراغ بال بدان چه دوست دارى پردازم و در عملى كه مرا به تو نزديك مى كند بكوشم</w:t>
      </w:r>
      <w:r w:rsidR="007D3118">
        <w:rPr>
          <w:rtl/>
        </w:rPr>
        <w:t xml:space="preserve">، </w:t>
      </w:r>
      <w:r>
        <w:rPr>
          <w:rtl/>
        </w:rPr>
        <w:t>و مرا ارمغان نيكو از عم خود فرست</w:t>
      </w:r>
      <w:r w:rsidR="007D3118">
        <w:rPr>
          <w:rtl/>
        </w:rPr>
        <w:t xml:space="preserve">. </w:t>
      </w:r>
    </w:p>
    <w:p w:rsidR="00587D34" w:rsidRDefault="00587D34" w:rsidP="00587D34">
      <w:pPr>
        <w:pStyle w:val="libNormal"/>
        <w:rPr>
          <w:rtl/>
        </w:rPr>
      </w:pPr>
      <w:r>
        <w:rPr>
          <w:rtl/>
        </w:rPr>
        <w:t>126</w:t>
      </w:r>
      <w:r w:rsidR="007D3118">
        <w:rPr>
          <w:rtl/>
        </w:rPr>
        <w:t xml:space="preserve">. </w:t>
      </w:r>
      <w:r>
        <w:rPr>
          <w:rtl/>
        </w:rPr>
        <w:t>و سوداى مرا پر سود گردان كه يا زيان باز نگردم</w:t>
      </w:r>
      <w:r w:rsidR="007D3118">
        <w:rPr>
          <w:rtl/>
        </w:rPr>
        <w:t xml:space="preserve">، </w:t>
      </w:r>
      <w:r>
        <w:rPr>
          <w:rtl/>
        </w:rPr>
        <w:t>و بيم و هيبت خود را در دل من انداز و مرا آرزومند لقاى خود گردان</w:t>
      </w:r>
      <w:r w:rsidR="007D3118">
        <w:rPr>
          <w:rtl/>
        </w:rPr>
        <w:t xml:space="preserve">، </w:t>
      </w:r>
      <w:r>
        <w:rPr>
          <w:rtl/>
        </w:rPr>
        <w:t>و به لطف سوى من نگر و توبه مرا بپذير</w:t>
      </w:r>
      <w:r w:rsidR="007D3118">
        <w:rPr>
          <w:rtl/>
        </w:rPr>
        <w:t xml:space="preserve">، </w:t>
      </w:r>
      <w:r>
        <w:rPr>
          <w:rtl/>
        </w:rPr>
        <w:t>چنان كه هيچ صغيره و كبيره براى من نگذارى</w:t>
      </w:r>
      <w:r w:rsidR="007D3118">
        <w:rPr>
          <w:rtl/>
        </w:rPr>
        <w:t xml:space="preserve">، </w:t>
      </w:r>
      <w:r>
        <w:rPr>
          <w:rtl/>
        </w:rPr>
        <w:t>و هيچ گناه آشكار و نهان را رها نكنى</w:t>
      </w:r>
      <w:r w:rsidR="007D3118">
        <w:rPr>
          <w:rtl/>
        </w:rPr>
        <w:t xml:space="preserve">. </w:t>
      </w:r>
    </w:p>
    <w:p w:rsidR="00587D34" w:rsidRDefault="00587D34" w:rsidP="00587D34">
      <w:pPr>
        <w:pStyle w:val="libNormal"/>
        <w:rPr>
          <w:rtl/>
        </w:rPr>
      </w:pPr>
      <w:r>
        <w:rPr>
          <w:rtl/>
        </w:rPr>
        <w:t>127</w:t>
      </w:r>
      <w:r w:rsidR="007D3118">
        <w:rPr>
          <w:rtl/>
        </w:rPr>
        <w:t xml:space="preserve">. </w:t>
      </w:r>
      <w:r>
        <w:rPr>
          <w:rtl/>
        </w:rPr>
        <w:t>و كينه مؤمنان را از دل من بيرون كن و دل مرا بر زيردستان مهربان گردان و با من چنان باش كه با بندگان شايسته خود و مرا به زيور پرهيزگاران آراسته كن و چنان مقدر فرما كه آيندگان درباره من نيكوگوى باشند</w:t>
      </w:r>
    </w:p>
    <w:p w:rsidR="00587D34" w:rsidRDefault="00587D34" w:rsidP="00587D34">
      <w:pPr>
        <w:pStyle w:val="libNormal"/>
        <w:rPr>
          <w:rtl/>
        </w:rPr>
      </w:pPr>
      <w:r>
        <w:rPr>
          <w:rtl/>
        </w:rPr>
        <w:t>128</w:t>
      </w:r>
      <w:r w:rsidR="007D3118">
        <w:rPr>
          <w:rtl/>
        </w:rPr>
        <w:t xml:space="preserve">. </w:t>
      </w:r>
      <w:r>
        <w:rPr>
          <w:rtl/>
        </w:rPr>
        <w:t>و نعمت خود را بر من تمام كن</w:t>
      </w:r>
      <w:r w:rsidR="007D3118">
        <w:rPr>
          <w:rtl/>
        </w:rPr>
        <w:t xml:space="preserve">، </w:t>
      </w:r>
      <w:r>
        <w:rPr>
          <w:rtl/>
        </w:rPr>
        <w:t>و كرامات پى در پى فرست</w:t>
      </w:r>
      <w:r w:rsidR="007D3118">
        <w:rPr>
          <w:rtl/>
        </w:rPr>
        <w:t xml:space="preserve">، </w:t>
      </w:r>
      <w:r>
        <w:rPr>
          <w:rtl/>
        </w:rPr>
        <w:t>و دست مرا از عطاى خود پر گردان و بخشش هاى بزرگ خويش را سوى من روانه كن و مرا در همسايگى پاكان و دوستان خود در بهشت جاى ده كه از براى برگزيدگان آراستى و تشريف گرانمايه در من پوشان در آن مقام كه براى دوستان خود آماده كرده اى</w:t>
      </w:r>
      <w:r w:rsidR="007D3118">
        <w:rPr>
          <w:rtl/>
        </w:rPr>
        <w:t xml:space="preserve">. </w:t>
      </w:r>
    </w:p>
    <w:p w:rsidR="00587D34" w:rsidRDefault="00587D34" w:rsidP="00587D34">
      <w:pPr>
        <w:pStyle w:val="libNormal"/>
        <w:rPr>
          <w:rtl/>
        </w:rPr>
      </w:pPr>
      <w:r>
        <w:rPr>
          <w:rtl/>
        </w:rPr>
        <w:t>129</w:t>
      </w:r>
      <w:r w:rsidR="007D3118">
        <w:rPr>
          <w:rtl/>
        </w:rPr>
        <w:t xml:space="preserve">. </w:t>
      </w:r>
      <w:r>
        <w:rPr>
          <w:rtl/>
        </w:rPr>
        <w:t xml:space="preserve">و براى من نزد خود جايى براى آسايش </w:t>
      </w:r>
      <w:r w:rsidRPr="00AA3CBA">
        <w:rPr>
          <w:rStyle w:val="libFootnotenumChar"/>
          <w:rtl/>
        </w:rPr>
        <w:t>(140</w:t>
      </w:r>
      <w:r w:rsidR="007D3118" w:rsidRPr="00AA3CBA">
        <w:rPr>
          <w:rStyle w:val="libFootnotenumChar"/>
          <w:rtl/>
        </w:rPr>
        <w:t>)</w:t>
      </w:r>
      <w:r>
        <w:rPr>
          <w:rtl/>
        </w:rPr>
        <w:t xml:space="preserve"> آماده فرما كه به آرام دل در آن ماوى گزينم و ماءمنى مهيا كن كه در آن بياسايم</w:t>
      </w:r>
      <w:r w:rsidR="007D3118">
        <w:rPr>
          <w:rtl/>
        </w:rPr>
        <w:t xml:space="preserve">، </w:t>
      </w:r>
      <w:r>
        <w:rPr>
          <w:rtl/>
        </w:rPr>
        <w:t xml:space="preserve">و چشمم بدان روشن </w:t>
      </w:r>
      <w:r>
        <w:rPr>
          <w:rtl/>
        </w:rPr>
        <w:lastRenderedPageBreak/>
        <w:t xml:space="preserve">شود و مرا به اندازه گناهان بزرگ من مكافات فرما </w:t>
      </w:r>
      <w:r w:rsidRPr="00AA3CBA">
        <w:rPr>
          <w:rStyle w:val="libFootnotenumChar"/>
          <w:rtl/>
        </w:rPr>
        <w:t>(141</w:t>
      </w:r>
      <w:r w:rsidR="007D3118" w:rsidRPr="00AA3CBA">
        <w:rPr>
          <w:rStyle w:val="libFootnotenumChar"/>
          <w:rtl/>
        </w:rPr>
        <w:t>)</w:t>
      </w:r>
      <w:r>
        <w:rPr>
          <w:rtl/>
        </w:rPr>
        <w:t xml:space="preserve"> و در آن روز كه نهانها آشكار گردد مرا هلاك مكن</w:t>
      </w:r>
      <w:r w:rsidR="007D3118">
        <w:rPr>
          <w:rtl/>
        </w:rPr>
        <w:t xml:space="preserve">، </w:t>
      </w:r>
      <w:r>
        <w:rPr>
          <w:rtl/>
        </w:rPr>
        <w:t>و هر شك و شبهه را از من دور ساز و به رحمت خود راه حق را بر من بگشا و از موهبت خويش بهره مرا بزرگ گردان و نصيب مرا از احسان خود بسيار كن</w:t>
      </w:r>
      <w:r w:rsidR="007D3118">
        <w:rPr>
          <w:rtl/>
        </w:rPr>
        <w:t xml:space="preserve">. </w:t>
      </w:r>
    </w:p>
    <w:p w:rsidR="00587D34" w:rsidRDefault="00587D34" w:rsidP="00587D34">
      <w:pPr>
        <w:pStyle w:val="libNormal"/>
        <w:rPr>
          <w:rtl/>
        </w:rPr>
      </w:pPr>
      <w:r>
        <w:rPr>
          <w:rtl/>
        </w:rPr>
        <w:t>130</w:t>
      </w:r>
      <w:r w:rsidR="007D3118">
        <w:rPr>
          <w:rtl/>
        </w:rPr>
        <w:t xml:space="preserve">. </w:t>
      </w:r>
      <w:r>
        <w:rPr>
          <w:rtl/>
        </w:rPr>
        <w:t>و دل مرا بدانچه نزد توست اميدوار گردان و انديشه مرا براى توجه به كار خود فارغ كن و به هر چه برگزيدگان را واميدارى و بر مى گمارى مرا وادار و برگمار و آن هنگام كه همه افكار از تو غافلند دل مرا با ياد طاعت خود درآميز و مرا توانگرى ده با عفاف و آسايش و تندرستى و فراخى و آرامش ‍ دل و سلامت از هر گزند و آسيب</w:t>
      </w:r>
      <w:r w:rsidR="007D3118">
        <w:rPr>
          <w:rtl/>
        </w:rPr>
        <w:t xml:space="preserve">. </w:t>
      </w:r>
    </w:p>
    <w:p w:rsidR="00587D34" w:rsidRDefault="00587D34" w:rsidP="00587D34">
      <w:pPr>
        <w:pStyle w:val="libNormal"/>
        <w:rPr>
          <w:rtl/>
        </w:rPr>
      </w:pPr>
      <w:r>
        <w:rPr>
          <w:rtl/>
        </w:rPr>
        <w:t>131</w:t>
      </w:r>
      <w:r w:rsidR="007D3118">
        <w:rPr>
          <w:rtl/>
        </w:rPr>
        <w:t xml:space="preserve">. </w:t>
      </w:r>
      <w:r>
        <w:rPr>
          <w:rtl/>
        </w:rPr>
        <w:t xml:space="preserve">و كارهاى نيك مرا به آلودگى باطل مساز </w:t>
      </w:r>
      <w:r w:rsidRPr="00AA3CBA">
        <w:rPr>
          <w:rStyle w:val="libFootnotenumChar"/>
          <w:rtl/>
        </w:rPr>
        <w:t>(142</w:t>
      </w:r>
      <w:r w:rsidR="007D3118" w:rsidRPr="00AA3CBA">
        <w:rPr>
          <w:rStyle w:val="libFootnotenumChar"/>
          <w:rtl/>
        </w:rPr>
        <w:t>)</w:t>
      </w:r>
      <w:r>
        <w:rPr>
          <w:rtl/>
        </w:rPr>
        <w:t xml:space="preserve"> و جمعيت خاطر مرا در خلوت با خويشتن به فتنه آشفته مكن و آبروى مرا نگاهدار كه از هيچ طلب نكنم و از فاسقان چيزى نخواهم</w:t>
      </w:r>
      <w:r w:rsidR="007D3118">
        <w:rPr>
          <w:rtl/>
        </w:rPr>
        <w:t xml:space="preserve">. </w:t>
      </w:r>
    </w:p>
    <w:p w:rsidR="00587D34" w:rsidRDefault="00587D34" w:rsidP="00587D34">
      <w:pPr>
        <w:pStyle w:val="libNormal"/>
        <w:rPr>
          <w:rtl/>
        </w:rPr>
      </w:pPr>
      <w:r>
        <w:rPr>
          <w:rtl/>
        </w:rPr>
        <w:t>132</w:t>
      </w:r>
      <w:r w:rsidR="007D3118">
        <w:rPr>
          <w:rtl/>
        </w:rPr>
        <w:t xml:space="preserve">. </w:t>
      </w:r>
      <w:r>
        <w:rPr>
          <w:rtl/>
        </w:rPr>
        <w:t xml:space="preserve">و مرا هم پشت ستمگران مگردان و در محور كردن و از ميان بردن احكام قرآن دستيار و ياور آنان مكن </w:t>
      </w:r>
      <w:r w:rsidRPr="00AA3CBA">
        <w:rPr>
          <w:rStyle w:val="libFootnotenumChar"/>
          <w:rtl/>
        </w:rPr>
        <w:t>(143</w:t>
      </w:r>
      <w:r w:rsidR="007D3118" w:rsidRPr="00AA3CBA">
        <w:rPr>
          <w:rStyle w:val="libFootnotenumChar"/>
          <w:rtl/>
        </w:rPr>
        <w:t>)</w:t>
      </w:r>
      <w:r>
        <w:rPr>
          <w:rtl/>
        </w:rPr>
        <w:t xml:space="preserve"> و مرا پاس دار و حفظ كن از آنجايى كه خود من هم گمان آن را نداشته باشم و در توبه و بخشايش و مهر و روزى فراخ را بر من بگشاى كه من رغبت سوى تو دارم و نعمت خود را بر من كامل گردان كه بهترين نعمت دهندگانى!</w:t>
      </w:r>
    </w:p>
    <w:p w:rsidR="00587D34" w:rsidRDefault="00587D34" w:rsidP="00587D34">
      <w:pPr>
        <w:pStyle w:val="libNormal"/>
        <w:rPr>
          <w:rtl/>
        </w:rPr>
      </w:pPr>
      <w:r>
        <w:rPr>
          <w:rtl/>
        </w:rPr>
        <w:t>133</w:t>
      </w:r>
      <w:r w:rsidR="007D3118">
        <w:rPr>
          <w:rtl/>
        </w:rPr>
        <w:t xml:space="preserve">. </w:t>
      </w:r>
      <w:r>
        <w:rPr>
          <w:rtl/>
        </w:rPr>
        <w:t>و هر چه از عمرم باقيمانده در حج و عمره بگذران در راه خود يا رب العالمين و صلى الله عليه و آله الطيبين الطاهرين و السلام عليه و عليهم ابدا الآبدين</w:t>
      </w:r>
      <w:r w:rsidR="007D3118">
        <w:rPr>
          <w:rtl/>
        </w:rPr>
        <w:t xml:space="preserve">. </w:t>
      </w:r>
    </w:p>
    <w:p w:rsidR="00587D34" w:rsidRDefault="00C46FA9" w:rsidP="004C63D0">
      <w:pPr>
        <w:pStyle w:val="Heading2"/>
        <w:rPr>
          <w:rtl/>
        </w:rPr>
      </w:pPr>
      <w:r>
        <w:br w:type="page"/>
      </w:r>
      <w:bookmarkStart w:id="100" w:name="_Toc394915229"/>
      <w:r w:rsidR="00AA3CBA">
        <w:lastRenderedPageBreak/>
        <w:t>48</w:t>
      </w:r>
      <w:r w:rsidR="00AA3CBA">
        <w:rPr>
          <w:rtl/>
        </w:rPr>
        <w:t xml:space="preserve"> وَ كَانَ مِنْ دُعَائِهِ عَلَيْهِ السَّلامُ يَوْمَ الْأَضْحَى وَ يَوْمَ الْجُمُعَةِ:</w:t>
      </w:r>
      <w:bookmarkEnd w:id="100"/>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هَذَا يَوْمٌ مُبَارَكٌ مَيْمُونٌ</w:t>
      </w:r>
      <w:r w:rsidR="007D3118">
        <w:rPr>
          <w:rtl/>
        </w:rPr>
        <w:t xml:space="preserve">، </w:t>
      </w:r>
      <w:r>
        <w:rPr>
          <w:rtl/>
        </w:rPr>
        <w:t>وَ الْمُسْلِمُونَ فِيهِ مُجْتَمِعُونَ فِى أَقْطَارِ أَرْضِكَ</w:t>
      </w:r>
      <w:r w:rsidR="007D3118">
        <w:rPr>
          <w:rtl/>
        </w:rPr>
        <w:t xml:space="preserve">، </w:t>
      </w:r>
      <w:r>
        <w:rPr>
          <w:rtl/>
        </w:rPr>
        <w:t>يَشْهَدُ السَّائِلُ مِنْهُمْ وَ الطَّالِبُ وَ الرَّاغِبُ وَ الرَّاهِبُ وَ أَنْتَ النَّاظِرُ فِى حَوَائِجِهِمْ</w:t>
      </w:r>
      <w:r w:rsidR="007D3118">
        <w:rPr>
          <w:rtl/>
        </w:rPr>
        <w:t xml:space="preserve">، </w:t>
      </w:r>
      <w:r>
        <w:rPr>
          <w:rtl/>
        </w:rPr>
        <w:t>فَأَسْأَلُكَ بِجُودِكَ وَ كَرَمِكَ وَ هَوَانِ مَا سَأَلْتُكَ عَلَيْكَ أَنْ تُصَلِّىَ عَلَى مُحَمَّدٍ وَ آلِهِ</w:t>
      </w:r>
      <w:r w:rsidR="007D3118">
        <w:rPr>
          <w:rtl/>
        </w:rPr>
        <w:t xml:space="preserve">. </w:t>
      </w:r>
    </w:p>
    <w:p w:rsidR="00587D34" w:rsidRDefault="00587D34" w:rsidP="00587D34">
      <w:pPr>
        <w:pStyle w:val="libNormal"/>
        <w:rPr>
          <w:rtl/>
        </w:rPr>
      </w:pPr>
      <w:r>
        <w:rPr>
          <w:rtl/>
        </w:rPr>
        <w:t>(2</w:t>
      </w:r>
      <w:r w:rsidR="007D3118">
        <w:rPr>
          <w:rtl/>
        </w:rPr>
        <w:t xml:space="preserve">) </w:t>
      </w:r>
      <w:r>
        <w:rPr>
          <w:rtl/>
        </w:rPr>
        <w:t>وَ أَسْالُكَ اللَّهُمَّ رَبَّنَا بِأَنَّ لَكَ الْمُلْكَ</w:t>
      </w:r>
      <w:r w:rsidR="007D3118">
        <w:rPr>
          <w:rtl/>
        </w:rPr>
        <w:t xml:space="preserve">، </w:t>
      </w:r>
      <w:r>
        <w:rPr>
          <w:rtl/>
        </w:rPr>
        <w:t>وَ لَكَ الْحَمْدَ</w:t>
      </w:r>
      <w:r w:rsidR="007D3118">
        <w:rPr>
          <w:rtl/>
        </w:rPr>
        <w:t xml:space="preserve">، </w:t>
      </w:r>
      <w:r>
        <w:rPr>
          <w:rtl/>
        </w:rPr>
        <w:t>لا إِلَهَ إِلا أَنْتَ</w:t>
      </w:r>
      <w:r w:rsidR="007D3118">
        <w:rPr>
          <w:rtl/>
        </w:rPr>
        <w:t xml:space="preserve">، </w:t>
      </w:r>
      <w:r>
        <w:rPr>
          <w:rtl/>
        </w:rPr>
        <w:t>الْحَلِيمُ الْكَرِيمُ الْحَنَّانُ الْمَنَّانُ ذُو الْجَلالِ وَ الْإِكْرَامِ</w:t>
      </w:r>
      <w:r w:rsidR="007D3118">
        <w:rPr>
          <w:rtl/>
        </w:rPr>
        <w:t xml:space="preserve">، </w:t>
      </w:r>
      <w:r>
        <w:rPr>
          <w:rtl/>
        </w:rPr>
        <w:t>بَدِيعُ السَّمَاوَاتِ وَ الْأَرْضِ</w:t>
      </w:r>
      <w:r w:rsidR="007D3118">
        <w:rPr>
          <w:rtl/>
        </w:rPr>
        <w:t xml:space="preserve">، </w:t>
      </w:r>
      <w:r>
        <w:rPr>
          <w:rtl/>
        </w:rPr>
        <w:t>مَهْمَا قَسَمْتَ بَيْنَ عِبَادِكَ الْمُؤْمِنِينَ</w:t>
      </w:r>
      <w:r w:rsidR="007D3118">
        <w:rPr>
          <w:rtl/>
        </w:rPr>
        <w:t xml:space="preserve">: </w:t>
      </w:r>
      <w:r>
        <w:rPr>
          <w:rtl/>
        </w:rPr>
        <w:t>مِنْ خَيْرٍ أَوْ عَافِيَةٍ أَوْ بَرَكَةٍ أَوْ هُدًى أَوْ عَمَلٍ بِطَاعَتِكَ</w:t>
      </w:r>
      <w:r w:rsidR="007D3118">
        <w:rPr>
          <w:rtl/>
        </w:rPr>
        <w:t xml:space="preserve">، </w:t>
      </w:r>
      <w:r>
        <w:rPr>
          <w:rtl/>
        </w:rPr>
        <w:t>أَوْ خَيْرٍ تَمُنُّ بِهِ عَلَيْهِمْ تَهْدِيهِمْ بِهِ إِلَيْكَ</w:t>
      </w:r>
      <w:r w:rsidR="007D3118">
        <w:rPr>
          <w:rtl/>
        </w:rPr>
        <w:t xml:space="preserve">، </w:t>
      </w:r>
      <w:r>
        <w:rPr>
          <w:rtl/>
        </w:rPr>
        <w:t>أَوْ تَرْفَعُ لَهُمْ عِنْدَكَ دَرَجَةً</w:t>
      </w:r>
      <w:r w:rsidR="007D3118">
        <w:rPr>
          <w:rtl/>
        </w:rPr>
        <w:t xml:space="preserve">، </w:t>
      </w:r>
      <w:r>
        <w:rPr>
          <w:rtl/>
        </w:rPr>
        <w:t>أَوْ تُعْطِيهِمْ بِهِ خَيْرا مِنْ خَيْرِ الدُّنْيَا وَ الاْخِرَةِ أَنْ تُوَفِّرَ حَظِّى وَ نَصِيبِى مِنْهُ</w:t>
      </w:r>
      <w:r w:rsidR="007D3118">
        <w:rPr>
          <w:rtl/>
        </w:rPr>
        <w:t xml:space="preserve">. </w:t>
      </w:r>
    </w:p>
    <w:p w:rsidR="00587D34" w:rsidRDefault="00587D34" w:rsidP="00587D34">
      <w:pPr>
        <w:pStyle w:val="libNormal"/>
        <w:rPr>
          <w:rtl/>
        </w:rPr>
      </w:pPr>
      <w:r>
        <w:rPr>
          <w:rtl/>
        </w:rPr>
        <w:t>(3</w:t>
      </w:r>
      <w:r w:rsidR="007D3118">
        <w:rPr>
          <w:rtl/>
        </w:rPr>
        <w:t xml:space="preserve">) </w:t>
      </w:r>
      <w:r>
        <w:rPr>
          <w:rtl/>
        </w:rPr>
        <w:t>أَسْأَلُكَ اللَّهُمَّ بِأَنَّ لَكَ الْمُلْكَ وَ الْحَمْدَ</w:t>
      </w:r>
      <w:r w:rsidR="007D3118">
        <w:rPr>
          <w:rtl/>
        </w:rPr>
        <w:t xml:space="preserve">، </w:t>
      </w:r>
      <w:r>
        <w:rPr>
          <w:rtl/>
        </w:rPr>
        <w:t>لا إِلَهَ إِلا أَنْتَ</w:t>
      </w:r>
      <w:r w:rsidR="007D3118">
        <w:rPr>
          <w:rtl/>
        </w:rPr>
        <w:t xml:space="preserve">، </w:t>
      </w:r>
      <w:r>
        <w:rPr>
          <w:rtl/>
        </w:rPr>
        <w:t>أَنْ تُصَلِّىَ عَلَى مُحَمَّدٍ عَبْدِكَ وَ رَسُولِكَ وَ حَبِيبِكَ وَ صِفْوَتِكَ وَ خِيَرَتِكَ مِنْ خَلْقِكَ</w:t>
      </w:r>
      <w:r w:rsidR="007D3118">
        <w:rPr>
          <w:rtl/>
        </w:rPr>
        <w:t xml:space="preserve">، </w:t>
      </w:r>
      <w:r>
        <w:rPr>
          <w:rtl/>
        </w:rPr>
        <w:t>وَ عَلَى آلِ مُحَمَّدٍ الْأَبْرَارِ الطَّاهِرِينَ الْأَخْيَارِ صَلاةً لا يَقْوَى عَلَى إِحْصَائِهَا إِلا أَنْتَ</w:t>
      </w:r>
      <w:r w:rsidR="007D3118">
        <w:rPr>
          <w:rtl/>
        </w:rPr>
        <w:t xml:space="preserve">، </w:t>
      </w:r>
      <w:r>
        <w:rPr>
          <w:rtl/>
        </w:rPr>
        <w:t>وَ أَنْ تُشْرِكَنَا فِى صَالِحِ مَنْ دَعَاكَ فِى هَذَا الْيَوْمِ مِنْ عِبَادِكَ الْمُؤْمِنِينَ</w:t>
      </w:r>
      <w:r w:rsidR="007D3118">
        <w:rPr>
          <w:rtl/>
        </w:rPr>
        <w:t xml:space="preserve">، </w:t>
      </w:r>
      <w:r>
        <w:rPr>
          <w:rtl/>
        </w:rPr>
        <w:t>يَا رَبَّ الْعَالَمِينَ</w:t>
      </w:r>
      <w:r w:rsidR="007D3118">
        <w:rPr>
          <w:rtl/>
        </w:rPr>
        <w:t xml:space="preserve">، </w:t>
      </w:r>
      <w:r>
        <w:rPr>
          <w:rtl/>
        </w:rPr>
        <w:t>وَ أَنْ تَغْفِرَ لَنَا وَ لَهُمْ</w:t>
      </w:r>
      <w:r w:rsidR="007D3118">
        <w:rPr>
          <w:rtl/>
        </w:rPr>
        <w:t xml:space="preserve">، </w:t>
      </w:r>
      <w:r>
        <w:rPr>
          <w:rtl/>
        </w:rPr>
        <w:t>إِنَّكَ عَلَى كُلِّ شَيْءٍ قَدِيرٌ</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إِلَيْكَ تَعَمَّدْتُ بِحَاجَتِى</w:t>
      </w:r>
      <w:r w:rsidR="007D3118">
        <w:rPr>
          <w:rtl/>
        </w:rPr>
        <w:t xml:space="preserve">، </w:t>
      </w:r>
      <w:r>
        <w:rPr>
          <w:rtl/>
        </w:rPr>
        <w:t>وَ بِكَ أَنْزَلْتُ الْيَوْمَ فَقْرِى وَ فَاقَتِى وَ مَسْكَنَتِى</w:t>
      </w:r>
      <w:r w:rsidR="007D3118">
        <w:rPr>
          <w:rtl/>
        </w:rPr>
        <w:t xml:space="preserve">، </w:t>
      </w:r>
      <w:r>
        <w:rPr>
          <w:rtl/>
        </w:rPr>
        <w:t>وَ إِنِّى بِمَغْفِرَتِكَ وَ رَحْمَتِكَ أَوْثَقُ مِنِّى بِعَمَلِى</w:t>
      </w:r>
      <w:r w:rsidR="007D3118">
        <w:rPr>
          <w:rtl/>
        </w:rPr>
        <w:t xml:space="preserve">، </w:t>
      </w:r>
      <w:r>
        <w:rPr>
          <w:rtl/>
        </w:rPr>
        <w:t>وَ لَمَغْفِرَتُكَ وَ رَحْمَتُكَ أَوْسَعُ مِنْ ذُنُوبِى</w:t>
      </w:r>
      <w:r w:rsidR="007D3118">
        <w:rPr>
          <w:rtl/>
        </w:rPr>
        <w:t xml:space="preserve">، </w:t>
      </w:r>
      <w:r>
        <w:rPr>
          <w:rtl/>
        </w:rPr>
        <w:t>فَصَلِّ عَلَى مُحَمَّدٍ وَ آلِ مُحَمَّدٍ</w:t>
      </w:r>
      <w:r w:rsidR="007D3118">
        <w:rPr>
          <w:rtl/>
        </w:rPr>
        <w:t xml:space="preserve">، </w:t>
      </w:r>
      <w:r>
        <w:rPr>
          <w:rtl/>
        </w:rPr>
        <w:t>وَ تَوَلَّ قَضَاءَ كُلِّ حَاجَةٍ هِىَ لِى بِقُدْرَتِكَ عَلَيْهَا</w:t>
      </w:r>
      <w:r w:rsidR="007D3118">
        <w:rPr>
          <w:rtl/>
        </w:rPr>
        <w:t xml:space="preserve">، </w:t>
      </w:r>
      <w:r>
        <w:rPr>
          <w:rtl/>
        </w:rPr>
        <w:t>وَ تَيْسِيرِ ذَلِكَ عَلَيْكَ</w:t>
      </w:r>
      <w:r w:rsidR="007D3118">
        <w:rPr>
          <w:rtl/>
        </w:rPr>
        <w:t xml:space="preserve">، </w:t>
      </w:r>
      <w:r>
        <w:rPr>
          <w:rtl/>
        </w:rPr>
        <w:t>وَ بِفَقْرِى إِلَيْكَ</w:t>
      </w:r>
      <w:r w:rsidR="007D3118">
        <w:rPr>
          <w:rtl/>
        </w:rPr>
        <w:t xml:space="preserve">، </w:t>
      </w:r>
      <w:r>
        <w:rPr>
          <w:rtl/>
        </w:rPr>
        <w:t>وَ غِنَاكَ عَنِّى</w:t>
      </w:r>
      <w:r w:rsidR="007D3118">
        <w:rPr>
          <w:rtl/>
        </w:rPr>
        <w:t xml:space="preserve">، </w:t>
      </w:r>
      <w:r>
        <w:rPr>
          <w:rtl/>
        </w:rPr>
        <w:t>فَإِنِّى لَمْ أُصِبْ خَيْرا قَطُّ إِلا مِنْكَ</w:t>
      </w:r>
      <w:r w:rsidR="007D3118">
        <w:rPr>
          <w:rtl/>
        </w:rPr>
        <w:t xml:space="preserve">، </w:t>
      </w:r>
      <w:r>
        <w:rPr>
          <w:rtl/>
        </w:rPr>
        <w:t>وَ لَمْ يَصْرِفْ عَنِّى سُوءا قَطُّ أَحَدٌ غَيْرُكَ</w:t>
      </w:r>
      <w:r w:rsidR="007D3118">
        <w:rPr>
          <w:rtl/>
        </w:rPr>
        <w:t xml:space="preserve">، </w:t>
      </w:r>
      <w:r>
        <w:rPr>
          <w:rtl/>
        </w:rPr>
        <w:t>وَ لا أَرْجُو لِأَمْرِ آخِرَتِى وَ دُنْيَاىَ سِوَاكَ</w:t>
      </w:r>
      <w:r w:rsidR="007D3118">
        <w:rPr>
          <w:rtl/>
        </w:rPr>
        <w:t xml:space="preserve">. </w:t>
      </w:r>
    </w:p>
    <w:p w:rsidR="00587D34" w:rsidRDefault="00587D34" w:rsidP="00587D34">
      <w:pPr>
        <w:pStyle w:val="libNormal"/>
        <w:rPr>
          <w:rtl/>
        </w:rPr>
      </w:pPr>
      <w:r>
        <w:rPr>
          <w:rtl/>
        </w:rPr>
        <w:lastRenderedPageBreak/>
        <w:t>(5</w:t>
      </w:r>
      <w:r w:rsidR="007D3118">
        <w:rPr>
          <w:rtl/>
        </w:rPr>
        <w:t xml:space="preserve">) </w:t>
      </w:r>
      <w:r>
        <w:rPr>
          <w:rtl/>
        </w:rPr>
        <w:t>اللَّهُمَّ مَنْ تَهَيَّأَ وَ تَعَبَّأَ وَ أَعَدَّ وَ اسْتَعَدَّ لِوِفَادَةٍ إِلَى مَخْلُوقٍ رَجَاءَ رِفْدِهِ وَ نَوَافِلِهِ وَ طَلَبَ نَيْلِهِ وَ جَائِزَتِهِ</w:t>
      </w:r>
      <w:r w:rsidR="007D3118">
        <w:rPr>
          <w:rtl/>
        </w:rPr>
        <w:t xml:space="preserve">، </w:t>
      </w:r>
      <w:r>
        <w:rPr>
          <w:rtl/>
        </w:rPr>
        <w:t>فَإِلَيْكَ يَا مَوْلاىَ كَانَتِ الْيَوْمَ تَهْيِئَتِى وَ تَعْبِئَتِى وَ إِعْدَادِى وَ اسْتِعْدَادِى رَجَاءَ عَفْوِكَ وَ رِفْدِكَ وَ طَلَبَ نَيْلِكَ وَ جَائِزَتِكَ</w:t>
      </w:r>
      <w:r w:rsidR="007D3118">
        <w:rPr>
          <w:rtl/>
        </w:rPr>
        <w:t xml:space="preserve">. </w:t>
      </w:r>
    </w:p>
    <w:p w:rsidR="00587D34" w:rsidRDefault="00587D34" w:rsidP="00587D34">
      <w:pPr>
        <w:pStyle w:val="libNormal"/>
        <w:rPr>
          <w:rtl/>
        </w:rPr>
      </w:pPr>
      <w:r>
        <w:rPr>
          <w:rtl/>
        </w:rPr>
        <w:t>(6</w:t>
      </w:r>
      <w:r w:rsidR="007D3118">
        <w:rPr>
          <w:rtl/>
        </w:rPr>
        <w:t xml:space="preserve">) </w:t>
      </w:r>
      <w:r>
        <w:rPr>
          <w:rtl/>
        </w:rPr>
        <w:t>اللَّهُمَّ فَصَلِّ عَلَى مُحَمَّدٍ وَ آلِ مُحَمَّدٍ</w:t>
      </w:r>
      <w:r w:rsidR="007D3118">
        <w:rPr>
          <w:rtl/>
        </w:rPr>
        <w:t xml:space="preserve">، </w:t>
      </w:r>
      <w:r>
        <w:rPr>
          <w:rtl/>
        </w:rPr>
        <w:t>وَ لا تُخَيِّبِ الْيَوْمَ ذَلِكَ مِنْ رَجَائِى</w:t>
      </w:r>
      <w:r w:rsidR="007D3118">
        <w:rPr>
          <w:rtl/>
        </w:rPr>
        <w:t xml:space="preserve">، </w:t>
      </w:r>
      <w:r>
        <w:rPr>
          <w:rtl/>
        </w:rPr>
        <w:t>يَا مَنْ لا يُحْفِيهِ سَائِلٌ وَ لا يَنْقُصُهُ نَائِلٌ</w:t>
      </w:r>
      <w:r w:rsidR="007D3118">
        <w:rPr>
          <w:rtl/>
        </w:rPr>
        <w:t xml:space="preserve">، </w:t>
      </w:r>
      <w:r>
        <w:rPr>
          <w:rtl/>
        </w:rPr>
        <w:t>فَإِنِّى لَمْ آتِكَ ثِقَةً مِنِّى بِعَمَلٍ صَالِحٍ قَدَّمْتُهُ</w:t>
      </w:r>
      <w:r w:rsidR="007D3118">
        <w:rPr>
          <w:rtl/>
        </w:rPr>
        <w:t xml:space="preserve">، </w:t>
      </w:r>
      <w:r>
        <w:rPr>
          <w:rtl/>
        </w:rPr>
        <w:t>وَ لا شَفَاعَةِ مَخْلُوقٍ رَجَوْتُهُ إِلا شَفَاعَةَ مُحَمَّدٍ وَ أَهْلِ بَيْتِهِ عَلَيْهِ وَ عَلَيْهِمْ سَلامُكَ</w:t>
      </w:r>
      <w:r w:rsidR="007D3118">
        <w:rPr>
          <w:rtl/>
        </w:rPr>
        <w:t xml:space="preserve">. </w:t>
      </w:r>
    </w:p>
    <w:p w:rsidR="00587D34" w:rsidRDefault="00587D34" w:rsidP="00587D34">
      <w:pPr>
        <w:pStyle w:val="libNormal"/>
        <w:rPr>
          <w:rtl/>
        </w:rPr>
      </w:pPr>
      <w:r>
        <w:rPr>
          <w:rtl/>
        </w:rPr>
        <w:t>(7</w:t>
      </w:r>
      <w:r w:rsidR="007D3118">
        <w:rPr>
          <w:rtl/>
        </w:rPr>
        <w:t xml:space="preserve">) </w:t>
      </w:r>
      <w:r>
        <w:rPr>
          <w:rtl/>
        </w:rPr>
        <w:t>أَتَيْتُكَ مُقِرّا بِالْجُرْمِ وَ الْإِسَاءَةِ إِلَى نَفْسِى</w:t>
      </w:r>
      <w:r w:rsidR="007D3118">
        <w:rPr>
          <w:rtl/>
        </w:rPr>
        <w:t xml:space="preserve">، </w:t>
      </w:r>
      <w:r>
        <w:rPr>
          <w:rtl/>
        </w:rPr>
        <w:t>أَتَيْتُكَ أَرْجُو عَظِيمَ عَفْوِكَ الَّذِى عَفَوْتَ بِهِ عَنِ الْخَاطِئِينَ</w:t>
      </w:r>
      <w:r w:rsidR="007D3118">
        <w:rPr>
          <w:rtl/>
        </w:rPr>
        <w:t xml:space="preserve">، </w:t>
      </w:r>
      <w:r>
        <w:rPr>
          <w:rtl/>
        </w:rPr>
        <w:t>ثُمَّ لَمْ يَمْنَعْكَ طُولُ عُكُوفِهِمْ عَلَى عَظِيمِ الْجُرْمِ أَنْ عُدْتَ عَلَيْهِمْ بِالرَّحْمَةِ وَ الْمَغْفِرَةِ</w:t>
      </w:r>
      <w:r w:rsidR="007D3118">
        <w:rPr>
          <w:rtl/>
        </w:rPr>
        <w:t xml:space="preserve">. </w:t>
      </w:r>
    </w:p>
    <w:p w:rsidR="00587D34" w:rsidRDefault="00587D34" w:rsidP="00587D34">
      <w:pPr>
        <w:pStyle w:val="libNormal"/>
        <w:rPr>
          <w:rtl/>
        </w:rPr>
      </w:pPr>
      <w:r>
        <w:rPr>
          <w:rtl/>
        </w:rPr>
        <w:t>(8</w:t>
      </w:r>
      <w:r w:rsidR="007D3118">
        <w:rPr>
          <w:rtl/>
        </w:rPr>
        <w:t xml:space="preserve">) </w:t>
      </w:r>
      <w:r>
        <w:rPr>
          <w:rtl/>
        </w:rPr>
        <w:t>فَيَا مَنْ رَحْمَتُهُ وَاسِعَةٌ</w:t>
      </w:r>
      <w:r w:rsidR="007D3118">
        <w:rPr>
          <w:rtl/>
        </w:rPr>
        <w:t xml:space="preserve">، </w:t>
      </w:r>
      <w:r>
        <w:rPr>
          <w:rtl/>
        </w:rPr>
        <w:t>وَ عَفْوُهُ عَظِيمٌ</w:t>
      </w:r>
      <w:r w:rsidR="007D3118">
        <w:rPr>
          <w:rtl/>
        </w:rPr>
        <w:t xml:space="preserve">، </w:t>
      </w:r>
      <w:r>
        <w:rPr>
          <w:rtl/>
        </w:rPr>
        <w:t>يَا عَظِيمُ يَا عَظِيمُ</w:t>
      </w:r>
      <w:r w:rsidR="007D3118">
        <w:rPr>
          <w:rtl/>
        </w:rPr>
        <w:t xml:space="preserve">، </w:t>
      </w:r>
      <w:r>
        <w:rPr>
          <w:rtl/>
        </w:rPr>
        <w:t>يَا كَرِيمُ يَا كَرِيمُ</w:t>
      </w:r>
      <w:r w:rsidR="007D3118">
        <w:rPr>
          <w:rtl/>
        </w:rPr>
        <w:t xml:space="preserve">، </w:t>
      </w:r>
      <w:r>
        <w:rPr>
          <w:rtl/>
        </w:rPr>
        <w:t>صَلِّ عَلَى مُحَمَّدٍ وَ آلِ مُحَمَّدٍ وَ عُدْ عَلَيَّ بِرَحْمَتِكَ وَ تَعَطَّفْ عَلَيَّ بِفَضْلِكَ وَ تَوَسَّعْ عَلَيَّ بِمَغْفِرَتِكَ</w:t>
      </w:r>
      <w:r w:rsidR="007D3118">
        <w:rPr>
          <w:rtl/>
        </w:rPr>
        <w:t xml:space="preserve">. </w:t>
      </w:r>
    </w:p>
    <w:p w:rsidR="00587D34" w:rsidRDefault="00587D34" w:rsidP="00587D34">
      <w:pPr>
        <w:pStyle w:val="libNormal"/>
        <w:rPr>
          <w:rtl/>
        </w:rPr>
      </w:pPr>
      <w:r>
        <w:rPr>
          <w:rtl/>
        </w:rPr>
        <w:t>(9</w:t>
      </w:r>
      <w:r w:rsidR="007D3118">
        <w:rPr>
          <w:rtl/>
        </w:rPr>
        <w:t xml:space="preserve">) </w:t>
      </w:r>
      <w:r>
        <w:rPr>
          <w:rtl/>
        </w:rPr>
        <w:t>اللَّهُمَّ إِنَّ هَذَا الْمَقَامَ لِخُلَفَائِكَ وَ أَصْفِيَائِكَ وَ مَوَاضِعَ أُمَنَائِكَ فِى الدَّرَجَةِ الرَّفِيعَةِ الَّتِى اخْتَصَصْتَهُمْ بِهَا قَدِ ابْتَزُّوهَا</w:t>
      </w:r>
      <w:r w:rsidR="007D3118">
        <w:rPr>
          <w:rtl/>
        </w:rPr>
        <w:t xml:space="preserve">، </w:t>
      </w:r>
      <w:r>
        <w:rPr>
          <w:rtl/>
        </w:rPr>
        <w:t>وَ أَنْتَ الْمُقَدِّرُ لِذَلِكَ</w:t>
      </w:r>
      <w:r w:rsidR="007D3118">
        <w:rPr>
          <w:rtl/>
        </w:rPr>
        <w:t xml:space="preserve">، </w:t>
      </w:r>
      <w:r>
        <w:rPr>
          <w:rtl/>
        </w:rPr>
        <w:t>لا يُغَالَبُ أَمْرُكَ</w:t>
      </w:r>
      <w:r w:rsidR="007D3118">
        <w:rPr>
          <w:rtl/>
        </w:rPr>
        <w:t xml:space="preserve">، </w:t>
      </w:r>
      <w:r>
        <w:rPr>
          <w:rtl/>
        </w:rPr>
        <w:t>وَ لا يُجَاوَزُ الْمَحْتُومُ مِنْ تَدْبِيرِكَ</w:t>
      </w:r>
    </w:p>
    <w:p w:rsidR="00587D34" w:rsidRDefault="00587D34" w:rsidP="00587D34">
      <w:pPr>
        <w:pStyle w:val="libNormal"/>
        <w:rPr>
          <w:rtl/>
        </w:rPr>
      </w:pPr>
      <w:r>
        <w:rPr>
          <w:rtl/>
        </w:rPr>
        <w:t>كَيْفَ شِئْتَ وَ أَنَّى شِئْتَ</w:t>
      </w:r>
      <w:r w:rsidR="007D3118">
        <w:rPr>
          <w:rtl/>
        </w:rPr>
        <w:t xml:space="preserve">، </w:t>
      </w:r>
      <w:r>
        <w:rPr>
          <w:rtl/>
        </w:rPr>
        <w:t>وَ لِمَا أَنْتَ أَعْلَمُ بِهِ غَيْرُ مُتَّهَمٍ عَلَى خَلْقِكَ وَ لا لِإِرَادَتِكَ حَتَّى عَادَ صِفْوَتُكَ وَ خُلَفَاؤُكَ مَغْلُوبِينَ مَقْهُورِينَ مُبْتَزِّينَ</w:t>
      </w:r>
      <w:r w:rsidR="007D3118">
        <w:rPr>
          <w:rtl/>
        </w:rPr>
        <w:t xml:space="preserve">، </w:t>
      </w:r>
      <w:r>
        <w:rPr>
          <w:rtl/>
        </w:rPr>
        <w:t>يَرَوْنَ حُكْمَكَ مُبَدَّلا</w:t>
      </w:r>
      <w:r w:rsidR="007D3118">
        <w:rPr>
          <w:rtl/>
        </w:rPr>
        <w:t xml:space="preserve">، </w:t>
      </w:r>
      <w:r>
        <w:rPr>
          <w:rtl/>
        </w:rPr>
        <w:t>وَ كِتَابَكَ مَنْبُوذا</w:t>
      </w:r>
      <w:r w:rsidR="007D3118">
        <w:rPr>
          <w:rtl/>
        </w:rPr>
        <w:t xml:space="preserve">، </w:t>
      </w:r>
      <w:r>
        <w:rPr>
          <w:rtl/>
        </w:rPr>
        <w:t>وَ فَرَائِضَكَ مُحَرَّفَةً عَنْ جِهَاتِ أَشْرَاعِكَ</w:t>
      </w:r>
      <w:r w:rsidR="007D3118">
        <w:rPr>
          <w:rtl/>
        </w:rPr>
        <w:t xml:space="preserve">، </w:t>
      </w:r>
      <w:r>
        <w:rPr>
          <w:rtl/>
        </w:rPr>
        <w:t>وَ سُنَنَ نَبِيِّكَ مَتْرُوكَةً</w:t>
      </w:r>
      <w:r w:rsidR="007D3118">
        <w:rPr>
          <w:rtl/>
        </w:rPr>
        <w:t xml:space="preserve">. </w:t>
      </w:r>
    </w:p>
    <w:p w:rsidR="00587D34" w:rsidRDefault="00587D34" w:rsidP="00587D34">
      <w:pPr>
        <w:pStyle w:val="libNormal"/>
        <w:rPr>
          <w:rtl/>
        </w:rPr>
      </w:pPr>
      <w:r>
        <w:rPr>
          <w:rtl/>
        </w:rPr>
        <w:t>(10</w:t>
      </w:r>
      <w:r w:rsidR="007D3118">
        <w:rPr>
          <w:rtl/>
        </w:rPr>
        <w:t xml:space="preserve">) </w:t>
      </w:r>
      <w:r>
        <w:rPr>
          <w:rtl/>
        </w:rPr>
        <w:t>اللَّهُمَّ الْعَنْ أَعْدَاءَهُمْ مِنَ الْأَوَّلِينَ وَ الاْخِرِينَ</w:t>
      </w:r>
      <w:r w:rsidR="007D3118">
        <w:rPr>
          <w:rtl/>
        </w:rPr>
        <w:t xml:space="preserve">، </w:t>
      </w:r>
      <w:r>
        <w:rPr>
          <w:rtl/>
        </w:rPr>
        <w:t>وَ مَنْ رَضِىَ بِفِعَالِهِمْ وَ أَشْيَاعَهُمْ وَ أَتْبَاعَهُمْ</w:t>
      </w:r>
      <w:r w:rsidR="007D3118">
        <w:rPr>
          <w:rtl/>
        </w:rPr>
        <w:t xml:space="preserve">. </w:t>
      </w:r>
    </w:p>
    <w:p w:rsidR="00587D34" w:rsidRDefault="00587D34" w:rsidP="00587D34">
      <w:pPr>
        <w:pStyle w:val="libNormal"/>
        <w:rPr>
          <w:rtl/>
        </w:rPr>
      </w:pPr>
      <w:r>
        <w:rPr>
          <w:rtl/>
        </w:rPr>
        <w:lastRenderedPageBreak/>
        <w:t>(11</w:t>
      </w:r>
      <w:r w:rsidR="007D3118">
        <w:rPr>
          <w:rtl/>
        </w:rPr>
        <w:t xml:space="preserve">) </w:t>
      </w:r>
      <w:r>
        <w:rPr>
          <w:rtl/>
        </w:rPr>
        <w:t>اللَّهُمَّ صَلِّ عَلَى مُحَمَّدٍ وَ آلِ مُحَمَّدٍ</w:t>
      </w:r>
      <w:r w:rsidR="007D3118">
        <w:rPr>
          <w:rtl/>
        </w:rPr>
        <w:t xml:space="preserve">، </w:t>
      </w:r>
      <w:r>
        <w:rPr>
          <w:rtl/>
        </w:rPr>
        <w:t>إِنَّكَ حَمِيدٌ مَجِيدٌ</w:t>
      </w:r>
      <w:r w:rsidR="007D3118">
        <w:rPr>
          <w:rtl/>
        </w:rPr>
        <w:t xml:space="preserve">، </w:t>
      </w:r>
      <w:r>
        <w:rPr>
          <w:rtl/>
        </w:rPr>
        <w:t>كَصَلَوَاتِكَ وَ بَرَكَاتِكَ وَ تَحِيَّاتِكَ عَلَى أَصْفِيَائِكَ إِبْرَاهِيمَ وَ آلِ إِبْرَاهِيمَ</w:t>
      </w:r>
      <w:r w:rsidR="007D3118">
        <w:rPr>
          <w:rtl/>
        </w:rPr>
        <w:t xml:space="preserve">، </w:t>
      </w:r>
      <w:r>
        <w:rPr>
          <w:rtl/>
        </w:rPr>
        <w:t>وَ عَجِّلِ الْفَرَجَ وَ الرَّوْحَ وَ النُّصْرَةَ وَ التَّمْكِينَ وَ التَّأْيِيدَ لَهُمْ</w:t>
      </w:r>
      <w:r w:rsidR="007D3118">
        <w:rPr>
          <w:rtl/>
        </w:rPr>
        <w:t xml:space="preserve">. </w:t>
      </w:r>
    </w:p>
    <w:p w:rsidR="00587D34" w:rsidRDefault="00587D34" w:rsidP="00587D34">
      <w:pPr>
        <w:pStyle w:val="libNormal"/>
        <w:rPr>
          <w:rtl/>
        </w:rPr>
      </w:pPr>
      <w:r>
        <w:rPr>
          <w:rtl/>
        </w:rPr>
        <w:t>(12</w:t>
      </w:r>
      <w:r w:rsidR="007D3118">
        <w:rPr>
          <w:rtl/>
        </w:rPr>
        <w:t xml:space="preserve">) </w:t>
      </w:r>
      <w:r>
        <w:rPr>
          <w:rtl/>
        </w:rPr>
        <w:t>اللَّهُمَّ وَ اجْعَلْنِى مِنْ أَهْلِ التَّوْحِيدِ وَ الْإِيمَانِ بِكَ</w:t>
      </w:r>
      <w:r w:rsidR="007D3118">
        <w:rPr>
          <w:rtl/>
        </w:rPr>
        <w:t xml:space="preserve">، </w:t>
      </w:r>
      <w:r>
        <w:rPr>
          <w:rtl/>
        </w:rPr>
        <w:t>وَ التَّصْدِيقِ بِرَسُولِكَ</w:t>
      </w:r>
      <w:r w:rsidR="007D3118">
        <w:rPr>
          <w:rtl/>
        </w:rPr>
        <w:t xml:space="preserve">، </w:t>
      </w:r>
      <w:r>
        <w:rPr>
          <w:rtl/>
        </w:rPr>
        <w:t>وَ الْأَئِمَّةِ الَّذِينَ حَتَمْتَ طَاعَتَهُمْ مِمَّنْ يَجْرِى ذَلِكَ بِهِ وَ عَلَى يَدَيْهِ</w:t>
      </w:r>
      <w:r w:rsidR="007D3118">
        <w:rPr>
          <w:rtl/>
        </w:rPr>
        <w:t xml:space="preserve">، </w:t>
      </w:r>
      <w:r>
        <w:rPr>
          <w:rtl/>
        </w:rPr>
        <w:t>آمِينَ رَبَّ الْعَالَمِينَ</w:t>
      </w:r>
      <w:r w:rsidR="007D3118">
        <w:rPr>
          <w:rtl/>
        </w:rPr>
        <w:t xml:space="preserve">. </w:t>
      </w:r>
    </w:p>
    <w:p w:rsidR="00587D34" w:rsidRDefault="00587D34" w:rsidP="00587D34">
      <w:pPr>
        <w:pStyle w:val="libNormal"/>
        <w:rPr>
          <w:rtl/>
        </w:rPr>
      </w:pPr>
      <w:r>
        <w:rPr>
          <w:rtl/>
        </w:rPr>
        <w:t>(13</w:t>
      </w:r>
      <w:r w:rsidR="007D3118">
        <w:rPr>
          <w:rtl/>
        </w:rPr>
        <w:t xml:space="preserve">) </w:t>
      </w:r>
      <w:r>
        <w:rPr>
          <w:rtl/>
        </w:rPr>
        <w:t>اللَّهُمَّ لَيْسَ يَرُدُّ غَضَبَكَ إِلا حِلْمُكَ</w:t>
      </w:r>
      <w:r w:rsidR="007D3118">
        <w:rPr>
          <w:rtl/>
        </w:rPr>
        <w:t xml:space="preserve">، </w:t>
      </w:r>
      <w:r>
        <w:rPr>
          <w:rtl/>
        </w:rPr>
        <w:t>وَ لا يَرُدُّ سَخَطَكَ إِلا عَفْوُكَ</w:t>
      </w:r>
      <w:r w:rsidR="007D3118">
        <w:rPr>
          <w:rtl/>
        </w:rPr>
        <w:t xml:space="preserve">، </w:t>
      </w:r>
      <w:r>
        <w:rPr>
          <w:rtl/>
        </w:rPr>
        <w:t>وَ لا يُجِيرُ مِنْ عِقَابِكَ إِلا رَحْمَتُكَ</w:t>
      </w:r>
      <w:r w:rsidR="007D3118">
        <w:rPr>
          <w:rtl/>
        </w:rPr>
        <w:t xml:space="preserve">، </w:t>
      </w:r>
      <w:r>
        <w:rPr>
          <w:rtl/>
        </w:rPr>
        <w:t>وَ لا يُنْجِينِى مِنْكَ إِلا التَّضَرُّعُ إِلَيْكَ وَ بَيْنَ يَدَيْكَ</w:t>
      </w:r>
      <w:r w:rsidR="007D3118">
        <w:rPr>
          <w:rtl/>
        </w:rPr>
        <w:t xml:space="preserve">، </w:t>
      </w:r>
      <w:r>
        <w:rPr>
          <w:rtl/>
        </w:rPr>
        <w:t>فَصَلِّ عَلَى مُحَمَّدٍ وَ آلِ مُحَمَّدٍ</w:t>
      </w:r>
      <w:r w:rsidR="007D3118">
        <w:rPr>
          <w:rtl/>
        </w:rPr>
        <w:t xml:space="preserve">، </w:t>
      </w:r>
      <w:r>
        <w:rPr>
          <w:rtl/>
        </w:rPr>
        <w:t>وَ هَبْ لَنَا - يَا إِلَهِى - مِنْ لَدُنْكَ فَرَجا بِالْقُدْرَةِ الَّتِى بِهَا تُحْيِى أَمْوَاتَ الْعِبَادِ</w:t>
      </w:r>
      <w:r w:rsidR="007D3118">
        <w:rPr>
          <w:rtl/>
        </w:rPr>
        <w:t xml:space="preserve">، </w:t>
      </w:r>
      <w:r>
        <w:rPr>
          <w:rtl/>
        </w:rPr>
        <w:t>وَ بِهَا تَنْشُرُ مَيْتَ الْبِلادِ</w:t>
      </w:r>
      <w:r w:rsidR="007D3118">
        <w:rPr>
          <w:rtl/>
        </w:rPr>
        <w:t xml:space="preserve">. </w:t>
      </w:r>
    </w:p>
    <w:p w:rsidR="00587D34" w:rsidRDefault="00587D34" w:rsidP="00587D34">
      <w:pPr>
        <w:pStyle w:val="libNormal"/>
      </w:pPr>
      <w:r>
        <w:rPr>
          <w:rtl/>
        </w:rPr>
        <w:t>(14</w:t>
      </w:r>
      <w:r w:rsidR="007D3118">
        <w:rPr>
          <w:rtl/>
        </w:rPr>
        <w:t xml:space="preserve">) </w:t>
      </w:r>
      <w:r>
        <w:rPr>
          <w:rtl/>
        </w:rPr>
        <w:t>وَ لا تُهْلِكْنِى - يَا إِلَهِى - غَمّا حَتَّى تَسْتَجِيبَ لِى</w:t>
      </w:r>
      <w:r w:rsidR="007D3118">
        <w:rPr>
          <w:rtl/>
        </w:rPr>
        <w:t xml:space="preserve">، </w:t>
      </w:r>
      <w:r>
        <w:rPr>
          <w:rtl/>
        </w:rPr>
        <w:t>وَ تُعَرِّفَنِى الْإِجَابَةَ فِى دُعَائِى</w:t>
      </w:r>
      <w:r w:rsidR="007D3118">
        <w:rPr>
          <w:rtl/>
        </w:rPr>
        <w:t xml:space="preserve">، </w:t>
      </w:r>
      <w:r>
        <w:rPr>
          <w:rtl/>
        </w:rPr>
        <w:t>وَ أَذِقْنِى طَعْمَ الْعَافِيَةِ إِلَى مُنْتَهَى أَجَلِى</w:t>
      </w:r>
      <w:r w:rsidR="007D3118">
        <w:rPr>
          <w:rtl/>
        </w:rPr>
        <w:t xml:space="preserve">، </w:t>
      </w:r>
      <w:r>
        <w:rPr>
          <w:rtl/>
        </w:rPr>
        <w:t>وَ لا تُشْمِتْ بِى عَدُوِّى</w:t>
      </w:r>
      <w:r w:rsidR="007D3118">
        <w:rPr>
          <w:rtl/>
        </w:rPr>
        <w:t xml:space="preserve">، </w:t>
      </w:r>
      <w:r>
        <w:rPr>
          <w:rtl/>
        </w:rPr>
        <w:t>وَ لا تُمَكِّنْهُ مِنْ عُنُقِى</w:t>
      </w:r>
      <w:r w:rsidR="007D3118">
        <w:rPr>
          <w:rtl/>
        </w:rPr>
        <w:t xml:space="preserve">، </w:t>
      </w:r>
      <w:r>
        <w:rPr>
          <w:rtl/>
        </w:rPr>
        <w:t>وَ لا تُسَلِّطْهُ عَلَيَّ</w:t>
      </w:r>
    </w:p>
    <w:p w:rsidR="00587D34" w:rsidRDefault="00587D34" w:rsidP="00587D34">
      <w:pPr>
        <w:pStyle w:val="libNormal"/>
        <w:rPr>
          <w:rtl/>
        </w:rPr>
      </w:pPr>
      <w:r>
        <w:rPr>
          <w:rtl/>
        </w:rPr>
        <w:t>(15</w:t>
      </w:r>
      <w:r w:rsidR="007D3118">
        <w:rPr>
          <w:rtl/>
        </w:rPr>
        <w:t xml:space="preserve">) </w:t>
      </w:r>
      <w:r>
        <w:rPr>
          <w:rtl/>
        </w:rPr>
        <w:t>إِلَهِى إِنْ رَفَعْتَنِى فَمَنْ ذَا الَّذِى يَضَعُنِى</w:t>
      </w:r>
      <w:r w:rsidR="007D3118">
        <w:rPr>
          <w:rtl/>
        </w:rPr>
        <w:t xml:space="preserve">، </w:t>
      </w:r>
      <w:r>
        <w:rPr>
          <w:rtl/>
        </w:rPr>
        <w:t>وَ إِنْ وَضَعْتَنِى فَمَنْ ذَا الَّذِى يَرْفَعُنِى</w:t>
      </w:r>
      <w:r w:rsidR="007D3118">
        <w:rPr>
          <w:rtl/>
        </w:rPr>
        <w:t xml:space="preserve">، </w:t>
      </w:r>
      <w:r>
        <w:rPr>
          <w:rtl/>
        </w:rPr>
        <w:t>وَ إِنْ أَكْرَمْتَنِى فَمَنْ ذَا الَّذِى يُهِينُنِى</w:t>
      </w:r>
      <w:r w:rsidR="007D3118">
        <w:rPr>
          <w:rtl/>
        </w:rPr>
        <w:t xml:space="preserve">، </w:t>
      </w:r>
      <w:r>
        <w:rPr>
          <w:rtl/>
        </w:rPr>
        <w:t>وَ إِنْ أَهَنْتَنِى فَمَنْ ذَا الَّذِى يُكْرِمُنِى</w:t>
      </w:r>
      <w:r w:rsidR="007D3118">
        <w:rPr>
          <w:rtl/>
        </w:rPr>
        <w:t xml:space="preserve">، </w:t>
      </w:r>
      <w:r>
        <w:rPr>
          <w:rtl/>
        </w:rPr>
        <w:t>وَ إِنْ عَذَّبْتَنِى فَمَنْ ذَا الَّذِى يَرْحَمُنِى</w:t>
      </w:r>
      <w:r w:rsidR="007D3118">
        <w:rPr>
          <w:rtl/>
        </w:rPr>
        <w:t xml:space="preserve">، </w:t>
      </w:r>
      <w:r>
        <w:rPr>
          <w:rtl/>
        </w:rPr>
        <w:t>وَ إِنْ أَهْلَكْتَنِى فَمَنْ ذَا الَّذِى يَعْرِضُ لَكَ فِى عَبْدِكَ</w:t>
      </w:r>
      <w:r w:rsidR="007D3118">
        <w:rPr>
          <w:rtl/>
        </w:rPr>
        <w:t xml:space="preserve">، </w:t>
      </w:r>
      <w:r>
        <w:rPr>
          <w:rtl/>
        </w:rPr>
        <w:t>أَوْ يَسْأَلُكَ عَنْ أَمْرِهِ</w:t>
      </w:r>
      <w:r w:rsidR="007D3118">
        <w:rPr>
          <w:rtl/>
        </w:rPr>
        <w:t xml:space="preserve">، </w:t>
      </w:r>
      <w:r>
        <w:rPr>
          <w:rtl/>
        </w:rPr>
        <w:t>وَ قَدْ عَلِمْتُ</w:t>
      </w:r>
    </w:p>
    <w:p w:rsidR="00587D34" w:rsidRDefault="00587D34" w:rsidP="00587D34">
      <w:pPr>
        <w:pStyle w:val="libNormal"/>
        <w:rPr>
          <w:rtl/>
        </w:rPr>
      </w:pPr>
      <w:r>
        <w:rPr>
          <w:rtl/>
        </w:rPr>
        <w:t>أَنَّهُ لَيْسَ فِى حُكْمِكَ ظُلْمٌ</w:t>
      </w:r>
      <w:r w:rsidR="007D3118">
        <w:rPr>
          <w:rtl/>
        </w:rPr>
        <w:t xml:space="preserve">، </w:t>
      </w:r>
      <w:r>
        <w:rPr>
          <w:rtl/>
        </w:rPr>
        <w:t>وَ لا فِى نَقِمَتِكَ عَجَلَةٌ</w:t>
      </w:r>
      <w:r w:rsidR="007D3118">
        <w:rPr>
          <w:rtl/>
        </w:rPr>
        <w:t xml:space="preserve">، </w:t>
      </w:r>
      <w:r>
        <w:rPr>
          <w:rtl/>
        </w:rPr>
        <w:t>وَ إِنَّمَا يَعْجَلُ مَنْ يَخَافُ الْفَوْتَ</w:t>
      </w:r>
      <w:r w:rsidR="007D3118">
        <w:rPr>
          <w:rtl/>
        </w:rPr>
        <w:t xml:space="preserve">، </w:t>
      </w:r>
      <w:r>
        <w:rPr>
          <w:rtl/>
        </w:rPr>
        <w:t>وَ إِنَّمَا يَحْتَاجُ إِلَى الظُّلْمِ الضَّعِيفُ</w:t>
      </w:r>
      <w:r w:rsidR="007D3118">
        <w:rPr>
          <w:rtl/>
        </w:rPr>
        <w:t xml:space="preserve">، </w:t>
      </w:r>
      <w:r>
        <w:rPr>
          <w:rtl/>
        </w:rPr>
        <w:t>وَ قَدْ تَعَالَيْتَ - يَا إِلَهِى - عَنْ ذَلِكَ عُلُوّا كَبِيرا</w:t>
      </w:r>
      <w:r w:rsidR="007D3118">
        <w:rPr>
          <w:rtl/>
        </w:rPr>
        <w:t xml:space="preserve">. </w:t>
      </w:r>
    </w:p>
    <w:p w:rsidR="00587D34" w:rsidRDefault="00587D34" w:rsidP="00587D34">
      <w:pPr>
        <w:pStyle w:val="libNormal"/>
        <w:rPr>
          <w:rtl/>
        </w:rPr>
      </w:pPr>
      <w:r>
        <w:rPr>
          <w:rtl/>
        </w:rPr>
        <w:t>(16</w:t>
      </w:r>
      <w:r w:rsidR="007D3118">
        <w:rPr>
          <w:rtl/>
        </w:rPr>
        <w:t xml:space="preserve">) </w:t>
      </w:r>
      <w:r>
        <w:rPr>
          <w:rtl/>
        </w:rPr>
        <w:t>اللَّهُمَّ صَلِّ عَلَى مُحَمَّدٍ وَ آلِ مُحَمَّدٍ</w:t>
      </w:r>
      <w:r w:rsidR="007D3118">
        <w:rPr>
          <w:rtl/>
        </w:rPr>
        <w:t xml:space="preserve">، </w:t>
      </w:r>
      <w:r>
        <w:rPr>
          <w:rtl/>
        </w:rPr>
        <w:t>وَ لا تَجْعَلْنِى لِلْبَلاءِ غَرَضا</w:t>
      </w:r>
      <w:r w:rsidR="007D3118">
        <w:rPr>
          <w:rtl/>
        </w:rPr>
        <w:t xml:space="preserve">، </w:t>
      </w:r>
      <w:r>
        <w:rPr>
          <w:rtl/>
        </w:rPr>
        <w:t>وَ لا لِنَقِمَتِكَ نَصْبا</w:t>
      </w:r>
      <w:r w:rsidR="007D3118">
        <w:rPr>
          <w:rtl/>
        </w:rPr>
        <w:t xml:space="preserve">، </w:t>
      </w:r>
      <w:r>
        <w:rPr>
          <w:rtl/>
        </w:rPr>
        <w:t>وَ مَهِّلْنِى</w:t>
      </w:r>
      <w:r w:rsidR="007D3118">
        <w:rPr>
          <w:rtl/>
        </w:rPr>
        <w:t xml:space="preserve">، </w:t>
      </w:r>
      <w:r>
        <w:rPr>
          <w:rtl/>
        </w:rPr>
        <w:t>وَ نَفِّسْنِى</w:t>
      </w:r>
      <w:r w:rsidR="007D3118">
        <w:rPr>
          <w:rtl/>
        </w:rPr>
        <w:t xml:space="preserve">، </w:t>
      </w:r>
      <w:r>
        <w:rPr>
          <w:rtl/>
        </w:rPr>
        <w:t>وَ أَقِلْنِى عَثْرَتِى</w:t>
      </w:r>
      <w:r w:rsidR="007D3118">
        <w:rPr>
          <w:rtl/>
        </w:rPr>
        <w:t xml:space="preserve">، </w:t>
      </w:r>
      <w:r>
        <w:rPr>
          <w:rtl/>
        </w:rPr>
        <w:t>وَ لا تَبْتَلِيَنِّى بِبَلاءٍ عَلَى أَثَرِ بَلاءٍ</w:t>
      </w:r>
      <w:r w:rsidR="007D3118">
        <w:rPr>
          <w:rtl/>
        </w:rPr>
        <w:t xml:space="preserve">، </w:t>
      </w:r>
      <w:r>
        <w:rPr>
          <w:rtl/>
        </w:rPr>
        <w:t>فَقَدْ تَرىَ ضَعْفِى وَ قِلَّةَ حِيلَتِى وَ تَضَرُّعِى إِلَيْكَ</w:t>
      </w:r>
      <w:r w:rsidR="007D3118">
        <w:rPr>
          <w:rtl/>
        </w:rPr>
        <w:t xml:space="preserve">. </w:t>
      </w:r>
    </w:p>
    <w:p w:rsidR="00587D34" w:rsidRDefault="00587D34" w:rsidP="00587D34">
      <w:pPr>
        <w:pStyle w:val="libNormal"/>
        <w:rPr>
          <w:rtl/>
        </w:rPr>
      </w:pPr>
      <w:r>
        <w:rPr>
          <w:rtl/>
        </w:rPr>
        <w:lastRenderedPageBreak/>
        <w:t>(17</w:t>
      </w:r>
      <w:r w:rsidR="007D3118">
        <w:rPr>
          <w:rtl/>
        </w:rPr>
        <w:t xml:space="preserve">) </w:t>
      </w:r>
      <w:r>
        <w:rPr>
          <w:rtl/>
        </w:rPr>
        <w:t>أَعُوذُ بِكَ اللَّهُمَّ الْيَوْمَ مِنْ غَضَبِكَ</w:t>
      </w:r>
      <w:r w:rsidR="007D3118">
        <w:rPr>
          <w:rtl/>
        </w:rPr>
        <w:t xml:space="preserve">، </w:t>
      </w:r>
      <w:r>
        <w:rPr>
          <w:rtl/>
        </w:rPr>
        <w:t>فَصَلِّ عَلَى مُحَمَّدٍ وَ آلِهِ</w:t>
      </w:r>
      <w:r w:rsidR="007D3118">
        <w:rPr>
          <w:rtl/>
        </w:rPr>
        <w:t xml:space="preserve">، </w:t>
      </w:r>
      <w:r>
        <w:rPr>
          <w:rtl/>
        </w:rPr>
        <w:t>وَ أَعِذْنِى</w:t>
      </w:r>
      <w:r w:rsidR="007D3118">
        <w:rPr>
          <w:rtl/>
        </w:rPr>
        <w:t xml:space="preserve">. </w:t>
      </w:r>
    </w:p>
    <w:p w:rsidR="00587D34" w:rsidRDefault="00587D34" w:rsidP="00587D34">
      <w:pPr>
        <w:pStyle w:val="libNormal"/>
        <w:rPr>
          <w:rtl/>
        </w:rPr>
      </w:pPr>
      <w:r>
        <w:rPr>
          <w:rtl/>
        </w:rPr>
        <w:t>(18</w:t>
      </w:r>
      <w:r w:rsidR="007D3118">
        <w:rPr>
          <w:rtl/>
        </w:rPr>
        <w:t xml:space="preserve">) </w:t>
      </w:r>
      <w:r>
        <w:rPr>
          <w:rtl/>
        </w:rPr>
        <w:t>وَ أَسْتَجِيرُ بِكَ الْيَوْمَ مِنْ سَخَطِكَ</w:t>
      </w:r>
      <w:r w:rsidR="007D3118">
        <w:rPr>
          <w:rtl/>
        </w:rPr>
        <w:t xml:space="preserve">، </w:t>
      </w:r>
      <w:r>
        <w:rPr>
          <w:rtl/>
        </w:rPr>
        <w:t>فَصَلِّ عَلَى مُحَمَّدٍ وَ آلِهِ</w:t>
      </w:r>
      <w:r w:rsidR="007D3118">
        <w:rPr>
          <w:rtl/>
        </w:rPr>
        <w:t xml:space="preserve">، </w:t>
      </w:r>
      <w:r>
        <w:rPr>
          <w:rtl/>
        </w:rPr>
        <w:t>وَ أَجِرْنِى</w:t>
      </w:r>
    </w:p>
    <w:p w:rsidR="00587D34" w:rsidRDefault="00587D34" w:rsidP="00587D34">
      <w:pPr>
        <w:pStyle w:val="libNormal"/>
        <w:rPr>
          <w:rtl/>
        </w:rPr>
      </w:pPr>
      <w:r>
        <w:rPr>
          <w:rtl/>
        </w:rPr>
        <w:t>(19</w:t>
      </w:r>
      <w:r w:rsidR="007D3118">
        <w:rPr>
          <w:rtl/>
        </w:rPr>
        <w:t xml:space="preserve">) </w:t>
      </w:r>
      <w:r>
        <w:rPr>
          <w:rtl/>
        </w:rPr>
        <w:t>وَ أَسْأَلُكَ أَمْنا مِنْ عَذَابِكَ</w:t>
      </w:r>
      <w:r w:rsidR="007D3118">
        <w:rPr>
          <w:rtl/>
        </w:rPr>
        <w:t xml:space="preserve">، </w:t>
      </w:r>
      <w:r>
        <w:rPr>
          <w:rtl/>
        </w:rPr>
        <w:t>فَصَلِّ عَلَى مُحَمَّدٍ وَ آلِهِ</w:t>
      </w:r>
      <w:r w:rsidR="007D3118">
        <w:rPr>
          <w:rtl/>
        </w:rPr>
        <w:t xml:space="preserve">، </w:t>
      </w:r>
      <w:r>
        <w:rPr>
          <w:rtl/>
        </w:rPr>
        <w:t>وَ آمِنِّى</w:t>
      </w:r>
      <w:r w:rsidR="007D3118">
        <w:rPr>
          <w:rtl/>
        </w:rPr>
        <w:t xml:space="preserve">. </w:t>
      </w:r>
    </w:p>
    <w:p w:rsidR="00587D34" w:rsidRDefault="00587D34" w:rsidP="00587D34">
      <w:pPr>
        <w:pStyle w:val="libNormal"/>
        <w:rPr>
          <w:rtl/>
        </w:rPr>
      </w:pPr>
      <w:r>
        <w:rPr>
          <w:rtl/>
        </w:rPr>
        <w:t>(20</w:t>
      </w:r>
      <w:r w:rsidR="007D3118">
        <w:rPr>
          <w:rtl/>
        </w:rPr>
        <w:t xml:space="preserve">) </w:t>
      </w:r>
      <w:r>
        <w:rPr>
          <w:rtl/>
        </w:rPr>
        <w:t>وَ أَسْتَهْدِيكَ</w:t>
      </w:r>
      <w:r w:rsidR="007D3118">
        <w:rPr>
          <w:rtl/>
        </w:rPr>
        <w:t xml:space="preserve">، </w:t>
      </w:r>
      <w:r>
        <w:rPr>
          <w:rtl/>
        </w:rPr>
        <w:t>فَصَلِّ عَلَى مُحَمَّدٍ وَ آلِهِ</w:t>
      </w:r>
      <w:r w:rsidR="007D3118">
        <w:rPr>
          <w:rtl/>
        </w:rPr>
        <w:t xml:space="preserve">، </w:t>
      </w:r>
      <w:r>
        <w:rPr>
          <w:rtl/>
        </w:rPr>
        <w:t>وَ اهْدِنِى</w:t>
      </w:r>
    </w:p>
    <w:p w:rsidR="00587D34" w:rsidRDefault="00587D34" w:rsidP="00587D34">
      <w:pPr>
        <w:pStyle w:val="libNormal"/>
        <w:rPr>
          <w:rtl/>
        </w:rPr>
      </w:pPr>
      <w:r>
        <w:rPr>
          <w:rtl/>
        </w:rPr>
        <w:t>(21</w:t>
      </w:r>
      <w:r w:rsidR="007D3118">
        <w:rPr>
          <w:rtl/>
        </w:rPr>
        <w:t xml:space="preserve">) </w:t>
      </w:r>
      <w:r>
        <w:rPr>
          <w:rtl/>
        </w:rPr>
        <w:t>وَ أَسْتَنْصِرُكَ</w:t>
      </w:r>
      <w:r w:rsidR="007D3118">
        <w:rPr>
          <w:rtl/>
        </w:rPr>
        <w:t xml:space="preserve">، </w:t>
      </w:r>
      <w:r>
        <w:rPr>
          <w:rtl/>
        </w:rPr>
        <w:t>فَصَلِّ عَلَى مُحَمَّدٍ وَ آلِهِ</w:t>
      </w:r>
      <w:r w:rsidR="007D3118">
        <w:rPr>
          <w:rtl/>
        </w:rPr>
        <w:t xml:space="preserve">، </w:t>
      </w:r>
      <w:r>
        <w:rPr>
          <w:rtl/>
        </w:rPr>
        <w:t>وَ انْصُرْنِى</w:t>
      </w:r>
      <w:r w:rsidR="007D3118">
        <w:rPr>
          <w:rtl/>
        </w:rPr>
        <w:t xml:space="preserve">. </w:t>
      </w:r>
    </w:p>
    <w:p w:rsidR="00587D34" w:rsidRDefault="00587D34" w:rsidP="00587D34">
      <w:pPr>
        <w:pStyle w:val="libNormal"/>
        <w:rPr>
          <w:rtl/>
        </w:rPr>
      </w:pPr>
      <w:r>
        <w:rPr>
          <w:rtl/>
        </w:rPr>
        <w:t>(22</w:t>
      </w:r>
      <w:r w:rsidR="007D3118">
        <w:rPr>
          <w:rtl/>
        </w:rPr>
        <w:t xml:space="preserve">) </w:t>
      </w:r>
      <w:r>
        <w:rPr>
          <w:rtl/>
        </w:rPr>
        <w:t>وَ أَسْتَرْحِمُكَ</w:t>
      </w:r>
      <w:r w:rsidR="007D3118">
        <w:rPr>
          <w:rtl/>
        </w:rPr>
        <w:t xml:space="preserve">، </w:t>
      </w:r>
      <w:r>
        <w:rPr>
          <w:rtl/>
        </w:rPr>
        <w:t>فَصَلِّ عَلَى مُحَمَّدٍ وَ آلِهِ</w:t>
      </w:r>
      <w:r w:rsidR="007D3118">
        <w:rPr>
          <w:rtl/>
        </w:rPr>
        <w:t xml:space="preserve">، </w:t>
      </w:r>
      <w:r>
        <w:rPr>
          <w:rtl/>
        </w:rPr>
        <w:t>وَ ارْحَمْنِى</w:t>
      </w:r>
    </w:p>
    <w:p w:rsidR="00587D34" w:rsidRDefault="00587D34" w:rsidP="00587D34">
      <w:pPr>
        <w:pStyle w:val="libNormal"/>
        <w:rPr>
          <w:rtl/>
        </w:rPr>
      </w:pPr>
      <w:r>
        <w:rPr>
          <w:rtl/>
        </w:rPr>
        <w:t>(23</w:t>
      </w:r>
      <w:r w:rsidR="007D3118">
        <w:rPr>
          <w:rtl/>
        </w:rPr>
        <w:t xml:space="preserve">) </w:t>
      </w:r>
      <w:r>
        <w:rPr>
          <w:rtl/>
        </w:rPr>
        <w:t>وَ أَسْتَكْفِيكَ</w:t>
      </w:r>
      <w:r w:rsidR="007D3118">
        <w:rPr>
          <w:rtl/>
        </w:rPr>
        <w:t xml:space="preserve">، </w:t>
      </w:r>
      <w:r>
        <w:rPr>
          <w:rtl/>
        </w:rPr>
        <w:t>فَصَلِّ عَلَى مُحَمَّدٍ وَ آلِهِ</w:t>
      </w:r>
      <w:r w:rsidR="007D3118">
        <w:rPr>
          <w:rtl/>
        </w:rPr>
        <w:t xml:space="preserve">، </w:t>
      </w:r>
      <w:r>
        <w:rPr>
          <w:rtl/>
        </w:rPr>
        <w:t>وَ اكْفِنِى</w:t>
      </w:r>
    </w:p>
    <w:p w:rsidR="00587D34" w:rsidRDefault="00587D34" w:rsidP="00587D34">
      <w:pPr>
        <w:pStyle w:val="libNormal"/>
        <w:rPr>
          <w:rtl/>
        </w:rPr>
      </w:pPr>
      <w:r>
        <w:rPr>
          <w:rtl/>
        </w:rPr>
        <w:t>(24</w:t>
      </w:r>
      <w:r w:rsidR="007D3118">
        <w:rPr>
          <w:rtl/>
        </w:rPr>
        <w:t xml:space="preserve">) </w:t>
      </w:r>
      <w:r>
        <w:rPr>
          <w:rtl/>
        </w:rPr>
        <w:t>وَ أَسْتَرْزِقُكَ</w:t>
      </w:r>
      <w:r w:rsidR="007D3118">
        <w:rPr>
          <w:rtl/>
        </w:rPr>
        <w:t xml:space="preserve">، </w:t>
      </w:r>
      <w:r>
        <w:rPr>
          <w:rtl/>
        </w:rPr>
        <w:t>فَصَلِّ عَلَى مُحَمَّدٍ وَ آلِهِ</w:t>
      </w:r>
      <w:r w:rsidR="007D3118">
        <w:rPr>
          <w:rtl/>
        </w:rPr>
        <w:t xml:space="preserve">، </w:t>
      </w:r>
      <w:r>
        <w:rPr>
          <w:rtl/>
        </w:rPr>
        <w:t>وَ ارْزُقْنِى</w:t>
      </w:r>
    </w:p>
    <w:p w:rsidR="00587D34" w:rsidRDefault="00587D34" w:rsidP="00587D34">
      <w:pPr>
        <w:pStyle w:val="libNormal"/>
        <w:rPr>
          <w:rtl/>
        </w:rPr>
      </w:pPr>
      <w:r>
        <w:rPr>
          <w:rtl/>
        </w:rPr>
        <w:t>(25</w:t>
      </w:r>
      <w:r w:rsidR="007D3118">
        <w:rPr>
          <w:rtl/>
        </w:rPr>
        <w:t xml:space="preserve">) </w:t>
      </w:r>
      <w:r>
        <w:rPr>
          <w:rtl/>
        </w:rPr>
        <w:t>وَ أَسْتَعِينُكَ</w:t>
      </w:r>
      <w:r w:rsidR="007D3118">
        <w:rPr>
          <w:rtl/>
        </w:rPr>
        <w:t xml:space="preserve">، </w:t>
      </w:r>
      <w:r>
        <w:rPr>
          <w:rtl/>
        </w:rPr>
        <w:t>فَصَلِّ عَلَى مُحَمَّدٍ وَ آلِهِ</w:t>
      </w:r>
      <w:r w:rsidR="007D3118">
        <w:rPr>
          <w:rtl/>
        </w:rPr>
        <w:t xml:space="preserve">، </w:t>
      </w:r>
      <w:r>
        <w:rPr>
          <w:rtl/>
        </w:rPr>
        <w:t>وَ أَعِنِّى</w:t>
      </w:r>
      <w:r w:rsidR="007D3118">
        <w:rPr>
          <w:rtl/>
        </w:rPr>
        <w:t xml:space="preserve">. </w:t>
      </w:r>
    </w:p>
    <w:p w:rsidR="00587D34" w:rsidRDefault="00587D34" w:rsidP="00587D34">
      <w:pPr>
        <w:pStyle w:val="libNormal"/>
        <w:rPr>
          <w:rtl/>
        </w:rPr>
      </w:pPr>
      <w:r>
        <w:rPr>
          <w:rtl/>
        </w:rPr>
        <w:t>(26</w:t>
      </w:r>
      <w:r w:rsidR="007D3118">
        <w:rPr>
          <w:rtl/>
        </w:rPr>
        <w:t xml:space="preserve">) </w:t>
      </w:r>
      <w:r>
        <w:rPr>
          <w:rtl/>
        </w:rPr>
        <w:t>وَ أَسْتَغْفِرُكَ لِمَا سَلَفَ مِنْ ذُنُوبِى</w:t>
      </w:r>
      <w:r w:rsidR="007D3118">
        <w:rPr>
          <w:rtl/>
        </w:rPr>
        <w:t xml:space="preserve">، </w:t>
      </w:r>
      <w:r>
        <w:rPr>
          <w:rtl/>
        </w:rPr>
        <w:t>فَصَلِّ عَلَى مُحَمَّدٍ وَ آلِهِ</w:t>
      </w:r>
      <w:r w:rsidR="007D3118">
        <w:rPr>
          <w:rtl/>
        </w:rPr>
        <w:t xml:space="preserve">، </w:t>
      </w:r>
      <w:r>
        <w:rPr>
          <w:rtl/>
        </w:rPr>
        <w:t>وَ اغْفِرْ لِى</w:t>
      </w:r>
      <w:r w:rsidR="007D3118">
        <w:rPr>
          <w:rtl/>
        </w:rPr>
        <w:t xml:space="preserve">. </w:t>
      </w:r>
    </w:p>
    <w:p w:rsidR="00587D34" w:rsidRDefault="00587D34" w:rsidP="00587D34">
      <w:pPr>
        <w:pStyle w:val="libNormal"/>
        <w:rPr>
          <w:rtl/>
        </w:rPr>
      </w:pPr>
      <w:r>
        <w:rPr>
          <w:rtl/>
        </w:rPr>
        <w:t>(27</w:t>
      </w:r>
      <w:r w:rsidR="007D3118">
        <w:rPr>
          <w:rtl/>
        </w:rPr>
        <w:t xml:space="preserve">) </w:t>
      </w:r>
      <w:r>
        <w:rPr>
          <w:rtl/>
        </w:rPr>
        <w:t>وَ أَسْتَعْصِمُكَ</w:t>
      </w:r>
      <w:r w:rsidR="007D3118">
        <w:rPr>
          <w:rtl/>
        </w:rPr>
        <w:t xml:space="preserve">، </w:t>
      </w:r>
      <w:r>
        <w:rPr>
          <w:rtl/>
        </w:rPr>
        <w:t>فَصَلِّ عَلَى مُحَمَّدٍ وَ آلِهِ</w:t>
      </w:r>
      <w:r w:rsidR="007D3118">
        <w:rPr>
          <w:rtl/>
        </w:rPr>
        <w:t xml:space="preserve">، </w:t>
      </w:r>
      <w:r>
        <w:rPr>
          <w:rtl/>
        </w:rPr>
        <w:t>وَ اعْصِمْنِى</w:t>
      </w:r>
      <w:r w:rsidR="007D3118">
        <w:rPr>
          <w:rtl/>
        </w:rPr>
        <w:t xml:space="preserve">، </w:t>
      </w:r>
      <w:r>
        <w:rPr>
          <w:rtl/>
        </w:rPr>
        <w:t>فَإِنِّى لَنْ أَعُودَ لِشَيْءٍ كَرِهْتَهُ مِنِّى إِنْ شِئْتَ ذَلِكَ</w:t>
      </w:r>
      <w:r w:rsidR="007D3118">
        <w:rPr>
          <w:rtl/>
        </w:rPr>
        <w:t xml:space="preserve">. </w:t>
      </w:r>
    </w:p>
    <w:p w:rsidR="00587D34" w:rsidRDefault="00587D34" w:rsidP="00587D34">
      <w:pPr>
        <w:pStyle w:val="libNormal"/>
        <w:rPr>
          <w:rtl/>
        </w:rPr>
      </w:pPr>
      <w:r>
        <w:rPr>
          <w:rtl/>
        </w:rPr>
        <w:t>(28</w:t>
      </w:r>
      <w:r w:rsidR="007D3118">
        <w:rPr>
          <w:rtl/>
        </w:rPr>
        <w:t xml:space="preserve">) </w:t>
      </w:r>
      <w:r>
        <w:rPr>
          <w:rtl/>
        </w:rPr>
        <w:t>يَا رَبِّ يَا رَبِّ</w:t>
      </w:r>
      <w:r w:rsidR="007D3118">
        <w:rPr>
          <w:rtl/>
        </w:rPr>
        <w:t xml:space="preserve">، </w:t>
      </w:r>
      <w:r>
        <w:rPr>
          <w:rtl/>
        </w:rPr>
        <w:t>يَا حَنَّانُ يَا مَنَّانُ</w:t>
      </w:r>
      <w:r w:rsidR="007D3118">
        <w:rPr>
          <w:rtl/>
        </w:rPr>
        <w:t xml:space="preserve">، </w:t>
      </w:r>
      <w:r>
        <w:rPr>
          <w:rtl/>
        </w:rPr>
        <w:t>يَا ذَا الْجَلالِ وَ الْإِكْرَامِ</w:t>
      </w:r>
      <w:r w:rsidR="007D3118">
        <w:rPr>
          <w:rtl/>
        </w:rPr>
        <w:t xml:space="preserve">، </w:t>
      </w:r>
      <w:r>
        <w:rPr>
          <w:rtl/>
        </w:rPr>
        <w:t>صَلِّ عَلَى مُحَمَّدٍ وَ آلِهِ</w:t>
      </w:r>
      <w:r w:rsidR="007D3118">
        <w:rPr>
          <w:rtl/>
        </w:rPr>
        <w:t xml:space="preserve">، </w:t>
      </w:r>
      <w:r>
        <w:rPr>
          <w:rtl/>
        </w:rPr>
        <w:t>وَ اسْتَجِبْ لِى جَمِيعَ مَا سَأَلْتُكَ وَ طَلَبْتُ إِلَيْكَ وَ رَغِبْتُ فِيهِ إِلَيْكَ</w:t>
      </w:r>
      <w:r w:rsidR="007D3118">
        <w:rPr>
          <w:rtl/>
        </w:rPr>
        <w:t xml:space="preserve">، </w:t>
      </w:r>
      <w:r>
        <w:rPr>
          <w:rtl/>
        </w:rPr>
        <w:t>وَ أَرِدْهُ وَ قَدِّرْهُ وَ اقْضِهِ وَ أَمْضِهِ</w:t>
      </w:r>
      <w:r w:rsidR="007D3118">
        <w:rPr>
          <w:rtl/>
        </w:rPr>
        <w:t xml:space="preserve">، </w:t>
      </w:r>
      <w:r>
        <w:rPr>
          <w:rtl/>
        </w:rPr>
        <w:t>وَ خِرْ لِى فِيمَا تَقْضِى مِنْهُ</w:t>
      </w:r>
      <w:r w:rsidR="007D3118">
        <w:rPr>
          <w:rtl/>
        </w:rPr>
        <w:t xml:space="preserve">، </w:t>
      </w:r>
      <w:r>
        <w:rPr>
          <w:rtl/>
        </w:rPr>
        <w:t>وَ بَارِكْ لِى فِى ذَلِكَ</w:t>
      </w:r>
      <w:r w:rsidR="007D3118">
        <w:rPr>
          <w:rtl/>
        </w:rPr>
        <w:t xml:space="preserve">، </w:t>
      </w:r>
      <w:r>
        <w:rPr>
          <w:rtl/>
        </w:rPr>
        <w:t>وَ تَفَضَّلْ عَلَيَّ بِهِ</w:t>
      </w:r>
      <w:r w:rsidR="007D3118">
        <w:rPr>
          <w:rtl/>
        </w:rPr>
        <w:t xml:space="preserve">، </w:t>
      </w:r>
      <w:r>
        <w:rPr>
          <w:rtl/>
        </w:rPr>
        <w:t>وَ أَسْعِدْنِى بِمَا تُعْطِينِى مِنْهُ</w:t>
      </w:r>
      <w:r w:rsidR="007D3118">
        <w:rPr>
          <w:rtl/>
        </w:rPr>
        <w:t xml:space="preserve">، </w:t>
      </w:r>
      <w:r>
        <w:rPr>
          <w:rtl/>
        </w:rPr>
        <w:t>وَ زِدْنِى مِنْ فَضْلِكَ وَ سَعَةِ مَا عِنْدَكَ</w:t>
      </w:r>
      <w:r w:rsidR="007D3118">
        <w:rPr>
          <w:rtl/>
        </w:rPr>
        <w:t xml:space="preserve">، </w:t>
      </w:r>
      <w:r>
        <w:rPr>
          <w:rtl/>
        </w:rPr>
        <w:t>فَإِنَّكَ وَاسِعٌ كَرِيمٌ</w:t>
      </w:r>
      <w:r w:rsidR="007D3118">
        <w:rPr>
          <w:rtl/>
        </w:rPr>
        <w:t xml:space="preserve">، </w:t>
      </w:r>
      <w:r>
        <w:rPr>
          <w:rtl/>
        </w:rPr>
        <w:t>وَ صِلْ ذَلِكَ</w:t>
      </w:r>
    </w:p>
    <w:p w:rsidR="00587D34" w:rsidRDefault="00587D34" w:rsidP="00587D34">
      <w:pPr>
        <w:pStyle w:val="libNormal"/>
        <w:rPr>
          <w:rtl/>
        </w:rPr>
      </w:pPr>
      <w:r>
        <w:rPr>
          <w:rtl/>
        </w:rPr>
        <w:t>بِخَيْرِ الاْخِرَةِ وَ نَعِيمِهَا</w:t>
      </w:r>
      <w:r w:rsidR="007D3118">
        <w:rPr>
          <w:rtl/>
        </w:rPr>
        <w:t xml:space="preserve">، </w:t>
      </w:r>
      <w:r>
        <w:rPr>
          <w:rtl/>
        </w:rPr>
        <w:t>يَا أَرْحَمَ الرَّاحِمِينَ</w:t>
      </w:r>
      <w:r w:rsidR="007D3118">
        <w:rPr>
          <w:rtl/>
        </w:rPr>
        <w:t xml:space="preserve">. </w:t>
      </w:r>
      <w:r>
        <w:rPr>
          <w:rtl/>
        </w:rPr>
        <w:t>ثُمَّ تَدْعُو بِمَا بَدَا لَكَ</w:t>
      </w:r>
      <w:r w:rsidR="007D3118">
        <w:rPr>
          <w:rtl/>
        </w:rPr>
        <w:t xml:space="preserve">، </w:t>
      </w:r>
      <w:r>
        <w:rPr>
          <w:rtl/>
        </w:rPr>
        <w:t>وَ تُصَلِّى عَلَى مُحَمَّدٍ وَ آلِهِ أَلْفَ مَرَّةٍ هَكَذَا كَانَ يَفْعَلُ عَلَيْهِ السَّلامُ</w:t>
      </w:r>
      <w:r w:rsidR="007D3118">
        <w:rPr>
          <w:rtl/>
        </w:rPr>
        <w:t xml:space="preserve">. </w:t>
      </w:r>
    </w:p>
    <w:p w:rsidR="00587D34" w:rsidRDefault="00AA3CBA" w:rsidP="004C63D0">
      <w:pPr>
        <w:pStyle w:val="Heading2"/>
        <w:rPr>
          <w:rtl/>
        </w:rPr>
      </w:pPr>
      <w:bookmarkStart w:id="101" w:name="_Toc394915230"/>
      <w:r>
        <w:rPr>
          <w:rtl/>
        </w:rPr>
        <w:lastRenderedPageBreak/>
        <w:t xml:space="preserve">ترجمه دعاى چهل و هشتم: دعاى آن حضرت </w:t>
      </w:r>
      <w:r w:rsidR="000C598D" w:rsidRPr="000C598D">
        <w:rPr>
          <w:rStyle w:val="libAlaemChar"/>
          <w:rtl/>
        </w:rPr>
        <w:t>عليه‌السلام</w:t>
      </w:r>
      <w:r>
        <w:rPr>
          <w:rtl/>
        </w:rPr>
        <w:t xml:space="preserve"> در روز عيد اضحى قربان و روز جمعه</w:t>
      </w:r>
      <w:bookmarkEnd w:id="101"/>
    </w:p>
    <w:p w:rsidR="00587D34" w:rsidRDefault="00587D34" w:rsidP="00587D34">
      <w:pPr>
        <w:pStyle w:val="libNormal"/>
      </w:pPr>
      <w:r>
        <w:rPr>
          <w:rtl/>
        </w:rPr>
        <w:t>1</w:t>
      </w:r>
      <w:r w:rsidR="007D3118">
        <w:rPr>
          <w:rtl/>
        </w:rPr>
        <w:t xml:space="preserve">. </w:t>
      </w:r>
      <w:r>
        <w:rPr>
          <w:rtl/>
        </w:rPr>
        <w:t>خداوندا! اين روزى فرخنده است</w:t>
      </w:r>
      <w:r w:rsidR="007D3118">
        <w:rPr>
          <w:rtl/>
        </w:rPr>
        <w:t xml:space="preserve">. </w:t>
      </w:r>
      <w:r>
        <w:rPr>
          <w:rtl/>
        </w:rPr>
        <w:t>مسلمانان در اطراف زمين تو گرد آمده ند</w:t>
      </w:r>
      <w:r w:rsidR="007D3118">
        <w:rPr>
          <w:rtl/>
        </w:rPr>
        <w:t xml:space="preserve">، </w:t>
      </w:r>
      <w:r>
        <w:rPr>
          <w:rtl/>
        </w:rPr>
        <w:t>خواهنده و جوينده</w:t>
      </w:r>
      <w:r w:rsidR="007D3118">
        <w:rPr>
          <w:rtl/>
        </w:rPr>
        <w:t xml:space="preserve">، </w:t>
      </w:r>
      <w:r>
        <w:rPr>
          <w:rtl/>
        </w:rPr>
        <w:t>روى به تو آورده و از عتاب تو بيمناك</w:t>
      </w:r>
      <w:r w:rsidR="007D3118">
        <w:rPr>
          <w:rtl/>
        </w:rPr>
        <w:t xml:space="preserve">، </w:t>
      </w:r>
      <w:r>
        <w:rPr>
          <w:rtl/>
        </w:rPr>
        <w:t>همه حاضرند و تو نيازمندى هاى ايشان را مى بينى</w:t>
      </w:r>
      <w:r w:rsidR="007D3118">
        <w:rPr>
          <w:rtl/>
        </w:rPr>
        <w:t xml:space="preserve">، </w:t>
      </w:r>
      <w:r>
        <w:rPr>
          <w:rtl/>
        </w:rPr>
        <w:t>تو بخشنده و كريمى و آنچه مى خواهم بر تو آسان است</w:t>
      </w:r>
      <w:r w:rsidR="007D3118">
        <w:rPr>
          <w:rtl/>
        </w:rPr>
        <w:t xml:space="preserve">، </w:t>
      </w:r>
      <w:r>
        <w:rPr>
          <w:rtl/>
        </w:rPr>
        <w:t>پس رود بر محمد و خاندان او فرست</w:t>
      </w:r>
      <w:r w:rsidR="007D3118">
        <w:rPr>
          <w:rtl/>
        </w:rPr>
        <w:t xml:space="preserve">. </w:t>
      </w:r>
    </w:p>
    <w:p w:rsidR="00587D34" w:rsidRDefault="00587D34" w:rsidP="00587D34">
      <w:pPr>
        <w:pStyle w:val="libNormal"/>
        <w:rPr>
          <w:rtl/>
        </w:rPr>
      </w:pPr>
      <w:r>
        <w:rPr>
          <w:rtl/>
        </w:rPr>
        <w:t>2</w:t>
      </w:r>
      <w:r w:rsidR="007D3118">
        <w:rPr>
          <w:rtl/>
        </w:rPr>
        <w:t xml:space="preserve">. </w:t>
      </w:r>
      <w:r>
        <w:rPr>
          <w:rtl/>
        </w:rPr>
        <w:t>اى خداوند اى پروردگار ما! پادشاهى خاص توست</w:t>
      </w:r>
      <w:r w:rsidR="007D3118">
        <w:rPr>
          <w:rtl/>
        </w:rPr>
        <w:t xml:space="preserve">، </w:t>
      </w:r>
      <w:r>
        <w:rPr>
          <w:rtl/>
        </w:rPr>
        <w:t>و سپاس شايسته تو</w:t>
      </w:r>
      <w:r w:rsidR="007D3118">
        <w:rPr>
          <w:rtl/>
        </w:rPr>
        <w:t xml:space="preserve">، </w:t>
      </w:r>
      <w:r>
        <w:rPr>
          <w:rtl/>
        </w:rPr>
        <w:t>خدايى غير تو نيست</w:t>
      </w:r>
      <w:r w:rsidR="007D3118">
        <w:rPr>
          <w:rtl/>
        </w:rPr>
        <w:t xml:space="preserve">، </w:t>
      </w:r>
      <w:r>
        <w:rPr>
          <w:rtl/>
        </w:rPr>
        <w:t>تويى بردبار و كريم</w:t>
      </w:r>
      <w:r w:rsidR="007D3118">
        <w:rPr>
          <w:rtl/>
        </w:rPr>
        <w:t xml:space="preserve">، </w:t>
      </w:r>
      <w:r>
        <w:rPr>
          <w:rtl/>
        </w:rPr>
        <w:t>مهربان و نعمت بخش</w:t>
      </w:r>
      <w:r w:rsidR="007D3118">
        <w:rPr>
          <w:rtl/>
        </w:rPr>
        <w:t xml:space="preserve">، </w:t>
      </w:r>
      <w:r>
        <w:rPr>
          <w:rtl/>
        </w:rPr>
        <w:t>و صاحب فرّ و بزرگى</w:t>
      </w:r>
      <w:r w:rsidR="007D3118">
        <w:rPr>
          <w:rtl/>
        </w:rPr>
        <w:t xml:space="preserve">، </w:t>
      </w:r>
      <w:r>
        <w:rPr>
          <w:rtl/>
        </w:rPr>
        <w:t>پديدآورنده آسمانها و زمين</w:t>
      </w:r>
      <w:r w:rsidR="007D3118">
        <w:rPr>
          <w:rtl/>
        </w:rPr>
        <w:t xml:space="preserve">، </w:t>
      </w:r>
      <w:r w:rsidRPr="00AA3CBA">
        <w:rPr>
          <w:rStyle w:val="libFootnotenumChar"/>
          <w:rtl/>
        </w:rPr>
        <w:t>(144</w:t>
      </w:r>
      <w:r w:rsidR="007D3118" w:rsidRPr="00AA3CBA">
        <w:rPr>
          <w:rStyle w:val="libFootnotenumChar"/>
          <w:rtl/>
        </w:rPr>
        <w:t>)</w:t>
      </w:r>
      <w:r>
        <w:rPr>
          <w:rtl/>
        </w:rPr>
        <w:t xml:space="preserve"> از تو مسئلت مى كنم كه از هر خير و تندرستى و بركت و هدايت و توفيق طاعت</w:t>
      </w:r>
      <w:r w:rsidR="007D3118">
        <w:rPr>
          <w:rtl/>
        </w:rPr>
        <w:t xml:space="preserve">، </w:t>
      </w:r>
      <w:r>
        <w:rPr>
          <w:rtl/>
        </w:rPr>
        <w:t>و هر نيكى كه ميان بندگان مؤمن بخش مى كنى و بر آنها بدان منت مى گذارى و آنها را سوى خود راه مى نمايى و رتبه آنان را بلند مى گردانى و خير دنيا و آخرت كه به آنان عطا مى كنى به من نيز عطا كن</w:t>
      </w:r>
      <w:r w:rsidR="007D3118">
        <w:rPr>
          <w:rtl/>
        </w:rPr>
        <w:t xml:space="preserve">. </w:t>
      </w:r>
    </w:p>
    <w:p w:rsidR="00587D34" w:rsidRDefault="00587D34" w:rsidP="00587D34">
      <w:pPr>
        <w:pStyle w:val="libNormal"/>
        <w:rPr>
          <w:rtl/>
        </w:rPr>
      </w:pPr>
      <w:r>
        <w:rPr>
          <w:rtl/>
        </w:rPr>
        <w:t>3</w:t>
      </w:r>
      <w:r w:rsidR="007D3118">
        <w:rPr>
          <w:rtl/>
        </w:rPr>
        <w:t xml:space="preserve">. </w:t>
      </w:r>
      <w:r>
        <w:rPr>
          <w:rtl/>
        </w:rPr>
        <w:t>خدايا! از تو ميخواهم چون پادشاهى تو راست و سپاس شايسته توست</w:t>
      </w:r>
      <w:r w:rsidR="007D3118">
        <w:rPr>
          <w:rtl/>
        </w:rPr>
        <w:t xml:space="preserve">. </w:t>
      </w:r>
      <w:r>
        <w:rPr>
          <w:rtl/>
        </w:rPr>
        <w:t>درود بر محمد و آل او فرست كه بنده و پيغمبر تو و دوست برگزيده و مختار ز آفريدگان توست و بر خاندان او كه نيكان و پاكان و نيكوكارانند</w:t>
      </w:r>
      <w:r w:rsidR="007D3118">
        <w:rPr>
          <w:rtl/>
        </w:rPr>
        <w:t xml:space="preserve">، </w:t>
      </w:r>
      <w:r>
        <w:rPr>
          <w:rtl/>
        </w:rPr>
        <w:t>درودى كه جشماره آن را كسى نتواند كرد غير تو</w:t>
      </w:r>
      <w:r w:rsidR="007D3118">
        <w:rPr>
          <w:rtl/>
        </w:rPr>
        <w:t xml:space="preserve">، </w:t>
      </w:r>
      <w:r>
        <w:rPr>
          <w:rtl/>
        </w:rPr>
        <w:t>و از تو مى خواهم در هر دعاى شايسته كه بندگان مؤمن مى كنند ما را شريك گردانى</w:t>
      </w:r>
      <w:r w:rsidR="007D3118">
        <w:rPr>
          <w:rtl/>
        </w:rPr>
        <w:t xml:space="preserve">، </w:t>
      </w:r>
      <w:r>
        <w:rPr>
          <w:rtl/>
        </w:rPr>
        <w:t>اى پروردگار جهانيان</w:t>
      </w:r>
      <w:r w:rsidR="007D3118">
        <w:rPr>
          <w:rtl/>
        </w:rPr>
        <w:t xml:space="preserve">، </w:t>
      </w:r>
      <w:r>
        <w:rPr>
          <w:rtl/>
        </w:rPr>
        <w:t>و اين كه ما و آن ها را بيامرزى ى</w:t>
      </w:r>
      <w:r w:rsidR="007D3118">
        <w:rPr>
          <w:rtl/>
        </w:rPr>
        <w:t xml:space="preserve">، </w:t>
      </w:r>
      <w:r>
        <w:rPr>
          <w:rtl/>
        </w:rPr>
        <w:t>كه تو بر هر چيز توانايى</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خدايا! با نيازمندى آهنگ تو كردم</w:t>
      </w:r>
      <w:r w:rsidR="007D3118">
        <w:rPr>
          <w:rtl/>
        </w:rPr>
        <w:t xml:space="preserve">. </w:t>
      </w:r>
      <w:r>
        <w:rPr>
          <w:rtl/>
        </w:rPr>
        <w:t>در اين روز</w:t>
      </w:r>
      <w:r w:rsidR="007D3118">
        <w:rPr>
          <w:rtl/>
        </w:rPr>
        <w:t xml:space="preserve">، </w:t>
      </w:r>
      <w:r>
        <w:rPr>
          <w:rtl/>
        </w:rPr>
        <w:t>درويشى و تهيدستى و بيچارگى خود را پيش تو آوردم</w:t>
      </w:r>
      <w:r w:rsidR="007D3118">
        <w:rPr>
          <w:rtl/>
        </w:rPr>
        <w:t xml:space="preserve">. </w:t>
      </w:r>
      <w:r>
        <w:rPr>
          <w:rtl/>
        </w:rPr>
        <w:t>دلگرمى من به آمرزش و بخشايش تو بيشتر است از عمل خودم</w:t>
      </w:r>
      <w:r w:rsidR="007D3118">
        <w:rPr>
          <w:rtl/>
        </w:rPr>
        <w:t xml:space="preserve">، </w:t>
      </w:r>
      <w:r>
        <w:rPr>
          <w:rtl/>
        </w:rPr>
        <w:t>چون كه آمرزش و رحمت تو بيشتر از گناه من است</w:t>
      </w:r>
      <w:r w:rsidR="007D3118">
        <w:rPr>
          <w:rtl/>
        </w:rPr>
        <w:t xml:space="preserve">، </w:t>
      </w:r>
      <w:r>
        <w:rPr>
          <w:rtl/>
        </w:rPr>
        <w:t xml:space="preserve">پس </w:t>
      </w:r>
      <w:r>
        <w:rPr>
          <w:rtl/>
        </w:rPr>
        <w:lastRenderedPageBreak/>
        <w:t>درود بر محمد و آل او فرست</w:t>
      </w:r>
      <w:r w:rsidR="007D3118">
        <w:rPr>
          <w:rtl/>
        </w:rPr>
        <w:t xml:space="preserve">، </w:t>
      </w:r>
      <w:r>
        <w:rPr>
          <w:rtl/>
        </w:rPr>
        <w:t>و خود تو حاجت مرا برآور كه بر آن قدرت دارى و بر تو آسان است</w:t>
      </w:r>
      <w:r w:rsidR="007D3118">
        <w:rPr>
          <w:rtl/>
        </w:rPr>
        <w:t xml:space="preserve">. </w:t>
      </w:r>
      <w:r>
        <w:rPr>
          <w:rtl/>
        </w:rPr>
        <w:t>من نيازمند تواءم و تو از من بى نيازى</w:t>
      </w:r>
      <w:r w:rsidR="007D3118">
        <w:rPr>
          <w:rtl/>
        </w:rPr>
        <w:t xml:space="preserve">، </w:t>
      </w:r>
      <w:r>
        <w:rPr>
          <w:rtl/>
        </w:rPr>
        <w:t>من به هيچ خيرى نرسم مگر از جانب تو و كس شرى را از من باز نگرداند مگر تو</w:t>
      </w:r>
      <w:r w:rsidR="007D3118">
        <w:rPr>
          <w:rtl/>
        </w:rPr>
        <w:t xml:space="preserve">، </w:t>
      </w:r>
      <w:r>
        <w:rPr>
          <w:rtl/>
        </w:rPr>
        <w:t>و براى كار دنيا و آخرت از كسى اميد ندارم غير تو</w:t>
      </w:r>
      <w:r w:rsidR="007D3118">
        <w:rPr>
          <w:rtl/>
        </w:rPr>
        <w:t xml:space="preserve">. </w:t>
      </w:r>
    </w:p>
    <w:p w:rsidR="00587D34" w:rsidRDefault="00587D34" w:rsidP="00587D34">
      <w:pPr>
        <w:pStyle w:val="libNormal"/>
        <w:rPr>
          <w:rtl/>
        </w:rPr>
      </w:pPr>
      <w:r>
        <w:rPr>
          <w:rtl/>
        </w:rPr>
        <w:t>5</w:t>
      </w:r>
      <w:r w:rsidR="007D3118">
        <w:rPr>
          <w:rtl/>
        </w:rPr>
        <w:t xml:space="preserve">. </w:t>
      </w:r>
      <w:r>
        <w:rPr>
          <w:rtl/>
        </w:rPr>
        <w:t>خديا! هر كس آماده و مهيا گرديد و ساخته و پرداخته شد كه به آستانه مخلوقى حاجت برد و بخشش و عطا و صلت و جايزه او را چشم داشت</w:t>
      </w:r>
      <w:r w:rsidR="007D3118">
        <w:rPr>
          <w:rtl/>
        </w:rPr>
        <w:t xml:space="preserve">، </w:t>
      </w:r>
      <w:r>
        <w:rPr>
          <w:rtl/>
        </w:rPr>
        <w:t>اى مولاى من</w:t>
      </w:r>
      <w:r w:rsidR="007D3118">
        <w:rPr>
          <w:rtl/>
        </w:rPr>
        <w:t xml:space="preserve">، </w:t>
      </w:r>
      <w:r>
        <w:rPr>
          <w:rtl/>
        </w:rPr>
        <w:t>امروز آمادگى و تهيه و ساختگى من سو آستانه تو است و اميد عفو و بخشش و جايزه از تو دارم</w:t>
      </w:r>
      <w:r w:rsidR="007D3118">
        <w:rPr>
          <w:rtl/>
        </w:rPr>
        <w:t xml:space="preserve">. </w:t>
      </w:r>
    </w:p>
    <w:p w:rsidR="00587D34" w:rsidRDefault="00587D34" w:rsidP="00587D34">
      <w:pPr>
        <w:pStyle w:val="libNormal"/>
        <w:rPr>
          <w:rtl/>
        </w:rPr>
      </w:pPr>
      <w:r>
        <w:rPr>
          <w:rtl/>
        </w:rPr>
        <w:t>6</w:t>
      </w:r>
      <w:r w:rsidR="007D3118">
        <w:rPr>
          <w:rtl/>
        </w:rPr>
        <w:t xml:space="preserve">. </w:t>
      </w:r>
      <w:r>
        <w:rPr>
          <w:rtl/>
        </w:rPr>
        <w:t>خدايا! پس درود بر محمد و آل او فرست</w:t>
      </w:r>
      <w:r w:rsidR="007D3118">
        <w:rPr>
          <w:rtl/>
        </w:rPr>
        <w:t xml:space="preserve">، </w:t>
      </w:r>
      <w:r>
        <w:rPr>
          <w:rtl/>
        </w:rPr>
        <w:t>و در اين روز مرا نااميد مگردان</w:t>
      </w:r>
      <w:r w:rsidR="007D3118">
        <w:rPr>
          <w:rtl/>
        </w:rPr>
        <w:t xml:space="preserve">. </w:t>
      </w:r>
      <w:r>
        <w:rPr>
          <w:rtl/>
        </w:rPr>
        <w:t>اى كه اصرار هيچ خواهنده تو را به ستوه نياورده</w:t>
      </w:r>
      <w:r w:rsidR="007D3118">
        <w:rPr>
          <w:rtl/>
        </w:rPr>
        <w:t xml:space="preserve">، </w:t>
      </w:r>
      <w:r>
        <w:rPr>
          <w:rtl/>
        </w:rPr>
        <w:t>و گنج تو را به پايان نرساند</w:t>
      </w:r>
      <w:r w:rsidR="007D3118">
        <w:rPr>
          <w:rtl/>
        </w:rPr>
        <w:t xml:space="preserve">، </w:t>
      </w:r>
      <w:r>
        <w:rPr>
          <w:rtl/>
        </w:rPr>
        <w:t>و هيچ عطايى از تو نكاهد</w:t>
      </w:r>
      <w:r w:rsidR="007D3118">
        <w:rPr>
          <w:rtl/>
        </w:rPr>
        <w:t xml:space="preserve">، </w:t>
      </w:r>
      <w:r>
        <w:rPr>
          <w:rtl/>
        </w:rPr>
        <w:t>من كه نزد تو آمدم دلگرمى به آن ندارم كه كردار شايسته پيش آورده ام</w:t>
      </w:r>
      <w:r w:rsidR="007D3118">
        <w:rPr>
          <w:rtl/>
        </w:rPr>
        <w:t xml:space="preserve">، </w:t>
      </w:r>
      <w:r>
        <w:rPr>
          <w:rtl/>
        </w:rPr>
        <w:t xml:space="preserve">و به شفاعت هيچ آفريده اى اميدوار نباشم غير شفاعت محمد و خاندان او </w:t>
      </w:r>
      <w:r w:rsidR="000C598D" w:rsidRPr="000C598D">
        <w:rPr>
          <w:rStyle w:val="libAlaemChar"/>
          <w:rtl/>
        </w:rPr>
        <w:t>عليهم‌السلام</w:t>
      </w:r>
      <w:r w:rsidR="007D3118">
        <w:rPr>
          <w:rtl/>
        </w:rPr>
        <w:t xml:space="preserve"> . </w:t>
      </w:r>
    </w:p>
    <w:p w:rsidR="00587D34" w:rsidRDefault="00587D34" w:rsidP="00587D34">
      <w:pPr>
        <w:pStyle w:val="libNormal"/>
        <w:rPr>
          <w:rtl/>
        </w:rPr>
      </w:pPr>
      <w:r>
        <w:rPr>
          <w:rtl/>
        </w:rPr>
        <w:t>7</w:t>
      </w:r>
      <w:r w:rsidR="007D3118">
        <w:rPr>
          <w:rtl/>
        </w:rPr>
        <w:t xml:space="preserve">. </w:t>
      </w:r>
      <w:r>
        <w:rPr>
          <w:rtl/>
        </w:rPr>
        <w:t>با اقرا به گناه و كردار زشت نزد تو آمدم و به عفو عظيم تو اميدوار كه از گناهكاران بگذرى</w:t>
      </w:r>
      <w:r w:rsidR="007D3118">
        <w:rPr>
          <w:rtl/>
        </w:rPr>
        <w:t xml:space="preserve">. </w:t>
      </w:r>
      <w:r>
        <w:rPr>
          <w:rtl/>
        </w:rPr>
        <w:t>اصرار آنان در معصيت هاى بزرگ مانع آن نشود كه به بخشايش و آمرزش سوى آنان ننگرى</w:t>
      </w:r>
      <w:r w:rsidR="007D3118">
        <w:rPr>
          <w:rtl/>
        </w:rPr>
        <w:t xml:space="preserve">. </w:t>
      </w:r>
    </w:p>
    <w:p w:rsidR="00587D34" w:rsidRDefault="00587D34" w:rsidP="00587D34">
      <w:pPr>
        <w:pStyle w:val="libNormal"/>
        <w:rPr>
          <w:rtl/>
        </w:rPr>
      </w:pPr>
      <w:r>
        <w:rPr>
          <w:rtl/>
        </w:rPr>
        <w:t>8</w:t>
      </w:r>
      <w:r w:rsidR="007D3118">
        <w:rPr>
          <w:rtl/>
        </w:rPr>
        <w:t xml:space="preserve">. </w:t>
      </w:r>
      <w:r>
        <w:rPr>
          <w:rtl/>
        </w:rPr>
        <w:t>پس اى كه رحمت تو واسع و عفو تو عظيم است</w:t>
      </w:r>
      <w:r w:rsidR="007D3118">
        <w:rPr>
          <w:rtl/>
        </w:rPr>
        <w:t xml:space="preserve">. </w:t>
      </w:r>
      <w:r>
        <w:rPr>
          <w:rtl/>
        </w:rPr>
        <w:t>اى خداوند بزرگ</w:t>
      </w:r>
      <w:r w:rsidR="007D3118">
        <w:rPr>
          <w:rtl/>
        </w:rPr>
        <w:t xml:space="preserve">، </w:t>
      </w:r>
      <w:r>
        <w:rPr>
          <w:rtl/>
        </w:rPr>
        <w:t>اى خداى بزرگ</w:t>
      </w:r>
      <w:r w:rsidR="007D3118">
        <w:rPr>
          <w:rtl/>
        </w:rPr>
        <w:t xml:space="preserve">، </w:t>
      </w:r>
      <w:r>
        <w:rPr>
          <w:rtl/>
        </w:rPr>
        <w:t>اى خداى كريم</w:t>
      </w:r>
      <w:r w:rsidR="007D3118">
        <w:rPr>
          <w:rtl/>
        </w:rPr>
        <w:t xml:space="preserve">، </w:t>
      </w:r>
      <w:r>
        <w:rPr>
          <w:rtl/>
        </w:rPr>
        <w:t>درود بر محمد و آل او فرست</w:t>
      </w:r>
      <w:r w:rsidR="007D3118">
        <w:rPr>
          <w:rtl/>
        </w:rPr>
        <w:t xml:space="preserve">، </w:t>
      </w:r>
      <w:r>
        <w:rPr>
          <w:rtl/>
        </w:rPr>
        <w:t>و به بخشايش ‍ خود بر من عنايت فرما و به فضل خويش مرا بنواز و به آمرزش خود گشايش ‍ ده</w:t>
      </w:r>
      <w:r w:rsidR="007D3118">
        <w:rPr>
          <w:rtl/>
        </w:rPr>
        <w:t xml:space="preserve">. </w:t>
      </w:r>
    </w:p>
    <w:p w:rsidR="00587D34" w:rsidRDefault="00587D34" w:rsidP="00587D34">
      <w:pPr>
        <w:pStyle w:val="libNormal"/>
        <w:rPr>
          <w:rtl/>
        </w:rPr>
      </w:pPr>
      <w:r>
        <w:rPr>
          <w:rtl/>
        </w:rPr>
        <w:t>9</w:t>
      </w:r>
      <w:r w:rsidR="007D3118">
        <w:rPr>
          <w:rtl/>
        </w:rPr>
        <w:t xml:space="preserve">. </w:t>
      </w:r>
      <w:r>
        <w:rPr>
          <w:rtl/>
        </w:rPr>
        <w:t xml:space="preserve">خدايا! اين مقام جانشينان </w:t>
      </w:r>
      <w:r w:rsidRPr="00AA3CBA">
        <w:rPr>
          <w:rStyle w:val="libFootnotenumChar"/>
          <w:rtl/>
        </w:rPr>
        <w:t>(145</w:t>
      </w:r>
      <w:r w:rsidR="007D3118" w:rsidRPr="00AA3CBA">
        <w:rPr>
          <w:rStyle w:val="libFootnotenumChar"/>
          <w:rtl/>
        </w:rPr>
        <w:t>)</w:t>
      </w:r>
      <w:r>
        <w:rPr>
          <w:rtl/>
        </w:rPr>
        <w:t xml:space="preserve"> و برگزيدگان تو و جاى امناى توست و در پايه بلندى كه خاص آنان ساختى</w:t>
      </w:r>
      <w:r w:rsidR="007D3118">
        <w:rPr>
          <w:rtl/>
        </w:rPr>
        <w:t xml:space="preserve">، </w:t>
      </w:r>
      <w:r>
        <w:rPr>
          <w:rtl/>
        </w:rPr>
        <w:t xml:space="preserve">و اكنون از آنها ربودند و تو آن را مقدر </w:t>
      </w:r>
      <w:r>
        <w:rPr>
          <w:rtl/>
        </w:rPr>
        <w:lastRenderedPageBreak/>
        <w:t>فرموده بودى</w:t>
      </w:r>
      <w:r w:rsidR="007D3118">
        <w:rPr>
          <w:rtl/>
        </w:rPr>
        <w:t xml:space="preserve">، </w:t>
      </w:r>
      <w:r>
        <w:rPr>
          <w:rtl/>
        </w:rPr>
        <w:t>فرمان تو است</w:t>
      </w:r>
      <w:r w:rsidR="007D3118">
        <w:rPr>
          <w:rtl/>
        </w:rPr>
        <w:t xml:space="preserve">، </w:t>
      </w:r>
      <w:r>
        <w:rPr>
          <w:rtl/>
        </w:rPr>
        <w:t>كسى بر آن كه غالب نشود و تدبير حتمى است كه كس نتواند از آن در گذشت</w:t>
      </w:r>
      <w:r w:rsidR="007D3118">
        <w:rPr>
          <w:rtl/>
        </w:rPr>
        <w:t xml:space="preserve">، </w:t>
      </w:r>
      <w:r>
        <w:rPr>
          <w:rtl/>
        </w:rPr>
        <w:t>هر طور كه خواهى و به هر گونه كه بپسندى! چون نسبت به آفريدگان و هر چه براى آنها مقدر كردى داناترى و در مشيت تو بدگمانى راه ندارد</w:t>
      </w:r>
      <w:r w:rsidR="007D3118">
        <w:rPr>
          <w:rtl/>
        </w:rPr>
        <w:t xml:space="preserve">. </w:t>
      </w:r>
      <w:r>
        <w:rPr>
          <w:rtl/>
        </w:rPr>
        <w:t>برگزيدگان و خلفاى تو زير دست گشتند و ستم كشيدند</w:t>
      </w:r>
      <w:r w:rsidR="007D3118">
        <w:rPr>
          <w:rtl/>
        </w:rPr>
        <w:t xml:space="preserve">، </w:t>
      </w:r>
      <w:r>
        <w:rPr>
          <w:rtl/>
        </w:rPr>
        <w:t>حق آنها ربوده شد</w:t>
      </w:r>
      <w:r w:rsidR="007D3118">
        <w:rPr>
          <w:rtl/>
        </w:rPr>
        <w:t xml:space="preserve">، </w:t>
      </w:r>
      <w:r>
        <w:rPr>
          <w:rtl/>
        </w:rPr>
        <w:t>حكم تو را مى بينند تدبيل يافته و كتاب تو را ترك كرده و فرائض تو از آن روش و طريقى كه مقرر فرمودى دگرگون و سنت پيغمبر تو متروك مانده</w:t>
      </w:r>
      <w:r w:rsidR="007D3118">
        <w:rPr>
          <w:rtl/>
        </w:rPr>
        <w:t xml:space="preserve">. </w:t>
      </w:r>
    </w:p>
    <w:p w:rsidR="00587D34" w:rsidRDefault="00587D34" w:rsidP="00587D34">
      <w:pPr>
        <w:pStyle w:val="libNormal"/>
        <w:rPr>
          <w:rtl/>
        </w:rPr>
      </w:pPr>
      <w:r>
        <w:rPr>
          <w:rtl/>
        </w:rPr>
        <w:t>10</w:t>
      </w:r>
      <w:r w:rsidR="007D3118">
        <w:rPr>
          <w:rtl/>
        </w:rPr>
        <w:t xml:space="preserve">. </w:t>
      </w:r>
      <w:r>
        <w:rPr>
          <w:rtl/>
        </w:rPr>
        <w:t>خدايا دشمن آنان را از اولين و آخرين</w:t>
      </w:r>
      <w:r w:rsidR="007D3118">
        <w:rPr>
          <w:rtl/>
        </w:rPr>
        <w:t xml:space="preserve">، </w:t>
      </w:r>
      <w:r>
        <w:rPr>
          <w:rtl/>
        </w:rPr>
        <w:t>با هر كس كه از كار آنان خرسند است و پيروان و اتباع آنان لعنت كن</w:t>
      </w:r>
      <w:r w:rsidR="007D3118">
        <w:rPr>
          <w:rtl/>
        </w:rPr>
        <w:t xml:space="preserve">. </w:t>
      </w:r>
    </w:p>
    <w:p w:rsidR="00587D34" w:rsidRDefault="00587D34" w:rsidP="00587D34">
      <w:pPr>
        <w:pStyle w:val="libNormal"/>
        <w:rPr>
          <w:rtl/>
        </w:rPr>
      </w:pPr>
      <w:r>
        <w:rPr>
          <w:rtl/>
        </w:rPr>
        <w:t>11</w:t>
      </w:r>
      <w:r w:rsidR="007D3118">
        <w:rPr>
          <w:rtl/>
        </w:rPr>
        <w:t xml:space="preserve">. </w:t>
      </w:r>
      <w:r>
        <w:rPr>
          <w:rtl/>
        </w:rPr>
        <w:t>خدايا! درود بر محمد و آل او فرست</w:t>
      </w:r>
      <w:r w:rsidR="007D3118">
        <w:rPr>
          <w:rtl/>
        </w:rPr>
        <w:t xml:space="preserve">، </w:t>
      </w:r>
      <w:r>
        <w:rPr>
          <w:rtl/>
        </w:rPr>
        <w:t>تويى ستوده و بزرگوار چنان كه درود و بركت و تحيات بر برگزيدگان خود</w:t>
      </w:r>
      <w:r w:rsidR="007D3118">
        <w:rPr>
          <w:rtl/>
        </w:rPr>
        <w:t xml:space="preserve">، </w:t>
      </w:r>
      <w:r>
        <w:rPr>
          <w:rtl/>
        </w:rPr>
        <w:t>ابراهيم و خاندان او فرستادى و درگشايش و آسايش و فيرزى و قدرت و تمكين ايشان شتاب فرماى و آنها را نيرو بخش</w:t>
      </w:r>
      <w:r w:rsidR="007D3118">
        <w:rPr>
          <w:rtl/>
        </w:rPr>
        <w:t xml:space="preserve">. </w:t>
      </w:r>
    </w:p>
    <w:p w:rsidR="00587D34" w:rsidRDefault="00587D34" w:rsidP="00587D34">
      <w:pPr>
        <w:pStyle w:val="libNormal"/>
        <w:rPr>
          <w:rtl/>
        </w:rPr>
      </w:pPr>
      <w:r>
        <w:rPr>
          <w:rtl/>
        </w:rPr>
        <w:t>12</w:t>
      </w:r>
      <w:r w:rsidR="007D3118">
        <w:rPr>
          <w:rtl/>
        </w:rPr>
        <w:t xml:space="preserve">. </w:t>
      </w:r>
      <w:r>
        <w:rPr>
          <w:rtl/>
        </w:rPr>
        <w:t>خدايا مرا از اهل توحيد و ايمان و تصديق به رسول (</w:t>
      </w:r>
      <w:r w:rsidR="00865B4A" w:rsidRPr="00865B4A">
        <w:rPr>
          <w:rStyle w:val="libAlaemChar"/>
          <w:rtl/>
        </w:rPr>
        <w:t>صلى‌الله‌عليه‌وآله‌وسلم</w:t>
      </w:r>
      <w:r w:rsidR="007D3118">
        <w:rPr>
          <w:rtl/>
        </w:rPr>
        <w:t xml:space="preserve">) </w:t>
      </w:r>
      <w:r>
        <w:rPr>
          <w:rtl/>
        </w:rPr>
        <w:t xml:space="preserve">و امامان </w:t>
      </w:r>
      <w:r w:rsidR="000C598D" w:rsidRPr="000C598D">
        <w:rPr>
          <w:rStyle w:val="libAlaemChar"/>
          <w:rtl/>
        </w:rPr>
        <w:t>عليهم‌السلام</w:t>
      </w:r>
      <w:r w:rsidR="007D3118">
        <w:rPr>
          <w:rtl/>
        </w:rPr>
        <w:t xml:space="preserve"> </w:t>
      </w:r>
      <w:r>
        <w:rPr>
          <w:rtl/>
        </w:rPr>
        <w:t xml:space="preserve">قرار ده كه اطاعت آن ها را واجب شمردى و از آن كسان كه به سبب ايشان و به دست امر ائمه </w:t>
      </w:r>
      <w:r w:rsidR="000C598D" w:rsidRPr="000C598D">
        <w:rPr>
          <w:rStyle w:val="libAlaemChar"/>
          <w:rtl/>
        </w:rPr>
        <w:t>عليهم‌السلام</w:t>
      </w:r>
      <w:r w:rsidR="007D3118">
        <w:rPr>
          <w:rtl/>
        </w:rPr>
        <w:t xml:space="preserve"> </w:t>
      </w:r>
      <w:r>
        <w:rPr>
          <w:rtl/>
        </w:rPr>
        <w:t>اجرا گردد</w:t>
      </w:r>
      <w:r w:rsidR="007D3118">
        <w:rPr>
          <w:rtl/>
        </w:rPr>
        <w:t xml:space="preserve">، </w:t>
      </w:r>
      <w:r>
        <w:rPr>
          <w:rtl/>
        </w:rPr>
        <w:t>آمين رب العالمين</w:t>
      </w:r>
      <w:r w:rsidR="007D3118">
        <w:rPr>
          <w:rtl/>
        </w:rPr>
        <w:t xml:space="preserve">. </w:t>
      </w:r>
    </w:p>
    <w:p w:rsidR="00587D34" w:rsidRDefault="00587D34" w:rsidP="00587D34">
      <w:pPr>
        <w:pStyle w:val="libNormal"/>
        <w:rPr>
          <w:rtl/>
        </w:rPr>
      </w:pPr>
      <w:r>
        <w:rPr>
          <w:rtl/>
        </w:rPr>
        <w:t>13</w:t>
      </w:r>
      <w:r w:rsidR="007D3118">
        <w:rPr>
          <w:rtl/>
        </w:rPr>
        <w:t xml:space="preserve">. </w:t>
      </w:r>
      <w:r>
        <w:rPr>
          <w:rtl/>
        </w:rPr>
        <w:t>خدايا</w:t>
      </w:r>
      <w:r w:rsidR="007D3118">
        <w:rPr>
          <w:rtl/>
        </w:rPr>
        <w:t xml:space="preserve">، </w:t>
      </w:r>
      <w:r>
        <w:rPr>
          <w:rtl/>
        </w:rPr>
        <w:t>خشم تو را جز حلم تو فرو ننشاند</w:t>
      </w:r>
      <w:r w:rsidR="007D3118">
        <w:rPr>
          <w:rtl/>
        </w:rPr>
        <w:t xml:space="preserve">، </w:t>
      </w:r>
      <w:r>
        <w:rPr>
          <w:rtl/>
        </w:rPr>
        <w:t>و عضب تو را بخشايش تو باز نگرداند و از عذاب تو جز رحمت تو هيچ پناه نباشد</w:t>
      </w:r>
      <w:r w:rsidR="007D3118">
        <w:rPr>
          <w:rtl/>
        </w:rPr>
        <w:t xml:space="preserve">، </w:t>
      </w:r>
      <w:r>
        <w:rPr>
          <w:rtl/>
        </w:rPr>
        <w:t>چيزى مرا از عتاب تو حفظ نكند مگر لابه و زارى پيش تو</w:t>
      </w:r>
      <w:r w:rsidR="007D3118">
        <w:rPr>
          <w:rtl/>
        </w:rPr>
        <w:t xml:space="preserve">، </w:t>
      </w:r>
      <w:r>
        <w:rPr>
          <w:rtl/>
        </w:rPr>
        <w:t>پس درود بر محمد و آل او فرست</w:t>
      </w:r>
      <w:r w:rsidR="007D3118">
        <w:rPr>
          <w:rtl/>
        </w:rPr>
        <w:t xml:space="preserve">، </w:t>
      </w:r>
      <w:r>
        <w:rPr>
          <w:rtl/>
        </w:rPr>
        <w:t>و و از نزد خويش اى خداى من گشايش ده</w:t>
      </w:r>
      <w:r w:rsidR="007D3118">
        <w:rPr>
          <w:rtl/>
        </w:rPr>
        <w:t xml:space="preserve">، </w:t>
      </w:r>
      <w:r>
        <w:rPr>
          <w:rtl/>
        </w:rPr>
        <w:t>به همان توانايى كه مردگان را بدان زنده مى كنى</w:t>
      </w:r>
      <w:r w:rsidR="007D3118">
        <w:rPr>
          <w:rtl/>
        </w:rPr>
        <w:t xml:space="preserve">، </w:t>
      </w:r>
      <w:r>
        <w:rPr>
          <w:rtl/>
        </w:rPr>
        <w:t>و زمين هاى خشك را سيراب مى گردانى</w:t>
      </w:r>
      <w:r w:rsidR="007D3118">
        <w:rPr>
          <w:rtl/>
        </w:rPr>
        <w:t xml:space="preserve">. </w:t>
      </w:r>
    </w:p>
    <w:p w:rsidR="00587D34" w:rsidRDefault="00587D34" w:rsidP="00587D34">
      <w:pPr>
        <w:pStyle w:val="libNormal"/>
        <w:rPr>
          <w:rtl/>
        </w:rPr>
      </w:pPr>
      <w:r>
        <w:rPr>
          <w:rtl/>
        </w:rPr>
        <w:lastRenderedPageBreak/>
        <w:t>14</w:t>
      </w:r>
      <w:r w:rsidR="007D3118">
        <w:rPr>
          <w:rtl/>
        </w:rPr>
        <w:t xml:space="preserve">. </w:t>
      </w:r>
      <w:r>
        <w:rPr>
          <w:rtl/>
        </w:rPr>
        <w:t>اى خدا! مرا به اندوه هلاك مكن</w:t>
      </w:r>
      <w:r w:rsidR="007D3118">
        <w:rPr>
          <w:rtl/>
        </w:rPr>
        <w:t xml:space="preserve">، </w:t>
      </w:r>
      <w:r>
        <w:rPr>
          <w:rtl/>
        </w:rPr>
        <w:t>بلكه دعاى مرا مستجاب گردان و به من بشناسان كه دعاى مرا مستجاب كرده اى و مزه عافيت را تا زنده ام به من بچشان</w:t>
      </w:r>
      <w:r w:rsidR="007D3118">
        <w:rPr>
          <w:rtl/>
        </w:rPr>
        <w:t xml:space="preserve">، </w:t>
      </w:r>
      <w:r>
        <w:rPr>
          <w:rtl/>
        </w:rPr>
        <w:t>و دشمن شاد مرا به مصيبت من شاد مكن</w:t>
      </w:r>
      <w:r w:rsidR="007D3118">
        <w:rPr>
          <w:rtl/>
        </w:rPr>
        <w:t xml:space="preserve">، </w:t>
      </w:r>
      <w:r>
        <w:rPr>
          <w:rtl/>
        </w:rPr>
        <w:t>و او را بر گردن من مستولى مگردان و بر من چيره مكن</w:t>
      </w:r>
      <w:r w:rsidR="007D3118">
        <w:rPr>
          <w:rtl/>
        </w:rPr>
        <w:t xml:space="preserve">. </w:t>
      </w:r>
    </w:p>
    <w:p w:rsidR="00587D34" w:rsidRDefault="00587D34" w:rsidP="00587D34">
      <w:pPr>
        <w:pStyle w:val="libNormal"/>
        <w:rPr>
          <w:rtl/>
        </w:rPr>
      </w:pPr>
      <w:r>
        <w:rPr>
          <w:rtl/>
        </w:rPr>
        <w:t>15</w:t>
      </w:r>
      <w:r w:rsidR="007D3118">
        <w:rPr>
          <w:rtl/>
        </w:rPr>
        <w:t xml:space="preserve">. </w:t>
      </w:r>
      <w:r>
        <w:rPr>
          <w:rtl/>
        </w:rPr>
        <w:t>خدايا اگر مرتبه مرا بلند گردانى كه مى تواند (مرا</w:t>
      </w:r>
      <w:r w:rsidR="007D3118">
        <w:rPr>
          <w:rtl/>
        </w:rPr>
        <w:t xml:space="preserve">) </w:t>
      </w:r>
      <w:r>
        <w:rPr>
          <w:rtl/>
        </w:rPr>
        <w:t>زير دست كند؟ و اگر مرا زير دست كنى كه مى تواند مرا سربلند گرداند؟ و اگر مرا گرامى دارى كيست مرا خوار كند؟ و اگر مرا خوار كنى كيست كه مرا گرامى دارد</w:t>
      </w:r>
      <w:r w:rsidR="007D3118">
        <w:rPr>
          <w:rtl/>
        </w:rPr>
        <w:t xml:space="preserve">، </w:t>
      </w:r>
      <w:r>
        <w:rPr>
          <w:rtl/>
        </w:rPr>
        <w:t>اگر مرا تو عذاب كنى كيست كه بر من ببخشايد و اگر خواهى مرا نابود سازى كه مى تواند تو را از تاءديب بنده خود باز دارد يا علت عمل تو را بپرسد</w:t>
      </w:r>
      <w:r w:rsidR="007D3118">
        <w:rPr>
          <w:rtl/>
        </w:rPr>
        <w:t xml:space="preserve">، </w:t>
      </w:r>
      <w:r>
        <w:rPr>
          <w:rtl/>
        </w:rPr>
        <w:t>و من دانسته ام كه در فرمان تو ستم نيست</w:t>
      </w:r>
      <w:r w:rsidR="007D3118">
        <w:rPr>
          <w:rtl/>
        </w:rPr>
        <w:t xml:space="preserve">، </w:t>
      </w:r>
      <w:r>
        <w:rPr>
          <w:rtl/>
        </w:rPr>
        <w:t>و در كيفر گناه شتاب نمى فرمايى</w:t>
      </w:r>
      <w:r w:rsidR="007D3118">
        <w:rPr>
          <w:rtl/>
        </w:rPr>
        <w:t xml:space="preserve">. </w:t>
      </w:r>
    </w:p>
    <w:p w:rsidR="00587D34" w:rsidRDefault="00587D34" w:rsidP="00587D34">
      <w:pPr>
        <w:pStyle w:val="libNormal"/>
        <w:rPr>
          <w:rtl/>
        </w:rPr>
      </w:pPr>
      <w:r>
        <w:rPr>
          <w:rtl/>
        </w:rPr>
        <w:t>كسى شتاب كند كه بترسد قدرت از چنگ او بيرون رود</w:t>
      </w:r>
      <w:r w:rsidR="007D3118">
        <w:rPr>
          <w:rtl/>
        </w:rPr>
        <w:t xml:space="preserve">، </w:t>
      </w:r>
      <w:r>
        <w:rPr>
          <w:rtl/>
        </w:rPr>
        <w:t>و كسى ظلم كند كه ناتوان باشد تو از اين صفات نكوهيده بالاترى اى خداى من</w:t>
      </w:r>
      <w:r w:rsidR="007D3118">
        <w:rPr>
          <w:rtl/>
        </w:rPr>
        <w:t xml:space="preserve">. </w:t>
      </w:r>
    </w:p>
    <w:p w:rsidR="00587D34" w:rsidRDefault="00587D34" w:rsidP="00587D34">
      <w:pPr>
        <w:pStyle w:val="libNormal"/>
        <w:rPr>
          <w:rtl/>
        </w:rPr>
      </w:pPr>
      <w:r>
        <w:rPr>
          <w:rtl/>
        </w:rPr>
        <w:t>16</w:t>
      </w:r>
      <w:r w:rsidR="007D3118">
        <w:rPr>
          <w:rtl/>
        </w:rPr>
        <w:t xml:space="preserve">. </w:t>
      </w:r>
      <w:r>
        <w:rPr>
          <w:rtl/>
        </w:rPr>
        <w:t>خدايا درود بر محمد و آل او فرست</w:t>
      </w:r>
      <w:r w:rsidR="007D3118">
        <w:rPr>
          <w:rtl/>
        </w:rPr>
        <w:t xml:space="preserve">، </w:t>
      </w:r>
      <w:r>
        <w:rPr>
          <w:rtl/>
        </w:rPr>
        <w:t>و مرا نشانه تير بلا قرار مده و برايم شكنجه و عذاب بر پاى مدار و مرا مهلت ده</w:t>
      </w:r>
      <w:r w:rsidR="007D3118">
        <w:rPr>
          <w:rtl/>
        </w:rPr>
        <w:t xml:space="preserve">، </w:t>
      </w:r>
      <w:r>
        <w:rPr>
          <w:rtl/>
        </w:rPr>
        <w:t xml:space="preserve">و </w:t>
      </w:r>
      <w:r w:rsidR="00F57255">
        <w:rPr>
          <w:rtl/>
        </w:rPr>
        <w:t>تأخیر</w:t>
      </w:r>
      <w:r>
        <w:rPr>
          <w:rtl/>
        </w:rPr>
        <w:t xml:space="preserve"> كن و از لغزش مار دستگير و بلاى پى در پى مفرست كه ناتوانى مرا مى دانى و بيچارگى و زارى مرا مى بينى</w:t>
      </w:r>
      <w:r w:rsidR="007D3118">
        <w:rPr>
          <w:rtl/>
        </w:rPr>
        <w:t xml:space="preserve">. </w:t>
      </w:r>
    </w:p>
    <w:p w:rsidR="00587D34" w:rsidRDefault="00587D34" w:rsidP="00587D34">
      <w:pPr>
        <w:pStyle w:val="libNormal"/>
        <w:rPr>
          <w:rtl/>
        </w:rPr>
      </w:pPr>
      <w:r>
        <w:rPr>
          <w:rtl/>
        </w:rPr>
        <w:t>17</w:t>
      </w:r>
      <w:r w:rsidR="007D3118">
        <w:rPr>
          <w:rtl/>
        </w:rPr>
        <w:t xml:space="preserve">. </w:t>
      </w:r>
      <w:r>
        <w:rPr>
          <w:rtl/>
        </w:rPr>
        <w:t>خدايا! امروز از خشم تو پناه به تو مى برم</w:t>
      </w:r>
      <w:r w:rsidR="007D3118">
        <w:rPr>
          <w:rtl/>
        </w:rPr>
        <w:t xml:space="preserve">، </w:t>
      </w:r>
      <w:r>
        <w:rPr>
          <w:rtl/>
        </w:rPr>
        <w:t>پس درود بر محمد و آل او فرست و مرا در پناه خود گير</w:t>
      </w:r>
      <w:r w:rsidR="007D3118">
        <w:rPr>
          <w:rtl/>
        </w:rPr>
        <w:t xml:space="preserve">. </w:t>
      </w:r>
    </w:p>
    <w:p w:rsidR="00587D34" w:rsidRDefault="00587D34" w:rsidP="00587D34">
      <w:pPr>
        <w:pStyle w:val="libNormal"/>
        <w:rPr>
          <w:rtl/>
        </w:rPr>
      </w:pPr>
      <w:r>
        <w:rPr>
          <w:rtl/>
        </w:rPr>
        <w:t>18</w:t>
      </w:r>
      <w:r w:rsidR="007D3118">
        <w:rPr>
          <w:rtl/>
        </w:rPr>
        <w:t xml:space="preserve">. </w:t>
      </w:r>
      <w:r>
        <w:rPr>
          <w:rtl/>
        </w:rPr>
        <w:t>امروز از غضب تو از تو زنهار مى خواهم</w:t>
      </w:r>
      <w:r w:rsidR="007D3118">
        <w:rPr>
          <w:rtl/>
        </w:rPr>
        <w:t xml:space="preserve">، </w:t>
      </w:r>
      <w:r>
        <w:rPr>
          <w:rtl/>
        </w:rPr>
        <w:t>پس درود بر محمد و آل او فرست و مرا زنهارى ده</w:t>
      </w:r>
      <w:r w:rsidR="007D3118">
        <w:rPr>
          <w:rtl/>
        </w:rPr>
        <w:t xml:space="preserve">. </w:t>
      </w:r>
    </w:p>
    <w:p w:rsidR="00587D34" w:rsidRDefault="00587D34" w:rsidP="00587D34">
      <w:pPr>
        <w:pStyle w:val="libNormal"/>
        <w:rPr>
          <w:rtl/>
        </w:rPr>
      </w:pPr>
      <w:r>
        <w:rPr>
          <w:rtl/>
        </w:rPr>
        <w:t>19</w:t>
      </w:r>
      <w:r w:rsidR="007D3118">
        <w:rPr>
          <w:rtl/>
        </w:rPr>
        <w:t xml:space="preserve">. </w:t>
      </w:r>
      <w:r>
        <w:rPr>
          <w:rtl/>
        </w:rPr>
        <w:t>از عذاب تو ايمنى مى خواهم</w:t>
      </w:r>
      <w:r w:rsidR="007D3118">
        <w:rPr>
          <w:rtl/>
        </w:rPr>
        <w:t xml:space="preserve">، </w:t>
      </w:r>
      <w:r>
        <w:rPr>
          <w:rtl/>
        </w:rPr>
        <w:t>بر محمد و آل او درود فرست و مرا ايمن گردان</w:t>
      </w:r>
      <w:r w:rsidR="007D3118">
        <w:rPr>
          <w:rtl/>
        </w:rPr>
        <w:t xml:space="preserve">. </w:t>
      </w:r>
    </w:p>
    <w:p w:rsidR="00587D34" w:rsidRDefault="00587D34" w:rsidP="00587D34">
      <w:pPr>
        <w:pStyle w:val="libNormal"/>
        <w:rPr>
          <w:rtl/>
        </w:rPr>
      </w:pPr>
      <w:r>
        <w:rPr>
          <w:rtl/>
        </w:rPr>
        <w:lastRenderedPageBreak/>
        <w:t>20</w:t>
      </w:r>
      <w:r w:rsidR="007D3118">
        <w:rPr>
          <w:rtl/>
        </w:rPr>
        <w:t xml:space="preserve">. </w:t>
      </w:r>
      <w:r>
        <w:rPr>
          <w:rtl/>
        </w:rPr>
        <w:t>از تو هدايت مى خواهم</w:t>
      </w:r>
      <w:r w:rsidR="007D3118">
        <w:rPr>
          <w:rtl/>
        </w:rPr>
        <w:t xml:space="preserve">، </w:t>
      </w:r>
      <w:r>
        <w:rPr>
          <w:rtl/>
        </w:rPr>
        <w:t>پس درود بر محمد و آل او فرست و مرا هدايت كن</w:t>
      </w:r>
      <w:r w:rsidR="007D3118">
        <w:rPr>
          <w:rtl/>
        </w:rPr>
        <w:t xml:space="preserve">. </w:t>
      </w:r>
    </w:p>
    <w:p w:rsidR="00587D34" w:rsidRDefault="00587D34" w:rsidP="00587D34">
      <w:pPr>
        <w:pStyle w:val="libNormal"/>
        <w:rPr>
          <w:rtl/>
        </w:rPr>
      </w:pPr>
      <w:r>
        <w:rPr>
          <w:rtl/>
        </w:rPr>
        <w:t>21</w:t>
      </w:r>
      <w:r w:rsidR="007D3118">
        <w:rPr>
          <w:rtl/>
        </w:rPr>
        <w:t xml:space="preserve">. </w:t>
      </w:r>
      <w:r>
        <w:rPr>
          <w:rtl/>
        </w:rPr>
        <w:t>از تو يارى مى خواهم بر محمد و آل او درود فرست و مرا يارى كن</w:t>
      </w:r>
      <w:r w:rsidR="007D3118">
        <w:rPr>
          <w:rtl/>
        </w:rPr>
        <w:t xml:space="preserve">. </w:t>
      </w:r>
    </w:p>
    <w:p w:rsidR="00587D34" w:rsidRDefault="00587D34" w:rsidP="00587D34">
      <w:pPr>
        <w:pStyle w:val="libNormal"/>
        <w:rPr>
          <w:rtl/>
        </w:rPr>
      </w:pPr>
      <w:r>
        <w:rPr>
          <w:rtl/>
        </w:rPr>
        <w:t>22</w:t>
      </w:r>
      <w:r w:rsidR="007D3118">
        <w:rPr>
          <w:rtl/>
        </w:rPr>
        <w:t xml:space="preserve">. </w:t>
      </w:r>
      <w:r>
        <w:rPr>
          <w:rtl/>
        </w:rPr>
        <w:t>از تو بخشايش مى خواهم</w:t>
      </w:r>
      <w:r w:rsidR="007D3118">
        <w:rPr>
          <w:rtl/>
        </w:rPr>
        <w:t xml:space="preserve">، </w:t>
      </w:r>
      <w:r>
        <w:rPr>
          <w:rtl/>
        </w:rPr>
        <w:t>پس درود بر محمد و آل او فرست و بر من ببخشاى</w:t>
      </w:r>
      <w:r w:rsidR="007D3118">
        <w:rPr>
          <w:rtl/>
        </w:rPr>
        <w:t xml:space="preserve">. </w:t>
      </w:r>
    </w:p>
    <w:p w:rsidR="00587D34" w:rsidRDefault="00587D34" w:rsidP="00587D34">
      <w:pPr>
        <w:pStyle w:val="libNormal"/>
        <w:rPr>
          <w:rtl/>
        </w:rPr>
      </w:pPr>
      <w:r>
        <w:rPr>
          <w:rtl/>
        </w:rPr>
        <w:t>23</w:t>
      </w:r>
      <w:r w:rsidR="007D3118">
        <w:rPr>
          <w:rtl/>
        </w:rPr>
        <w:t xml:space="preserve">. </w:t>
      </w:r>
      <w:r>
        <w:rPr>
          <w:rtl/>
        </w:rPr>
        <w:t>و كفايت حال خود از تو مى خواهم</w:t>
      </w:r>
      <w:r w:rsidR="007D3118">
        <w:rPr>
          <w:rtl/>
        </w:rPr>
        <w:t xml:space="preserve">، </w:t>
      </w:r>
      <w:r>
        <w:rPr>
          <w:rtl/>
        </w:rPr>
        <w:t>پس درود بر محمد و آل او فرست و كفايت حال من كن</w:t>
      </w:r>
      <w:r w:rsidR="007D3118">
        <w:rPr>
          <w:rtl/>
        </w:rPr>
        <w:t xml:space="preserve">. </w:t>
      </w:r>
    </w:p>
    <w:p w:rsidR="00587D34" w:rsidRDefault="00587D34" w:rsidP="00587D34">
      <w:pPr>
        <w:pStyle w:val="libNormal"/>
        <w:rPr>
          <w:rtl/>
        </w:rPr>
      </w:pPr>
      <w:r>
        <w:rPr>
          <w:rtl/>
        </w:rPr>
        <w:t>24</w:t>
      </w:r>
      <w:r w:rsidR="007D3118">
        <w:rPr>
          <w:rtl/>
        </w:rPr>
        <w:t xml:space="preserve">. </w:t>
      </w:r>
      <w:r>
        <w:rPr>
          <w:rtl/>
        </w:rPr>
        <w:t>و از تو روزى ميخواهم</w:t>
      </w:r>
      <w:r w:rsidR="007D3118">
        <w:rPr>
          <w:rtl/>
        </w:rPr>
        <w:t xml:space="preserve">، </w:t>
      </w:r>
      <w:r>
        <w:rPr>
          <w:rtl/>
        </w:rPr>
        <w:t>پس درود بر محمد و آل او فرست و مرا روزى ده</w:t>
      </w:r>
      <w:r w:rsidR="007D3118">
        <w:rPr>
          <w:rtl/>
        </w:rPr>
        <w:t xml:space="preserve">. </w:t>
      </w:r>
    </w:p>
    <w:p w:rsidR="00587D34" w:rsidRDefault="00587D34" w:rsidP="00587D34">
      <w:pPr>
        <w:pStyle w:val="libNormal"/>
        <w:rPr>
          <w:rtl/>
        </w:rPr>
      </w:pPr>
      <w:r>
        <w:rPr>
          <w:rtl/>
        </w:rPr>
        <w:t>25</w:t>
      </w:r>
      <w:r w:rsidR="007D3118">
        <w:rPr>
          <w:rtl/>
        </w:rPr>
        <w:t xml:space="preserve">. </w:t>
      </w:r>
      <w:r>
        <w:rPr>
          <w:rtl/>
        </w:rPr>
        <w:t>و از تو استعانت ميجويم</w:t>
      </w:r>
      <w:r w:rsidR="007D3118">
        <w:rPr>
          <w:rtl/>
        </w:rPr>
        <w:t xml:space="preserve">، </w:t>
      </w:r>
      <w:r>
        <w:rPr>
          <w:rtl/>
        </w:rPr>
        <w:t>پس درود بر محمد و آل او فرست و مرا اعانت كن</w:t>
      </w:r>
      <w:r w:rsidR="007D3118">
        <w:rPr>
          <w:rtl/>
        </w:rPr>
        <w:t xml:space="preserve">. </w:t>
      </w:r>
    </w:p>
    <w:p w:rsidR="00587D34" w:rsidRDefault="00587D34" w:rsidP="00587D34">
      <w:pPr>
        <w:pStyle w:val="libNormal"/>
        <w:rPr>
          <w:rtl/>
        </w:rPr>
      </w:pPr>
      <w:r>
        <w:rPr>
          <w:rtl/>
        </w:rPr>
        <w:t>26</w:t>
      </w:r>
      <w:r w:rsidR="007D3118">
        <w:rPr>
          <w:rtl/>
        </w:rPr>
        <w:t xml:space="preserve">. </w:t>
      </w:r>
      <w:r>
        <w:rPr>
          <w:rtl/>
        </w:rPr>
        <w:t>و از تو براى گناهان گذشته خود آمرزش مى طلبم</w:t>
      </w:r>
      <w:r w:rsidR="007D3118">
        <w:rPr>
          <w:rtl/>
        </w:rPr>
        <w:t xml:space="preserve">، </w:t>
      </w:r>
      <w:r>
        <w:rPr>
          <w:rtl/>
        </w:rPr>
        <w:t>پس درود بر محمد و آل او فرست و مرا بيامرز</w:t>
      </w:r>
      <w:r w:rsidR="007D3118">
        <w:rPr>
          <w:rtl/>
        </w:rPr>
        <w:t xml:space="preserve">. </w:t>
      </w:r>
    </w:p>
    <w:p w:rsidR="00587D34" w:rsidRDefault="00587D34" w:rsidP="00587D34">
      <w:pPr>
        <w:pStyle w:val="libNormal"/>
        <w:rPr>
          <w:rtl/>
        </w:rPr>
      </w:pPr>
      <w:r>
        <w:rPr>
          <w:rtl/>
        </w:rPr>
        <w:t>27</w:t>
      </w:r>
      <w:r w:rsidR="007D3118">
        <w:rPr>
          <w:rtl/>
        </w:rPr>
        <w:t xml:space="preserve">. </w:t>
      </w:r>
      <w:r>
        <w:rPr>
          <w:rtl/>
        </w:rPr>
        <w:t>و از تو مى خواهم مرا نگاهدارى كنى</w:t>
      </w:r>
      <w:r w:rsidR="007D3118">
        <w:rPr>
          <w:rtl/>
        </w:rPr>
        <w:t xml:space="preserve">، </w:t>
      </w:r>
      <w:r>
        <w:rPr>
          <w:rtl/>
        </w:rPr>
        <w:t>پس درود بر محمد و آل او فرست و مرا از هر ناپسندى نگاه دار كه اگر اراده تو باشد به هيچ كار زشت آلوده نشوم</w:t>
      </w:r>
      <w:r w:rsidR="007D3118">
        <w:rPr>
          <w:rtl/>
        </w:rPr>
        <w:t xml:space="preserve">. </w:t>
      </w:r>
    </w:p>
    <w:p w:rsidR="00587D34" w:rsidRDefault="00587D34" w:rsidP="00587D34">
      <w:pPr>
        <w:pStyle w:val="libNormal"/>
        <w:rPr>
          <w:rtl/>
        </w:rPr>
      </w:pPr>
      <w:r>
        <w:rPr>
          <w:rtl/>
        </w:rPr>
        <w:t>28</w:t>
      </w:r>
      <w:r w:rsidR="007D3118">
        <w:rPr>
          <w:rtl/>
        </w:rPr>
        <w:t xml:space="preserve">. </w:t>
      </w:r>
      <w:r>
        <w:rPr>
          <w:rtl/>
        </w:rPr>
        <w:t>اى پروردگار</w:t>
      </w:r>
      <w:r w:rsidR="007D3118">
        <w:rPr>
          <w:rtl/>
        </w:rPr>
        <w:t xml:space="preserve">، </w:t>
      </w:r>
      <w:r>
        <w:rPr>
          <w:rtl/>
        </w:rPr>
        <w:t>اى پروردگار مهربان</w:t>
      </w:r>
      <w:r w:rsidR="007D3118">
        <w:rPr>
          <w:rtl/>
        </w:rPr>
        <w:t xml:space="preserve">، </w:t>
      </w:r>
      <w:r>
        <w:rPr>
          <w:rtl/>
        </w:rPr>
        <w:t>بخشنده</w:t>
      </w:r>
      <w:r w:rsidR="007D3118">
        <w:rPr>
          <w:rtl/>
        </w:rPr>
        <w:t xml:space="preserve">، </w:t>
      </w:r>
      <w:r>
        <w:rPr>
          <w:rtl/>
        </w:rPr>
        <w:t>اى صاحب بزرگيو كرم</w:t>
      </w:r>
      <w:r w:rsidR="007D3118">
        <w:rPr>
          <w:rtl/>
        </w:rPr>
        <w:t xml:space="preserve">، </w:t>
      </w:r>
      <w:r>
        <w:rPr>
          <w:rtl/>
        </w:rPr>
        <w:t>درود بر محمد و آل او فرست</w:t>
      </w:r>
      <w:r w:rsidR="007D3118">
        <w:rPr>
          <w:rtl/>
        </w:rPr>
        <w:t xml:space="preserve">، </w:t>
      </w:r>
      <w:r>
        <w:rPr>
          <w:rtl/>
        </w:rPr>
        <w:t>و همه آنچه از تو خواستم و طلب كردم و براى آن روى سوى تو آوردم اجابت فرما</w:t>
      </w:r>
      <w:r w:rsidR="007D3118">
        <w:rPr>
          <w:rtl/>
        </w:rPr>
        <w:t xml:space="preserve">، </w:t>
      </w:r>
      <w:r>
        <w:rPr>
          <w:rtl/>
        </w:rPr>
        <w:t>و بخواه و مقدر كن و بدان فرمان ده واجرا كن</w:t>
      </w:r>
      <w:r w:rsidR="007D3118">
        <w:rPr>
          <w:rtl/>
        </w:rPr>
        <w:t xml:space="preserve">، </w:t>
      </w:r>
      <w:r w:rsidRPr="00AA3CBA">
        <w:rPr>
          <w:rStyle w:val="libFootnotenumChar"/>
          <w:rtl/>
        </w:rPr>
        <w:t>(146</w:t>
      </w:r>
      <w:r w:rsidR="007D3118" w:rsidRPr="00AA3CBA">
        <w:rPr>
          <w:rStyle w:val="libFootnotenumChar"/>
          <w:rtl/>
        </w:rPr>
        <w:t>)</w:t>
      </w:r>
      <w:r>
        <w:rPr>
          <w:rtl/>
        </w:rPr>
        <w:t xml:space="preserve"> و خير براى من پيش آور و آن را بر من مبارك گردان و تفضل بر من و به آنچه عطا مى كنى مرا خوشبخت گردان</w:t>
      </w:r>
      <w:r w:rsidR="007D3118">
        <w:rPr>
          <w:rtl/>
        </w:rPr>
        <w:t xml:space="preserve">، </w:t>
      </w:r>
      <w:r>
        <w:rPr>
          <w:rtl/>
        </w:rPr>
        <w:t>و از فضل خود بيش از آنچه خواستم بده</w:t>
      </w:r>
      <w:r w:rsidR="007D3118">
        <w:rPr>
          <w:rtl/>
        </w:rPr>
        <w:t xml:space="preserve">، </w:t>
      </w:r>
      <w:r>
        <w:rPr>
          <w:rtl/>
        </w:rPr>
        <w:t>و از گنج پهناور خوئد بخشش كن كه تو هم توانگرى و هم كريم</w:t>
      </w:r>
      <w:r w:rsidR="007D3118">
        <w:rPr>
          <w:rtl/>
        </w:rPr>
        <w:t xml:space="preserve">. </w:t>
      </w:r>
    </w:p>
    <w:p w:rsidR="00587D34" w:rsidRDefault="00587D34" w:rsidP="00587D34">
      <w:pPr>
        <w:pStyle w:val="libNormal"/>
        <w:rPr>
          <w:rtl/>
        </w:rPr>
      </w:pPr>
      <w:r>
        <w:rPr>
          <w:rtl/>
        </w:rPr>
        <w:lastRenderedPageBreak/>
        <w:t>و اين خير را به خير آخرت و نعيم آن پيوسته كن</w:t>
      </w:r>
      <w:r w:rsidR="007D3118">
        <w:rPr>
          <w:rtl/>
        </w:rPr>
        <w:t xml:space="preserve">، </w:t>
      </w:r>
      <w:r>
        <w:rPr>
          <w:rtl/>
        </w:rPr>
        <w:t>يا ارحم الراحمين</w:t>
      </w:r>
      <w:r w:rsidR="007D3118">
        <w:rPr>
          <w:rtl/>
        </w:rPr>
        <w:t xml:space="preserve">، </w:t>
      </w:r>
    </w:p>
    <w:p w:rsidR="00587D34" w:rsidRDefault="00587D34" w:rsidP="00587D34">
      <w:pPr>
        <w:pStyle w:val="libNormal"/>
        <w:rPr>
          <w:rtl/>
        </w:rPr>
      </w:pPr>
      <w:r>
        <w:rPr>
          <w:rtl/>
        </w:rPr>
        <w:t>آنگاه هرچه به خاطرت رسد از خداوند بخواه</w:t>
      </w:r>
      <w:r w:rsidR="007D3118">
        <w:rPr>
          <w:rtl/>
        </w:rPr>
        <w:t xml:space="preserve">، </w:t>
      </w:r>
      <w:r w:rsidRPr="00AA3CBA">
        <w:rPr>
          <w:rStyle w:val="libFootnotenumChar"/>
          <w:rtl/>
        </w:rPr>
        <w:t>(147</w:t>
      </w:r>
      <w:r w:rsidR="007D3118" w:rsidRPr="00AA3CBA">
        <w:rPr>
          <w:rStyle w:val="libFootnotenumChar"/>
          <w:rtl/>
        </w:rPr>
        <w:t>)</w:t>
      </w:r>
      <w:r>
        <w:rPr>
          <w:rtl/>
        </w:rPr>
        <w:t xml:space="preserve"> و بر محمد و آلش ‍ صلوات فرست هزار بار كه آن حضرت چنين ميكرد</w:t>
      </w:r>
      <w:r w:rsidR="007D3118">
        <w:rPr>
          <w:rtl/>
        </w:rPr>
        <w:t xml:space="preserve">. </w:t>
      </w:r>
    </w:p>
    <w:p w:rsidR="00587D34" w:rsidRDefault="00C46FA9" w:rsidP="004C63D0">
      <w:pPr>
        <w:pStyle w:val="Heading2"/>
        <w:rPr>
          <w:rtl/>
        </w:rPr>
      </w:pPr>
      <w:r>
        <w:br w:type="page"/>
      </w:r>
      <w:bookmarkStart w:id="102" w:name="_Toc394915231"/>
      <w:r w:rsidR="00AA3CBA">
        <w:lastRenderedPageBreak/>
        <w:t>49</w:t>
      </w:r>
      <w:r w:rsidR="00AA3CBA">
        <w:rPr>
          <w:rtl/>
        </w:rPr>
        <w:t xml:space="preserve"> وَ كَانَ مِنْ دُعَائِهِ عَلَيْهِ السَّلامُ فِى دِفَاعِ كَيْدِ الْأَعْدَاءِ، وَ رَدِّ بَأْسِهِمْ:</w:t>
      </w:r>
      <w:bookmarkEnd w:id="102"/>
      <w:r w:rsidR="00AA3CBA">
        <w:rPr>
          <w:rtl/>
        </w:rPr>
        <w:t xml:space="preserve"> </w:t>
      </w:r>
    </w:p>
    <w:p w:rsidR="00587D34" w:rsidRDefault="00587D34" w:rsidP="00587D34">
      <w:pPr>
        <w:pStyle w:val="libNormal"/>
        <w:rPr>
          <w:rtl/>
        </w:rPr>
      </w:pPr>
      <w:r>
        <w:rPr>
          <w:rtl/>
        </w:rPr>
        <w:t>(1</w:t>
      </w:r>
      <w:r w:rsidR="007D3118">
        <w:rPr>
          <w:rtl/>
        </w:rPr>
        <w:t xml:space="preserve">) </w:t>
      </w:r>
      <w:r>
        <w:rPr>
          <w:rtl/>
        </w:rPr>
        <w:t>إِلَهِى هَدَيْتَنِى فَلَهَوْتُ</w:t>
      </w:r>
      <w:r w:rsidR="007D3118">
        <w:rPr>
          <w:rtl/>
        </w:rPr>
        <w:t xml:space="preserve">، </w:t>
      </w:r>
      <w:r>
        <w:rPr>
          <w:rtl/>
        </w:rPr>
        <w:t>وَ وَعَظْتَ فَقَسَوْتُ</w:t>
      </w:r>
      <w:r w:rsidR="007D3118">
        <w:rPr>
          <w:rtl/>
        </w:rPr>
        <w:t xml:space="preserve">، </w:t>
      </w:r>
      <w:r>
        <w:rPr>
          <w:rtl/>
        </w:rPr>
        <w:t>وَ أَبْلَيْتَ الْجَمِيلَ فَعَصَيْتُ</w:t>
      </w:r>
      <w:r w:rsidR="007D3118">
        <w:rPr>
          <w:rtl/>
        </w:rPr>
        <w:t xml:space="preserve">، </w:t>
      </w:r>
      <w:r>
        <w:rPr>
          <w:rtl/>
        </w:rPr>
        <w:t>ثُمَّ عَرَفْتُ مَا أَصْدَرْتَ إِذْ عَرَّفْتَنِيهِ</w:t>
      </w:r>
      <w:r w:rsidR="007D3118">
        <w:rPr>
          <w:rtl/>
        </w:rPr>
        <w:t xml:space="preserve">، </w:t>
      </w:r>
      <w:r>
        <w:rPr>
          <w:rtl/>
        </w:rPr>
        <w:t>فَاسْتَغْفَرْتُ فَأَقَلْتَ</w:t>
      </w:r>
      <w:r w:rsidR="007D3118">
        <w:rPr>
          <w:rtl/>
        </w:rPr>
        <w:t xml:space="preserve">، </w:t>
      </w:r>
      <w:r>
        <w:rPr>
          <w:rtl/>
        </w:rPr>
        <w:t>فَعُدْتُ فَسَتَرْتَ</w:t>
      </w:r>
      <w:r w:rsidR="007D3118">
        <w:rPr>
          <w:rtl/>
        </w:rPr>
        <w:t xml:space="preserve">، </w:t>
      </w:r>
      <w:r>
        <w:rPr>
          <w:rtl/>
        </w:rPr>
        <w:t>فَلَكَ - إِلَهِى - الْحَمْدُ</w:t>
      </w:r>
      <w:r w:rsidR="007D3118">
        <w:rPr>
          <w:rtl/>
        </w:rPr>
        <w:t xml:space="preserve">. </w:t>
      </w:r>
    </w:p>
    <w:p w:rsidR="00587D34" w:rsidRDefault="00587D34" w:rsidP="00587D34">
      <w:pPr>
        <w:pStyle w:val="libNormal"/>
        <w:rPr>
          <w:rtl/>
        </w:rPr>
      </w:pPr>
      <w:r>
        <w:rPr>
          <w:rtl/>
        </w:rPr>
        <w:t>(2</w:t>
      </w:r>
      <w:r w:rsidR="007D3118">
        <w:rPr>
          <w:rtl/>
        </w:rPr>
        <w:t xml:space="preserve">) </w:t>
      </w:r>
      <w:r>
        <w:rPr>
          <w:rtl/>
        </w:rPr>
        <w:t>تَقَحَّمْتُ أَوْدِيَةَ الْهَلاكِ</w:t>
      </w:r>
      <w:r w:rsidR="007D3118">
        <w:rPr>
          <w:rtl/>
        </w:rPr>
        <w:t xml:space="preserve">، </w:t>
      </w:r>
      <w:r>
        <w:rPr>
          <w:rtl/>
        </w:rPr>
        <w:t>وَ حَلَلْتُ شِعَابَ تَلَفٍ</w:t>
      </w:r>
      <w:r w:rsidR="007D3118">
        <w:rPr>
          <w:rtl/>
        </w:rPr>
        <w:t xml:space="preserve">، </w:t>
      </w:r>
      <w:r>
        <w:rPr>
          <w:rtl/>
        </w:rPr>
        <w:t>تَعَرَّضْتُ فِيهَا لِسَطَوَاتِكَ وَ بِحُلُولِهَا عُقُوبَاتِكَ</w:t>
      </w:r>
      <w:r w:rsidR="007D3118">
        <w:rPr>
          <w:rtl/>
        </w:rPr>
        <w:t xml:space="preserve">. </w:t>
      </w:r>
    </w:p>
    <w:p w:rsidR="00587D34" w:rsidRDefault="00587D34" w:rsidP="00587D34">
      <w:pPr>
        <w:pStyle w:val="libNormal"/>
        <w:rPr>
          <w:rtl/>
        </w:rPr>
      </w:pPr>
      <w:r>
        <w:rPr>
          <w:rtl/>
        </w:rPr>
        <w:t>(3</w:t>
      </w:r>
      <w:r w:rsidR="007D3118">
        <w:rPr>
          <w:rtl/>
        </w:rPr>
        <w:t xml:space="preserve">) </w:t>
      </w:r>
      <w:r>
        <w:rPr>
          <w:rtl/>
        </w:rPr>
        <w:t>وَ وَسِيلَتِى إِلَيْكَ التَّوْحِيدُ</w:t>
      </w:r>
      <w:r w:rsidR="007D3118">
        <w:rPr>
          <w:rtl/>
        </w:rPr>
        <w:t xml:space="preserve">، </w:t>
      </w:r>
      <w:r>
        <w:rPr>
          <w:rtl/>
        </w:rPr>
        <w:t>وَ ذَرِيعَتِى أَنِّى لَمْ أُشْرِكْ بِكَ شَيْئا</w:t>
      </w:r>
      <w:r w:rsidR="007D3118">
        <w:rPr>
          <w:rtl/>
        </w:rPr>
        <w:t xml:space="preserve">، </w:t>
      </w:r>
      <w:r>
        <w:rPr>
          <w:rtl/>
        </w:rPr>
        <w:t>وَ لَمْ أَتَّخِذْ مَعَكَ إِلَها</w:t>
      </w:r>
      <w:r w:rsidR="007D3118">
        <w:rPr>
          <w:rtl/>
        </w:rPr>
        <w:t xml:space="preserve">، </w:t>
      </w:r>
      <w:r>
        <w:rPr>
          <w:rtl/>
        </w:rPr>
        <w:t>وَ قَدْ فَرَرْتُ إِلَيْكَ بِنَفْسِى</w:t>
      </w:r>
      <w:r w:rsidR="007D3118">
        <w:rPr>
          <w:rtl/>
        </w:rPr>
        <w:t xml:space="preserve">، </w:t>
      </w:r>
      <w:r>
        <w:rPr>
          <w:rtl/>
        </w:rPr>
        <w:t>وَ إِلَيْكَ مَفَرُّ الْمُسى ءِ</w:t>
      </w:r>
      <w:r w:rsidR="007D3118">
        <w:rPr>
          <w:rtl/>
        </w:rPr>
        <w:t xml:space="preserve">، </w:t>
      </w:r>
      <w:r>
        <w:rPr>
          <w:rtl/>
        </w:rPr>
        <w:t>وَ مَفْزَعُ الْمُضَيِّعِ لِحَظِّ نَفْسِهِ الْمُلْتَجِى</w:t>
      </w:r>
      <w:r w:rsidR="007D3118">
        <w:rPr>
          <w:rtl/>
        </w:rPr>
        <w:t xml:space="preserve">. </w:t>
      </w:r>
    </w:p>
    <w:p w:rsidR="00587D34" w:rsidRDefault="00587D34" w:rsidP="00587D34">
      <w:pPr>
        <w:pStyle w:val="libNormal"/>
        <w:rPr>
          <w:rtl/>
        </w:rPr>
      </w:pPr>
      <w:r>
        <w:rPr>
          <w:rtl/>
        </w:rPr>
        <w:t>(4</w:t>
      </w:r>
      <w:r w:rsidR="007D3118">
        <w:rPr>
          <w:rtl/>
        </w:rPr>
        <w:t xml:space="preserve">) </w:t>
      </w:r>
      <w:r>
        <w:rPr>
          <w:rtl/>
        </w:rPr>
        <w:t>فَكَمْ مِنْ عَدُوٍّ انْتَضَى عَلَيَّ سَيْفَ عَدَاوَتِهِ</w:t>
      </w:r>
      <w:r w:rsidR="007D3118">
        <w:rPr>
          <w:rtl/>
        </w:rPr>
        <w:t xml:space="preserve">، </w:t>
      </w:r>
      <w:r>
        <w:rPr>
          <w:rtl/>
        </w:rPr>
        <w:t>وَ شَحَذَ لِى ظُبَةَ مُدْيَتِهِ</w:t>
      </w:r>
      <w:r w:rsidR="007D3118">
        <w:rPr>
          <w:rtl/>
        </w:rPr>
        <w:t xml:space="preserve">، </w:t>
      </w:r>
      <w:r>
        <w:rPr>
          <w:rtl/>
        </w:rPr>
        <w:t>وَ أَرْهَفَ لِى شَبَا حَدِّهِ</w:t>
      </w:r>
      <w:r w:rsidR="007D3118">
        <w:rPr>
          <w:rtl/>
        </w:rPr>
        <w:t xml:space="preserve">، </w:t>
      </w:r>
      <w:r>
        <w:rPr>
          <w:rtl/>
        </w:rPr>
        <w:t>وَ دَافَ لِى قَوَاتِلَ سُمُومِهِ</w:t>
      </w:r>
      <w:r w:rsidR="007D3118">
        <w:rPr>
          <w:rtl/>
        </w:rPr>
        <w:t xml:space="preserve">، </w:t>
      </w:r>
      <w:r>
        <w:rPr>
          <w:rtl/>
        </w:rPr>
        <w:t>وَ سَدَّدَ نَحْوِى صَوَائِبَ سِهَامِهِ</w:t>
      </w:r>
      <w:r w:rsidR="007D3118">
        <w:rPr>
          <w:rtl/>
        </w:rPr>
        <w:t xml:space="preserve">، </w:t>
      </w:r>
      <w:r>
        <w:rPr>
          <w:rtl/>
        </w:rPr>
        <w:t>وَ لَمْ تَنَمْ عَنِّى عَيْنُ حِرَاسَتِهِ</w:t>
      </w:r>
      <w:r w:rsidR="007D3118">
        <w:rPr>
          <w:rtl/>
        </w:rPr>
        <w:t xml:space="preserve">، </w:t>
      </w:r>
      <w:r>
        <w:rPr>
          <w:rtl/>
        </w:rPr>
        <w:t>وَ أَضْمَرَ أَنْ يَسُومَنِى الْمَكْرُوهَ</w:t>
      </w:r>
      <w:r w:rsidR="007D3118">
        <w:rPr>
          <w:rtl/>
        </w:rPr>
        <w:t xml:space="preserve">، </w:t>
      </w:r>
      <w:r>
        <w:rPr>
          <w:rtl/>
        </w:rPr>
        <w:t>وَ يُجَرِّعَنِى زُعَاقَ مَرَارَتِهِ</w:t>
      </w:r>
      <w:r w:rsidR="007D3118">
        <w:rPr>
          <w:rtl/>
        </w:rPr>
        <w:t xml:space="preserve">. </w:t>
      </w:r>
    </w:p>
    <w:p w:rsidR="00587D34" w:rsidRDefault="00587D34" w:rsidP="00587D34">
      <w:pPr>
        <w:pStyle w:val="libNormal"/>
        <w:rPr>
          <w:rtl/>
        </w:rPr>
      </w:pPr>
      <w:r>
        <w:rPr>
          <w:rtl/>
        </w:rPr>
        <w:t>(5</w:t>
      </w:r>
      <w:r w:rsidR="007D3118">
        <w:rPr>
          <w:rtl/>
        </w:rPr>
        <w:t xml:space="preserve">) </w:t>
      </w:r>
      <w:r>
        <w:rPr>
          <w:rtl/>
        </w:rPr>
        <w:t>فَنَظَرْتَ - يَا إِلَهِى - إِلَى ضَعْفِى عَنِ احْتِمَالِ الْفَوَادِحِ</w:t>
      </w:r>
      <w:r w:rsidR="007D3118">
        <w:rPr>
          <w:rtl/>
        </w:rPr>
        <w:t xml:space="preserve">، </w:t>
      </w:r>
      <w:r>
        <w:rPr>
          <w:rtl/>
        </w:rPr>
        <w:t>وَ عَجْزِى عَنِ الانْتِصَارِ مِمَّنْ قَصَدَنِى بِمُحَارَبَتِهِ</w:t>
      </w:r>
      <w:r w:rsidR="007D3118">
        <w:rPr>
          <w:rtl/>
        </w:rPr>
        <w:t xml:space="preserve">، </w:t>
      </w:r>
      <w:r>
        <w:rPr>
          <w:rtl/>
        </w:rPr>
        <w:t>وَ وَحْدَتِى فِى كَثِيرِ عَدَدِ مَنْ نَاوَانِى</w:t>
      </w:r>
      <w:r w:rsidR="007D3118">
        <w:rPr>
          <w:rtl/>
        </w:rPr>
        <w:t xml:space="preserve">، </w:t>
      </w:r>
      <w:r>
        <w:rPr>
          <w:rtl/>
        </w:rPr>
        <w:t>وَ أَرْصَدَ لِى بِالْبَلاءِ فِيمَا لَمْ أُعْمِلْ فِيهِ فِكْرِى</w:t>
      </w:r>
      <w:r w:rsidR="007D3118">
        <w:rPr>
          <w:rtl/>
        </w:rPr>
        <w:t xml:space="preserve">. </w:t>
      </w:r>
    </w:p>
    <w:p w:rsidR="00587D34" w:rsidRDefault="00587D34" w:rsidP="00587D34">
      <w:pPr>
        <w:pStyle w:val="libNormal"/>
        <w:rPr>
          <w:rtl/>
        </w:rPr>
      </w:pPr>
      <w:r>
        <w:rPr>
          <w:rtl/>
        </w:rPr>
        <w:t>(6</w:t>
      </w:r>
      <w:r w:rsidR="007D3118">
        <w:rPr>
          <w:rtl/>
        </w:rPr>
        <w:t xml:space="preserve">) </w:t>
      </w:r>
      <w:r>
        <w:rPr>
          <w:rtl/>
        </w:rPr>
        <w:t>فَابْتَدَأْتَنِى بِنَصْرِكَ</w:t>
      </w:r>
      <w:r w:rsidR="007D3118">
        <w:rPr>
          <w:rtl/>
        </w:rPr>
        <w:t xml:space="preserve">، </w:t>
      </w:r>
      <w:r>
        <w:rPr>
          <w:rtl/>
        </w:rPr>
        <w:t>وَ شَدَدْتَ أَزْرِى بِقُوَّتِكَ</w:t>
      </w:r>
      <w:r w:rsidR="007D3118">
        <w:rPr>
          <w:rtl/>
        </w:rPr>
        <w:t xml:space="preserve">، </w:t>
      </w:r>
      <w:r>
        <w:rPr>
          <w:rtl/>
        </w:rPr>
        <w:t>ثُمَّ فَلَلْتَ لِى حَدَّهُ</w:t>
      </w:r>
      <w:r w:rsidR="007D3118">
        <w:rPr>
          <w:rtl/>
        </w:rPr>
        <w:t xml:space="preserve">، </w:t>
      </w:r>
      <w:r>
        <w:rPr>
          <w:rtl/>
        </w:rPr>
        <w:t>وَ صَيَّرْتَهُ مِنْ بَعْدِ جَمْعٍ عَدِيدٍ وَحْدَهُ</w:t>
      </w:r>
      <w:r w:rsidR="007D3118">
        <w:rPr>
          <w:rtl/>
        </w:rPr>
        <w:t xml:space="preserve">، </w:t>
      </w:r>
      <w:r>
        <w:rPr>
          <w:rtl/>
        </w:rPr>
        <w:t>وَ أَعْلَيْتَ كَعْبِى عَلَيْهِ</w:t>
      </w:r>
      <w:r w:rsidR="007D3118">
        <w:rPr>
          <w:rtl/>
        </w:rPr>
        <w:t xml:space="preserve">، </w:t>
      </w:r>
      <w:r>
        <w:rPr>
          <w:rtl/>
        </w:rPr>
        <w:t>وَ جَعَلْتَ مَا سَدَّدَهُ مَرْدُودا عَلَيْهِ</w:t>
      </w:r>
      <w:r w:rsidR="007D3118">
        <w:rPr>
          <w:rtl/>
        </w:rPr>
        <w:t xml:space="preserve">، </w:t>
      </w:r>
      <w:r>
        <w:rPr>
          <w:rtl/>
        </w:rPr>
        <w:t>فَرَدَدْتَهُ لَمْ يَشْفِ غَيْظَهُ</w:t>
      </w:r>
      <w:r w:rsidR="007D3118">
        <w:rPr>
          <w:rtl/>
        </w:rPr>
        <w:t xml:space="preserve">، </w:t>
      </w:r>
      <w:r>
        <w:rPr>
          <w:rtl/>
        </w:rPr>
        <w:t>وَ لَمْ يَسْكُنْ غَلِيلُهُ</w:t>
      </w:r>
      <w:r w:rsidR="007D3118">
        <w:rPr>
          <w:rtl/>
        </w:rPr>
        <w:t xml:space="preserve">، </w:t>
      </w:r>
      <w:r>
        <w:rPr>
          <w:rtl/>
        </w:rPr>
        <w:t>قَدْ عَضَّ عَلَى شَوَاهُ وَ أَدْبَرَ مُوَلِّيا قَدْ أَخْلَفَتْ سَرَايَاهُ</w:t>
      </w:r>
      <w:r w:rsidR="007D3118">
        <w:rPr>
          <w:rtl/>
        </w:rPr>
        <w:t xml:space="preserve">. </w:t>
      </w:r>
    </w:p>
    <w:p w:rsidR="00587D34" w:rsidRDefault="00587D34" w:rsidP="00587D34">
      <w:pPr>
        <w:pStyle w:val="libNormal"/>
        <w:rPr>
          <w:rtl/>
        </w:rPr>
      </w:pPr>
      <w:r>
        <w:rPr>
          <w:rtl/>
        </w:rPr>
        <w:t>(7</w:t>
      </w:r>
      <w:r w:rsidR="007D3118">
        <w:rPr>
          <w:rtl/>
        </w:rPr>
        <w:t xml:space="preserve">) </w:t>
      </w:r>
      <w:r>
        <w:rPr>
          <w:rtl/>
        </w:rPr>
        <w:t>وَ كَمْ مِنْ بَاغٍ بَغَانِى بِمَكَايِدِهِ</w:t>
      </w:r>
      <w:r w:rsidR="007D3118">
        <w:rPr>
          <w:rtl/>
        </w:rPr>
        <w:t xml:space="preserve">، </w:t>
      </w:r>
      <w:r>
        <w:rPr>
          <w:rtl/>
        </w:rPr>
        <w:t>وَ نَصَبَ لِى شَرَكَ مَصَايِدِهِ</w:t>
      </w:r>
      <w:r w:rsidR="007D3118">
        <w:rPr>
          <w:rtl/>
        </w:rPr>
        <w:t xml:space="preserve">، </w:t>
      </w:r>
      <w:r>
        <w:rPr>
          <w:rtl/>
        </w:rPr>
        <w:t>وَ وَكَّلَ بِى تَفَقُّدَ رِعَايَتِهِ</w:t>
      </w:r>
      <w:r w:rsidR="007D3118">
        <w:rPr>
          <w:rtl/>
        </w:rPr>
        <w:t xml:space="preserve">، </w:t>
      </w:r>
      <w:r>
        <w:rPr>
          <w:rtl/>
        </w:rPr>
        <w:t>وَ أَضْبَأَ إِلَيَّ إِضْبَاءَ السَّبُعِ لِطَرِيدَتِهِ انْتِظَارا لانْتِهَازِ الْفُرْصَةِ لِفَرِيسَتِهِ</w:t>
      </w:r>
      <w:r w:rsidR="007D3118">
        <w:rPr>
          <w:rtl/>
        </w:rPr>
        <w:t xml:space="preserve">، </w:t>
      </w:r>
      <w:r>
        <w:rPr>
          <w:rtl/>
        </w:rPr>
        <w:t>وَ هُوَ يُظْهِرُ لِى بَشَاشَةَ الْمَلَقِ</w:t>
      </w:r>
      <w:r w:rsidR="007D3118">
        <w:rPr>
          <w:rtl/>
        </w:rPr>
        <w:t xml:space="preserve">، </w:t>
      </w:r>
      <w:r>
        <w:rPr>
          <w:rtl/>
        </w:rPr>
        <w:t>وَ يَنْظُرُنِى عَلَى شِدَّةِ الْحَنَقِ</w:t>
      </w:r>
      <w:r w:rsidR="007D3118">
        <w:rPr>
          <w:rtl/>
        </w:rPr>
        <w:t xml:space="preserve">. </w:t>
      </w:r>
    </w:p>
    <w:p w:rsidR="00587D34" w:rsidRDefault="00587D34" w:rsidP="00587D34">
      <w:pPr>
        <w:pStyle w:val="libNormal"/>
        <w:rPr>
          <w:rtl/>
        </w:rPr>
      </w:pPr>
      <w:r>
        <w:rPr>
          <w:rtl/>
        </w:rPr>
        <w:lastRenderedPageBreak/>
        <w:t>(8</w:t>
      </w:r>
      <w:r w:rsidR="007D3118">
        <w:rPr>
          <w:rtl/>
        </w:rPr>
        <w:t xml:space="preserve">) </w:t>
      </w:r>
      <w:r>
        <w:rPr>
          <w:rtl/>
        </w:rPr>
        <w:t>فَلَمَّا رَأَيْتَ - يَا إِلَهِى تَبَاركْتَ وَ تَعَالَيْتَ - دَغَلَ سَرِيرَتِهِ</w:t>
      </w:r>
      <w:r w:rsidR="007D3118">
        <w:rPr>
          <w:rtl/>
        </w:rPr>
        <w:t xml:space="preserve">، </w:t>
      </w:r>
      <w:r>
        <w:rPr>
          <w:rtl/>
        </w:rPr>
        <w:t>وَ قُبْحَ مَا انْطَوَى عَلَيهِ</w:t>
      </w:r>
      <w:r w:rsidR="007D3118">
        <w:rPr>
          <w:rtl/>
        </w:rPr>
        <w:t xml:space="preserve">، </w:t>
      </w:r>
      <w:r>
        <w:rPr>
          <w:rtl/>
        </w:rPr>
        <w:t>أَرْكَسْتَهُ لِأُمِّ رَأْسِهِ فِى زُبْيَتِهِ</w:t>
      </w:r>
      <w:r w:rsidR="007D3118">
        <w:rPr>
          <w:rtl/>
        </w:rPr>
        <w:t xml:space="preserve">، </w:t>
      </w:r>
      <w:r>
        <w:rPr>
          <w:rtl/>
        </w:rPr>
        <w:t>وَ رَدَدْتَهُ فِى مَهْوَى حُفْرَتِهِ</w:t>
      </w:r>
      <w:r w:rsidR="007D3118">
        <w:rPr>
          <w:rtl/>
        </w:rPr>
        <w:t xml:space="preserve">، </w:t>
      </w:r>
      <w:r>
        <w:rPr>
          <w:rtl/>
        </w:rPr>
        <w:t>فَانْقَمَعَ بَعْدَ اسْتِطَالَتِهِ ذَلِيلا فِى رِبَقِ حِبَالَتِهِ الَّتِى كَانَ يُقَدِّرُ أَنْ يَرَانِى فِيهَا</w:t>
      </w:r>
      <w:r w:rsidR="007D3118">
        <w:rPr>
          <w:rtl/>
        </w:rPr>
        <w:t xml:space="preserve">، </w:t>
      </w:r>
      <w:r>
        <w:rPr>
          <w:rtl/>
        </w:rPr>
        <w:t>وَ قَدْ كَادَ أَنْ يَحُلَّ بِى لَوْ لا رَحْمَتُكَ مَا حَلَّ بِسَاحَتِهِ</w:t>
      </w:r>
      <w:r w:rsidR="007D3118">
        <w:rPr>
          <w:rtl/>
        </w:rPr>
        <w:t xml:space="preserve">. </w:t>
      </w:r>
    </w:p>
    <w:p w:rsidR="00587D34" w:rsidRDefault="00587D34" w:rsidP="00587D34">
      <w:pPr>
        <w:pStyle w:val="libNormal"/>
        <w:rPr>
          <w:rtl/>
        </w:rPr>
      </w:pPr>
      <w:r>
        <w:rPr>
          <w:rtl/>
        </w:rPr>
        <w:t>(9</w:t>
      </w:r>
      <w:r w:rsidR="007D3118">
        <w:rPr>
          <w:rtl/>
        </w:rPr>
        <w:t xml:space="preserve">) </w:t>
      </w:r>
      <w:r>
        <w:rPr>
          <w:rtl/>
        </w:rPr>
        <w:t>وَ كَمْ مِنْ حَاسِدٍ قَدْ شَرِقَ بِى بِغُصَّتِهِ</w:t>
      </w:r>
      <w:r w:rsidR="007D3118">
        <w:rPr>
          <w:rtl/>
        </w:rPr>
        <w:t xml:space="preserve">، </w:t>
      </w:r>
      <w:r>
        <w:rPr>
          <w:rtl/>
        </w:rPr>
        <w:t>وَ شَجِىَ مِنِّى بِغَيْظِهِ</w:t>
      </w:r>
      <w:r w:rsidR="007D3118">
        <w:rPr>
          <w:rtl/>
        </w:rPr>
        <w:t xml:space="preserve">، </w:t>
      </w:r>
      <w:r>
        <w:rPr>
          <w:rtl/>
        </w:rPr>
        <w:t>وَ سَلَقَنِى بِحَدِّ لِسَانِهِ</w:t>
      </w:r>
      <w:r w:rsidR="007D3118">
        <w:rPr>
          <w:rtl/>
        </w:rPr>
        <w:t xml:space="preserve">، </w:t>
      </w:r>
      <w:r>
        <w:rPr>
          <w:rtl/>
        </w:rPr>
        <w:t>وَ وَحَرَنِى بِقَرْفِ عُيُوبِهِ</w:t>
      </w:r>
      <w:r w:rsidR="007D3118">
        <w:rPr>
          <w:rtl/>
        </w:rPr>
        <w:t xml:space="preserve">، </w:t>
      </w:r>
      <w:r>
        <w:rPr>
          <w:rtl/>
        </w:rPr>
        <w:t>وَ جَعَلَ عِرْضِى غَرَضا لِمَرَامِيهِ</w:t>
      </w:r>
      <w:r w:rsidR="007D3118">
        <w:rPr>
          <w:rtl/>
        </w:rPr>
        <w:t xml:space="preserve">، </w:t>
      </w:r>
      <w:r>
        <w:rPr>
          <w:rtl/>
        </w:rPr>
        <w:t>وَ قَلَّدَنِى خِلالا لَمْ تَزَلْ فِيهِ</w:t>
      </w:r>
      <w:r w:rsidR="007D3118">
        <w:rPr>
          <w:rtl/>
        </w:rPr>
        <w:t xml:space="preserve">، </w:t>
      </w:r>
      <w:r>
        <w:rPr>
          <w:rtl/>
        </w:rPr>
        <w:t>وَ وَحَرَنِى بِكَيْدِهِ</w:t>
      </w:r>
      <w:r w:rsidR="007D3118">
        <w:rPr>
          <w:rtl/>
        </w:rPr>
        <w:t xml:space="preserve">، </w:t>
      </w:r>
      <w:r>
        <w:rPr>
          <w:rtl/>
        </w:rPr>
        <w:t>وَ قَصَدَنِى بِمَكِيدَتِهِ</w:t>
      </w:r>
      <w:r w:rsidR="007D3118">
        <w:rPr>
          <w:rtl/>
        </w:rPr>
        <w:t xml:space="preserve">. </w:t>
      </w:r>
    </w:p>
    <w:p w:rsidR="00587D34" w:rsidRDefault="00587D34" w:rsidP="00587D34">
      <w:pPr>
        <w:pStyle w:val="libNormal"/>
        <w:rPr>
          <w:rtl/>
        </w:rPr>
      </w:pPr>
      <w:r>
        <w:rPr>
          <w:rtl/>
        </w:rPr>
        <w:t>(10</w:t>
      </w:r>
      <w:r w:rsidR="007D3118">
        <w:rPr>
          <w:rtl/>
        </w:rPr>
        <w:t xml:space="preserve">) </w:t>
      </w:r>
      <w:r>
        <w:rPr>
          <w:rtl/>
        </w:rPr>
        <w:t>فَنَادَيْتُكَ - يَا إِلَهِى - مُسْتَغِيثا بِكَ</w:t>
      </w:r>
      <w:r w:rsidR="007D3118">
        <w:rPr>
          <w:rtl/>
        </w:rPr>
        <w:t xml:space="preserve">، </w:t>
      </w:r>
      <w:r>
        <w:rPr>
          <w:rtl/>
        </w:rPr>
        <w:t>وَاثِقا بِسُرْعَةِ إِجَابَتِكَ</w:t>
      </w:r>
      <w:r w:rsidR="007D3118">
        <w:rPr>
          <w:rtl/>
        </w:rPr>
        <w:t xml:space="preserve">، </w:t>
      </w:r>
      <w:r>
        <w:rPr>
          <w:rtl/>
        </w:rPr>
        <w:t>عَالِما أَنَّهُ لا يُضْطَهَدُ مَنْ أَوَى إِلَى ظِلِّ كَنَفِكَ</w:t>
      </w:r>
      <w:r w:rsidR="007D3118">
        <w:rPr>
          <w:rtl/>
        </w:rPr>
        <w:t xml:space="preserve">، </w:t>
      </w:r>
      <w:r>
        <w:rPr>
          <w:rtl/>
        </w:rPr>
        <w:t>وَ لا يَفْزَعُ مَنْ لَجَأَ إِلَى مَعْقِلِ انْتِصَارِكَ</w:t>
      </w:r>
      <w:r w:rsidR="007D3118">
        <w:rPr>
          <w:rtl/>
        </w:rPr>
        <w:t xml:space="preserve">، </w:t>
      </w:r>
      <w:r>
        <w:rPr>
          <w:rtl/>
        </w:rPr>
        <w:t>فَحَصَّنْتَنِى مِنْ بَأْسِهِ بِقُدْرَتِكَ</w:t>
      </w:r>
      <w:r w:rsidR="007D3118">
        <w:rPr>
          <w:rtl/>
        </w:rPr>
        <w:t xml:space="preserve">. </w:t>
      </w:r>
    </w:p>
    <w:p w:rsidR="00587D34" w:rsidRDefault="00587D34" w:rsidP="00587D34">
      <w:pPr>
        <w:pStyle w:val="libNormal"/>
        <w:rPr>
          <w:rtl/>
        </w:rPr>
      </w:pPr>
      <w:r>
        <w:rPr>
          <w:rtl/>
        </w:rPr>
        <w:t>(11</w:t>
      </w:r>
      <w:r w:rsidR="007D3118">
        <w:rPr>
          <w:rtl/>
        </w:rPr>
        <w:t xml:space="preserve">) </w:t>
      </w:r>
      <w:r>
        <w:rPr>
          <w:rtl/>
        </w:rPr>
        <w:t>وَ كَمْ مِنْ سَحَائِبِ مَكْرُوهٍ جَلَّيْتَهَا عَنِّى</w:t>
      </w:r>
      <w:r w:rsidR="007D3118">
        <w:rPr>
          <w:rtl/>
        </w:rPr>
        <w:t xml:space="preserve">، </w:t>
      </w:r>
      <w:r>
        <w:rPr>
          <w:rtl/>
        </w:rPr>
        <w:t>وَ سَحَائِبِ نِعَمٍ أَمْطَرْتَهَا عَلَيَّ</w:t>
      </w:r>
      <w:r w:rsidR="007D3118">
        <w:rPr>
          <w:rtl/>
        </w:rPr>
        <w:t xml:space="preserve">، </w:t>
      </w:r>
      <w:r>
        <w:rPr>
          <w:rtl/>
        </w:rPr>
        <w:t>وَ جَدَاوِلِ رَحْمَةٍ نَشَرْتَهَا</w:t>
      </w:r>
      <w:r w:rsidR="007D3118">
        <w:rPr>
          <w:rtl/>
        </w:rPr>
        <w:t xml:space="preserve">، </w:t>
      </w:r>
      <w:r>
        <w:rPr>
          <w:rtl/>
        </w:rPr>
        <w:t>وَ عَافِيَةٍ أَلْبَسْتَهَا</w:t>
      </w:r>
      <w:r w:rsidR="007D3118">
        <w:rPr>
          <w:rtl/>
        </w:rPr>
        <w:t xml:space="preserve">، </w:t>
      </w:r>
      <w:r>
        <w:rPr>
          <w:rtl/>
        </w:rPr>
        <w:t>وَ أَعْيُنِ أَحْدَاثٍ طَمَسْتَهَا</w:t>
      </w:r>
      <w:r w:rsidR="007D3118">
        <w:rPr>
          <w:rtl/>
        </w:rPr>
        <w:t xml:space="preserve">، </w:t>
      </w:r>
      <w:r>
        <w:rPr>
          <w:rtl/>
        </w:rPr>
        <w:t>وَ غَوَاشِى كُرُبَاتٍ كَشَفْتَهَا</w:t>
      </w:r>
      <w:r w:rsidR="007D3118">
        <w:rPr>
          <w:rtl/>
        </w:rPr>
        <w:t xml:space="preserve">. </w:t>
      </w:r>
    </w:p>
    <w:p w:rsidR="00587D34" w:rsidRDefault="00587D34" w:rsidP="00587D34">
      <w:pPr>
        <w:pStyle w:val="libNormal"/>
        <w:rPr>
          <w:rtl/>
        </w:rPr>
      </w:pPr>
      <w:r>
        <w:rPr>
          <w:rtl/>
        </w:rPr>
        <w:t>(12</w:t>
      </w:r>
      <w:r w:rsidR="007D3118">
        <w:rPr>
          <w:rtl/>
        </w:rPr>
        <w:t xml:space="preserve">) </w:t>
      </w:r>
      <w:r>
        <w:rPr>
          <w:rtl/>
        </w:rPr>
        <w:t>وَ كَمْ مِنْ ظَنٍّ حَسَنٍ حَقَّقْتَ</w:t>
      </w:r>
      <w:r w:rsidR="007D3118">
        <w:rPr>
          <w:rtl/>
        </w:rPr>
        <w:t xml:space="preserve">، </w:t>
      </w:r>
      <w:r>
        <w:rPr>
          <w:rtl/>
        </w:rPr>
        <w:t>وَ عَدَمٍ جَبَرْتَ</w:t>
      </w:r>
      <w:r w:rsidR="007D3118">
        <w:rPr>
          <w:rtl/>
        </w:rPr>
        <w:t xml:space="preserve">، </w:t>
      </w:r>
      <w:r>
        <w:rPr>
          <w:rtl/>
        </w:rPr>
        <w:t>وَ صَرْعَةٍ أَنْعَشْتَ</w:t>
      </w:r>
      <w:r w:rsidR="007D3118">
        <w:rPr>
          <w:rtl/>
        </w:rPr>
        <w:t xml:space="preserve">، </w:t>
      </w:r>
      <w:r>
        <w:rPr>
          <w:rtl/>
        </w:rPr>
        <w:t>وَ مَسْكَنَةٍ حَوَّلْتَ</w:t>
      </w:r>
      <w:r w:rsidR="007D3118">
        <w:rPr>
          <w:rtl/>
        </w:rPr>
        <w:t xml:space="preserve">. </w:t>
      </w:r>
    </w:p>
    <w:p w:rsidR="00587D34" w:rsidRDefault="00587D34" w:rsidP="00587D34">
      <w:pPr>
        <w:pStyle w:val="libNormal"/>
        <w:rPr>
          <w:rtl/>
        </w:rPr>
      </w:pPr>
      <w:r>
        <w:rPr>
          <w:rtl/>
        </w:rPr>
        <w:t>(13</w:t>
      </w:r>
      <w:r w:rsidR="007D3118">
        <w:rPr>
          <w:rtl/>
        </w:rPr>
        <w:t xml:space="preserve">) </w:t>
      </w:r>
      <w:r>
        <w:rPr>
          <w:rtl/>
        </w:rPr>
        <w:t>كُلُّ ذَلِكَ إِنْعَاما وَ تَطَوُّلا مِنْكَ</w:t>
      </w:r>
      <w:r w:rsidR="007D3118">
        <w:rPr>
          <w:rtl/>
        </w:rPr>
        <w:t xml:space="preserve">، </w:t>
      </w:r>
      <w:r>
        <w:rPr>
          <w:rtl/>
        </w:rPr>
        <w:t>وَ فِى جَمِيعِهِ انْهِمَاكا مِنِّى عَلَى مَعَاصِيكَ</w:t>
      </w:r>
      <w:r w:rsidR="007D3118">
        <w:rPr>
          <w:rtl/>
        </w:rPr>
        <w:t xml:space="preserve">، </w:t>
      </w:r>
      <w:r>
        <w:rPr>
          <w:rtl/>
        </w:rPr>
        <w:t>لَمْ تَمْنَعْكَ إِسَاءَتِى عَنْ إِتْمَامِ إِحْسَانِكَ</w:t>
      </w:r>
      <w:r w:rsidR="007D3118">
        <w:rPr>
          <w:rtl/>
        </w:rPr>
        <w:t xml:space="preserve">، </w:t>
      </w:r>
      <w:r>
        <w:rPr>
          <w:rtl/>
        </w:rPr>
        <w:t>وَ لا حَجَرَنِى ذَلِكَ عَنِ ارْتِكَابِ مَسَاخِطِكَ</w:t>
      </w:r>
      <w:r w:rsidR="007D3118">
        <w:rPr>
          <w:rtl/>
        </w:rPr>
        <w:t xml:space="preserve">، </w:t>
      </w:r>
      <w:r>
        <w:rPr>
          <w:rtl/>
        </w:rPr>
        <w:t>لا تُسْأَلُ عَمَّا تَفْعَلُ</w:t>
      </w:r>
      <w:r w:rsidR="007D3118">
        <w:rPr>
          <w:rtl/>
        </w:rPr>
        <w:t xml:space="preserve">. </w:t>
      </w:r>
    </w:p>
    <w:p w:rsidR="00587D34" w:rsidRDefault="00587D34" w:rsidP="00587D34">
      <w:pPr>
        <w:pStyle w:val="libNormal"/>
        <w:rPr>
          <w:rtl/>
        </w:rPr>
      </w:pPr>
      <w:r>
        <w:rPr>
          <w:rtl/>
        </w:rPr>
        <w:t>(14</w:t>
      </w:r>
      <w:r w:rsidR="007D3118">
        <w:rPr>
          <w:rtl/>
        </w:rPr>
        <w:t xml:space="preserve">) </w:t>
      </w:r>
      <w:r>
        <w:rPr>
          <w:rtl/>
        </w:rPr>
        <w:t>وَ لَقَدْ سُئِلْتَ فَأَعْطَيْتَ</w:t>
      </w:r>
      <w:r w:rsidR="007D3118">
        <w:rPr>
          <w:rtl/>
        </w:rPr>
        <w:t xml:space="preserve">، </w:t>
      </w:r>
      <w:r>
        <w:rPr>
          <w:rtl/>
        </w:rPr>
        <w:t>وَ لَمْ تُسْأَلْ فَابْتَدَأْتَ</w:t>
      </w:r>
      <w:r w:rsidR="007D3118">
        <w:rPr>
          <w:rtl/>
        </w:rPr>
        <w:t xml:space="preserve">، </w:t>
      </w:r>
      <w:r>
        <w:rPr>
          <w:rtl/>
        </w:rPr>
        <w:t>وَ اسْتُمِيحَ فَضْلُكَ فَمَا أَكْدَيْتَ</w:t>
      </w:r>
      <w:r w:rsidR="007D3118">
        <w:rPr>
          <w:rtl/>
        </w:rPr>
        <w:t xml:space="preserve">، </w:t>
      </w:r>
      <w:r>
        <w:rPr>
          <w:rtl/>
        </w:rPr>
        <w:t>أَبَيْتَ - يَا مَوْلاىَ - إِلا إِحْسَانا وَ امْتِنَانا وَ تَطَوُّلا وَ إِنْعَاما</w:t>
      </w:r>
      <w:r w:rsidR="007D3118">
        <w:rPr>
          <w:rtl/>
        </w:rPr>
        <w:t xml:space="preserve">، </w:t>
      </w:r>
      <w:r>
        <w:rPr>
          <w:rtl/>
        </w:rPr>
        <w:t>وَ أَبَيْتُ إِلا تَقَحُّما لِحُرُمَاتِكَ</w:t>
      </w:r>
      <w:r w:rsidR="007D3118">
        <w:rPr>
          <w:rtl/>
        </w:rPr>
        <w:t xml:space="preserve">، </w:t>
      </w:r>
      <w:r>
        <w:rPr>
          <w:rtl/>
        </w:rPr>
        <w:t>وَ تَعَدِّيا لِحُدُودِكَ</w:t>
      </w:r>
      <w:r w:rsidR="007D3118">
        <w:rPr>
          <w:rtl/>
        </w:rPr>
        <w:t xml:space="preserve">، </w:t>
      </w:r>
      <w:r>
        <w:rPr>
          <w:rtl/>
        </w:rPr>
        <w:t>وَ غَفْلَةً عَنْ وَعِيدِكَ</w:t>
      </w:r>
      <w:r w:rsidR="007D3118">
        <w:rPr>
          <w:rtl/>
        </w:rPr>
        <w:t xml:space="preserve">، </w:t>
      </w:r>
      <w:r>
        <w:rPr>
          <w:rtl/>
        </w:rPr>
        <w:t>فَلَكَ الْحَمْدُ - إِلَهِى - مِنْ مُقْتَدِرٍ لا يُغْلَبُ</w:t>
      </w:r>
      <w:r w:rsidR="007D3118">
        <w:rPr>
          <w:rtl/>
        </w:rPr>
        <w:t xml:space="preserve">، </w:t>
      </w:r>
      <w:r>
        <w:rPr>
          <w:rtl/>
        </w:rPr>
        <w:t>وَ ذِى أَنَاةٍ لا يَعْجَلُ</w:t>
      </w:r>
      <w:r w:rsidR="007D3118">
        <w:rPr>
          <w:rtl/>
        </w:rPr>
        <w:t xml:space="preserve">. </w:t>
      </w:r>
    </w:p>
    <w:p w:rsidR="00587D34" w:rsidRDefault="00587D34" w:rsidP="00587D34">
      <w:pPr>
        <w:pStyle w:val="libNormal"/>
        <w:rPr>
          <w:rtl/>
        </w:rPr>
      </w:pPr>
      <w:r>
        <w:rPr>
          <w:rtl/>
        </w:rPr>
        <w:lastRenderedPageBreak/>
        <w:t>(15</w:t>
      </w:r>
      <w:r w:rsidR="007D3118">
        <w:rPr>
          <w:rtl/>
        </w:rPr>
        <w:t xml:space="preserve">) </w:t>
      </w:r>
      <w:r>
        <w:rPr>
          <w:rtl/>
        </w:rPr>
        <w:t>هَذَا مَقَامُ مَنِ اعْتَرَفَ بِسُبُوغِ النِّعَمِ</w:t>
      </w:r>
      <w:r w:rsidR="007D3118">
        <w:rPr>
          <w:rtl/>
        </w:rPr>
        <w:t xml:space="preserve">، </w:t>
      </w:r>
      <w:r>
        <w:rPr>
          <w:rtl/>
        </w:rPr>
        <w:t>وَ قَابَلَهَا بِالتَّقْصِيرِ</w:t>
      </w:r>
      <w:r w:rsidR="007D3118">
        <w:rPr>
          <w:rtl/>
        </w:rPr>
        <w:t xml:space="preserve">، </w:t>
      </w:r>
      <w:r>
        <w:rPr>
          <w:rtl/>
        </w:rPr>
        <w:t>وَ شَهِدَ عَلَى نَفْسِهِ بِالتَّضْيِيعِ</w:t>
      </w:r>
      <w:r w:rsidR="007D3118">
        <w:rPr>
          <w:rtl/>
        </w:rPr>
        <w:t xml:space="preserve">. </w:t>
      </w:r>
    </w:p>
    <w:p w:rsidR="00587D34" w:rsidRDefault="00587D34" w:rsidP="00587D34">
      <w:pPr>
        <w:pStyle w:val="libNormal"/>
        <w:rPr>
          <w:rtl/>
        </w:rPr>
      </w:pPr>
      <w:r>
        <w:rPr>
          <w:rtl/>
        </w:rPr>
        <w:t>(16</w:t>
      </w:r>
      <w:r w:rsidR="007D3118">
        <w:rPr>
          <w:rtl/>
        </w:rPr>
        <w:t xml:space="preserve">) </w:t>
      </w:r>
      <w:r>
        <w:rPr>
          <w:rtl/>
        </w:rPr>
        <w:t>اللَّهُمَّ فَإِنِّى أَتَقَرَّبُ إِلَيْكَ بِالْمُحَمَّدِيَّةِ الرَّفِيعَةِ</w:t>
      </w:r>
      <w:r w:rsidR="007D3118">
        <w:rPr>
          <w:rtl/>
        </w:rPr>
        <w:t xml:space="preserve">، </w:t>
      </w:r>
      <w:r>
        <w:rPr>
          <w:rtl/>
        </w:rPr>
        <w:t>وَ الْعَلَوِيَّةِ الْبَيْضَاءِ</w:t>
      </w:r>
      <w:r w:rsidR="007D3118">
        <w:rPr>
          <w:rtl/>
        </w:rPr>
        <w:t xml:space="preserve">، </w:t>
      </w:r>
      <w:r>
        <w:rPr>
          <w:rtl/>
        </w:rPr>
        <w:t>وَ أَتَوَجَّهُ إِلَيْكَ بِهِمَا أَنْ تُعِيذَنِى مِنْ شَرِّ كَذَا وَ كَذَا</w:t>
      </w:r>
      <w:r w:rsidR="007D3118">
        <w:rPr>
          <w:rtl/>
        </w:rPr>
        <w:t xml:space="preserve">، </w:t>
      </w:r>
      <w:r>
        <w:rPr>
          <w:rtl/>
        </w:rPr>
        <w:t>فَإِنَّ ذَلِكَ لا يَضِيقُ عَلَيْكَ فِى وُجْدِكَ</w:t>
      </w:r>
      <w:r w:rsidR="007D3118">
        <w:rPr>
          <w:rtl/>
        </w:rPr>
        <w:t xml:space="preserve">، </w:t>
      </w:r>
      <w:r>
        <w:rPr>
          <w:rtl/>
        </w:rPr>
        <w:t>وَ لا يَتَكَأَّدُكَ فِى قُدْرَتِكَ وَ أَنْتَ عَلَى كُلِّ شَيْءٍ قَدِيرٌ</w:t>
      </w:r>
    </w:p>
    <w:p w:rsidR="00587D34" w:rsidRDefault="00587D34" w:rsidP="00587D34">
      <w:pPr>
        <w:pStyle w:val="libNormal"/>
        <w:rPr>
          <w:rtl/>
        </w:rPr>
      </w:pPr>
      <w:r>
        <w:rPr>
          <w:rtl/>
        </w:rPr>
        <w:t>(17</w:t>
      </w:r>
      <w:r w:rsidR="007D3118">
        <w:rPr>
          <w:rtl/>
        </w:rPr>
        <w:t xml:space="preserve">) </w:t>
      </w:r>
      <w:r>
        <w:rPr>
          <w:rtl/>
        </w:rPr>
        <w:t>فَهَبْ لِى - يَا إِلَهِى - مِنْ رَحْمَتِكَ وَ دَوَامِ تَوْفِيقِكَ مَا أَتَّخِذُهُ سُلَّما أَعْرُجُ بِهِ إِلَى رِضْوَانِكَ</w:t>
      </w:r>
      <w:r w:rsidR="007D3118">
        <w:rPr>
          <w:rtl/>
        </w:rPr>
        <w:t xml:space="preserve">، </w:t>
      </w:r>
      <w:r>
        <w:rPr>
          <w:rtl/>
        </w:rPr>
        <w:t>وَ آمَنُ بِهِ مِنْ عِقَابِكَ</w:t>
      </w:r>
      <w:r w:rsidR="007D3118">
        <w:rPr>
          <w:rtl/>
        </w:rPr>
        <w:t xml:space="preserve">، </w:t>
      </w:r>
      <w:r>
        <w:rPr>
          <w:rtl/>
        </w:rPr>
        <w:t>يَا أَرْحَمَ الرَّاحِمِينَ</w:t>
      </w:r>
      <w:r w:rsidR="007D3118">
        <w:rPr>
          <w:rtl/>
        </w:rPr>
        <w:t xml:space="preserve">. </w:t>
      </w:r>
    </w:p>
    <w:p w:rsidR="00587D34" w:rsidRDefault="00AA3CBA" w:rsidP="004C63D0">
      <w:pPr>
        <w:pStyle w:val="Heading2"/>
        <w:rPr>
          <w:rtl/>
        </w:rPr>
      </w:pPr>
      <w:bookmarkStart w:id="103" w:name="_Toc394915232"/>
      <w:r>
        <w:rPr>
          <w:rtl/>
        </w:rPr>
        <w:t xml:space="preserve">ترجمه دعاى چهل ونهم: دعاى آن حضرت </w:t>
      </w:r>
      <w:r w:rsidR="000C598D" w:rsidRPr="000C598D">
        <w:rPr>
          <w:rStyle w:val="libAlaemChar"/>
          <w:rtl/>
        </w:rPr>
        <w:t>عليه‌السلام</w:t>
      </w:r>
      <w:r>
        <w:rPr>
          <w:rtl/>
        </w:rPr>
        <w:t xml:space="preserve"> در دفع كيد دشمن و آزار آنان</w:t>
      </w:r>
      <w:bookmarkEnd w:id="103"/>
    </w:p>
    <w:p w:rsidR="00587D34" w:rsidRDefault="00587D34" w:rsidP="00587D34">
      <w:pPr>
        <w:pStyle w:val="libNormal"/>
        <w:rPr>
          <w:rtl/>
        </w:rPr>
      </w:pPr>
      <w:r>
        <w:rPr>
          <w:rtl/>
        </w:rPr>
        <w:t>1</w:t>
      </w:r>
      <w:r w:rsidR="007D3118">
        <w:rPr>
          <w:rtl/>
        </w:rPr>
        <w:t xml:space="preserve">. </w:t>
      </w:r>
      <w:r>
        <w:rPr>
          <w:rtl/>
        </w:rPr>
        <w:t>خدايا! مرا راه نمودى</w:t>
      </w:r>
      <w:r w:rsidR="007D3118">
        <w:rPr>
          <w:rtl/>
        </w:rPr>
        <w:t xml:space="preserve">، </w:t>
      </w:r>
      <w:r>
        <w:rPr>
          <w:rtl/>
        </w:rPr>
        <w:t>من غافل گشتم و پندم دادى اما سخت شدم</w:t>
      </w:r>
      <w:r w:rsidR="007D3118">
        <w:rPr>
          <w:rtl/>
        </w:rPr>
        <w:t xml:space="preserve">، </w:t>
      </w:r>
      <w:r>
        <w:rPr>
          <w:rtl/>
        </w:rPr>
        <w:t>و نيكى نمودى</w:t>
      </w:r>
      <w:r w:rsidR="007D3118">
        <w:rPr>
          <w:rtl/>
        </w:rPr>
        <w:t xml:space="preserve">، </w:t>
      </w:r>
      <w:r>
        <w:rPr>
          <w:rtl/>
        </w:rPr>
        <w:t>من نافرمانى كردم</w:t>
      </w:r>
      <w:r w:rsidR="007D3118">
        <w:rPr>
          <w:rtl/>
        </w:rPr>
        <w:t xml:space="preserve">. </w:t>
      </w:r>
      <w:r>
        <w:rPr>
          <w:rtl/>
        </w:rPr>
        <w:t>آنگاه به من شناسانيدى كه كدام كارهاى من ناكردنى بود</w:t>
      </w:r>
      <w:r w:rsidR="007D3118">
        <w:rPr>
          <w:rtl/>
        </w:rPr>
        <w:t xml:space="preserve">، </w:t>
      </w:r>
      <w:r>
        <w:rPr>
          <w:rtl/>
        </w:rPr>
        <w:t>استغفار كردمو تو عفو كردى</w:t>
      </w:r>
      <w:r w:rsidR="007D3118">
        <w:rPr>
          <w:rtl/>
        </w:rPr>
        <w:t xml:space="preserve">، </w:t>
      </w:r>
      <w:r>
        <w:rPr>
          <w:rtl/>
        </w:rPr>
        <w:t>باز سوى گناه برگشتم و تو بر من پوشيدى</w:t>
      </w:r>
      <w:r w:rsidR="007D3118">
        <w:rPr>
          <w:rtl/>
        </w:rPr>
        <w:t xml:space="preserve">. </w:t>
      </w:r>
      <w:r>
        <w:rPr>
          <w:rtl/>
        </w:rPr>
        <w:t>پس اى خداى من! سپاس تو را</w:t>
      </w:r>
      <w:r w:rsidR="007D3118">
        <w:rPr>
          <w:rtl/>
        </w:rPr>
        <w:t xml:space="preserve">. </w:t>
      </w:r>
    </w:p>
    <w:p w:rsidR="00587D34" w:rsidRDefault="00587D34" w:rsidP="00587D34">
      <w:pPr>
        <w:pStyle w:val="libNormal"/>
        <w:rPr>
          <w:rtl/>
        </w:rPr>
      </w:pPr>
      <w:r>
        <w:rPr>
          <w:rtl/>
        </w:rPr>
        <w:t>2</w:t>
      </w:r>
      <w:r w:rsidR="007D3118">
        <w:rPr>
          <w:rtl/>
        </w:rPr>
        <w:t xml:space="preserve">. </w:t>
      </w:r>
      <w:r>
        <w:rPr>
          <w:rtl/>
        </w:rPr>
        <w:t>خود را در وادى هلاكت انداختم</w:t>
      </w:r>
      <w:r w:rsidR="007D3118">
        <w:rPr>
          <w:rtl/>
        </w:rPr>
        <w:t xml:space="preserve">، </w:t>
      </w:r>
      <w:r>
        <w:rPr>
          <w:rtl/>
        </w:rPr>
        <w:t>و در درّه هاى مرگ فرود آمدم</w:t>
      </w:r>
      <w:r w:rsidR="007D3118">
        <w:rPr>
          <w:rtl/>
        </w:rPr>
        <w:t xml:space="preserve">، </w:t>
      </w:r>
      <w:r>
        <w:rPr>
          <w:rtl/>
        </w:rPr>
        <w:t>و خويشتن را در آن وادى ها فراپيش قهر تو داشتم و دچار عتاب تو گشتم</w:t>
      </w:r>
      <w:r w:rsidR="007D3118">
        <w:rPr>
          <w:rtl/>
        </w:rPr>
        <w:t xml:space="preserve">. </w:t>
      </w:r>
    </w:p>
    <w:p w:rsidR="00587D34" w:rsidRDefault="00587D34" w:rsidP="00587D34">
      <w:pPr>
        <w:pStyle w:val="libNormal"/>
        <w:rPr>
          <w:rtl/>
        </w:rPr>
      </w:pPr>
      <w:r>
        <w:rPr>
          <w:rtl/>
        </w:rPr>
        <w:t>3</w:t>
      </w:r>
      <w:r w:rsidR="007D3118">
        <w:rPr>
          <w:rtl/>
        </w:rPr>
        <w:t xml:space="preserve">. </w:t>
      </w:r>
      <w:r>
        <w:rPr>
          <w:rtl/>
        </w:rPr>
        <w:t>دستاويزمنتوحيد من است</w:t>
      </w:r>
      <w:r w:rsidR="007D3118">
        <w:rPr>
          <w:rtl/>
        </w:rPr>
        <w:t xml:space="preserve">، </w:t>
      </w:r>
      <w:r>
        <w:rPr>
          <w:rtl/>
        </w:rPr>
        <w:t>و بهانه ام اين كه ديگرى را با تو خدايى شريك ندانستم</w:t>
      </w:r>
      <w:r w:rsidR="007D3118">
        <w:rPr>
          <w:rtl/>
        </w:rPr>
        <w:t xml:space="preserve">، </w:t>
      </w:r>
      <w:r>
        <w:rPr>
          <w:rtl/>
        </w:rPr>
        <w:t>و غير تو را به خدايى نگرفتم و خودتنها به سوى تو آمدم</w:t>
      </w:r>
      <w:r w:rsidR="007D3118">
        <w:rPr>
          <w:rtl/>
        </w:rPr>
        <w:t xml:space="preserve">، </w:t>
      </w:r>
      <w:r>
        <w:rPr>
          <w:rtl/>
        </w:rPr>
        <w:t>كه بازگشت گناهكاران سوى توست</w:t>
      </w:r>
      <w:r w:rsidR="007D3118">
        <w:rPr>
          <w:rtl/>
        </w:rPr>
        <w:t xml:space="preserve">، </w:t>
      </w:r>
      <w:r>
        <w:rPr>
          <w:rtl/>
        </w:rPr>
        <w:t>و پناه كسى كه به بخت خود پشت پاى زده تويى</w:t>
      </w:r>
      <w:r w:rsidR="007D3118">
        <w:rPr>
          <w:rtl/>
        </w:rPr>
        <w:t xml:space="preserve">. </w:t>
      </w:r>
    </w:p>
    <w:p w:rsidR="00587D34" w:rsidRDefault="00587D34" w:rsidP="00587D34">
      <w:pPr>
        <w:pStyle w:val="libNormal"/>
        <w:rPr>
          <w:rtl/>
        </w:rPr>
      </w:pPr>
      <w:r>
        <w:rPr>
          <w:rtl/>
        </w:rPr>
        <w:t>4</w:t>
      </w:r>
      <w:r w:rsidR="007D3118">
        <w:rPr>
          <w:rtl/>
        </w:rPr>
        <w:t xml:space="preserve">. </w:t>
      </w:r>
      <w:r>
        <w:rPr>
          <w:rtl/>
        </w:rPr>
        <w:t>بسا دشمن كه تيغ خصومت بر سر من آخته</w:t>
      </w:r>
      <w:r w:rsidR="007D3118">
        <w:rPr>
          <w:rtl/>
        </w:rPr>
        <w:t xml:space="preserve">، </w:t>
      </w:r>
      <w:r>
        <w:rPr>
          <w:rtl/>
        </w:rPr>
        <w:t>و دم خنجر خود را براى من تيز كرده</w:t>
      </w:r>
      <w:r w:rsidR="007D3118">
        <w:rPr>
          <w:rtl/>
        </w:rPr>
        <w:t xml:space="preserve">، </w:t>
      </w:r>
      <w:r>
        <w:rPr>
          <w:rtl/>
        </w:rPr>
        <w:t>و نوك سلاح خود را برايمن تند ساخته</w:t>
      </w:r>
      <w:r w:rsidR="007D3118">
        <w:rPr>
          <w:rtl/>
        </w:rPr>
        <w:t xml:space="preserve">، </w:t>
      </w:r>
      <w:r>
        <w:rPr>
          <w:rtl/>
        </w:rPr>
        <w:t>و زهرهاى كشنده را پرورده</w:t>
      </w:r>
      <w:r w:rsidR="007D3118">
        <w:rPr>
          <w:rtl/>
        </w:rPr>
        <w:t xml:space="preserve">، </w:t>
      </w:r>
      <w:r>
        <w:rPr>
          <w:rtl/>
        </w:rPr>
        <w:t>و تيرهاى دلدوز را به جانب من نشان كرده و چشمش نگران من است</w:t>
      </w:r>
      <w:r w:rsidR="007D3118">
        <w:rPr>
          <w:rtl/>
        </w:rPr>
        <w:t xml:space="preserve">، </w:t>
      </w:r>
      <w:r>
        <w:rPr>
          <w:rtl/>
        </w:rPr>
        <w:t xml:space="preserve">هرگز به </w:t>
      </w:r>
      <w:r>
        <w:rPr>
          <w:rtl/>
        </w:rPr>
        <w:lastRenderedPageBreak/>
        <w:t>خواب نرود و در انديشه دارد كه مكروهى به من رساند و كام مرا از آن شراب تلخ چشاند</w:t>
      </w:r>
      <w:r w:rsidR="007D3118">
        <w:rPr>
          <w:rtl/>
        </w:rPr>
        <w:t xml:space="preserve">. </w:t>
      </w:r>
    </w:p>
    <w:p w:rsidR="00587D34" w:rsidRDefault="00587D34" w:rsidP="00587D34">
      <w:pPr>
        <w:pStyle w:val="libNormal"/>
      </w:pPr>
      <w:r>
        <w:rPr>
          <w:rtl/>
        </w:rPr>
        <w:t>5</w:t>
      </w:r>
      <w:r w:rsidR="007D3118">
        <w:rPr>
          <w:rtl/>
        </w:rPr>
        <w:t xml:space="preserve">. </w:t>
      </w:r>
      <w:r>
        <w:rPr>
          <w:rtl/>
        </w:rPr>
        <w:t>پس اى خداى من</w:t>
      </w:r>
      <w:r w:rsidR="007D3118">
        <w:rPr>
          <w:rtl/>
        </w:rPr>
        <w:t xml:space="preserve">، </w:t>
      </w:r>
      <w:r>
        <w:rPr>
          <w:rtl/>
        </w:rPr>
        <w:t>ناتوانى مرا از تحمل بار گران نگريستى</w:t>
      </w:r>
      <w:r w:rsidR="007D3118">
        <w:rPr>
          <w:rtl/>
        </w:rPr>
        <w:t xml:space="preserve">، </w:t>
      </w:r>
      <w:r>
        <w:rPr>
          <w:rtl/>
        </w:rPr>
        <w:t>و عجز مرا از انتقام آن كه قصد نبرد با من دارد دانستى و تنهايى مرا در برابر دشمن بسيار مشهاده كردى كه به خصومت من برخاسته و در كمين من نشسته اند و براى من گزندى انديشيده كه من هرگز در فكر آن نبوده ام</w:t>
      </w:r>
      <w:r w:rsidR="007D3118">
        <w:rPr>
          <w:rtl/>
        </w:rPr>
        <w:t xml:space="preserve">. </w:t>
      </w:r>
    </w:p>
    <w:p w:rsidR="00587D34" w:rsidRDefault="00587D34" w:rsidP="00587D34">
      <w:pPr>
        <w:pStyle w:val="libNormal"/>
        <w:rPr>
          <w:rtl/>
        </w:rPr>
      </w:pPr>
      <w:r>
        <w:rPr>
          <w:rtl/>
        </w:rPr>
        <w:t>6</w:t>
      </w:r>
      <w:r w:rsidR="007D3118">
        <w:rPr>
          <w:rtl/>
        </w:rPr>
        <w:t xml:space="preserve">. </w:t>
      </w:r>
      <w:r>
        <w:rPr>
          <w:rtl/>
        </w:rPr>
        <w:t xml:space="preserve">تو پيش از آن كه </w:t>
      </w:r>
      <w:r w:rsidR="00F57782">
        <w:rPr>
          <w:rtl/>
        </w:rPr>
        <w:t>سئوال</w:t>
      </w:r>
      <w:r>
        <w:rPr>
          <w:rtl/>
        </w:rPr>
        <w:t xml:space="preserve"> كنم يارى من فرمودى و پشت مرا به نيروى خويش محكم كردى و تيزى او را كند ساختى</w:t>
      </w:r>
      <w:r w:rsidR="007D3118">
        <w:rPr>
          <w:rtl/>
        </w:rPr>
        <w:t xml:space="preserve">، </w:t>
      </w:r>
      <w:r>
        <w:rPr>
          <w:rtl/>
        </w:rPr>
        <w:t>و او را از ياوران بسيارش ‍ جدا كرده</w:t>
      </w:r>
      <w:r w:rsidR="007D3118">
        <w:rPr>
          <w:rtl/>
        </w:rPr>
        <w:t xml:space="preserve">، </w:t>
      </w:r>
      <w:r>
        <w:rPr>
          <w:rtl/>
        </w:rPr>
        <w:t>تنها گذاشتى</w:t>
      </w:r>
      <w:r w:rsidR="007D3118">
        <w:rPr>
          <w:rtl/>
        </w:rPr>
        <w:t xml:space="preserve">، </w:t>
      </w:r>
      <w:r>
        <w:rPr>
          <w:rtl/>
        </w:rPr>
        <w:t>و مرا بر وى چيره ساختى</w:t>
      </w:r>
      <w:r w:rsidR="007D3118">
        <w:rPr>
          <w:rtl/>
        </w:rPr>
        <w:t xml:space="preserve">، </w:t>
      </w:r>
      <w:r>
        <w:rPr>
          <w:rtl/>
        </w:rPr>
        <w:t>و هر تيرى كه او به جانب من افكند سوى خودش باز گردانيدى</w:t>
      </w:r>
      <w:r w:rsidR="007D3118">
        <w:rPr>
          <w:rtl/>
        </w:rPr>
        <w:t xml:space="preserve">، </w:t>
      </w:r>
      <w:r>
        <w:rPr>
          <w:rtl/>
        </w:rPr>
        <w:t>و او را از من دفع كردى درحالى كه خشم خود را فرو ننشانده بود و آتش كينه اش خاموش نشده</w:t>
      </w:r>
      <w:r w:rsidR="007D3118">
        <w:rPr>
          <w:rtl/>
        </w:rPr>
        <w:t xml:space="preserve">، </w:t>
      </w:r>
      <w:r>
        <w:rPr>
          <w:rtl/>
        </w:rPr>
        <w:t>دستهايخود را از غيظ مى گزيد</w:t>
      </w:r>
      <w:r w:rsidR="007D3118">
        <w:rPr>
          <w:rtl/>
        </w:rPr>
        <w:t xml:space="preserve">، </w:t>
      </w:r>
      <w:r>
        <w:rPr>
          <w:rtl/>
        </w:rPr>
        <w:t>پشت كرد بر من و بگريخت و ياورانش ‍ بى وفايى كرده</w:t>
      </w:r>
      <w:r w:rsidR="007D3118">
        <w:rPr>
          <w:rtl/>
        </w:rPr>
        <w:t xml:space="preserve">، </w:t>
      </w:r>
      <w:r>
        <w:rPr>
          <w:rtl/>
        </w:rPr>
        <w:t>او را تنها گذاشتند</w:t>
      </w:r>
      <w:r w:rsidR="007D3118">
        <w:rPr>
          <w:rtl/>
        </w:rPr>
        <w:t xml:space="preserve">. </w:t>
      </w:r>
    </w:p>
    <w:p w:rsidR="00587D34" w:rsidRDefault="00587D34" w:rsidP="00587D34">
      <w:pPr>
        <w:pStyle w:val="libNormal"/>
        <w:rPr>
          <w:rtl/>
        </w:rPr>
      </w:pPr>
      <w:r>
        <w:rPr>
          <w:rtl/>
        </w:rPr>
        <w:t>7</w:t>
      </w:r>
      <w:r w:rsidR="007D3118">
        <w:rPr>
          <w:rtl/>
        </w:rPr>
        <w:t xml:space="preserve">. </w:t>
      </w:r>
      <w:r>
        <w:rPr>
          <w:rtl/>
        </w:rPr>
        <w:t>چه بسا ستمگر سركش كه با كيد و مكر قصد من كرد و براى شكار كردن من دام گسترده و هميشه به جستجوى من همت گماشته است و مانند حيوان درنده كه در كمين شكار خود نشيند</w:t>
      </w:r>
      <w:r w:rsidR="007D3118">
        <w:rPr>
          <w:rtl/>
        </w:rPr>
        <w:t xml:space="preserve">، </w:t>
      </w:r>
      <w:r>
        <w:rPr>
          <w:rtl/>
        </w:rPr>
        <w:t>در كمين من نشسته</w:t>
      </w:r>
      <w:r w:rsidR="007D3118">
        <w:rPr>
          <w:rtl/>
        </w:rPr>
        <w:t xml:space="preserve">، </w:t>
      </w:r>
      <w:r>
        <w:rPr>
          <w:rtl/>
        </w:rPr>
        <w:t>نگران فرصتى است كه شكار خود را به چنگ آورد</w:t>
      </w:r>
      <w:r w:rsidR="007D3118">
        <w:rPr>
          <w:rtl/>
        </w:rPr>
        <w:t xml:space="preserve">، </w:t>
      </w:r>
      <w:r>
        <w:rPr>
          <w:rtl/>
        </w:rPr>
        <w:t>اما اين دشمن به چاپلوسى روى خودش مى نمايد و كينه سخت در دل دارد</w:t>
      </w:r>
      <w:r w:rsidR="007D3118">
        <w:rPr>
          <w:rtl/>
        </w:rPr>
        <w:t xml:space="preserve">. </w:t>
      </w:r>
    </w:p>
    <w:p w:rsidR="00587D34" w:rsidRDefault="00587D34" w:rsidP="00587D34">
      <w:pPr>
        <w:pStyle w:val="libNormal"/>
        <w:rPr>
          <w:rtl/>
        </w:rPr>
      </w:pPr>
      <w:r>
        <w:rPr>
          <w:rtl/>
        </w:rPr>
        <w:t>8</w:t>
      </w:r>
      <w:r w:rsidR="007D3118">
        <w:rPr>
          <w:rtl/>
        </w:rPr>
        <w:t xml:space="preserve">. </w:t>
      </w:r>
      <w:r>
        <w:rPr>
          <w:rtl/>
        </w:rPr>
        <w:t>اى خداى من! كه نام تو فرخنده و بلند باد! فساد باطن او را ديدى و زشتى سيرت او را شناختى</w:t>
      </w:r>
      <w:r w:rsidR="007D3118">
        <w:rPr>
          <w:rtl/>
        </w:rPr>
        <w:t xml:space="preserve">، </w:t>
      </w:r>
      <w:r>
        <w:rPr>
          <w:rtl/>
        </w:rPr>
        <w:t>او را به سر در بيشه اش نگونسار كردى و در گودالش فروافكندى</w:t>
      </w:r>
      <w:r w:rsidR="007D3118">
        <w:rPr>
          <w:rtl/>
        </w:rPr>
        <w:t xml:space="preserve">. </w:t>
      </w:r>
      <w:r>
        <w:rPr>
          <w:rtl/>
        </w:rPr>
        <w:t xml:space="preserve">پس از گردن كشى زبون شد و در كمند همان دام گرفتار </w:t>
      </w:r>
      <w:r>
        <w:rPr>
          <w:rtl/>
        </w:rPr>
        <w:lastRenderedPageBreak/>
        <w:t>آمد</w:t>
      </w:r>
      <w:r w:rsidR="007D3118">
        <w:rPr>
          <w:rtl/>
        </w:rPr>
        <w:t xml:space="preserve">، </w:t>
      </w:r>
      <w:r>
        <w:rPr>
          <w:rtl/>
        </w:rPr>
        <w:t>كه انديشه داشت مرا در آن ببيند و نزديك بود آنچه در سراى او فرود آمد</w:t>
      </w:r>
      <w:r w:rsidR="007D3118">
        <w:rPr>
          <w:rtl/>
        </w:rPr>
        <w:t xml:space="preserve">، </w:t>
      </w:r>
      <w:r>
        <w:rPr>
          <w:rtl/>
        </w:rPr>
        <w:t>اگر رحمت تو نبود</w:t>
      </w:r>
      <w:r w:rsidR="007D3118">
        <w:rPr>
          <w:rtl/>
        </w:rPr>
        <w:t xml:space="preserve">، </w:t>
      </w:r>
      <w:r>
        <w:rPr>
          <w:rtl/>
        </w:rPr>
        <w:t>در سراى من فرود آورد</w:t>
      </w:r>
      <w:r w:rsidR="007D3118">
        <w:rPr>
          <w:rtl/>
        </w:rPr>
        <w:t xml:space="preserve">. </w:t>
      </w:r>
    </w:p>
    <w:p w:rsidR="00587D34" w:rsidRDefault="00587D34" w:rsidP="00587D34">
      <w:pPr>
        <w:pStyle w:val="libNormal"/>
        <w:rPr>
          <w:rtl/>
        </w:rPr>
      </w:pPr>
      <w:r>
        <w:rPr>
          <w:rtl/>
        </w:rPr>
        <w:t>9</w:t>
      </w:r>
      <w:r w:rsidR="007D3118">
        <w:rPr>
          <w:rtl/>
        </w:rPr>
        <w:t xml:space="preserve">. </w:t>
      </w:r>
      <w:r>
        <w:rPr>
          <w:rtl/>
        </w:rPr>
        <w:t>چه بسا حسودى كه بغض من راه گلوگيرش را گرفته و خشم من در حلقش چون استخوانى فرو رفته</w:t>
      </w:r>
      <w:r w:rsidR="007D3118">
        <w:rPr>
          <w:rtl/>
        </w:rPr>
        <w:t xml:space="preserve">، </w:t>
      </w:r>
      <w:r>
        <w:rPr>
          <w:rtl/>
        </w:rPr>
        <w:t>و با زبان تيز مرا آزرده</w:t>
      </w:r>
      <w:r w:rsidR="007D3118">
        <w:rPr>
          <w:rtl/>
        </w:rPr>
        <w:t xml:space="preserve">، </w:t>
      </w:r>
      <w:r>
        <w:rPr>
          <w:rtl/>
        </w:rPr>
        <w:t>و ننگ هاى خود را بر من نهاده و آبروى مرا آماج تيرهاى خود كرده</w:t>
      </w:r>
      <w:r w:rsidR="007D3118">
        <w:rPr>
          <w:rtl/>
        </w:rPr>
        <w:t xml:space="preserve">، </w:t>
      </w:r>
      <w:r>
        <w:rPr>
          <w:rtl/>
        </w:rPr>
        <w:t>هر عيب كه پيشه خود او بود به من بسته و به مكر مرا بد گفته و به تدبير زشت آهنگ من كرده است</w:t>
      </w:r>
      <w:r w:rsidR="007D3118">
        <w:rPr>
          <w:rtl/>
        </w:rPr>
        <w:t xml:space="preserve">. </w:t>
      </w:r>
    </w:p>
    <w:p w:rsidR="00587D34" w:rsidRDefault="00587D34" w:rsidP="00587D34">
      <w:pPr>
        <w:pStyle w:val="libNormal"/>
        <w:rPr>
          <w:rtl/>
        </w:rPr>
      </w:pPr>
      <w:r>
        <w:rPr>
          <w:rtl/>
        </w:rPr>
        <w:t>10</w:t>
      </w:r>
      <w:r w:rsidR="007D3118">
        <w:rPr>
          <w:rtl/>
        </w:rPr>
        <w:t xml:space="preserve">. </w:t>
      </w:r>
      <w:r>
        <w:rPr>
          <w:rtl/>
        </w:rPr>
        <w:t>اى خداى من! من تو را خواندم و به تو استغاثه كردم و يقين داشتم زوداجابت مى كنى و مى دانستم هر كس در سايه حمايت تو جاى گيرد ستم نشود</w:t>
      </w:r>
      <w:r w:rsidR="007D3118">
        <w:rPr>
          <w:rtl/>
        </w:rPr>
        <w:t xml:space="preserve">، </w:t>
      </w:r>
      <w:r>
        <w:rPr>
          <w:rtl/>
        </w:rPr>
        <w:t>و هر كس به سنگر انتقام تو پناه برد از چيزى باك ندارد</w:t>
      </w:r>
      <w:r w:rsidR="007D3118">
        <w:rPr>
          <w:rtl/>
        </w:rPr>
        <w:t xml:space="preserve">، </w:t>
      </w:r>
      <w:r>
        <w:rPr>
          <w:rtl/>
        </w:rPr>
        <w:t>پس مرا از بيم او به قدرت خود حفظ كردى</w:t>
      </w:r>
      <w:r w:rsidR="007D3118">
        <w:rPr>
          <w:rtl/>
        </w:rPr>
        <w:t xml:space="preserve">. </w:t>
      </w:r>
    </w:p>
    <w:p w:rsidR="00587D34" w:rsidRDefault="00587D34" w:rsidP="00587D34">
      <w:pPr>
        <w:pStyle w:val="libNormal"/>
        <w:rPr>
          <w:rtl/>
        </w:rPr>
      </w:pPr>
      <w:r>
        <w:rPr>
          <w:rtl/>
        </w:rPr>
        <w:t>11</w:t>
      </w:r>
      <w:r w:rsidR="007D3118">
        <w:rPr>
          <w:rtl/>
        </w:rPr>
        <w:t xml:space="preserve">. </w:t>
      </w:r>
      <w:r>
        <w:rPr>
          <w:rtl/>
        </w:rPr>
        <w:t>و بسا ابرهاى ناخوش و تيره را از بالاى سر من پراكندى و از ابرهاى پرنعمت بر من باريدى</w:t>
      </w:r>
      <w:r w:rsidR="007D3118">
        <w:rPr>
          <w:rtl/>
        </w:rPr>
        <w:t xml:space="preserve">، </w:t>
      </w:r>
      <w:r>
        <w:rPr>
          <w:rtl/>
        </w:rPr>
        <w:t>و جويهاى رحمت را بر من روان كردى</w:t>
      </w:r>
      <w:r w:rsidR="007D3118">
        <w:rPr>
          <w:rtl/>
        </w:rPr>
        <w:t xml:space="preserve">، </w:t>
      </w:r>
      <w:r>
        <w:rPr>
          <w:rtl/>
        </w:rPr>
        <w:t>و جامه عافيت بر من پوشيدى</w:t>
      </w:r>
      <w:r w:rsidR="007D3118">
        <w:rPr>
          <w:rtl/>
        </w:rPr>
        <w:t xml:space="preserve">، </w:t>
      </w:r>
      <w:r>
        <w:rPr>
          <w:rtl/>
        </w:rPr>
        <w:t>و چشم فتنه را از ديدن من كور ساختى و پرده هاى اندوه را به يك سو زدى</w:t>
      </w:r>
      <w:r w:rsidR="007D3118">
        <w:rPr>
          <w:rtl/>
        </w:rPr>
        <w:t xml:space="preserve">. </w:t>
      </w:r>
    </w:p>
    <w:p w:rsidR="00587D34" w:rsidRDefault="00587D34" w:rsidP="00587D34">
      <w:pPr>
        <w:pStyle w:val="libNormal"/>
        <w:rPr>
          <w:rtl/>
        </w:rPr>
      </w:pPr>
      <w:r>
        <w:rPr>
          <w:rtl/>
        </w:rPr>
        <w:t>12</w:t>
      </w:r>
      <w:r w:rsidR="007D3118">
        <w:rPr>
          <w:rtl/>
        </w:rPr>
        <w:t xml:space="preserve">. </w:t>
      </w:r>
      <w:r>
        <w:rPr>
          <w:rtl/>
        </w:rPr>
        <w:t>و چه بسا گمان هاى نيك كه را درست آوردى</w:t>
      </w:r>
      <w:r w:rsidR="007D3118">
        <w:rPr>
          <w:rtl/>
        </w:rPr>
        <w:t xml:space="preserve">، </w:t>
      </w:r>
      <w:r>
        <w:rPr>
          <w:rtl/>
        </w:rPr>
        <w:t>و بى چيزى مرا جبران كردى</w:t>
      </w:r>
      <w:r w:rsidR="007D3118">
        <w:rPr>
          <w:rtl/>
        </w:rPr>
        <w:t xml:space="preserve">، </w:t>
      </w:r>
      <w:r>
        <w:rPr>
          <w:rtl/>
        </w:rPr>
        <w:t>و از لغزش دست مرا گرفتى و برخيزانيدى و بيچارگى مرا چاره كردى</w:t>
      </w:r>
      <w:r w:rsidR="007D3118">
        <w:rPr>
          <w:rtl/>
        </w:rPr>
        <w:t xml:space="preserve">. </w:t>
      </w:r>
    </w:p>
    <w:p w:rsidR="00587D34" w:rsidRDefault="00587D34" w:rsidP="00587D34">
      <w:pPr>
        <w:pStyle w:val="libNormal"/>
        <w:rPr>
          <w:rtl/>
        </w:rPr>
      </w:pPr>
      <w:r>
        <w:rPr>
          <w:rtl/>
        </w:rPr>
        <w:t>13</w:t>
      </w:r>
      <w:r w:rsidR="007D3118">
        <w:rPr>
          <w:rtl/>
        </w:rPr>
        <w:t xml:space="preserve">. </w:t>
      </w:r>
      <w:r>
        <w:rPr>
          <w:rtl/>
        </w:rPr>
        <w:t>همه اين ها از رحمت و تفضل تو است</w:t>
      </w:r>
      <w:r w:rsidR="007D3118">
        <w:rPr>
          <w:rtl/>
        </w:rPr>
        <w:t xml:space="preserve">، </w:t>
      </w:r>
      <w:r>
        <w:rPr>
          <w:rtl/>
        </w:rPr>
        <w:t>با آن كه در نافرمانى تو سخت كوشم</w:t>
      </w:r>
      <w:r w:rsidR="007D3118">
        <w:rPr>
          <w:rtl/>
        </w:rPr>
        <w:t xml:space="preserve">، </w:t>
      </w:r>
      <w:r>
        <w:rPr>
          <w:rtl/>
        </w:rPr>
        <w:t>زشت كارى من مانع احسان تو نگشت و احسان تو هم مانع من از ارتكاب معاصى نشد</w:t>
      </w:r>
      <w:r w:rsidR="007D3118">
        <w:rPr>
          <w:rtl/>
        </w:rPr>
        <w:t xml:space="preserve">، </w:t>
      </w:r>
      <w:r>
        <w:rPr>
          <w:rtl/>
        </w:rPr>
        <w:t>هر چه به جاى آورى كسى از تو نپرسد چرا؟</w:t>
      </w:r>
    </w:p>
    <w:p w:rsidR="00587D34" w:rsidRDefault="00587D34" w:rsidP="00587D34">
      <w:pPr>
        <w:pStyle w:val="libNormal"/>
        <w:rPr>
          <w:rtl/>
        </w:rPr>
      </w:pPr>
      <w:r>
        <w:rPr>
          <w:rtl/>
        </w:rPr>
        <w:t>14</w:t>
      </w:r>
      <w:r w:rsidR="007D3118">
        <w:rPr>
          <w:rtl/>
        </w:rPr>
        <w:t xml:space="preserve">. </w:t>
      </w:r>
      <w:r>
        <w:rPr>
          <w:rtl/>
        </w:rPr>
        <w:t>هرگاه از تو چيز خواهند بى دريغ مى بخشى و هرگاه نخواهند بى سوال احسان مى كنى</w:t>
      </w:r>
      <w:r w:rsidR="007D3118">
        <w:rPr>
          <w:rtl/>
        </w:rPr>
        <w:t xml:space="preserve">، </w:t>
      </w:r>
      <w:r>
        <w:rPr>
          <w:rtl/>
        </w:rPr>
        <w:t>فضل تو را طلب كردند دريغ نكردى</w:t>
      </w:r>
      <w:r w:rsidR="007D3118">
        <w:rPr>
          <w:rtl/>
        </w:rPr>
        <w:t xml:space="preserve">، </w:t>
      </w:r>
      <w:r>
        <w:rPr>
          <w:rtl/>
        </w:rPr>
        <w:t>هرچه را دريغ دارى از احسان و نعمت بخشيدن و تفضل و انعام دريغ ندارى</w:t>
      </w:r>
      <w:r w:rsidR="007D3118">
        <w:rPr>
          <w:rtl/>
        </w:rPr>
        <w:t xml:space="preserve">، </w:t>
      </w:r>
      <w:r>
        <w:rPr>
          <w:rtl/>
        </w:rPr>
        <w:t xml:space="preserve">و من از هر چه ابا كنم از </w:t>
      </w:r>
      <w:r>
        <w:rPr>
          <w:rtl/>
        </w:rPr>
        <w:lastRenderedPageBreak/>
        <w:t>ارتكاب گناهان و تجاوز احكام و غفلت از عذاب تو ابا نكنم</w:t>
      </w:r>
      <w:r w:rsidR="007D3118">
        <w:rPr>
          <w:rtl/>
        </w:rPr>
        <w:t xml:space="preserve">، </w:t>
      </w:r>
      <w:r>
        <w:rPr>
          <w:rtl/>
        </w:rPr>
        <w:t>پس اى خداى من! تو را سپاس كه با وجود نيروى شكست ناپذير</w:t>
      </w:r>
      <w:r w:rsidR="007D3118">
        <w:rPr>
          <w:rtl/>
        </w:rPr>
        <w:t xml:space="preserve">، </w:t>
      </w:r>
      <w:r>
        <w:rPr>
          <w:rtl/>
        </w:rPr>
        <w:t>حليم وبردبارى و در عقوبت شتاب نمى كنى</w:t>
      </w:r>
      <w:r w:rsidR="007D3118">
        <w:rPr>
          <w:rtl/>
        </w:rPr>
        <w:t xml:space="preserve">. </w:t>
      </w:r>
    </w:p>
    <w:p w:rsidR="00587D34" w:rsidRDefault="00587D34" w:rsidP="00587D34">
      <w:pPr>
        <w:pStyle w:val="libNormal"/>
        <w:rPr>
          <w:rtl/>
        </w:rPr>
      </w:pPr>
      <w:r>
        <w:rPr>
          <w:rtl/>
        </w:rPr>
        <w:t>15</w:t>
      </w:r>
      <w:r w:rsidR="007D3118">
        <w:rPr>
          <w:rtl/>
        </w:rPr>
        <w:t xml:space="preserve">. </w:t>
      </w:r>
      <w:r>
        <w:rPr>
          <w:rtl/>
        </w:rPr>
        <w:t>اينك در حضور تو است كسى كه اقرار دارد به فزونى تو بر وى و اين كه به جاى شكر تقصير كرده است و بر خود گواهى مى دهد كه حق تو را فرو گذاشته است</w:t>
      </w:r>
      <w:r w:rsidR="007D3118">
        <w:rPr>
          <w:rtl/>
        </w:rPr>
        <w:t xml:space="preserve">. </w:t>
      </w:r>
    </w:p>
    <w:p w:rsidR="00587D34" w:rsidRDefault="00587D34" w:rsidP="00587D34">
      <w:pPr>
        <w:pStyle w:val="libNormal"/>
        <w:rPr>
          <w:rtl/>
        </w:rPr>
      </w:pPr>
      <w:r>
        <w:rPr>
          <w:rtl/>
        </w:rPr>
        <w:t>16</w:t>
      </w:r>
      <w:r w:rsidR="007D3118">
        <w:rPr>
          <w:rtl/>
        </w:rPr>
        <w:t xml:space="preserve">. </w:t>
      </w:r>
      <w:r>
        <w:rPr>
          <w:rtl/>
        </w:rPr>
        <w:t>خداوندا! به ملت محمدى (</w:t>
      </w:r>
      <w:r w:rsidR="00865B4A" w:rsidRPr="00865B4A">
        <w:rPr>
          <w:rStyle w:val="libAlaemChar"/>
          <w:rtl/>
        </w:rPr>
        <w:t>صلى‌الله‌عليه‌وآله‌وسلم</w:t>
      </w:r>
      <w:r w:rsidR="007D3118">
        <w:rPr>
          <w:rtl/>
        </w:rPr>
        <w:t xml:space="preserve">) </w:t>
      </w:r>
      <w:r>
        <w:rPr>
          <w:rtl/>
        </w:rPr>
        <w:t>و طريقت علويه تقرب مى جويم</w:t>
      </w:r>
      <w:r w:rsidR="007D3118">
        <w:rPr>
          <w:rtl/>
        </w:rPr>
        <w:t xml:space="preserve">، </w:t>
      </w:r>
      <w:r>
        <w:rPr>
          <w:rtl/>
        </w:rPr>
        <w:t>و بدين دو متوجه تو مى شوم كه مرا از شر چنين و چنان خود كه اين با توانايى تو دشوار نيست و بر تو سخت نباشد و تو بر هر چيز توانايى</w:t>
      </w:r>
      <w:r w:rsidR="007D3118">
        <w:rPr>
          <w:rtl/>
        </w:rPr>
        <w:t xml:space="preserve">. </w:t>
      </w:r>
    </w:p>
    <w:p w:rsidR="00587D34" w:rsidRDefault="00587D34" w:rsidP="00587D34">
      <w:pPr>
        <w:pStyle w:val="libNormal"/>
        <w:rPr>
          <w:rtl/>
        </w:rPr>
      </w:pPr>
      <w:r>
        <w:rPr>
          <w:rtl/>
        </w:rPr>
        <w:t>17</w:t>
      </w:r>
      <w:r w:rsidR="007D3118">
        <w:rPr>
          <w:rtl/>
        </w:rPr>
        <w:t xml:space="preserve">. </w:t>
      </w:r>
      <w:r>
        <w:rPr>
          <w:rtl/>
        </w:rPr>
        <w:t>پس اى خداى من! از رحمت و توفيق خود به من چندان بخش كه آن ها را چون ردبامى ساخته</w:t>
      </w:r>
      <w:r w:rsidR="007D3118">
        <w:rPr>
          <w:rtl/>
        </w:rPr>
        <w:t xml:space="preserve">، </w:t>
      </w:r>
      <w:r>
        <w:rPr>
          <w:rtl/>
        </w:rPr>
        <w:t>سوى رضوان تو بالا روم و از عقاب تو ايمن مانم</w:t>
      </w:r>
      <w:r w:rsidR="007D3118">
        <w:rPr>
          <w:rtl/>
        </w:rPr>
        <w:t xml:space="preserve">. </w:t>
      </w:r>
      <w:r>
        <w:rPr>
          <w:rtl/>
        </w:rPr>
        <w:t>اى ارحم الراحمين</w:t>
      </w:r>
      <w:r w:rsidR="007D3118">
        <w:rPr>
          <w:rtl/>
        </w:rPr>
        <w:t xml:space="preserve">. </w:t>
      </w:r>
    </w:p>
    <w:p w:rsidR="00587D34" w:rsidRDefault="00C46FA9" w:rsidP="004C63D0">
      <w:pPr>
        <w:pStyle w:val="Heading2"/>
        <w:rPr>
          <w:rtl/>
        </w:rPr>
      </w:pPr>
      <w:r>
        <w:br w:type="page"/>
      </w:r>
      <w:bookmarkStart w:id="104" w:name="_Toc394915233"/>
      <w:r w:rsidR="00AA3CBA">
        <w:lastRenderedPageBreak/>
        <w:t>50</w:t>
      </w:r>
      <w:r w:rsidR="00AA3CBA">
        <w:rPr>
          <w:rtl/>
        </w:rPr>
        <w:t xml:space="preserve"> وَ كَانَ مِنْ دُعَائِهِ عَلَيْهِ السَّلامُ فِى الرَّهْبَةِ:</w:t>
      </w:r>
      <w:bookmarkEnd w:id="104"/>
      <w:r w:rsidR="00AA3CBA">
        <w:rPr>
          <w:rtl/>
        </w:rPr>
        <w:t xml:space="preserve"> </w:t>
      </w:r>
    </w:p>
    <w:p w:rsidR="00587D34" w:rsidRDefault="00587D34" w:rsidP="00587D34">
      <w:pPr>
        <w:pStyle w:val="libNormal"/>
        <w:rPr>
          <w:rtl/>
        </w:rPr>
      </w:pPr>
      <w:r>
        <w:rPr>
          <w:rtl/>
        </w:rPr>
        <w:t>(1</w:t>
      </w:r>
      <w:r w:rsidR="007D3118">
        <w:rPr>
          <w:rtl/>
        </w:rPr>
        <w:t xml:space="preserve">) </w:t>
      </w:r>
      <w:r>
        <w:rPr>
          <w:rtl/>
        </w:rPr>
        <w:t>اللَّهُمَّ إِنَّكَ خَلَقْتَنِى سَوِيّا</w:t>
      </w:r>
      <w:r w:rsidR="007D3118">
        <w:rPr>
          <w:rtl/>
        </w:rPr>
        <w:t xml:space="preserve">، </w:t>
      </w:r>
      <w:r>
        <w:rPr>
          <w:rtl/>
        </w:rPr>
        <w:t>وَ رَبَّيْتَنِى صَغِيرا</w:t>
      </w:r>
      <w:r w:rsidR="007D3118">
        <w:rPr>
          <w:rtl/>
        </w:rPr>
        <w:t xml:space="preserve">، </w:t>
      </w:r>
      <w:r>
        <w:rPr>
          <w:rtl/>
        </w:rPr>
        <w:t>وَ رَزَقْتَنِى مَكْفِيّا</w:t>
      </w:r>
    </w:p>
    <w:p w:rsidR="00587D34" w:rsidRDefault="00587D34" w:rsidP="00587D34">
      <w:pPr>
        <w:pStyle w:val="libNormal"/>
        <w:rPr>
          <w:rtl/>
        </w:rPr>
      </w:pPr>
      <w:r>
        <w:rPr>
          <w:rtl/>
        </w:rPr>
        <w:t>(2</w:t>
      </w:r>
      <w:r w:rsidR="007D3118">
        <w:rPr>
          <w:rtl/>
        </w:rPr>
        <w:t xml:space="preserve">) </w:t>
      </w:r>
      <w:r>
        <w:rPr>
          <w:rtl/>
        </w:rPr>
        <w:t>اللَّهُمَّ إِنِّى وَجَدْتُ فِيمَا أَنْزَلْتَ مِنْ كِتَابِكَ</w:t>
      </w:r>
      <w:r w:rsidR="007D3118">
        <w:rPr>
          <w:rtl/>
        </w:rPr>
        <w:t xml:space="preserve">، </w:t>
      </w:r>
      <w:r>
        <w:rPr>
          <w:rtl/>
        </w:rPr>
        <w:t>وَ بَشَّرْتَ بِهِ عِبَادَكَ أَنْ قُلْتَ</w:t>
      </w:r>
      <w:r w:rsidR="007D3118">
        <w:rPr>
          <w:rtl/>
        </w:rPr>
        <w:t xml:space="preserve">: </w:t>
      </w:r>
      <w:r>
        <w:rPr>
          <w:rtl/>
        </w:rPr>
        <w:t>يَا عِبَادِىَ الَّذِينَ أَسْرَفُوا عَلَى أَنْفُسِهِمْ لا تَقْنَطُوا مِنْ رَحْمَةِ اللَّهِ</w:t>
      </w:r>
      <w:r w:rsidR="007D3118">
        <w:rPr>
          <w:rtl/>
        </w:rPr>
        <w:t xml:space="preserve">، </w:t>
      </w:r>
      <w:r>
        <w:rPr>
          <w:rtl/>
        </w:rPr>
        <w:t>إِنَّ اللَّهَ يَغْفِرُ الذُّنُوبَ جَمِيعا</w:t>
      </w:r>
      <w:r w:rsidR="007D3118">
        <w:rPr>
          <w:rtl/>
        </w:rPr>
        <w:t xml:space="preserve">، </w:t>
      </w:r>
      <w:r>
        <w:rPr>
          <w:rtl/>
        </w:rPr>
        <w:t>وَ قَدْ تَقَدَّمَ مِنِّى مَا قَدْ عَلِمْتَ وَ مَا أَنْتَ أَعْلَمُ بِهِ مِنِّى</w:t>
      </w:r>
      <w:r w:rsidR="007D3118">
        <w:rPr>
          <w:rtl/>
        </w:rPr>
        <w:t xml:space="preserve">، </w:t>
      </w:r>
      <w:r>
        <w:rPr>
          <w:rtl/>
        </w:rPr>
        <w:t>فَيَا سَوْأَتَا مِمَّا أَحْصَاهُ عَلَيَّ كِتَابُكَ</w:t>
      </w:r>
    </w:p>
    <w:p w:rsidR="00587D34" w:rsidRDefault="00587D34" w:rsidP="00587D34">
      <w:pPr>
        <w:pStyle w:val="libNormal"/>
        <w:rPr>
          <w:rtl/>
        </w:rPr>
      </w:pPr>
      <w:r>
        <w:rPr>
          <w:rtl/>
        </w:rPr>
        <w:t>(3</w:t>
      </w:r>
      <w:r w:rsidR="007D3118">
        <w:rPr>
          <w:rtl/>
        </w:rPr>
        <w:t xml:space="preserve">) </w:t>
      </w:r>
      <w:r>
        <w:rPr>
          <w:rtl/>
        </w:rPr>
        <w:t>فَلَوْ لا الْمَوَاقِفُ الَّتِى أُؤَمِّلُ مِنْ عَفْوِكَ الَّذِى شَمِلَ كُلَّ شَيْءٍ لَأَلْقَيْتُ بِيَدِى</w:t>
      </w:r>
      <w:r w:rsidR="007D3118">
        <w:rPr>
          <w:rtl/>
        </w:rPr>
        <w:t xml:space="preserve">، </w:t>
      </w:r>
      <w:r>
        <w:rPr>
          <w:rtl/>
        </w:rPr>
        <w:t>وَ لَوْ أَنَّ أَحَدا اسْتَطَاعَ الْهَرَبَ مِنْ رَبِّهِ لَكُنْتُ أَنَا أَحَقَّ بِالْهَرَبِ مِنْكَ</w:t>
      </w:r>
      <w:r w:rsidR="007D3118">
        <w:rPr>
          <w:rtl/>
        </w:rPr>
        <w:t xml:space="preserve">، </w:t>
      </w:r>
      <w:r>
        <w:rPr>
          <w:rtl/>
        </w:rPr>
        <w:t>وَ أَنْتَ لا تَخْفَى عَلَيْكَ خَافِيَةٌ فِى الْأَرْضِ وَ لا فِى السَّمَاءِ إِلا أَتَيْتَ بِهَا</w:t>
      </w:r>
      <w:r w:rsidR="007D3118">
        <w:rPr>
          <w:rtl/>
        </w:rPr>
        <w:t xml:space="preserve">، </w:t>
      </w:r>
      <w:r>
        <w:rPr>
          <w:rtl/>
        </w:rPr>
        <w:t>وَ كَفَى بِكَ جَازِيا</w:t>
      </w:r>
      <w:r w:rsidR="007D3118">
        <w:rPr>
          <w:rtl/>
        </w:rPr>
        <w:t xml:space="preserve">، </w:t>
      </w:r>
      <w:r>
        <w:rPr>
          <w:rtl/>
        </w:rPr>
        <w:t>وَ كَفَى بِكَ حَسِيبا</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إِنَّكَ طَالِبِى إِنْ أَنَا هَرَبْتُ</w:t>
      </w:r>
      <w:r w:rsidR="007D3118">
        <w:rPr>
          <w:rtl/>
        </w:rPr>
        <w:t xml:space="preserve">، </w:t>
      </w:r>
      <w:r>
        <w:rPr>
          <w:rtl/>
        </w:rPr>
        <w:t>وَ مُدْرِكِى إِنْ أَنَا فَرَرْتُ</w:t>
      </w:r>
      <w:r w:rsidR="007D3118">
        <w:rPr>
          <w:rtl/>
        </w:rPr>
        <w:t xml:space="preserve">، </w:t>
      </w:r>
      <w:r>
        <w:rPr>
          <w:rtl/>
        </w:rPr>
        <w:t>فَهَا أَنَا ذَا بَيْنَ يَدَيْكَ خَاضِعٌ ذَلِيلٌ رَاغِمٌ</w:t>
      </w:r>
      <w:r w:rsidR="007D3118">
        <w:rPr>
          <w:rtl/>
        </w:rPr>
        <w:t xml:space="preserve">، </w:t>
      </w:r>
      <w:r>
        <w:rPr>
          <w:rtl/>
        </w:rPr>
        <w:t>إِنْ تُعَذِّبْنِى فَإِنِّى لِذَلِكَ أَهْلٌ</w:t>
      </w:r>
      <w:r w:rsidR="007D3118">
        <w:rPr>
          <w:rtl/>
        </w:rPr>
        <w:t xml:space="preserve">، </w:t>
      </w:r>
      <w:r>
        <w:rPr>
          <w:rtl/>
        </w:rPr>
        <w:t>وَ هُوَ - يَا رَبِّ - مِنْكَ عَدْلٌ</w:t>
      </w:r>
      <w:r w:rsidR="007D3118">
        <w:rPr>
          <w:rtl/>
        </w:rPr>
        <w:t xml:space="preserve">، </w:t>
      </w:r>
      <w:r>
        <w:rPr>
          <w:rtl/>
        </w:rPr>
        <w:t>وَ إِنْ تَعْفُ عَنِّى فَقَدِيما شَمَلَنِى عَفْوُكَ</w:t>
      </w:r>
      <w:r w:rsidR="007D3118">
        <w:rPr>
          <w:rtl/>
        </w:rPr>
        <w:t xml:space="preserve">، </w:t>
      </w:r>
      <w:r>
        <w:rPr>
          <w:rtl/>
        </w:rPr>
        <w:t>وَ أَلْبَسْتَنِى عَافِيَتَكَ</w:t>
      </w:r>
      <w:r w:rsidR="007D3118">
        <w:rPr>
          <w:rtl/>
        </w:rPr>
        <w:t xml:space="preserve">. </w:t>
      </w:r>
    </w:p>
    <w:p w:rsidR="00587D34" w:rsidRDefault="00587D34" w:rsidP="00587D34">
      <w:pPr>
        <w:pStyle w:val="libNormal"/>
        <w:rPr>
          <w:rtl/>
        </w:rPr>
      </w:pPr>
      <w:r>
        <w:rPr>
          <w:rtl/>
        </w:rPr>
        <w:t>(5</w:t>
      </w:r>
      <w:r w:rsidR="007D3118">
        <w:rPr>
          <w:rtl/>
        </w:rPr>
        <w:t xml:space="preserve">) </w:t>
      </w:r>
      <w:r>
        <w:rPr>
          <w:rtl/>
        </w:rPr>
        <w:t>فَأَسْأَلُكَ - اللَّهُمَّ - بِالْمَخْزُونِ مِنْ أَسْمَائِكَ</w:t>
      </w:r>
      <w:r w:rsidR="007D3118">
        <w:rPr>
          <w:rtl/>
        </w:rPr>
        <w:t xml:space="preserve">، </w:t>
      </w:r>
      <w:r>
        <w:rPr>
          <w:rtl/>
        </w:rPr>
        <w:t>وَ بِمَا وَارَتْهُ الْحُجُبُ مِنْ بَهَائِكَ</w:t>
      </w:r>
      <w:r w:rsidR="007D3118">
        <w:rPr>
          <w:rtl/>
        </w:rPr>
        <w:t xml:space="preserve">، </w:t>
      </w:r>
      <w:r>
        <w:rPr>
          <w:rtl/>
        </w:rPr>
        <w:t>إِلا رَحِمْتَ هَذِهِ النَّفْسَ الْجَزُوعَةَ</w:t>
      </w:r>
      <w:r w:rsidR="007D3118">
        <w:rPr>
          <w:rtl/>
        </w:rPr>
        <w:t xml:space="preserve">، </w:t>
      </w:r>
      <w:r>
        <w:rPr>
          <w:rtl/>
        </w:rPr>
        <w:t>وَ هَذِهِ الرِّمَّةَ الْهَلُوعَةَ</w:t>
      </w:r>
      <w:r w:rsidR="007D3118">
        <w:rPr>
          <w:rtl/>
        </w:rPr>
        <w:t xml:space="preserve">، </w:t>
      </w:r>
      <w:r>
        <w:rPr>
          <w:rtl/>
        </w:rPr>
        <w:t>الَّتِى لا تَسْتَطِيعُ حَرَّ شَمْسِكَ</w:t>
      </w:r>
      <w:r w:rsidR="007D3118">
        <w:rPr>
          <w:rtl/>
        </w:rPr>
        <w:t xml:space="preserve">، </w:t>
      </w:r>
      <w:r>
        <w:rPr>
          <w:rtl/>
        </w:rPr>
        <w:t>فَكَيْفَ تَسْتَطِيعُ حَرَّ نَارِكَ</w:t>
      </w:r>
      <w:r w:rsidR="007D3118">
        <w:rPr>
          <w:rtl/>
        </w:rPr>
        <w:t>،؟</w:t>
      </w:r>
      <w:r>
        <w:rPr>
          <w:rtl/>
        </w:rPr>
        <w:t xml:space="preserve"> وَ الَّتِى لا تَسْتَطِيعُ صَوْتَ رَعْدِكَ</w:t>
      </w:r>
      <w:r w:rsidR="007D3118">
        <w:rPr>
          <w:rtl/>
        </w:rPr>
        <w:t xml:space="preserve">، </w:t>
      </w:r>
      <w:r>
        <w:rPr>
          <w:rtl/>
        </w:rPr>
        <w:t>فَكَيْفَ تَسْتَطِيعُ صَوْتَ غَضَبِكَ؟</w:t>
      </w:r>
    </w:p>
    <w:p w:rsidR="00587D34" w:rsidRDefault="00587D34" w:rsidP="00587D34">
      <w:pPr>
        <w:pStyle w:val="libNormal"/>
        <w:rPr>
          <w:rtl/>
        </w:rPr>
      </w:pPr>
      <w:r>
        <w:rPr>
          <w:rtl/>
        </w:rPr>
        <w:t>(6</w:t>
      </w:r>
      <w:r w:rsidR="007D3118">
        <w:rPr>
          <w:rtl/>
        </w:rPr>
        <w:t xml:space="preserve">) </w:t>
      </w:r>
      <w:r>
        <w:rPr>
          <w:rtl/>
        </w:rPr>
        <w:t>فَارْحَمْنِىَ - اللَّهُمَّ - فَإِنِّى امْرُؤٌ حَقِيرٌ</w:t>
      </w:r>
      <w:r w:rsidR="007D3118">
        <w:rPr>
          <w:rtl/>
        </w:rPr>
        <w:t xml:space="preserve">، </w:t>
      </w:r>
      <w:r>
        <w:rPr>
          <w:rtl/>
        </w:rPr>
        <w:t>وَ خَطَرِى يَسِيرٌ</w:t>
      </w:r>
      <w:r w:rsidR="007D3118">
        <w:rPr>
          <w:rtl/>
        </w:rPr>
        <w:t xml:space="preserve">، </w:t>
      </w:r>
      <w:r>
        <w:rPr>
          <w:rtl/>
        </w:rPr>
        <w:t>وَ لَيْسَ عَذَابِى مِمَّا يَزِيدُ فِى مُلْكِكَ مِثْقَالَ ذَرَّةٍ</w:t>
      </w:r>
      <w:r w:rsidR="007D3118">
        <w:rPr>
          <w:rtl/>
        </w:rPr>
        <w:t xml:space="preserve">، </w:t>
      </w:r>
      <w:r>
        <w:rPr>
          <w:rtl/>
        </w:rPr>
        <w:t>وَ لَوْ أَنَّ عَذَابِى مِمَّا يَزِيدُ فِى مُلْكِكَ لَسَأَلْتُكَ الصَّبْرَ عَلَيْهِ</w:t>
      </w:r>
      <w:r w:rsidR="007D3118">
        <w:rPr>
          <w:rtl/>
        </w:rPr>
        <w:t xml:space="preserve">، </w:t>
      </w:r>
      <w:r>
        <w:rPr>
          <w:rtl/>
        </w:rPr>
        <w:t>وَ أَحْبَبْتُ أَنْ يَكُونَ ذَلِكَ لَكَ</w:t>
      </w:r>
      <w:r w:rsidR="007D3118">
        <w:rPr>
          <w:rtl/>
        </w:rPr>
        <w:t xml:space="preserve">، </w:t>
      </w:r>
      <w:r>
        <w:rPr>
          <w:rtl/>
        </w:rPr>
        <w:t>وَ لَكِنْ سُلْطَانُكَ - اللَّهُمَّ - أَعْظَمُ</w:t>
      </w:r>
      <w:r w:rsidR="007D3118">
        <w:rPr>
          <w:rtl/>
        </w:rPr>
        <w:t xml:space="preserve">، </w:t>
      </w:r>
      <w:r>
        <w:rPr>
          <w:rtl/>
        </w:rPr>
        <w:t>وَ مُلْكُكَ أَدْوَمُ مِنْ أَنْ تَزِيدَ فِيهِ طَاعَةُ الْمُطِيعِينَ</w:t>
      </w:r>
      <w:r w:rsidR="007D3118">
        <w:rPr>
          <w:rtl/>
        </w:rPr>
        <w:t xml:space="preserve">، </w:t>
      </w:r>
      <w:r>
        <w:rPr>
          <w:rtl/>
        </w:rPr>
        <w:t>أَوْ تَنْقُصَ مِنْهُ مَعْصِيَةُ الْمُذْنِبِينَ</w:t>
      </w:r>
      <w:r w:rsidR="007D3118">
        <w:rPr>
          <w:rtl/>
        </w:rPr>
        <w:t xml:space="preserve">. </w:t>
      </w:r>
    </w:p>
    <w:p w:rsidR="00587D34" w:rsidRDefault="00587D34" w:rsidP="00587D34">
      <w:pPr>
        <w:pStyle w:val="libNormal"/>
        <w:rPr>
          <w:rtl/>
        </w:rPr>
      </w:pPr>
      <w:r>
        <w:rPr>
          <w:rtl/>
        </w:rPr>
        <w:lastRenderedPageBreak/>
        <w:t>(7</w:t>
      </w:r>
      <w:r w:rsidR="007D3118">
        <w:rPr>
          <w:rtl/>
        </w:rPr>
        <w:t xml:space="preserve">) </w:t>
      </w:r>
      <w:r>
        <w:rPr>
          <w:rtl/>
        </w:rPr>
        <w:t>فَارْحَمْنِى يَا أَرْحَمَ الرَّاحِمِينَ</w:t>
      </w:r>
      <w:r w:rsidR="007D3118">
        <w:rPr>
          <w:rtl/>
        </w:rPr>
        <w:t xml:space="preserve">، </w:t>
      </w:r>
      <w:r>
        <w:rPr>
          <w:rtl/>
        </w:rPr>
        <w:t>وَ تَجَاوَزْ عَنِّى يَا ذَا الْجَلالِ وَ الْإِكْرَامِ</w:t>
      </w:r>
      <w:r w:rsidR="007D3118">
        <w:rPr>
          <w:rtl/>
        </w:rPr>
        <w:t xml:space="preserve">، </w:t>
      </w:r>
      <w:r>
        <w:rPr>
          <w:rtl/>
        </w:rPr>
        <w:t>وَ تُبْ عَلَيَّ</w:t>
      </w:r>
      <w:r w:rsidR="007D3118">
        <w:rPr>
          <w:rtl/>
        </w:rPr>
        <w:t xml:space="preserve">، </w:t>
      </w:r>
      <w:r>
        <w:rPr>
          <w:rtl/>
        </w:rPr>
        <w:t>إِنَّكَ أَنْتَ التَّوَّابُ الرَّحِيمُ</w:t>
      </w:r>
      <w:r w:rsidR="007D3118">
        <w:rPr>
          <w:rtl/>
        </w:rPr>
        <w:t xml:space="preserve">. </w:t>
      </w:r>
    </w:p>
    <w:p w:rsidR="00587D34" w:rsidRDefault="00AA3CBA" w:rsidP="004C63D0">
      <w:pPr>
        <w:pStyle w:val="Heading2"/>
        <w:rPr>
          <w:rtl/>
        </w:rPr>
      </w:pPr>
      <w:bookmarkStart w:id="105" w:name="_Toc394915234"/>
      <w:r>
        <w:rPr>
          <w:rtl/>
        </w:rPr>
        <w:t xml:space="preserve">ترجمه دعاى پنجاه ام: دعاى آن حضرت </w:t>
      </w:r>
      <w:r w:rsidR="000C598D" w:rsidRPr="000C598D">
        <w:rPr>
          <w:rStyle w:val="libAlaemChar"/>
          <w:rtl/>
        </w:rPr>
        <w:t>عليه‌السلام</w:t>
      </w:r>
      <w:r>
        <w:rPr>
          <w:rtl/>
        </w:rPr>
        <w:t xml:space="preserve"> در ترس از خدا</w:t>
      </w:r>
      <w:bookmarkEnd w:id="105"/>
    </w:p>
    <w:p w:rsidR="00587D34" w:rsidRDefault="00587D34" w:rsidP="00587D34">
      <w:pPr>
        <w:pStyle w:val="libNormal"/>
        <w:rPr>
          <w:rtl/>
        </w:rPr>
      </w:pPr>
      <w:r>
        <w:rPr>
          <w:rtl/>
        </w:rPr>
        <w:t>1</w:t>
      </w:r>
      <w:r w:rsidR="007D3118">
        <w:rPr>
          <w:rtl/>
        </w:rPr>
        <w:t xml:space="preserve">. </w:t>
      </w:r>
      <w:r>
        <w:rPr>
          <w:rtl/>
        </w:rPr>
        <w:t>خداوندا! تو مرا تندرست آفريدى</w:t>
      </w:r>
      <w:r w:rsidR="007D3118">
        <w:rPr>
          <w:rtl/>
        </w:rPr>
        <w:t xml:space="preserve">، </w:t>
      </w:r>
      <w:r>
        <w:rPr>
          <w:rtl/>
        </w:rPr>
        <w:t>و از خردى پروردى</w:t>
      </w:r>
      <w:r w:rsidR="007D3118">
        <w:rPr>
          <w:rtl/>
        </w:rPr>
        <w:t xml:space="preserve">، </w:t>
      </w:r>
      <w:r>
        <w:rPr>
          <w:rtl/>
        </w:rPr>
        <w:t>و به قدر كفايت روزى دادى</w:t>
      </w:r>
      <w:r w:rsidR="007D3118">
        <w:rPr>
          <w:rtl/>
        </w:rPr>
        <w:t xml:space="preserve">. </w:t>
      </w:r>
    </w:p>
    <w:p w:rsidR="00587D34" w:rsidRDefault="00587D34" w:rsidP="00587D34">
      <w:pPr>
        <w:pStyle w:val="libNormal"/>
        <w:rPr>
          <w:rtl/>
        </w:rPr>
      </w:pPr>
      <w:r>
        <w:rPr>
          <w:rtl/>
        </w:rPr>
        <w:t>2</w:t>
      </w:r>
      <w:r w:rsidR="007D3118">
        <w:rPr>
          <w:rtl/>
        </w:rPr>
        <w:t xml:space="preserve">. </w:t>
      </w:r>
      <w:r>
        <w:rPr>
          <w:rtl/>
        </w:rPr>
        <w:t>خدايا! من در كتاب منزل تو اين مژده را كه به بندگان خود داده اى يافتم</w:t>
      </w:r>
      <w:r w:rsidR="007D3118">
        <w:rPr>
          <w:rtl/>
        </w:rPr>
        <w:t xml:space="preserve">، </w:t>
      </w:r>
      <w:r>
        <w:rPr>
          <w:rtl/>
        </w:rPr>
        <w:t>فرمودى</w:t>
      </w:r>
      <w:r w:rsidR="007D3118">
        <w:rPr>
          <w:rtl/>
        </w:rPr>
        <w:t xml:space="preserve">: </w:t>
      </w:r>
      <w:r>
        <w:rPr>
          <w:rtl/>
        </w:rPr>
        <w:t>يا عبادىَ الَّذِينَ</w:t>
      </w:r>
      <w:r w:rsidR="007D3118">
        <w:rPr>
          <w:rtl/>
        </w:rPr>
        <w:t xml:space="preserve">... </w:t>
      </w:r>
      <w:r>
        <w:rPr>
          <w:rtl/>
        </w:rPr>
        <w:t>اى بندگان من كه بر خويشتن ستم كرديد</w:t>
      </w:r>
      <w:r w:rsidR="007D3118">
        <w:rPr>
          <w:rtl/>
        </w:rPr>
        <w:t xml:space="preserve">، </w:t>
      </w:r>
      <w:r>
        <w:rPr>
          <w:rtl/>
        </w:rPr>
        <w:t>از بخشايش خدا نااميد نباشيد كه خداوند همه گناهان را مى آمرزد</w:t>
      </w:r>
      <w:r w:rsidR="007D3118">
        <w:rPr>
          <w:rtl/>
        </w:rPr>
        <w:t xml:space="preserve">. </w:t>
      </w:r>
      <w:r>
        <w:rPr>
          <w:rtl/>
        </w:rPr>
        <w:t>و پيش از اين اعمالى را مرتكب شدم كه تو مى دانى و به از من مى دانى</w:t>
      </w:r>
      <w:r w:rsidR="007D3118">
        <w:rPr>
          <w:rtl/>
        </w:rPr>
        <w:t xml:space="preserve">، </w:t>
      </w:r>
      <w:r>
        <w:rPr>
          <w:rtl/>
        </w:rPr>
        <w:t>پس ‍ از رسوايى آن اعمال من كه نامه تو يكى يكى بر شمرده است</w:t>
      </w:r>
      <w:r w:rsidR="007D3118">
        <w:rPr>
          <w:rtl/>
        </w:rPr>
        <w:t xml:space="preserve">. </w:t>
      </w:r>
    </w:p>
    <w:p w:rsidR="00587D34" w:rsidRDefault="00587D34" w:rsidP="00587D34">
      <w:pPr>
        <w:pStyle w:val="libNormal"/>
        <w:rPr>
          <w:rtl/>
        </w:rPr>
      </w:pPr>
      <w:r>
        <w:rPr>
          <w:rtl/>
        </w:rPr>
        <w:t>3</w:t>
      </w:r>
      <w:r w:rsidR="007D3118">
        <w:rPr>
          <w:rtl/>
        </w:rPr>
        <w:t xml:space="preserve">. </w:t>
      </w:r>
      <w:r>
        <w:rPr>
          <w:rtl/>
        </w:rPr>
        <w:t>و اگر از چند جا اميد عفو از تو نداشتم</w:t>
      </w:r>
      <w:r w:rsidR="007D3118">
        <w:rPr>
          <w:rtl/>
        </w:rPr>
        <w:t xml:space="preserve">، </w:t>
      </w:r>
      <w:r>
        <w:rPr>
          <w:rtl/>
        </w:rPr>
        <w:t>كه همه را شامل است</w:t>
      </w:r>
      <w:r w:rsidR="007D3118">
        <w:rPr>
          <w:rtl/>
        </w:rPr>
        <w:t xml:space="preserve">، </w:t>
      </w:r>
      <w:r>
        <w:rPr>
          <w:rtl/>
        </w:rPr>
        <w:t>دست از نجات مى شستم</w:t>
      </w:r>
      <w:r w:rsidR="007D3118">
        <w:rPr>
          <w:rtl/>
        </w:rPr>
        <w:t xml:space="preserve">، </w:t>
      </w:r>
      <w:r>
        <w:rPr>
          <w:rtl/>
        </w:rPr>
        <w:t>و اگر كسى مى توانست از پروردگار خود بگريزد</w:t>
      </w:r>
      <w:r w:rsidR="007D3118">
        <w:rPr>
          <w:rtl/>
        </w:rPr>
        <w:t xml:space="preserve">، </w:t>
      </w:r>
      <w:r>
        <w:rPr>
          <w:rtl/>
        </w:rPr>
        <w:t>من سزاوارترين مردم بودم به گريختن از تو</w:t>
      </w:r>
      <w:r w:rsidR="007D3118">
        <w:rPr>
          <w:rtl/>
        </w:rPr>
        <w:t xml:space="preserve">، </w:t>
      </w:r>
      <w:r>
        <w:rPr>
          <w:rtl/>
        </w:rPr>
        <w:t>هيچ چيز در آسمان و زمين بر تو پنهان نيست</w:t>
      </w:r>
      <w:r w:rsidR="007D3118">
        <w:rPr>
          <w:rtl/>
        </w:rPr>
        <w:t xml:space="preserve">، </w:t>
      </w:r>
      <w:r>
        <w:rPr>
          <w:rtl/>
        </w:rPr>
        <w:t>بلكه همه چيز را تو حاضر مى آورى و به بهترين جزا پاداش ‍ مى دهى و شماره آن را نيكو مى دانى</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خدايا! اگر من فرار كنم</w:t>
      </w:r>
      <w:r w:rsidR="007D3118">
        <w:rPr>
          <w:rtl/>
        </w:rPr>
        <w:t xml:space="preserve">، </w:t>
      </w:r>
      <w:r>
        <w:rPr>
          <w:rtl/>
        </w:rPr>
        <w:t>تو جوينده منى و اگر بگريزم</w:t>
      </w:r>
      <w:r w:rsidR="007D3118">
        <w:rPr>
          <w:rtl/>
        </w:rPr>
        <w:t xml:space="preserve">، </w:t>
      </w:r>
      <w:r>
        <w:rPr>
          <w:rtl/>
        </w:rPr>
        <w:t>مرا دريابى</w:t>
      </w:r>
      <w:r w:rsidR="007D3118">
        <w:rPr>
          <w:rtl/>
        </w:rPr>
        <w:t xml:space="preserve">، </w:t>
      </w:r>
      <w:r>
        <w:rPr>
          <w:rtl/>
        </w:rPr>
        <w:t>اينك خود پيش تو به فروتنى</w:t>
      </w:r>
      <w:r w:rsidR="007D3118">
        <w:rPr>
          <w:rtl/>
        </w:rPr>
        <w:t xml:space="preserve">، </w:t>
      </w:r>
      <w:r>
        <w:rPr>
          <w:rtl/>
        </w:rPr>
        <w:t>خوار و زبون ايستاده ام</w:t>
      </w:r>
      <w:r w:rsidR="007D3118">
        <w:rPr>
          <w:rtl/>
        </w:rPr>
        <w:t xml:space="preserve">، </w:t>
      </w:r>
      <w:r>
        <w:rPr>
          <w:rtl/>
        </w:rPr>
        <w:t>اگر مرا عذاب كنى سزاوارم و مقتضاى عدل تو اى پروردگار همين است و اگر در گذرى</w:t>
      </w:r>
      <w:r w:rsidR="007D3118">
        <w:rPr>
          <w:rtl/>
        </w:rPr>
        <w:t xml:space="preserve">، </w:t>
      </w:r>
      <w:r>
        <w:rPr>
          <w:rtl/>
        </w:rPr>
        <w:t>ديرى است كه عفو تو شامل حال من بوده است و مرا خلعت عافيت پوشانيده اى</w:t>
      </w:r>
      <w:r w:rsidR="007D3118">
        <w:rPr>
          <w:rtl/>
        </w:rPr>
        <w:t xml:space="preserve">. </w:t>
      </w:r>
    </w:p>
    <w:p w:rsidR="00587D34" w:rsidRDefault="00587D34" w:rsidP="00587D34">
      <w:pPr>
        <w:pStyle w:val="libNormal"/>
        <w:rPr>
          <w:rtl/>
        </w:rPr>
      </w:pPr>
      <w:r>
        <w:rPr>
          <w:rtl/>
        </w:rPr>
        <w:t>5</w:t>
      </w:r>
      <w:r w:rsidR="007D3118">
        <w:rPr>
          <w:rtl/>
        </w:rPr>
        <w:t xml:space="preserve">. </w:t>
      </w:r>
      <w:r>
        <w:rPr>
          <w:rtl/>
        </w:rPr>
        <w:t xml:space="preserve">پس خداوندا! </w:t>
      </w:r>
      <w:r w:rsidR="00F57782">
        <w:rPr>
          <w:rtl/>
        </w:rPr>
        <w:t>سئوال</w:t>
      </w:r>
      <w:r>
        <w:rPr>
          <w:rtl/>
        </w:rPr>
        <w:t xml:space="preserve"> مى كنم به نام هايى كه در گنج پنهان خو اندوخته اى </w:t>
      </w:r>
      <w:r w:rsidRPr="00AA3CBA">
        <w:rPr>
          <w:rStyle w:val="libFootnotenumChar"/>
          <w:rtl/>
        </w:rPr>
        <w:t>(148</w:t>
      </w:r>
      <w:r w:rsidR="007D3118" w:rsidRPr="00AA3CBA">
        <w:rPr>
          <w:rStyle w:val="libFootnotenumChar"/>
          <w:rtl/>
        </w:rPr>
        <w:t>)</w:t>
      </w:r>
      <w:r>
        <w:rPr>
          <w:rtl/>
        </w:rPr>
        <w:t xml:space="preserve"> و به آنروشنى تو كه در پس پرده ها پوشيده است</w:t>
      </w:r>
      <w:r w:rsidR="007D3118">
        <w:rPr>
          <w:rtl/>
        </w:rPr>
        <w:t xml:space="preserve">، </w:t>
      </w:r>
      <w:r>
        <w:rPr>
          <w:rtl/>
        </w:rPr>
        <w:t>بر اين جان فكار ببخشايى و بر اين استخوان پوسيده رحمت آورى</w:t>
      </w:r>
      <w:r w:rsidR="007D3118">
        <w:rPr>
          <w:rtl/>
        </w:rPr>
        <w:t xml:space="preserve">، </w:t>
      </w:r>
      <w:r>
        <w:rPr>
          <w:rtl/>
        </w:rPr>
        <w:t xml:space="preserve">چون تاب گرمى آفتاب تو را </w:t>
      </w:r>
      <w:r>
        <w:rPr>
          <w:rtl/>
        </w:rPr>
        <w:lastRenderedPageBreak/>
        <w:t>ندارد</w:t>
      </w:r>
      <w:r w:rsidR="007D3118">
        <w:rPr>
          <w:rtl/>
        </w:rPr>
        <w:t xml:space="preserve">. </w:t>
      </w:r>
      <w:r>
        <w:rPr>
          <w:rtl/>
        </w:rPr>
        <w:t>چگونه تحمل گرمى آتش دوزخ كند؟ توانايى شنيدن بانگ رعد ندارد</w:t>
      </w:r>
      <w:r w:rsidR="007D3118">
        <w:rPr>
          <w:rtl/>
        </w:rPr>
        <w:t xml:space="preserve">، </w:t>
      </w:r>
      <w:r>
        <w:rPr>
          <w:rtl/>
        </w:rPr>
        <w:t>چگونه خبر خشم تو را بشنود</w:t>
      </w:r>
      <w:r w:rsidR="007D3118">
        <w:rPr>
          <w:rtl/>
        </w:rPr>
        <w:t xml:space="preserve">. </w:t>
      </w:r>
    </w:p>
    <w:p w:rsidR="00587D34" w:rsidRDefault="00587D34" w:rsidP="00587D34">
      <w:pPr>
        <w:pStyle w:val="libNormal"/>
        <w:rPr>
          <w:rtl/>
        </w:rPr>
      </w:pPr>
      <w:r>
        <w:rPr>
          <w:rtl/>
        </w:rPr>
        <w:t>6</w:t>
      </w:r>
      <w:r w:rsidR="007D3118">
        <w:rPr>
          <w:rtl/>
        </w:rPr>
        <w:t xml:space="preserve">. </w:t>
      </w:r>
      <w:r>
        <w:rPr>
          <w:rtl/>
        </w:rPr>
        <w:t>پس اى خدا! بر من رحم كن كه من بى قدر و ناچيزم</w:t>
      </w:r>
      <w:r w:rsidR="007D3118">
        <w:rPr>
          <w:rtl/>
        </w:rPr>
        <w:t xml:space="preserve">، </w:t>
      </w:r>
      <w:r>
        <w:rPr>
          <w:rtl/>
        </w:rPr>
        <w:t>و عذاب من ذره اى بر مُلك تو نيفزايد و اگر هم بيفزايد هر چند فزونى ملك تو را دوست دارم</w:t>
      </w:r>
      <w:r w:rsidR="007D3118">
        <w:rPr>
          <w:rtl/>
        </w:rPr>
        <w:t xml:space="preserve">، </w:t>
      </w:r>
      <w:r>
        <w:rPr>
          <w:rtl/>
        </w:rPr>
        <w:t>اما از تو مى خواهم از اين افزايش در گذرى</w:t>
      </w:r>
      <w:r w:rsidR="007D3118">
        <w:rPr>
          <w:rtl/>
        </w:rPr>
        <w:t xml:space="preserve">، </w:t>
      </w:r>
      <w:r>
        <w:rPr>
          <w:rtl/>
        </w:rPr>
        <w:t>لكن اى خداى من! پادشاهى تو بزرگتر از آن و ملك تو استوارتر از آن است كه طاعت مطيعان بر آن بيفزايد</w:t>
      </w:r>
      <w:r w:rsidR="007D3118">
        <w:rPr>
          <w:rtl/>
        </w:rPr>
        <w:t xml:space="preserve">، </w:t>
      </w:r>
      <w:r>
        <w:rPr>
          <w:rtl/>
        </w:rPr>
        <w:t>يا معصيت گنهكاران از آن بكاهد</w:t>
      </w:r>
      <w:r w:rsidR="007D3118">
        <w:rPr>
          <w:rtl/>
        </w:rPr>
        <w:t xml:space="preserve">. </w:t>
      </w:r>
    </w:p>
    <w:p w:rsidR="00587D34" w:rsidRDefault="00587D34" w:rsidP="00587D34">
      <w:pPr>
        <w:pStyle w:val="libNormal"/>
        <w:rPr>
          <w:rtl/>
        </w:rPr>
      </w:pPr>
      <w:r>
        <w:rPr>
          <w:rtl/>
        </w:rPr>
        <w:t>7</w:t>
      </w:r>
      <w:r w:rsidR="007D3118">
        <w:rPr>
          <w:rtl/>
        </w:rPr>
        <w:t xml:space="preserve">. </w:t>
      </w:r>
      <w:r>
        <w:rPr>
          <w:rtl/>
        </w:rPr>
        <w:t>پس بر من رحم كن اى مهربان ترين مهربانان</w:t>
      </w:r>
      <w:r w:rsidR="007D3118">
        <w:rPr>
          <w:rtl/>
        </w:rPr>
        <w:t xml:space="preserve">، </w:t>
      </w:r>
      <w:r>
        <w:rPr>
          <w:rtl/>
        </w:rPr>
        <w:t>و از من درگذر اى ذالجلال و الاكرام</w:t>
      </w:r>
      <w:r w:rsidR="007D3118">
        <w:rPr>
          <w:rtl/>
        </w:rPr>
        <w:t xml:space="preserve">، </w:t>
      </w:r>
      <w:r>
        <w:rPr>
          <w:rtl/>
        </w:rPr>
        <w:t>و توبه مرا بپذير كه تويى بسيار پذيرنده توبه و مهربان</w:t>
      </w:r>
      <w:r w:rsidR="007D3118">
        <w:rPr>
          <w:rtl/>
        </w:rPr>
        <w:t xml:space="preserve">. </w:t>
      </w:r>
    </w:p>
    <w:p w:rsidR="00587D34" w:rsidRDefault="00C46FA9" w:rsidP="004C63D0">
      <w:pPr>
        <w:pStyle w:val="Heading2"/>
        <w:rPr>
          <w:rtl/>
        </w:rPr>
      </w:pPr>
      <w:r>
        <w:br w:type="page"/>
      </w:r>
      <w:bookmarkStart w:id="106" w:name="_Toc394915235"/>
      <w:r w:rsidR="00AA3CBA">
        <w:lastRenderedPageBreak/>
        <w:t>51</w:t>
      </w:r>
      <w:r w:rsidR="00AA3CBA">
        <w:rPr>
          <w:rtl/>
        </w:rPr>
        <w:t xml:space="preserve"> وَ كَانَ مِنْ دُعَائِهِ عَلَيْهِ السَّلامُ فِى التَّضَرُّعِ وَ الاسْتِكَانَةِ:</w:t>
      </w:r>
      <w:bookmarkEnd w:id="106"/>
      <w:r w:rsidR="00AA3CBA">
        <w:rPr>
          <w:rtl/>
        </w:rPr>
        <w:t xml:space="preserve"> </w:t>
      </w:r>
    </w:p>
    <w:p w:rsidR="00587D34" w:rsidRDefault="00587D34" w:rsidP="00587D34">
      <w:pPr>
        <w:pStyle w:val="libNormal"/>
        <w:rPr>
          <w:rtl/>
        </w:rPr>
      </w:pPr>
      <w:r>
        <w:rPr>
          <w:rtl/>
        </w:rPr>
        <w:t>(1</w:t>
      </w:r>
      <w:r w:rsidR="007D3118">
        <w:rPr>
          <w:rtl/>
        </w:rPr>
        <w:t xml:space="preserve">) </w:t>
      </w:r>
      <w:r>
        <w:rPr>
          <w:rtl/>
        </w:rPr>
        <w:t>إِلَهِى أَحْمَدُكَ وَ أَنْتَ لِلْحَمْدِ أَهْلٌ عَلَى حُسْنِ صَنِيعِكَ إِلَيَّ</w:t>
      </w:r>
      <w:r w:rsidR="007D3118">
        <w:rPr>
          <w:rtl/>
        </w:rPr>
        <w:t xml:space="preserve">، </w:t>
      </w:r>
      <w:r>
        <w:rPr>
          <w:rtl/>
        </w:rPr>
        <w:t>وَ سُبُوغِ نَعْمَائِكَ عَلَيَّ</w:t>
      </w:r>
      <w:r w:rsidR="007D3118">
        <w:rPr>
          <w:rtl/>
        </w:rPr>
        <w:t xml:space="preserve">، </w:t>
      </w:r>
      <w:r>
        <w:rPr>
          <w:rtl/>
        </w:rPr>
        <w:t>وَ جَزِيلِ عَطَائِكَ عِنْدِى</w:t>
      </w:r>
      <w:r w:rsidR="007D3118">
        <w:rPr>
          <w:rtl/>
        </w:rPr>
        <w:t xml:space="preserve">، </w:t>
      </w:r>
      <w:r>
        <w:rPr>
          <w:rtl/>
        </w:rPr>
        <w:t>وَ عَلَى مَا فَضَّلْتَنِى بِهِ مِنْ رَحْمَتِكَ</w:t>
      </w:r>
      <w:r w:rsidR="007D3118">
        <w:rPr>
          <w:rtl/>
        </w:rPr>
        <w:t xml:space="preserve">، </w:t>
      </w:r>
      <w:r>
        <w:rPr>
          <w:rtl/>
        </w:rPr>
        <w:t>وَ أَسْبَغْتَ عَلَيَّ مِنْ نِعْمَتِكَ</w:t>
      </w:r>
      <w:r w:rsidR="007D3118">
        <w:rPr>
          <w:rtl/>
        </w:rPr>
        <w:t xml:space="preserve">، </w:t>
      </w:r>
      <w:r>
        <w:rPr>
          <w:rtl/>
        </w:rPr>
        <w:t>فَقَدِ اصْطَنَعْتَ عِنْدِى مَا يَعْجِزُ عَنْهُ شُكْرِى</w:t>
      </w:r>
      <w:r w:rsidR="007D3118">
        <w:rPr>
          <w:rtl/>
        </w:rPr>
        <w:t xml:space="preserve">. </w:t>
      </w:r>
    </w:p>
    <w:p w:rsidR="00587D34" w:rsidRDefault="00587D34" w:rsidP="00587D34">
      <w:pPr>
        <w:pStyle w:val="libNormal"/>
        <w:rPr>
          <w:rtl/>
        </w:rPr>
      </w:pPr>
      <w:r>
        <w:rPr>
          <w:rtl/>
        </w:rPr>
        <w:t>(2</w:t>
      </w:r>
      <w:r w:rsidR="007D3118">
        <w:rPr>
          <w:rtl/>
        </w:rPr>
        <w:t xml:space="preserve">) </w:t>
      </w:r>
      <w:r>
        <w:rPr>
          <w:rtl/>
        </w:rPr>
        <w:t>وَ لَوْ لا إِحْسَانُكَ إِلَيَّ وَ سُبُوغُ نَعْمَائِكَ عَلَيَّ مَا بَلَغْتُ إِحْرَازَ حَظِّى</w:t>
      </w:r>
      <w:r w:rsidR="007D3118">
        <w:rPr>
          <w:rtl/>
        </w:rPr>
        <w:t xml:space="preserve">، </w:t>
      </w:r>
      <w:r>
        <w:rPr>
          <w:rtl/>
        </w:rPr>
        <w:t>وَ لا إِصْلاحَ نَفْسِى</w:t>
      </w:r>
      <w:r w:rsidR="007D3118">
        <w:rPr>
          <w:rtl/>
        </w:rPr>
        <w:t xml:space="preserve">، </w:t>
      </w:r>
      <w:r>
        <w:rPr>
          <w:rtl/>
        </w:rPr>
        <w:t>وَ لَكِنَّكَ ابْتَدَأْتَنِى بِالْإِحْسَانِ</w:t>
      </w:r>
      <w:r w:rsidR="007D3118">
        <w:rPr>
          <w:rtl/>
        </w:rPr>
        <w:t xml:space="preserve">، </w:t>
      </w:r>
      <w:r>
        <w:rPr>
          <w:rtl/>
        </w:rPr>
        <w:t>وَ رَزَقْتَنِى فِى أُمُورِى كُلِّهَا الْكِفَايَةَ</w:t>
      </w:r>
      <w:r w:rsidR="007D3118">
        <w:rPr>
          <w:rtl/>
        </w:rPr>
        <w:t xml:space="preserve">، </w:t>
      </w:r>
      <w:r>
        <w:rPr>
          <w:rtl/>
        </w:rPr>
        <w:t>وَ صَرَفْتَ عَنِّى جَهْدَ الْبَلاءِ</w:t>
      </w:r>
      <w:r w:rsidR="007D3118">
        <w:rPr>
          <w:rtl/>
        </w:rPr>
        <w:t xml:space="preserve">، </w:t>
      </w:r>
      <w:r>
        <w:rPr>
          <w:rtl/>
        </w:rPr>
        <w:t>وَ مَنَعْتَ مِنِّى مَحْذُورَ الْقَضَاءِ</w:t>
      </w:r>
      <w:r w:rsidR="007D3118">
        <w:rPr>
          <w:rtl/>
        </w:rPr>
        <w:t xml:space="preserve">. </w:t>
      </w:r>
    </w:p>
    <w:p w:rsidR="00587D34" w:rsidRDefault="00587D34" w:rsidP="00587D34">
      <w:pPr>
        <w:pStyle w:val="libNormal"/>
        <w:rPr>
          <w:rtl/>
        </w:rPr>
      </w:pPr>
      <w:r>
        <w:rPr>
          <w:rtl/>
        </w:rPr>
        <w:t>(3</w:t>
      </w:r>
      <w:r w:rsidR="007D3118">
        <w:rPr>
          <w:rtl/>
        </w:rPr>
        <w:t xml:space="preserve">) </w:t>
      </w:r>
      <w:r>
        <w:rPr>
          <w:rtl/>
        </w:rPr>
        <w:t>إِلَهِى فَكَمْ مِنْ بَلاءٍ جَاهِدٍ قَدْ صَرَفْتَ عَنِّى</w:t>
      </w:r>
      <w:r w:rsidR="007D3118">
        <w:rPr>
          <w:rtl/>
        </w:rPr>
        <w:t xml:space="preserve">، </w:t>
      </w:r>
      <w:r>
        <w:rPr>
          <w:rtl/>
        </w:rPr>
        <w:t>وَ كَمْ مِنْ نِعْمَةٍ سَابِغَةٍ أَقْرَرْتَ بِهَا عَيْنِى</w:t>
      </w:r>
      <w:r w:rsidR="007D3118">
        <w:rPr>
          <w:rtl/>
        </w:rPr>
        <w:t xml:space="preserve">، </w:t>
      </w:r>
      <w:r>
        <w:rPr>
          <w:rtl/>
        </w:rPr>
        <w:t>وَ كَمْ مِنْ صَنِيعَةٍ كَرِيمَةٍ لَكَ عِنْدِى</w:t>
      </w:r>
    </w:p>
    <w:p w:rsidR="00587D34" w:rsidRDefault="00587D34" w:rsidP="00587D34">
      <w:pPr>
        <w:pStyle w:val="libNormal"/>
        <w:rPr>
          <w:rtl/>
        </w:rPr>
      </w:pPr>
      <w:r>
        <w:rPr>
          <w:rtl/>
        </w:rPr>
        <w:t>(4</w:t>
      </w:r>
      <w:r w:rsidR="007D3118">
        <w:rPr>
          <w:rtl/>
        </w:rPr>
        <w:t xml:space="preserve">) </w:t>
      </w:r>
      <w:r>
        <w:rPr>
          <w:rtl/>
        </w:rPr>
        <w:t>أَنْتَ الَّذِى أَجَبْتَ عِنْدَ الاضْطِرَارِ دَعْوَتِى</w:t>
      </w:r>
      <w:r w:rsidR="007D3118">
        <w:rPr>
          <w:rtl/>
        </w:rPr>
        <w:t xml:space="preserve">، </w:t>
      </w:r>
      <w:r>
        <w:rPr>
          <w:rtl/>
        </w:rPr>
        <w:t>وَ أَقَلْتَ عِنْدَ الْعِثَارِ زَلَّتِى</w:t>
      </w:r>
      <w:r w:rsidR="007D3118">
        <w:rPr>
          <w:rtl/>
        </w:rPr>
        <w:t xml:space="preserve">، </w:t>
      </w:r>
      <w:r>
        <w:rPr>
          <w:rtl/>
        </w:rPr>
        <w:t>وَ أَخَذْتَ لِى مِنَ الْأَعْدَاءِ بِظُلامَتِى</w:t>
      </w:r>
      <w:r w:rsidR="007D3118">
        <w:rPr>
          <w:rtl/>
        </w:rPr>
        <w:t xml:space="preserve">. </w:t>
      </w:r>
    </w:p>
    <w:p w:rsidR="00587D34" w:rsidRDefault="00587D34" w:rsidP="00587D34">
      <w:pPr>
        <w:pStyle w:val="libNormal"/>
        <w:rPr>
          <w:rtl/>
        </w:rPr>
      </w:pPr>
      <w:r>
        <w:rPr>
          <w:rtl/>
        </w:rPr>
        <w:t>(5</w:t>
      </w:r>
      <w:r w:rsidR="007D3118">
        <w:rPr>
          <w:rtl/>
        </w:rPr>
        <w:t xml:space="preserve">) </w:t>
      </w:r>
      <w:r>
        <w:rPr>
          <w:rtl/>
        </w:rPr>
        <w:t>إِلَهِى مَا وَجَدْتُكَ بَخِيلا حِينَ سَأَلْتُكَ</w:t>
      </w:r>
      <w:r w:rsidR="007D3118">
        <w:rPr>
          <w:rtl/>
        </w:rPr>
        <w:t xml:space="preserve">، </w:t>
      </w:r>
      <w:r>
        <w:rPr>
          <w:rtl/>
        </w:rPr>
        <w:t>وَ لا مُنْقَبِضا حِينَ أَرَدْتُكَ</w:t>
      </w:r>
      <w:r w:rsidR="007D3118">
        <w:rPr>
          <w:rtl/>
        </w:rPr>
        <w:t xml:space="preserve">، </w:t>
      </w:r>
      <w:r>
        <w:rPr>
          <w:rtl/>
        </w:rPr>
        <w:t>بَلْ وَجَدْتُكَ لِدُعَائِى سَامِعا</w:t>
      </w:r>
      <w:r w:rsidR="007D3118">
        <w:rPr>
          <w:rtl/>
        </w:rPr>
        <w:t xml:space="preserve">، </w:t>
      </w:r>
      <w:r>
        <w:rPr>
          <w:rtl/>
        </w:rPr>
        <w:t>وَ لِمَطَالِبِى مُعْطِيا</w:t>
      </w:r>
      <w:r w:rsidR="007D3118">
        <w:rPr>
          <w:rtl/>
        </w:rPr>
        <w:t xml:space="preserve">، </w:t>
      </w:r>
      <w:r>
        <w:rPr>
          <w:rtl/>
        </w:rPr>
        <w:t>وَ وَجَدْتُ نُعْمَاكَ عَلَيَّ سَابِغَةً فِى كُلِّ شَأْنٍ مِنْ شَأْنِى وَ كُلِّ زَمَانٍ مِنْ زَمَانِى</w:t>
      </w:r>
      <w:r w:rsidR="007D3118">
        <w:rPr>
          <w:rtl/>
        </w:rPr>
        <w:t xml:space="preserve">، </w:t>
      </w:r>
      <w:r>
        <w:rPr>
          <w:rtl/>
        </w:rPr>
        <w:t>فَأَنْتَ عِنْدِى مَحْمُودٌ</w:t>
      </w:r>
      <w:r w:rsidR="007D3118">
        <w:rPr>
          <w:rtl/>
        </w:rPr>
        <w:t xml:space="preserve">، </w:t>
      </w:r>
      <w:r>
        <w:rPr>
          <w:rtl/>
        </w:rPr>
        <w:t>وَ صَنِيعُكَ لَدَيَّ مَبْرُورٌ</w:t>
      </w:r>
      <w:r w:rsidR="007D3118">
        <w:rPr>
          <w:rtl/>
        </w:rPr>
        <w:t xml:space="preserve">. </w:t>
      </w:r>
    </w:p>
    <w:p w:rsidR="00587D34" w:rsidRDefault="00587D34" w:rsidP="00587D34">
      <w:pPr>
        <w:pStyle w:val="libNormal"/>
        <w:rPr>
          <w:rtl/>
        </w:rPr>
      </w:pPr>
      <w:r>
        <w:rPr>
          <w:rtl/>
        </w:rPr>
        <w:t>(6</w:t>
      </w:r>
      <w:r w:rsidR="007D3118">
        <w:rPr>
          <w:rtl/>
        </w:rPr>
        <w:t xml:space="preserve">) </w:t>
      </w:r>
      <w:r>
        <w:rPr>
          <w:rtl/>
        </w:rPr>
        <w:t>تَحْمَدُكَ نَفْسِى وَ لِسَانِى وَ عَقْلِى</w:t>
      </w:r>
      <w:r w:rsidR="007D3118">
        <w:rPr>
          <w:rtl/>
        </w:rPr>
        <w:t xml:space="preserve">، </w:t>
      </w:r>
      <w:r>
        <w:rPr>
          <w:rtl/>
        </w:rPr>
        <w:t>حَمْدا يَبْلُغُ الْوَفَاءَ وَ حَقِيقَةَ الشُّكْرِ</w:t>
      </w:r>
      <w:r w:rsidR="007D3118">
        <w:rPr>
          <w:rtl/>
        </w:rPr>
        <w:t xml:space="preserve">، </w:t>
      </w:r>
      <w:r>
        <w:rPr>
          <w:rtl/>
        </w:rPr>
        <w:t>حَمْدا يَكُونُ مَبْلَغَ رِضَاكَ عَنِّى</w:t>
      </w:r>
      <w:r w:rsidR="007D3118">
        <w:rPr>
          <w:rtl/>
        </w:rPr>
        <w:t xml:space="preserve">، </w:t>
      </w:r>
      <w:r>
        <w:rPr>
          <w:rtl/>
        </w:rPr>
        <w:t>فَنَجِّنِى مِنْ سَخَطِكَ</w:t>
      </w:r>
      <w:r w:rsidR="007D3118">
        <w:rPr>
          <w:rtl/>
        </w:rPr>
        <w:t xml:space="preserve">. </w:t>
      </w:r>
    </w:p>
    <w:p w:rsidR="00587D34" w:rsidRDefault="00587D34" w:rsidP="00587D34">
      <w:pPr>
        <w:pStyle w:val="libNormal"/>
        <w:rPr>
          <w:rtl/>
        </w:rPr>
      </w:pPr>
      <w:r>
        <w:rPr>
          <w:rtl/>
        </w:rPr>
        <w:t>(7</w:t>
      </w:r>
      <w:r w:rsidR="007D3118">
        <w:rPr>
          <w:rtl/>
        </w:rPr>
        <w:t xml:space="preserve">) </w:t>
      </w:r>
      <w:r>
        <w:rPr>
          <w:rtl/>
        </w:rPr>
        <w:t>يَا كَهْفِى حِينَ تُعْيِينِى الْمَذَاهِبُ وَ يَا مُقِيلِى عَثْرَتِى</w:t>
      </w:r>
      <w:r w:rsidR="007D3118">
        <w:rPr>
          <w:rtl/>
        </w:rPr>
        <w:t xml:space="preserve">، </w:t>
      </w:r>
      <w:r>
        <w:rPr>
          <w:rtl/>
        </w:rPr>
        <w:t>فَلَوْ لا سَتْرُكَ عَوْرَتِى لَكُنْتُ مِنَ الْمَفْضُوحِينَ</w:t>
      </w:r>
      <w:r w:rsidR="007D3118">
        <w:rPr>
          <w:rtl/>
        </w:rPr>
        <w:t xml:space="preserve">، </w:t>
      </w:r>
      <w:r>
        <w:rPr>
          <w:rtl/>
        </w:rPr>
        <w:t>وَ يَا مُؤَيِّدِى بِالنَّصْرِ</w:t>
      </w:r>
      <w:r w:rsidR="007D3118">
        <w:rPr>
          <w:rtl/>
        </w:rPr>
        <w:t xml:space="preserve">، </w:t>
      </w:r>
      <w:r>
        <w:rPr>
          <w:rtl/>
        </w:rPr>
        <w:t>فَلَوْ لا نَصْرُكَ إِيَّاىَ لَكُنْتُ مِنَ الْمَغْلُوبِينَ</w:t>
      </w:r>
      <w:r w:rsidR="007D3118">
        <w:rPr>
          <w:rtl/>
        </w:rPr>
        <w:t xml:space="preserve">، </w:t>
      </w:r>
      <w:r>
        <w:rPr>
          <w:rtl/>
        </w:rPr>
        <w:t>وَ يَا مَنْ وَضَعَتْ لَهُ الْمُلُوكُ نِيرَ الْمَذَلَّةِ عَلَى أَعْنَاقِهَا</w:t>
      </w:r>
      <w:r w:rsidR="007D3118">
        <w:rPr>
          <w:rtl/>
        </w:rPr>
        <w:t xml:space="preserve">، </w:t>
      </w:r>
      <w:r>
        <w:rPr>
          <w:rtl/>
        </w:rPr>
        <w:t>فَهُمْ مِنْ سَطَوَاتِهِ خَائِفُونَ</w:t>
      </w:r>
      <w:r w:rsidR="007D3118">
        <w:rPr>
          <w:rtl/>
        </w:rPr>
        <w:t xml:space="preserve">، </w:t>
      </w:r>
      <w:r>
        <w:rPr>
          <w:rtl/>
        </w:rPr>
        <w:t>وَ يَا أَهْلَ التَّقْوَى</w:t>
      </w:r>
      <w:r w:rsidR="007D3118">
        <w:rPr>
          <w:rtl/>
        </w:rPr>
        <w:t xml:space="preserve">، </w:t>
      </w:r>
      <w:r>
        <w:rPr>
          <w:rtl/>
        </w:rPr>
        <w:t>وَ يَا مَنْ لَهُ الْأَسْمَاءُ الْحُسْنَى</w:t>
      </w:r>
      <w:r w:rsidR="007D3118">
        <w:rPr>
          <w:rtl/>
        </w:rPr>
        <w:t xml:space="preserve">، </w:t>
      </w:r>
      <w:r>
        <w:rPr>
          <w:rtl/>
        </w:rPr>
        <w:t>أَسْأَلُكَ أَنْ تَعْفُوَ عَنِّى</w:t>
      </w:r>
      <w:r w:rsidR="007D3118">
        <w:rPr>
          <w:rtl/>
        </w:rPr>
        <w:t xml:space="preserve">، </w:t>
      </w:r>
      <w:r>
        <w:rPr>
          <w:rtl/>
        </w:rPr>
        <w:t>وَ تَغْفِرَ لِى فَلَسْتُ بَرِيئا فَأَعْتَذِرَ</w:t>
      </w:r>
      <w:r w:rsidR="007D3118">
        <w:rPr>
          <w:rtl/>
        </w:rPr>
        <w:t xml:space="preserve">، </w:t>
      </w:r>
      <w:r>
        <w:rPr>
          <w:rtl/>
        </w:rPr>
        <w:t>وَ لا بِذِى قُوَّةٍ فَأَنْتَصِرَ</w:t>
      </w:r>
      <w:r w:rsidR="007D3118">
        <w:rPr>
          <w:rtl/>
        </w:rPr>
        <w:t xml:space="preserve">، </w:t>
      </w:r>
      <w:r>
        <w:rPr>
          <w:rtl/>
        </w:rPr>
        <w:t>وَ لا مَفَرَّ لِى فَأَفِرَّ</w:t>
      </w:r>
      <w:r w:rsidR="007D3118">
        <w:rPr>
          <w:rtl/>
        </w:rPr>
        <w:t xml:space="preserve">. </w:t>
      </w:r>
    </w:p>
    <w:p w:rsidR="00587D34" w:rsidRDefault="00587D34" w:rsidP="00587D34">
      <w:pPr>
        <w:pStyle w:val="libNormal"/>
        <w:rPr>
          <w:rtl/>
        </w:rPr>
      </w:pPr>
      <w:r>
        <w:rPr>
          <w:rtl/>
        </w:rPr>
        <w:lastRenderedPageBreak/>
        <w:t>(8</w:t>
      </w:r>
      <w:r w:rsidR="007D3118">
        <w:rPr>
          <w:rtl/>
        </w:rPr>
        <w:t xml:space="preserve">) </w:t>
      </w:r>
      <w:r>
        <w:rPr>
          <w:rtl/>
        </w:rPr>
        <w:t>وَ أَسْتَقِيلُكَ عَثَرَاتِى</w:t>
      </w:r>
      <w:r w:rsidR="007D3118">
        <w:rPr>
          <w:rtl/>
        </w:rPr>
        <w:t xml:space="preserve">، </w:t>
      </w:r>
      <w:r>
        <w:rPr>
          <w:rtl/>
        </w:rPr>
        <w:t>وَ أَتَنَصَّلُ إِلَيْكَ مِنْ ذُنُوبِى الَّتِى قَدْ أَوْبَقَتْنِى</w:t>
      </w:r>
      <w:r w:rsidR="007D3118">
        <w:rPr>
          <w:rtl/>
        </w:rPr>
        <w:t xml:space="preserve">، </w:t>
      </w:r>
      <w:r>
        <w:rPr>
          <w:rtl/>
        </w:rPr>
        <w:t>وَ أَحَاطَتْ بِى فَأَهْلَكَتْنِى</w:t>
      </w:r>
      <w:r w:rsidR="007D3118">
        <w:rPr>
          <w:rtl/>
        </w:rPr>
        <w:t xml:space="preserve">، </w:t>
      </w:r>
      <w:r>
        <w:rPr>
          <w:rtl/>
        </w:rPr>
        <w:t>مِنْهَا فَرَرْتُ إِلَيْكَ - رَبِّ - تَائِبا فَتُبْ عَلَيَّ</w:t>
      </w:r>
      <w:r w:rsidR="007D3118">
        <w:rPr>
          <w:rtl/>
        </w:rPr>
        <w:t xml:space="preserve">، </w:t>
      </w:r>
      <w:r>
        <w:rPr>
          <w:rtl/>
        </w:rPr>
        <w:t>مُتَعَوِّذا فَأَعِذْنِى</w:t>
      </w:r>
      <w:r w:rsidR="007D3118">
        <w:rPr>
          <w:rtl/>
        </w:rPr>
        <w:t xml:space="preserve">، </w:t>
      </w:r>
      <w:r>
        <w:rPr>
          <w:rtl/>
        </w:rPr>
        <w:t>مُسْتَجِيرا فَلا تَخْذُلْنِى</w:t>
      </w:r>
      <w:r w:rsidR="007D3118">
        <w:rPr>
          <w:rtl/>
        </w:rPr>
        <w:t xml:space="preserve">، </w:t>
      </w:r>
      <w:r>
        <w:rPr>
          <w:rtl/>
        </w:rPr>
        <w:t>سَائِلا فَلا تَحْرِمْنِى مُعْتَصِما فَلا تُسْلِمْنِى</w:t>
      </w:r>
      <w:r w:rsidR="007D3118">
        <w:rPr>
          <w:rtl/>
        </w:rPr>
        <w:t xml:space="preserve">، </w:t>
      </w:r>
      <w:r>
        <w:rPr>
          <w:rtl/>
        </w:rPr>
        <w:t>دَاعِيا فَلا تَرُدَّنِى خَائِبا</w:t>
      </w:r>
      <w:r w:rsidR="007D3118">
        <w:rPr>
          <w:rtl/>
        </w:rPr>
        <w:t xml:space="preserve">. </w:t>
      </w:r>
    </w:p>
    <w:p w:rsidR="00587D34" w:rsidRDefault="00587D34" w:rsidP="00587D34">
      <w:pPr>
        <w:pStyle w:val="libNormal"/>
        <w:rPr>
          <w:rtl/>
        </w:rPr>
      </w:pPr>
      <w:r>
        <w:rPr>
          <w:rtl/>
        </w:rPr>
        <w:t>(9</w:t>
      </w:r>
      <w:r w:rsidR="007D3118">
        <w:rPr>
          <w:rtl/>
        </w:rPr>
        <w:t xml:space="preserve">) </w:t>
      </w:r>
      <w:r>
        <w:rPr>
          <w:rtl/>
        </w:rPr>
        <w:t>دَعَوْتُكَ - يَا رَبِّ - مِسْكِينا</w:t>
      </w:r>
      <w:r w:rsidR="007D3118">
        <w:rPr>
          <w:rtl/>
        </w:rPr>
        <w:t xml:space="preserve">، </w:t>
      </w:r>
      <w:r>
        <w:rPr>
          <w:rtl/>
        </w:rPr>
        <w:t>مُسْتَكِينا</w:t>
      </w:r>
      <w:r w:rsidR="007D3118">
        <w:rPr>
          <w:rtl/>
        </w:rPr>
        <w:t xml:space="preserve">، </w:t>
      </w:r>
      <w:r>
        <w:rPr>
          <w:rtl/>
        </w:rPr>
        <w:t>مُشْفِقا</w:t>
      </w:r>
      <w:r w:rsidR="007D3118">
        <w:rPr>
          <w:rtl/>
        </w:rPr>
        <w:t xml:space="preserve">، </w:t>
      </w:r>
      <w:r>
        <w:rPr>
          <w:rtl/>
        </w:rPr>
        <w:t>خَائِفا</w:t>
      </w:r>
      <w:r w:rsidR="007D3118">
        <w:rPr>
          <w:rtl/>
        </w:rPr>
        <w:t xml:space="preserve">، </w:t>
      </w:r>
      <w:r>
        <w:rPr>
          <w:rtl/>
        </w:rPr>
        <w:t>وَجِلا</w:t>
      </w:r>
      <w:r w:rsidR="007D3118">
        <w:rPr>
          <w:rtl/>
        </w:rPr>
        <w:t xml:space="preserve">، </w:t>
      </w:r>
      <w:r>
        <w:rPr>
          <w:rtl/>
        </w:rPr>
        <w:t>فَقِيرا</w:t>
      </w:r>
      <w:r w:rsidR="007D3118">
        <w:rPr>
          <w:rtl/>
        </w:rPr>
        <w:t xml:space="preserve">، </w:t>
      </w:r>
      <w:r>
        <w:rPr>
          <w:rtl/>
        </w:rPr>
        <w:t>مُضْطَرّا إِلَيْكَ</w:t>
      </w:r>
      <w:r w:rsidR="007D3118">
        <w:rPr>
          <w:rtl/>
        </w:rPr>
        <w:t xml:space="preserve">. </w:t>
      </w:r>
    </w:p>
    <w:p w:rsidR="00587D34" w:rsidRDefault="00587D34" w:rsidP="00587D34">
      <w:pPr>
        <w:pStyle w:val="libNormal"/>
        <w:rPr>
          <w:rtl/>
        </w:rPr>
      </w:pPr>
      <w:r>
        <w:rPr>
          <w:rtl/>
        </w:rPr>
        <w:t>(10</w:t>
      </w:r>
      <w:r w:rsidR="007D3118">
        <w:rPr>
          <w:rtl/>
        </w:rPr>
        <w:t xml:space="preserve">) </w:t>
      </w:r>
      <w:r>
        <w:rPr>
          <w:rtl/>
        </w:rPr>
        <w:t>أَشْكُو إِلَيْكَ يَا إِلَهِى ضَعْفَ نَفْسِى عَنِ الْمُسَارَعَةِ فِيمَا وَعَدْتَهُ أَوْلِيَاءَكَ</w:t>
      </w:r>
      <w:r w:rsidR="007D3118">
        <w:rPr>
          <w:rtl/>
        </w:rPr>
        <w:t xml:space="preserve">، </w:t>
      </w:r>
      <w:r>
        <w:rPr>
          <w:rtl/>
        </w:rPr>
        <w:t>وَ الْمُجَانَبَةِ عَمَّا حَذَّرْتَهُ أَعْدَاءَكَ</w:t>
      </w:r>
      <w:r w:rsidR="007D3118">
        <w:rPr>
          <w:rtl/>
        </w:rPr>
        <w:t xml:space="preserve">، </w:t>
      </w:r>
      <w:r>
        <w:rPr>
          <w:rtl/>
        </w:rPr>
        <w:t>وَ كَثْرَةَ هُمُومِى</w:t>
      </w:r>
      <w:r w:rsidR="007D3118">
        <w:rPr>
          <w:rtl/>
        </w:rPr>
        <w:t xml:space="preserve">، </w:t>
      </w:r>
      <w:r>
        <w:rPr>
          <w:rtl/>
        </w:rPr>
        <w:t>وَ وَسْوَسَةَ نَفْسِى</w:t>
      </w:r>
      <w:r w:rsidR="007D3118">
        <w:rPr>
          <w:rtl/>
        </w:rPr>
        <w:t xml:space="preserve">. </w:t>
      </w:r>
    </w:p>
    <w:p w:rsidR="00587D34" w:rsidRDefault="00587D34" w:rsidP="00587D34">
      <w:pPr>
        <w:pStyle w:val="libNormal"/>
        <w:rPr>
          <w:rtl/>
        </w:rPr>
      </w:pPr>
      <w:r>
        <w:rPr>
          <w:rtl/>
        </w:rPr>
        <w:t>(11</w:t>
      </w:r>
      <w:r w:rsidR="007D3118">
        <w:rPr>
          <w:rtl/>
        </w:rPr>
        <w:t xml:space="preserve">) </w:t>
      </w:r>
      <w:r>
        <w:rPr>
          <w:rtl/>
        </w:rPr>
        <w:t>إِلَهِى لَمْ تَفْضَحْنِى بِسَرِيرَتِى</w:t>
      </w:r>
      <w:r w:rsidR="007D3118">
        <w:rPr>
          <w:rtl/>
        </w:rPr>
        <w:t xml:space="preserve">، </w:t>
      </w:r>
      <w:r>
        <w:rPr>
          <w:rtl/>
        </w:rPr>
        <w:t>وَ لَمْ تُهْلِكْنِى بِجَرِيرَتِى</w:t>
      </w:r>
      <w:r w:rsidR="007D3118">
        <w:rPr>
          <w:rtl/>
        </w:rPr>
        <w:t xml:space="preserve">، </w:t>
      </w:r>
      <w:r>
        <w:rPr>
          <w:rtl/>
        </w:rPr>
        <w:t>أَدْعُوكَ فَتُجِيبُنِى وَ إِنْ كُنْتُ بَطِيئا حِينَ تَدْعُونِى</w:t>
      </w:r>
      <w:r w:rsidR="007D3118">
        <w:rPr>
          <w:rtl/>
        </w:rPr>
        <w:t xml:space="preserve">، </w:t>
      </w:r>
      <w:r>
        <w:rPr>
          <w:rtl/>
        </w:rPr>
        <w:t>وَ أَسْأَلُكَ كُلَّمَا شِئْتُ مِنْ حَوَائِجِى</w:t>
      </w:r>
      <w:r w:rsidR="007D3118">
        <w:rPr>
          <w:rtl/>
        </w:rPr>
        <w:t xml:space="preserve">، </w:t>
      </w:r>
      <w:r>
        <w:rPr>
          <w:rtl/>
        </w:rPr>
        <w:t>وَ حَيْثُ مَا كُنْتُ وَضَعْتُ عِنْدَكَ سِرِّى</w:t>
      </w:r>
      <w:r w:rsidR="007D3118">
        <w:rPr>
          <w:rtl/>
        </w:rPr>
        <w:t xml:space="preserve">، </w:t>
      </w:r>
      <w:r>
        <w:rPr>
          <w:rtl/>
        </w:rPr>
        <w:t>فَلا أَدْعُو سِوَاكَ</w:t>
      </w:r>
      <w:r w:rsidR="007D3118">
        <w:rPr>
          <w:rtl/>
        </w:rPr>
        <w:t xml:space="preserve">، </w:t>
      </w:r>
      <w:r>
        <w:rPr>
          <w:rtl/>
        </w:rPr>
        <w:t>وَ لا أَرْجُو غَيْرَكَ</w:t>
      </w:r>
    </w:p>
    <w:p w:rsidR="00587D34" w:rsidRDefault="00587D34" w:rsidP="00587D34">
      <w:pPr>
        <w:pStyle w:val="libNormal"/>
        <w:rPr>
          <w:rtl/>
        </w:rPr>
      </w:pPr>
      <w:r>
        <w:rPr>
          <w:rtl/>
        </w:rPr>
        <w:t>(12</w:t>
      </w:r>
      <w:r w:rsidR="007D3118">
        <w:rPr>
          <w:rtl/>
        </w:rPr>
        <w:t xml:space="preserve">) </w:t>
      </w:r>
      <w:r>
        <w:rPr>
          <w:rtl/>
        </w:rPr>
        <w:t>لَبَّيْكَ لَبَّيْكَ</w:t>
      </w:r>
      <w:r w:rsidR="007D3118">
        <w:rPr>
          <w:rtl/>
        </w:rPr>
        <w:t xml:space="preserve">، </w:t>
      </w:r>
      <w:r>
        <w:rPr>
          <w:rtl/>
        </w:rPr>
        <w:t>تَسْمَعُ مَنْ شَكَا إِلَيْكَ</w:t>
      </w:r>
      <w:r w:rsidR="007D3118">
        <w:rPr>
          <w:rtl/>
        </w:rPr>
        <w:t xml:space="preserve">، </w:t>
      </w:r>
      <w:r>
        <w:rPr>
          <w:rtl/>
        </w:rPr>
        <w:t>وَ تَلْقَى مَنْ تَوَكَّلَ عَلَيْكَ</w:t>
      </w:r>
      <w:r w:rsidR="007D3118">
        <w:rPr>
          <w:rtl/>
        </w:rPr>
        <w:t xml:space="preserve">، </w:t>
      </w:r>
      <w:r>
        <w:rPr>
          <w:rtl/>
        </w:rPr>
        <w:t>وَ تُخَلِّصُ مَنِ اعْتَصَمَ بِكَ</w:t>
      </w:r>
      <w:r w:rsidR="007D3118">
        <w:rPr>
          <w:rtl/>
        </w:rPr>
        <w:t xml:space="preserve">، </w:t>
      </w:r>
      <w:r>
        <w:rPr>
          <w:rtl/>
        </w:rPr>
        <w:t>وَ تُفَرِّجُ عَمَّنْ لاذَ بِكَ</w:t>
      </w:r>
      <w:r w:rsidR="007D3118">
        <w:rPr>
          <w:rtl/>
        </w:rPr>
        <w:t xml:space="preserve">. </w:t>
      </w:r>
    </w:p>
    <w:p w:rsidR="00587D34" w:rsidRDefault="00587D34" w:rsidP="00587D34">
      <w:pPr>
        <w:pStyle w:val="libNormal"/>
        <w:rPr>
          <w:rtl/>
        </w:rPr>
      </w:pPr>
      <w:r>
        <w:rPr>
          <w:rtl/>
        </w:rPr>
        <w:t>(13</w:t>
      </w:r>
      <w:r w:rsidR="007D3118">
        <w:rPr>
          <w:rtl/>
        </w:rPr>
        <w:t xml:space="preserve">) </w:t>
      </w:r>
      <w:r>
        <w:rPr>
          <w:rtl/>
        </w:rPr>
        <w:t>إِلَهِى فَلا تَحْرِمْنِى خَيْرَ الاْخِرَةِ وَ الْأُولَى لِقِلَّةِ شُكْرِى</w:t>
      </w:r>
      <w:r w:rsidR="007D3118">
        <w:rPr>
          <w:rtl/>
        </w:rPr>
        <w:t xml:space="preserve">، </w:t>
      </w:r>
      <w:r>
        <w:rPr>
          <w:rtl/>
        </w:rPr>
        <w:t>وَ اغْفِرْ لِى مَا تَعْلَمُ مِنْ ذُنُوبِى</w:t>
      </w:r>
      <w:r w:rsidR="007D3118">
        <w:rPr>
          <w:rtl/>
        </w:rPr>
        <w:t xml:space="preserve">. </w:t>
      </w:r>
    </w:p>
    <w:p w:rsidR="00587D34" w:rsidRDefault="00587D34" w:rsidP="00587D34">
      <w:pPr>
        <w:pStyle w:val="libNormal"/>
        <w:rPr>
          <w:rtl/>
        </w:rPr>
      </w:pPr>
      <w:r>
        <w:rPr>
          <w:rtl/>
        </w:rPr>
        <w:t>(14</w:t>
      </w:r>
      <w:r w:rsidR="007D3118">
        <w:rPr>
          <w:rtl/>
        </w:rPr>
        <w:t xml:space="preserve">) </w:t>
      </w:r>
      <w:r>
        <w:rPr>
          <w:rtl/>
        </w:rPr>
        <w:t>إِنْ تُعَذِّبْ فَأَنَا الظَّالِمُ الْمُفَرِّطُ الْمُضَيِّعُ الاْثِمُ الْمُقَصِّرُ الْمُضَجِّعُ الْمُغْفِلُ حَظَّ نَفْسِى</w:t>
      </w:r>
      <w:r w:rsidR="007D3118">
        <w:rPr>
          <w:rtl/>
        </w:rPr>
        <w:t xml:space="preserve">، </w:t>
      </w:r>
      <w:r>
        <w:rPr>
          <w:rtl/>
        </w:rPr>
        <w:t>وَ إِنْ تَغْفِرْ فَأَنْتَ أَرْحَمُ الرَّاحِمِينَ</w:t>
      </w:r>
      <w:r w:rsidR="007D3118">
        <w:rPr>
          <w:rtl/>
        </w:rPr>
        <w:t xml:space="preserve">. </w:t>
      </w:r>
    </w:p>
    <w:p w:rsidR="00587D34" w:rsidRDefault="00AA3CBA" w:rsidP="004C63D0">
      <w:pPr>
        <w:pStyle w:val="Heading2"/>
        <w:rPr>
          <w:rtl/>
        </w:rPr>
      </w:pPr>
      <w:bookmarkStart w:id="107" w:name="_Toc394915236"/>
      <w:r>
        <w:rPr>
          <w:rtl/>
        </w:rPr>
        <w:t xml:space="preserve">ترجمه دعاى پنجاه و يكم: دعاى آن حضرت </w:t>
      </w:r>
      <w:r w:rsidR="000C598D" w:rsidRPr="000C598D">
        <w:rPr>
          <w:rStyle w:val="libAlaemChar"/>
          <w:rtl/>
        </w:rPr>
        <w:t>عليه‌السلام</w:t>
      </w:r>
      <w:r>
        <w:rPr>
          <w:rtl/>
        </w:rPr>
        <w:t xml:space="preserve"> در زارى و نياز</w:t>
      </w:r>
      <w:bookmarkEnd w:id="107"/>
    </w:p>
    <w:p w:rsidR="00587D34" w:rsidRDefault="00587D34" w:rsidP="00587D34">
      <w:pPr>
        <w:pStyle w:val="libNormal"/>
        <w:rPr>
          <w:rtl/>
        </w:rPr>
      </w:pPr>
      <w:r>
        <w:rPr>
          <w:rtl/>
        </w:rPr>
        <w:t>1</w:t>
      </w:r>
      <w:r w:rsidR="007D3118">
        <w:rPr>
          <w:rtl/>
        </w:rPr>
        <w:t xml:space="preserve">. </w:t>
      </w:r>
      <w:r>
        <w:rPr>
          <w:rtl/>
        </w:rPr>
        <w:t>خدايا! تو را سپاس گزارم و سزاوار به سپاس گذاشتن كه درباره من نيكى نمودى</w:t>
      </w:r>
      <w:r w:rsidR="007D3118">
        <w:rPr>
          <w:rtl/>
        </w:rPr>
        <w:t xml:space="preserve">، </w:t>
      </w:r>
      <w:r>
        <w:rPr>
          <w:rtl/>
        </w:rPr>
        <w:t>و نعمت فراوان بخشيدى</w:t>
      </w:r>
      <w:r w:rsidR="007D3118">
        <w:rPr>
          <w:rtl/>
        </w:rPr>
        <w:t xml:space="preserve">، </w:t>
      </w:r>
      <w:r>
        <w:rPr>
          <w:rtl/>
        </w:rPr>
        <w:t>و عطاى ارجمند ارزانى داشتى و به رحمت خود مرا فزونى دادى</w:t>
      </w:r>
      <w:r w:rsidR="007D3118">
        <w:rPr>
          <w:rtl/>
        </w:rPr>
        <w:t xml:space="preserve">، </w:t>
      </w:r>
      <w:r>
        <w:rPr>
          <w:rtl/>
        </w:rPr>
        <w:t>و نعمت خود را بر من تمام كردى</w:t>
      </w:r>
      <w:r w:rsidR="007D3118">
        <w:rPr>
          <w:rtl/>
        </w:rPr>
        <w:t xml:space="preserve">، </w:t>
      </w:r>
      <w:r>
        <w:rPr>
          <w:rtl/>
        </w:rPr>
        <w:t>و به آن اندازه احسان فرمودى كه از عهده شكر آن بر نيايم</w:t>
      </w:r>
      <w:r w:rsidR="007D3118">
        <w:rPr>
          <w:rtl/>
        </w:rPr>
        <w:t xml:space="preserve">. </w:t>
      </w:r>
    </w:p>
    <w:p w:rsidR="00587D34" w:rsidRDefault="00587D34" w:rsidP="00587D34">
      <w:pPr>
        <w:pStyle w:val="libNormal"/>
        <w:rPr>
          <w:rtl/>
        </w:rPr>
      </w:pPr>
      <w:r>
        <w:rPr>
          <w:rtl/>
        </w:rPr>
        <w:lastRenderedPageBreak/>
        <w:t>2</w:t>
      </w:r>
      <w:r w:rsidR="007D3118">
        <w:rPr>
          <w:rtl/>
        </w:rPr>
        <w:t xml:space="preserve">. </w:t>
      </w:r>
      <w:r>
        <w:rPr>
          <w:rtl/>
        </w:rPr>
        <w:t>و اگر احسان تو بر من نبود</w:t>
      </w:r>
      <w:r w:rsidR="007D3118">
        <w:rPr>
          <w:rtl/>
        </w:rPr>
        <w:t xml:space="preserve">، </w:t>
      </w:r>
      <w:r>
        <w:rPr>
          <w:rtl/>
        </w:rPr>
        <w:t>و نعمت وافر عطا نكرده بودى من به بهره خود نمى رسيدم و از اصلاح خود فرومانده بودم</w:t>
      </w:r>
      <w:r w:rsidR="007D3118">
        <w:rPr>
          <w:rtl/>
        </w:rPr>
        <w:t xml:space="preserve">، </w:t>
      </w:r>
      <w:r>
        <w:rPr>
          <w:rtl/>
        </w:rPr>
        <w:t>لكن در آغاز به من احسان كردى و همه كار مرا سامان دادى و رنج و گزند را از من دور داشتى و مقدرات بد را از من منع كردى</w:t>
      </w:r>
      <w:r w:rsidR="007D3118">
        <w:rPr>
          <w:rtl/>
        </w:rPr>
        <w:t xml:space="preserve">. </w:t>
      </w:r>
    </w:p>
    <w:p w:rsidR="00587D34" w:rsidRDefault="00587D34" w:rsidP="00587D34">
      <w:pPr>
        <w:pStyle w:val="libNormal"/>
        <w:rPr>
          <w:rtl/>
        </w:rPr>
      </w:pPr>
      <w:r>
        <w:rPr>
          <w:rtl/>
        </w:rPr>
        <w:t>3</w:t>
      </w:r>
      <w:r w:rsidR="007D3118">
        <w:rPr>
          <w:rtl/>
        </w:rPr>
        <w:t xml:space="preserve">. </w:t>
      </w:r>
      <w:r>
        <w:rPr>
          <w:rtl/>
        </w:rPr>
        <w:t>اى خداى من! چه بسيار بلاى سخت كه از من برگردانيدى! و چه بسا نعمت هاى وافر كه چشم مرا بدآن روشن كردى! و چه احسان بزرگ كه به من ارزانى داشتى</w:t>
      </w:r>
      <w:r w:rsidR="007D3118">
        <w:rPr>
          <w:rtl/>
        </w:rPr>
        <w:t xml:space="preserve">. </w:t>
      </w:r>
    </w:p>
    <w:p w:rsidR="00587D34" w:rsidRDefault="00587D34" w:rsidP="00587D34">
      <w:pPr>
        <w:pStyle w:val="libNormal"/>
        <w:rPr>
          <w:rtl/>
        </w:rPr>
      </w:pPr>
      <w:r>
        <w:rPr>
          <w:rtl/>
        </w:rPr>
        <w:t>4</w:t>
      </w:r>
      <w:r w:rsidR="007D3118">
        <w:rPr>
          <w:rtl/>
        </w:rPr>
        <w:t xml:space="preserve">. </w:t>
      </w:r>
      <w:r>
        <w:rPr>
          <w:rtl/>
        </w:rPr>
        <w:t>تويى كه هنگام بيچارگى دعوت مرا اجابت كردى</w:t>
      </w:r>
      <w:r w:rsidR="007D3118">
        <w:rPr>
          <w:rtl/>
        </w:rPr>
        <w:t xml:space="preserve">، </w:t>
      </w:r>
      <w:r>
        <w:rPr>
          <w:rtl/>
        </w:rPr>
        <w:t>و هنگام لغزش دست مرا گرفتى</w:t>
      </w:r>
      <w:r w:rsidR="007D3118">
        <w:rPr>
          <w:rtl/>
        </w:rPr>
        <w:t xml:space="preserve">، </w:t>
      </w:r>
      <w:r>
        <w:rPr>
          <w:rtl/>
        </w:rPr>
        <w:t>و حق مرا از دشمنان من باز ستاندى</w:t>
      </w:r>
      <w:r w:rsidR="007D3118">
        <w:rPr>
          <w:rtl/>
        </w:rPr>
        <w:t xml:space="preserve">. </w:t>
      </w:r>
    </w:p>
    <w:p w:rsidR="00587D34" w:rsidRDefault="00587D34" w:rsidP="00587D34">
      <w:pPr>
        <w:pStyle w:val="libNormal"/>
        <w:rPr>
          <w:rtl/>
        </w:rPr>
      </w:pPr>
      <w:r>
        <w:rPr>
          <w:rtl/>
        </w:rPr>
        <w:t>5</w:t>
      </w:r>
      <w:r w:rsidR="007D3118">
        <w:rPr>
          <w:rtl/>
        </w:rPr>
        <w:t xml:space="preserve">. </w:t>
      </w:r>
      <w:r>
        <w:rPr>
          <w:rtl/>
        </w:rPr>
        <w:t>خدايا! هرگاه از تو چيزى خواستم تو را بخيل نيافتم</w:t>
      </w:r>
      <w:r w:rsidR="007D3118">
        <w:rPr>
          <w:rtl/>
        </w:rPr>
        <w:t xml:space="preserve">، </w:t>
      </w:r>
      <w:r>
        <w:rPr>
          <w:rtl/>
        </w:rPr>
        <w:t>و هر وقت قصد خدمت تو كردم تو را در هم گرفته نديدم</w:t>
      </w:r>
      <w:r w:rsidR="007D3118">
        <w:rPr>
          <w:rtl/>
        </w:rPr>
        <w:t xml:space="preserve">، </w:t>
      </w:r>
      <w:r>
        <w:rPr>
          <w:rtl/>
        </w:rPr>
        <w:t>بلكه دعاى مرا شنيدى</w:t>
      </w:r>
      <w:r w:rsidR="007D3118">
        <w:rPr>
          <w:rtl/>
        </w:rPr>
        <w:t xml:space="preserve">، </w:t>
      </w:r>
      <w:r>
        <w:rPr>
          <w:rtl/>
        </w:rPr>
        <w:t>و مطلوب مرا عطا كردى</w:t>
      </w:r>
      <w:r w:rsidR="007D3118">
        <w:rPr>
          <w:rtl/>
        </w:rPr>
        <w:t xml:space="preserve">، </w:t>
      </w:r>
      <w:r>
        <w:rPr>
          <w:rtl/>
        </w:rPr>
        <w:t>و از همه جهت در همه وقت نعمت تو را بر خويش وافر ديدم</w:t>
      </w:r>
      <w:r w:rsidR="007D3118">
        <w:rPr>
          <w:rtl/>
        </w:rPr>
        <w:t xml:space="preserve">، </w:t>
      </w:r>
      <w:r>
        <w:rPr>
          <w:rtl/>
        </w:rPr>
        <w:t>پس تو پيش من سزاوار ستايش بوده و قدر احسان تو را مى دانم</w:t>
      </w:r>
      <w:r w:rsidR="007D3118">
        <w:rPr>
          <w:rtl/>
        </w:rPr>
        <w:t xml:space="preserve">. </w:t>
      </w:r>
    </w:p>
    <w:p w:rsidR="00587D34" w:rsidRDefault="00587D34" w:rsidP="00587D34">
      <w:pPr>
        <w:pStyle w:val="libNormal"/>
        <w:rPr>
          <w:rtl/>
        </w:rPr>
      </w:pPr>
      <w:r>
        <w:rPr>
          <w:rtl/>
        </w:rPr>
        <w:t>6</w:t>
      </w:r>
      <w:r w:rsidR="007D3118">
        <w:rPr>
          <w:rtl/>
        </w:rPr>
        <w:t xml:space="preserve">. </w:t>
      </w:r>
      <w:r>
        <w:rPr>
          <w:rtl/>
        </w:rPr>
        <w:t>به دل و زبان و هوش</w:t>
      </w:r>
      <w:r w:rsidR="007D3118">
        <w:rPr>
          <w:rtl/>
        </w:rPr>
        <w:t xml:space="preserve">، </w:t>
      </w:r>
      <w:r>
        <w:rPr>
          <w:rtl/>
        </w:rPr>
        <w:t>حمد تو گويم</w:t>
      </w:r>
      <w:r w:rsidR="007D3118">
        <w:rPr>
          <w:rtl/>
        </w:rPr>
        <w:t xml:space="preserve">، </w:t>
      </w:r>
      <w:r>
        <w:rPr>
          <w:rtl/>
        </w:rPr>
        <w:t xml:space="preserve">حمدى كه سزاى تو بود </w:t>
      </w:r>
      <w:r w:rsidRPr="00AA3CBA">
        <w:rPr>
          <w:rStyle w:val="libFootnotenumChar"/>
          <w:rtl/>
        </w:rPr>
        <w:t>(149</w:t>
      </w:r>
      <w:r w:rsidR="007D3118" w:rsidRPr="00AA3CBA">
        <w:rPr>
          <w:rStyle w:val="libFootnotenumChar"/>
          <w:rtl/>
        </w:rPr>
        <w:t>)</w:t>
      </w:r>
      <w:r>
        <w:rPr>
          <w:rtl/>
        </w:rPr>
        <w:t xml:space="preserve"> و به راستى شكر تو گزارده شود</w:t>
      </w:r>
      <w:r w:rsidR="007D3118">
        <w:rPr>
          <w:rtl/>
        </w:rPr>
        <w:t xml:space="preserve">، </w:t>
      </w:r>
      <w:r>
        <w:rPr>
          <w:rtl/>
        </w:rPr>
        <w:t>حمدى كه تو را از من خشنود گرداند</w:t>
      </w:r>
      <w:r w:rsidR="007D3118">
        <w:rPr>
          <w:rtl/>
        </w:rPr>
        <w:t xml:space="preserve">. </w:t>
      </w:r>
    </w:p>
    <w:p w:rsidR="00587D34" w:rsidRDefault="00587D34" w:rsidP="00587D34">
      <w:pPr>
        <w:pStyle w:val="libNormal"/>
        <w:rPr>
          <w:rtl/>
        </w:rPr>
      </w:pPr>
      <w:r>
        <w:rPr>
          <w:rtl/>
        </w:rPr>
        <w:t>7</w:t>
      </w:r>
      <w:r w:rsidR="007D3118">
        <w:rPr>
          <w:rtl/>
        </w:rPr>
        <w:t xml:space="preserve">. </w:t>
      </w:r>
      <w:r>
        <w:rPr>
          <w:rtl/>
        </w:rPr>
        <w:t>اى پناه من</w:t>
      </w:r>
      <w:r w:rsidR="007D3118">
        <w:rPr>
          <w:rtl/>
        </w:rPr>
        <w:t xml:space="preserve">، </w:t>
      </w:r>
      <w:r>
        <w:rPr>
          <w:rtl/>
        </w:rPr>
        <w:t>هر وقت راهها بر من بسته شود</w:t>
      </w:r>
      <w:r w:rsidR="007D3118">
        <w:rPr>
          <w:rtl/>
        </w:rPr>
        <w:t xml:space="preserve">، </w:t>
      </w:r>
      <w:r>
        <w:rPr>
          <w:rtl/>
        </w:rPr>
        <w:t>مرا از آنچه موجب خشم تو است رهايى ده</w:t>
      </w:r>
      <w:r w:rsidR="007D3118">
        <w:rPr>
          <w:rtl/>
        </w:rPr>
        <w:t xml:space="preserve">، </w:t>
      </w:r>
      <w:r>
        <w:rPr>
          <w:rtl/>
        </w:rPr>
        <w:t>اى دستگيرنده من! اگر وقت لغزش عيب مرا نمى پوشيدى رسوا شده بودم</w:t>
      </w:r>
      <w:r w:rsidR="007D3118">
        <w:rPr>
          <w:rtl/>
        </w:rPr>
        <w:t xml:space="preserve">، </w:t>
      </w:r>
      <w:r>
        <w:rPr>
          <w:rtl/>
        </w:rPr>
        <w:t>اى ياور من اگر يارى تو نبود دشمن بر من چيره گشته بود! اى كسى كه پادشاهان در پيش تو خيش ذلت بر گردن نهاده و از قهر تو ترسانند</w:t>
      </w:r>
      <w:r w:rsidR="007D3118">
        <w:rPr>
          <w:rtl/>
        </w:rPr>
        <w:t xml:space="preserve">. </w:t>
      </w:r>
      <w:r>
        <w:rPr>
          <w:rtl/>
        </w:rPr>
        <w:t>اى كسى كه سزاوار است همه از تو بترسند</w:t>
      </w:r>
      <w:r w:rsidR="007D3118">
        <w:rPr>
          <w:rtl/>
        </w:rPr>
        <w:t xml:space="preserve">. </w:t>
      </w:r>
      <w:r>
        <w:rPr>
          <w:rtl/>
        </w:rPr>
        <w:t>اى كسى كه نامهاى نيكو اص تو است</w:t>
      </w:r>
      <w:r w:rsidR="007D3118">
        <w:rPr>
          <w:rtl/>
        </w:rPr>
        <w:t xml:space="preserve">، </w:t>
      </w:r>
      <w:r w:rsidRPr="00AA3CBA">
        <w:rPr>
          <w:rStyle w:val="libFootnotenumChar"/>
          <w:rtl/>
        </w:rPr>
        <w:t>(150</w:t>
      </w:r>
      <w:r w:rsidR="007D3118" w:rsidRPr="00AA3CBA">
        <w:rPr>
          <w:rStyle w:val="libFootnotenumChar"/>
          <w:rtl/>
        </w:rPr>
        <w:t>)</w:t>
      </w:r>
      <w:r>
        <w:rPr>
          <w:rtl/>
        </w:rPr>
        <w:t xml:space="preserve"> از تو مى خواهم مرا ببخشى و بيامرزى</w:t>
      </w:r>
      <w:r w:rsidR="007D3118">
        <w:rPr>
          <w:rtl/>
        </w:rPr>
        <w:t xml:space="preserve">، </w:t>
      </w:r>
      <w:r w:rsidRPr="00AA3CBA">
        <w:rPr>
          <w:rStyle w:val="libFootnotenumChar"/>
          <w:rtl/>
        </w:rPr>
        <w:t>(151</w:t>
      </w:r>
      <w:r w:rsidR="007D3118" w:rsidRPr="00AA3CBA">
        <w:rPr>
          <w:rStyle w:val="libFootnotenumChar"/>
          <w:rtl/>
        </w:rPr>
        <w:t>)</w:t>
      </w:r>
      <w:r>
        <w:rPr>
          <w:rtl/>
        </w:rPr>
        <w:t xml:space="preserve"> من بى گناه نيستم و روى عذر </w:t>
      </w:r>
      <w:r>
        <w:rPr>
          <w:rtl/>
        </w:rPr>
        <w:lastRenderedPageBreak/>
        <w:t>خواهى ندارم</w:t>
      </w:r>
      <w:r w:rsidR="007D3118">
        <w:rPr>
          <w:rtl/>
        </w:rPr>
        <w:t xml:space="preserve">، </w:t>
      </w:r>
      <w:r>
        <w:rPr>
          <w:rtl/>
        </w:rPr>
        <w:t>چندان نيرومند نيستم كه بر مدعاى خويش پيروز گردم</w:t>
      </w:r>
      <w:r w:rsidR="007D3118">
        <w:rPr>
          <w:rtl/>
        </w:rPr>
        <w:t xml:space="preserve">، </w:t>
      </w:r>
      <w:r>
        <w:rPr>
          <w:rtl/>
        </w:rPr>
        <w:t>و گريزگاهى ندارم كه فرار كنم</w:t>
      </w:r>
      <w:r w:rsidR="007D3118">
        <w:rPr>
          <w:rtl/>
        </w:rPr>
        <w:t xml:space="preserve">. </w:t>
      </w:r>
    </w:p>
    <w:p w:rsidR="00587D34" w:rsidRDefault="00587D34" w:rsidP="00587D34">
      <w:pPr>
        <w:pStyle w:val="libNormal"/>
        <w:rPr>
          <w:rtl/>
        </w:rPr>
      </w:pPr>
      <w:r>
        <w:rPr>
          <w:rtl/>
        </w:rPr>
        <w:t>8</w:t>
      </w:r>
      <w:r w:rsidR="007D3118">
        <w:rPr>
          <w:rtl/>
        </w:rPr>
        <w:t xml:space="preserve">. </w:t>
      </w:r>
      <w:r>
        <w:rPr>
          <w:rtl/>
        </w:rPr>
        <w:t>از تو مى خواهم از لغزش</w:t>
      </w:r>
      <w:r w:rsidR="007D3118">
        <w:rPr>
          <w:rtl/>
        </w:rPr>
        <w:t xml:space="preserve">، </w:t>
      </w:r>
      <w:r>
        <w:rPr>
          <w:rtl/>
        </w:rPr>
        <w:t>دست مرا بگيرى از گناهان</w:t>
      </w:r>
      <w:r w:rsidR="007D3118">
        <w:rPr>
          <w:rtl/>
        </w:rPr>
        <w:t xml:space="preserve">، </w:t>
      </w:r>
      <w:r>
        <w:rPr>
          <w:rtl/>
        </w:rPr>
        <w:t>كه مرا سخت در هم فشرده و از همه سوى فرو گرفته و هلاك كرده است روى به تو مى كم</w:t>
      </w:r>
      <w:r w:rsidR="007D3118">
        <w:rPr>
          <w:rtl/>
        </w:rPr>
        <w:t xml:space="preserve">، </w:t>
      </w:r>
      <w:r>
        <w:rPr>
          <w:rtl/>
        </w:rPr>
        <w:t>و از آنها گريخته و توبه كرده</w:t>
      </w:r>
      <w:r w:rsidR="007D3118">
        <w:rPr>
          <w:rtl/>
        </w:rPr>
        <w:t xml:space="preserve">، </w:t>
      </w:r>
      <w:r>
        <w:rPr>
          <w:rtl/>
        </w:rPr>
        <w:t>سوى تو آيم</w:t>
      </w:r>
      <w:r w:rsidR="007D3118">
        <w:rPr>
          <w:rtl/>
        </w:rPr>
        <w:t xml:space="preserve">، </w:t>
      </w:r>
      <w:r>
        <w:rPr>
          <w:rtl/>
        </w:rPr>
        <w:t>پس توبه مرا بپذير</w:t>
      </w:r>
      <w:r w:rsidR="007D3118">
        <w:rPr>
          <w:rtl/>
        </w:rPr>
        <w:t xml:space="preserve">، </w:t>
      </w:r>
      <w:r>
        <w:rPr>
          <w:rtl/>
        </w:rPr>
        <w:t>پناه به تو آورده ام پس مرا در پناه گير</w:t>
      </w:r>
      <w:r w:rsidR="007D3118">
        <w:rPr>
          <w:rtl/>
        </w:rPr>
        <w:t xml:space="preserve">، </w:t>
      </w:r>
      <w:r>
        <w:rPr>
          <w:rtl/>
        </w:rPr>
        <w:t>و از تو زنهار خواسته ام پس مرا خوار مكن و از تو مسئلت مى كم پس مرا نوميد مگردان</w:t>
      </w:r>
      <w:r w:rsidR="007D3118">
        <w:rPr>
          <w:rtl/>
        </w:rPr>
        <w:t xml:space="preserve">. </w:t>
      </w:r>
      <w:r>
        <w:rPr>
          <w:rtl/>
        </w:rPr>
        <w:t>چنگ در آستان تو زدم پس مرا رها مكن</w:t>
      </w:r>
      <w:r w:rsidR="007D3118">
        <w:rPr>
          <w:rtl/>
        </w:rPr>
        <w:t xml:space="preserve">. </w:t>
      </w:r>
      <w:r>
        <w:rPr>
          <w:rtl/>
        </w:rPr>
        <w:t>از تو حاجت خواستم مرا محروم نگردان</w:t>
      </w:r>
      <w:r w:rsidR="007D3118">
        <w:rPr>
          <w:rtl/>
        </w:rPr>
        <w:t xml:space="preserve">. </w:t>
      </w:r>
    </w:p>
    <w:p w:rsidR="00587D34" w:rsidRDefault="00587D34" w:rsidP="00587D34">
      <w:pPr>
        <w:pStyle w:val="libNormal"/>
        <w:rPr>
          <w:rtl/>
        </w:rPr>
      </w:pPr>
      <w:r>
        <w:rPr>
          <w:rtl/>
        </w:rPr>
        <w:t>9</w:t>
      </w:r>
      <w:r w:rsidR="007D3118">
        <w:rPr>
          <w:rtl/>
        </w:rPr>
        <w:t xml:space="preserve">. </w:t>
      </w:r>
      <w:r>
        <w:rPr>
          <w:rtl/>
        </w:rPr>
        <w:t>اى پروردگار من! به درماندگى و لابه و با بيم و ترس و هراس و نيازمندى و بيچارگى تو را خواندم</w:t>
      </w:r>
      <w:r w:rsidR="007D3118">
        <w:rPr>
          <w:rtl/>
        </w:rPr>
        <w:t xml:space="preserve">. </w:t>
      </w:r>
    </w:p>
    <w:p w:rsidR="00587D34" w:rsidRDefault="00587D34" w:rsidP="00587D34">
      <w:pPr>
        <w:pStyle w:val="libNormal"/>
        <w:rPr>
          <w:rtl/>
        </w:rPr>
      </w:pPr>
      <w:r>
        <w:rPr>
          <w:rtl/>
        </w:rPr>
        <w:t>10</w:t>
      </w:r>
      <w:r w:rsidR="007D3118">
        <w:rPr>
          <w:rtl/>
        </w:rPr>
        <w:t xml:space="preserve">. </w:t>
      </w:r>
      <w:r>
        <w:rPr>
          <w:rtl/>
        </w:rPr>
        <w:t>از سستى خود</w:t>
      </w:r>
      <w:r w:rsidR="007D3118">
        <w:rPr>
          <w:rtl/>
        </w:rPr>
        <w:t xml:space="preserve">، </w:t>
      </w:r>
      <w:r>
        <w:rPr>
          <w:rtl/>
        </w:rPr>
        <w:t>كه نمى توانم سوى آن چه دوستانت را نويد داده اى پيشى جويم و از آنچه دشمنان خود را ترسانيده اى بپرهيزم</w:t>
      </w:r>
      <w:r w:rsidR="007D3118">
        <w:rPr>
          <w:rtl/>
        </w:rPr>
        <w:t xml:space="preserve">، </w:t>
      </w:r>
      <w:r>
        <w:rPr>
          <w:rtl/>
        </w:rPr>
        <w:t>به تو شكايت مى كنم و از بسيارى اندوه و وسوسه دل از تو چاره مى جويم</w:t>
      </w:r>
      <w:r w:rsidR="007D3118">
        <w:rPr>
          <w:rtl/>
        </w:rPr>
        <w:t xml:space="preserve">. </w:t>
      </w:r>
    </w:p>
    <w:p w:rsidR="00587D34" w:rsidRDefault="00587D34" w:rsidP="00587D34">
      <w:pPr>
        <w:pStyle w:val="libNormal"/>
        <w:rPr>
          <w:rtl/>
        </w:rPr>
      </w:pPr>
      <w:r>
        <w:rPr>
          <w:rtl/>
        </w:rPr>
        <w:t>11</w:t>
      </w:r>
      <w:r w:rsidR="007D3118">
        <w:rPr>
          <w:rtl/>
        </w:rPr>
        <w:t xml:space="preserve">. </w:t>
      </w:r>
      <w:r>
        <w:rPr>
          <w:rtl/>
        </w:rPr>
        <w:t>اى خداى من! مرا بدان كارهاى نهانى رسوا نساختى و به گناه هلاك نكردى</w:t>
      </w:r>
      <w:r w:rsidR="007D3118">
        <w:rPr>
          <w:rtl/>
        </w:rPr>
        <w:t xml:space="preserve">، </w:t>
      </w:r>
      <w:r>
        <w:rPr>
          <w:rtl/>
        </w:rPr>
        <w:t>هرگاه تو را ميخوانم تو زود اجابت مى كنى</w:t>
      </w:r>
      <w:r w:rsidR="007D3118">
        <w:rPr>
          <w:rtl/>
        </w:rPr>
        <w:t xml:space="preserve">، </w:t>
      </w:r>
      <w:r>
        <w:rPr>
          <w:rtl/>
        </w:rPr>
        <w:t>اما وقتى تو مرا ميخوانى من دير پاسخ مى دهم</w:t>
      </w:r>
      <w:r w:rsidR="007D3118">
        <w:rPr>
          <w:rtl/>
        </w:rPr>
        <w:t xml:space="preserve">، </w:t>
      </w:r>
      <w:r>
        <w:rPr>
          <w:rtl/>
        </w:rPr>
        <w:t>و هر حاجت كه خواهم از تو مى خواهم و هر كجا هستم راز خود را با تو در ميان مى نهم</w:t>
      </w:r>
      <w:r w:rsidR="007D3118">
        <w:rPr>
          <w:rtl/>
        </w:rPr>
        <w:t xml:space="preserve">، </w:t>
      </w:r>
      <w:r>
        <w:rPr>
          <w:rtl/>
        </w:rPr>
        <w:t>غير تو را نمى خوانم و به ديگرى اميد ندارم</w:t>
      </w:r>
      <w:r w:rsidR="007D3118">
        <w:rPr>
          <w:rtl/>
        </w:rPr>
        <w:t xml:space="preserve">. </w:t>
      </w:r>
    </w:p>
    <w:p w:rsidR="00587D34" w:rsidRDefault="00587D34" w:rsidP="00587D34">
      <w:pPr>
        <w:pStyle w:val="libNormal"/>
        <w:rPr>
          <w:rtl/>
        </w:rPr>
      </w:pPr>
      <w:r>
        <w:rPr>
          <w:rtl/>
        </w:rPr>
        <w:t>12</w:t>
      </w:r>
      <w:r w:rsidR="007D3118">
        <w:rPr>
          <w:rtl/>
        </w:rPr>
        <w:t xml:space="preserve">. </w:t>
      </w:r>
      <w:r>
        <w:rPr>
          <w:rtl/>
        </w:rPr>
        <w:t>لبّيك</w:t>
      </w:r>
      <w:r w:rsidR="007D3118">
        <w:rPr>
          <w:rtl/>
        </w:rPr>
        <w:t xml:space="preserve">، </w:t>
      </w:r>
      <w:r>
        <w:rPr>
          <w:rtl/>
        </w:rPr>
        <w:t>لبّيك</w:t>
      </w:r>
      <w:r w:rsidR="007D3118">
        <w:rPr>
          <w:rtl/>
        </w:rPr>
        <w:t xml:space="preserve">، </w:t>
      </w:r>
      <w:r>
        <w:rPr>
          <w:rtl/>
        </w:rPr>
        <w:t>هر كه شكايت سوى تو آرد مى شنوى</w:t>
      </w:r>
      <w:r w:rsidR="007D3118">
        <w:rPr>
          <w:rtl/>
        </w:rPr>
        <w:t xml:space="preserve">، </w:t>
      </w:r>
      <w:r>
        <w:rPr>
          <w:rtl/>
        </w:rPr>
        <w:t>و هر كسى بر تو توكل كند او را مى پذيرى و هر كس به تو متوسل شود او را از سختى مى رهانى و ذهر كه پناه به تو آورد گشايش مى دهى</w:t>
      </w:r>
      <w:r w:rsidR="007D3118">
        <w:rPr>
          <w:rtl/>
        </w:rPr>
        <w:t xml:space="preserve">. </w:t>
      </w:r>
    </w:p>
    <w:p w:rsidR="00587D34" w:rsidRDefault="00587D34" w:rsidP="00587D34">
      <w:pPr>
        <w:pStyle w:val="libNormal"/>
        <w:rPr>
          <w:rtl/>
        </w:rPr>
      </w:pPr>
      <w:r>
        <w:rPr>
          <w:rtl/>
        </w:rPr>
        <w:lastRenderedPageBreak/>
        <w:t>13</w:t>
      </w:r>
      <w:r w:rsidR="007D3118">
        <w:rPr>
          <w:rtl/>
        </w:rPr>
        <w:t xml:space="preserve">. </w:t>
      </w:r>
      <w:r>
        <w:rPr>
          <w:rtl/>
        </w:rPr>
        <w:t>پس اگرر چه سپاس تو كمتر گويم مرا از خير دنيا و آخرت محروم مكن</w:t>
      </w:r>
      <w:r w:rsidR="007D3118">
        <w:rPr>
          <w:rtl/>
        </w:rPr>
        <w:t xml:space="preserve">، </w:t>
      </w:r>
      <w:r>
        <w:rPr>
          <w:rtl/>
        </w:rPr>
        <w:t>و گناهان مرا كه مى دانى بيامرز</w:t>
      </w:r>
      <w:r w:rsidR="007D3118">
        <w:rPr>
          <w:rtl/>
        </w:rPr>
        <w:t xml:space="preserve">، </w:t>
      </w:r>
      <w:r>
        <w:rPr>
          <w:rtl/>
        </w:rPr>
        <w:t>اگر مرا عذاب كنى منم كه بر خود ستم كردم و از حدّ خودم پاى بيرون نهادم و فرمان تو را سست گرفتارم</w:t>
      </w:r>
      <w:r w:rsidR="007D3118">
        <w:rPr>
          <w:rtl/>
        </w:rPr>
        <w:t xml:space="preserve">، </w:t>
      </w:r>
      <w:r>
        <w:rPr>
          <w:rtl/>
        </w:rPr>
        <w:t>گناهكارم و مقصر</w:t>
      </w:r>
      <w:r w:rsidR="007D3118">
        <w:rPr>
          <w:rtl/>
        </w:rPr>
        <w:t xml:space="preserve">، </w:t>
      </w:r>
      <w:r>
        <w:rPr>
          <w:rtl/>
        </w:rPr>
        <w:t>لا ابالى</w:t>
      </w:r>
      <w:r w:rsidR="007D3118">
        <w:rPr>
          <w:rtl/>
        </w:rPr>
        <w:t xml:space="preserve">، </w:t>
      </w:r>
      <w:r>
        <w:rPr>
          <w:rtl/>
        </w:rPr>
        <w:t>به بخت خود پشت پا زده و اگر مرا بيامرزى</w:t>
      </w:r>
      <w:r w:rsidR="007D3118">
        <w:rPr>
          <w:rtl/>
        </w:rPr>
        <w:t xml:space="preserve">؛ </w:t>
      </w:r>
      <w:r>
        <w:rPr>
          <w:rtl/>
        </w:rPr>
        <w:t>ارحم الراحمينى</w:t>
      </w:r>
      <w:r w:rsidR="007D3118">
        <w:rPr>
          <w:rtl/>
        </w:rPr>
        <w:t xml:space="preserve">. </w:t>
      </w:r>
    </w:p>
    <w:p w:rsidR="00587D34" w:rsidRDefault="00C46FA9" w:rsidP="004C63D0">
      <w:pPr>
        <w:pStyle w:val="Heading2"/>
        <w:rPr>
          <w:rtl/>
        </w:rPr>
      </w:pPr>
      <w:r>
        <w:br w:type="page"/>
      </w:r>
      <w:bookmarkStart w:id="108" w:name="_Toc394915237"/>
      <w:r w:rsidR="00AA3CBA">
        <w:lastRenderedPageBreak/>
        <w:t>52</w:t>
      </w:r>
      <w:r w:rsidR="00AA3CBA">
        <w:rPr>
          <w:rtl/>
        </w:rPr>
        <w:t xml:space="preserve"> وَ كَانَ مِنْ دُعَائِهِ عَلَيْهِ السَّلامُ فِى الْإِلْحَاحِ عَلَى اللَّهِ تَعَالَى:</w:t>
      </w:r>
      <w:bookmarkEnd w:id="108"/>
      <w:r w:rsidR="00AA3CBA">
        <w:rPr>
          <w:rtl/>
        </w:rPr>
        <w:t xml:space="preserve"> </w:t>
      </w:r>
    </w:p>
    <w:p w:rsidR="00587D34" w:rsidRDefault="00587D34" w:rsidP="00587D34">
      <w:pPr>
        <w:pStyle w:val="libNormal"/>
        <w:rPr>
          <w:rtl/>
        </w:rPr>
      </w:pPr>
      <w:r>
        <w:rPr>
          <w:rtl/>
        </w:rPr>
        <w:t>(1</w:t>
      </w:r>
      <w:r w:rsidR="007D3118">
        <w:rPr>
          <w:rtl/>
        </w:rPr>
        <w:t xml:space="preserve">) </w:t>
      </w:r>
      <w:r>
        <w:rPr>
          <w:rtl/>
        </w:rPr>
        <w:t>يَا أَللَّهُ الَّذِى لا يَخْفَى عَلَيْهِ شَيْءٌ فِى الْأَرْضِ وَ لا فِى السَّمَاءِ</w:t>
      </w:r>
      <w:r w:rsidR="007D3118">
        <w:rPr>
          <w:rtl/>
        </w:rPr>
        <w:t xml:space="preserve">، </w:t>
      </w:r>
      <w:r>
        <w:rPr>
          <w:rtl/>
        </w:rPr>
        <w:t>وَ كَيْفَ يَخْفَى عَلَيْكَ - يَا إِلَهِى - مَا أَنْتَ خَلَقْتَهُ</w:t>
      </w:r>
      <w:r w:rsidR="007D3118">
        <w:rPr>
          <w:rtl/>
        </w:rPr>
        <w:t xml:space="preserve">، </w:t>
      </w:r>
      <w:r>
        <w:rPr>
          <w:rtl/>
        </w:rPr>
        <w:t>وَ كَيْفَ لا تُحْصِى مَا أَنْتَ صَنَعْتَهُ</w:t>
      </w:r>
      <w:r w:rsidR="007D3118">
        <w:rPr>
          <w:rtl/>
        </w:rPr>
        <w:t xml:space="preserve">، </w:t>
      </w:r>
      <w:r>
        <w:rPr>
          <w:rtl/>
        </w:rPr>
        <w:t>أَوْ كَيْفَ يَغِيبُ عَنْكَ مَا أَنْتَ تُدَبِّرُهُ</w:t>
      </w:r>
      <w:r w:rsidR="007D3118">
        <w:rPr>
          <w:rtl/>
        </w:rPr>
        <w:t xml:space="preserve">، </w:t>
      </w:r>
      <w:r>
        <w:rPr>
          <w:rtl/>
        </w:rPr>
        <w:t>أَوْ كَيْفَ يَسْتَطِيعُ أَنْ يَهْرُبَ مِنْكَ مَنْ لا حَيَاةَ لَهُ إِلا بِرِزْقِكَ</w:t>
      </w:r>
      <w:r w:rsidR="007D3118">
        <w:rPr>
          <w:rtl/>
        </w:rPr>
        <w:t xml:space="preserve">، </w:t>
      </w:r>
      <w:r>
        <w:rPr>
          <w:rtl/>
        </w:rPr>
        <w:t>أَوْ كَيْفَ يَنْجُو مِنْكَ مَنْ لا مَذْهَبَ لَهُ فِى غَيْرِ مُلْكِكَ</w:t>
      </w:r>
      <w:r w:rsidR="007D3118">
        <w:rPr>
          <w:rtl/>
        </w:rPr>
        <w:t xml:space="preserve">. </w:t>
      </w:r>
    </w:p>
    <w:p w:rsidR="00587D34" w:rsidRDefault="00587D34" w:rsidP="00587D34">
      <w:pPr>
        <w:pStyle w:val="libNormal"/>
        <w:rPr>
          <w:rtl/>
        </w:rPr>
      </w:pPr>
      <w:r>
        <w:rPr>
          <w:rtl/>
        </w:rPr>
        <w:t>(2</w:t>
      </w:r>
      <w:r w:rsidR="007D3118">
        <w:rPr>
          <w:rtl/>
        </w:rPr>
        <w:t xml:space="preserve">) </w:t>
      </w:r>
      <w:r>
        <w:rPr>
          <w:rtl/>
        </w:rPr>
        <w:t>سُبْحَانَكَ أَخْشَى خَلْقِكَ لَكَ أَعْلَمُهُمْ بِكَ</w:t>
      </w:r>
      <w:r w:rsidR="007D3118">
        <w:rPr>
          <w:rtl/>
        </w:rPr>
        <w:t xml:space="preserve">، </w:t>
      </w:r>
      <w:r>
        <w:rPr>
          <w:rtl/>
        </w:rPr>
        <w:t>وَ أَخْضَعُهُمْ لَكَ أَعْمَلُهُمْ بِطَاعَتِكَ</w:t>
      </w:r>
      <w:r w:rsidR="007D3118">
        <w:rPr>
          <w:rtl/>
        </w:rPr>
        <w:t xml:space="preserve">، </w:t>
      </w:r>
      <w:r>
        <w:rPr>
          <w:rtl/>
        </w:rPr>
        <w:t>وَ أَهْوَنُهُمْ عَلَيْكَ مَنْ أَنْتَ تَرْزُقُهُ وَ هُوَ يَعْبُدُ غَيْرَكَ</w:t>
      </w:r>
    </w:p>
    <w:p w:rsidR="00587D34" w:rsidRDefault="00587D34" w:rsidP="00587D34">
      <w:pPr>
        <w:pStyle w:val="libNormal"/>
        <w:rPr>
          <w:rtl/>
        </w:rPr>
      </w:pPr>
      <w:r>
        <w:rPr>
          <w:rtl/>
        </w:rPr>
        <w:t>(3</w:t>
      </w:r>
      <w:r w:rsidR="007D3118">
        <w:rPr>
          <w:rtl/>
        </w:rPr>
        <w:t xml:space="preserve">) </w:t>
      </w:r>
      <w:r>
        <w:rPr>
          <w:rtl/>
        </w:rPr>
        <w:t>سُبْحَانَكَ لا يَنْقُصُ سُلْطَانَكَ مَنْ أَشْرَكَ بِكَ</w:t>
      </w:r>
      <w:r w:rsidR="007D3118">
        <w:rPr>
          <w:rtl/>
        </w:rPr>
        <w:t xml:space="preserve">، </w:t>
      </w:r>
      <w:r>
        <w:rPr>
          <w:rtl/>
        </w:rPr>
        <w:t>وَ كَذَّبَ رُسُلَكَ</w:t>
      </w:r>
      <w:r w:rsidR="007D3118">
        <w:rPr>
          <w:rtl/>
        </w:rPr>
        <w:t xml:space="preserve">، </w:t>
      </w:r>
      <w:r>
        <w:rPr>
          <w:rtl/>
        </w:rPr>
        <w:t>وَ لَيْسَ يَسْتَطِيعُ مَنْ كَرِهَ قَضَاءَكَ أَنْ يَرُدَّ أَمْرَكَ</w:t>
      </w:r>
      <w:r w:rsidR="007D3118">
        <w:rPr>
          <w:rtl/>
        </w:rPr>
        <w:t xml:space="preserve">، </w:t>
      </w:r>
      <w:r>
        <w:rPr>
          <w:rtl/>
        </w:rPr>
        <w:t>وَ لا يَمْتَنِعُ مِنْكَ مَنْ كَذَّبَ بِقُدْرَتِكَ</w:t>
      </w:r>
      <w:r w:rsidR="007D3118">
        <w:rPr>
          <w:rtl/>
        </w:rPr>
        <w:t xml:space="preserve">، </w:t>
      </w:r>
      <w:r>
        <w:rPr>
          <w:rtl/>
        </w:rPr>
        <w:t>وَ لا يَفُوتُكَ مَنْ عَبَدَ غَيْرَكَ</w:t>
      </w:r>
      <w:r w:rsidR="007D3118">
        <w:rPr>
          <w:rtl/>
        </w:rPr>
        <w:t xml:space="preserve">، </w:t>
      </w:r>
      <w:r>
        <w:rPr>
          <w:rtl/>
        </w:rPr>
        <w:t>وَ لا يُعَمَّرُ فِى الدُّنْيَا مَنْ كَرِهَ لِقَاءَكَ</w:t>
      </w:r>
      <w:r w:rsidR="007D3118">
        <w:rPr>
          <w:rtl/>
        </w:rPr>
        <w:t xml:space="preserve">. </w:t>
      </w:r>
    </w:p>
    <w:p w:rsidR="00587D34" w:rsidRDefault="00587D34" w:rsidP="00587D34">
      <w:pPr>
        <w:pStyle w:val="libNormal"/>
        <w:rPr>
          <w:rtl/>
        </w:rPr>
      </w:pPr>
      <w:r>
        <w:rPr>
          <w:rtl/>
        </w:rPr>
        <w:t>(4</w:t>
      </w:r>
      <w:r w:rsidR="007D3118">
        <w:rPr>
          <w:rtl/>
        </w:rPr>
        <w:t xml:space="preserve">) </w:t>
      </w:r>
      <w:r>
        <w:rPr>
          <w:rtl/>
        </w:rPr>
        <w:t>سُبْحَانَكَ مَا أَعْظَمَ شَأْنَكَ</w:t>
      </w:r>
      <w:r w:rsidR="007D3118">
        <w:rPr>
          <w:rtl/>
        </w:rPr>
        <w:t xml:space="preserve">، </w:t>
      </w:r>
      <w:r>
        <w:rPr>
          <w:rtl/>
        </w:rPr>
        <w:t>وَ أَقْهَرَ سُلْطَانَكَ</w:t>
      </w:r>
      <w:r w:rsidR="007D3118">
        <w:rPr>
          <w:rtl/>
        </w:rPr>
        <w:t xml:space="preserve">، </w:t>
      </w:r>
      <w:r>
        <w:rPr>
          <w:rtl/>
        </w:rPr>
        <w:t>وَ أَشَدَّ قُوَّتَكَ</w:t>
      </w:r>
      <w:r w:rsidR="007D3118">
        <w:rPr>
          <w:rtl/>
        </w:rPr>
        <w:t xml:space="preserve">، </w:t>
      </w:r>
      <w:r>
        <w:rPr>
          <w:rtl/>
        </w:rPr>
        <w:t>وَ أَنْفَذَ أَمْرَكَ</w:t>
      </w:r>
    </w:p>
    <w:p w:rsidR="00587D34" w:rsidRDefault="00587D34" w:rsidP="00587D34">
      <w:pPr>
        <w:pStyle w:val="libNormal"/>
        <w:rPr>
          <w:rtl/>
        </w:rPr>
      </w:pPr>
      <w:r>
        <w:rPr>
          <w:rtl/>
        </w:rPr>
        <w:t>(5</w:t>
      </w:r>
      <w:r w:rsidR="007D3118">
        <w:rPr>
          <w:rtl/>
        </w:rPr>
        <w:t xml:space="preserve">) </w:t>
      </w:r>
      <w:r>
        <w:rPr>
          <w:rtl/>
        </w:rPr>
        <w:t>سُبْحَانَكَ قَضَيْتَ عَلَى جَمِيعِ خَلْقِكَ الْمَوْتَ</w:t>
      </w:r>
      <w:r w:rsidR="007D3118">
        <w:rPr>
          <w:rtl/>
        </w:rPr>
        <w:t xml:space="preserve">: </w:t>
      </w:r>
      <w:r>
        <w:rPr>
          <w:rtl/>
        </w:rPr>
        <w:t>مَنْ وَحَّدَكَ وَ مَنْ كَفَرَ بِكَ</w:t>
      </w:r>
      <w:r w:rsidR="007D3118">
        <w:rPr>
          <w:rtl/>
        </w:rPr>
        <w:t xml:space="preserve">، </w:t>
      </w:r>
      <w:r>
        <w:rPr>
          <w:rtl/>
        </w:rPr>
        <w:t>وَ كُلٌّ ذَائِقُ الْمَوْتِ</w:t>
      </w:r>
      <w:r w:rsidR="007D3118">
        <w:rPr>
          <w:rtl/>
        </w:rPr>
        <w:t xml:space="preserve">، </w:t>
      </w:r>
      <w:r>
        <w:rPr>
          <w:rtl/>
        </w:rPr>
        <w:t>وَ كُلٌّ صَائِرٌ إِلَيْكَ</w:t>
      </w:r>
      <w:r w:rsidR="007D3118">
        <w:rPr>
          <w:rtl/>
        </w:rPr>
        <w:t xml:space="preserve">، </w:t>
      </w:r>
      <w:r>
        <w:rPr>
          <w:rtl/>
        </w:rPr>
        <w:t>فَتَبَارَكْتَ وَ تَعَالَيْتَ لا إِلَهَ إِلا أَنْتَ وَحْدَكَ لا شَرِيكَ لَكَ</w:t>
      </w:r>
      <w:r w:rsidR="007D3118">
        <w:rPr>
          <w:rtl/>
        </w:rPr>
        <w:t xml:space="preserve">. </w:t>
      </w:r>
    </w:p>
    <w:p w:rsidR="00587D34" w:rsidRDefault="00587D34" w:rsidP="00587D34">
      <w:pPr>
        <w:pStyle w:val="libNormal"/>
        <w:rPr>
          <w:rtl/>
        </w:rPr>
      </w:pPr>
      <w:r>
        <w:rPr>
          <w:rtl/>
        </w:rPr>
        <w:t>(6</w:t>
      </w:r>
      <w:r w:rsidR="007D3118">
        <w:rPr>
          <w:rtl/>
        </w:rPr>
        <w:t xml:space="preserve">) </w:t>
      </w:r>
      <w:r>
        <w:rPr>
          <w:rtl/>
        </w:rPr>
        <w:t>آمَنْتُ بِكَ</w:t>
      </w:r>
      <w:r w:rsidR="007D3118">
        <w:rPr>
          <w:rtl/>
        </w:rPr>
        <w:t xml:space="preserve">، </w:t>
      </w:r>
      <w:r>
        <w:rPr>
          <w:rtl/>
        </w:rPr>
        <w:t>وَ صَدَّقْتُ رُسُلَكَ</w:t>
      </w:r>
      <w:r w:rsidR="007D3118">
        <w:rPr>
          <w:rtl/>
        </w:rPr>
        <w:t xml:space="preserve">، </w:t>
      </w:r>
      <w:r>
        <w:rPr>
          <w:rtl/>
        </w:rPr>
        <w:t>وَ قَبِلْتُ كِتَابَكَ</w:t>
      </w:r>
      <w:r w:rsidR="007D3118">
        <w:rPr>
          <w:rtl/>
        </w:rPr>
        <w:t xml:space="preserve">، </w:t>
      </w:r>
      <w:r>
        <w:rPr>
          <w:rtl/>
        </w:rPr>
        <w:t>وَ كَفَرْتُ بِكُلِّ مَعْبُودٍ غَيْرِكَ</w:t>
      </w:r>
      <w:r w:rsidR="007D3118">
        <w:rPr>
          <w:rtl/>
        </w:rPr>
        <w:t xml:space="preserve">، </w:t>
      </w:r>
      <w:r>
        <w:rPr>
          <w:rtl/>
        </w:rPr>
        <w:t>وَ بَرِئْتُ مِمَّنْ عَبَدَ سِوَاكَ</w:t>
      </w:r>
      <w:r w:rsidR="007D3118">
        <w:rPr>
          <w:rtl/>
        </w:rPr>
        <w:t xml:space="preserve">. </w:t>
      </w:r>
    </w:p>
    <w:p w:rsidR="00587D34" w:rsidRDefault="00587D34" w:rsidP="00587D34">
      <w:pPr>
        <w:pStyle w:val="libNormal"/>
        <w:rPr>
          <w:rtl/>
        </w:rPr>
      </w:pPr>
      <w:r>
        <w:rPr>
          <w:rtl/>
        </w:rPr>
        <w:t>(7</w:t>
      </w:r>
      <w:r w:rsidR="007D3118">
        <w:rPr>
          <w:rtl/>
        </w:rPr>
        <w:t xml:space="preserve">) </w:t>
      </w:r>
      <w:r>
        <w:rPr>
          <w:rtl/>
        </w:rPr>
        <w:t>اللَّهُمَّ إِنِّى أُصْبِحُ وَ أُمْسِى مُسْتَقِلا لِعَمَلِى</w:t>
      </w:r>
      <w:r w:rsidR="007D3118">
        <w:rPr>
          <w:rtl/>
        </w:rPr>
        <w:t xml:space="preserve">، </w:t>
      </w:r>
      <w:r>
        <w:rPr>
          <w:rtl/>
        </w:rPr>
        <w:t>مُعْتَرِفا بِذَنْبِى</w:t>
      </w:r>
      <w:r w:rsidR="007D3118">
        <w:rPr>
          <w:rtl/>
        </w:rPr>
        <w:t xml:space="preserve">، </w:t>
      </w:r>
      <w:r>
        <w:rPr>
          <w:rtl/>
        </w:rPr>
        <w:t>مُقِرّا بِخَطَايَاىَ</w:t>
      </w:r>
      <w:r w:rsidR="007D3118">
        <w:rPr>
          <w:rtl/>
        </w:rPr>
        <w:t xml:space="preserve">، </w:t>
      </w:r>
      <w:r>
        <w:rPr>
          <w:rtl/>
        </w:rPr>
        <w:t>أَنَا بِإِسْرَافِى عَلَى نَفْسِى ذَلِيلٌ</w:t>
      </w:r>
      <w:r w:rsidR="007D3118">
        <w:rPr>
          <w:rtl/>
        </w:rPr>
        <w:t xml:space="preserve">، </w:t>
      </w:r>
      <w:r>
        <w:rPr>
          <w:rtl/>
        </w:rPr>
        <w:t>عَمَلِى أَهْلَكَنِى</w:t>
      </w:r>
      <w:r w:rsidR="007D3118">
        <w:rPr>
          <w:rtl/>
        </w:rPr>
        <w:t xml:space="preserve">، </w:t>
      </w:r>
      <w:r>
        <w:rPr>
          <w:rtl/>
        </w:rPr>
        <w:t>وَ هَوَاىَ أَرْدَانِى</w:t>
      </w:r>
      <w:r w:rsidR="007D3118">
        <w:rPr>
          <w:rtl/>
        </w:rPr>
        <w:t xml:space="preserve">، </w:t>
      </w:r>
      <w:r>
        <w:rPr>
          <w:rtl/>
        </w:rPr>
        <w:t>وَ شَهَوَاتِى حَرَمَتْنِى</w:t>
      </w:r>
      <w:r w:rsidR="007D3118">
        <w:rPr>
          <w:rtl/>
        </w:rPr>
        <w:t xml:space="preserve">. </w:t>
      </w:r>
    </w:p>
    <w:p w:rsidR="00587D34" w:rsidRDefault="00587D34" w:rsidP="00587D34">
      <w:pPr>
        <w:pStyle w:val="libNormal"/>
        <w:rPr>
          <w:rtl/>
        </w:rPr>
      </w:pPr>
      <w:r>
        <w:rPr>
          <w:rtl/>
        </w:rPr>
        <w:t>(8</w:t>
      </w:r>
      <w:r w:rsidR="007D3118">
        <w:rPr>
          <w:rtl/>
        </w:rPr>
        <w:t xml:space="preserve">) </w:t>
      </w:r>
      <w:r>
        <w:rPr>
          <w:rtl/>
        </w:rPr>
        <w:t>فَأَسْأَلُكَ يَا مَوْلاىَ سُؤَالَ مَنْ نَفْسُهُ لاهِيَةٌ لِطُولِ أَمَلِهِ</w:t>
      </w:r>
      <w:r w:rsidR="007D3118">
        <w:rPr>
          <w:rtl/>
        </w:rPr>
        <w:t xml:space="preserve">، </w:t>
      </w:r>
      <w:r>
        <w:rPr>
          <w:rtl/>
        </w:rPr>
        <w:t>وَ بَدَنُهُ غَافِلٌ لِسُكُونِ عُرُوقِهِ</w:t>
      </w:r>
      <w:r w:rsidR="007D3118">
        <w:rPr>
          <w:rtl/>
        </w:rPr>
        <w:t xml:space="preserve">، </w:t>
      </w:r>
      <w:r>
        <w:rPr>
          <w:rtl/>
        </w:rPr>
        <w:t>وَ قَلْبُهُ مَفْتُونٌ بِكَثْرَةِ النِّعَمِ عَلَيْهِ</w:t>
      </w:r>
      <w:r w:rsidR="007D3118">
        <w:rPr>
          <w:rtl/>
        </w:rPr>
        <w:t xml:space="preserve">، </w:t>
      </w:r>
      <w:r>
        <w:rPr>
          <w:rtl/>
        </w:rPr>
        <w:t>وَ فِكْرُهُ قَلِيلٌ لِمَا هُوَ صَائِرٌ إِلَيْهِ</w:t>
      </w:r>
      <w:r w:rsidR="007D3118">
        <w:rPr>
          <w:rtl/>
        </w:rPr>
        <w:t xml:space="preserve">. </w:t>
      </w:r>
    </w:p>
    <w:p w:rsidR="00587D34" w:rsidRDefault="00587D34" w:rsidP="00587D34">
      <w:pPr>
        <w:pStyle w:val="libNormal"/>
        <w:rPr>
          <w:rtl/>
        </w:rPr>
      </w:pPr>
      <w:r>
        <w:rPr>
          <w:rtl/>
        </w:rPr>
        <w:lastRenderedPageBreak/>
        <w:t>(9</w:t>
      </w:r>
      <w:r w:rsidR="007D3118">
        <w:rPr>
          <w:rtl/>
        </w:rPr>
        <w:t xml:space="preserve">) </w:t>
      </w:r>
      <w:r>
        <w:rPr>
          <w:rtl/>
        </w:rPr>
        <w:t>سُؤَالَ مَنْ قَدْ غَلَبَ عَلَيْهِ الْأَمَلُ</w:t>
      </w:r>
      <w:r w:rsidR="007D3118">
        <w:rPr>
          <w:rtl/>
        </w:rPr>
        <w:t xml:space="preserve">، </w:t>
      </w:r>
      <w:r>
        <w:rPr>
          <w:rtl/>
        </w:rPr>
        <w:t>وَ فَتَنَهُ الْهَوَى</w:t>
      </w:r>
      <w:r w:rsidR="007D3118">
        <w:rPr>
          <w:rtl/>
        </w:rPr>
        <w:t xml:space="preserve">، </w:t>
      </w:r>
      <w:r>
        <w:rPr>
          <w:rtl/>
        </w:rPr>
        <w:t>وَ اسْتَمْكَنَتْ مِنْهُ الدُّنْيَا</w:t>
      </w:r>
      <w:r w:rsidR="007D3118">
        <w:rPr>
          <w:rtl/>
        </w:rPr>
        <w:t xml:space="preserve">، </w:t>
      </w:r>
      <w:r>
        <w:rPr>
          <w:rtl/>
        </w:rPr>
        <w:t>وَ أَظَلَّهُ الْأَجَلُ</w:t>
      </w:r>
      <w:r w:rsidR="007D3118">
        <w:rPr>
          <w:rtl/>
        </w:rPr>
        <w:t xml:space="preserve">، </w:t>
      </w:r>
      <w:r>
        <w:rPr>
          <w:rtl/>
        </w:rPr>
        <w:t>سُؤَالَ مَنِ اسْتَكْثَرَ ذُنُوبَهُ</w:t>
      </w:r>
      <w:r w:rsidR="007D3118">
        <w:rPr>
          <w:rtl/>
        </w:rPr>
        <w:t xml:space="preserve">، </w:t>
      </w:r>
      <w:r>
        <w:rPr>
          <w:rtl/>
        </w:rPr>
        <w:t>وَ اعْتَرَفَ بِخَطِيئَتِهِ</w:t>
      </w:r>
      <w:r w:rsidR="007D3118">
        <w:rPr>
          <w:rtl/>
        </w:rPr>
        <w:t xml:space="preserve">، </w:t>
      </w:r>
      <w:r>
        <w:rPr>
          <w:rtl/>
        </w:rPr>
        <w:t>سُؤَالَ مَنْ لا رَبَّ لَهُ غَيْرُكَ</w:t>
      </w:r>
      <w:r w:rsidR="007D3118">
        <w:rPr>
          <w:rtl/>
        </w:rPr>
        <w:t xml:space="preserve">، </w:t>
      </w:r>
      <w:r>
        <w:rPr>
          <w:rtl/>
        </w:rPr>
        <w:t>وَ لا وَلِيَّ لَهُ دُونَكَ</w:t>
      </w:r>
      <w:r w:rsidR="007D3118">
        <w:rPr>
          <w:rtl/>
        </w:rPr>
        <w:t xml:space="preserve">، </w:t>
      </w:r>
      <w:r>
        <w:rPr>
          <w:rtl/>
        </w:rPr>
        <w:t>وَ لا مُنْقِذَ لَهُ مِنْكَ</w:t>
      </w:r>
      <w:r w:rsidR="007D3118">
        <w:rPr>
          <w:rtl/>
        </w:rPr>
        <w:t xml:space="preserve">، </w:t>
      </w:r>
      <w:r>
        <w:rPr>
          <w:rtl/>
        </w:rPr>
        <w:t>وَ لا مَلْجَأَ لَهُ مِنْكَ</w:t>
      </w:r>
      <w:r w:rsidR="007D3118">
        <w:rPr>
          <w:rtl/>
        </w:rPr>
        <w:t xml:space="preserve">، </w:t>
      </w:r>
      <w:r>
        <w:rPr>
          <w:rtl/>
        </w:rPr>
        <w:t>إِلا إِلَيْكَ</w:t>
      </w:r>
      <w:r w:rsidR="007D3118">
        <w:rPr>
          <w:rtl/>
        </w:rPr>
        <w:t xml:space="preserve">. </w:t>
      </w:r>
    </w:p>
    <w:p w:rsidR="00587D34" w:rsidRDefault="00587D34" w:rsidP="00587D34">
      <w:pPr>
        <w:pStyle w:val="libNormal"/>
        <w:rPr>
          <w:rtl/>
        </w:rPr>
      </w:pPr>
      <w:r>
        <w:rPr>
          <w:rtl/>
        </w:rPr>
        <w:t>(10</w:t>
      </w:r>
      <w:r w:rsidR="007D3118">
        <w:rPr>
          <w:rtl/>
        </w:rPr>
        <w:t xml:space="preserve">) </w:t>
      </w:r>
      <w:r>
        <w:rPr>
          <w:rtl/>
        </w:rPr>
        <w:t>إِلَهِى أَسْأَلُكَ بِحَقِّكَ الْوَاجِبِ عَلَى جَمِيعِ خَلْقِكَ</w:t>
      </w:r>
      <w:r w:rsidR="007D3118">
        <w:rPr>
          <w:rtl/>
        </w:rPr>
        <w:t xml:space="preserve">، </w:t>
      </w:r>
      <w:r>
        <w:rPr>
          <w:rtl/>
        </w:rPr>
        <w:t>وَ بِاسْمِكَ الْعَظِيمِ الَّذِى أَمَرْتَ رَسُولَكَ أَنْ يُسَبِّحَكَ بِهِ</w:t>
      </w:r>
      <w:r w:rsidR="007D3118">
        <w:rPr>
          <w:rtl/>
        </w:rPr>
        <w:t xml:space="preserve">، </w:t>
      </w:r>
      <w:r>
        <w:rPr>
          <w:rtl/>
        </w:rPr>
        <w:t>وَ بِجَلالِ وَجْهِكَ الْكَرِيمِ</w:t>
      </w:r>
      <w:r w:rsidR="007D3118">
        <w:rPr>
          <w:rtl/>
        </w:rPr>
        <w:t xml:space="preserve">، </w:t>
      </w:r>
      <w:r>
        <w:rPr>
          <w:rtl/>
        </w:rPr>
        <w:t>الَّذِى لا يَبْلَى وَ لا يَتَغَيَّرُ</w:t>
      </w:r>
      <w:r w:rsidR="007D3118">
        <w:rPr>
          <w:rtl/>
        </w:rPr>
        <w:t xml:space="preserve">، </w:t>
      </w:r>
      <w:r>
        <w:rPr>
          <w:rtl/>
        </w:rPr>
        <w:t>وَ لا يَحُولُ وَ لا يَفْنَى</w:t>
      </w:r>
      <w:r w:rsidR="007D3118">
        <w:rPr>
          <w:rtl/>
        </w:rPr>
        <w:t xml:space="preserve">، </w:t>
      </w:r>
      <w:r>
        <w:rPr>
          <w:rtl/>
        </w:rPr>
        <w:t>أَنْ تُصَلِّىَ عَلَى مُحَمَّدٍ وَ آلِ مُحَمَّدٍ</w:t>
      </w:r>
      <w:r w:rsidR="007D3118">
        <w:rPr>
          <w:rtl/>
        </w:rPr>
        <w:t xml:space="preserve">، </w:t>
      </w:r>
      <w:r>
        <w:rPr>
          <w:rtl/>
        </w:rPr>
        <w:t>وَ أَنْ تُغْنِيَنِى عَنْ كُلِّ شَيْءٍ بِعِبَادَتِكَ</w:t>
      </w:r>
      <w:r w:rsidR="007D3118">
        <w:rPr>
          <w:rtl/>
        </w:rPr>
        <w:t xml:space="preserve">، </w:t>
      </w:r>
      <w:r>
        <w:rPr>
          <w:rtl/>
        </w:rPr>
        <w:t>وَ أَنْ تُسَلِّىَ نَفْسِى عَنِ الدُّنْيَا بِمَخَافَتِكَ</w:t>
      </w:r>
      <w:r w:rsidR="007D3118">
        <w:rPr>
          <w:rtl/>
        </w:rPr>
        <w:t xml:space="preserve">، </w:t>
      </w:r>
      <w:r>
        <w:rPr>
          <w:rtl/>
        </w:rPr>
        <w:t>وَ أَنْ تُثْنِيَنِى بِالْكَثِيرِ مِنْ كَرَامَتِكَ بِرَحْمَتِكَ</w:t>
      </w:r>
      <w:r w:rsidR="007D3118">
        <w:rPr>
          <w:rtl/>
        </w:rPr>
        <w:t xml:space="preserve">. </w:t>
      </w:r>
    </w:p>
    <w:p w:rsidR="00587D34" w:rsidRDefault="00587D34" w:rsidP="00587D34">
      <w:pPr>
        <w:pStyle w:val="libNormal"/>
        <w:rPr>
          <w:rtl/>
        </w:rPr>
      </w:pPr>
      <w:r>
        <w:rPr>
          <w:rtl/>
        </w:rPr>
        <w:t>(11</w:t>
      </w:r>
      <w:r w:rsidR="007D3118">
        <w:rPr>
          <w:rtl/>
        </w:rPr>
        <w:t xml:space="preserve">) </w:t>
      </w:r>
      <w:r>
        <w:rPr>
          <w:rtl/>
        </w:rPr>
        <w:t>فَإِلَيْكَ أَفِرُّ</w:t>
      </w:r>
      <w:r w:rsidR="007D3118">
        <w:rPr>
          <w:rtl/>
        </w:rPr>
        <w:t xml:space="preserve">، </w:t>
      </w:r>
      <w:r>
        <w:rPr>
          <w:rtl/>
        </w:rPr>
        <w:t>و مِنْكَ أَخَافُ</w:t>
      </w:r>
      <w:r w:rsidR="007D3118">
        <w:rPr>
          <w:rtl/>
        </w:rPr>
        <w:t xml:space="preserve">، </w:t>
      </w:r>
      <w:r>
        <w:rPr>
          <w:rtl/>
        </w:rPr>
        <w:t>وَ بِكَ أَسْتَغِيثُ</w:t>
      </w:r>
      <w:r w:rsidR="007D3118">
        <w:rPr>
          <w:rtl/>
        </w:rPr>
        <w:t xml:space="preserve">، </w:t>
      </w:r>
      <w:r>
        <w:rPr>
          <w:rtl/>
        </w:rPr>
        <w:t>وَ إِيَّاكَ أَرْجُو</w:t>
      </w:r>
      <w:r w:rsidR="007D3118">
        <w:rPr>
          <w:rtl/>
        </w:rPr>
        <w:t xml:space="preserve">، </w:t>
      </w:r>
      <w:r>
        <w:rPr>
          <w:rtl/>
        </w:rPr>
        <w:t>وَ لَكَ أَدْعُو</w:t>
      </w:r>
      <w:r w:rsidR="007D3118">
        <w:rPr>
          <w:rtl/>
        </w:rPr>
        <w:t xml:space="preserve">، </w:t>
      </w:r>
      <w:r>
        <w:rPr>
          <w:rtl/>
        </w:rPr>
        <w:t>وَ إِلَيْكَ أَلْجَأُ</w:t>
      </w:r>
      <w:r w:rsidR="007D3118">
        <w:rPr>
          <w:rtl/>
        </w:rPr>
        <w:t xml:space="preserve">، </w:t>
      </w:r>
      <w:r>
        <w:rPr>
          <w:rtl/>
        </w:rPr>
        <w:t>وَ بِكَ أَثِقُ</w:t>
      </w:r>
      <w:r w:rsidR="007D3118">
        <w:rPr>
          <w:rtl/>
        </w:rPr>
        <w:t xml:space="preserve">، </w:t>
      </w:r>
      <w:r>
        <w:rPr>
          <w:rtl/>
        </w:rPr>
        <w:t>وَ إِيَّاكَ أَسْتَعِينُ</w:t>
      </w:r>
      <w:r w:rsidR="007D3118">
        <w:rPr>
          <w:rtl/>
        </w:rPr>
        <w:t xml:space="preserve">، </w:t>
      </w:r>
      <w:r>
        <w:rPr>
          <w:rtl/>
        </w:rPr>
        <w:t>وَ بِكَ أُومِنُ</w:t>
      </w:r>
      <w:r w:rsidR="007D3118">
        <w:rPr>
          <w:rtl/>
        </w:rPr>
        <w:t xml:space="preserve">، </w:t>
      </w:r>
      <w:r>
        <w:rPr>
          <w:rtl/>
        </w:rPr>
        <w:t>وَ عَلَيْكَ أَتَوَكَّلُ</w:t>
      </w:r>
      <w:r w:rsidR="007D3118">
        <w:rPr>
          <w:rtl/>
        </w:rPr>
        <w:t xml:space="preserve">، </w:t>
      </w:r>
      <w:r>
        <w:rPr>
          <w:rtl/>
        </w:rPr>
        <w:t>وَ عَلَى جُودِكَ وَ كَرَمِكَ أَتَّكِلُ</w:t>
      </w:r>
      <w:r w:rsidR="007D3118">
        <w:rPr>
          <w:rtl/>
        </w:rPr>
        <w:t xml:space="preserve">. </w:t>
      </w:r>
    </w:p>
    <w:p w:rsidR="00587D34" w:rsidRDefault="00AA3CBA" w:rsidP="004C63D0">
      <w:pPr>
        <w:pStyle w:val="Heading2"/>
        <w:rPr>
          <w:rtl/>
        </w:rPr>
      </w:pPr>
      <w:bookmarkStart w:id="109" w:name="_Toc394915238"/>
      <w:r>
        <w:rPr>
          <w:rtl/>
        </w:rPr>
        <w:t xml:space="preserve">ترجمه دعاى پنجاه و دوم: دعاى آن حضرت </w:t>
      </w:r>
      <w:r w:rsidR="000C598D" w:rsidRPr="000C598D">
        <w:rPr>
          <w:rStyle w:val="libAlaemChar"/>
          <w:rtl/>
        </w:rPr>
        <w:t>عليه‌السلام</w:t>
      </w:r>
      <w:r>
        <w:rPr>
          <w:rtl/>
        </w:rPr>
        <w:t xml:space="preserve"> در الحاح به خداى تعالى</w:t>
      </w:r>
      <w:bookmarkEnd w:id="109"/>
    </w:p>
    <w:p w:rsidR="00587D34" w:rsidRDefault="00587D34" w:rsidP="00587D34">
      <w:pPr>
        <w:pStyle w:val="libNormal"/>
        <w:rPr>
          <w:rtl/>
        </w:rPr>
      </w:pPr>
      <w:r>
        <w:rPr>
          <w:rtl/>
        </w:rPr>
        <w:t>1</w:t>
      </w:r>
      <w:r w:rsidR="007D3118">
        <w:rPr>
          <w:rtl/>
        </w:rPr>
        <w:t xml:space="preserve">. </w:t>
      </w:r>
      <w:r>
        <w:rPr>
          <w:rtl/>
        </w:rPr>
        <w:t>اى خدائى كه چيزى در آسمان و زمين بر تو پنهان نيست</w:t>
      </w:r>
      <w:r w:rsidR="007D3118">
        <w:rPr>
          <w:rtl/>
        </w:rPr>
        <w:t xml:space="preserve">، </w:t>
      </w:r>
      <w:r>
        <w:rPr>
          <w:rtl/>
        </w:rPr>
        <w:t>و چگونه مفى ماند بر تو اى خداى من چيزى كه تو خود آفريده اى؟</w:t>
      </w:r>
      <w:r w:rsidR="007D3118">
        <w:rPr>
          <w:rtl/>
        </w:rPr>
        <w:t xml:space="preserve">، </w:t>
      </w:r>
      <w:r>
        <w:rPr>
          <w:rtl/>
        </w:rPr>
        <w:t xml:space="preserve">و چگونه شماره آن را ندانى كه ساخته خود تو است؟ و چگونه از تو پنهان ماند چيزى كه تدبير او به دست توست </w:t>
      </w:r>
      <w:r w:rsidRPr="00AA3CBA">
        <w:rPr>
          <w:rStyle w:val="libFootnotenumChar"/>
          <w:rtl/>
        </w:rPr>
        <w:t>(152</w:t>
      </w:r>
      <w:r w:rsidR="007D3118" w:rsidRPr="00AA3CBA">
        <w:rPr>
          <w:rStyle w:val="libFootnotenumChar"/>
          <w:rtl/>
        </w:rPr>
        <w:t>)</w:t>
      </w:r>
      <w:r>
        <w:rPr>
          <w:rtl/>
        </w:rPr>
        <w:t xml:space="preserve"> و چگونه از تو بگريزد آن كه بى روزى تو زنده نماند </w:t>
      </w:r>
      <w:r w:rsidRPr="00AA3CBA">
        <w:rPr>
          <w:rStyle w:val="libFootnotenumChar"/>
          <w:rtl/>
        </w:rPr>
        <w:t>(153</w:t>
      </w:r>
      <w:r w:rsidR="007D3118" w:rsidRPr="00AA3CBA">
        <w:rPr>
          <w:rStyle w:val="libFootnotenumChar"/>
          <w:rtl/>
        </w:rPr>
        <w:t>)</w:t>
      </w:r>
      <w:r>
        <w:rPr>
          <w:rtl/>
        </w:rPr>
        <w:t xml:space="preserve"> و چگونه از تصرف تو بيرون رود كسى كه سوى غير مالك تو راه ندارد</w:t>
      </w:r>
      <w:r w:rsidR="007D3118">
        <w:rPr>
          <w:rtl/>
        </w:rPr>
        <w:t xml:space="preserve">. </w:t>
      </w:r>
    </w:p>
    <w:p w:rsidR="00587D34" w:rsidRDefault="00587D34" w:rsidP="00587D34">
      <w:pPr>
        <w:pStyle w:val="libNormal"/>
        <w:rPr>
          <w:rtl/>
        </w:rPr>
      </w:pPr>
      <w:r>
        <w:rPr>
          <w:rtl/>
        </w:rPr>
        <w:t>2</w:t>
      </w:r>
      <w:r w:rsidR="007D3118">
        <w:rPr>
          <w:rtl/>
        </w:rPr>
        <w:t xml:space="preserve">. </w:t>
      </w:r>
      <w:r>
        <w:rPr>
          <w:rtl/>
        </w:rPr>
        <w:t>پاك خداوندا! ترسنده ترين مردم از تو كسى است كه تو را بهتر شناخته است</w:t>
      </w:r>
      <w:r w:rsidR="007D3118">
        <w:rPr>
          <w:rtl/>
        </w:rPr>
        <w:t xml:space="preserve">، </w:t>
      </w:r>
      <w:r>
        <w:rPr>
          <w:rtl/>
        </w:rPr>
        <w:t>و خاضع ترين آنها كسى است كه بيشتر به طاعت تو عمل كرده است و پست ترين مردم نزد تو كسى است كه روزى تو را مى خورد و بندگى غير تو را مى كند</w:t>
      </w:r>
      <w:r w:rsidR="007D3118">
        <w:rPr>
          <w:rtl/>
        </w:rPr>
        <w:t xml:space="preserve">. </w:t>
      </w:r>
    </w:p>
    <w:p w:rsidR="00587D34" w:rsidRDefault="00587D34" w:rsidP="00587D34">
      <w:pPr>
        <w:pStyle w:val="libNormal"/>
        <w:rPr>
          <w:rtl/>
        </w:rPr>
      </w:pPr>
      <w:r>
        <w:rPr>
          <w:rtl/>
        </w:rPr>
        <w:lastRenderedPageBreak/>
        <w:t>3</w:t>
      </w:r>
      <w:r w:rsidR="007D3118">
        <w:rPr>
          <w:rtl/>
        </w:rPr>
        <w:t xml:space="preserve">. </w:t>
      </w:r>
      <w:r>
        <w:rPr>
          <w:rtl/>
        </w:rPr>
        <w:t>پاك خداوندا! آن كه شريك براى تو قرار داد و پيغمبران تو را به دروغ نسبت داد</w:t>
      </w:r>
      <w:r w:rsidR="007D3118">
        <w:rPr>
          <w:rtl/>
        </w:rPr>
        <w:t xml:space="preserve">، </w:t>
      </w:r>
      <w:r>
        <w:rPr>
          <w:rtl/>
        </w:rPr>
        <w:t>چيزى از ملك تو نكاست</w:t>
      </w:r>
      <w:r w:rsidR="007D3118">
        <w:rPr>
          <w:rtl/>
        </w:rPr>
        <w:t xml:space="preserve">، </w:t>
      </w:r>
      <w:r>
        <w:rPr>
          <w:rtl/>
        </w:rPr>
        <w:t>و آن كه حكم تو را نپسنديد نتوانست از فرمان تو سرپيچد</w:t>
      </w:r>
      <w:r w:rsidR="007D3118">
        <w:rPr>
          <w:rtl/>
        </w:rPr>
        <w:t xml:space="preserve">، </w:t>
      </w:r>
      <w:r>
        <w:rPr>
          <w:rtl/>
        </w:rPr>
        <w:t>و آن كه قدرت تو را انكار كرد خود را از مشيت تو نگاه نداشت</w:t>
      </w:r>
      <w:r w:rsidR="007D3118">
        <w:rPr>
          <w:rtl/>
        </w:rPr>
        <w:t xml:space="preserve">، </w:t>
      </w:r>
      <w:r>
        <w:rPr>
          <w:rtl/>
        </w:rPr>
        <w:t>و آن كه غير تو را پرستيد از دست تو به در نرفت و آن كس كه مرگ و لقاى تو را دوست نداشت</w:t>
      </w:r>
      <w:r w:rsidR="007D3118">
        <w:rPr>
          <w:rtl/>
        </w:rPr>
        <w:t xml:space="preserve">، </w:t>
      </w:r>
      <w:r>
        <w:rPr>
          <w:rtl/>
        </w:rPr>
        <w:t>نتوانست در دنيا جاودان ماند</w:t>
      </w:r>
      <w:r w:rsidR="007D3118">
        <w:rPr>
          <w:rtl/>
        </w:rPr>
        <w:t xml:space="preserve">. </w:t>
      </w:r>
    </w:p>
    <w:p w:rsidR="00587D34" w:rsidRDefault="00587D34" w:rsidP="00587D34">
      <w:pPr>
        <w:pStyle w:val="libNormal"/>
        <w:rPr>
          <w:rtl/>
        </w:rPr>
      </w:pPr>
      <w:r>
        <w:rPr>
          <w:rtl/>
        </w:rPr>
        <w:t>4</w:t>
      </w:r>
      <w:r w:rsidR="007D3118">
        <w:rPr>
          <w:rtl/>
        </w:rPr>
        <w:t xml:space="preserve">. </w:t>
      </w:r>
      <w:r>
        <w:rPr>
          <w:rtl/>
        </w:rPr>
        <w:t>پاك خداوندا! چه بزرگ است كار تو و استوار است پادشاهى تو</w:t>
      </w:r>
      <w:r w:rsidR="007D3118">
        <w:rPr>
          <w:rtl/>
        </w:rPr>
        <w:t xml:space="preserve">، </w:t>
      </w:r>
      <w:r>
        <w:rPr>
          <w:rtl/>
        </w:rPr>
        <w:t>بى منتها است قدرت تو</w:t>
      </w:r>
      <w:r w:rsidR="007D3118">
        <w:rPr>
          <w:rtl/>
        </w:rPr>
        <w:t xml:space="preserve">، </w:t>
      </w:r>
      <w:r>
        <w:rPr>
          <w:rtl/>
        </w:rPr>
        <w:t>و روان است فرمان تو</w:t>
      </w:r>
      <w:r w:rsidR="007D3118">
        <w:rPr>
          <w:rtl/>
        </w:rPr>
        <w:t xml:space="preserve">. </w:t>
      </w:r>
    </w:p>
    <w:p w:rsidR="00587D34" w:rsidRDefault="00587D34" w:rsidP="00587D34">
      <w:pPr>
        <w:pStyle w:val="libNormal"/>
        <w:rPr>
          <w:rtl/>
        </w:rPr>
      </w:pPr>
      <w:r>
        <w:rPr>
          <w:rtl/>
        </w:rPr>
        <w:t>5</w:t>
      </w:r>
      <w:r w:rsidR="007D3118">
        <w:rPr>
          <w:rtl/>
        </w:rPr>
        <w:t xml:space="preserve">. </w:t>
      </w:r>
      <w:r>
        <w:rPr>
          <w:rtl/>
        </w:rPr>
        <w:t>پاكى اى خداوند! براى همه آفريدگان مرگ را مقدر فرمودى</w:t>
      </w:r>
      <w:r w:rsidR="007D3118">
        <w:rPr>
          <w:rtl/>
        </w:rPr>
        <w:t xml:space="preserve">، </w:t>
      </w:r>
      <w:r>
        <w:rPr>
          <w:rtl/>
        </w:rPr>
        <w:t>موحد يا كافر</w:t>
      </w:r>
      <w:r w:rsidR="007D3118">
        <w:rPr>
          <w:rtl/>
        </w:rPr>
        <w:t xml:space="preserve">، </w:t>
      </w:r>
      <w:r>
        <w:rPr>
          <w:rtl/>
        </w:rPr>
        <w:t>همه چشنده مرگ اند و سوى تو آيند</w:t>
      </w:r>
      <w:r w:rsidR="007D3118">
        <w:rPr>
          <w:rtl/>
        </w:rPr>
        <w:t xml:space="preserve">. </w:t>
      </w:r>
      <w:r>
        <w:rPr>
          <w:rtl/>
        </w:rPr>
        <w:t>فرخنده نام تو</w:t>
      </w:r>
      <w:r w:rsidR="007D3118">
        <w:rPr>
          <w:rtl/>
        </w:rPr>
        <w:t xml:space="preserve">. </w:t>
      </w:r>
      <w:r>
        <w:rPr>
          <w:rtl/>
        </w:rPr>
        <w:t>خدايى غير تو نيست</w:t>
      </w:r>
      <w:r w:rsidR="007D3118">
        <w:rPr>
          <w:rtl/>
        </w:rPr>
        <w:t xml:space="preserve">، </w:t>
      </w:r>
      <w:r>
        <w:rPr>
          <w:rtl/>
        </w:rPr>
        <w:t>تنهايى و انباز ندارى</w:t>
      </w:r>
      <w:r w:rsidR="007D3118">
        <w:rPr>
          <w:rtl/>
        </w:rPr>
        <w:t xml:space="preserve">. </w:t>
      </w:r>
    </w:p>
    <w:p w:rsidR="00587D34" w:rsidRDefault="00587D34" w:rsidP="00587D34">
      <w:pPr>
        <w:pStyle w:val="libNormal"/>
        <w:rPr>
          <w:rtl/>
        </w:rPr>
      </w:pPr>
      <w:r>
        <w:rPr>
          <w:rtl/>
        </w:rPr>
        <w:t>6</w:t>
      </w:r>
      <w:r w:rsidR="007D3118">
        <w:rPr>
          <w:rtl/>
        </w:rPr>
        <w:t xml:space="preserve">. </w:t>
      </w:r>
      <w:r>
        <w:rPr>
          <w:rtl/>
        </w:rPr>
        <w:t>ايمان به تو آوردم</w:t>
      </w:r>
      <w:r w:rsidR="007D3118">
        <w:rPr>
          <w:rtl/>
        </w:rPr>
        <w:t xml:space="preserve">، </w:t>
      </w:r>
      <w:r>
        <w:rPr>
          <w:rtl/>
        </w:rPr>
        <w:t>پيغمبران تو را تصديق كردم</w:t>
      </w:r>
      <w:r w:rsidR="007D3118">
        <w:rPr>
          <w:rtl/>
        </w:rPr>
        <w:t xml:space="preserve">، </w:t>
      </w:r>
      <w:r>
        <w:rPr>
          <w:rtl/>
        </w:rPr>
        <w:t>كتاب تو را پذيرفتم</w:t>
      </w:r>
      <w:r w:rsidR="007D3118">
        <w:rPr>
          <w:rtl/>
        </w:rPr>
        <w:t xml:space="preserve">، </w:t>
      </w:r>
      <w:r>
        <w:rPr>
          <w:rtl/>
        </w:rPr>
        <w:t>به هر معبودى جز تو كافر شدم و از هر كس غير تو را پرستد بيزارى جستم</w:t>
      </w:r>
      <w:r w:rsidR="007D3118">
        <w:rPr>
          <w:rtl/>
        </w:rPr>
        <w:t xml:space="preserve">. </w:t>
      </w:r>
    </w:p>
    <w:p w:rsidR="00587D34" w:rsidRDefault="00587D34" w:rsidP="00587D34">
      <w:pPr>
        <w:pStyle w:val="libNormal"/>
        <w:rPr>
          <w:rtl/>
        </w:rPr>
      </w:pPr>
      <w:r>
        <w:rPr>
          <w:rtl/>
        </w:rPr>
        <w:t>7</w:t>
      </w:r>
      <w:r w:rsidR="007D3118">
        <w:rPr>
          <w:rtl/>
        </w:rPr>
        <w:t xml:space="preserve">. </w:t>
      </w:r>
      <w:r>
        <w:rPr>
          <w:rtl/>
        </w:rPr>
        <w:t>خدايا! من هر بامداد و شام عمل خود را اندك مى بينم و به گناه خود اعتراف مى كنم و به خطاى خويش اقرار دارم</w:t>
      </w:r>
      <w:r w:rsidR="007D3118">
        <w:rPr>
          <w:rtl/>
        </w:rPr>
        <w:t xml:space="preserve">. </w:t>
      </w:r>
      <w:r>
        <w:rPr>
          <w:rtl/>
        </w:rPr>
        <w:t>من چون بر خود ستم كردم</w:t>
      </w:r>
      <w:r w:rsidR="007D3118">
        <w:rPr>
          <w:rtl/>
        </w:rPr>
        <w:t xml:space="preserve">؛ </w:t>
      </w:r>
      <w:r>
        <w:rPr>
          <w:rtl/>
        </w:rPr>
        <w:t>خوارم</w:t>
      </w:r>
      <w:r w:rsidR="007D3118">
        <w:rPr>
          <w:rtl/>
        </w:rPr>
        <w:t xml:space="preserve">، </w:t>
      </w:r>
      <w:r>
        <w:rPr>
          <w:rtl/>
        </w:rPr>
        <w:t>و كردار من</w:t>
      </w:r>
      <w:r w:rsidR="007D3118">
        <w:rPr>
          <w:rtl/>
        </w:rPr>
        <w:t xml:space="preserve">، </w:t>
      </w:r>
      <w:r>
        <w:rPr>
          <w:rtl/>
        </w:rPr>
        <w:t>مرا هلاك كرد و خواهش من</w:t>
      </w:r>
      <w:r w:rsidR="007D3118">
        <w:rPr>
          <w:rtl/>
        </w:rPr>
        <w:t xml:space="preserve">؛ </w:t>
      </w:r>
      <w:r>
        <w:rPr>
          <w:rtl/>
        </w:rPr>
        <w:t>مرا در انداخت و شهوت ها مرا محروم ساخت</w:t>
      </w:r>
      <w:r w:rsidR="007D3118">
        <w:rPr>
          <w:rtl/>
        </w:rPr>
        <w:t xml:space="preserve">. </w:t>
      </w:r>
    </w:p>
    <w:p w:rsidR="00587D34" w:rsidRDefault="00587D34" w:rsidP="00587D34">
      <w:pPr>
        <w:pStyle w:val="libNormal"/>
        <w:rPr>
          <w:rtl/>
        </w:rPr>
      </w:pPr>
      <w:r>
        <w:rPr>
          <w:rtl/>
        </w:rPr>
        <w:t>8</w:t>
      </w:r>
      <w:r w:rsidR="007D3118">
        <w:rPr>
          <w:rtl/>
        </w:rPr>
        <w:t xml:space="preserve">. </w:t>
      </w:r>
      <w:r>
        <w:rPr>
          <w:rtl/>
        </w:rPr>
        <w:t xml:space="preserve">اى مولاى من! از تو </w:t>
      </w:r>
      <w:r w:rsidR="00F57782">
        <w:rPr>
          <w:rtl/>
        </w:rPr>
        <w:t>سئوال</w:t>
      </w:r>
      <w:r>
        <w:rPr>
          <w:rtl/>
        </w:rPr>
        <w:t xml:space="preserve"> مى كنم مانند كسى كه به آرزوى دراز</w:t>
      </w:r>
      <w:r w:rsidR="007D3118">
        <w:rPr>
          <w:rtl/>
        </w:rPr>
        <w:t xml:space="preserve">، </w:t>
      </w:r>
      <w:r>
        <w:rPr>
          <w:rtl/>
        </w:rPr>
        <w:t>دل بسته و تنش به سبب آرامش اعصاب غافل و دل او به نعمت هاى بسيار گرفتار و انديشه اش كمتر در عاقبت كار خود مى گردد</w:t>
      </w:r>
      <w:r w:rsidR="007D3118">
        <w:rPr>
          <w:rtl/>
        </w:rPr>
        <w:t xml:space="preserve">. </w:t>
      </w:r>
    </w:p>
    <w:p w:rsidR="00587D34" w:rsidRDefault="00587D34" w:rsidP="00587D34">
      <w:pPr>
        <w:pStyle w:val="libNormal"/>
        <w:rPr>
          <w:rtl/>
        </w:rPr>
      </w:pPr>
      <w:r>
        <w:rPr>
          <w:rtl/>
        </w:rPr>
        <w:t>9</w:t>
      </w:r>
      <w:r w:rsidR="007D3118">
        <w:rPr>
          <w:rtl/>
        </w:rPr>
        <w:t xml:space="preserve">. </w:t>
      </w:r>
      <w:r w:rsidR="00F57782">
        <w:rPr>
          <w:rtl/>
        </w:rPr>
        <w:t>سئوال</w:t>
      </w:r>
      <w:r>
        <w:rPr>
          <w:rtl/>
        </w:rPr>
        <w:t xml:space="preserve"> كسى كه آرزو بر او چيره گشته و خواهش دل او را گرفتار كرده و دنيا در دل او جاى گرفته و اجل بر سر او سايه گسترده است</w:t>
      </w:r>
      <w:r w:rsidR="007D3118">
        <w:rPr>
          <w:rtl/>
        </w:rPr>
        <w:t xml:space="preserve">، </w:t>
      </w:r>
      <w:r w:rsidR="00F57782">
        <w:rPr>
          <w:rtl/>
        </w:rPr>
        <w:t>سئوال</w:t>
      </w:r>
      <w:r>
        <w:rPr>
          <w:rtl/>
        </w:rPr>
        <w:t xml:space="preserve"> كسى كه گناهان خود را بسيار بيند و به خطاى خود معترف است</w:t>
      </w:r>
      <w:r w:rsidR="007D3118">
        <w:rPr>
          <w:rtl/>
        </w:rPr>
        <w:t xml:space="preserve">، </w:t>
      </w:r>
      <w:r w:rsidR="00F57782">
        <w:rPr>
          <w:rtl/>
        </w:rPr>
        <w:t>سئوال</w:t>
      </w:r>
      <w:r>
        <w:rPr>
          <w:rtl/>
        </w:rPr>
        <w:t xml:space="preserve"> كسى كه </w:t>
      </w:r>
      <w:r>
        <w:rPr>
          <w:rtl/>
        </w:rPr>
        <w:lastRenderedPageBreak/>
        <w:t>پروردگارى جز تو ندارد و غير تو مددكارى نشناسد و كسى كه او را از خشم تو نرهاند و پناهگاهى ندارد كه از تو به او پناه برد</w:t>
      </w:r>
      <w:r w:rsidR="007D3118">
        <w:rPr>
          <w:rtl/>
        </w:rPr>
        <w:t xml:space="preserve">، </w:t>
      </w:r>
      <w:r>
        <w:rPr>
          <w:rtl/>
        </w:rPr>
        <w:t>مگر آنكه به خود تو پناه برد</w:t>
      </w:r>
      <w:r w:rsidR="007D3118">
        <w:rPr>
          <w:rtl/>
        </w:rPr>
        <w:t xml:space="preserve">. </w:t>
      </w:r>
    </w:p>
    <w:p w:rsidR="00587D34" w:rsidRDefault="00587D34" w:rsidP="00587D34">
      <w:pPr>
        <w:pStyle w:val="libNormal"/>
        <w:rPr>
          <w:rtl/>
        </w:rPr>
      </w:pPr>
      <w:r>
        <w:rPr>
          <w:rtl/>
        </w:rPr>
        <w:t>10</w:t>
      </w:r>
      <w:r w:rsidR="007D3118">
        <w:rPr>
          <w:rtl/>
        </w:rPr>
        <w:t xml:space="preserve">. </w:t>
      </w:r>
      <w:r>
        <w:rPr>
          <w:rtl/>
        </w:rPr>
        <w:t xml:space="preserve">خدايا از تو </w:t>
      </w:r>
      <w:r w:rsidR="00F57782">
        <w:rPr>
          <w:rtl/>
        </w:rPr>
        <w:t>سئوال</w:t>
      </w:r>
      <w:r>
        <w:rPr>
          <w:rtl/>
        </w:rPr>
        <w:t xml:space="preserve"> مى كنم</w:t>
      </w:r>
      <w:r w:rsidR="007D3118">
        <w:rPr>
          <w:rtl/>
        </w:rPr>
        <w:t xml:space="preserve">؛ </w:t>
      </w:r>
      <w:r>
        <w:rPr>
          <w:rtl/>
        </w:rPr>
        <w:t>به آن حق تو كه بندگان ثابت است و به نام بزرگ تو كه رسول خود را فرمودى بدان نام كه تو را تسبيح كند</w:t>
      </w:r>
      <w:r w:rsidR="007D3118">
        <w:rPr>
          <w:rtl/>
        </w:rPr>
        <w:t xml:space="preserve">، </w:t>
      </w:r>
      <w:r>
        <w:rPr>
          <w:rtl/>
        </w:rPr>
        <w:t>و به بزرگى ذات كريم تو كه هرگز فرسوده نمى شود و تغيير نمى يابد و دگرگون و نابود نمى گردد</w:t>
      </w:r>
      <w:r w:rsidR="007D3118">
        <w:rPr>
          <w:rtl/>
        </w:rPr>
        <w:t xml:space="preserve">، </w:t>
      </w:r>
      <w:r>
        <w:rPr>
          <w:rtl/>
        </w:rPr>
        <w:t>بر محمد و خاندان او درود فرست</w:t>
      </w:r>
      <w:r w:rsidR="007D3118">
        <w:rPr>
          <w:rtl/>
        </w:rPr>
        <w:t xml:space="preserve">، </w:t>
      </w:r>
      <w:r>
        <w:rPr>
          <w:rtl/>
        </w:rPr>
        <w:t>و مرا به عبادت خود از هر چيز بى نياز گردان</w:t>
      </w:r>
      <w:r w:rsidR="007D3118">
        <w:rPr>
          <w:rtl/>
        </w:rPr>
        <w:t xml:space="preserve">، </w:t>
      </w:r>
      <w:r>
        <w:rPr>
          <w:rtl/>
        </w:rPr>
        <w:t>و جان مرا از غم اين جهان به ترس از خود تسلى ده</w:t>
      </w:r>
      <w:r w:rsidR="007D3118">
        <w:rPr>
          <w:rtl/>
        </w:rPr>
        <w:t xml:space="preserve">، </w:t>
      </w:r>
      <w:r>
        <w:rPr>
          <w:rtl/>
        </w:rPr>
        <w:t>و مرا به رحمت خود با دست پر از عطاياى خود باز گردان</w:t>
      </w:r>
      <w:r w:rsidR="007D3118">
        <w:rPr>
          <w:rtl/>
        </w:rPr>
        <w:t xml:space="preserve">. </w:t>
      </w:r>
    </w:p>
    <w:p w:rsidR="00587D34" w:rsidRDefault="00587D34" w:rsidP="00587D34">
      <w:pPr>
        <w:pStyle w:val="libNormal"/>
        <w:rPr>
          <w:rtl/>
        </w:rPr>
      </w:pPr>
      <w:r>
        <w:rPr>
          <w:rtl/>
        </w:rPr>
        <w:t>11</w:t>
      </w:r>
      <w:r w:rsidR="007D3118">
        <w:rPr>
          <w:rtl/>
        </w:rPr>
        <w:t xml:space="preserve">. </w:t>
      </w:r>
      <w:r>
        <w:rPr>
          <w:rtl/>
        </w:rPr>
        <w:t>چون من به سوى تو ميگريزم</w:t>
      </w:r>
      <w:r w:rsidR="007D3118">
        <w:rPr>
          <w:rtl/>
        </w:rPr>
        <w:t xml:space="preserve">، </w:t>
      </w:r>
      <w:r>
        <w:rPr>
          <w:rtl/>
        </w:rPr>
        <w:t>با آن كه از تو مى ترسم</w:t>
      </w:r>
      <w:r w:rsidR="007D3118">
        <w:rPr>
          <w:rtl/>
        </w:rPr>
        <w:t xml:space="preserve">، </w:t>
      </w:r>
      <w:r>
        <w:rPr>
          <w:rtl/>
        </w:rPr>
        <w:t>و از تو فريادرسى مى جويم</w:t>
      </w:r>
      <w:r w:rsidR="007D3118">
        <w:rPr>
          <w:rtl/>
        </w:rPr>
        <w:t xml:space="preserve">، </w:t>
      </w:r>
      <w:r>
        <w:rPr>
          <w:rtl/>
        </w:rPr>
        <w:t>و به تو اميدوارم</w:t>
      </w:r>
      <w:r w:rsidR="007D3118">
        <w:rPr>
          <w:rtl/>
        </w:rPr>
        <w:t xml:space="preserve">، </w:t>
      </w:r>
      <w:r>
        <w:rPr>
          <w:rtl/>
        </w:rPr>
        <w:t>و تو را ميخوانم</w:t>
      </w:r>
      <w:r w:rsidR="007D3118">
        <w:rPr>
          <w:rtl/>
        </w:rPr>
        <w:t xml:space="preserve">، </w:t>
      </w:r>
      <w:r>
        <w:rPr>
          <w:rtl/>
        </w:rPr>
        <w:t>و به تو پناه مى برم</w:t>
      </w:r>
      <w:r w:rsidR="007D3118">
        <w:rPr>
          <w:rtl/>
        </w:rPr>
        <w:t xml:space="preserve">، </w:t>
      </w:r>
      <w:r>
        <w:rPr>
          <w:rtl/>
        </w:rPr>
        <w:t>و به تو اعتماد مى كنم و از تو يارى ميخواهم</w:t>
      </w:r>
      <w:r w:rsidR="007D3118">
        <w:rPr>
          <w:rtl/>
        </w:rPr>
        <w:t xml:space="preserve">، </w:t>
      </w:r>
      <w:r>
        <w:rPr>
          <w:rtl/>
        </w:rPr>
        <w:t>و به تو ايمان دارم</w:t>
      </w:r>
      <w:r w:rsidR="007D3118">
        <w:rPr>
          <w:rtl/>
        </w:rPr>
        <w:t xml:space="preserve">، </w:t>
      </w:r>
      <w:r>
        <w:rPr>
          <w:rtl/>
        </w:rPr>
        <w:t>و بر تو توكل ميكنم</w:t>
      </w:r>
      <w:r w:rsidR="007D3118">
        <w:rPr>
          <w:rtl/>
        </w:rPr>
        <w:t xml:space="preserve">، </w:t>
      </w:r>
      <w:r>
        <w:rPr>
          <w:rtl/>
        </w:rPr>
        <w:t>و پشتيبان من جود و كرم تو است</w:t>
      </w:r>
      <w:r w:rsidR="007D3118">
        <w:rPr>
          <w:rtl/>
        </w:rPr>
        <w:t xml:space="preserve">. </w:t>
      </w:r>
    </w:p>
    <w:p w:rsidR="00587D34" w:rsidRDefault="00C46FA9" w:rsidP="004C63D0">
      <w:pPr>
        <w:pStyle w:val="Heading2"/>
        <w:rPr>
          <w:rtl/>
        </w:rPr>
      </w:pPr>
      <w:r>
        <w:br w:type="page"/>
      </w:r>
      <w:bookmarkStart w:id="110" w:name="_Toc394915239"/>
      <w:r w:rsidR="00AA3CBA">
        <w:lastRenderedPageBreak/>
        <w:t>53</w:t>
      </w:r>
      <w:r w:rsidR="00AA3CBA">
        <w:rPr>
          <w:rtl/>
        </w:rPr>
        <w:t xml:space="preserve"> وَ كَانَ مِنْ دُعَائِهِ عَلَيْهِ السَّلامُ فِى التَّذَلُّلِ لِلَّهِ عَزَّ وَ جَلَّ:</w:t>
      </w:r>
      <w:bookmarkEnd w:id="110"/>
      <w:r w:rsidR="00AA3CBA">
        <w:rPr>
          <w:rtl/>
        </w:rPr>
        <w:t xml:space="preserve"> </w:t>
      </w:r>
    </w:p>
    <w:p w:rsidR="00587D34" w:rsidRDefault="00587D34" w:rsidP="00587D34">
      <w:pPr>
        <w:pStyle w:val="libNormal"/>
        <w:rPr>
          <w:rtl/>
        </w:rPr>
      </w:pPr>
      <w:r>
        <w:rPr>
          <w:rtl/>
        </w:rPr>
        <w:t>(1</w:t>
      </w:r>
      <w:r w:rsidR="007D3118">
        <w:rPr>
          <w:rtl/>
        </w:rPr>
        <w:t xml:space="preserve">) </w:t>
      </w:r>
      <w:r>
        <w:rPr>
          <w:rtl/>
        </w:rPr>
        <w:t>رَبِّ أَفْحَمَتْنِى ذُنُوبِى</w:t>
      </w:r>
      <w:r w:rsidR="007D3118">
        <w:rPr>
          <w:rtl/>
        </w:rPr>
        <w:t xml:space="preserve">، </w:t>
      </w:r>
      <w:r>
        <w:rPr>
          <w:rtl/>
        </w:rPr>
        <w:t>وَ انْقَطَعَتْ مَقَالَتِى</w:t>
      </w:r>
      <w:r w:rsidR="007D3118">
        <w:rPr>
          <w:rtl/>
        </w:rPr>
        <w:t xml:space="preserve">، </w:t>
      </w:r>
      <w:r>
        <w:rPr>
          <w:rtl/>
        </w:rPr>
        <w:t>فَلا حُجَّةَ لِى</w:t>
      </w:r>
      <w:r w:rsidR="007D3118">
        <w:rPr>
          <w:rtl/>
        </w:rPr>
        <w:t xml:space="preserve">، </w:t>
      </w:r>
      <w:r>
        <w:rPr>
          <w:rtl/>
        </w:rPr>
        <w:t>فَأَنَا الْأَسِيرُ بِبَلِيَّتِى</w:t>
      </w:r>
      <w:r w:rsidR="007D3118">
        <w:rPr>
          <w:rtl/>
        </w:rPr>
        <w:t xml:space="preserve">، </w:t>
      </w:r>
      <w:r>
        <w:rPr>
          <w:rtl/>
        </w:rPr>
        <w:t>الْمُرْتَهَنُ بِعَمَلِى</w:t>
      </w:r>
      <w:r w:rsidR="007D3118">
        <w:rPr>
          <w:rtl/>
        </w:rPr>
        <w:t xml:space="preserve">، </w:t>
      </w:r>
      <w:r>
        <w:rPr>
          <w:rtl/>
        </w:rPr>
        <w:t>الْمُتَرَدِّدُ فِى خَطِيئَتِى</w:t>
      </w:r>
      <w:r w:rsidR="007D3118">
        <w:rPr>
          <w:rtl/>
        </w:rPr>
        <w:t xml:space="preserve">، </w:t>
      </w:r>
      <w:r>
        <w:rPr>
          <w:rtl/>
        </w:rPr>
        <w:t>الْمُتَحَيِّرُ عَنْ قَصْدِى</w:t>
      </w:r>
      <w:r w:rsidR="007D3118">
        <w:rPr>
          <w:rtl/>
        </w:rPr>
        <w:t xml:space="preserve">، </w:t>
      </w:r>
      <w:r>
        <w:rPr>
          <w:rtl/>
        </w:rPr>
        <w:t>الْمُنْقَطَعُ بِى</w:t>
      </w:r>
      <w:r w:rsidR="007D3118">
        <w:rPr>
          <w:rtl/>
        </w:rPr>
        <w:t xml:space="preserve">. </w:t>
      </w:r>
    </w:p>
    <w:p w:rsidR="00587D34" w:rsidRDefault="00587D34" w:rsidP="00587D34">
      <w:pPr>
        <w:pStyle w:val="libNormal"/>
        <w:rPr>
          <w:rtl/>
        </w:rPr>
      </w:pPr>
      <w:r>
        <w:rPr>
          <w:rtl/>
        </w:rPr>
        <w:t>(2</w:t>
      </w:r>
      <w:r w:rsidR="007D3118">
        <w:rPr>
          <w:rtl/>
        </w:rPr>
        <w:t xml:space="preserve">) </w:t>
      </w:r>
      <w:r>
        <w:rPr>
          <w:rtl/>
        </w:rPr>
        <w:t>قَدْ أَوْقَفْتُ نَفْسِى مَوْقِفَ الْأَذِلاءِ الْمُذْنِبِينَ</w:t>
      </w:r>
      <w:r w:rsidR="007D3118">
        <w:rPr>
          <w:rtl/>
        </w:rPr>
        <w:t xml:space="preserve">، </w:t>
      </w:r>
      <w:r>
        <w:rPr>
          <w:rtl/>
        </w:rPr>
        <w:t>مَوْقِفَ الْأَشْقِيَاءِ الْمُتَجَرِّينَ عَلَيْكَ</w:t>
      </w:r>
      <w:r w:rsidR="007D3118">
        <w:rPr>
          <w:rtl/>
        </w:rPr>
        <w:t xml:space="preserve">، </w:t>
      </w:r>
      <w:r>
        <w:rPr>
          <w:rtl/>
        </w:rPr>
        <w:t>الْمُسْتَخِفِّينَ بِوَعْدِكَ</w:t>
      </w:r>
    </w:p>
    <w:p w:rsidR="00587D34" w:rsidRDefault="00587D34" w:rsidP="00587D34">
      <w:pPr>
        <w:pStyle w:val="libNormal"/>
        <w:rPr>
          <w:rtl/>
        </w:rPr>
      </w:pPr>
      <w:r>
        <w:rPr>
          <w:rtl/>
        </w:rPr>
        <w:t>(3</w:t>
      </w:r>
      <w:r w:rsidR="007D3118">
        <w:rPr>
          <w:rtl/>
        </w:rPr>
        <w:t xml:space="preserve">) </w:t>
      </w:r>
      <w:r>
        <w:rPr>
          <w:rtl/>
        </w:rPr>
        <w:t>سُبْحَانَكَ أَيَّ جُرْأَةٍ اجْتَرَأْتُ عَلَيْكَ</w:t>
      </w:r>
      <w:r w:rsidR="007D3118">
        <w:rPr>
          <w:rtl/>
        </w:rPr>
        <w:t xml:space="preserve">، </w:t>
      </w:r>
      <w:r>
        <w:rPr>
          <w:rtl/>
        </w:rPr>
        <w:t>وَ أَيَّ تَغْرِيرٍ غَرَّرْتُ بِنَفْسِي؟</w:t>
      </w:r>
    </w:p>
    <w:p w:rsidR="00587D34" w:rsidRDefault="00587D34" w:rsidP="00587D34">
      <w:pPr>
        <w:pStyle w:val="libNormal"/>
        <w:rPr>
          <w:rtl/>
        </w:rPr>
      </w:pPr>
      <w:r>
        <w:rPr>
          <w:rtl/>
        </w:rPr>
        <w:t>(4</w:t>
      </w:r>
      <w:r w:rsidR="007D3118">
        <w:rPr>
          <w:rtl/>
        </w:rPr>
        <w:t xml:space="preserve">) </w:t>
      </w:r>
      <w:r>
        <w:rPr>
          <w:rtl/>
        </w:rPr>
        <w:t>مَوْلاىَ ارْحَمْ كَبْوَتِى لِحُرِّ وَجْهِى وَ زَلَّةَ قَدَمِى</w:t>
      </w:r>
      <w:r w:rsidR="007D3118">
        <w:rPr>
          <w:rtl/>
        </w:rPr>
        <w:t xml:space="preserve">، </w:t>
      </w:r>
      <w:r>
        <w:rPr>
          <w:rtl/>
        </w:rPr>
        <w:t>وَ عُدْ بِحِلْمِكَ عَلَى جَهْلِى وَ بِإِحْسَانِكَ عَلَى إِسَاءَتِى</w:t>
      </w:r>
      <w:r w:rsidR="007D3118">
        <w:rPr>
          <w:rtl/>
        </w:rPr>
        <w:t xml:space="preserve">، </w:t>
      </w:r>
      <w:r>
        <w:rPr>
          <w:rtl/>
        </w:rPr>
        <w:t>فَأَنَا الْمُقِرُّ بِذَنْبِى</w:t>
      </w:r>
      <w:r w:rsidR="007D3118">
        <w:rPr>
          <w:rtl/>
        </w:rPr>
        <w:t xml:space="preserve">، </w:t>
      </w:r>
      <w:r>
        <w:rPr>
          <w:rtl/>
        </w:rPr>
        <w:t>الْمُعْتَرِفُ بِخَطِيئَتِى</w:t>
      </w:r>
      <w:r w:rsidR="007D3118">
        <w:rPr>
          <w:rtl/>
        </w:rPr>
        <w:t xml:space="preserve">، </w:t>
      </w:r>
      <w:r>
        <w:rPr>
          <w:rtl/>
        </w:rPr>
        <w:t>وَ هَذِهِ يَدِى وَ نَاصِيَتِى</w:t>
      </w:r>
      <w:r w:rsidR="007D3118">
        <w:rPr>
          <w:rtl/>
        </w:rPr>
        <w:t xml:space="preserve">، </w:t>
      </w:r>
      <w:r>
        <w:rPr>
          <w:rtl/>
        </w:rPr>
        <w:t>أَسْتَكِينُ بِالْقَوَدِ مِنْ نَفْسِى</w:t>
      </w:r>
      <w:r w:rsidR="007D3118">
        <w:rPr>
          <w:rtl/>
        </w:rPr>
        <w:t xml:space="preserve">، </w:t>
      </w:r>
      <w:r>
        <w:rPr>
          <w:rtl/>
        </w:rPr>
        <w:t>ارْحَمْ شَيْبَتِى</w:t>
      </w:r>
      <w:r w:rsidR="007D3118">
        <w:rPr>
          <w:rtl/>
        </w:rPr>
        <w:t xml:space="preserve">، </w:t>
      </w:r>
      <w:r>
        <w:rPr>
          <w:rtl/>
        </w:rPr>
        <w:t>وَ نَفَادَ أَيَّامِى</w:t>
      </w:r>
      <w:r w:rsidR="007D3118">
        <w:rPr>
          <w:rtl/>
        </w:rPr>
        <w:t xml:space="preserve">، </w:t>
      </w:r>
      <w:r>
        <w:rPr>
          <w:rtl/>
        </w:rPr>
        <w:t>وَ اقْتِرَابَ أَجَلِى وَ ضَعْفِى وَ مَسْكَنَتِى وَ قِلَّةَ حِيلَتِى</w:t>
      </w:r>
      <w:r w:rsidR="007D3118">
        <w:rPr>
          <w:rtl/>
        </w:rPr>
        <w:t xml:space="preserve">. </w:t>
      </w:r>
    </w:p>
    <w:p w:rsidR="00587D34" w:rsidRDefault="00587D34" w:rsidP="00587D34">
      <w:pPr>
        <w:pStyle w:val="libNormal"/>
        <w:rPr>
          <w:rtl/>
        </w:rPr>
      </w:pPr>
      <w:r>
        <w:rPr>
          <w:rtl/>
        </w:rPr>
        <w:t>(5</w:t>
      </w:r>
      <w:r w:rsidR="007D3118">
        <w:rPr>
          <w:rtl/>
        </w:rPr>
        <w:t xml:space="preserve">) </w:t>
      </w:r>
      <w:r>
        <w:rPr>
          <w:rtl/>
        </w:rPr>
        <w:t>مَوْلاىَ وَ ارْحَمْنِى إِذَا انْقَطَعَ مِنَ الدُّنْيَا أَثَرِى</w:t>
      </w:r>
      <w:r w:rsidR="007D3118">
        <w:rPr>
          <w:rtl/>
        </w:rPr>
        <w:t xml:space="preserve">، </w:t>
      </w:r>
      <w:r>
        <w:rPr>
          <w:rtl/>
        </w:rPr>
        <w:t>وَ امَّحَى مِنَ الْمَخْلُوقِينَ ذِكْرِى</w:t>
      </w:r>
      <w:r w:rsidR="007D3118">
        <w:rPr>
          <w:rtl/>
        </w:rPr>
        <w:t xml:space="preserve">، </w:t>
      </w:r>
      <w:r>
        <w:rPr>
          <w:rtl/>
        </w:rPr>
        <w:t>وَ كُنْتُ مِنَ الْمَنْسِيِّينَ كَمَنْ قَدْ نُسِىَ</w:t>
      </w:r>
    </w:p>
    <w:p w:rsidR="00587D34" w:rsidRDefault="00587D34" w:rsidP="00587D34">
      <w:pPr>
        <w:pStyle w:val="libNormal"/>
        <w:rPr>
          <w:rtl/>
        </w:rPr>
      </w:pPr>
      <w:r>
        <w:rPr>
          <w:rtl/>
        </w:rPr>
        <w:t>(6</w:t>
      </w:r>
      <w:r w:rsidR="007D3118">
        <w:rPr>
          <w:rtl/>
        </w:rPr>
        <w:t xml:space="preserve">) </w:t>
      </w:r>
      <w:r>
        <w:rPr>
          <w:rtl/>
        </w:rPr>
        <w:t>مَوْلاىَ وَ ارْحَمْنِى عِنْدَ تَغَيُّرِ صُورَتِى وَ حَالِى إِذَا بَلِىَ جِسْمِى</w:t>
      </w:r>
      <w:r w:rsidR="007D3118">
        <w:rPr>
          <w:rtl/>
        </w:rPr>
        <w:t xml:space="preserve">، </w:t>
      </w:r>
      <w:r>
        <w:rPr>
          <w:rtl/>
        </w:rPr>
        <w:t>وَ تَفَرَّقَتْ أَعْضَائِى</w:t>
      </w:r>
      <w:r w:rsidR="007D3118">
        <w:rPr>
          <w:rtl/>
        </w:rPr>
        <w:t xml:space="preserve">، </w:t>
      </w:r>
      <w:r>
        <w:rPr>
          <w:rtl/>
        </w:rPr>
        <w:t>وَ تَقَطَّعَتْ أَوْصَالِى</w:t>
      </w:r>
      <w:r w:rsidR="007D3118">
        <w:rPr>
          <w:rtl/>
        </w:rPr>
        <w:t xml:space="preserve">، </w:t>
      </w:r>
      <w:r>
        <w:rPr>
          <w:rtl/>
        </w:rPr>
        <w:t>يَا غَفْلَتِى عَمَّا يُرَادُ بِى</w:t>
      </w:r>
      <w:r w:rsidR="007D3118">
        <w:rPr>
          <w:rtl/>
        </w:rPr>
        <w:t xml:space="preserve">. </w:t>
      </w:r>
    </w:p>
    <w:p w:rsidR="00587D34" w:rsidRDefault="00587D34" w:rsidP="00587D34">
      <w:pPr>
        <w:pStyle w:val="libNormal"/>
        <w:rPr>
          <w:rtl/>
        </w:rPr>
      </w:pPr>
      <w:r>
        <w:rPr>
          <w:rtl/>
        </w:rPr>
        <w:t>(7</w:t>
      </w:r>
      <w:r w:rsidR="007D3118">
        <w:rPr>
          <w:rtl/>
        </w:rPr>
        <w:t xml:space="preserve">) </w:t>
      </w:r>
      <w:r>
        <w:rPr>
          <w:rtl/>
        </w:rPr>
        <w:t>مَوْلاىَ وَ ارْحَمْنِى فِى حَشْرِى وَ نَشْرِى</w:t>
      </w:r>
      <w:r w:rsidR="007D3118">
        <w:rPr>
          <w:rtl/>
        </w:rPr>
        <w:t xml:space="preserve">، </w:t>
      </w:r>
      <w:r>
        <w:rPr>
          <w:rtl/>
        </w:rPr>
        <w:t>وَ اجْعَلْ فِى ذَلِكَ الْيَوْمِ مَعَ أَوْلِيَائِكَ مَوْقِفِى</w:t>
      </w:r>
      <w:r w:rsidR="007D3118">
        <w:rPr>
          <w:rtl/>
        </w:rPr>
        <w:t xml:space="preserve">، </w:t>
      </w:r>
      <w:r>
        <w:rPr>
          <w:rtl/>
        </w:rPr>
        <w:t>وَ فِى أَحِبَّائِكَ مَصْدَرِى</w:t>
      </w:r>
      <w:r w:rsidR="007D3118">
        <w:rPr>
          <w:rtl/>
        </w:rPr>
        <w:t xml:space="preserve">، </w:t>
      </w:r>
      <w:r>
        <w:rPr>
          <w:rtl/>
        </w:rPr>
        <w:t>وَ فِى جِوَارِكَ مَسْكَنِى</w:t>
      </w:r>
      <w:r w:rsidR="007D3118">
        <w:rPr>
          <w:rtl/>
        </w:rPr>
        <w:t xml:space="preserve">، </w:t>
      </w:r>
      <w:r>
        <w:rPr>
          <w:rtl/>
        </w:rPr>
        <w:t>يَا رَبَّ الْعَالَمِينَ</w:t>
      </w:r>
      <w:r w:rsidR="007D3118">
        <w:rPr>
          <w:rtl/>
        </w:rPr>
        <w:t xml:space="preserve">. </w:t>
      </w:r>
    </w:p>
    <w:p w:rsidR="00587D34" w:rsidRDefault="00AA3CBA" w:rsidP="004C63D0">
      <w:pPr>
        <w:pStyle w:val="Heading2"/>
        <w:rPr>
          <w:rtl/>
        </w:rPr>
      </w:pPr>
      <w:bookmarkStart w:id="111" w:name="_Toc394915240"/>
      <w:r>
        <w:rPr>
          <w:rtl/>
        </w:rPr>
        <w:t xml:space="preserve">ترجمه دعاى پنجاه و سوم: دعاى آن حضرت </w:t>
      </w:r>
      <w:r w:rsidR="000C598D" w:rsidRPr="000C598D">
        <w:rPr>
          <w:rStyle w:val="libAlaemChar"/>
          <w:rtl/>
        </w:rPr>
        <w:t>عليه‌السلام</w:t>
      </w:r>
      <w:r>
        <w:rPr>
          <w:rtl/>
        </w:rPr>
        <w:t xml:space="preserve"> در تذلل براى خداوند عز وجل</w:t>
      </w:r>
      <w:bookmarkEnd w:id="111"/>
    </w:p>
    <w:p w:rsidR="00587D34" w:rsidRDefault="00587D34" w:rsidP="00587D34">
      <w:pPr>
        <w:pStyle w:val="libNormal"/>
        <w:rPr>
          <w:rtl/>
        </w:rPr>
      </w:pPr>
      <w:r>
        <w:rPr>
          <w:rtl/>
        </w:rPr>
        <w:t>1</w:t>
      </w:r>
      <w:r w:rsidR="007D3118">
        <w:rPr>
          <w:rtl/>
        </w:rPr>
        <w:t xml:space="preserve">. </w:t>
      </w:r>
      <w:r>
        <w:rPr>
          <w:rtl/>
        </w:rPr>
        <w:t>اى پروردگار من! گناهان من</w:t>
      </w:r>
      <w:r w:rsidR="007D3118">
        <w:rPr>
          <w:rtl/>
        </w:rPr>
        <w:t xml:space="preserve">؛ </w:t>
      </w:r>
      <w:r>
        <w:rPr>
          <w:rtl/>
        </w:rPr>
        <w:t>زبان مرا بسته است و سخن مرا بريده</w:t>
      </w:r>
      <w:r w:rsidR="007D3118">
        <w:rPr>
          <w:rtl/>
        </w:rPr>
        <w:t xml:space="preserve">، </w:t>
      </w:r>
      <w:r>
        <w:rPr>
          <w:rtl/>
        </w:rPr>
        <w:t>حجتى نتوانم آورد</w:t>
      </w:r>
      <w:r w:rsidR="007D3118">
        <w:rPr>
          <w:rtl/>
        </w:rPr>
        <w:t xml:space="preserve">. </w:t>
      </w:r>
      <w:r>
        <w:rPr>
          <w:rtl/>
        </w:rPr>
        <w:t>من گرفتار مصيبت خود و در گرو عمل خويشم</w:t>
      </w:r>
      <w:r w:rsidR="007D3118">
        <w:rPr>
          <w:rtl/>
        </w:rPr>
        <w:t xml:space="preserve">، </w:t>
      </w:r>
      <w:r>
        <w:rPr>
          <w:rtl/>
        </w:rPr>
        <w:t>در خطاهاى خود غوطه ور و راه خود را گم كرده و فرومانده ام</w:t>
      </w:r>
      <w:r w:rsidR="007D3118">
        <w:rPr>
          <w:rtl/>
        </w:rPr>
        <w:t xml:space="preserve">. </w:t>
      </w:r>
    </w:p>
    <w:p w:rsidR="00587D34" w:rsidRDefault="00587D34" w:rsidP="00587D34">
      <w:pPr>
        <w:pStyle w:val="libNormal"/>
        <w:rPr>
          <w:rtl/>
        </w:rPr>
      </w:pPr>
      <w:r>
        <w:rPr>
          <w:rtl/>
        </w:rPr>
        <w:lastRenderedPageBreak/>
        <w:t>2</w:t>
      </w:r>
      <w:r w:rsidR="007D3118">
        <w:rPr>
          <w:rtl/>
        </w:rPr>
        <w:t xml:space="preserve">. </w:t>
      </w:r>
      <w:r>
        <w:rPr>
          <w:rtl/>
        </w:rPr>
        <w:t>خويشتن را در جاى گنهكاران سرشكسته</w:t>
      </w:r>
      <w:r w:rsidR="007D3118">
        <w:rPr>
          <w:rtl/>
        </w:rPr>
        <w:t xml:space="preserve">، </w:t>
      </w:r>
      <w:r>
        <w:rPr>
          <w:rtl/>
        </w:rPr>
        <w:t>و بدبختان شوخ چشم كه وعيد تو را سبك شمردند</w:t>
      </w:r>
      <w:r w:rsidR="007D3118">
        <w:rPr>
          <w:rtl/>
        </w:rPr>
        <w:t xml:space="preserve">، </w:t>
      </w:r>
      <w:r>
        <w:rPr>
          <w:rtl/>
        </w:rPr>
        <w:t>باز داشتم</w:t>
      </w:r>
      <w:r w:rsidR="007D3118">
        <w:rPr>
          <w:rtl/>
        </w:rPr>
        <w:t xml:space="preserve">. </w:t>
      </w:r>
    </w:p>
    <w:p w:rsidR="00587D34" w:rsidRDefault="00587D34" w:rsidP="00587D34">
      <w:pPr>
        <w:pStyle w:val="libNormal"/>
        <w:rPr>
          <w:rtl/>
        </w:rPr>
      </w:pPr>
      <w:r>
        <w:rPr>
          <w:rtl/>
        </w:rPr>
        <w:t>3</w:t>
      </w:r>
      <w:r w:rsidR="007D3118">
        <w:rPr>
          <w:rtl/>
        </w:rPr>
        <w:t xml:space="preserve">. </w:t>
      </w:r>
      <w:r>
        <w:rPr>
          <w:rtl/>
        </w:rPr>
        <w:t>پاك خداوندا! چه گستاخى كردم با تو و خود را در چه مهلكه انداختم</w:t>
      </w:r>
      <w:r w:rsidR="007D3118">
        <w:rPr>
          <w:rtl/>
        </w:rPr>
        <w:t xml:space="preserve">. </w:t>
      </w:r>
    </w:p>
    <w:p w:rsidR="00587D34" w:rsidRDefault="00587D34" w:rsidP="00587D34">
      <w:pPr>
        <w:pStyle w:val="libNormal"/>
        <w:rPr>
          <w:rtl/>
        </w:rPr>
      </w:pPr>
      <w:r>
        <w:rPr>
          <w:rtl/>
        </w:rPr>
        <w:t>4</w:t>
      </w:r>
      <w:r w:rsidR="007D3118">
        <w:rPr>
          <w:rtl/>
        </w:rPr>
        <w:t xml:space="preserve">. </w:t>
      </w:r>
      <w:r>
        <w:rPr>
          <w:rtl/>
        </w:rPr>
        <w:t>اى خداى من! بر افتادگى و لغزش من رحمت آور به حلم خود از نادانى من در گذرد و به احسان خود بدكردارى مرا عفو كن</w:t>
      </w:r>
      <w:r w:rsidR="007D3118">
        <w:rPr>
          <w:rtl/>
        </w:rPr>
        <w:t xml:space="preserve">، </w:t>
      </w:r>
      <w:r>
        <w:rPr>
          <w:rtl/>
        </w:rPr>
        <w:t>كه من به گناه اقرار دارم و به خطاى خود معترفم</w:t>
      </w:r>
      <w:r w:rsidR="007D3118">
        <w:rPr>
          <w:rtl/>
        </w:rPr>
        <w:t xml:space="preserve">، </w:t>
      </w:r>
      <w:r>
        <w:rPr>
          <w:rtl/>
        </w:rPr>
        <w:t>اينك اين دست من و اين موى پيشانى من به زارى و نياز از تو مى خواهم مرا به قصاى گيرى</w:t>
      </w:r>
      <w:r w:rsidR="007D3118">
        <w:rPr>
          <w:rtl/>
        </w:rPr>
        <w:t xml:space="preserve">، </w:t>
      </w:r>
      <w:r>
        <w:rPr>
          <w:rtl/>
        </w:rPr>
        <w:t>به موى سپيده شده</w:t>
      </w:r>
      <w:r w:rsidR="007D3118">
        <w:rPr>
          <w:rtl/>
        </w:rPr>
        <w:t xml:space="preserve">، </w:t>
      </w:r>
      <w:r>
        <w:rPr>
          <w:rtl/>
        </w:rPr>
        <w:t>عمر سپرى گشته</w:t>
      </w:r>
      <w:r w:rsidR="007D3118">
        <w:rPr>
          <w:rtl/>
        </w:rPr>
        <w:t xml:space="preserve">، </w:t>
      </w:r>
      <w:r>
        <w:rPr>
          <w:rtl/>
        </w:rPr>
        <w:t>و نزديكى مرگ</w:t>
      </w:r>
      <w:r w:rsidR="007D3118">
        <w:rPr>
          <w:rtl/>
        </w:rPr>
        <w:t xml:space="preserve">، </w:t>
      </w:r>
      <w:r>
        <w:rPr>
          <w:rtl/>
        </w:rPr>
        <w:t>و ناتوانى و درويشى و بيچارگى من رحمت آور</w:t>
      </w:r>
      <w:r w:rsidR="007D3118">
        <w:rPr>
          <w:rtl/>
        </w:rPr>
        <w:t xml:space="preserve">. </w:t>
      </w:r>
    </w:p>
    <w:p w:rsidR="00587D34" w:rsidRDefault="00587D34" w:rsidP="00587D34">
      <w:pPr>
        <w:pStyle w:val="libNormal"/>
        <w:rPr>
          <w:rtl/>
        </w:rPr>
      </w:pPr>
      <w:r>
        <w:rPr>
          <w:rtl/>
        </w:rPr>
        <w:t>5</w:t>
      </w:r>
      <w:r w:rsidR="007D3118">
        <w:rPr>
          <w:rtl/>
        </w:rPr>
        <w:t xml:space="preserve">. </w:t>
      </w:r>
      <w:r>
        <w:rPr>
          <w:rtl/>
        </w:rPr>
        <w:t>آن هنگام كه نشانى از من در اين جهان نماند و ياد من از انديشه آفريدگان به درود و از فراموش شدگان شوم</w:t>
      </w:r>
      <w:r w:rsidR="007D3118">
        <w:rPr>
          <w:rtl/>
        </w:rPr>
        <w:t xml:space="preserve">، </w:t>
      </w:r>
      <w:r>
        <w:rPr>
          <w:rtl/>
        </w:rPr>
        <w:t>ديگران بر من ببخشاى</w:t>
      </w:r>
      <w:r w:rsidR="007D3118">
        <w:rPr>
          <w:rtl/>
        </w:rPr>
        <w:t xml:space="preserve">. </w:t>
      </w:r>
    </w:p>
    <w:p w:rsidR="00587D34" w:rsidRDefault="00587D34" w:rsidP="00587D34">
      <w:pPr>
        <w:pStyle w:val="libNormal"/>
        <w:rPr>
          <w:rtl/>
        </w:rPr>
      </w:pPr>
      <w:r>
        <w:rPr>
          <w:rtl/>
        </w:rPr>
        <w:t>6</w:t>
      </w:r>
      <w:r w:rsidR="007D3118">
        <w:rPr>
          <w:rtl/>
        </w:rPr>
        <w:t xml:space="preserve">. </w:t>
      </w:r>
      <w:r>
        <w:rPr>
          <w:rtl/>
        </w:rPr>
        <w:t>اى مولاى من! آن هنگام كه صورت و حال من برگردد و تن من پوسيده گردد و اندام از هم گسيخته و پراكنده شود</w:t>
      </w:r>
      <w:r w:rsidR="007D3118">
        <w:rPr>
          <w:rtl/>
        </w:rPr>
        <w:t xml:space="preserve">، </w:t>
      </w:r>
      <w:r>
        <w:rPr>
          <w:rtl/>
        </w:rPr>
        <w:t>و پيوندهاى من بگسلد بر من رحم كن</w:t>
      </w:r>
      <w:r w:rsidR="007D3118">
        <w:rPr>
          <w:rtl/>
        </w:rPr>
        <w:t xml:space="preserve">. </w:t>
      </w:r>
      <w:r>
        <w:rPr>
          <w:rtl/>
        </w:rPr>
        <w:t>واى از بى خبرى كه نمى دانم با من چه خواهند كرد؟</w:t>
      </w:r>
    </w:p>
    <w:p w:rsidR="00587D34" w:rsidRDefault="00587D34" w:rsidP="00587D34">
      <w:pPr>
        <w:pStyle w:val="libNormal"/>
        <w:rPr>
          <w:rtl/>
        </w:rPr>
      </w:pPr>
      <w:r>
        <w:rPr>
          <w:rtl/>
        </w:rPr>
        <w:t>7</w:t>
      </w:r>
      <w:r w:rsidR="007D3118">
        <w:rPr>
          <w:rtl/>
        </w:rPr>
        <w:t xml:space="preserve">. </w:t>
      </w:r>
      <w:r>
        <w:rPr>
          <w:rtl/>
        </w:rPr>
        <w:t>اى مولاى من! در روز رستاخيز بر من رحم فرما و آن روز مرا با اولياى خود بدار و در ميان دوستان خود بگمار و در پناه خود مسكن ده اى پروردگار جهانيان</w:t>
      </w:r>
      <w:r w:rsidR="007D3118">
        <w:rPr>
          <w:rtl/>
        </w:rPr>
        <w:t xml:space="preserve">. </w:t>
      </w:r>
    </w:p>
    <w:p w:rsidR="00587D34" w:rsidRDefault="00C46FA9" w:rsidP="004C63D0">
      <w:pPr>
        <w:pStyle w:val="Heading2"/>
        <w:rPr>
          <w:rtl/>
        </w:rPr>
      </w:pPr>
      <w:r>
        <w:br w:type="page"/>
      </w:r>
      <w:bookmarkStart w:id="112" w:name="_Toc394915241"/>
      <w:r w:rsidR="00AA3CBA">
        <w:lastRenderedPageBreak/>
        <w:t>54</w:t>
      </w:r>
      <w:r w:rsidR="00AA3CBA">
        <w:rPr>
          <w:rtl/>
        </w:rPr>
        <w:t xml:space="preserve"> وَ كَانَ مِنْ دُعَائِهِ عَلَيْهِ السَّلامُ فِى اسْتِكْشَافِ الْهُمُومِ:</w:t>
      </w:r>
      <w:bookmarkEnd w:id="112"/>
      <w:r w:rsidR="00AA3CBA">
        <w:rPr>
          <w:rtl/>
        </w:rPr>
        <w:t xml:space="preserve"> </w:t>
      </w:r>
    </w:p>
    <w:p w:rsidR="00587D34" w:rsidRDefault="00587D34" w:rsidP="00587D34">
      <w:pPr>
        <w:pStyle w:val="libNormal"/>
        <w:rPr>
          <w:rtl/>
        </w:rPr>
      </w:pPr>
      <w:r>
        <w:rPr>
          <w:rtl/>
        </w:rPr>
        <w:t>(1</w:t>
      </w:r>
      <w:r w:rsidR="007D3118">
        <w:rPr>
          <w:rtl/>
        </w:rPr>
        <w:t xml:space="preserve">) </w:t>
      </w:r>
      <w:r>
        <w:rPr>
          <w:rtl/>
        </w:rPr>
        <w:t>يَا فَارِجَ الْهَمِّ</w:t>
      </w:r>
      <w:r w:rsidR="007D3118">
        <w:rPr>
          <w:rtl/>
        </w:rPr>
        <w:t xml:space="preserve">، </w:t>
      </w:r>
      <w:r>
        <w:rPr>
          <w:rtl/>
        </w:rPr>
        <w:t>وَ كَاشِفَ الْغَمِّ</w:t>
      </w:r>
      <w:r w:rsidR="007D3118">
        <w:rPr>
          <w:rtl/>
        </w:rPr>
        <w:t xml:space="preserve">، </w:t>
      </w:r>
      <w:r>
        <w:rPr>
          <w:rtl/>
        </w:rPr>
        <w:t>يَا رَحْمَانَ الدُّنْيَا وَ الاْخِرَةِ وَ رَحِيمَهُمَا</w:t>
      </w:r>
      <w:r w:rsidR="007D3118">
        <w:rPr>
          <w:rtl/>
        </w:rPr>
        <w:t xml:space="preserve">، </w:t>
      </w:r>
      <w:r>
        <w:rPr>
          <w:rtl/>
        </w:rPr>
        <w:t>صَلِّ عَلَى مُحَمَّدٍ وَ آلِ مُحَمَّدٍ</w:t>
      </w:r>
      <w:r w:rsidR="007D3118">
        <w:rPr>
          <w:rtl/>
        </w:rPr>
        <w:t xml:space="preserve">، </w:t>
      </w:r>
      <w:r>
        <w:rPr>
          <w:rtl/>
        </w:rPr>
        <w:t>وَ افْرُجْ هَمِّى</w:t>
      </w:r>
      <w:r w:rsidR="007D3118">
        <w:rPr>
          <w:rtl/>
        </w:rPr>
        <w:t xml:space="preserve">، </w:t>
      </w:r>
      <w:r>
        <w:rPr>
          <w:rtl/>
        </w:rPr>
        <w:t>وَ اكْشِفْ غَمِّى</w:t>
      </w:r>
      <w:r w:rsidR="007D3118">
        <w:rPr>
          <w:rtl/>
        </w:rPr>
        <w:t xml:space="preserve">. </w:t>
      </w:r>
    </w:p>
    <w:p w:rsidR="00587D34" w:rsidRDefault="00587D34" w:rsidP="00587D34">
      <w:pPr>
        <w:pStyle w:val="libNormal"/>
        <w:rPr>
          <w:rtl/>
        </w:rPr>
      </w:pPr>
      <w:r>
        <w:rPr>
          <w:rtl/>
        </w:rPr>
        <w:t>(2</w:t>
      </w:r>
      <w:r w:rsidR="007D3118">
        <w:rPr>
          <w:rtl/>
        </w:rPr>
        <w:t xml:space="preserve">) </w:t>
      </w:r>
      <w:r>
        <w:rPr>
          <w:rtl/>
        </w:rPr>
        <w:t>يَا وَاحِدُ يَا أَحَدُ يَا صَمَدُ يَا مَنْ لَمْ يَلِدْ وَ لَمْ يُولَدْ وَ لَمْ يَكُنْ لَهُ كُفُوا أَحَدٌ</w:t>
      </w:r>
      <w:r w:rsidR="007D3118">
        <w:rPr>
          <w:rtl/>
        </w:rPr>
        <w:t xml:space="preserve">، </w:t>
      </w:r>
      <w:r>
        <w:rPr>
          <w:rtl/>
        </w:rPr>
        <w:t>اعْصِمْنِى وَ طَهِّرْنِى</w:t>
      </w:r>
      <w:r w:rsidR="007D3118">
        <w:rPr>
          <w:rtl/>
        </w:rPr>
        <w:t xml:space="preserve">، </w:t>
      </w:r>
      <w:r>
        <w:rPr>
          <w:rtl/>
        </w:rPr>
        <w:t>وَ اذْهَبْ بِبَلِيَّتِى</w:t>
      </w:r>
      <w:r w:rsidR="007D3118">
        <w:rPr>
          <w:rtl/>
        </w:rPr>
        <w:t xml:space="preserve">. </w:t>
      </w:r>
      <w:r>
        <w:rPr>
          <w:rtl/>
        </w:rPr>
        <w:t>وَ اقْرَأْ آيَةَ الْكُرْسِىِّ وَ الْمُعَوِّذَتَيْنِ وَ قُلْ هُوَ اللَّهُ أَحَدٌ</w:t>
      </w:r>
      <w:r w:rsidR="007D3118">
        <w:rPr>
          <w:rtl/>
        </w:rPr>
        <w:t xml:space="preserve">، </w:t>
      </w:r>
      <w:r>
        <w:rPr>
          <w:rtl/>
        </w:rPr>
        <w:t>وَ قُلْ</w:t>
      </w:r>
      <w:r w:rsidR="007D3118">
        <w:rPr>
          <w:rtl/>
        </w:rPr>
        <w:t xml:space="preserve">: </w:t>
      </w:r>
    </w:p>
    <w:p w:rsidR="00587D34" w:rsidRDefault="00587D34" w:rsidP="00587D34">
      <w:pPr>
        <w:pStyle w:val="libNormal"/>
        <w:rPr>
          <w:rtl/>
        </w:rPr>
      </w:pPr>
      <w:r>
        <w:rPr>
          <w:rtl/>
        </w:rPr>
        <w:t>(3</w:t>
      </w:r>
      <w:r w:rsidR="007D3118">
        <w:rPr>
          <w:rtl/>
        </w:rPr>
        <w:t xml:space="preserve">) </w:t>
      </w:r>
      <w:r>
        <w:rPr>
          <w:rtl/>
        </w:rPr>
        <w:t>اللَّهُمَّ إِنِّى أَسْأَلُكَ سُؤَالَ مَنِ اشْتَدَّتْ فَاقَتُهُ</w:t>
      </w:r>
      <w:r w:rsidR="007D3118">
        <w:rPr>
          <w:rtl/>
        </w:rPr>
        <w:t xml:space="preserve">، </w:t>
      </w:r>
      <w:r>
        <w:rPr>
          <w:rtl/>
        </w:rPr>
        <w:t>وَ ضَعُفَتْ قُوَّتُهُ</w:t>
      </w:r>
      <w:r w:rsidR="007D3118">
        <w:rPr>
          <w:rtl/>
        </w:rPr>
        <w:t xml:space="preserve">، </w:t>
      </w:r>
      <w:r>
        <w:rPr>
          <w:rtl/>
        </w:rPr>
        <w:t>وَ كَثُرَتْ ذُنُوبُهُ</w:t>
      </w:r>
      <w:r w:rsidR="007D3118">
        <w:rPr>
          <w:rtl/>
        </w:rPr>
        <w:t xml:space="preserve">، </w:t>
      </w:r>
      <w:r>
        <w:rPr>
          <w:rtl/>
        </w:rPr>
        <w:t>سُؤَالَ مَنْ لا يَجِدُ لِفَاقَتِهِ مُغِيثا</w:t>
      </w:r>
      <w:r w:rsidR="007D3118">
        <w:rPr>
          <w:rtl/>
        </w:rPr>
        <w:t xml:space="preserve">، </w:t>
      </w:r>
      <w:r>
        <w:rPr>
          <w:rtl/>
        </w:rPr>
        <w:t>وَ لا لِضَعْفِهِ مُقَوِّيا</w:t>
      </w:r>
      <w:r w:rsidR="007D3118">
        <w:rPr>
          <w:rtl/>
        </w:rPr>
        <w:t xml:space="preserve">، </w:t>
      </w:r>
      <w:r>
        <w:rPr>
          <w:rtl/>
        </w:rPr>
        <w:t>وَ لا لِذَنْبِهِ غَافِرا غَيْرَكَ</w:t>
      </w:r>
      <w:r w:rsidR="007D3118">
        <w:rPr>
          <w:rtl/>
        </w:rPr>
        <w:t xml:space="preserve">، </w:t>
      </w:r>
      <w:r>
        <w:rPr>
          <w:rtl/>
        </w:rPr>
        <w:t>يَا ذَا الْجَلالِ وَ الْإِكْرَامِ أَسْأَلُكَ عَمَلا تُحِبُّ بِهِ مَنْ عَمِلَ بِهِ</w:t>
      </w:r>
      <w:r w:rsidR="007D3118">
        <w:rPr>
          <w:rtl/>
        </w:rPr>
        <w:t xml:space="preserve">، </w:t>
      </w:r>
      <w:r>
        <w:rPr>
          <w:rtl/>
        </w:rPr>
        <w:t>وَ يَقِينا تَنْفَعُ بِهِ مَنِ اسْتَيْقَنَ بِهِ حَقَّ الْيَقِينَ فِى نَفَاذِ أَمْرِكَ</w:t>
      </w:r>
      <w:r w:rsidR="007D3118">
        <w:rPr>
          <w:rtl/>
        </w:rPr>
        <w:t xml:space="preserve">. </w:t>
      </w:r>
    </w:p>
    <w:p w:rsidR="00587D34" w:rsidRDefault="00587D34" w:rsidP="00587D34">
      <w:pPr>
        <w:pStyle w:val="libNormal"/>
        <w:rPr>
          <w:rtl/>
        </w:rPr>
      </w:pPr>
      <w:r>
        <w:rPr>
          <w:rtl/>
        </w:rPr>
        <w:t>(4</w:t>
      </w:r>
      <w:r w:rsidR="007D3118">
        <w:rPr>
          <w:rtl/>
        </w:rPr>
        <w:t xml:space="preserve">) </w:t>
      </w:r>
      <w:r>
        <w:rPr>
          <w:rtl/>
        </w:rPr>
        <w:t>اللَّهُمَّ صَلِّ عَلَى مُحَمَّدٍ وَ آلِ مُحَمَّدٍ</w:t>
      </w:r>
      <w:r w:rsidR="007D3118">
        <w:rPr>
          <w:rtl/>
        </w:rPr>
        <w:t xml:space="preserve">، </w:t>
      </w:r>
      <w:r>
        <w:rPr>
          <w:rtl/>
        </w:rPr>
        <w:t>وَ اقْبِضْ عَلَى الصِّدْقِ نَفْسِى</w:t>
      </w:r>
      <w:r w:rsidR="007D3118">
        <w:rPr>
          <w:rtl/>
        </w:rPr>
        <w:t xml:space="preserve">، </w:t>
      </w:r>
      <w:r>
        <w:rPr>
          <w:rtl/>
        </w:rPr>
        <w:t>وَ اقْطَعْ مِنَ الدُّنْيَا حَاجَتِى</w:t>
      </w:r>
      <w:r w:rsidR="007D3118">
        <w:rPr>
          <w:rtl/>
        </w:rPr>
        <w:t xml:space="preserve">، </w:t>
      </w:r>
      <w:r>
        <w:rPr>
          <w:rtl/>
        </w:rPr>
        <w:t>وَ اجْعَلْ فِيمَا عِنْدَكَ رَغْبَتِى شَوْقا إِلَى لِقَائِكَ</w:t>
      </w:r>
      <w:r w:rsidR="007D3118">
        <w:rPr>
          <w:rtl/>
        </w:rPr>
        <w:t xml:space="preserve">، </w:t>
      </w:r>
      <w:r>
        <w:rPr>
          <w:rtl/>
        </w:rPr>
        <w:t>وَ هَبْ لِى صِدْقَ التَّوَكُّلِ عَلَيْكَ</w:t>
      </w:r>
      <w:r w:rsidR="007D3118">
        <w:rPr>
          <w:rtl/>
        </w:rPr>
        <w:t xml:space="preserve">. </w:t>
      </w:r>
    </w:p>
    <w:p w:rsidR="00587D34" w:rsidRDefault="00587D34" w:rsidP="00587D34">
      <w:pPr>
        <w:pStyle w:val="libNormal"/>
        <w:rPr>
          <w:rtl/>
        </w:rPr>
      </w:pPr>
      <w:r>
        <w:rPr>
          <w:rtl/>
        </w:rPr>
        <w:t>(5</w:t>
      </w:r>
      <w:r w:rsidR="007D3118">
        <w:rPr>
          <w:rtl/>
        </w:rPr>
        <w:t xml:space="preserve">) </w:t>
      </w:r>
      <w:r>
        <w:rPr>
          <w:rtl/>
        </w:rPr>
        <w:t>أَسْأَلُكَ مِنْ خَيْرِ كِتَابٍ قَدْ خَلا</w:t>
      </w:r>
      <w:r w:rsidR="007D3118">
        <w:rPr>
          <w:rtl/>
        </w:rPr>
        <w:t xml:space="preserve">، </w:t>
      </w:r>
      <w:r>
        <w:rPr>
          <w:rtl/>
        </w:rPr>
        <w:t>وَ أَعُوذُ بِكَ مِنْ شَرِّ كِتَابٍ قَدْ خَلا</w:t>
      </w:r>
      <w:r w:rsidR="007D3118">
        <w:rPr>
          <w:rtl/>
        </w:rPr>
        <w:t xml:space="preserve">، </w:t>
      </w:r>
      <w:r>
        <w:rPr>
          <w:rtl/>
        </w:rPr>
        <w:t>أَسْأَلُكَ خَوْفَ الْعَابِدِينَ لَكَ</w:t>
      </w:r>
      <w:r w:rsidR="007D3118">
        <w:rPr>
          <w:rtl/>
        </w:rPr>
        <w:t xml:space="preserve">، </w:t>
      </w:r>
      <w:r>
        <w:rPr>
          <w:rtl/>
        </w:rPr>
        <w:t>وَ عِبَادَةَ الْخَاشِعِينَ لَكَ</w:t>
      </w:r>
      <w:r w:rsidR="007D3118">
        <w:rPr>
          <w:rtl/>
        </w:rPr>
        <w:t xml:space="preserve">، </w:t>
      </w:r>
      <w:r>
        <w:rPr>
          <w:rtl/>
        </w:rPr>
        <w:t>وَ يَقِينَ الْمُتَوَكِّلِينَ عَلَيْكَ</w:t>
      </w:r>
      <w:r w:rsidR="007D3118">
        <w:rPr>
          <w:rtl/>
        </w:rPr>
        <w:t xml:space="preserve">، </w:t>
      </w:r>
      <w:r>
        <w:rPr>
          <w:rtl/>
        </w:rPr>
        <w:t>وَ تَوَكُّلَ الْمُؤْمِنِينَ عَلَيْكَ</w:t>
      </w:r>
      <w:r w:rsidR="007D3118">
        <w:rPr>
          <w:rtl/>
        </w:rPr>
        <w:t xml:space="preserve">. </w:t>
      </w:r>
    </w:p>
    <w:p w:rsidR="00587D34" w:rsidRDefault="00587D34" w:rsidP="00C46FA9">
      <w:pPr>
        <w:pStyle w:val="libNormal"/>
        <w:rPr>
          <w:rtl/>
        </w:rPr>
      </w:pPr>
      <w:r>
        <w:rPr>
          <w:rtl/>
        </w:rPr>
        <w:t>(6</w:t>
      </w:r>
      <w:r w:rsidR="007D3118">
        <w:rPr>
          <w:rtl/>
        </w:rPr>
        <w:t xml:space="preserve">) </w:t>
      </w:r>
      <w:r>
        <w:rPr>
          <w:rtl/>
        </w:rPr>
        <w:t>اللَّهُمَّ اجْعَلْ رَغْبَتِى فِى مَسْأَلَتِى مِثْلَ رَغْبَةِ أَوْلِيَائِكَ فِى مَسَائِلِهِمْ</w:t>
      </w:r>
      <w:r w:rsidR="007D3118">
        <w:rPr>
          <w:rtl/>
        </w:rPr>
        <w:t xml:space="preserve">، </w:t>
      </w:r>
      <w:r>
        <w:rPr>
          <w:rtl/>
        </w:rPr>
        <w:t>وَ رَهْبَتِى مِثْلَ رَهْبَةِ أَوْلِيَائِكَ</w:t>
      </w:r>
      <w:r w:rsidR="007D3118">
        <w:rPr>
          <w:rtl/>
        </w:rPr>
        <w:t xml:space="preserve">، </w:t>
      </w:r>
      <w:r>
        <w:rPr>
          <w:rtl/>
        </w:rPr>
        <w:t>وَ اسْتَعْمِلْنِى فِى مَرْضَاتِكَ عَمَلا لا أَتْرُكُ مَعَهُ شَيْئا مِنْ دِينِكَ مَخَافَةَ أَحَدٍ مِنْ خَلْقِكَ</w:t>
      </w:r>
      <w:r w:rsidR="007D3118">
        <w:rPr>
          <w:rtl/>
        </w:rPr>
        <w:t xml:space="preserve">. </w:t>
      </w:r>
      <w:r>
        <w:rPr>
          <w:rtl/>
        </w:rPr>
        <w:cr/>
      </w:r>
      <w:r w:rsidR="00C46FA9">
        <w:rPr>
          <w:rtl/>
        </w:rPr>
        <w:t xml:space="preserve"> </w:t>
      </w:r>
      <w:r>
        <w:rPr>
          <w:rtl/>
        </w:rPr>
        <w:t>(7</w:t>
      </w:r>
      <w:r w:rsidR="007D3118">
        <w:rPr>
          <w:rtl/>
        </w:rPr>
        <w:t xml:space="preserve">) </w:t>
      </w:r>
      <w:r>
        <w:rPr>
          <w:rtl/>
        </w:rPr>
        <w:t>اللَّهُمَّ هَذِهِ حَاجَتِى فَأَعْظِمْ فِيهَا رَغْبَتِى</w:t>
      </w:r>
      <w:r w:rsidR="007D3118">
        <w:rPr>
          <w:rtl/>
        </w:rPr>
        <w:t xml:space="preserve">، </w:t>
      </w:r>
      <w:r>
        <w:rPr>
          <w:rtl/>
        </w:rPr>
        <w:t>وَ أَظْهِرْ فِيهَا عُذْرِى</w:t>
      </w:r>
      <w:r w:rsidR="007D3118">
        <w:rPr>
          <w:rtl/>
        </w:rPr>
        <w:t xml:space="preserve">، </w:t>
      </w:r>
      <w:r>
        <w:rPr>
          <w:rtl/>
        </w:rPr>
        <w:t>وَ لَقِّنِّى فِيهَا حُجَّتِى</w:t>
      </w:r>
      <w:r w:rsidR="007D3118">
        <w:rPr>
          <w:rtl/>
        </w:rPr>
        <w:t xml:space="preserve">، </w:t>
      </w:r>
      <w:r>
        <w:rPr>
          <w:rtl/>
        </w:rPr>
        <w:t>وَ عَافِ فِيهَا جَسَدِى</w:t>
      </w:r>
      <w:r w:rsidR="007D3118">
        <w:rPr>
          <w:rtl/>
        </w:rPr>
        <w:t xml:space="preserve">. </w:t>
      </w:r>
    </w:p>
    <w:p w:rsidR="00587D34" w:rsidRDefault="00587D34" w:rsidP="00587D34">
      <w:pPr>
        <w:pStyle w:val="libNormal"/>
        <w:rPr>
          <w:rtl/>
        </w:rPr>
      </w:pPr>
      <w:r>
        <w:rPr>
          <w:rtl/>
        </w:rPr>
        <w:lastRenderedPageBreak/>
        <w:t>(8</w:t>
      </w:r>
      <w:r w:rsidR="007D3118">
        <w:rPr>
          <w:rtl/>
        </w:rPr>
        <w:t xml:space="preserve">) </w:t>
      </w:r>
      <w:r>
        <w:rPr>
          <w:rtl/>
        </w:rPr>
        <w:t>اللَّهُمَّ مَنْ أَصْبَحَ لَهُ ثِقَةٌ أَوْ رَجَاءٌ غَيْرُكَ</w:t>
      </w:r>
      <w:r w:rsidR="007D3118">
        <w:rPr>
          <w:rtl/>
        </w:rPr>
        <w:t xml:space="preserve">، </w:t>
      </w:r>
      <w:r>
        <w:rPr>
          <w:rtl/>
        </w:rPr>
        <w:t>فَقَدْ أَصْبَحْتُ وَ أَنْتَ ثِقَتِى وَ رَجَائِى فِى الْأُمُورِ كُلِّهَا</w:t>
      </w:r>
      <w:r w:rsidR="007D3118">
        <w:rPr>
          <w:rtl/>
        </w:rPr>
        <w:t xml:space="preserve">، </w:t>
      </w:r>
      <w:r>
        <w:rPr>
          <w:rtl/>
        </w:rPr>
        <w:t>فَاقْضِ لِى بِخَيْرِهَا عَاقِبَةً</w:t>
      </w:r>
      <w:r w:rsidR="007D3118">
        <w:rPr>
          <w:rtl/>
        </w:rPr>
        <w:t xml:space="preserve">، </w:t>
      </w:r>
      <w:r>
        <w:rPr>
          <w:rtl/>
        </w:rPr>
        <w:t>وَ نَجِّنِى مِنْ مَضِلاتِ الْفِتَنِ بِرَحْمَتِكَ يَا أَرْحَمَ الرَّاحِمِينَ</w:t>
      </w:r>
      <w:r w:rsidR="007D3118">
        <w:rPr>
          <w:rtl/>
        </w:rPr>
        <w:t xml:space="preserve">. </w:t>
      </w:r>
    </w:p>
    <w:p w:rsidR="00587D34" w:rsidRDefault="00587D34" w:rsidP="00587D34">
      <w:pPr>
        <w:pStyle w:val="libNormal"/>
        <w:rPr>
          <w:rtl/>
        </w:rPr>
      </w:pPr>
      <w:r>
        <w:rPr>
          <w:rtl/>
        </w:rPr>
        <w:t>(9</w:t>
      </w:r>
      <w:r w:rsidR="007D3118">
        <w:rPr>
          <w:rtl/>
        </w:rPr>
        <w:t xml:space="preserve">) </w:t>
      </w:r>
      <w:r>
        <w:rPr>
          <w:rtl/>
        </w:rPr>
        <w:t>وَ صَلَّى اللَّهُ عَلَى سَيِّدِنَا مُحَمَّدٍ رَسُولِ اللَّهِ الْمُصْطَفَى وَ عَلَى آلِهِ الطَّاهِرِينَ</w:t>
      </w:r>
      <w:r w:rsidR="007D3118">
        <w:rPr>
          <w:rtl/>
        </w:rPr>
        <w:t xml:space="preserve">. </w:t>
      </w:r>
    </w:p>
    <w:p w:rsidR="00587D34" w:rsidRDefault="00587D34" w:rsidP="00587D34">
      <w:pPr>
        <w:pStyle w:val="libNormal"/>
        <w:rPr>
          <w:rtl/>
        </w:rPr>
      </w:pPr>
      <w:r>
        <w:rPr>
          <w:rtl/>
        </w:rPr>
        <w:t>انْتَهَى</w:t>
      </w:r>
    </w:p>
    <w:p w:rsidR="00587D34" w:rsidRDefault="00AA3CBA" w:rsidP="004C63D0">
      <w:pPr>
        <w:pStyle w:val="Heading2"/>
        <w:rPr>
          <w:rtl/>
        </w:rPr>
      </w:pPr>
      <w:bookmarkStart w:id="113" w:name="_Toc394915242"/>
      <w:r>
        <w:rPr>
          <w:rtl/>
        </w:rPr>
        <w:t xml:space="preserve">ترجمه دعاى پنجاه و چهارم: دعاى آن حضرت </w:t>
      </w:r>
      <w:r w:rsidR="000C598D" w:rsidRPr="000C598D">
        <w:rPr>
          <w:rStyle w:val="libAlaemChar"/>
          <w:rtl/>
        </w:rPr>
        <w:t>عليه‌السلام</w:t>
      </w:r>
      <w:r>
        <w:rPr>
          <w:rtl/>
        </w:rPr>
        <w:t xml:space="preserve"> در طلب رفع اندوه</w:t>
      </w:r>
      <w:bookmarkEnd w:id="113"/>
    </w:p>
    <w:p w:rsidR="00587D34" w:rsidRDefault="00587D34" w:rsidP="00587D34">
      <w:pPr>
        <w:pStyle w:val="libNormal"/>
        <w:rPr>
          <w:rtl/>
        </w:rPr>
      </w:pPr>
      <w:r>
        <w:rPr>
          <w:rtl/>
        </w:rPr>
        <w:t>1</w:t>
      </w:r>
      <w:r w:rsidR="007D3118">
        <w:rPr>
          <w:rtl/>
        </w:rPr>
        <w:t xml:space="preserve">. </w:t>
      </w:r>
      <w:r>
        <w:rPr>
          <w:rtl/>
        </w:rPr>
        <w:t>اى كه اندوه را مى برى و غم را بر مى دارى</w:t>
      </w:r>
      <w:r w:rsidR="007D3118">
        <w:rPr>
          <w:rtl/>
        </w:rPr>
        <w:t xml:space="preserve">، </w:t>
      </w:r>
      <w:r>
        <w:rPr>
          <w:rtl/>
        </w:rPr>
        <w:t>اى بخشنده دنيا و آخرت و مهربان در اين دو</w:t>
      </w:r>
      <w:r w:rsidR="007D3118">
        <w:rPr>
          <w:rtl/>
        </w:rPr>
        <w:t xml:space="preserve">. </w:t>
      </w:r>
      <w:r>
        <w:rPr>
          <w:rtl/>
        </w:rPr>
        <w:t>درود بر محمد و آل محمد فرست</w:t>
      </w:r>
      <w:r w:rsidR="007D3118">
        <w:rPr>
          <w:rtl/>
        </w:rPr>
        <w:t xml:space="preserve">، </w:t>
      </w:r>
      <w:r>
        <w:rPr>
          <w:rtl/>
        </w:rPr>
        <w:t>و اندوه مرا بردار</w:t>
      </w:r>
      <w:r w:rsidR="007D3118">
        <w:rPr>
          <w:rtl/>
        </w:rPr>
        <w:t xml:space="preserve">، </w:t>
      </w:r>
      <w:r>
        <w:rPr>
          <w:rtl/>
        </w:rPr>
        <w:t>و غم مرا برطرف كن</w:t>
      </w:r>
      <w:r w:rsidR="007D3118">
        <w:rPr>
          <w:rtl/>
        </w:rPr>
        <w:t xml:space="preserve">. </w:t>
      </w:r>
    </w:p>
    <w:p w:rsidR="00587D34" w:rsidRDefault="00587D34" w:rsidP="00587D34">
      <w:pPr>
        <w:pStyle w:val="libNormal"/>
        <w:rPr>
          <w:rtl/>
        </w:rPr>
      </w:pPr>
      <w:r>
        <w:rPr>
          <w:rtl/>
        </w:rPr>
        <w:t>2</w:t>
      </w:r>
      <w:r w:rsidR="007D3118">
        <w:rPr>
          <w:rtl/>
        </w:rPr>
        <w:t xml:space="preserve">. </w:t>
      </w:r>
      <w:r>
        <w:rPr>
          <w:rtl/>
        </w:rPr>
        <w:t>اى يكتاى يگانه</w:t>
      </w:r>
      <w:r w:rsidR="007D3118">
        <w:rPr>
          <w:rtl/>
        </w:rPr>
        <w:t xml:space="preserve">، </w:t>
      </w:r>
      <w:r w:rsidRPr="00AA3CBA">
        <w:rPr>
          <w:rStyle w:val="libFootnotenumChar"/>
          <w:rtl/>
        </w:rPr>
        <w:t>(154</w:t>
      </w:r>
      <w:r w:rsidR="007D3118" w:rsidRPr="00AA3CBA">
        <w:rPr>
          <w:rStyle w:val="libFootnotenumChar"/>
          <w:rtl/>
        </w:rPr>
        <w:t>)</w:t>
      </w:r>
      <w:r>
        <w:rPr>
          <w:rtl/>
        </w:rPr>
        <w:t xml:space="preserve"> اى بى نياز كه فرزند نياورده و فرزند ديگرى نبوده اى و كسى همتاى تو نيست</w:t>
      </w:r>
      <w:r w:rsidR="007D3118">
        <w:rPr>
          <w:rtl/>
        </w:rPr>
        <w:t xml:space="preserve">، </w:t>
      </w:r>
      <w:r>
        <w:rPr>
          <w:rtl/>
        </w:rPr>
        <w:t>مرا نگاهدار و پاك كن</w:t>
      </w:r>
      <w:r w:rsidR="007D3118">
        <w:rPr>
          <w:rtl/>
        </w:rPr>
        <w:t xml:space="preserve">، </w:t>
      </w:r>
      <w:r>
        <w:rPr>
          <w:rtl/>
        </w:rPr>
        <w:t>و رنج مرا زائل كن</w:t>
      </w:r>
      <w:r w:rsidR="007D3118">
        <w:rPr>
          <w:rtl/>
        </w:rPr>
        <w:t xml:space="preserve">. </w:t>
      </w:r>
      <w:r>
        <w:rPr>
          <w:rtl/>
        </w:rPr>
        <w:t xml:space="preserve">پس آية الكرسى </w:t>
      </w:r>
      <w:r w:rsidRPr="00AA3CBA">
        <w:rPr>
          <w:rStyle w:val="libFootnotenumChar"/>
          <w:rtl/>
        </w:rPr>
        <w:t>(155</w:t>
      </w:r>
      <w:r w:rsidR="007D3118" w:rsidRPr="00AA3CBA">
        <w:rPr>
          <w:rStyle w:val="libFootnotenumChar"/>
          <w:rtl/>
        </w:rPr>
        <w:t>)</w:t>
      </w:r>
      <w:r>
        <w:rPr>
          <w:rtl/>
        </w:rPr>
        <w:t xml:space="preserve"> و معوّذتين و قل هو الله را بخوان و بگو</w:t>
      </w:r>
      <w:r w:rsidR="007D3118">
        <w:rPr>
          <w:rtl/>
        </w:rPr>
        <w:t xml:space="preserve">: </w:t>
      </w:r>
    </w:p>
    <w:p w:rsidR="00587D34" w:rsidRDefault="00587D34" w:rsidP="00587D34">
      <w:pPr>
        <w:pStyle w:val="libNormal"/>
        <w:rPr>
          <w:rtl/>
        </w:rPr>
      </w:pPr>
      <w:r>
        <w:rPr>
          <w:rtl/>
        </w:rPr>
        <w:t>3</w:t>
      </w:r>
      <w:r w:rsidR="007D3118">
        <w:rPr>
          <w:rtl/>
        </w:rPr>
        <w:t xml:space="preserve">. </w:t>
      </w:r>
      <w:r>
        <w:rPr>
          <w:rtl/>
        </w:rPr>
        <w:t xml:space="preserve">اى خداى من! از تو </w:t>
      </w:r>
      <w:r w:rsidR="00F57782">
        <w:rPr>
          <w:rtl/>
        </w:rPr>
        <w:t>سئوال</w:t>
      </w:r>
      <w:r>
        <w:rPr>
          <w:rtl/>
        </w:rPr>
        <w:t xml:space="preserve"> مى كنم مانند كسى كه نيازمندى او به غايت شدت رسيده و نيروى او سست گشته و گناهانش بسيار شده</w:t>
      </w:r>
      <w:r w:rsidR="007D3118">
        <w:rPr>
          <w:rtl/>
        </w:rPr>
        <w:t xml:space="preserve">، </w:t>
      </w:r>
      <w:r>
        <w:rPr>
          <w:rtl/>
        </w:rPr>
        <w:t>مانند كسى كه براى نيازمندى خود فريادرسى نمى يابد و براى ناتوانى خود نيرودهنده نمى شناسد و براى گناهش آمرزنده نمى داند</w:t>
      </w:r>
      <w:r w:rsidR="007D3118">
        <w:rPr>
          <w:rtl/>
        </w:rPr>
        <w:t xml:space="preserve">، </w:t>
      </w:r>
      <w:r>
        <w:rPr>
          <w:rtl/>
        </w:rPr>
        <w:t>جز تو اى صاحب بزرگى و كرم</w:t>
      </w:r>
      <w:r w:rsidR="007D3118">
        <w:rPr>
          <w:rtl/>
        </w:rPr>
        <w:t xml:space="preserve">، </w:t>
      </w:r>
      <w:r>
        <w:rPr>
          <w:rtl/>
        </w:rPr>
        <w:t xml:space="preserve">از تو </w:t>
      </w:r>
      <w:r w:rsidR="00F57782">
        <w:rPr>
          <w:rtl/>
        </w:rPr>
        <w:t>سئوال</w:t>
      </w:r>
      <w:r>
        <w:rPr>
          <w:rtl/>
        </w:rPr>
        <w:t xml:space="preserve"> مى كنم مرا به عمل توفيق دهى كه چون كسى آن عمل را به جاى آرد</w:t>
      </w:r>
      <w:r w:rsidR="007D3118">
        <w:rPr>
          <w:rtl/>
        </w:rPr>
        <w:t xml:space="preserve">، </w:t>
      </w:r>
      <w:r>
        <w:rPr>
          <w:rtl/>
        </w:rPr>
        <w:t>او را بدان سبب دوست دارى</w:t>
      </w:r>
      <w:r w:rsidR="007D3118">
        <w:rPr>
          <w:rtl/>
        </w:rPr>
        <w:t xml:space="preserve">، </w:t>
      </w:r>
      <w:r>
        <w:rPr>
          <w:rtl/>
        </w:rPr>
        <w:t>و يقينى عنايت كنى كه مؤمنان حقيقى به نفاذ فرمان تو را سود بخشد</w:t>
      </w:r>
      <w:r w:rsidR="007D3118">
        <w:rPr>
          <w:rtl/>
        </w:rPr>
        <w:t xml:space="preserve">. </w:t>
      </w:r>
    </w:p>
    <w:p w:rsidR="00587D34" w:rsidRDefault="00587D34" w:rsidP="00587D34">
      <w:pPr>
        <w:pStyle w:val="libNormal"/>
        <w:rPr>
          <w:rtl/>
        </w:rPr>
      </w:pPr>
      <w:r>
        <w:rPr>
          <w:rtl/>
        </w:rPr>
        <w:t>4</w:t>
      </w:r>
      <w:r w:rsidR="007D3118">
        <w:rPr>
          <w:rtl/>
        </w:rPr>
        <w:t xml:space="preserve">. </w:t>
      </w:r>
      <w:r>
        <w:rPr>
          <w:rtl/>
        </w:rPr>
        <w:t>خدايا! درود بر محمد و آل او فرست</w:t>
      </w:r>
      <w:r w:rsidR="007D3118">
        <w:rPr>
          <w:rtl/>
        </w:rPr>
        <w:t xml:space="preserve">، </w:t>
      </w:r>
      <w:r>
        <w:rPr>
          <w:rtl/>
        </w:rPr>
        <w:t xml:space="preserve">و جان مرا آن دم بازستان كه در ايمان استوار و راست باشم و رشته نياز مرا از اين جهان بگسل و مرا سوى آن </w:t>
      </w:r>
      <w:r>
        <w:rPr>
          <w:rtl/>
        </w:rPr>
        <w:lastRenderedPageBreak/>
        <w:t>كرامات كه نزد تو است راغب گردان تا پيوسته آرزوى ديدار تو كنم و به راستى بر تو توكل نمايم</w:t>
      </w:r>
      <w:r w:rsidR="007D3118">
        <w:rPr>
          <w:rtl/>
        </w:rPr>
        <w:t xml:space="preserve">. </w:t>
      </w:r>
    </w:p>
    <w:p w:rsidR="00587D34" w:rsidRDefault="00587D34" w:rsidP="00587D34">
      <w:pPr>
        <w:pStyle w:val="libNormal"/>
        <w:rPr>
          <w:rtl/>
        </w:rPr>
      </w:pPr>
      <w:r>
        <w:rPr>
          <w:rtl/>
        </w:rPr>
        <w:t>5</w:t>
      </w:r>
      <w:r w:rsidR="007D3118">
        <w:rPr>
          <w:rtl/>
        </w:rPr>
        <w:t xml:space="preserve">. </w:t>
      </w:r>
      <w:r>
        <w:rPr>
          <w:rtl/>
        </w:rPr>
        <w:t>بهترين مقدرات كه در ازل نگاشتى</w:t>
      </w:r>
      <w:r w:rsidR="007D3118">
        <w:rPr>
          <w:rtl/>
        </w:rPr>
        <w:t xml:space="preserve">، </w:t>
      </w:r>
      <w:r>
        <w:rPr>
          <w:rtl/>
        </w:rPr>
        <w:t>براى خويشتن ميخواهم و از سرنوشت بد كه پيش مقرر فرموده اى پناه به تو مى برم</w:t>
      </w:r>
      <w:r w:rsidR="007D3118">
        <w:rPr>
          <w:rtl/>
        </w:rPr>
        <w:t xml:space="preserve">، </w:t>
      </w:r>
      <w:r>
        <w:rPr>
          <w:rtl/>
        </w:rPr>
        <w:t>مرا ترس در بندگى و عبادت با فروتنى و يقين با توكل و توكل با ايمان نصيب فرما</w:t>
      </w:r>
      <w:r w:rsidR="007D3118">
        <w:rPr>
          <w:rtl/>
        </w:rPr>
        <w:t xml:space="preserve">. </w:t>
      </w:r>
    </w:p>
    <w:p w:rsidR="00587D34" w:rsidRDefault="00587D34" w:rsidP="00587D34">
      <w:pPr>
        <w:pStyle w:val="libNormal"/>
        <w:rPr>
          <w:rtl/>
        </w:rPr>
      </w:pPr>
      <w:r>
        <w:rPr>
          <w:rtl/>
        </w:rPr>
        <w:t>6</w:t>
      </w:r>
      <w:r w:rsidR="007D3118">
        <w:rPr>
          <w:rtl/>
        </w:rPr>
        <w:t xml:space="preserve">. </w:t>
      </w:r>
      <w:r>
        <w:rPr>
          <w:rtl/>
        </w:rPr>
        <w:t xml:space="preserve">خداوندا! رغبت مرا در </w:t>
      </w:r>
      <w:r w:rsidR="00F57782">
        <w:rPr>
          <w:rtl/>
        </w:rPr>
        <w:t>سئوال</w:t>
      </w:r>
      <w:r>
        <w:rPr>
          <w:rtl/>
        </w:rPr>
        <w:t xml:space="preserve"> خويش مانند رغبت دوستان خود گردان و بيم مرا هم مانند بيم آنان قرار ده و مرا در تحصيل خشنودى خود بر گمار چنان كه هيچ عملى دين تو را از ترس كسى فرو نگذارم</w:t>
      </w:r>
      <w:r w:rsidR="007D3118">
        <w:rPr>
          <w:rtl/>
        </w:rPr>
        <w:t xml:space="preserve">. </w:t>
      </w:r>
    </w:p>
    <w:p w:rsidR="00587D34" w:rsidRDefault="00587D34" w:rsidP="00587D34">
      <w:pPr>
        <w:pStyle w:val="libNormal"/>
        <w:rPr>
          <w:rtl/>
        </w:rPr>
      </w:pPr>
      <w:r>
        <w:rPr>
          <w:rtl/>
        </w:rPr>
        <w:t>7</w:t>
      </w:r>
      <w:r w:rsidR="007D3118">
        <w:rPr>
          <w:rtl/>
        </w:rPr>
        <w:t xml:space="preserve">. </w:t>
      </w:r>
      <w:r>
        <w:rPr>
          <w:rtl/>
        </w:rPr>
        <w:t>خداوندا</w:t>
      </w:r>
      <w:r w:rsidR="007D3118">
        <w:rPr>
          <w:rtl/>
        </w:rPr>
        <w:t xml:space="preserve">، </w:t>
      </w:r>
      <w:r>
        <w:rPr>
          <w:rtl/>
        </w:rPr>
        <w:t>حاجت من اين است</w:t>
      </w:r>
      <w:r w:rsidR="007D3118">
        <w:rPr>
          <w:rtl/>
        </w:rPr>
        <w:t xml:space="preserve">، </w:t>
      </w:r>
      <w:r>
        <w:rPr>
          <w:rtl/>
        </w:rPr>
        <w:t>رغبت مرا در آن بسيار گردان و عذر مرا آشكار كن</w:t>
      </w:r>
      <w:r w:rsidR="007D3118">
        <w:rPr>
          <w:rtl/>
        </w:rPr>
        <w:t xml:space="preserve">، </w:t>
      </w:r>
      <w:r>
        <w:rPr>
          <w:rtl/>
        </w:rPr>
        <w:t>و حجت مرا بر زبانم نه</w:t>
      </w:r>
      <w:r w:rsidR="007D3118">
        <w:rPr>
          <w:rtl/>
        </w:rPr>
        <w:t xml:space="preserve">، </w:t>
      </w:r>
      <w:r>
        <w:rPr>
          <w:rtl/>
        </w:rPr>
        <w:t>و تن مرا براى انجام آن سلامت دار</w:t>
      </w:r>
      <w:r w:rsidR="007D3118">
        <w:rPr>
          <w:rtl/>
        </w:rPr>
        <w:t xml:space="preserve">. </w:t>
      </w:r>
    </w:p>
    <w:p w:rsidR="00587D34" w:rsidRDefault="00587D34" w:rsidP="00587D34">
      <w:pPr>
        <w:pStyle w:val="libNormal"/>
        <w:rPr>
          <w:rtl/>
        </w:rPr>
      </w:pPr>
      <w:r>
        <w:rPr>
          <w:rtl/>
        </w:rPr>
        <w:t>8</w:t>
      </w:r>
      <w:r w:rsidR="007D3118">
        <w:rPr>
          <w:rtl/>
        </w:rPr>
        <w:t xml:space="preserve">. </w:t>
      </w:r>
      <w:r>
        <w:rPr>
          <w:rtl/>
        </w:rPr>
        <w:t>خداوندا</w:t>
      </w:r>
      <w:r w:rsidR="007D3118">
        <w:rPr>
          <w:rtl/>
        </w:rPr>
        <w:t xml:space="preserve">، </w:t>
      </w:r>
      <w:r>
        <w:rPr>
          <w:rtl/>
        </w:rPr>
        <w:t>هر كس اعتماد بر كسى دارد يا اميد به جايى غير تو</w:t>
      </w:r>
      <w:r w:rsidR="007D3118">
        <w:rPr>
          <w:rtl/>
        </w:rPr>
        <w:t xml:space="preserve">، </w:t>
      </w:r>
      <w:r>
        <w:rPr>
          <w:rtl/>
        </w:rPr>
        <w:t>اينك اعتماد بر تو دارم و اميدم در همه كار تويى</w:t>
      </w:r>
      <w:r w:rsidR="007D3118">
        <w:rPr>
          <w:rtl/>
        </w:rPr>
        <w:t xml:space="preserve">، </w:t>
      </w:r>
      <w:r>
        <w:rPr>
          <w:rtl/>
        </w:rPr>
        <w:t>پس براى من آن را مقدر فرما</w:t>
      </w:r>
      <w:r w:rsidR="007D3118">
        <w:rPr>
          <w:rtl/>
        </w:rPr>
        <w:t xml:space="preserve">، </w:t>
      </w:r>
      <w:r>
        <w:rPr>
          <w:rtl/>
        </w:rPr>
        <w:t>كه فرجام آن نيكوتر بود و از فتنه ها گمراه كننده مرا رهايى ده</w:t>
      </w:r>
      <w:r w:rsidR="007D3118">
        <w:rPr>
          <w:rtl/>
        </w:rPr>
        <w:t xml:space="preserve">. </w:t>
      </w:r>
    </w:p>
    <w:p w:rsidR="00587D34" w:rsidRDefault="00587D34" w:rsidP="00587D34">
      <w:pPr>
        <w:pStyle w:val="libNormal"/>
        <w:rPr>
          <w:rtl/>
        </w:rPr>
      </w:pPr>
      <w:r>
        <w:rPr>
          <w:rtl/>
        </w:rPr>
        <w:t>و صلى الله على سيدنا محمد رسول الله المصطفى و على آله الطاهرين</w:t>
      </w:r>
      <w:r w:rsidR="007D3118">
        <w:rPr>
          <w:rtl/>
        </w:rPr>
        <w:t xml:space="preserve">. </w:t>
      </w:r>
    </w:p>
    <w:p w:rsidR="00587D34" w:rsidRDefault="00587D34" w:rsidP="00587D34">
      <w:pPr>
        <w:pStyle w:val="libNormal"/>
        <w:rPr>
          <w:rtl/>
        </w:rPr>
      </w:pPr>
      <w:r>
        <w:rPr>
          <w:rtl/>
        </w:rPr>
        <w:t>تمام شد ترجمه اين صحيفه مباركه به خامه حقير ناچيز ابوالحسن بن محمد بن غلامحسين المدعو بالشعرانى عفى عنه</w:t>
      </w:r>
    </w:p>
    <w:p w:rsidR="00587D34" w:rsidRDefault="00C46FA9" w:rsidP="004C63D0">
      <w:pPr>
        <w:pStyle w:val="Heading2"/>
        <w:rPr>
          <w:rtl/>
        </w:rPr>
      </w:pPr>
      <w:r>
        <w:rPr>
          <w:rtl/>
        </w:rPr>
        <w:br w:type="page"/>
      </w:r>
      <w:bookmarkStart w:id="114" w:name="_Toc394915243"/>
      <w:r w:rsidR="00AA3CBA">
        <w:rPr>
          <w:rtl/>
        </w:rPr>
        <w:lastRenderedPageBreak/>
        <w:t>سخنى درباره تعداد دعاهاى صحيفه سجاديه</w:t>
      </w:r>
      <w:bookmarkEnd w:id="114"/>
    </w:p>
    <w:p w:rsidR="00587D34" w:rsidRDefault="00587D34" w:rsidP="00587D34">
      <w:pPr>
        <w:pStyle w:val="libNormal"/>
        <w:rPr>
          <w:rtl/>
        </w:rPr>
      </w:pPr>
      <w:r>
        <w:rPr>
          <w:rtl/>
        </w:rPr>
        <w:t>شماره دعاها صحيفه مباركه كه امروز در دست ما است پنجاه و چهار است</w:t>
      </w:r>
      <w:r w:rsidR="007D3118">
        <w:rPr>
          <w:rtl/>
        </w:rPr>
        <w:t xml:space="preserve">، </w:t>
      </w:r>
      <w:r>
        <w:rPr>
          <w:rtl/>
        </w:rPr>
        <w:t>اما به روايتى كه در مقدمه گذشت</w:t>
      </w:r>
      <w:r w:rsidR="007D3118">
        <w:rPr>
          <w:rtl/>
        </w:rPr>
        <w:t xml:space="preserve">، </w:t>
      </w:r>
      <w:r>
        <w:rPr>
          <w:rtl/>
        </w:rPr>
        <w:t>همه ادعيه هفتاد و پنج بوده</w:t>
      </w:r>
      <w:r w:rsidR="007D3118">
        <w:rPr>
          <w:rtl/>
        </w:rPr>
        <w:t xml:space="preserve">. </w:t>
      </w:r>
      <w:r>
        <w:rPr>
          <w:rtl/>
        </w:rPr>
        <w:t>چند باب از راوى اصل مفقود گرديد</w:t>
      </w:r>
      <w:r w:rsidR="007D3118">
        <w:rPr>
          <w:rtl/>
        </w:rPr>
        <w:t xml:space="preserve">، </w:t>
      </w:r>
      <w:r>
        <w:rPr>
          <w:rtl/>
        </w:rPr>
        <w:t>شصت و چند باب نزد او بماند و پس از آن هم چند باب در دست ديگران مفقود شد و اكنون همين پنجاه و چهار مانده است</w:t>
      </w:r>
      <w:r w:rsidR="007D3118">
        <w:rPr>
          <w:rtl/>
        </w:rPr>
        <w:t xml:space="preserve">. </w:t>
      </w:r>
    </w:p>
    <w:p w:rsidR="00587D34" w:rsidRDefault="00587D34" w:rsidP="00587D34">
      <w:pPr>
        <w:pStyle w:val="libNormal"/>
        <w:rPr>
          <w:rtl/>
        </w:rPr>
      </w:pPr>
      <w:r>
        <w:rPr>
          <w:rtl/>
        </w:rPr>
        <w:t>و بعضى علماى متاخر كوشيدند از نسخه هاى غير متداول صحيفه و كتب ديگر ادعيه از صحيفه دعاهايى نقل كرده اند</w:t>
      </w:r>
      <w:r w:rsidR="007D3118">
        <w:rPr>
          <w:rtl/>
        </w:rPr>
        <w:t xml:space="preserve">. </w:t>
      </w:r>
      <w:r>
        <w:rPr>
          <w:rtl/>
        </w:rPr>
        <w:t>آن چه مفقود شده است بيابند</w:t>
      </w:r>
      <w:r w:rsidR="007D3118">
        <w:rPr>
          <w:rtl/>
        </w:rPr>
        <w:t xml:space="preserve">. </w:t>
      </w:r>
    </w:p>
    <w:p w:rsidR="00587D34" w:rsidRDefault="00587D34" w:rsidP="00587D34">
      <w:pPr>
        <w:pStyle w:val="libNormal"/>
        <w:rPr>
          <w:rtl/>
        </w:rPr>
      </w:pPr>
      <w:r>
        <w:rPr>
          <w:rtl/>
        </w:rPr>
        <w:t>از جمله شيخ حر عاملى رحمه الله چند دعا فراهم كرده است و آن را صحيفه ثانيه ناميده و ميرزا عبدالله افندى صاحب رياض العلماء معاصر مجلسى نيز ادعيه اى فراهم كرده است و آن را صحيفه ثالثه ناميده است و كتاب او دو قسمت است</w:t>
      </w:r>
      <w:r w:rsidR="007D3118">
        <w:rPr>
          <w:rtl/>
        </w:rPr>
        <w:t xml:space="preserve">: </w:t>
      </w:r>
      <w:r>
        <w:rPr>
          <w:rtl/>
        </w:rPr>
        <w:t>قسمت اول بيست و يك دعا كه به عقيده خود او از اصل صحيفه مباركه است و همان ها است كه مفقود گرديده و قسمت دوم ادعيه ديگرى است از غير صحيفه معروفه</w:t>
      </w:r>
      <w:r w:rsidR="007D3118">
        <w:rPr>
          <w:rtl/>
        </w:rPr>
        <w:t xml:space="preserve">. </w:t>
      </w:r>
    </w:p>
    <w:p w:rsidR="00587D34" w:rsidRDefault="00587D34" w:rsidP="00587D34">
      <w:pPr>
        <w:pStyle w:val="libNormal"/>
        <w:rPr>
          <w:rtl/>
        </w:rPr>
      </w:pPr>
      <w:r>
        <w:rPr>
          <w:rtl/>
        </w:rPr>
        <w:t>او گويد</w:t>
      </w:r>
      <w:r w:rsidR="007D3118">
        <w:rPr>
          <w:rtl/>
        </w:rPr>
        <w:t xml:space="preserve">: </w:t>
      </w:r>
      <w:r>
        <w:rPr>
          <w:rtl/>
        </w:rPr>
        <w:t>در سفرهاى بسيار كه در خشكى و دريا بودم و هرجا كتابى بود ديدم و هرچه يافتم خواندم و يادداشت كردم مخصوصا در صحيفه مباركه نسخه هاى كهن به اسنادهاى بسيار</w:t>
      </w:r>
      <w:r w:rsidR="007D3118">
        <w:rPr>
          <w:rtl/>
        </w:rPr>
        <w:t xml:space="preserve">، </w:t>
      </w:r>
      <w:r>
        <w:rPr>
          <w:rtl/>
        </w:rPr>
        <w:t>غير از اسناد معروف به دست آوردم</w:t>
      </w:r>
      <w:r w:rsidR="007D3118">
        <w:rPr>
          <w:rtl/>
        </w:rPr>
        <w:t xml:space="preserve">، </w:t>
      </w:r>
      <w:r>
        <w:rPr>
          <w:rtl/>
        </w:rPr>
        <w:t>زوايد هر يك را جمع كردم</w:t>
      </w:r>
      <w:r w:rsidR="007D3118">
        <w:rPr>
          <w:rtl/>
        </w:rPr>
        <w:t xml:space="preserve">. </w:t>
      </w:r>
    </w:p>
    <w:p w:rsidR="00587D34" w:rsidRDefault="00587D34" w:rsidP="00587D34">
      <w:pPr>
        <w:pStyle w:val="libNormal"/>
        <w:rPr>
          <w:rtl/>
        </w:rPr>
      </w:pPr>
      <w:r>
        <w:rPr>
          <w:rtl/>
        </w:rPr>
        <w:t>از جمله از نسخه اى</w:t>
      </w:r>
      <w:r w:rsidR="007D3118">
        <w:rPr>
          <w:rtl/>
        </w:rPr>
        <w:t xml:space="preserve">؛ </w:t>
      </w:r>
      <w:r>
        <w:rPr>
          <w:rtl/>
        </w:rPr>
        <w:t>به روايت فقيه ابى الحسن محمد بن احمد على بن حسن شاذان كه در مجموعه كهن در شهر اردبيل ديده است</w:t>
      </w:r>
      <w:r w:rsidR="007D3118">
        <w:rPr>
          <w:rtl/>
        </w:rPr>
        <w:t xml:space="preserve">، </w:t>
      </w:r>
      <w:r>
        <w:rPr>
          <w:rtl/>
        </w:rPr>
        <w:t>دعاى سى و هفتم صحيفه معروفه را با زيادتى در آخر آن آورده است و آن را يكى از دعاهاى مفقوده شمرده است</w:t>
      </w:r>
      <w:r w:rsidR="007D3118">
        <w:rPr>
          <w:rtl/>
        </w:rPr>
        <w:t xml:space="preserve">. </w:t>
      </w:r>
    </w:p>
    <w:p w:rsidR="00587D34" w:rsidRDefault="00587D34" w:rsidP="00587D34">
      <w:pPr>
        <w:pStyle w:val="libNormal"/>
        <w:rPr>
          <w:rtl/>
        </w:rPr>
      </w:pPr>
      <w:r>
        <w:rPr>
          <w:rtl/>
        </w:rPr>
        <w:lastRenderedPageBreak/>
        <w:t>و هم به روايت ابن شاذان مذكور</w:t>
      </w:r>
      <w:r w:rsidR="007D3118">
        <w:rPr>
          <w:rtl/>
        </w:rPr>
        <w:t xml:space="preserve">، </w:t>
      </w:r>
      <w:r>
        <w:rPr>
          <w:rtl/>
        </w:rPr>
        <w:t>دعاى معروف يا من تحل به عقد المكاره را كه دعاى هفتم صحيفه معروف است</w:t>
      </w:r>
      <w:r w:rsidR="007D3118">
        <w:rPr>
          <w:rtl/>
        </w:rPr>
        <w:t xml:space="preserve">، </w:t>
      </w:r>
      <w:r>
        <w:rPr>
          <w:rtl/>
        </w:rPr>
        <w:t>با زيادتى در آخر آن آورده و آن را دعاى مستقلى دانسته است و دعاى بيست و ششم صحيفه معروفه را به روايت ابن اشكيب و خط ابن مقله</w:t>
      </w:r>
      <w:r w:rsidR="007D3118">
        <w:rPr>
          <w:rtl/>
        </w:rPr>
        <w:t xml:space="preserve">، </w:t>
      </w:r>
      <w:r>
        <w:rPr>
          <w:rtl/>
        </w:rPr>
        <w:t>خطاط مشهور كه اول آن و تولّنى فى جيرانى است تا اواسط دعا آورده است و آن را هم دعاى ديگر شمرده است</w:t>
      </w:r>
      <w:r w:rsidR="007D3118">
        <w:rPr>
          <w:rtl/>
        </w:rPr>
        <w:t xml:space="preserve">. </w:t>
      </w:r>
    </w:p>
    <w:p w:rsidR="00587D34" w:rsidRDefault="00587D34" w:rsidP="00587D34">
      <w:pPr>
        <w:pStyle w:val="libNormal"/>
        <w:rPr>
          <w:rtl/>
        </w:rPr>
      </w:pPr>
      <w:r>
        <w:rPr>
          <w:rtl/>
        </w:rPr>
        <w:t>چون در پاره اى الفاظ با نسخه معروف مخالفت دارد و عنوانش غير عنوان نسخه معروف است و دعاى چهل و نهم را نيز با اندك زيادتى در آخر</w:t>
      </w:r>
      <w:r w:rsidR="007D3118">
        <w:rPr>
          <w:rtl/>
        </w:rPr>
        <w:t xml:space="preserve">، </w:t>
      </w:r>
      <w:r>
        <w:rPr>
          <w:rtl/>
        </w:rPr>
        <w:t>دعاى مستقلى شمرده است</w:t>
      </w:r>
      <w:r w:rsidR="007D3118">
        <w:rPr>
          <w:rtl/>
        </w:rPr>
        <w:t xml:space="preserve">. </w:t>
      </w:r>
    </w:p>
    <w:p w:rsidR="00587D34" w:rsidRDefault="00587D34" w:rsidP="00587D34">
      <w:pPr>
        <w:pStyle w:val="libNormal"/>
        <w:rPr>
          <w:rtl/>
        </w:rPr>
      </w:pPr>
      <w:r>
        <w:rPr>
          <w:rtl/>
        </w:rPr>
        <w:t>هم در مقدمه كتاب خود گويد</w:t>
      </w:r>
      <w:r w:rsidR="007D3118">
        <w:rPr>
          <w:rtl/>
        </w:rPr>
        <w:t xml:space="preserve">: </w:t>
      </w:r>
      <w:r>
        <w:rPr>
          <w:rtl/>
        </w:rPr>
        <w:t>در نسخى كه ديدم و به طريق ديگر روايت شده</w:t>
      </w:r>
      <w:r w:rsidR="007D3118">
        <w:rPr>
          <w:rtl/>
        </w:rPr>
        <w:t xml:space="preserve">، </w:t>
      </w:r>
      <w:r>
        <w:rPr>
          <w:rtl/>
        </w:rPr>
        <w:t>اسانيدى به دست آوردم از ده طريق متجاوز</w:t>
      </w:r>
      <w:r w:rsidR="007D3118">
        <w:rPr>
          <w:rtl/>
        </w:rPr>
        <w:t xml:space="preserve">، </w:t>
      </w:r>
      <w:r>
        <w:rPr>
          <w:rtl/>
        </w:rPr>
        <w:t>مانند روايت محمد بن وارث از حسين بن اشكيب خراسانى از عمير بن هارون ابن متوكل بلخى كه نسخه كهنه اى از آن ملاحظه شد به خط ابن مقله خطاط مشهور در عهد بنى عباس مى زيست و او واضع خط نسخ است</w:t>
      </w:r>
      <w:r w:rsidR="007D3118">
        <w:rPr>
          <w:rtl/>
        </w:rPr>
        <w:t xml:space="preserve">، </w:t>
      </w:r>
      <w:r>
        <w:rPr>
          <w:rtl/>
        </w:rPr>
        <w:t>پيش از او خط كوفى بود</w:t>
      </w:r>
      <w:r w:rsidR="007D3118">
        <w:rPr>
          <w:rtl/>
        </w:rPr>
        <w:t xml:space="preserve">، </w:t>
      </w:r>
      <w:r>
        <w:rPr>
          <w:rtl/>
        </w:rPr>
        <w:t>او خط كوفى را به صورت خط نسخ باز گردانيد</w:t>
      </w:r>
      <w:r w:rsidR="007D3118">
        <w:rPr>
          <w:rtl/>
        </w:rPr>
        <w:t xml:space="preserve">. </w:t>
      </w:r>
    </w:p>
    <w:p w:rsidR="00587D34" w:rsidRDefault="00587D34" w:rsidP="00587D34">
      <w:pPr>
        <w:pStyle w:val="libNormal"/>
        <w:rPr>
          <w:rtl/>
        </w:rPr>
      </w:pPr>
      <w:r>
        <w:rPr>
          <w:rtl/>
        </w:rPr>
        <w:t>و ديگر روايت ابن اشناس بزاز</w:t>
      </w:r>
      <w:r w:rsidR="007D3118">
        <w:rPr>
          <w:rtl/>
        </w:rPr>
        <w:t xml:space="preserve">، </w:t>
      </w:r>
      <w:r>
        <w:rPr>
          <w:rtl/>
        </w:rPr>
        <w:t xml:space="preserve">عالم مشهور است و روايت شيخ فقيه ابوالحسن محمد ابن احمد على بن حسن بن شاذان از ابن عياش جوهرى ابى عبدالله احمد بن محمد بن عبيدالله بن حسن بن ايوب بن عياش ‍ جوهرى حافظ در بغداد از ابى محمد حسن بن محمد بن يحيى بن حسن بن جعفر بن عبيدالله بن حسين بن على بن الحسين </w:t>
      </w:r>
      <w:r w:rsidR="00412306" w:rsidRPr="00412306">
        <w:rPr>
          <w:rStyle w:val="libAlaemChar"/>
          <w:rtl/>
        </w:rPr>
        <w:t>عليهما‌السلام</w:t>
      </w:r>
      <w:r w:rsidR="007D3118">
        <w:rPr>
          <w:rtl/>
        </w:rPr>
        <w:t xml:space="preserve"> </w:t>
      </w:r>
      <w:r>
        <w:rPr>
          <w:rtl/>
        </w:rPr>
        <w:t>ابن اخى طاهر از ابى الحسن محمد بن مطهر كاتب از محمد بن شلقان مصرى از على بن نعمان اعلم تا آخر سند معروف</w:t>
      </w:r>
      <w:r w:rsidR="007D3118">
        <w:rPr>
          <w:rtl/>
        </w:rPr>
        <w:t xml:space="preserve">. </w:t>
      </w:r>
    </w:p>
    <w:p w:rsidR="00587D34" w:rsidRDefault="00587D34" w:rsidP="00587D34">
      <w:pPr>
        <w:pStyle w:val="libNormal"/>
        <w:rPr>
          <w:rtl/>
        </w:rPr>
      </w:pPr>
      <w:r>
        <w:rPr>
          <w:rtl/>
        </w:rPr>
        <w:lastRenderedPageBreak/>
        <w:t>ديگر از روايات و طرق صحيفه</w:t>
      </w:r>
      <w:r w:rsidR="007D3118">
        <w:rPr>
          <w:rtl/>
        </w:rPr>
        <w:t xml:space="preserve">، </w:t>
      </w:r>
      <w:r>
        <w:rPr>
          <w:rtl/>
        </w:rPr>
        <w:t>روايت تلعكبرى است</w:t>
      </w:r>
      <w:r w:rsidR="007D3118">
        <w:rPr>
          <w:rtl/>
        </w:rPr>
        <w:t xml:space="preserve">. </w:t>
      </w:r>
      <w:r>
        <w:rPr>
          <w:rtl/>
        </w:rPr>
        <w:t>و ديگر روايت وزير ابوالقاسم حسين بن على مغربى و روايت رهنى كرمانى نرماشيرى</w:t>
      </w:r>
      <w:r w:rsidR="007D3118">
        <w:rPr>
          <w:rtl/>
        </w:rPr>
        <w:t xml:space="preserve">، </w:t>
      </w:r>
      <w:r>
        <w:rPr>
          <w:rtl/>
        </w:rPr>
        <w:t>بالجمله ادعيه اى چند از اين نسخ و چند دعا هم از كتاب البلدالامين و مصباح و كتاب ادعيه ميرداماد و دختر زاده او ميرزا عبدالحسيب جمع آورده و معتقد بود كه چون ايشان اين دعاها را نسبت به صحيفه دادند و در صحيفه معروفه نيست</w:t>
      </w:r>
      <w:r w:rsidR="007D3118">
        <w:rPr>
          <w:rtl/>
        </w:rPr>
        <w:t xml:space="preserve">، </w:t>
      </w:r>
      <w:r>
        <w:rPr>
          <w:rtl/>
        </w:rPr>
        <w:t>ناچار در نسخى آن را يافتند كه ما نديده ايم و به اين ترتيب بيست و يك دعا تلفيق نموده است</w:t>
      </w:r>
      <w:r w:rsidR="007D3118">
        <w:rPr>
          <w:rtl/>
        </w:rPr>
        <w:t xml:space="preserve">. </w:t>
      </w:r>
      <w:r>
        <w:rPr>
          <w:rtl/>
        </w:rPr>
        <w:t>دعاى دوم و چهارم</w:t>
      </w:r>
      <w:r w:rsidR="007D3118">
        <w:rPr>
          <w:rtl/>
        </w:rPr>
        <w:t xml:space="preserve">: </w:t>
      </w:r>
      <w:r>
        <w:rPr>
          <w:rtl/>
        </w:rPr>
        <w:t>اللهم و آدم بديع فطرتك و دعاى پنجم از ملحقات اين نسخه هم از اين ادعيه است</w:t>
      </w:r>
      <w:r w:rsidR="007D3118">
        <w:rPr>
          <w:rtl/>
        </w:rPr>
        <w:t xml:space="preserve">. </w:t>
      </w:r>
    </w:p>
    <w:p w:rsidR="00587D34" w:rsidRDefault="00587D34" w:rsidP="00587D34">
      <w:pPr>
        <w:pStyle w:val="libNormal"/>
        <w:rPr>
          <w:rtl/>
        </w:rPr>
      </w:pPr>
      <w:r>
        <w:rPr>
          <w:rtl/>
        </w:rPr>
        <w:t>به گمان اين بنده آن چند دعا كه از راوى اصل كتاب مفقود گرديده</w:t>
      </w:r>
      <w:r w:rsidR="007D3118">
        <w:rPr>
          <w:rtl/>
        </w:rPr>
        <w:t xml:space="preserve">، </w:t>
      </w:r>
      <w:r>
        <w:rPr>
          <w:rtl/>
        </w:rPr>
        <w:t>ديگر نتوان يافت</w:t>
      </w:r>
      <w:r w:rsidR="007D3118">
        <w:rPr>
          <w:rtl/>
        </w:rPr>
        <w:t xml:space="preserve">، </w:t>
      </w:r>
      <w:r>
        <w:rPr>
          <w:rtl/>
        </w:rPr>
        <w:t>هرگاه صاحب اصل نسخه چيزى از آن را گم كرده و خود نداشت</w:t>
      </w:r>
      <w:r w:rsidR="007D3118">
        <w:rPr>
          <w:rtl/>
        </w:rPr>
        <w:t xml:space="preserve">، </w:t>
      </w:r>
      <w:r>
        <w:rPr>
          <w:rtl/>
        </w:rPr>
        <w:t>ديگران كه نسخه را از او گرفتند و ماخذى غير او نداشتند از كجا گم كرده او را بازيابند و اگر كسى در نسخ نادره صحيفه چيزى يابد كه به قرائن معتبره از صحيفه باشد</w:t>
      </w:r>
      <w:r w:rsidR="007D3118">
        <w:rPr>
          <w:rtl/>
        </w:rPr>
        <w:t xml:space="preserve">، </w:t>
      </w:r>
      <w:r>
        <w:rPr>
          <w:rtl/>
        </w:rPr>
        <w:t>بقيه از آن شصت و چند باب است كه در دست راوى اصل مانده و آن از ده متجاوز نيست و اختلاف عبارات و زيادى جمل و فقرات را نتوان دليل استقلال دعا دانست و اسانيد و طرق مختلفه كه يافته است همه به يك تن منتهى مى شود و روايات نسبت به جزئيات كلمات و عبارات صحيفه متواتر نيست و ما راجع به تواتر و نقل صحيفه مختصرى در مقدمه ايراد كرديم</w:t>
      </w:r>
      <w:r w:rsidR="007D3118">
        <w:rPr>
          <w:rtl/>
        </w:rPr>
        <w:t xml:space="preserve">. </w:t>
      </w:r>
    </w:p>
    <w:p w:rsidR="008D57EF" w:rsidRDefault="00587D34" w:rsidP="00587D34">
      <w:pPr>
        <w:pStyle w:val="libNormal"/>
      </w:pPr>
      <w:r>
        <w:rPr>
          <w:rtl/>
        </w:rPr>
        <w:t>و الله العالم بحقايق الامور</w:t>
      </w:r>
    </w:p>
    <w:p w:rsidR="00587D34" w:rsidRDefault="008D57EF" w:rsidP="004C63D0">
      <w:pPr>
        <w:pStyle w:val="Heading2"/>
        <w:rPr>
          <w:rtl/>
        </w:rPr>
      </w:pPr>
      <w:r>
        <w:br w:type="page"/>
      </w:r>
      <w:bookmarkStart w:id="115" w:name="_Toc394915244"/>
      <w:r>
        <w:rPr>
          <w:rFonts w:hint="cs"/>
          <w:rtl/>
        </w:rPr>
        <w:lastRenderedPageBreak/>
        <w:t>پی نوشت ها</w:t>
      </w:r>
      <w:r w:rsidR="007D3118">
        <w:rPr>
          <w:rFonts w:hint="cs"/>
          <w:rtl/>
        </w:rPr>
        <w:t>:</w:t>
      </w:r>
      <w:bookmarkEnd w:id="115"/>
      <w:r w:rsidR="007D3118">
        <w:rPr>
          <w:rFonts w:hint="cs"/>
          <w:rtl/>
        </w:rPr>
        <w:t xml:space="preserve"> </w:t>
      </w:r>
    </w:p>
    <w:p w:rsidR="008D57EF" w:rsidRDefault="008D57EF" w:rsidP="00587D34">
      <w:pPr>
        <w:pStyle w:val="libNormal"/>
        <w:rPr>
          <w:rtl/>
        </w:rPr>
      </w:pPr>
    </w:p>
    <w:p w:rsidR="008D57EF" w:rsidRDefault="008D57EF" w:rsidP="000A4C2B">
      <w:pPr>
        <w:pStyle w:val="libFootnote"/>
        <w:rPr>
          <w:rtl/>
        </w:rPr>
      </w:pPr>
      <w:r>
        <w:rPr>
          <w:rtl/>
        </w:rPr>
        <w:t>2- ناقل حديث از سيد نجم الدين به قول بعضى على بن سكون است و به قول بعضى عمير الراءساء هبة الله بن حامد و هر دو از بزرگان علماى اماميه اند و گويند</w:t>
      </w:r>
      <w:r w:rsidR="007D3118">
        <w:rPr>
          <w:rtl/>
        </w:rPr>
        <w:t xml:space="preserve">: </w:t>
      </w:r>
      <w:r>
        <w:rPr>
          <w:rtl/>
        </w:rPr>
        <w:t>على بن سكون از حسن بن محمد بن اسماعيل بن اشناس بزاز از محمد بن عبدالله بن مطلب شيبانى روايت كرده است نه از نجم الدين</w:t>
      </w:r>
      <w:r w:rsidR="007D3118">
        <w:rPr>
          <w:rtl/>
        </w:rPr>
        <w:t xml:space="preserve">؛ </w:t>
      </w:r>
      <w:r>
        <w:rPr>
          <w:rtl/>
        </w:rPr>
        <w:t>والله اعلم</w:t>
      </w:r>
      <w:r w:rsidR="007D3118">
        <w:rPr>
          <w:rtl/>
        </w:rPr>
        <w:t xml:space="preserve">. </w:t>
      </w:r>
    </w:p>
    <w:p w:rsidR="008D57EF" w:rsidRDefault="008D57EF" w:rsidP="000A4C2B">
      <w:pPr>
        <w:pStyle w:val="libFootnote"/>
        <w:rPr>
          <w:rtl/>
        </w:rPr>
      </w:pPr>
      <w:r>
        <w:rPr>
          <w:rtl/>
        </w:rPr>
        <w:t xml:space="preserve">3- اين سيد از اولاد زيد بن على بن الحسين </w:t>
      </w:r>
      <w:r w:rsidR="000C598D" w:rsidRPr="000C598D">
        <w:rPr>
          <w:rStyle w:val="libAlaemChar"/>
          <w:rtl/>
        </w:rPr>
        <w:t>عليه‌السلام</w:t>
      </w:r>
      <w:r w:rsidR="007D3118">
        <w:rPr>
          <w:rtl/>
        </w:rPr>
        <w:t xml:space="preserve"> </w:t>
      </w:r>
      <w:r>
        <w:rPr>
          <w:rtl/>
        </w:rPr>
        <w:t>است و علماى رجال ذكر او نكرده اند</w:t>
      </w:r>
      <w:r w:rsidR="007D3118">
        <w:rPr>
          <w:rtl/>
        </w:rPr>
        <w:t xml:space="preserve">، </w:t>
      </w:r>
      <w:r>
        <w:rPr>
          <w:rtl/>
        </w:rPr>
        <w:t>اما محمد بن احمد بن شهريار راسخ منتخب الدين در فهرست خود آورده</w:t>
      </w:r>
      <w:r w:rsidR="007D3118">
        <w:rPr>
          <w:rtl/>
        </w:rPr>
        <w:t xml:space="preserve">، </w:t>
      </w:r>
      <w:r>
        <w:rPr>
          <w:rtl/>
        </w:rPr>
        <w:t>و او داماد شيخ ابوجعفر طوسى است و از او فرزندى دارد به نام ابى طالب حمزة بن محمد بن احمد بن شهريار</w:t>
      </w:r>
      <w:r w:rsidR="007D3118">
        <w:rPr>
          <w:rtl/>
        </w:rPr>
        <w:t xml:space="preserve">. </w:t>
      </w:r>
      <w:r>
        <w:rPr>
          <w:rtl/>
        </w:rPr>
        <w:cr/>
      </w:r>
    </w:p>
    <w:p w:rsidR="008D57EF" w:rsidRDefault="008D57EF" w:rsidP="000A4C2B">
      <w:pPr>
        <w:pStyle w:val="libFootnote"/>
        <w:rPr>
          <w:rtl/>
        </w:rPr>
      </w:pPr>
      <w:r>
        <w:rPr>
          <w:rtl/>
        </w:rPr>
        <w:t>4- عكبرى به الف قريه است در ده فرسخى شمال بغداد و عكبرى به ياء منسوب بدان جا است و معدل كسى است كه او را عادل شمرده باشند</w:t>
      </w:r>
      <w:r w:rsidR="007D3118">
        <w:rPr>
          <w:rtl/>
        </w:rPr>
        <w:t xml:space="preserve">، </w:t>
      </w:r>
      <w:r>
        <w:rPr>
          <w:rtl/>
        </w:rPr>
        <w:t>وفاتش در 472 است و سمعانى در انساب ذكر او كرده و از او روايت دارد</w:t>
      </w:r>
      <w:r w:rsidR="007D3118">
        <w:rPr>
          <w:rtl/>
        </w:rPr>
        <w:t xml:space="preserve">. </w:t>
      </w:r>
    </w:p>
    <w:p w:rsidR="008D57EF" w:rsidRDefault="008D57EF" w:rsidP="000A4C2B">
      <w:pPr>
        <w:pStyle w:val="libFootnote"/>
        <w:rPr>
          <w:rtl/>
        </w:rPr>
      </w:pPr>
      <w:r>
        <w:rPr>
          <w:rtl/>
        </w:rPr>
        <w:t>5- شيبانى نزد علماى رجال ضعيف است</w:t>
      </w:r>
      <w:r w:rsidR="007D3118">
        <w:rPr>
          <w:rtl/>
        </w:rPr>
        <w:t xml:space="preserve">، </w:t>
      </w:r>
      <w:r>
        <w:rPr>
          <w:rtl/>
        </w:rPr>
        <w:t>او را به وضع حديث و نقل منكرات متهم داشته اند</w:t>
      </w:r>
      <w:r w:rsidR="007D3118">
        <w:rPr>
          <w:rtl/>
        </w:rPr>
        <w:t xml:space="preserve">. </w:t>
      </w:r>
    </w:p>
    <w:p w:rsidR="008D57EF" w:rsidRDefault="008D57EF" w:rsidP="000A4C2B">
      <w:pPr>
        <w:pStyle w:val="libFootnote"/>
        <w:rPr>
          <w:rtl/>
        </w:rPr>
      </w:pPr>
      <w:r>
        <w:rPr>
          <w:rtl/>
        </w:rPr>
        <w:t>6- اين سيد شريف از بزرگان و موثقين علما است</w:t>
      </w:r>
      <w:r w:rsidR="007D3118">
        <w:rPr>
          <w:rtl/>
        </w:rPr>
        <w:t xml:space="preserve">، </w:t>
      </w:r>
      <w:r>
        <w:rPr>
          <w:rtl/>
        </w:rPr>
        <w:t>وفاتش در سال 308 است و روايت ابوالمفضل از سيد و روايت عكبرى از شيبانى بلاواسطه با طول زمان عجيب مى نمايد</w:t>
      </w:r>
      <w:r w:rsidR="007D3118">
        <w:rPr>
          <w:rtl/>
        </w:rPr>
        <w:t xml:space="preserve">، </w:t>
      </w:r>
      <w:r>
        <w:rPr>
          <w:rtl/>
        </w:rPr>
        <w:t>چون ميان وفات عكبرى و وفات سيد صد و شست و چهار سال است</w:t>
      </w:r>
      <w:r w:rsidR="007D3118">
        <w:rPr>
          <w:rtl/>
        </w:rPr>
        <w:t xml:space="preserve">، </w:t>
      </w:r>
      <w:r>
        <w:rPr>
          <w:rtl/>
        </w:rPr>
        <w:t>اما ضعف اسناد در اين روايت قادح نيست</w:t>
      </w:r>
      <w:r w:rsidR="007D3118">
        <w:rPr>
          <w:rtl/>
        </w:rPr>
        <w:t xml:space="preserve">، </w:t>
      </w:r>
      <w:r>
        <w:rPr>
          <w:rtl/>
        </w:rPr>
        <w:t>با اين كه شيخ و نجاشى صحيفه را به اسناد ديگر روايت كرده اند و تسامح در ادله سنن و مشروعيت هرگونه دعا به هر لفظ از هر كس ما را از تدقيق در اسناد بى نياز مى سازد و صحيفه خود مشهور بوده است</w:t>
      </w:r>
      <w:r w:rsidR="007D3118">
        <w:rPr>
          <w:rtl/>
        </w:rPr>
        <w:t xml:space="preserve">. </w:t>
      </w:r>
    </w:p>
    <w:p w:rsidR="008D57EF" w:rsidRDefault="008D57EF" w:rsidP="000A4C2B">
      <w:pPr>
        <w:pStyle w:val="libFootnote"/>
        <w:rPr>
          <w:rtl/>
        </w:rPr>
      </w:pPr>
      <w:r>
        <w:rPr>
          <w:rtl/>
        </w:rPr>
        <w:t>7- ميان دو تاريخ مذكور در اسناد 251 سال است و روات در اين مدت سه تن عكبرى و شيبانى و شريف ابوعبدالله اند</w:t>
      </w:r>
      <w:r w:rsidR="007D3118">
        <w:rPr>
          <w:rtl/>
        </w:rPr>
        <w:t xml:space="preserve">. </w:t>
      </w:r>
      <w:r>
        <w:rPr>
          <w:rtl/>
        </w:rPr>
        <w:t>عكبرى در 472 وفات يافت و ناچار پس از سنه چهارصد از شيبانى روايت كرده است و شيبانى پس از چهارصد زنده بود و شريف ابوعبدالله در سال 308 وفات يافت و اگر شيبانى او را هنگام مرگ ملاقات كرده و از او حديث فرا گرفته و به سن عقل و تميز رسيده</w:t>
      </w:r>
      <w:r w:rsidR="007D3118">
        <w:rPr>
          <w:rtl/>
        </w:rPr>
        <w:t xml:space="preserve">، </w:t>
      </w:r>
      <w:r>
        <w:rPr>
          <w:rtl/>
        </w:rPr>
        <w:t>بايد پيش از سنه سيصد تولد يافته و عمرش از صد سال افزون باشد و شايد عكبرى به واسطه از شيبانى نقل كرده است وواسطه در اسناد مذكور نيست</w:t>
      </w:r>
      <w:r w:rsidR="007D3118">
        <w:rPr>
          <w:rtl/>
        </w:rPr>
        <w:t xml:space="preserve">، </w:t>
      </w:r>
      <w:r>
        <w:rPr>
          <w:rtl/>
        </w:rPr>
        <w:t xml:space="preserve">و به هر حال عبدالله بن عمر </w:t>
      </w:r>
      <w:r>
        <w:rPr>
          <w:rtl/>
        </w:rPr>
        <w:lastRenderedPageBreak/>
        <w:t xml:space="preserve">مجهول است و خال او على بن نعمان موثق از اصحاب امام رضا </w:t>
      </w:r>
      <w:r w:rsidR="000C598D" w:rsidRPr="000C598D">
        <w:rPr>
          <w:rStyle w:val="libAlaemChar"/>
          <w:rtl/>
        </w:rPr>
        <w:t>عليه‌السلام</w:t>
      </w:r>
      <w:r w:rsidR="007D3118">
        <w:rPr>
          <w:rtl/>
        </w:rPr>
        <w:t xml:space="preserve"> </w:t>
      </w:r>
      <w:r>
        <w:rPr>
          <w:rtl/>
        </w:rPr>
        <w:t>و اعلم لب بالا شكافته را گويند</w:t>
      </w:r>
      <w:r w:rsidR="007D3118">
        <w:rPr>
          <w:rtl/>
        </w:rPr>
        <w:t xml:space="preserve">. </w:t>
      </w:r>
    </w:p>
    <w:p w:rsidR="008D57EF" w:rsidRDefault="008D57EF" w:rsidP="000A4C2B">
      <w:pPr>
        <w:pStyle w:val="libFootnote"/>
        <w:rPr>
          <w:rtl/>
        </w:rPr>
      </w:pPr>
      <w:r>
        <w:rPr>
          <w:rtl/>
        </w:rPr>
        <w:t>8- متوكل بن هارون در كتب رجال مذكور نيست و شيخ طوسى و نجاشى رحمهما الله متوكل بن عمير بن متوكل گفته اند و البته نسخ صحيفه كه نزد آن دو شيخ بزرگوار بوده و معتبرتر از اين است كه ما داريم</w:t>
      </w:r>
      <w:r w:rsidR="007D3118">
        <w:rPr>
          <w:rtl/>
        </w:rPr>
        <w:t xml:space="preserve">، </w:t>
      </w:r>
      <w:r>
        <w:rPr>
          <w:rtl/>
        </w:rPr>
        <w:t>چون آن ها صحيفه را به روايت ديگر نقل مى كردند كه ابوالمفضل شيبانى در آن نيست</w:t>
      </w:r>
      <w:r w:rsidR="007D3118">
        <w:rPr>
          <w:rtl/>
        </w:rPr>
        <w:t xml:space="preserve">، </w:t>
      </w:r>
      <w:r>
        <w:rPr>
          <w:rtl/>
        </w:rPr>
        <w:t>بلكه تلعكبرى از ابن اخى طاهر از محمد بن مطهر از پدرش از متوكل بن عمير روايت كرده است و در مورد اختلاف</w:t>
      </w:r>
      <w:r w:rsidR="007D3118">
        <w:rPr>
          <w:rtl/>
        </w:rPr>
        <w:t xml:space="preserve">، </w:t>
      </w:r>
      <w:r>
        <w:rPr>
          <w:rtl/>
        </w:rPr>
        <w:t>اعتماد بر نسخه آن ها نيست</w:t>
      </w:r>
      <w:r w:rsidR="007D3118">
        <w:rPr>
          <w:rtl/>
        </w:rPr>
        <w:t xml:space="preserve">. </w:t>
      </w:r>
    </w:p>
    <w:p w:rsidR="008D57EF" w:rsidRDefault="008D57EF" w:rsidP="000A4C2B">
      <w:pPr>
        <w:pStyle w:val="libFootnote"/>
        <w:rPr>
          <w:rtl/>
        </w:rPr>
      </w:pPr>
      <w:r>
        <w:rPr>
          <w:rtl/>
        </w:rPr>
        <w:t>9- مقصود يحيى بن زيد آن است كه خداوند مقدرات را تغيير مى دهد شايد كشته شدن من نيز از آن مقدرات باشد كه تغيير كند و اين تغيير را در اصطلاح اهل كلام بدا مى گويند و در مذهب ما بدا به معنى حقيقتى كه پشيمانى و تغيير راءى است درباره خداوند جايز نيست و اگر گاهى لفظ بدا اطلاق كنند مانند لفظ غضب و رضا و تاسف و رجاء بايد كرد</w:t>
      </w:r>
      <w:r w:rsidR="007D3118">
        <w:rPr>
          <w:rtl/>
        </w:rPr>
        <w:t xml:space="preserve">، </w:t>
      </w:r>
      <w:r>
        <w:rPr>
          <w:rtl/>
        </w:rPr>
        <w:t>و ما شرح آن را در حاشيه وافى گفته ايم</w:t>
      </w:r>
      <w:r w:rsidR="007D3118">
        <w:rPr>
          <w:rtl/>
        </w:rPr>
        <w:t xml:space="preserve">. </w:t>
      </w:r>
      <w:r>
        <w:rPr>
          <w:rtl/>
        </w:rPr>
        <w:t>غضب خداوند آن است كه با دشمنان معاند مانند رفتار مى كنند و رضاى او آن كه با دوستان مانند مردم خشنود عمل مى فرمايد</w:t>
      </w:r>
      <w:r w:rsidR="007D3118">
        <w:rPr>
          <w:rtl/>
        </w:rPr>
        <w:t xml:space="preserve">، </w:t>
      </w:r>
      <w:r>
        <w:rPr>
          <w:rtl/>
        </w:rPr>
        <w:t>همچنين در تاءويل بدا گوييم</w:t>
      </w:r>
      <w:r w:rsidR="007D3118">
        <w:rPr>
          <w:rtl/>
        </w:rPr>
        <w:t xml:space="preserve">: </w:t>
      </w:r>
      <w:r>
        <w:rPr>
          <w:rtl/>
        </w:rPr>
        <w:t>بيمار مشرف بر موت مثلا كه صدقه دهد و بلا از او رفع گردد</w:t>
      </w:r>
      <w:r w:rsidR="007D3118">
        <w:rPr>
          <w:rtl/>
        </w:rPr>
        <w:t xml:space="preserve">، </w:t>
      </w:r>
      <w:r>
        <w:rPr>
          <w:rtl/>
        </w:rPr>
        <w:t>رفتار خداوند درباره او شبيه كسى است كه اراده اش تغيير كرده و از راءى اول برگشته وگرنه خداوند مى داند كه بيمار صدقه خواهد داد و نخواهد مرد و علم خدا درباره او به زنده ماندن تعلق گرفته است</w:t>
      </w:r>
      <w:r w:rsidR="007D3118">
        <w:rPr>
          <w:rtl/>
        </w:rPr>
        <w:t xml:space="preserve">، </w:t>
      </w:r>
      <w:r>
        <w:rPr>
          <w:rtl/>
        </w:rPr>
        <w:t>و در روايات بسيار آمده است كه خداوند چون اخبار آينده را براى پيغمبران و اولياى خود بيان كند آن را تغيير نمى دهد چون موجب تكذيب آنان و سستى عقايد مردم مى گردد و اين روايات معتبر و موافق اصول مذهب است</w:t>
      </w:r>
      <w:r w:rsidR="007D3118">
        <w:rPr>
          <w:rtl/>
        </w:rPr>
        <w:t xml:space="preserve">. </w:t>
      </w:r>
      <w:r>
        <w:rPr>
          <w:rtl/>
        </w:rPr>
        <w:t>و در روايات ضعيفى آمده است كه در آن چه امام و پيغمبر خبر دهند هم شايد واقع شود و گروهى گفته اند</w:t>
      </w:r>
      <w:r w:rsidR="007D3118">
        <w:rPr>
          <w:rtl/>
        </w:rPr>
        <w:t xml:space="preserve">: </w:t>
      </w:r>
      <w:r>
        <w:rPr>
          <w:rtl/>
        </w:rPr>
        <w:t>اين گونه اخبار كه بر خلاف واقع مى شود به علت آن است كه نفس امام و پيغمبر به عالم محور و اثبات متصل مى شود كه هر چه در آن جا هست قابل تغيير است و اگر به عالم لوح محفوظ متصل شود آن چه در يابد قابل تغيير نيست و به تعبير شرعى بايد گفت</w:t>
      </w:r>
      <w:r w:rsidR="007D3118">
        <w:rPr>
          <w:rtl/>
        </w:rPr>
        <w:t xml:space="preserve">: </w:t>
      </w:r>
      <w:r>
        <w:rPr>
          <w:rtl/>
        </w:rPr>
        <w:t>فرشتگان عالم محور و اثبات خير صحيح از امور آينده ندارند و بر حسب ظاهر اسباب هر چه بفهمد الهام مى كنند</w:t>
      </w:r>
      <w:r w:rsidR="007D3118">
        <w:rPr>
          <w:rtl/>
        </w:rPr>
        <w:t xml:space="preserve">. </w:t>
      </w:r>
      <w:r>
        <w:rPr>
          <w:rtl/>
        </w:rPr>
        <w:t xml:space="preserve">از طرف همين فرشتگان به حضرت امام جعفر صادق </w:t>
      </w:r>
      <w:r w:rsidR="000C598D" w:rsidRPr="000C598D">
        <w:rPr>
          <w:rStyle w:val="libAlaemChar"/>
          <w:rtl/>
        </w:rPr>
        <w:t>عليه‌السلام</w:t>
      </w:r>
      <w:r w:rsidR="007D3118">
        <w:rPr>
          <w:rtl/>
        </w:rPr>
        <w:t xml:space="preserve"> </w:t>
      </w:r>
      <w:r>
        <w:rPr>
          <w:rtl/>
        </w:rPr>
        <w:t xml:space="preserve">الهام شد يا وحى رسيد كه اسماعيل امام بعد از آن حضرت </w:t>
      </w:r>
      <w:r w:rsidR="000C598D" w:rsidRPr="000C598D">
        <w:rPr>
          <w:rStyle w:val="libAlaemChar"/>
          <w:rtl/>
        </w:rPr>
        <w:t>عليه‌السلام</w:t>
      </w:r>
      <w:r w:rsidR="007D3118">
        <w:rPr>
          <w:rtl/>
        </w:rPr>
        <w:t xml:space="preserve"> </w:t>
      </w:r>
      <w:r>
        <w:rPr>
          <w:rtl/>
        </w:rPr>
        <w:t xml:space="preserve">از آن حضرت </w:t>
      </w:r>
      <w:r w:rsidR="000C598D" w:rsidRPr="000C598D">
        <w:rPr>
          <w:rStyle w:val="libAlaemChar"/>
          <w:rtl/>
        </w:rPr>
        <w:t>عليه‌السلام</w:t>
      </w:r>
      <w:r w:rsidR="007D3118">
        <w:rPr>
          <w:rtl/>
        </w:rPr>
        <w:t xml:space="preserve"> </w:t>
      </w:r>
      <w:r>
        <w:rPr>
          <w:rtl/>
        </w:rPr>
        <w:t>است و او اصحاب را خبر داد</w:t>
      </w:r>
      <w:r w:rsidR="007D3118">
        <w:rPr>
          <w:rtl/>
        </w:rPr>
        <w:t xml:space="preserve">، </w:t>
      </w:r>
      <w:r>
        <w:rPr>
          <w:rtl/>
        </w:rPr>
        <w:t>اما اين فرشته بر حسب ظاهر چنين فهميده بود و نمى دانست قبل از آن حضرت وفات مى كند از اين جهت فرمود</w:t>
      </w:r>
      <w:r w:rsidR="007D3118">
        <w:rPr>
          <w:rtl/>
        </w:rPr>
        <w:t xml:space="preserve">: </w:t>
      </w:r>
      <w:r>
        <w:rPr>
          <w:rtl/>
        </w:rPr>
        <w:t>درباره اسماعيل بدا شد</w:t>
      </w:r>
      <w:r w:rsidR="007D3118">
        <w:rPr>
          <w:rtl/>
        </w:rPr>
        <w:t xml:space="preserve">، </w:t>
      </w:r>
      <w:r>
        <w:rPr>
          <w:rtl/>
        </w:rPr>
        <w:t>و به نظر من اين سخن صحيح نيست</w:t>
      </w:r>
      <w:r w:rsidR="007D3118">
        <w:rPr>
          <w:rtl/>
        </w:rPr>
        <w:t xml:space="preserve">. </w:t>
      </w:r>
    </w:p>
    <w:p w:rsidR="008D57EF" w:rsidRDefault="008D57EF" w:rsidP="000A4C2B">
      <w:pPr>
        <w:pStyle w:val="libFootnote"/>
        <w:rPr>
          <w:rtl/>
        </w:rPr>
      </w:pPr>
      <w:r>
        <w:rPr>
          <w:rtl/>
        </w:rPr>
        <w:lastRenderedPageBreak/>
        <w:t>10- راوى حديث</w:t>
      </w:r>
      <w:r w:rsidR="007D3118">
        <w:rPr>
          <w:rtl/>
        </w:rPr>
        <w:t xml:space="preserve">، </w:t>
      </w:r>
      <w:r>
        <w:rPr>
          <w:rtl/>
        </w:rPr>
        <w:t>تمسك به اصل برائت كرده است</w:t>
      </w:r>
      <w:r w:rsidR="007D3118">
        <w:rPr>
          <w:rtl/>
        </w:rPr>
        <w:t xml:space="preserve">، </w:t>
      </w:r>
      <w:r>
        <w:rPr>
          <w:rtl/>
        </w:rPr>
        <w:t>يعنى چيزى كه امام و پيغمبر منع نكرده</w:t>
      </w:r>
      <w:r w:rsidR="007D3118">
        <w:rPr>
          <w:rtl/>
        </w:rPr>
        <w:t xml:space="preserve">، </w:t>
      </w:r>
      <w:r>
        <w:rPr>
          <w:rtl/>
        </w:rPr>
        <w:t>مى توان به جاى آورد</w:t>
      </w:r>
      <w:r w:rsidR="007D3118">
        <w:rPr>
          <w:rtl/>
        </w:rPr>
        <w:t xml:space="preserve">. </w:t>
      </w:r>
    </w:p>
    <w:p w:rsidR="008D57EF" w:rsidRDefault="008D57EF" w:rsidP="000A4C2B">
      <w:pPr>
        <w:pStyle w:val="libFootnote"/>
      </w:pPr>
      <w:r>
        <w:rPr>
          <w:rtl/>
        </w:rPr>
        <w:t>11- صحيفه طومارى بزرگ است از يك ورقه كاغذ بلند و كم عرض</w:t>
      </w:r>
      <w:r w:rsidR="007D3118">
        <w:rPr>
          <w:rtl/>
        </w:rPr>
        <w:t xml:space="preserve">، </w:t>
      </w:r>
      <w:r>
        <w:rPr>
          <w:rtl/>
        </w:rPr>
        <w:t>بر گرد ميله آهنى پيچيده و بر منتهاى آن نيز قطه اى آهن به كار برده كه پس از پيچيدن آن قطعه آهن را با سر ميله اول به هم بسته و قفل كرده و مهر مى زدند و گاه طومار پيچيده را به موم چسبانيده مهر مى زدند</w:t>
      </w:r>
      <w:r w:rsidR="007D3118">
        <w:rPr>
          <w:rtl/>
        </w:rPr>
        <w:t xml:space="preserve">. </w:t>
      </w:r>
    </w:p>
    <w:p w:rsidR="008D57EF" w:rsidRDefault="008D57EF" w:rsidP="000A4C2B">
      <w:pPr>
        <w:pStyle w:val="libFootnote"/>
        <w:rPr>
          <w:rtl/>
        </w:rPr>
      </w:pPr>
      <w:r>
        <w:rPr>
          <w:rtl/>
        </w:rPr>
        <w:t>12- اين كلام دلالت دارد بر آن كه يحيى و امثال او از ائمه زيديه هر چند مخالفت فرمان ائمه نمودند و به شمشير خروج كردند</w:t>
      </w:r>
      <w:r w:rsidR="007D3118">
        <w:rPr>
          <w:rtl/>
        </w:rPr>
        <w:t xml:space="preserve">، </w:t>
      </w:r>
      <w:r>
        <w:rPr>
          <w:rtl/>
        </w:rPr>
        <w:t xml:space="preserve">اهل نجاتند زيرا كه غرضشان عناد و دشمنى با ائمه </w:t>
      </w:r>
      <w:r w:rsidR="000C598D" w:rsidRPr="000C598D">
        <w:rPr>
          <w:rStyle w:val="libAlaemChar"/>
          <w:rtl/>
        </w:rPr>
        <w:t>عليهم‌السلام</w:t>
      </w:r>
      <w:r w:rsidR="007D3118">
        <w:rPr>
          <w:rtl/>
        </w:rPr>
        <w:t xml:space="preserve"> </w:t>
      </w:r>
      <w:r>
        <w:rPr>
          <w:rtl/>
        </w:rPr>
        <w:t>نبود و چون معصوم نبودند خطا و اشتباه مى كردند و هيچ كس از اين گونه امور خالى نيست</w:t>
      </w:r>
      <w:r w:rsidR="007D3118">
        <w:rPr>
          <w:rtl/>
        </w:rPr>
        <w:t xml:space="preserve">. </w:t>
      </w:r>
    </w:p>
    <w:p w:rsidR="008D57EF" w:rsidRDefault="008D57EF" w:rsidP="000A4C2B">
      <w:pPr>
        <w:pStyle w:val="libFootnote"/>
        <w:rPr>
          <w:rtl/>
        </w:rPr>
      </w:pPr>
      <w:r>
        <w:rPr>
          <w:rtl/>
        </w:rPr>
        <w:t>13- سيد عليخان از جد خود ميرنظام الدين احمد قدس سره روايت كرده است كه گفت</w:t>
      </w:r>
      <w:r w:rsidR="007D3118">
        <w:rPr>
          <w:rtl/>
        </w:rPr>
        <w:t xml:space="preserve">: </w:t>
      </w:r>
      <w:r>
        <w:rPr>
          <w:rtl/>
        </w:rPr>
        <w:t>راءى درست نزد من آن است كه فرود آمدن وحى و فرشته بر پيغمبران بدين گونه است كه آن چه از طرف خداوند يا از فرشته او وحى مى شود</w:t>
      </w:r>
      <w:r w:rsidR="007D3118">
        <w:rPr>
          <w:rtl/>
        </w:rPr>
        <w:t xml:space="preserve">، </w:t>
      </w:r>
      <w:r>
        <w:rPr>
          <w:rtl/>
        </w:rPr>
        <w:t>روح پيغمبر اولا آن را به طريق روحانى فرا مى گيرد</w:t>
      </w:r>
      <w:r w:rsidR="007D3118">
        <w:rPr>
          <w:rtl/>
        </w:rPr>
        <w:t xml:space="preserve">، </w:t>
      </w:r>
      <w:r>
        <w:rPr>
          <w:rtl/>
        </w:rPr>
        <w:t>پس از آن وحى به صورت صوت يا با فرشته به صورت جسم در حس مشترك او مجسم مى گردد و از آن جا كه به حس ظاهر مى شود و از آن در حس ‍ مشترك</w:t>
      </w:r>
      <w:r w:rsidR="007D3118">
        <w:rPr>
          <w:rtl/>
        </w:rPr>
        <w:t xml:space="preserve">، </w:t>
      </w:r>
      <w:r>
        <w:rPr>
          <w:rtl/>
        </w:rPr>
        <w:t>آن گاه در قوه عقليه</w:t>
      </w:r>
      <w:r w:rsidR="007D3118">
        <w:rPr>
          <w:rtl/>
        </w:rPr>
        <w:t xml:space="preserve">. </w:t>
      </w:r>
      <w:r>
        <w:rPr>
          <w:rtl/>
        </w:rPr>
        <w:t>براى آن كه اگر وحى به نزول جسمانى خارجى بود بى آن كه به طريق روحانى باشد براى پيغمبر هنگام نزول وحى حالتى شبيه دهشت و انصراف از عالم ظاهر حاصل نمى شد</w:t>
      </w:r>
      <w:r w:rsidR="007D3118">
        <w:rPr>
          <w:rtl/>
        </w:rPr>
        <w:t xml:space="preserve">، </w:t>
      </w:r>
      <w:r>
        <w:rPr>
          <w:rtl/>
        </w:rPr>
        <w:t>چنان كه از حال آن حضرت مشهود است</w:t>
      </w:r>
      <w:r w:rsidR="007D3118">
        <w:rPr>
          <w:rtl/>
        </w:rPr>
        <w:t xml:space="preserve">، </w:t>
      </w:r>
      <w:r>
        <w:rPr>
          <w:rtl/>
        </w:rPr>
        <w:t>بلكه سزاوار بود توجه نفس كامله او به ظاهر بيشتر و كامل تر باشد و حواس ظاهر در حال وى بيدارتر و حاضرتر بود</w:t>
      </w:r>
      <w:r w:rsidR="007D3118">
        <w:rPr>
          <w:rtl/>
        </w:rPr>
        <w:t xml:space="preserve">. </w:t>
      </w:r>
      <w:r>
        <w:rPr>
          <w:rtl/>
        </w:rPr>
        <w:t>آن گاه به كلام بيضاوى استشهاد كرده و آيه نزل به الروح الامين على قلبك و امثال آن را دليل آورده است</w:t>
      </w:r>
      <w:r w:rsidR="007D3118">
        <w:rPr>
          <w:rtl/>
        </w:rPr>
        <w:t xml:space="preserve">. </w:t>
      </w:r>
    </w:p>
    <w:p w:rsidR="008D57EF" w:rsidRDefault="008D57EF" w:rsidP="000A4C2B">
      <w:pPr>
        <w:pStyle w:val="libFootnote"/>
        <w:rPr>
          <w:rtl/>
        </w:rPr>
      </w:pPr>
      <w:r>
        <w:rPr>
          <w:rtl/>
        </w:rPr>
        <w:t>14- اين آيه در سوره مكى است و روياى پيغمبر (</w:t>
      </w:r>
      <w:r w:rsidR="00865B4A" w:rsidRPr="00865B4A">
        <w:rPr>
          <w:rStyle w:val="libAlaemChar"/>
          <w:rtl/>
        </w:rPr>
        <w:t>صلى‌الله‌عليه‌وآله‌وسلم</w:t>
      </w:r>
      <w:r w:rsidR="007D3118">
        <w:rPr>
          <w:rtl/>
        </w:rPr>
        <w:t xml:space="preserve">) </w:t>
      </w:r>
      <w:r>
        <w:rPr>
          <w:rtl/>
        </w:rPr>
        <w:t>بر منبر در مدينه بود</w:t>
      </w:r>
      <w:r w:rsidR="007D3118">
        <w:rPr>
          <w:rtl/>
        </w:rPr>
        <w:t xml:space="preserve">، </w:t>
      </w:r>
      <w:r>
        <w:rPr>
          <w:rtl/>
        </w:rPr>
        <w:t>چون اختراع منبر در مدينه و حديث رويا و تاءويل به بنى اميه در احاديث اهل سنت نيز وارد است و شبهه در آن نمى توان داشت</w:t>
      </w:r>
      <w:r w:rsidR="007D3118">
        <w:rPr>
          <w:rtl/>
        </w:rPr>
        <w:t xml:space="preserve">. </w:t>
      </w:r>
      <w:r>
        <w:rPr>
          <w:rtl/>
        </w:rPr>
        <w:t>ناچار يكى آاز دو احتمال را بايد قبول كرد</w:t>
      </w:r>
      <w:r w:rsidR="007D3118">
        <w:rPr>
          <w:rtl/>
        </w:rPr>
        <w:t xml:space="preserve">: </w:t>
      </w:r>
      <w:r>
        <w:rPr>
          <w:rtl/>
        </w:rPr>
        <w:t>يا آيه مدنى است و به دستور رسول خدا (</w:t>
      </w:r>
      <w:r w:rsidR="00865B4A" w:rsidRPr="00865B4A">
        <w:rPr>
          <w:rStyle w:val="libAlaemChar"/>
          <w:rtl/>
        </w:rPr>
        <w:t>صلى‌الله‌عليه‌وآله‌وسلم</w:t>
      </w:r>
      <w:r w:rsidR="007D3118">
        <w:rPr>
          <w:rtl/>
        </w:rPr>
        <w:t xml:space="preserve">) </w:t>
      </w:r>
      <w:r>
        <w:rPr>
          <w:rtl/>
        </w:rPr>
        <w:t>آن را ملحق به سوره بنى اسرائيل كردند</w:t>
      </w:r>
      <w:r w:rsidR="007D3118">
        <w:rPr>
          <w:rtl/>
        </w:rPr>
        <w:t xml:space="preserve">، </w:t>
      </w:r>
      <w:r>
        <w:rPr>
          <w:rtl/>
        </w:rPr>
        <w:t>يا آن كه اين آيه هم در مكه نازل شد و پس از آن جبرئيل آيه نازل شده را بار دوم در مدينه به خاطر پيغمبر (</w:t>
      </w:r>
      <w:r w:rsidR="00865B4A" w:rsidRPr="00865B4A">
        <w:rPr>
          <w:rStyle w:val="libAlaemChar"/>
          <w:rtl/>
        </w:rPr>
        <w:t>صلى‌الله‌عليه‌وآله‌وسلم</w:t>
      </w:r>
      <w:r w:rsidR="007D3118">
        <w:rPr>
          <w:rtl/>
        </w:rPr>
        <w:t xml:space="preserve">) </w:t>
      </w:r>
      <w:r>
        <w:rPr>
          <w:rtl/>
        </w:rPr>
        <w:t>آورد و آن حضرت (</w:t>
      </w:r>
      <w:r w:rsidR="00865B4A" w:rsidRPr="00865B4A">
        <w:rPr>
          <w:rStyle w:val="libAlaemChar"/>
          <w:rtl/>
        </w:rPr>
        <w:t>صلى‌الله‌عليه‌وآله‌وسلم</w:t>
      </w:r>
      <w:r w:rsidR="007D3118">
        <w:rPr>
          <w:rtl/>
        </w:rPr>
        <w:t xml:space="preserve">) </w:t>
      </w:r>
      <w:r>
        <w:rPr>
          <w:rtl/>
        </w:rPr>
        <w:t>دانست آن مضمون بر بنى اميه نيز منطبق است و تكرار نزول بعيد نيست</w:t>
      </w:r>
      <w:r w:rsidR="007D3118">
        <w:rPr>
          <w:rtl/>
        </w:rPr>
        <w:t xml:space="preserve">. </w:t>
      </w:r>
    </w:p>
    <w:p w:rsidR="008D57EF" w:rsidRDefault="008D57EF" w:rsidP="000A4C2B">
      <w:pPr>
        <w:pStyle w:val="libFootnote"/>
        <w:rPr>
          <w:rtl/>
        </w:rPr>
      </w:pPr>
      <w:r>
        <w:rPr>
          <w:rtl/>
        </w:rPr>
        <w:t>15- آسياى ضلالت اشاره به دولت معاويه است</w:t>
      </w:r>
      <w:r w:rsidR="007D3118">
        <w:rPr>
          <w:rtl/>
        </w:rPr>
        <w:t xml:space="preserve">، </w:t>
      </w:r>
      <w:r>
        <w:rPr>
          <w:rtl/>
        </w:rPr>
        <w:t>و ملك فرعون ها اشاره به سلاطين بنى مرون</w:t>
      </w:r>
      <w:r w:rsidR="007D3118">
        <w:rPr>
          <w:rtl/>
        </w:rPr>
        <w:t xml:space="preserve">. </w:t>
      </w:r>
    </w:p>
    <w:p w:rsidR="008D57EF" w:rsidRDefault="008D57EF" w:rsidP="000A4C2B">
      <w:pPr>
        <w:pStyle w:val="libFootnote"/>
        <w:rPr>
          <w:rtl/>
        </w:rPr>
      </w:pPr>
      <w:r>
        <w:rPr>
          <w:rtl/>
        </w:rPr>
        <w:lastRenderedPageBreak/>
        <w:t>16- امام فخر رازى گويد</w:t>
      </w:r>
      <w:r w:rsidR="007D3118">
        <w:rPr>
          <w:rtl/>
        </w:rPr>
        <w:t xml:space="preserve">: </w:t>
      </w:r>
      <w:r>
        <w:rPr>
          <w:rtl/>
        </w:rPr>
        <w:t>هزار ماه دولت بنى اميه نيك نبود تا مدح گويند از آن بهتر است</w:t>
      </w:r>
      <w:r w:rsidR="007D3118">
        <w:rPr>
          <w:rtl/>
        </w:rPr>
        <w:t xml:space="preserve">. </w:t>
      </w:r>
      <w:r>
        <w:rPr>
          <w:rtl/>
        </w:rPr>
        <w:t>چون هر شب منحوسى از دولت بنى اميه بهتر است</w:t>
      </w:r>
      <w:r w:rsidR="007D3118">
        <w:rPr>
          <w:rtl/>
        </w:rPr>
        <w:t xml:space="preserve">، </w:t>
      </w:r>
      <w:r>
        <w:rPr>
          <w:rtl/>
        </w:rPr>
        <w:t>پس ‍ اين تاءويل در قرآن صحيح نيست</w:t>
      </w:r>
      <w:r w:rsidR="007D3118">
        <w:rPr>
          <w:rtl/>
        </w:rPr>
        <w:t xml:space="preserve">، </w:t>
      </w:r>
      <w:r>
        <w:rPr>
          <w:rtl/>
        </w:rPr>
        <w:t>يكى از علما در جواب گويد</w:t>
      </w:r>
      <w:r w:rsidR="007D3118">
        <w:rPr>
          <w:rtl/>
        </w:rPr>
        <w:t xml:space="preserve">: </w:t>
      </w:r>
      <w:r>
        <w:rPr>
          <w:rtl/>
        </w:rPr>
        <w:t>به اعتبار وفو نعمت و غلبه دنيوى بر ممالك گيتى دوران بنى اميه براى آن ها نيك بود</w:t>
      </w:r>
      <w:r w:rsidR="007D3118">
        <w:rPr>
          <w:rtl/>
        </w:rPr>
        <w:t xml:space="preserve">، </w:t>
      </w:r>
      <w:r>
        <w:rPr>
          <w:rtl/>
        </w:rPr>
        <w:t>پس صحيح است گفته شود شب قدر از آن بهتر است چنان كه گويند يك درهم مال حلال از هزار دينار بهتر است و يك روز طاعت از يك عمر لذت معصيت بهتر است</w:t>
      </w:r>
      <w:r w:rsidR="007D3118">
        <w:rPr>
          <w:rtl/>
        </w:rPr>
        <w:t xml:space="preserve">. </w:t>
      </w:r>
    </w:p>
    <w:p w:rsidR="008D57EF" w:rsidRDefault="008D57EF" w:rsidP="000A4C2B">
      <w:pPr>
        <w:pStyle w:val="libFootnote"/>
        <w:rPr>
          <w:rtl/>
        </w:rPr>
      </w:pPr>
      <w:r>
        <w:rPr>
          <w:rtl/>
        </w:rPr>
        <w:t>17- نسخه صحيفه متداول در زمان ما پنجاه و چهار باب است</w:t>
      </w:r>
      <w:r w:rsidR="007D3118">
        <w:rPr>
          <w:rtl/>
        </w:rPr>
        <w:t xml:space="preserve">، </w:t>
      </w:r>
      <w:r>
        <w:rPr>
          <w:rtl/>
        </w:rPr>
        <w:t>پس ده باب ديگر هم در دست روات ديگر مقصود گرديده است و در اسناد ديگر كه از مطهرى ذكر كرده است</w:t>
      </w:r>
      <w:r w:rsidR="007D3118">
        <w:rPr>
          <w:rtl/>
        </w:rPr>
        <w:t xml:space="preserve">، </w:t>
      </w:r>
      <w:r>
        <w:rPr>
          <w:rtl/>
        </w:rPr>
        <w:t>ظاهر ذكرى از هفتاد باب و مفقود شدن يازده باب نيست بلكه پنجاه و چهار باب را به تفصيل ذكر كرده است</w:t>
      </w:r>
      <w:r w:rsidR="007D3118">
        <w:rPr>
          <w:rtl/>
        </w:rPr>
        <w:t xml:space="preserve">. </w:t>
      </w:r>
    </w:p>
    <w:p w:rsidR="008D57EF" w:rsidRDefault="008D57EF" w:rsidP="000A4C2B">
      <w:pPr>
        <w:pStyle w:val="libFootnote"/>
        <w:rPr>
          <w:rtl/>
        </w:rPr>
      </w:pPr>
      <w:r>
        <w:rPr>
          <w:rtl/>
        </w:rPr>
        <w:t>18- استاد ديگرى است در روايت صحيفه و راوى آن ظاهرا همان عكبرى معدل است كه در اسناد اول گذشت و ظاهرا رؤ ياى پيغمبر (</w:t>
      </w:r>
      <w:r w:rsidR="00865B4A" w:rsidRPr="00865B4A">
        <w:rPr>
          <w:rStyle w:val="libAlaemChar"/>
          <w:rtl/>
        </w:rPr>
        <w:t>صلى‌الله‌عليه‌وآله‌وسلم</w:t>
      </w:r>
      <w:r w:rsidR="007D3118">
        <w:rPr>
          <w:rtl/>
        </w:rPr>
        <w:t xml:space="preserve">) </w:t>
      </w:r>
      <w:r>
        <w:rPr>
          <w:rtl/>
        </w:rPr>
        <w:t>نيز در اين روايت مذكور است</w:t>
      </w:r>
      <w:r w:rsidR="007D3118">
        <w:rPr>
          <w:rtl/>
        </w:rPr>
        <w:t xml:space="preserve">. </w:t>
      </w:r>
      <w:r>
        <w:rPr>
          <w:rtl/>
        </w:rPr>
        <w:t>اما آيات قرآنى كه تاءويل به بنى اميه شده است شايد مذكور نبوده و در كتاب كفآية الاثر هم روايت ملاقات متوكل بن هارون و يحيى زيد و مقدمه صحيفه را آورده است با اختلاف بسيار و زياده و نقصان</w:t>
      </w:r>
      <w:r w:rsidR="007D3118">
        <w:rPr>
          <w:rtl/>
        </w:rPr>
        <w:t xml:space="preserve">. </w:t>
      </w:r>
    </w:p>
    <w:p w:rsidR="008D57EF" w:rsidRDefault="008D57EF" w:rsidP="000A4C2B">
      <w:pPr>
        <w:pStyle w:val="libFootnote"/>
        <w:rPr>
          <w:rtl/>
        </w:rPr>
      </w:pPr>
      <w:r>
        <w:rPr>
          <w:rtl/>
        </w:rPr>
        <w:t>19- روزبه (به فتح زاء و باء و هاء</w:t>
      </w:r>
      <w:r w:rsidR="007D3118">
        <w:rPr>
          <w:rtl/>
        </w:rPr>
        <w:t xml:space="preserve">) </w:t>
      </w:r>
      <w:r>
        <w:rPr>
          <w:rtl/>
        </w:rPr>
        <w:t>چون غير منصرف است و جر آن به فتحه معرب روز به مركب از روز و به فارسى است</w:t>
      </w:r>
      <w:r w:rsidR="007D3118">
        <w:rPr>
          <w:rtl/>
        </w:rPr>
        <w:t xml:space="preserve">. </w:t>
      </w:r>
    </w:p>
    <w:p w:rsidR="008D57EF" w:rsidRDefault="008D57EF" w:rsidP="000A4C2B">
      <w:pPr>
        <w:pStyle w:val="libFootnote"/>
        <w:rPr>
          <w:rtl/>
        </w:rPr>
      </w:pPr>
      <w:r>
        <w:rPr>
          <w:rtl/>
        </w:rPr>
        <w:t>20- رحبه (به فتح راء و حاء</w:t>
      </w:r>
      <w:r w:rsidR="007D3118">
        <w:rPr>
          <w:rtl/>
        </w:rPr>
        <w:t xml:space="preserve">) </w:t>
      </w:r>
      <w:r>
        <w:rPr>
          <w:rtl/>
        </w:rPr>
        <w:t>محله اى است به بغداد</w:t>
      </w:r>
      <w:r w:rsidR="007D3118">
        <w:rPr>
          <w:rtl/>
        </w:rPr>
        <w:t xml:space="preserve">. </w:t>
      </w:r>
      <w:r>
        <w:rPr>
          <w:rtl/>
        </w:rPr>
        <w:t xml:space="preserve">از راويان اين اسناد محمد بن حسن بن روزبه مجهول است و محمد بن احمد مطهرى را به مدح و ذم وصف نكرده است و از اصحاب حضرت هادى </w:t>
      </w:r>
      <w:r w:rsidR="000C598D" w:rsidRPr="000C598D">
        <w:rPr>
          <w:rStyle w:val="libAlaemChar"/>
          <w:rtl/>
        </w:rPr>
        <w:t>عليه‌السلام</w:t>
      </w:r>
      <w:r w:rsidR="007D3118">
        <w:rPr>
          <w:rtl/>
        </w:rPr>
        <w:t xml:space="preserve"> </w:t>
      </w:r>
      <w:r>
        <w:rPr>
          <w:rtl/>
        </w:rPr>
        <w:t xml:space="preserve">است و با او مكاتبه دارد و داخل در اسناد شيخ طوسى رحمه الله است و آن دعا كه حضرت امام جعفر صادق </w:t>
      </w:r>
      <w:r w:rsidR="000C598D" w:rsidRPr="000C598D">
        <w:rPr>
          <w:rStyle w:val="libAlaemChar"/>
          <w:rtl/>
        </w:rPr>
        <w:t>عليه‌السلام</w:t>
      </w:r>
      <w:r w:rsidR="007D3118">
        <w:rPr>
          <w:rtl/>
        </w:rPr>
        <w:t xml:space="preserve"> </w:t>
      </w:r>
      <w:r>
        <w:rPr>
          <w:rtl/>
        </w:rPr>
        <w:t>به متوكل داده بود و يحيى آن را مى خواست و نمى داد هم از ادعيه صحيفه بود و در نسخه اى كه يحيى داشت موجود نبوده است</w:t>
      </w:r>
      <w:r w:rsidR="007D3118">
        <w:rPr>
          <w:rtl/>
        </w:rPr>
        <w:t xml:space="preserve">. </w:t>
      </w:r>
    </w:p>
    <w:p w:rsidR="008D57EF" w:rsidRDefault="008D57EF" w:rsidP="000A4C2B">
      <w:pPr>
        <w:pStyle w:val="libFootnote"/>
        <w:rPr>
          <w:rtl/>
        </w:rPr>
      </w:pPr>
      <w:r>
        <w:rPr>
          <w:rtl/>
        </w:rPr>
        <w:t>21- اگر گويند نعيم اهل بهشت جاودان است چنان كه عذاب دوزخيان</w:t>
      </w:r>
      <w:r w:rsidR="007D3118">
        <w:rPr>
          <w:rtl/>
        </w:rPr>
        <w:t xml:space="preserve">، </w:t>
      </w:r>
      <w:r>
        <w:rPr>
          <w:rtl/>
        </w:rPr>
        <w:t>كه تا خدا هست بهشت و دوزخ نيز هست</w:t>
      </w:r>
      <w:r w:rsidR="007D3118">
        <w:rPr>
          <w:rtl/>
        </w:rPr>
        <w:t xml:space="preserve">، </w:t>
      </w:r>
      <w:r>
        <w:rPr>
          <w:rtl/>
        </w:rPr>
        <w:t>چگونه فرمود كه او آخر است و پس از او چيزى نباشد</w:t>
      </w:r>
      <w:r w:rsidR="007D3118">
        <w:rPr>
          <w:rtl/>
        </w:rPr>
        <w:t xml:space="preserve">. </w:t>
      </w:r>
    </w:p>
    <w:p w:rsidR="008D57EF" w:rsidRDefault="008D57EF" w:rsidP="000A4C2B">
      <w:pPr>
        <w:pStyle w:val="libFootnote"/>
        <w:rPr>
          <w:rtl/>
        </w:rPr>
      </w:pPr>
      <w:r>
        <w:rPr>
          <w:rtl/>
        </w:rPr>
        <w:t>در جواب گوييم مقصود تاخر زمانى نيست</w:t>
      </w:r>
      <w:r w:rsidR="007D3118">
        <w:rPr>
          <w:rtl/>
        </w:rPr>
        <w:t xml:space="preserve">، </w:t>
      </w:r>
      <w:r>
        <w:rPr>
          <w:rtl/>
        </w:rPr>
        <w:t>بلكه تاخر غايى است</w:t>
      </w:r>
      <w:r w:rsidR="007D3118">
        <w:rPr>
          <w:rtl/>
        </w:rPr>
        <w:t xml:space="preserve">، </w:t>
      </w:r>
      <w:r>
        <w:rPr>
          <w:rtl/>
        </w:rPr>
        <w:t>چون خداوند هم علت فاعلى است و هم علت غايى</w:t>
      </w:r>
      <w:r w:rsidR="007D3118">
        <w:rPr>
          <w:rtl/>
        </w:rPr>
        <w:t xml:space="preserve">، </w:t>
      </w:r>
      <w:r>
        <w:rPr>
          <w:rtl/>
        </w:rPr>
        <w:t>به اعتبار اول مقدم است بر همه و به اعتبار دوم موخر است و اين گونه تقدم و تاخر منافات با معيت زمانى دارد</w:t>
      </w:r>
      <w:r w:rsidR="007D3118">
        <w:rPr>
          <w:rtl/>
        </w:rPr>
        <w:t xml:space="preserve">. </w:t>
      </w:r>
    </w:p>
    <w:p w:rsidR="008D57EF" w:rsidRDefault="008D57EF" w:rsidP="000A4C2B">
      <w:pPr>
        <w:pStyle w:val="libFootnote"/>
        <w:rPr>
          <w:rtl/>
        </w:rPr>
      </w:pPr>
      <w:r>
        <w:rPr>
          <w:rtl/>
        </w:rPr>
        <w:t>22- اشاره به حركت جوهرى است و اين كه غايت خلقت او است</w:t>
      </w:r>
      <w:r w:rsidR="007D3118">
        <w:rPr>
          <w:rtl/>
        </w:rPr>
        <w:t xml:space="preserve">. </w:t>
      </w:r>
      <w:r>
        <w:rPr>
          <w:rtl/>
        </w:rPr>
        <w:t>همه چيز در حركت جوياى اويند</w:t>
      </w:r>
      <w:r w:rsidR="007D3118">
        <w:rPr>
          <w:rtl/>
        </w:rPr>
        <w:t xml:space="preserve">، </w:t>
      </w:r>
      <w:r>
        <w:rPr>
          <w:rtl/>
        </w:rPr>
        <w:t>منه المبدء و اليه المصير</w:t>
      </w:r>
      <w:r w:rsidR="007D3118">
        <w:rPr>
          <w:rtl/>
        </w:rPr>
        <w:t xml:space="preserve">. </w:t>
      </w:r>
      <w:r>
        <w:rPr>
          <w:rtl/>
        </w:rPr>
        <w:t>همه هستند سرگردان چو پرگار</w:t>
      </w:r>
      <w:r w:rsidR="007D3118">
        <w:rPr>
          <w:rtl/>
        </w:rPr>
        <w:t xml:space="preserve">. </w:t>
      </w:r>
      <w:r>
        <w:rPr>
          <w:rtl/>
        </w:rPr>
        <w:t>پديد آرنده خود را طلبكار</w:t>
      </w:r>
      <w:r w:rsidR="007D3118">
        <w:rPr>
          <w:rtl/>
        </w:rPr>
        <w:t xml:space="preserve">. </w:t>
      </w:r>
    </w:p>
    <w:p w:rsidR="008D57EF" w:rsidRDefault="008D57EF" w:rsidP="000A4C2B">
      <w:pPr>
        <w:pStyle w:val="libFootnote"/>
        <w:rPr>
          <w:rtl/>
        </w:rPr>
      </w:pPr>
      <w:r>
        <w:rPr>
          <w:rtl/>
        </w:rPr>
        <w:lastRenderedPageBreak/>
        <w:t>همه مى كوشند تا به كمالى رسند و خود را مانند كامل تر از خود سازند</w:t>
      </w:r>
      <w:r w:rsidR="007D3118">
        <w:rPr>
          <w:rtl/>
        </w:rPr>
        <w:t xml:space="preserve">، </w:t>
      </w:r>
      <w:r>
        <w:rPr>
          <w:rtl/>
        </w:rPr>
        <w:t>غير از واجب الوجود كه كامل است</w:t>
      </w:r>
      <w:r w:rsidR="007D3118">
        <w:rPr>
          <w:rtl/>
        </w:rPr>
        <w:t xml:space="preserve">، </w:t>
      </w:r>
      <w:r>
        <w:rPr>
          <w:rtl/>
        </w:rPr>
        <w:t>پس او غاية الغايات و منتهاى همه حركات است</w:t>
      </w:r>
      <w:r w:rsidR="007D3118">
        <w:rPr>
          <w:rtl/>
        </w:rPr>
        <w:t xml:space="preserve">، </w:t>
      </w:r>
      <w:r>
        <w:rPr>
          <w:rtl/>
        </w:rPr>
        <w:t>و هر ناقص طالب كمال خود را سوى او مى كشاند</w:t>
      </w:r>
      <w:r w:rsidR="007D3118">
        <w:rPr>
          <w:rtl/>
        </w:rPr>
        <w:t xml:space="preserve">. </w:t>
      </w:r>
    </w:p>
    <w:p w:rsidR="008D57EF" w:rsidRDefault="008D57EF" w:rsidP="000A4C2B">
      <w:pPr>
        <w:pStyle w:val="libFootnote"/>
        <w:rPr>
          <w:rtl/>
        </w:rPr>
      </w:pPr>
      <w:r>
        <w:rPr>
          <w:rtl/>
        </w:rPr>
        <w:t>23- موجود زنده جذب غذا مى كند يعنى هر ماده كه به ضرورى تن اوست به خود مى كشد</w:t>
      </w:r>
      <w:r w:rsidR="007D3118">
        <w:rPr>
          <w:rtl/>
        </w:rPr>
        <w:t xml:space="preserve">، </w:t>
      </w:r>
      <w:r>
        <w:rPr>
          <w:rtl/>
        </w:rPr>
        <w:t>چنان كه هوا را به تنفس و آب را به آشاميدن و طعام را به خوردن</w:t>
      </w:r>
      <w:r w:rsidR="007D3118">
        <w:rPr>
          <w:rtl/>
        </w:rPr>
        <w:t xml:space="preserve">. </w:t>
      </w:r>
      <w:r>
        <w:rPr>
          <w:rtl/>
        </w:rPr>
        <w:t>و هر چه فاسد و تباه شود</w:t>
      </w:r>
      <w:r w:rsidR="007D3118">
        <w:rPr>
          <w:rtl/>
        </w:rPr>
        <w:t xml:space="preserve">، </w:t>
      </w:r>
      <w:r>
        <w:rPr>
          <w:rtl/>
        </w:rPr>
        <w:t>از خويش دور مى كند</w:t>
      </w:r>
      <w:r w:rsidR="007D3118">
        <w:rPr>
          <w:rtl/>
        </w:rPr>
        <w:t xml:space="preserve">، </w:t>
      </w:r>
      <w:r>
        <w:rPr>
          <w:rtl/>
        </w:rPr>
        <w:t>مانند هواى درون ريه و عرق و فضولات ديگر</w:t>
      </w:r>
      <w:r w:rsidR="007D3118">
        <w:rPr>
          <w:rtl/>
        </w:rPr>
        <w:t xml:space="preserve">، </w:t>
      </w:r>
      <w:r>
        <w:rPr>
          <w:rtl/>
        </w:rPr>
        <w:t>معده آب و غذا را جذب مى كند و به روده ها مى رساند و عروق ما را ساريا از روده و معده جذب كرده</w:t>
      </w:r>
      <w:r w:rsidR="007D3118">
        <w:rPr>
          <w:rtl/>
        </w:rPr>
        <w:t xml:space="preserve">، </w:t>
      </w:r>
      <w:r>
        <w:rPr>
          <w:rtl/>
        </w:rPr>
        <w:t>به وريد باب و از آن جا به كبد مى برد و كبد به توسط رگ ها روده و معده جذب كرده به وريد باب و از آن جا به كبد مى برد و كبد توسط رگ ها آن را در بدن پراكنده مى سازد و حركات ريه و قلب آن را تصفيه كرده به همه اعضا بهره مى دهد و هر يك نيرويى دارد تا زنده است به دليل آن كه چون در گذرد مانند جسم جامد از حركت باز مى ماند</w:t>
      </w:r>
      <w:r w:rsidR="007D3118">
        <w:rPr>
          <w:rtl/>
        </w:rPr>
        <w:t xml:space="preserve">، </w:t>
      </w:r>
      <w:r>
        <w:rPr>
          <w:rtl/>
        </w:rPr>
        <w:t>معده همان معده است و غذا را جذب نمى كند</w:t>
      </w:r>
      <w:r w:rsidR="007D3118">
        <w:rPr>
          <w:rtl/>
        </w:rPr>
        <w:t xml:space="preserve">، </w:t>
      </w:r>
      <w:r>
        <w:rPr>
          <w:rtl/>
        </w:rPr>
        <w:t>قلب همان قلب است و حركت ندارد و هكذا و نيروى حيات اين ها هستند كه آلات را به كار مى دارند و اطبا اين ارواح را قوه ماسكه و جاذبه و دافعه را امثال آن گويند</w:t>
      </w:r>
      <w:r w:rsidR="007D3118">
        <w:rPr>
          <w:rtl/>
        </w:rPr>
        <w:t xml:space="preserve">. </w:t>
      </w:r>
    </w:p>
    <w:p w:rsidR="008D57EF" w:rsidRDefault="008D57EF" w:rsidP="000A4C2B">
      <w:pPr>
        <w:pStyle w:val="libFootnote"/>
        <w:rPr>
          <w:rtl/>
        </w:rPr>
      </w:pPr>
      <w:r>
        <w:rPr>
          <w:rtl/>
        </w:rPr>
        <w:t>24- در امم سابق هر كس پشيمان مى شد توبه او فورا قبول نمى گشت مگر با قربانى و كفارات و رياضت هاى سخت و دشور و در امت مرحومه به ندامت توبه پذيرفته مى شود مگر در معاصى بزرگ چنان كه جماعتى در عهد پيغمبر (</w:t>
      </w:r>
      <w:r w:rsidR="00865B4A" w:rsidRPr="00865B4A">
        <w:rPr>
          <w:rStyle w:val="libAlaemChar"/>
          <w:rtl/>
        </w:rPr>
        <w:t>صلى‌الله‌عليه‌وآله‌وسلم</w:t>
      </w:r>
      <w:r w:rsidR="007D3118">
        <w:rPr>
          <w:rtl/>
        </w:rPr>
        <w:t xml:space="preserve">) </w:t>
      </w:r>
      <w:r>
        <w:rPr>
          <w:rtl/>
        </w:rPr>
        <w:t>مخالفت كرده بودند</w:t>
      </w:r>
      <w:r w:rsidR="007D3118">
        <w:rPr>
          <w:rtl/>
        </w:rPr>
        <w:t xml:space="preserve">، </w:t>
      </w:r>
      <w:r>
        <w:rPr>
          <w:rtl/>
        </w:rPr>
        <w:t>پشيمان شدند روزها خود را به استوانه مسجد بستند و يا به كوه و صحرا عزلت گزيدند و گريه ها كردند و رنج ها كشيدند تا پس از چند روز توبه شان پذيرفته شد</w:t>
      </w:r>
      <w:r w:rsidR="007D3118">
        <w:rPr>
          <w:rtl/>
        </w:rPr>
        <w:t xml:space="preserve">. </w:t>
      </w:r>
    </w:p>
    <w:p w:rsidR="008D57EF" w:rsidRDefault="008D57EF" w:rsidP="000A4C2B">
      <w:pPr>
        <w:pStyle w:val="libFootnote"/>
        <w:rPr>
          <w:rtl/>
        </w:rPr>
      </w:pPr>
      <w:r>
        <w:rPr>
          <w:rtl/>
        </w:rPr>
        <w:t>25- به نظر اكثر علماى ما يا همه ايشان</w:t>
      </w:r>
      <w:r w:rsidR="007D3118">
        <w:rPr>
          <w:rtl/>
        </w:rPr>
        <w:t xml:space="preserve">، </w:t>
      </w:r>
      <w:r>
        <w:rPr>
          <w:rtl/>
        </w:rPr>
        <w:t>پيغمبر ما از ملائكه افضل باشند و محققى عرفا نيز مقام انسان كامل را به سبب جامعيت همه حضرات از همه برتر دانند</w:t>
      </w:r>
      <w:r w:rsidR="007D3118">
        <w:rPr>
          <w:rtl/>
        </w:rPr>
        <w:t xml:space="preserve">. </w:t>
      </w:r>
    </w:p>
    <w:p w:rsidR="008D57EF" w:rsidRDefault="008D57EF" w:rsidP="000A4C2B">
      <w:pPr>
        <w:pStyle w:val="libFootnote"/>
        <w:rPr>
          <w:rtl/>
        </w:rPr>
      </w:pPr>
      <w:r>
        <w:rPr>
          <w:rtl/>
        </w:rPr>
        <w:t>26- عرش به معنى تخت است و كرسى آن كه امروز صندلى گويند و هر دو نشانه سلطنت و كنايت از ملك و پادشاهى است</w:t>
      </w:r>
      <w:r w:rsidR="007D3118">
        <w:rPr>
          <w:rtl/>
        </w:rPr>
        <w:t xml:space="preserve">. </w:t>
      </w:r>
      <w:r>
        <w:rPr>
          <w:rtl/>
        </w:rPr>
        <w:t>و به تفسيرى كه در روايت آمده</w:t>
      </w:r>
      <w:r w:rsidR="007D3118">
        <w:rPr>
          <w:rtl/>
        </w:rPr>
        <w:t xml:space="preserve">: </w:t>
      </w:r>
      <w:r>
        <w:rPr>
          <w:rtl/>
        </w:rPr>
        <w:t>عرش و كرسى علم خدا است</w:t>
      </w:r>
      <w:r w:rsidR="007D3118">
        <w:rPr>
          <w:rtl/>
        </w:rPr>
        <w:t xml:space="preserve">، </w:t>
      </w:r>
      <w:r>
        <w:rPr>
          <w:rtl/>
        </w:rPr>
        <w:t>چون قدرت پروردگار و ملك او به علم است كه هر چه را موافق نظام اصلح داند و علمش بدان تعلق گيرد</w:t>
      </w:r>
      <w:r w:rsidR="007D3118">
        <w:rPr>
          <w:rtl/>
        </w:rPr>
        <w:t xml:space="preserve">، </w:t>
      </w:r>
      <w:r>
        <w:rPr>
          <w:rtl/>
        </w:rPr>
        <w:t>همان واقع شود</w:t>
      </w:r>
      <w:r w:rsidR="007D3118">
        <w:rPr>
          <w:rtl/>
        </w:rPr>
        <w:t xml:space="preserve">. </w:t>
      </w:r>
      <w:r>
        <w:rPr>
          <w:rtl/>
        </w:rPr>
        <w:t>پس تخت پادشاهى او به علم عنايى او است و حاملان عرش</w:t>
      </w:r>
      <w:r w:rsidR="007D3118">
        <w:rPr>
          <w:rtl/>
        </w:rPr>
        <w:t xml:space="preserve">، </w:t>
      </w:r>
      <w:r>
        <w:rPr>
          <w:rtl/>
        </w:rPr>
        <w:t>چند تن فرشتگان مقربند كه به اراده پروردگار دانا شده اند</w:t>
      </w:r>
      <w:r w:rsidR="007D3118">
        <w:rPr>
          <w:rtl/>
        </w:rPr>
        <w:t xml:space="preserve">. </w:t>
      </w:r>
      <w:r>
        <w:rPr>
          <w:rtl/>
        </w:rPr>
        <w:t xml:space="preserve">و در اين جهان موافق روايتى چهار تن از انبياى سلف و چهار تن از حجج خلف حامل عرش يا علم پروردگارند و آنان نوح و ابراهيم و موسى و عيسى و محمد و على و حسن و حسين </w:t>
      </w:r>
      <w:r w:rsidR="000C598D" w:rsidRPr="000C598D">
        <w:rPr>
          <w:rStyle w:val="libAlaemChar"/>
          <w:rtl/>
        </w:rPr>
        <w:t>عليهم‌السلام</w:t>
      </w:r>
      <w:r w:rsidR="007D3118">
        <w:rPr>
          <w:rtl/>
        </w:rPr>
        <w:t xml:space="preserve"> </w:t>
      </w:r>
      <w:r>
        <w:rPr>
          <w:rtl/>
        </w:rPr>
        <w:t>اند</w:t>
      </w:r>
      <w:r w:rsidR="007D3118">
        <w:rPr>
          <w:rtl/>
        </w:rPr>
        <w:t xml:space="preserve">. </w:t>
      </w:r>
      <w:r>
        <w:rPr>
          <w:rtl/>
        </w:rPr>
        <w:t xml:space="preserve">اعتقاد به فرشتگان جزء ايمان و از </w:t>
      </w:r>
      <w:r>
        <w:rPr>
          <w:rtl/>
        </w:rPr>
        <w:lastRenderedPageBreak/>
        <w:t>ضروريات دين اسلام و همه اديان سماوى است</w:t>
      </w:r>
      <w:r w:rsidR="007D3118">
        <w:rPr>
          <w:rtl/>
        </w:rPr>
        <w:t xml:space="preserve">، </w:t>
      </w:r>
      <w:r>
        <w:rPr>
          <w:rtl/>
        </w:rPr>
        <w:t>همه به وجود آنان معترفتند گرچه در ماهيت آنان مختلفند</w:t>
      </w:r>
      <w:r w:rsidR="007D3118">
        <w:rPr>
          <w:rtl/>
        </w:rPr>
        <w:t xml:space="preserve">. </w:t>
      </w:r>
    </w:p>
    <w:p w:rsidR="008D57EF" w:rsidRDefault="008D57EF" w:rsidP="000A4C2B">
      <w:pPr>
        <w:pStyle w:val="libFootnote"/>
        <w:rPr>
          <w:rtl/>
        </w:rPr>
      </w:pPr>
      <w:r>
        <w:rPr>
          <w:rtl/>
        </w:rPr>
        <w:t>27- عبارت از قيامت است و فرشتگان بر كناره آسمان نگرند و بر چيدن اجزاى جهان اشاره به آيه و الملك على ارجائها است كه درباره قيامت نازل شده است و بايد دانست كه ملائكه مانند انسان در حقيقت همان روح مجردند</w:t>
      </w:r>
      <w:r w:rsidR="007D3118">
        <w:rPr>
          <w:rtl/>
        </w:rPr>
        <w:t xml:space="preserve">، </w:t>
      </w:r>
      <w:r>
        <w:rPr>
          <w:rtl/>
        </w:rPr>
        <w:t>چنان كه بدن بى روح انسان نيست</w:t>
      </w:r>
      <w:r w:rsidR="007D3118">
        <w:rPr>
          <w:rtl/>
        </w:rPr>
        <w:t xml:space="preserve">، </w:t>
      </w:r>
      <w:r>
        <w:rPr>
          <w:rtl/>
        </w:rPr>
        <w:t>اما روح پس از خروج از بدن حقيقتا انسان است</w:t>
      </w:r>
      <w:r w:rsidR="007D3118">
        <w:rPr>
          <w:rtl/>
        </w:rPr>
        <w:t xml:space="preserve">، </w:t>
      </w:r>
      <w:r>
        <w:rPr>
          <w:rtl/>
        </w:rPr>
        <w:t>حقيقت فرشتگانى ذهم روح مجرد است و اجسام لطيفه كه براى آن ها تصور مى شود مقوم حقيقت آنان نيست</w:t>
      </w:r>
      <w:r w:rsidR="007D3118">
        <w:rPr>
          <w:rtl/>
        </w:rPr>
        <w:t xml:space="preserve">. </w:t>
      </w:r>
    </w:p>
    <w:p w:rsidR="008D57EF" w:rsidRDefault="008D57EF" w:rsidP="000A4C2B">
      <w:pPr>
        <w:pStyle w:val="libFootnote"/>
        <w:rPr>
          <w:rtl/>
        </w:rPr>
      </w:pPr>
      <w:r>
        <w:rPr>
          <w:rtl/>
        </w:rPr>
        <w:t>و حكما از فرشتگان به عقول و نفوس كليه تعبير مى كنند و تمثل آن ها به صور جسمانى به انشاء و ايجاد است</w:t>
      </w:r>
      <w:r w:rsidR="007D3118">
        <w:rPr>
          <w:rtl/>
        </w:rPr>
        <w:t xml:space="preserve">، </w:t>
      </w:r>
      <w:r>
        <w:rPr>
          <w:rtl/>
        </w:rPr>
        <w:t>نه تعلق به بخار و تنفس و نبض و خون</w:t>
      </w:r>
      <w:r w:rsidR="007D3118">
        <w:rPr>
          <w:rtl/>
        </w:rPr>
        <w:t xml:space="preserve">، </w:t>
      </w:r>
      <w:r>
        <w:rPr>
          <w:rtl/>
        </w:rPr>
        <w:t>و چون هر اثرى از هر قوه جسمانى ظاهر مى شود موافق حكمت و مصلحتى است كه نمى توان گفت قوه جسمانى آن را مى دانسته و ادراك كرده</w:t>
      </w:r>
      <w:r w:rsidR="007D3118">
        <w:rPr>
          <w:rtl/>
        </w:rPr>
        <w:t xml:space="preserve">، </w:t>
      </w:r>
      <w:r>
        <w:rPr>
          <w:rtl/>
        </w:rPr>
        <w:t>ناچار بايد گفت</w:t>
      </w:r>
      <w:r w:rsidR="007D3118">
        <w:rPr>
          <w:rtl/>
        </w:rPr>
        <w:t xml:space="preserve">: </w:t>
      </w:r>
      <w:r>
        <w:rPr>
          <w:rtl/>
        </w:rPr>
        <w:t>همه قوا در تدبير فرشته تاءثير مى كند مانند قلم در دست كاتب</w:t>
      </w:r>
      <w:r w:rsidR="007D3118">
        <w:rPr>
          <w:rtl/>
        </w:rPr>
        <w:t xml:space="preserve">. </w:t>
      </w:r>
    </w:p>
    <w:p w:rsidR="008D57EF" w:rsidRDefault="008D57EF" w:rsidP="000A4C2B">
      <w:pPr>
        <w:pStyle w:val="libFootnote"/>
        <w:rPr>
          <w:rtl/>
        </w:rPr>
      </w:pPr>
      <w:r>
        <w:rPr>
          <w:rtl/>
        </w:rPr>
        <w:t>28- در بعضى نسخ خفيقه (به خاى معجمه و فاء و ياء و قاف دو نقطه</w:t>
      </w:r>
      <w:r w:rsidR="007D3118">
        <w:rPr>
          <w:rtl/>
        </w:rPr>
        <w:t xml:space="preserve">) </w:t>
      </w:r>
      <w:r>
        <w:rPr>
          <w:rtl/>
        </w:rPr>
        <w:t>است و همين به نظر صحيح آمد و ترجمه كرديم و در بعضى نسخ حفيفه (به حاى مهمله ودو فاء</w:t>
      </w:r>
      <w:r w:rsidR="007D3118">
        <w:rPr>
          <w:rtl/>
        </w:rPr>
        <w:t xml:space="preserve">) </w:t>
      </w:r>
      <w:r>
        <w:rPr>
          <w:rtl/>
        </w:rPr>
        <w:t>است</w:t>
      </w:r>
      <w:r w:rsidR="007D3118">
        <w:rPr>
          <w:rtl/>
        </w:rPr>
        <w:t xml:space="preserve">، </w:t>
      </w:r>
      <w:r>
        <w:rPr>
          <w:rtl/>
        </w:rPr>
        <w:t>به نظر صحيح نمى رسد</w:t>
      </w:r>
      <w:r w:rsidR="007D3118">
        <w:rPr>
          <w:rtl/>
        </w:rPr>
        <w:t xml:space="preserve">، </w:t>
      </w:r>
      <w:r>
        <w:rPr>
          <w:rtl/>
        </w:rPr>
        <w:t>گويند</w:t>
      </w:r>
      <w:r w:rsidR="007D3118">
        <w:rPr>
          <w:rtl/>
        </w:rPr>
        <w:t xml:space="preserve">: </w:t>
      </w:r>
      <w:r>
        <w:rPr>
          <w:rtl/>
        </w:rPr>
        <w:t>خفق فلانا او را با تازيانه به پهناى شمشير زد و از اين جمله معلوم گرديد كه هر قطره باران با فرشته فرود مى آيد و هر ابر به مدد فرشته مى رود</w:t>
      </w:r>
      <w:r w:rsidR="007D3118">
        <w:rPr>
          <w:rtl/>
        </w:rPr>
        <w:t xml:space="preserve">. </w:t>
      </w:r>
      <w:r>
        <w:rPr>
          <w:rtl/>
        </w:rPr>
        <w:t>حكماى طبيعى گويند</w:t>
      </w:r>
      <w:r w:rsidR="007D3118">
        <w:rPr>
          <w:rtl/>
        </w:rPr>
        <w:t xml:space="preserve">: </w:t>
      </w:r>
      <w:r>
        <w:rPr>
          <w:rtl/>
        </w:rPr>
        <w:t>باران تقطير بخار آب درياها است و ابر توده هاى بخار است و راننده آن باد است</w:t>
      </w:r>
      <w:r w:rsidR="007D3118">
        <w:rPr>
          <w:rtl/>
        </w:rPr>
        <w:t xml:space="preserve">، </w:t>
      </w:r>
      <w:r>
        <w:rPr>
          <w:rtl/>
        </w:rPr>
        <w:t>چنان كه در قرآن است</w:t>
      </w:r>
      <w:r w:rsidR="007D3118">
        <w:rPr>
          <w:rtl/>
        </w:rPr>
        <w:t xml:space="preserve">: </w:t>
      </w:r>
      <w:r>
        <w:rPr>
          <w:rtl/>
        </w:rPr>
        <w:t>يرسل الرياح فتثير سحابا و رعد و برق</w:t>
      </w:r>
      <w:r w:rsidR="007D3118">
        <w:rPr>
          <w:rtl/>
        </w:rPr>
        <w:t xml:space="preserve">، </w:t>
      </w:r>
      <w:r>
        <w:rPr>
          <w:rtl/>
        </w:rPr>
        <w:t>برخورد مثبت و منفى از مغناطيس جوى است و برف و تگرگ به جاذبه زمين فرود آيند</w:t>
      </w:r>
      <w:r w:rsidR="007D3118">
        <w:rPr>
          <w:rtl/>
        </w:rPr>
        <w:t xml:space="preserve">. </w:t>
      </w:r>
      <w:r>
        <w:rPr>
          <w:rtl/>
        </w:rPr>
        <w:t>و الهيون گويند</w:t>
      </w:r>
      <w:r w:rsidR="007D3118">
        <w:rPr>
          <w:rtl/>
        </w:rPr>
        <w:t xml:space="preserve">: </w:t>
      </w:r>
      <w:r>
        <w:rPr>
          <w:rtl/>
        </w:rPr>
        <w:t>همه اسباب طبيعى آلت اند</w:t>
      </w:r>
      <w:r w:rsidR="007D3118">
        <w:rPr>
          <w:rtl/>
        </w:rPr>
        <w:t xml:space="preserve">، </w:t>
      </w:r>
      <w:r>
        <w:rPr>
          <w:rtl/>
        </w:rPr>
        <w:t>مانند اره و تيشه در دست نجار</w:t>
      </w:r>
      <w:r w:rsidR="007D3118">
        <w:rPr>
          <w:rtl/>
        </w:rPr>
        <w:t xml:space="preserve">، </w:t>
      </w:r>
      <w:r>
        <w:rPr>
          <w:rtl/>
        </w:rPr>
        <w:t>و تدبير جهان را فرشتگان و عقول كليه كنند</w:t>
      </w:r>
      <w:r w:rsidR="007D3118">
        <w:rPr>
          <w:rtl/>
        </w:rPr>
        <w:t xml:space="preserve">، </w:t>
      </w:r>
      <w:r>
        <w:rPr>
          <w:rtl/>
        </w:rPr>
        <w:t>براى آن كه اين امور مطابق حكم و مصالحى جارى مى شود كه اسباب طبيعى از آن ها بى خبرند و همه به فرمان خدايند</w:t>
      </w:r>
      <w:r w:rsidR="007D3118">
        <w:rPr>
          <w:rtl/>
        </w:rPr>
        <w:t xml:space="preserve">، </w:t>
      </w:r>
      <w:r>
        <w:rPr>
          <w:rtl/>
        </w:rPr>
        <w:t>مثلا چون گل طاوسى را بنگرى با دم افراشته و بال بر آورده با سر و دم</w:t>
      </w:r>
      <w:r w:rsidR="007D3118">
        <w:rPr>
          <w:rtl/>
        </w:rPr>
        <w:t xml:space="preserve">، </w:t>
      </w:r>
      <w:r>
        <w:rPr>
          <w:rtl/>
        </w:rPr>
        <w:t>دانى كه مجسمه سازى به عمد شبيه طاوس ساخته است و هكذا خود طاوس و نحل و ساير مواليد</w:t>
      </w:r>
      <w:r w:rsidR="007D3118">
        <w:rPr>
          <w:rtl/>
        </w:rPr>
        <w:t xml:space="preserve">. </w:t>
      </w:r>
    </w:p>
    <w:p w:rsidR="008D57EF" w:rsidRDefault="008D57EF" w:rsidP="000A4C2B">
      <w:pPr>
        <w:pStyle w:val="libFootnote"/>
        <w:rPr>
          <w:rtl/>
        </w:rPr>
      </w:pPr>
      <w:r>
        <w:rPr>
          <w:rtl/>
        </w:rPr>
        <w:t>29- در بسيارى از نسخه ها فصل علينا بما فتحت لنا است كه ما ترجمه كرديم و در بعضى نسخ به جاى علينا</w:t>
      </w:r>
      <w:r w:rsidR="007D3118">
        <w:rPr>
          <w:rtl/>
        </w:rPr>
        <w:t xml:space="preserve">، </w:t>
      </w:r>
      <w:r>
        <w:rPr>
          <w:rtl/>
        </w:rPr>
        <w:t>عليهم است و صحيح نيست و بى تكلف نمى توان براى آن تفسيرى گفت</w:t>
      </w:r>
      <w:r w:rsidR="007D3118">
        <w:rPr>
          <w:rtl/>
        </w:rPr>
        <w:t xml:space="preserve">. </w:t>
      </w:r>
      <w:r>
        <w:rPr>
          <w:rtl/>
        </w:rPr>
        <w:t>انواع فرشتگان كه در اين دعا مذكورند</w:t>
      </w:r>
      <w:r w:rsidR="007D3118">
        <w:rPr>
          <w:rtl/>
        </w:rPr>
        <w:t xml:space="preserve">، </w:t>
      </w:r>
      <w:r>
        <w:rPr>
          <w:rtl/>
        </w:rPr>
        <w:t>دو گروهند</w:t>
      </w:r>
      <w:r w:rsidR="007D3118">
        <w:rPr>
          <w:rtl/>
        </w:rPr>
        <w:t xml:space="preserve">: </w:t>
      </w:r>
      <w:r>
        <w:rPr>
          <w:rtl/>
        </w:rPr>
        <w:t>اول فرشتگان آسمانى و دوم فرشتگانى زمينى</w:t>
      </w:r>
      <w:r w:rsidR="007D3118">
        <w:rPr>
          <w:rtl/>
        </w:rPr>
        <w:t xml:space="preserve">. </w:t>
      </w:r>
      <w:r>
        <w:rPr>
          <w:rtl/>
        </w:rPr>
        <w:t>و فرشتگان زمينى در آخر دعا از كلمه و سكان الهواء و الارض و الماء ذكر شده و اين ها زير فلك قمرند و حكما مدبر آن ها را عقل فعال مى گفتند و مسلط بر عناصر اربعه آب و خاك و باد و آتش و مواليد ثلاثه معدن و نبات و حيوان مى دانستند</w:t>
      </w:r>
      <w:r w:rsidR="007D3118">
        <w:rPr>
          <w:rtl/>
        </w:rPr>
        <w:t xml:space="preserve">. </w:t>
      </w:r>
      <w:r>
        <w:rPr>
          <w:rtl/>
        </w:rPr>
        <w:t xml:space="preserve">اما حضرت زين العابدين </w:t>
      </w:r>
      <w:r w:rsidR="000C598D" w:rsidRPr="000C598D">
        <w:rPr>
          <w:rStyle w:val="libAlaemChar"/>
          <w:rtl/>
        </w:rPr>
        <w:t>عليه‌السلام</w:t>
      </w:r>
      <w:r w:rsidR="007D3118">
        <w:rPr>
          <w:rtl/>
        </w:rPr>
        <w:t xml:space="preserve"> </w:t>
      </w:r>
      <w:r>
        <w:rPr>
          <w:rtl/>
        </w:rPr>
        <w:t xml:space="preserve">سه </w:t>
      </w:r>
      <w:r>
        <w:rPr>
          <w:rtl/>
        </w:rPr>
        <w:lastRenderedPageBreak/>
        <w:t>عنصر هوا و زمين و آب را فرموده و آتش را نياورده است</w:t>
      </w:r>
      <w:r w:rsidR="007D3118">
        <w:rPr>
          <w:rtl/>
        </w:rPr>
        <w:t xml:space="preserve">، </w:t>
      </w:r>
      <w:r>
        <w:rPr>
          <w:rtl/>
        </w:rPr>
        <w:t>چون در علوم عصرى ثابت شده است بالاى عنصر هوا كرده آتش موجود نيست و از مواليد ثلث به خلق تعبير فرموده است</w:t>
      </w:r>
      <w:r w:rsidR="007D3118">
        <w:rPr>
          <w:rtl/>
        </w:rPr>
        <w:t xml:space="preserve">. </w:t>
      </w:r>
      <w:r>
        <w:rPr>
          <w:rtl/>
        </w:rPr>
        <w:t>اما فرشتگان آسمانى ده گروهند</w:t>
      </w:r>
      <w:r w:rsidR="007D3118">
        <w:rPr>
          <w:rtl/>
        </w:rPr>
        <w:t xml:space="preserve">: </w:t>
      </w:r>
    </w:p>
    <w:p w:rsidR="008D57EF" w:rsidRDefault="008D57EF" w:rsidP="000A4C2B">
      <w:pPr>
        <w:pStyle w:val="libFootnote"/>
        <w:rPr>
          <w:rtl/>
        </w:rPr>
      </w:pPr>
      <w:r>
        <w:rPr>
          <w:rtl/>
        </w:rPr>
        <w:t>1</w:t>
      </w:r>
      <w:r w:rsidR="007D3118">
        <w:rPr>
          <w:rtl/>
        </w:rPr>
        <w:t xml:space="preserve">) </w:t>
      </w:r>
      <w:r>
        <w:rPr>
          <w:rtl/>
        </w:rPr>
        <w:t>حاملان عرش</w:t>
      </w:r>
    </w:p>
    <w:p w:rsidR="008D57EF" w:rsidRDefault="008D57EF" w:rsidP="000A4C2B">
      <w:pPr>
        <w:pStyle w:val="libFootnote"/>
        <w:rPr>
          <w:rtl/>
        </w:rPr>
      </w:pPr>
      <w:r>
        <w:rPr>
          <w:rtl/>
        </w:rPr>
        <w:t>2</w:t>
      </w:r>
      <w:r w:rsidR="007D3118">
        <w:rPr>
          <w:rtl/>
        </w:rPr>
        <w:t xml:space="preserve">) </w:t>
      </w:r>
      <w:r>
        <w:rPr>
          <w:rtl/>
        </w:rPr>
        <w:t>سه ملك مقرب اسرافيل و ميكائيل و جبرائيل</w:t>
      </w:r>
    </w:p>
    <w:p w:rsidR="008D57EF" w:rsidRDefault="008D57EF" w:rsidP="000A4C2B">
      <w:pPr>
        <w:pStyle w:val="libFootnote"/>
        <w:rPr>
          <w:rtl/>
        </w:rPr>
      </w:pPr>
      <w:r>
        <w:rPr>
          <w:rtl/>
        </w:rPr>
        <w:t>3</w:t>
      </w:r>
      <w:r w:rsidR="007D3118">
        <w:rPr>
          <w:rtl/>
        </w:rPr>
        <w:t xml:space="preserve">) </w:t>
      </w:r>
      <w:r>
        <w:rPr>
          <w:rtl/>
        </w:rPr>
        <w:t>روح و ملائكه حجب</w:t>
      </w:r>
    </w:p>
    <w:p w:rsidR="008D57EF" w:rsidRDefault="008D57EF" w:rsidP="000A4C2B">
      <w:pPr>
        <w:pStyle w:val="libFootnote"/>
        <w:rPr>
          <w:rtl/>
        </w:rPr>
      </w:pPr>
      <w:r>
        <w:rPr>
          <w:rtl/>
        </w:rPr>
        <w:t>4</w:t>
      </w:r>
      <w:r w:rsidR="007D3118">
        <w:rPr>
          <w:rtl/>
        </w:rPr>
        <w:t xml:space="preserve">) </w:t>
      </w:r>
      <w:r>
        <w:rPr>
          <w:rtl/>
        </w:rPr>
        <w:t>ملائكه اى كه حامل رسالت باشند از آسمان به زمين براى عامه مردم به الهام و توفيق و براى پيغمبران به اخبار سماوى</w:t>
      </w:r>
    </w:p>
    <w:p w:rsidR="008D57EF" w:rsidRDefault="008D57EF" w:rsidP="000A4C2B">
      <w:pPr>
        <w:pStyle w:val="libFootnote"/>
        <w:rPr>
          <w:rtl/>
        </w:rPr>
      </w:pPr>
      <w:r>
        <w:rPr>
          <w:rtl/>
        </w:rPr>
        <w:t>5</w:t>
      </w:r>
      <w:r w:rsidR="007D3118">
        <w:rPr>
          <w:rtl/>
        </w:rPr>
        <w:t xml:space="preserve">) </w:t>
      </w:r>
      <w:r>
        <w:rPr>
          <w:rtl/>
        </w:rPr>
        <w:t>ملائكه اى كه توجهشان به پروردگار است و توجه به مادن خود ندارند</w:t>
      </w:r>
    </w:p>
    <w:p w:rsidR="008D57EF" w:rsidRDefault="008D57EF" w:rsidP="000A4C2B">
      <w:pPr>
        <w:pStyle w:val="libFootnote"/>
        <w:rPr>
          <w:rtl/>
        </w:rPr>
      </w:pPr>
      <w:r>
        <w:rPr>
          <w:rtl/>
        </w:rPr>
        <w:t>6</w:t>
      </w:r>
      <w:r w:rsidR="007D3118">
        <w:rPr>
          <w:rtl/>
        </w:rPr>
        <w:t xml:space="preserve">) </w:t>
      </w:r>
      <w:r>
        <w:rPr>
          <w:rtl/>
        </w:rPr>
        <w:t>فرشتگان مدبر كائنات جو</w:t>
      </w:r>
    </w:p>
    <w:p w:rsidR="008D57EF" w:rsidRDefault="008D57EF" w:rsidP="000A4C2B">
      <w:pPr>
        <w:pStyle w:val="libFootnote"/>
        <w:rPr>
          <w:rtl/>
        </w:rPr>
      </w:pPr>
      <w:r>
        <w:rPr>
          <w:rtl/>
        </w:rPr>
        <w:t>7</w:t>
      </w:r>
      <w:r w:rsidR="007D3118">
        <w:rPr>
          <w:rtl/>
        </w:rPr>
        <w:t xml:space="preserve">) </w:t>
      </w:r>
      <w:r>
        <w:rPr>
          <w:rtl/>
        </w:rPr>
        <w:t>حفظه و نويسندگان اعمال بندگان</w:t>
      </w:r>
    </w:p>
    <w:p w:rsidR="008D57EF" w:rsidRDefault="008D57EF" w:rsidP="000A4C2B">
      <w:pPr>
        <w:pStyle w:val="libFootnote"/>
        <w:rPr>
          <w:rtl/>
        </w:rPr>
      </w:pPr>
      <w:r>
        <w:rPr>
          <w:rtl/>
        </w:rPr>
        <w:t>8</w:t>
      </w:r>
      <w:r w:rsidR="007D3118">
        <w:rPr>
          <w:rtl/>
        </w:rPr>
        <w:t xml:space="preserve">) </w:t>
      </w:r>
      <w:r>
        <w:rPr>
          <w:rtl/>
        </w:rPr>
        <w:t>ملائكه قبض ارواح و قبور</w:t>
      </w:r>
    </w:p>
    <w:p w:rsidR="008D57EF" w:rsidRDefault="008D57EF" w:rsidP="000A4C2B">
      <w:pPr>
        <w:pStyle w:val="libFootnote"/>
        <w:rPr>
          <w:rtl/>
        </w:rPr>
      </w:pPr>
      <w:r>
        <w:rPr>
          <w:rtl/>
        </w:rPr>
        <w:t>9</w:t>
      </w:r>
      <w:r w:rsidR="007D3118">
        <w:rPr>
          <w:rtl/>
        </w:rPr>
        <w:t xml:space="preserve">) </w:t>
      </w:r>
      <w:r>
        <w:rPr>
          <w:rtl/>
        </w:rPr>
        <w:t>رضوان و خازنان بهشت</w:t>
      </w:r>
    </w:p>
    <w:p w:rsidR="008D57EF" w:rsidRDefault="008D57EF" w:rsidP="000A4C2B">
      <w:pPr>
        <w:pStyle w:val="libFootnote"/>
        <w:rPr>
          <w:rtl/>
        </w:rPr>
      </w:pPr>
      <w:r>
        <w:rPr>
          <w:rtl/>
        </w:rPr>
        <w:t>10</w:t>
      </w:r>
      <w:r w:rsidR="007D3118">
        <w:rPr>
          <w:rtl/>
        </w:rPr>
        <w:t xml:space="preserve">) </w:t>
      </w:r>
      <w:r>
        <w:rPr>
          <w:rtl/>
        </w:rPr>
        <w:t>مالك دوزخ و زبانيه جهنم</w:t>
      </w:r>
      <w:r w:rsidR="007D3118">
        <w:rPr>
          <w:rtl/>
        </w:rPr>
        <w:t xml:space="preserve">. </w:t>
      </w:r>
    </w:p>
    <w:p w:rsidR="008D57EF" w:rsidRDefault="008D57EF" w:rsidP="000A4C2B">
      <w:pPr>
        <w:pStyle w:val="libFootnote"/>
        <w:rPr>
          <w:rtl/>
        </w:rPr>
      </w:pPr>
      <w:r>
        <w:rPr>
          <w:rtl/>
        </w:rPr>
        <w:t>و غير اين ها ملائكى هستند كه ما نمى شناسيم و وظايف آنان را نمى دانيم</w:t>
      </w:r>
      <w:r w:rsidR="007D3118">
        <w:rPr>
          <w:rtl/>
        </w:rPr>
        <w:t xml:space="preserve">. </w:t>
      </w:r>
      <w:r>
        <w:rPr>
          <w:rtl/>
        </w:rPr>
        <w:t>حكماى اشراق همچنين عقول را غير متناهى مى شمرند و به عقول عرضيه و طوليه و ارباب انواع قائلند</w:t>
      </w:r>
      <w:r w:rsidR="007D3118">
        <w:rPr>
          <w:rtl/>
        </w:rPr>
        <w:t xml:space="preserve">. </w:t>
      </w:r>
      <w:r>
        <w:rPr>
          <w:rtl/>
        </w:rPr>
        <w:t>و تفصيل اين ها جاى ديگر است و براى عامه مردم ايمان اجمالى به آن ها كافى است</w:t>
      </w:r>
      <w:r w:rsidR="007D3118">
        <w:rPr>
          <w:rtl/>
        </w:rPr>
        <w:t xml:space="preserve">. </w:t>
      </w:r>
    </w:p>
    <w:p w:rsidR="008D57EF" w:rsidRDefault="008D57EF" w:rsidP="000A4C2B">
      <w:pPr>
        <w:pStyle w:val="libFootnote"/>
        <w:rPr>
          <w:rtl/>
        </w:rPr>
      </w:pPr>
      <w:r>
        <w:rPr>
          <w:rtl/>
        </w:rPr>
        <w:t>30- اين دعا و عبارت</w:t>
      </w:r>
      <w:r w:rsidR="007D3118">
        <w:rPr>
          <w:rtl/>
        </w:rPr>
        <w:t xml:space="preserve">، </w:t>
      </w:r>
      <w:r>
        <w:rPr>
          <w:rtl/>
        </w:rPr>
        <w:t>رد بر آن گروه اهل سنت است</w:t>
      </w:r>
      <w:r w:rsidR="007D3118">
        <w:rPr>
          <w:rtl/>
        </w:rPr>
        <w:t xml:space="preserve">، </w:t>
      </w:r>
      <w:r>
        <w:rPr>
          <w:rtl/>
        </w:rPr>
        <w:t>كه گويند</w:t>
      </w:r>
      <w:r w:rsidR="007D3118">
        <w:rPr>
          <w:rtl/>
        </w:rPr>
        <w:t xml:space="preserve">: </w:t>
      </w:r>
      <w:r>
        <w:rPr>
          <w:rtl/>
        </w:rPr>
        <w:t>شيعه از صحابه پيغمبر بيزارند و از آن ها تبرى مى جويند و بدين كلام قدح شيعه مى خواهند كه مخالفت صريح آيات قرآن مى كنند در مدح مهاجرين و انصار</w:t>
      </w:r>
      <w:r w:rsidR="007D3118">
        <w:rPr>
          <w:rtl/>
        </w:rPr>
        <w:t xml:space="preserve">. </w:t>
      </w:r>
    </w:p>
    <w:p w:rsidR="008D57EF" w:rsidRDefault="008D57EF" w:rsidP="000A4C2B">
      <w:pPr>
        <w:pStyle w:val="libFootnote"/>
        <w:rPr>
          <w:rtl/>
        </w:rPr>
      </w:pPr>
      <w:r>
        <w:rPr>
          <w:rtl/>
        </w:rPr>
        <w:t>در خصال آمده است كه صحابه پيغمبر صلى الله عليه وآله و سلم دوازده هزار كس بودند</w:t>
      </w:r>
      <w:r w:rsidR="007D3118">
        <w:rPr>
          <w:rtl/>
        </w:rPr>
        <w:t xml:space="preserve">، </w:t>
      </w:r>
      <w:r>
        <w:rPr>
          <w:rtl/>
        </w:rPr>
        <w:t>هشت هزار از مدينه و دو هزار از غير مدينه و دو هزار از طلقا و بايد دانست كه همه در يك رتبه نبودند</w:t>
      </w:r>
      <w:r w:rsidR="007D3118">
        <w:rPr>
          <w:rtl/>
        </w:rPr>
        <w:t xml:space="preserve">. </w:t>
      </w:r>
    </w:p>
    <w:p w:rsidR="008D57EF" w:rsidRDefault="008D57EF" w:rsidP="000A4C2B">
      <w:pPr>
        <w:pStyle w:val="libFootnote"/>
        <w:rPr>
          <w:rtl/>
        </w:rPr>
      </w:pPr>
      <w:r>
        <w:rPr>
          <w:rtl/>
        </w:rPr>
        <w:t xml:space="preserve">ائمه دين </w:t>
      </w:r>
      <w:r w:rsidR="000C598D" w:rsidRPr="000C598D">
        <w:rPr>
          <w:rStyle w:val="libAlaemChar"/>
          <w:rtl/>
        </w:rPr>
        <w:t>عليهم‌السلام</w:t>
      </w:r>
      <w:r w:rsidR="007D3118">
        <w:rPr>
          <w:rtl/>
        </w:rPr>
        <w:t xml:space="preserve"> </w:t>
      </w:r>
      <w:r>
        <w:rPr>
          <w:rtl/>
        </w:rPr>
        <w:t>و شيعه و پيروان ايشان اصحاب و ياران پيغمبر را دوست دارند و آن روايات كه گويد</w:t>
      </w:r>
      <w:r w:rsidR="007D3118">
        <w:rPr>
          <w:rtl/>
        </w:rPr>
        <w:t xml:space="preserve">: </w:t>
      </w:r>
      <w:r>
        <w:rPr>
          <w:rtl/>
        </w:rPr>
        <w:t>همه صحابه مرتد گشتند غير سه نفر</w:t>
      </w:r>
      <w:r w:rsidR="007D3118">
        <w:rPr>
          <w:rtl/>
        </w:rPr>
        <w:t xml:space="preserve">، </w:t>
      </w:r>
      <w:r>
        <w:rPr>
          <w:rtl/>
        </w:rPr>
        <w:t>ضعف يا مؤ ول است به اين كه اخلاص كامل كه به عهد پيغمبر داشتند بدان كمال باقى نماند و اهل سنت خود تصديق مى كنند كه وجود پيغمبر صلى الله عليه وآله و سلم در جد و اخلاص و بى اعتنايى آنان به دنيا مؤ ثر بود</w:t>
      </w:r>
      <w:r w:rsidR="007D3118">
        <w:rPr>
          <w:rtl/>
        </w:rPr>
        <w:t xml:space="preserve">. </w:t>
      </w:r>
      <w:r>
        <w:rPr>
          <w:rtl/>
        </w:rPr>
        <w:t>و صحابى كسى است كه زمان پيغمبر صلى الله عليه وآله و سلم را دريافت و به حضور او مشرف گشت و ايمان داشت</w:t>
      </w:r>
      <w:r w:rsidR="007D3118">
        <w:rPr>
          <w:rtl/>
        </w:rPr>
        <w:t xml:space="preserve">. </w:t>
      </w:r>
    </w:p>
    <w:p w:rsidR="008D57EF" w:rsidRDefault="008D57EF" w:rsidP="000A4C2B">
      <w:pPr>
        <w:pStyle w:val="libFootnote"/>
        <w:rPr>
          <w:rtl/>
        </w:rPr>
      </w:pPr>
      <w:r>
        <w:rPr>
          <w:rtl/>
        </w:rPr>
        <w:lastRenderedPageBreak/>
        <w:t>اويس را صحابى نگويند چون حضور او را در نيافت ظاهرا و عبدالله ابى و منافقان را صحابى نگويند چون ايمان نداشتند</w:t>
      </w:r>
      <w:r w:rsidR="007D3118">
        <w:rPr>
          <w:rtl/>
        </w:rPr>
        <w:t xml:space="preserve">. </w:t>
      </w:r>
    </w:p>
    <w:p w:rsidR="008D57EF" w:rsidRDefault="008D57EF" w:rsidP="000A4C2B">
      <w:pPr>
        <w:pStyle w:val="libFootnote"/>
        <w:rPr>
          <w:rtl/>
        </w:rPr>
      </w:pPr>
      <w:r>
        <w:rPr>
          <w:rtl/>
        </w:rPr>
        <w:t>31- تركه نهمة (به نون مفتوحه</w:t>
      </w:r>
      <w:r w:rsidR="007D3118">
        <w:rPr>
          <w:rtl/>
        </w:rPr>
        <w:t xml:space="preserve">) </w:t>
      </w:r>
      <w:r>
        <w:rPr>
          <w:rtl/>
        </w:rPr>
        <w:t>سير چشمى و بى نيازى است و تهمة (به تاى مضمومه</w:t>
      </w:r>
      <w:r w:rsidR="007D3118">
        <w:rPr>
          <w:rtl/>
        </w:rPr>
        <w:t xml:space="preserve">) </w:t>
      </w:r>
      <w:r>
        <w:rPr>
          <w:rtl/>
        </w:rPr>
        <w:t>در بعض نسخ تصحيف است</w:t>
      </w:r>
      <w:r w:rsidR="007D3118">
        <w:rPr>
          <w:rtl/>
        </w:rPr>
        <w:t xml:space="preserve">، </w:t>
      </w:r>
      <w:r>
        <w:rPr>
          <w:rtl/>
        </w:rPr>
        <w:t>چون ناسخان نهمت را غير ماءنوس يافتند</w:t>
      </w:r>
      <w:r w:rsidR="007D3118">
        <w:rPr>
          <w:rtl/>
        </w:rPr>
        <w:t xml:space="preserve">، </w:t>
      </w:r>
      <w:r>
        <w:rPr>
          <w:rtl/>
        </w:rPr>
        <w:t>آن را به لفظ مشهور و مانوس تبديل كردند و ترجمه لفظ تهمت بى تكلف ممكن نيست</w:t>
      </w:r>
      <w:r w:rsidR="007D3118">
        <w:rPr>
          <w:rtl/>
        </w:rPr>
        <w:t xml:space="preserve">. </w:t>
      </w:r>
      <w:r>
        <w:rPr>
          <w:rtl/>
        </w:rPr>
        <w:t>و از اين مشتق است حديث شريف منهومان لا يشبعان طالب علم و طالب دنيا</w:t>
      </w:r>
      <w:r w:rsidR="007D3118">
        <w:rPr>
          <w:rtl/>
        </w:rPr>
        <w:t xml:space="preserve">. </w:t>
      </w:r>
    </w:p>
    <w:p w:rsidR="008D57EF" w:rsidRDefault="008D57EF" w:rsidP="000A4C2B">
      <w:pPr>
        <w:pStyle w:val="libFootnote"/>
        <w:rPr>
          <w:rtl/>
        </w:rPr>
      </w:pPr>
      <w:r>
        <w:rPr>
          <w:rtl/>
        </w:rPr>
        <w:t>32- شارح كتاب سيد عليخان در شرح عبارت تحقيقى لطيف آورده كه خلاصه اش اين است</w:t>
      </w:r>
      <w:r w:rsidR="007D3118">
        <w:rPr>
          <w:rtl/>
        </w:rPr>
        <w:t xml:space="preserve">: </w:t>
      </w:r>
    </w:p>
    <w:p w:rsidR="008D57EF" w:rsidRDefault="008D57EF" w:rsidP="000A4C2B">
      <w:pPr>
        <w:pStyle w:val="libFootnote"/>
        <w:rPr>
          <w:rtl/>
        </w:rPr>
      </w:pPr>
      <w:r>
        <w:rPr>
          <w:rtl/>
        </w:rPr>
        <w:t>اگر چه از ظاهر عبارت چنان به ذهن مى آيد كه نفس جسمى است اندرون تن مانند گلاب در گُل و بيشتر معتزله آن را بخارى دانند سارى در عروق و گويند</w:t>
      </w:r>
      <w:r w:rsidR="007D3118">
        <w:rPr>
          <w:rtl/>
        </w:rPr>
        <w:t xml:space="preserve">: </w:t>
      </w:r>
      <w:r>
        <w:rPr>
          <w:rtl/>
        </w:rPr>
        <w:t>ملك الموت چون لطيف است از دهان به اندرون تن رود و با جان لطيف آميخته گردد و باز از دهان بيرون آيد و جان را با خود بياورد</w:t>
      </w:r>
      <w:r w:rsidR="007D3118">
        <w:rPr>
          <w:rtl/>
        </w:rPr>
        <w:t xml:space="preserve">. </w:t>
      </w:r>
    </w:p>
    <w:p w:rsidR="008D57EF" w:rsidRDefault="008D57EF" w:rsidP="000A4C2B">
      <w:pPr>
        <w:pStyle w:val="libFootnote"/>
        <w:rPr>
          <w:rtl/>
        </w:rPr>
      </w:pPr>
      <w:r>
        <w:rPr>
          <w:rtl/>
        </w:rPr>
        <w:t>اما بزرگان حكماى الهى و اعاظم صوفيه و عرفا</w:t>
      </w:r>
      <w:r w:rsidR="007D3118">
        <w:rPr>
          <w:rtl/>
        </w:rPr>
        <w:t xml:space="preserve">، </w:t>
      </w:r>
      <w:r>
        <w:rPr>
          <w:rtl/>
        </w:rPr>
        <w:t>نفس ناطقه را مجرد از اجسام دانند و از متكلمين اسلام جماعتى با آنان موافقت كردند</w:t>
      </w:r>
      <w:r w:rsidR="007D3118">
        <w:rPr>
          <w:rtl/>
        </w:rPr>
        <w:t xml:space="preserve">، </w:t>
      </w:r>
      <w:r>
        <w:rPr>
          <w:rtl/>
        </w:rPr>
        <w:t xml:space="preserve">مانند ابن بابويه و شيخ مفيد و علم الهدى و خاندان نوبخت از قدماى اماميه و از سخنان ائمه </w:t>
      </w:r>
      <w:r w:rsidR="000C598D" w:rsidRPr="000C598D">
        <w:rPr>
          <w:rStyle w:val="libAlaemChar"/>
          <w:rtl/>
        </w:rPr>
        <w:t>عليهم‌السلام</w:t>
      </w:r>
      <w:r w:rsidR="007D3118">
        <w:rPr>
          <w:rtl/>
        </w:rPr>
        <w:t xml:space="preserve"> </w:t>
      </w:r>
      <w:r>
        <w:rPr>
          <w:rtl/>
        </w:rPr>
        <w:t>چنين يافته بودند و از اشاعره امام غزالى و فخر رازى هم بر اين راءيند و در شرح تجرد گويد</w:t>
      </w:r>
      <w:r w:rsidR="007D3118">
        <w:rPr>
          <w:rtl/>
        </w:rPr>
        <w:t xml:space="preserve">: </w:t>
      </w:r>
      <w:r>
        <w:rPr>
          <w:rtl/>
        </w:rPr>
        <w:t>نفس نه اندرون تن است نه بيرون كه جدا باشد</w:t>
      </w:r>
      <w:r w:rsidR="007D3118">
        <w:rPr>
          <w:rtl/>
        </w:rPr>
        <w:t xml:space="preserve">، </w:t>
      </w:r>
      <w:r>
        <w:rPr>
          <w:rtl/>
        </w:rPr>
        <w:t>و نه پيوسته بدان است</w:t>
      </w:r>
      <w:r w:rsidR="007D3118">
        <w:rPr>
          <w:rtl/>
        </w:rPr>
        <w:t xml:space="preserve">، </w:t>
      </w:r>
      <w:r>
        <w:rPr>
          <w:rtl/>
        </w:rPr>
        <w:t>نه گسسته از آن</w:t>
      </w:r>
      <w:r w:rsidR="007D3118">
        <w:rPr>
          <w:rtl/>
        </w:rPr>
        <w:t xml:space="preserve">، </w:t>
      </w:r>
      <w:r>
        <w:rPr>
          <w:rtl/>
        </w:rPr>
        <w:t>چون بايد جسم متحيز باشد كه متصف بدين صفات گردد و روح نه جسم است و نه مكان دارد و در هيچ جهت نيست و عرض نيست</w:t>
      </w:r>
      <w:r w:rsidR="007D3118">
        <w:rPr>
          <w:rtl/>
        </w:rPr>
        <w:t xml:space="preserve">، </w:t>
      </w:r>
      <w:r>
        <w:rPr>
          <w:rtl/>
        </w:rPr>
        <w:t>چون عرض خود صفت است نه داراى صفت و تعلق آن به بدن مانند تعلق عاشق به معشوق و تعلق پيشه ور به آلات صنعت</w:t>
      </w:r>
      <w:r w:rsidR="007D3118">
        <w:rPr>
          <w:rtl/>
        </w:rPr>
        <w:t xml:space="preserve">. </w:t>
      </w:r>
      <w:r>
        <w:rPr>
          <w:rtl/>
        </w:rPr>
        <w:t>و نفس نزد اين جماعت پيوند بريدن نفس است از بدن</w:t>
      </w:r>
      <w:r w:rsidR="007D3118">
        <w:rPr>
          <w:rtl/>
        </w:rPr>
        <w:t xml:space="preserve">، </w:t>
      </w:r>
      <w:r>
        <w:rPr>
          <w:rtl/>
        </w:rPr>
        <w:t>پس ‍ بيرون شدن جان از تن كنايه است از ترك تصرف قطع علاقه</w:t>
      </w:r>
      <w:r w:rsidR="007D3118">
        <w:rPr>
          <w:rtl/>
        </w:rPr>
        <w:t xml:space="preserve">. </w:t>
      </w:r>
    </w:p>
    <w:p w:rsidR="008D57EF" w:rsidRDefault="008D57EF" w:rsidP="000A4C2B">
      <w:pPr>
        <w:pStyle w:val="libFootnote"/>
        <w:rPr>
          <w:rtl/>
        </w:rPr>
      </w:pPr>
      <w:r>
        <w:rPr>
          <w:rtl/>
        </w:rPr>
        <w:t>و جاى ديگر در شرح حمدا تضى ء لنا به ظلمات البرزخ گويد</w:t>
      </w:r>
      <w:r w:rsidR="007D3118">
        <w:rPr>
          <w:rtl/>
        </w:rPr>
        <w:t xml:space="preserve">: </w:t>
      </w:r>
      <w:r>
        <w:rPr>
          <w:rtl/>
        </w:rPr>
        <w:t>نفوس ‍ ناطه پس از خراب بدن باقى است</w:t>
      </w:r>
      <w:r w:rsidR="007D3118">
        <w:rPr>
          <w:rtl/>
        </w:rPr>
        <w:t xml:space="preserve">، </w:t>
      </w:r>
      <w:r>
        <w:rPr>
          <w:rtl/>
        </w:rPr>
        <w:t>چون روشنى مطلوب فقط براى روح است و جسم پراكنده مى شود و مذهب اكثر خردمندان همين است</w:t>
      </w:r>
      <w:r w:rsidR="007D3118">
        <w:rPr>
          <w:rtl/>
        </w:rPr>
        <w:t xml:space="preserve">، </w:t>
      </w:r>
      <w:r>
        <w:rPr>
          <w:rtl/>
        </w:rPr>
        <w:t>خواه پيروان انبياء و خواه فلاسفه كه روح را در جوهر مجرد مى دانند</w:t>
      </w:r>
      <w:r w:rsidR="007D3118">
        <w:rPr>
          <w:rtl/>
        </w:rPr>
        <w:t xml:space="preserve">. </w:t>
      </w:r>
    </w:p>
    <w:p w:rsidR="008D57EF" w:rsidRDefault="008D57EF" w:rsidP="000A4C2B">
      <w:pPr>
        <w:pStyle w:val="libFootnote"/>
        <w:rPr>
          <w:rtl/>
        </w:rPr>
      </w:pPr>
      <w:r>
        <w:rPr>
          <w:rtl/>
        </w:rPr>
        <w:t>33- به تفسير ابن عباس معنى آيه مباركه يولج النهار فى الليل و يولج النهار فى الليل (شب را به روز در آورد و روز را در شب</w:t>
      </w:r>
      <w:r w:rsidR="007D3118">
        <w:rPr>
          <w:rtl/>
        </w:rPr>
        <w:t xml:space="preserve">) </w:t>
      </w:r>
      <w:r>
        <w:rPr>
          <w:rtl/>
        </w:rPr>
        <w:t>كوتاه و بلند شدن روز و شب است در زمستان و تابستان</w:t>
      </w:r>
      <w:r w:rsidR="007D3118">
        <w:rPr>
          <w:rtl/>
        </w:rPr>
        <w:t xml:space="preserve">، </w:t>
      </w:r>
      <w:r>
        <w:rPr>
          <w:rtl/>
        </w:rPr>
        <w:t>چون مدار خورشيد در هر روز و همه جا به دو نيمه مساوى تقسيم نمى شود</w:t>
      </w:r>
      <w:r w:rsidR="007D3118">
        <w:rPr>
          <w:rtl/>
        </w:rPr>
        <w:t xml:space="preserve">، </w:t>
      </w:r>
      <w:r>
        <w:rPr>
          <w:rtl/>
        </w:rPr>
        <w:t xml:space="preserve">گاه قوس النهار بزرگ تر است و گاه قوس الليل و ميل خورشيد هم تغيير مى كند و چهار فصل از آن پديد مى آيد و باران </w:t>
      </w:r>
      <w:r>
        <w:rPr>
          <w:rtl/>
        </w:rPr>
        <w:lastRenderedPageBreak/>
        <w:t>و برف و باد به اندازه و هنگام مى آيد و حبوب و ميوه ها مى رويد و غذاى بندگان به اندازه اى كه خداوند مقدر فرموده است فراهم مى گردد</w:t>
      </w:r>
      <w:r w:rsidR="007D3118">
        <w:rPr>
          <w:rtl/>
        </w:rPr>
        <w:t xml:space="preserve">. </w:t>
      </w:r>
    </w:p>
    <w:p w:rsidR="008D57EF" w:rsidRDefault="008D57EF" w:rsidP="000A4C2B">
      <w:pPr>
        <w:pStyle w:val="libFootnote"/>
        <w:rPr>
          <w:rtl/>
        </w:rPr>
      </w:pPr>
      <w:r>
        <w:rPr>
          <w:rtl/>
        </w:rPr>
        <w:t>اگر هميشه روز بود يا هميشه شب بود يا اين دو هميشه برابر بودند</w:t>
      </w:r>
      <w:r w:rsidR="007D3118">
        <w:rPr>
          <w:rtl/>
        </w:rPr>
        <w:t xml:space="preserve">، </w:t>
      </w:r>
      <w:r>
        <w:rPr>
          <w:rtl/>
        </w:rPr>
        <w:t>اين نعمت ها نبود</w:t>
      </w:r>
      <w:r w:rsidR="007D3118">
        <w:rPr>
          <w:rtl/>
        </w:rPr>
        <w:t xml:space="preserve">، </w:t>
      </w:r>
      <w:r>
        <w:rPr>
          <w:rtl/>
        </w:rPr>
        <w:t>چنان كه اختلاف انواع ميوه ها در سردسير و گرمسير كمتر و در بلاد معتدل بيشتر است و شيخ بهايى رحمة الله فرمايد</w:t>
      </w:r>
      <w:r w:rsidR="007D3118">
        <w:rPr>
          <w:rtl/>
        </w:rPr>
        <w:t xml:space="preserve">: </w:t>
      </w:r>
      <w:r>
        <w:rPr>
          <w:rtl/>
        </w:rPr>
        <w:t>در همان هنگام كه شب داخل روز شده و روز بلند است</w:t>
      </w:r>
      <w:r w:rsidR="007D3118">
        <w:rPr>
          <w:rtl/>
        </w:rPr>
        <w:t xml:space="preserve">، </w:t>
      </w:r>
      <w:r>
        <w:rPr>
          <w:rtl/>
        </w:rPr>
        <w:t>در بلاد شمارى در همان هنگام روز داخل شب شده و در بلاد جنوبى شب بلندتر است و هر دو در يك وقت انجام مى گيرد</w:t>
      </w:r>
      <w:r w:rsidR="007D3118">
        <w:rPr>
          <w:rtl/>
        </w:rPr>
        <w:t xml:space="preserve">. </w:t>
      </w:r>
    </w:p>
    <w:p w:rsidR="008D57EF" w:rsidRDefault="008D57EF" w:rsidP="000A4C2B">
      <w:pPr>
        <w:pStyle w:val="libFootnote"/>
        <w:rPr>
          <w:rtl/>
        </w:rPr>
      </w:pPr>
      <w:r>
        <w:rPr>
          <w:rtl/>
        </w:rPr>
        <w:t>34- از اين عبارت و هم از آيات بسيار فضيلت طلب روزى معلوم مى گردد و سيد شاره مى فرمايد</w:t>
      </w:r>
      <w:r w:rsidR="007D3118">
        <w:rPr>
          <w:rtl/>
        </w:rPr>
        <w:t xml:space="preserve">: </w:t>
      </w:r>
    </w:p>
    <w:p w:rsidR="008D57EF" w:rsidRDefault="008D57EF" w:rsidP="000A4C2B">
      <w:pPr>
        <w:pStyle w:val="libFootnote"/>
        <w:rPr>
          <w:rtl/>
        </w:rPr>
      </w:pPr>
      <w:r>
        <w:rPr>
          <w:rtl/>
        </w:rPr>
        <w:t>اهل سلوك از صوفيه پس از عهد صحابه بعضى طريقه تقشف و ترك دنيا را برگزيدند و از لذات گذشتند و گروهى تجمل را و عمل محققين صوفيه مخالف شريعت نيست چون آن ها از اسرار شريعت آگاه بودند و طريقت آن ها به سلامت نزديك تر است چون در لذات و تجمل مجال شيطان است</w:t>
      </w:r>
      <w:r w:rsidR="007D3118">
        <w:rPr>
          <w:rtl/>
        </w:rPr>
        <w:t xml:space="preserve">. </w:t>
      </w:r>
    </w:p>
    <w:p w:rsidR="008D57EF" w:rsidRDefault="008D57EF" w:rsidP="000A4C2B">
      <w:pPr>
        <w:pStyle w:val="libFootnote"/>
        <w:rPr>
          <w:rtl/>
        </w:rPr>
      </w:pPr>
      <w:r>
        <w:rPr>
          <w:rtl/>
        </w:rPr>
        <w:t>35- دلالت دارد بر آن كه خداوند در كرات آسمانى هم حيوانات جاندار و جنبنده آفريده است و منجمان عصر ما گويند</w:t>
      </w:r>
      <w:r w:rsidR="007D3118">
        <w:rPr>
          <w:rtl/>
        </w:rPr>
        <w:t xml:space="preserve">: </w:t>
      </w:r>
      <w:r>
        <w:rPr>
          <w:rtl/>
        </w:rPr>
        <w:t>در بسيارى از ستاره ها نشانه آب و هوا و ابر و برف ديده ايم</w:t>
      </w:r>
      <w:r w:rsidR="007D3118">
        <w:rPr>
          <w:rtl/>
        </w:rPr>
        <w:t xml:space="preserve">، </w:t>
      </w:r>
      <w:r>
        <w:rPr>
          <w:rtl/>
        </w:rPr>
        <w:t>پس شايد در اين كواكب موجودات زنده باشند</w:t>
      </w:r>
      <w:r w:rsidR="007D3118">
        <w:rPr>
          <w:rtl/>
        </w:rPr>
        <w:t xml:space="preserve">، </w:t>
      </w:r>
      <w:r>
        <w:rPr>
          <w:rtl/>
        </w:rPr>
        <w:t>گرچه آلات نجومى تا امروز به آن اندازه قوت نرسيده است كه وجود آن ها را ثابت كند و نظامى گويد</w:t>
      </w:r>
      <w:r w:rsidR="007D3118">
        <w:rPr>
          <w:rtl/>
        </w:rPr>
        <w:t xml:space="preserve">: </w:t>
      </w:r>
    </w:p>
    <w:p w:rsidR="008D57EF" w:rsidRDefault="008D57EF" w:rsidP="000A4C2B">
      <w:pPr>
        <w:pStyle w:val="libFootnote"/>
        <w:rPr>
          <w:rtl/>
        </w:rPr>
      </w:pPr>
      <w:r>
        <w:rPr>
          <w:rtl/>
        </w:rPr>
        <w:t xml:space="preserve">تو پندارى جهانى غير از اين نيست </w:t>
      </w:r>
      <w:r>
        <w:rPr>
          <w:rtl/>
        </w:rPr>
        <w:tab/>
      </w:r>
      <w:r>
        <w:rPr>
          <w:rtl/>
        </w:rPr>
        <w:tab/>
        <w:t>زمين و آسمانى غير از اين نيست</w:t>
      </w:r>
    </w:p>
    <w:p w:rsidR="008D57EF" w:rsidRDefault="008D57EF" w:rsidP="000A4C2B">
      <w:pPr>
        <w:pStyle w:val="libFootnote"/>
        <w:rPr>
          <w:rtl/>
        </w:rPr>
      </w:pPr>
      <w:r>
        <w:rPr>
          <w:rtl/>
        </w:rPr>
        <w:t xml:space="preserve">چون آن كرمى كه در گندم نهان است </w:t>
      </w:r>
      <w:r>
        <w:rPr>
          <w:rtl/>
        </w:rPr>
        <w:tab/>
      </w:r>
      <w:r>
        <w:rPr>
          <w:rtl/>
        </w:rPr>
        <w:tab/>
        <w:t>زمين و آسمان او همان است</w:t>
      </w:r>
    </w:p>
    <w:p w:rsidR="008D57EF" w:rsidRDefault="008D57EF" w:rsidP="000A4C2B">
      <w:pPr>
        <w:pStyle w:val="libFootnote"/>
        <w:rPr>
          <w:rtl/>
        </w:rPr>
      </w:pPr>
      <w:r>
        <w:rPr>
          <w:rtl/>
        </w:rPr>
        <w:t>36- به تفسير شيخ بهاء الدين عاملى بايد چنين ترجمه كرد</w:t>
      </w:r>
      <w:r w:rsidR="007D3118">
        <w:rPr>
          <w:rtl/>
        </w:rPr>
        <w:t xml:space="preserve">: </w:t>
      </w:r>
      <w:r>
        <w:rPr>
          <w:rtl/>
        </w:rPr>
        <w:t>هيچ نفعى به ما نرسد مگر به فضاى تو و هيچ خيرى حاصل نشود</w:t>
      </w:r>
      <w:r w:rsidR="007D3118">
        <w:rPr>
          <w:rtl/>
        </w:rPr>
        <w:t xml:space="preserve">، </w:t>
      </w:r>
      <w:r>
        <w:rPr>
          <w:rtl/>
        </w:rPr>
        <w:t>مگر تو عطا كنى و سيد فرمايد</w:t>
      </w:r>
      <w:r w:rsidR="007D3118">
        <w:rPr>
          <w:rtl/>
        </w:rPr>
        <w:t xml:space="preserve">: </w:t>
      </w:r>
      <w:r>
        <w:rPr>
          <w:rtl/>
        </w:rPr>
        <w:t>اگر به غير اين تفسير كنيم جبر لازم آيد</w:t>
      </w:r>
      <w:r w:rsidR="007D3118">
        <w:rPr>
          <w:rtl/>
        </w:rPr>
        <w:t xml:space="preserve">. </w:t>
      </w:r>
    </w:p>
    <w:p w:rsidR="008D57EF" w:rsidRDefault="008D57EF" w:rsidP="000A4C2B">
      <w:pPr>
        <w:pStyle w:val="libFootnote"/>
        <w:rPr>
          <w:rtl/>
        </w:rPr>
      </w:pPr>
      <w:r>
        <w:rPr>
          <w:rtl/>
        </w:rPr>
        <w:t>37- به مذهب اكثر علماى ما يا همه ايشان</w:t>
      </w:r>
      <w:r w:rsidR="007D3118">
        <w:rPr>
          <w:rtl/>
        </w:rPr>
        <w:t xml:space="preserve">، </w:t>
      </w:r>
      <w:r>
        <w:rPr>
          <w:rtl/>
        </w:rPr>
        <w:t>ميان صغيره و كبيره حد محدود نيست و كوچكى و بزرگى گناه مانند هر خرد و بزرگ ديگر نسبى است</w:t>
      </w:r>
      <w:r w:rsidR="007D3118">
        <w:rPr>
          <w:rtl/>
        </w:rPr>
        <w:t xml:space="preserve">. </w:t>
      </w:r>
    </w:p>
    <w:p w:rsidR="008D57EF" w:rsidRDefault="008D57EF" w:rsidP="000A4C2B">
      <w:pPr>
        <w:pStyle w:val="libFootnote"/>
        <w:rPr>
          <w:rtl/>
        </w:rPr>
      </w:pPr>
      <w:r>
        <w:rPr>
          <w:rtl/>
        </w:rPr>
        <w:t>چنان كه گويند شهر بزرگ و شهر كوچك و ده بزرگ و ده كوچك و خانه بزرگ و خانه كوچك و هر گناهى كه مرتكب آن را كوچك انگارد كبيره شود و هر چه در آن اصرار ورزد هم كبيره شود و عدالت ملكه اى است كه انسان را از نافرمانى خدا باز دارد</w:t>
      </w:r>
      <w:r w:rsidR="007D3118">
        <w:rPr>
          <w:rtl/>
        </w:rPr>
        <w:t xml:space="preserve">. </w:t>
      </w:r>
      <w:r>
        <w:rPr>
          <w:rtl/>
        </w:rPr>
        <w:t xml:space="preserve">چنان كه ملكه شجاعت </w:t>
      </w:r>
      <w:r>
        <w:rPr>
          <w:rtl/>
        </w:rPr>
        <w:lastRenderedPageBreak/>
        <w:t>صفتى است ثابت و مستقر كه مرد از اقدام در مهالك نترسد و اگر يك بار بترسد نادرا قادح در شجاعت او نيست يا بقاء ملكه</w:t>
      </w:r>
      <w:r w:rsidR="007D3118">
        <w:rPr>
          <w:rtl/>
        </w:rPr>
        <w:t xml:space="preserve">. </w:t>
      </w:r>
    </w:p>
    <w:p w:rsidR="008D57EF" w:rsidRDefault="008D57EF" w:rsidP="000A4C2B">
      <w:pPr>
        <w:pStyle w:val="libFootnote"/>
        <w:rPr>
          <w:rtl/>
        </w:rPr>
      </w:pPr>
      <w:r>
        <w:rPr>
          <w:rtl/>
        </w:rPr>
        <w:t>همچنين اگر عادلى به ندرت مرتكب گناه صغيره نسبى گردد بى آن كه ملكه او زايل شود يعنى زود توبه كند قادح در عدالت او نيست</w:t>
      </w:r>
      <w:r w:rsidR="007D3118">
        <w:rPr>
          <w:rtl/>
        </w:rPr>
        <w:t xml:space="preserve">. </w:t>
      </w:r>
    </w:p>
    <w:p w:rsidR="008D57EF" w:rsidRDefault="008D57EF" w:rsidP="000A4C2B">
      <w:pPr>
        <w:pStyle w:val="libFootnote"/>
        <w:rPr>
          <w:rtl/>
        </w:rPr>
      </w:pPr>
      <w:r>
        <w:rPr>
          <w:rtl/>
        </w:rPr>
        <w:t>38- سيد شارح فرمايد</w:t>
      </w:r>
      <w:r w:rsidR="007D3118">
        <w:rPr>
          <w:rtl/>
        </w:rPr>
        <w:t xml:space="preserve">: </w:t>
      </w:r>
      <w:r>
        <w:rPr>
          <w:rtl/>
        </w:rPr>
        <w:t>هر چه انسان به عقل دريابد و هرچه عمل كند</w:t>
      </w:r>
      <w:r w:rsidR="007D3118">
        <w:rPr>
          <w:rtl/>
        </w:rPr>
        <w:t xml:space="preserve">، </w:t>
      </w:r>
      <w:r>
        <w:rPr>
          <w:rtl/>
        </w:rPr>
        <w:t>اثرى از آن در روح او نشيند و در خزانه دلش اندوخته گردد</w:t>
      </w:r>
      <w:r w:rsidR="007D3118">
        <w:rPr>
          <w:rtl/>
        </w:rPr>
        <w:t xml:space="preserve">، </w:t>
      </w:r>
      <w:r>
        <w:rPr>
          <w:rtl/>
        </w:rPr>
        <w:t>خصوصا آن چه به سبب تكرار راسخ شود و خوى انسان گردد</w:t>
      </w:r>
      <w:r w:rsidR="007D3118">
        <w:rPr>
          <w:rtl/>
        </w:rPr>
        <w:t xml:space="preserve">. </w:t>
      </w:r>
    </w:p>
    <w:p w:rsidR="008D57EF" w:rsidRDefault="008D57EF" w:rsidP="000A4C2B">
      <w:pPr>
        <w:pStyle w:val="libFootnote"/>
        <w:rPr>
          <w:rtl/>
        </w:rPr>
      </w:pPr>
      <w:r>
        <w:rPr>
          <w:rtl/>
        </w:rPr>
        <w:t>پس اعتقادات و آثار اعمال مانند نقش كتاب در لوح جان نگاشته گردد</w:t>
      </w:r>
      <w:r w:rsidR="007D3118">
        <w:rPr>
          <w:rtl/>
        </w:rPr>
        <w:t xml:space="preserve">. </w:t>
      </w:r>
      <w:r>
        <w:rPr>
          <w:rtl/>
        </w:rPr>
        <w:t>كما قال الله</w:t>
      </w:r>
      <w:r w:rsidR="007D3118">
        <w:rPr>
          <w:rtl/>
        </w:rPr>
        <w:t xml:space="preserve">: </w:t>
      </w:r>
      <w:r>
        <w:rPr>
          <w:rtl/>
        </w:rPr>
        <w:t>اولئك كتب فى قلوبهم الايمان و اين نقوش اكنون پيچيده و پنهان است و به سبب موت كشف غطا مى شود</w:t>
      </w:r>
      <w:r w:rsidR="007D3118">
        <w:rPr>
          <w:rtl/>
        </w:rPr>
        <w:t xml:space="preserve">. </w:t>
      </w:r>
      <w:r>
        <w:rPr>
          <w:rtl/>
        </w:rPr>
        <w:t>اه</w:t>
      </w:r>
      <w:r w:rsidR="007D3118">
        <w:rPr>
          <w:rtl/>
        </w:rPr>
        <w:t xml:space="preserve">، </w:t>
      </w:r>
      <w:r>
        <w:rPr>
          <w:rtl/>
        </w:rPr>
        <w:t>نقلناه</w:t>
      </w:r>
      <w:r w:rsidR="007D3118">
        <w:rPr>
          <w:rtl/>
        </w:rPr>
        <w:t xml:space="preserve">، </w:t>
      </w:r>
      <w:r>
        <w:rPr>
          <w:rtl/>
        </w:rPr>
        <w:t>مخلصا</w:t>
      </w:r>
      <w:r w:rsidR="007D3118">
        <w:rPr>
          <w:rtl/>
        </w:rPr>
        <w:t xml:space="preserve">. </w:t>
      </w:r>
    </w:p>
    <w:p w:rsidR="008D57EF" w:rsidRDefault="008D57EF" w:rsidP="000A4C2B">
      <w:pPr>
        <w:pStyle w:val="libFootnote"/>
        <w:rPr>
          <w:rtl/>
        </w:rPr>
      </w:pPr>
      <w:r>
        <w:rPr>
          <w:rtl/>
        </w:rPr>
        <w:t>39- يارى كردن باطل و ناحق و گناه و ظلم</w:t>
      </w:r>
      <w:r w:rsidR="007D3118">
        <w:rPr>
          <w:rtl/>
        </w:rPr>
        <w:t xml:space="preserve">، </w:t>
      </w:r>
      <w:r>
        <w:rPr>
          <w:rtl/>
        </w:rPr>
        <w:t>در شريعت حرام و عقلا مذموم است</w:t>
      </w:r>
      <w:r w:rsidR="007D3118">
        <w:rPr>
          <w:rtl/>
        </w:rPr>
        <w:t xml:space="preserve">. </w:t>
      </w:r>
      <w:r>
        <w:rPr>
          <w:rtl/>
        </w:rPr>
        <w:t>خداوند تعالى فرمود</w:t>
      </w:r>
      <w:r w:rsidR="007D3118">
        <w:rPr>
          <w:rtl/>
        </w:rPr>
        <w:t xml:space="preserve">: </w:t>
      </w:r>
      <w:r>
        <w:rPr>
          <w:rtl/>
        </w:rPr>
        <w:t>و لا تعاونوا على الاثم و العدوان در گناه و ستم يارى يكديگر مكنيد</w:t>
      </w:r>
      <w:r w:rsidR="007D3118">
        <w:rPr>
          <w:rtl/>
        </w:rPr>
        <w:t xml:space="preserve">. </w:t>
      </w:r>
      <w:r>
        <w:rPr>
          <w:rtl/>
        </w:rPr>
        <w:t>و بايد دانست كه اعانت ظلم در معنى اعم از اعانت در ظلم است</w:t>
      </w:r>
      <w:r w:rsidR="007D3118">
        <w:rPr>
          <w:rtl/>
        </w:rPr>
        <w:t xml:space="preserve">، </w:t>
      </w:r>
      <w:r>
        <w:rPr>
          <w:rtl/>
        </w:rPr>
        <w:t>چون اعانت ظلم شايد در عمل خير باشد چون بناى مسجد</w:t>
      </w:r>
      <w:r w:rsidR="007D3118">
        <w:rPr>
          <w:rtl/>
        </w:rPr>
        <w:t xml:space="preserve">. </w:t>
      </w:r>
    </w:p>
    <w:p w:rsidR="008D57EF" w:rsidRDefault="008D57EF" w:rsidP="000A4C2B">
      <w:pPr>
        <w:pStyle w:val="libFootnote"/>
        <w:rPr>
          <w:rtl/>
        </w:rPr>
      </w:pPr>
      <w:r>
        <w:rPr>
          <w:rtl/>
        </w:rPr>
        <w:t>و فقها گويند</w:t>
      </w:r>
      <w:r w:rsidR="007D3118">
        <w:rPr>
          <w:rtl/>
        </w:rPr>
        <w:t xml:space="preserve">: </w:t>
      </w:r>
      <w:r>
        <w:rPr>
          <w:rtl/>
        </w:rPr>
        <w:t>اعانت ظالم و فاسق در ظلم و فسق حرام است</w:t>
      </w:r>
      <w:r w:rsidR="007D3118">
        <w:rPr>
          <w:rtl/>
        </w:rPr>
        <w:t xml:space="preserve">، </w:t>
      </w:r>
      <w:r>
        <w:rPr>
          <w:rtl/>
        </w:rPr>
        <w:t>نه در هر عمل و اعانت آن است كه قصد اعانت كند و تاجرى كه مالى به دست مى آورد و قصد او اعانت عشار و صاحب گمرك نيست او را معاون ظالم نبايد گفت</w:t>
      </w:r>
      <w:r w:rsidR="007D3118">
        <w:rPr>
          <w:rtl/>
        </w:rPr>
        <w:t xml:space="preserve">، </w:t>
      </w:r>
      <w:r>
        <w:rPr>
          <w:rtl/>
        </w:rPr>
        <w:t>اما آن كه شمشير و تازيانه به دست جلاد مى دهد</w:t>
      </w:r>
      <w:r w:rsidR="007D3118">
        <w:rPr>
          <w:rtl/>
        </w:rPr>
        <w:t xml:space="preserve">، </w:t>
      </w:r>
      <w:r>
        <w:rPr>
          <w:rtl/>
        </w:rPr>
        <w:t>معاون او است چون ممكن نيست نيت اعانت نكرده باشد</w:t>
      </w:r>
      <w:r w:rsidR="007D3118">
        <w:rPr>
          <w:rtl/>
        </w:rPr>
        <w:t xml:space="preserve">. </w:t>
      </w:r>
    </w:p>
    <w:p w:rsidR="008D57EF" w:rsidRDefault="008D57EF" w:rsidP="000A4C2B">
      <w:pPr>
        <w:pStyle w:val="libFootnote"/>
        <w:rPr>
          <w:rtl/>
        </w:rPr>
      </w:pPr>
      <w:r>
        <w:rPr>
          <w:rtl/>
        </w:rPr>
        <w:t>و سيد شارح فرمايد</w:t>
      </w:r>
      <w:r w:rsidR="007D3118">
        <w:rPr>
          <w:rtl/>
        </w:rPr>
        <w:t xml:space="preserve">: </w:t>
      </w:r>
      <w:r>
        <w:rPr>
          <w:rtl/>
        </w:rPr>
        <w:t>اعانت ظالم حتى در كار مباح جايز نيست و شيخ انصارى رحمه الله گويد</w:t>
      </w:r>
      <w:r w:rsidR="007D3118">
        <w:rPr>
          <w:rtl/>
        </w:rPr>
        <w:t xml:space="preserve">: </w:t>
      </w:r>
      <w:r>
        <w:rPr>
          <w:rtl/>
        </w:rPr>
        <w:t>اعانت ظالم به طورى كه منصب باشد مانند معمار و خياط خاص او حرام است و لو در مباح</w:t>
      </w:r>
      <w:r w:rsidR="007D3118">
        <w:rPr>
          <w:rtl/>
        </w:rPr>
        <w:t xml:space="preserve">. </w:t>
      </w:r>
    </w:p>
    <w:p w:rsidR="008D57EF" w:rsidRDefault="008D57EF" w:rsidP="000A4C2B">
      <w:pPr>
        <w:pStyle w:val="libFootnote"/>
        <w:rPr>
          <w:rtl/>
        </w:rPr>
      </w:pPr>
      <w:r>
        <w:rPr>
          <w:rtl/>
        </w:rPr>
        <w:t>40- اگر گويى</w:t>
      </w:r>
      <w:r w:rsidR="007D3118">
        <w:rPr>
          <w:rtl/>
        </w:rPr>
        <w:t xml:space="preserve">: </w:t>
      </w:r>
      <w:r>
        <w:rPr>
          <w:rtl/>
        </w:rPr>
        <w:t>چون گواهى خداوند كافى است</w:t>
      </w:r>
      <w:r w:rsidR="007D3118">
        <w:rPr>
          <w:rtl/>
        </w:rPr>
        <w:t xml:space="preserve">، </w:t>
      </w:r>
      <w:r>
        <w:rPr>
          <w:rtl/>
        </w:rPr>
        <w:t>گواه گرفتن آسمان و زمين و فرشتگان براى چيست؟ گوييم</w:t>
      </w:r>
      <w:r w:rsidR="007D3118">
        <w:rPr>
          <w:rtl/>
        </w:rPr>
        <w:t xml:space="preserve">: </w:t>
      </w:r>
      <w:r>
        <w:rPr>
          <w:rtl/>
        </w:rPr>
        <w:t>كثرت گواهان در پيشگاه پروردگار مطلوب است</w:t>
      </w:r>
      <w:r w:rsidR="007D3118">
        <w:rPr>
          <w:rtl/>
        </w:rPr>
        <w:t xml:space="preserve">، </w:t>
      </w:r>
      <w:r>
        <w:rPr>
          <w:rtl/>
        </w:rPr>
        <w:t>گر چه خداى خود مى داند و جمله اول از نر توحيد كامل است كه همه را فانى در ذات حق بيند و گواهى آسمان و زمين را گواهى حق داند نه چيزى جدا از او</w:t>
      </w:r>
      <w:r w:rsidR="007D3118">
        <w:rPr>
          <w:rtl/>
        </w:rPr>
        <w:t xml:space="preserve">. </w:t>
      </w:r>
    </w:p>
    <w:p w:rsidR="008D57EF" w:rsidRDefault="008D57EF" w:rsidP="000A4C2B">
      <w:pPr>
        <w:pStyle w:val="libFootnote"/>
        <w:rPr>
          <w:rtl/>
        </w:rPr>
      </w:pPr>
      <w:r>
        <w:rPr>
          <w:rtl/>
        </w:rPr>
        <w:t>و سيد شارخ فرمايد</w:t>
      </w:r>
      <w:r w:rsidR="007D3118">
        <w:rPr>
          <w:rtl/>
        </w:rPr>
        <w:t xml:space="preserve">: </w:t>
      </w:r>
      <w:r>
        <w:rPr>
          <w:rtl/>
        </w:rPr>
        <w:t>توحيد را چهار مرتبه است</w:t>
      </w:r>
      <w:r w:rsidR="007D3118">
        <w:rPr>
          <w:rtl/>
        </w:rPr>
        <w:t xml:space="preserve">: </w:t>
      </w:r>
    </w:p>
    <w:p w:rsidR="008D57EF" w:rsidRDefault="008D57EF" w:rsidP="000A4C2B">
      <w:pPr>
        <w:pStyle w:val="libFootnote"/>
        <w:rPr>
          <w:rtl/>
        </w:rPr>
      </w:pPr>
      <w:r>
        <w:rPr>
          <w:rtl/>
        </w:rPr>
        <w:t>اول قشر مانند پوست سبز گردو چنان كه به زبان اعتراف كند و به دل خداى را نشناسد</w:t>
      </w:r>
      <w:r w:rsidR="007D3118">
        <w:rPr>
          <w:rtl/>
        </w:rPr>
        <w:t xml:space="preserve">، </w:t>
      </w:r>
      <w:r>
        <w:rPr>
          <w:rtl/>
        </w:rPr>
        <w:t>چون ايمان منافقين و در دنيا آنان را سود دهد</w:t>
      </w:r>
      <w:r w:rsidR="007D3118">
        <w:rPr>
          <w:rtl/>
        </w:rPr>
        <w:t xml:space="preserve">، </w:t>
      </w:r>
      <w:r>
        <w:rPr>
          <w:rtl/>
        </w:rPr>
        <w:t>نه در عقبى</w:t>
      </w:r>
      <w:r w:rsidR="007D3118">
        <w:rPr>
          <w:rtl/>
        </w:rPr>
        <w:t xml:space="preserve">. </w:t>
      </w:r>
    </w:p>
    <w:p w:rsidR="008D57EF" w:rsidRDefault="008D57EF" w:rsidP="000A4C2B">
      <w:pPr>
        <w:pStyle w:val="libFootnote"/>
        <w:rPr>
          <w:rtl/>
        </w:rPr>
      </w:pPr>
      <w:r>
        <w:rPr>
          <w:rtl/>
        </w:rPr>
        <w:lastRenderedPageBreak/>
        <w:t>دوم ايمان قلبى بى معرفت پروردگار</w:t>
      </w:r>
      <w:r w:rsidR="007D3118">
        <w:rPr>
          <w:rtl/>
        </w:rPr>
        <w:t xml:space="preserve">، </w:t>
      </w:r>
      <w:r>
        <w:rPr>
          <w:rtl/>
        </w:rPr>
        <w:t>مانند ايمان عوام و مشبهه و مجسمه و اهل تقليد گويد</w:t>
      </w:r>
      <w:r w:rsidR="007D3118">
        <w:rPr>
          <w:rtl/>
        </w:rPr>
        <w:t xml:space="preserve">: </w:t>
      </w:r>
      <w:r>
        <w:rPr>
          <w:rtl/>
        </w:rPr>
        <w:t>در آخرت هم سودمند است</w:t>
      </w:r>
      <w:r w:rsidR="007D3118">
        <w:rPr>
          <w:rtl/>
        </w:rPr>
        <w:t xml:space="preserve">، </w:t>
      </w:r>
      <w:r>
        <w:rPr>
          <w:rtl/>
        </w:rPr>
        <w:t>اما آن نيز قشرى است مانند پوست چوبى گردو</w:t>
      </w:r>
      <w:r w:rsidR="007D3118">
        <w:rPr>
          <w:rtl/>
        </w:rPr>
        <w:t xml:space="preserve">. </w:t>
      </w:r>
    </w:p>
    <w:p w:rsidR="008D57EF" w:rsidRDefault="008D57EF" w:rsidP="000A4C2B">
      <w:pPr>
        <w:pStyle w:val="libFootnote"/>
        <w:rPr>
          <w:rtl/>
        </w:rPr>
      </w:pPr>
      <w:r>
        <w:rPr>
          <w:rtl/>
        </w:rPr>
        <w:t>سوم ايمان قلبى با معرفت حق به صفات او</w:t>
      </w:r>
      <w:r w:rsidR="007D3118">
        <w:rPr>
          <w:rtl/>
        </w:rPr>
        <w:t xml:space="preserve">، </w:t>
      </w:r>
      <w:r>
        <w:rPr>
          <w:rtl/>
        </w:rPr>
        <w:t>مطابق مذهب حق و تنزيه از تشبيه و تعطيل</w:t>
      </w:r>
      <w:r w:rsidR="007D3118">
        <w:rPr>
          <w:rtl/>
        </w:rPr>
        <w:t xml:space="preserve">، </w:t>
      </w:r>
      <w:r>
        <w:rPr>
          <w:rtl/>
        </w:rPr>
        <w:t>اما نه آن كه همه چيز را در او فانى بيند</w:t>
      </w:r>
      <w:r w:rsidR="007D3118">
        <w:rPr>
          <w:rtl/>
        </w:rPr>
        <w:t xml:space="preserve">. </w:t>
      </w:r>
    </w:p>
    <w:p w:rsidR="008D57EF" w:rsidRDefault="008D57EF" w:rsidP="000A4C2B">
      <w:pPr>
        <w:pStyle w:val="libFootnote"/>
        <w:rPr>
          <w:rtl/>
        </w:rPr>
      </w:pPr>
      <w:r>
        <w:rPr>
          <w:rtl/>
        </w:rPr>
        <w:t>چهارم آن كه همه چيز را فانى بيند و جز حق به ديگرى ننگرد و اين است مرتبه ى اخلاص و توحيد خالص از شائبه</w:t>
      </w:r>
      <w:r w:rsidR="007D3118">
        <w:rPr>
          <w:rtl/>
        </w:rPr>
        <w:t xml:space="preserve">. </w:t>
      </w:r>
    </w:p>
    <w:p w:rsidR="008D57EF" w:rsidRDefault="008D57EF" w:rsidP="000A4C2B">
      <w:pPr>
        <w:pStyle w:val="libFootnote"/>
        <w:rPr>
          <w:rtl/>
        </w:rPr>
      </w:pPr>
      <w:r>
        <w:rPr>
          <w:rtl/>
        </w:rPr>
        <w:t>41- بلا اگر چه به قضاى الهى است اما دعا براى رفع آن بر خلاف رضا نيست و دعا در دين ما و هر دين وارد و مشروع است و خداى تعالى فرمود</w:t>
      </w:r>
      <w:r w:rsidR="007D3118">
        <w:rPr>
          <w:rtl/>
        </w:rPr>
        <w:t xml:space="preserve">: </w:t>
      </w:r>
      <w:r>
        <w:rPr>
          <w:rtl/>
        </w:rPr>
        <w:t>ادعونى استجب لكم اما بعضى گويند</w:t>
      </w:r>
      <w:r w:rsidR="007D3118">
        <w:rPr>
          <w:rtl/>
        </w:rPr>
        <w:t xml:space="preserve">: </w:t>
      </w:r>
      <w:r>
        <w:rPr>
          <w:rtl/>
        </w:rPr>
        <w:t>دعا بر خلاف رضا است و آن كه خداوند مقدر كرد خير و مصلحت است و بايد بدان تن داد و دعا نكرد</w:t>
      </w:r>
      <w:r w:rsidR="007D3118">
        <w:rPr>
          <w:rtl/>
        </w:rPr>
        <w:t xml:space="preserve">. </w:t>
      </w:r>
    </w:p>
    <w:p w:rsidR="008D57EF" w:rsidRDefault="008D57EF" w:rsidP="000A4C2B">
      <w:pPr>
        <w:pStyle w:val="libFootnote"/>
        <w:rPr>
          <w:rtl/>
        </w:rPr>
      </w:pPr>
      <w:r>
        <w:rPr>
          <w:rtl/>
        </w:rPr>
        <w:t>اين سخن صحيح نيست</w:t>
      </w:r>
      <w:r w:rsidR="007D3118">
        <w:rPr>
          <w:rtl/>
        </w:rPr>
        <w:t xml:space="preserve">، </w:t>
      </w:r>
      <w:r>
        <w:rPr>
          <w:rtl/>
        </w:rPr>
        <w:t>چون طلب به امر او است و نيز گويند</w:t>
      </w:r>
      <w:r w:rsidR="007D3118">
        <w:rPr>
          <w:rtl/>
        </w:rPr>
        <w:t xml:space="preserve">: </w:t>
      </w:r>
      <w:r>
        <w:rPr>
          <w:rtl/>
        </w:rPr>
        <w:t xml:space="preserve">آن چه خير است خداوند كريم بى </w:t>
      </w:r>
      <w:r w:rsidR="00F57782">
        <w:rPr>
          <w:rtl/>
        </w:rPr>
        <w:t>سئوال</w:t>
      </w:r>
      <w:r>
        <w:rPr>
          <w:rtl/>
        </w:rPr>
        <w:t xml:space="preserve"> مى بخشد و اگر خير نيست نبايد خواست</w:t>
      </w:r>
      <w:r w:rsidR="007D3118">
        <w:rPr>
          <w:rtl/>
        </w:rPr>
        <w:t xml:space="preserve">، </w:t>
      </w:r>
      <w:r>
        <w:rPr>
          <w:rtl/>
        </w:rPr>
        <w:t>يا گويند</w:t>
      </w:r>
      <w:r w:rsidR="007D3118">
        <w:rPr>
          <w:rtl/>
        </w:rPr>
        <w:t xml:space="preserve">: </w:t>
      </w:r>
      <w:r>
        <w:rPr>
          <w:rtl/>
        </w:rPr>
        <w:t>آن چه خداوند مقدر كرد تغييرناپذير نيست</w:t>
      </w:r>
      <w:r w:rsidR="007D3118">
        <w:rPr>
          <w:rtl/>
        </w:rPr>
        <w:t xml:space="preserve">؛ </w:t>
      </w:r>
      <w:r>
        <w:rPr>
          <w:rtl/>
        </w:rPr>
        <w:t>اين سخن هم صحيح نيست</w:t>
      </w:r>
      <w:r w:rsidR="007D3118">
        <w:rPr>
          <w:rtl/>
        </w:rPr>
        <w:t xml:space="preserve">، </w:t>
      </w:r>
      <w:r>
        <w:rPr>
          <w:rtl/>
        </w:rPr>
        <w:t>چون خداوند خير را مقدر كرده است به اسباب</w:t>
      </w:r>
      <w:r w:rsidR="007D3118">
        <w:rPr>
          <w:rtl/>
        </w:rPr>
        <w:t xml:space="preserve">. </w:t>
      </w:r>
      <w:r>
        <w:rPr>
          <w:rtl/>
        </w:rPr>
        <w:t>و دعا يكى از اسباب است مانند كسب براى روزى و دارو براى درمان و توجه نفس به خداوند و اتصال به مبادى عاليه وجود و همت ساختن از مردان خدا سببى است قوى تر از علت هاى طبيعى و حكما انكار آن نكنند و ابوعلى در آخر اشارت فصلى در تاءثير دعا آورده است</w:t>
      </w:r>
      <w:r w:rsidR="007D3118">
        <w:rPr>
          <w:rtl/>
        </w:rPr>
        <w:t xml:space="preserve">. </w:t>
      </w:r>
    </w:p>
    <w:p w:rsidR="008D57EF" w:rsidRDefault="008D57EF" w:rsidP="000A4C2B">
      <w:pPr>
        <w:pStyle w:val="libFootnote"/>
        <w:rPr>
          <w:rtl/>
        </w:rPr>
      </w:pPr>
      <w:r>
        <w:rPr>
          <w:rtl/>
        </w:rPr>
        <w:t>42- تخت پادشاهى ترجمه عرش است و كنايه از قدرت و ملك باشد و اگر بايد براى آن مصداقى يافت</w:t>
      </w:r>
      <w:r w:rsidR="007D3118">
        <w:rPr>
          <w:rtl/>
        </w:rPr>
        <w:t xml:space="preserve">، </w:t>
      </w:r>
      <w:r>
        <w:rPr>
          <w:rtl/>
        </w:rPr>
        <w:t>علم خداوند است</w:t>
      </w:r>
      <w:r w:rsidR="007D3118">
        <w:rPr>
          <w:rtl/>
        </w:rPr>
        <w:t xml:space="preserve">، </w:t>
      </w:r>
      <w:r>
        <w:rPr>
          <w:rtl/>
        </w:rPr>
        <w:t>چون همه افعال حق تابع علم عنايى او است</w:t>
      </w:r>
      <w:r w:rsidR="007D3118">
        <w:rPr>
          <w:rtl/>
        </w:rPr>
        <w:t xml:space="preserve">. </w:t>
      </w:r>
      <w:r>
        <w:rPr>
          <w:rtl/>
        </w:rPr>
        <w:t>و بعضى از وجود منبسط به عرش رحمان تغيير كنند و گروهى فلك اطلس را كه بزرگ ترين جسم عالم شهادت است</w:t>
      </w:r>
      <w:r w:rsidR="007D3118">
        <w:rPr>
          <w:rtl/>
        </w:rPr>
        <w:t xml:space="preserve">، </w:t>
      </w:r>
      <w:r>
        <w:rPr>
          <w:rtl/>
        </w:rPr>
        <w:t>عرش ‍ خوانده اند و هر يك به وجهى صحيح است</w:t>
      </w:r>
      <w:r w:rsidR="007D3118">
        <w:rPr>
          <w:rtl/>
        </w:rPr>
        <w:t xml:space="preserve">، </w:t>
      </w:r>
      <w:r>
        <w:rPr>
          <w:rtl/>
        </w:rPr>
        <w:t>اما تفسير آن به علم در روايات آمده است</w:t>
      </w:r>
      <w:r w:rsidR="007D3118">
        <w:rPr>
          <w:rtl/>
        </w:rPr>
        <w:t xml:space="preserve">، </w:t>
      </w:r>
      <w:r>
        <w:rPr>
          <w:rtl/>
        </w:rPr>
        <w:t>والله اعلم</w:t>
      </w:r>
      <w:r w:rsidR="007D3118">
        <w:rPr>
          <w:rtl/>
        </w:rPr>
        <w:t xml:space="preserve">. </w:t>
      </w:r>
    </w:p>
    <w:p w:rsidR="008D57EF" w:rsidRDefault="008D57EF" w:rsidP="000A4C2B">
      <w:pPr>
        <w:pStyle w:val="libFootnote"/>
        <w:rPr>
          <w:rtl/>
        </w:rPr>
      </w:pPr>
      <w:r>
        <w:rPr>
          <w:rtl/>
        </w:rPr>
        <w:t>43- سيد شارح فرمايد</w:t>
      </w:r>
      <w:r w:rsidR="007D3118">
        <w:rPr>
          <w:rtl/>
        </w:rPr>
        <w:t xml:space="preserve">: </w:t>
      </w:r>
      <w:r>
        <w:rPr>
          <w:rtl/>
        </w:rPr>
        <w:t>به ظاهر عبارت</w:t>
      </w:r>
      <w:r w:rsidR="007D3118">
        <w:rPr>
          <w:rtl/>
        </w:rPr>
        <w:t xml:space="preserve">، </w:t>
      </w:r>
      <w:r>
        <w:rPr>
          <w:rtl/>
        </w:rPr>
        <w:t>قصد معصيت</w:t>
      </w:r>
      <w:r w:rsidR="007D3118">
        <w:rPr>
          <w:rtl/>
        </w:rPr>
        <w:t xml:space="preserve">، </w:t>
      </w:r>
      <w:r>
        <w:rPr>
          <w:rtl/>
        </w:rPr>
        <w:t>معصيت است و به نظر ما اين عبارت دلالت بر اين معنى ندارد</w:t>
      </w:r>
      <w:r w:rsidR="007D3118">
        <w:rPr>
          <w:rtl/>
        </w:rPr>
        <w:t xml:space="preserve">، </w:t>
      </w:r>
      <w:r>
        <w:rPr>
          <w:rtl/>
        </w:rPr>
        <w:t>اما ادله ديگر بسيار است كه خداوند جزا بر وفق نيت مى دهد</w:t>
      </w:r>
      <w:r w:rsidR="007D3118">
        <w:rPr>
          <w:rtl/>
        </w:rPr>
        <w:t xml:space="preserve">، </w:t>
      </w:r>
      <w:r>
        <w:rPr>
          <w:rtl/>
        </w:rPr>
        <w:t>مگر آن كه قبل از تصميم و عزم</w:t>
      </w:r>
      <w:r w:rsidR="007D3118">
        <w:rPr>
          <w:rtl/>
        </w:rPr>
        <w:t xml:space="preserve">، </w:t>
      </w:r>
      <w:r>
        <w:rPr>
          <w:rtl/>
        </w:rPr>
        <w:t>خود به خود باز ايستد و پشيمان شود كه پشيمانى توبه است و خداوند به فضل خود مى بخشد و بعضى علماى ما گويند</w:t>
      </w:r>
      <w:r w:rsidR="007D3118">
        <w:rPr>
          <w:rtl/>
        </w:rPr>
        <w:t xml:space="preserve">: </w:t>
      </w:r>
      <w:r>
        <w:rPr>
          <w:rtl/>
        </w:rPr>
        <w:t>قصد معصيت</w:t>
      </w:r>
      <w:r w:rsidR="007D3118">
        <w:rPr>
          <w:rtl/>
        </w:rPr>
        <w:t xml:space="preserve">، </w:t>
      </w:r>
      <w:r>
        <w:rPr>
          <w:rtl/>
        </w:rPr>
        <w:t>معصيت نيست</w:t>
      </w:r>
      <w:r w:rsidR="007D3118">
        <w:rPr>
          <w:rtl/>
        </w:rPr>
        <w:t xml:space="preserve">، </w:t>
      </w:r>
      <w:r>
        <w:rPr>
          <w:rtl/>
        </w:rPr>
        <w:t>بلكه تجرى هم معصيت نيست و مذهب مشهورو صحيح موافق آيات و اخبار همان است كه اول گفتيم و تصميم نگيرد</w:t>
      </w:r>
      <w:r w:rsidR="007D3118">
        <w:rPr>
          <w:rtl/>
        </w:rPr>
        <w:t xml:space="preserve">، </w:t>
      </w:r>
      <w:r>
        <w:rPr>
          <w:rtl/>
        </w:rPr>
        <w:t>اما آن كه تصميم بر قتل و زنا گيرد و علل خارجى مانع انجام دادن آن شود</w:t>
      </w:r>
      <w:r w:rsidR="007D3118">
        <w:rPr>
          <w:rtl/>
        </w:rPr>
        <w:t xml:space="preserve">، </w:t>
      </w:r>
      <w:r>
        <w:rPr>
          <w:rtl/>
        </w:rPr>
        <w:t>گناهكار است</w:t>
      </w:r>
      <w:r w:rsidR="007D3118">
        <w:rPr>
          <w:rtl/>
        </w:rPr>
        <w:t xml:space="preserve">، </w:t>
      </w:r>
      <w:r>
        <w:rPr>
          <w:rtl/>
        </w:rPr>
        <w:t>اگر چه حد و قصاص ندارد</w:t>
      </w:r>
      <w:r w:rsidR="007D3118">
        <w:rPr>
          <w:rtl/>
        </w:rPr>
        <w:t xml:space="preserve">. </w:t>
      </w:r>
    </w:p>
    <w:p w:rsidR="008D57EF" w:rsidRDefault="008D57EF" w:rsidP="000A4C2B">
      <w:pPr>
        <w:pStyle w:val="libFootnote"/>
        <w:rPr>
          <w:rtl/>
        </w:rPr>
      </w:pPr>
      <w:r>
        <w:rPr>
          <w:rtl/>
        </w:rPr>
        <w:lastRenderedPageBreak/>
        <w:t>44- برهاين است بر وجود نفس و اين كه مجرد و از عالم امر است</w:t>
      </w:r>
      <w:r w:rsidR="007D3118">
        <w:rPr>
          <w:rtl/>
        </w:rPr>
        <w:t xml:space="preserve">، </w:t>
      </w:r>
      <w:r>
        <w:rPr>
          <w:rtl/>
        </w:rPr>
        <w:t>چون آب و خاك و همه عناصر ماده جامدند و حس و حركت ندارند و اگر روح حقيقت نداشته باشد و فرق ميان جسم جامد و زنده نباشد</w:t>
      </w:r>
      <w:r w:rsidR="007D3118">
        <w:rPr>
          <w:rtl/>
        </w:rPr>
        <w:t xml:space="preserve">، </w:t>
      </w:r>
      <w:r>
        <w:rPr>
          <w:rtl/>
        </w:rPr>
        <w:t>چنان كه طبيعيين عصر ما پندارند</w:t>
      </w:r>
      <w:r w:rsidR="007D3118">
        <w:rPr>
          <w:rtl/>
        </w:rPr>
        <w:t xml:space="preserve">، </w:t>
      </w:r>
      <w:r>
        <w:rPr>
          <w:rtl/>
        </w:rPr>
        <w:t>بايد موجود زنده هم حس نداشته و حركت نكند چون از تركيب چند موجود بى روح آثار حيات پديد نمى گردد</w:t>
      </w:r>
      <w:r w:rsidR="007D3118">
        <w:rPr>
          <w:rtl/>
        </w:rPr>
        <w:t xml:space="preserve">، </w:t>
      </w:r>
      <w:r>
        <w:rPr>
          <w:rtl/>
        </w:rPr>
        <w:t>پس نيروى ما و هر موجود زنده كه سبب نمو و حس و حركت است از مبداء ديگرى است غير ماده عناصر و مبداء همه نيروها پروردگار است</w:t>
      </w:r>
      <w:r w:rsidR="007D3118">
        <w:rPr>
          <w:rtl/>
        </w:rPr>
        <w:t xml:space="preserve">. </w:t>
      </w:r>
    </w:p>
    <w:p w:rsidR="008D57EF" w:rsidRDefault="008D57EF" w:rsidP="000A4C2B">
      <w:pPr>
        <w:pStyle w:val="libFootnote"/>
        <w:rPr>
          <w:rtl/>
        </w:rPr>
      </w:pPr>
      <w:r>
        <w:rPr>
          <w:rtl/>
        </w:rPr>
        <w:t xml:space="preserve">اين استدلال كه از كلام امام </w:t>
      </w:r>
      <w:r w:rsidR="000C598D" w:rsidRPr="000C598D">
        <w:rPr>
          <w:rStyle w:val="libAlaemChar"/>
          <w:rtl/>
        </w:rPr>
        <w:t>عليه‌السلام</w:t>
      </w:r>
      <w:r w:rsidR="007D3118">
        <w:rPr>
          <w:rtl/>
        </w:rPr>
        <w:t xml:space="preserve"> </w:t>
      </w:r>
      <w:r>
        <w:rPr>
          <w:rtl/>
        </w:rPr>
        <w:t>مستفاد مى گردد</w:t>
      </w:r>
      <w:r w:rsidR="007D3118">
        <w:rPr>
          <w:rtl/>
        </w:rPr>
        <w:t xml:space="preserve">، </w:t>
      </w:r>
      <w:r>
        <w:rPr>
          <w:rtl/>
        </w:rPr>
        <w:t>همان است كه حكما و فلاسفه الهى در اثبات صور نوعيه و نفوس و مبداء همه آن ها كه واجب الوجود است آورده اند</w:t>
      </w:r>
      <w:r w:rsidR="007D3118">
        <w:rPr>
          <w:rtl/>
        </w:rPr>
        <w:t xml:space="preserve">. </w:t>
      </w:r>
    </w:p>
    <w:p w:rsidR="008D57EF" w:rsidRDefault="008D57EF" w:rsidP="000A4C2B">
      <w:pPr>
        <w:pStyle w:val="libFootnote"/>
        <w:rPr>
          <w:rtl/>
        </w:rPr>
      </w:pPr>
      <w:r>
        <w:rPr>
          <w:rtl/>
        </w:rPr>
        <w:t>45- ياد خدا كردن در دل است و آن را ذكر خفى گويند و اگر نام خدا را با آن كه در دل است به زبان نيز بياورند ذكر جلى باشد و سيد شارح فرمايد</w:t>
      </w:r>
      <w:r w:rsidR="007D3118">
        <w:rPr>
          <w:rtl/>
        </w:rPr>
        <w:t xml:space="preserve">: </w:t>
      </w:r>
      <w:r>
        <w:rPr>
          <w:rtl/>
        </w:rPr>
        <w:t>گروهى ذكر خفى را ترجيح مى دهند</w:t>
      </w:r>
      <w:r w:rsidR="007D3118">
        <w:rPr>
          <w:rtl/>
        </w:rPr>
        <w:t xml:space="preserve">، </w:t>
      </w:r>
      <w:r>
        <w:rPr>
          <w:rtl/>
        </w:rPr>
        <w:t>چون عمل پنهان افضل است و گروهى ذكر جلى را</w:t>
      </w:r>
      <w:r w:rsidR="007D3118">
        <w:rPr>
          <w:rtl/>
        </w:rPr>
        <w:t xml:space="preserve">، </w:t>
      </w:r>
      <w:r>
        <w:rPr>
          <w:rtl/>
        </w:rPr>
        <w:t>چون زبان هم به كار طاعت آيد و رنج مضاعف</w:t>
      </w:r>
      <w:r w:rsidR="007D3118">
        <w:rPr>
          <w:rtl/>
        </w:rPr>
        <w:t xml:space="preserve">، </w:t>
      </w:r>
      <w:r>
        <w:rPr>
          <w:rtl/>
        </w:rPr>
        <w:t>ثواب را دو برابر گرداند و چون عمل به اركان به او منضم شود افضل گردد</w:t>
      </w:r>
      <w:r w:rsidR="007D3118">
        <w:rPr>
          <w:rtl/>
        </w:rPr>
        <w:t xml:space="preserve">. </w:t>
      </w:r>
    </w:p>
    <w:p w:rsidR="008D57EF" w:rsidRDefault="008D57EF" w:rsidP="000A4C2B">
      <w:pPr>
        <w:pStyle w:val="libFootnote"/>
        <w:rPr>
          <w:rtl/>
        </w:rPr>
      </w:pPr>
      <w:r>
        <w:rPr>
          <w:rtl/>
        </w:rPr>
        <w:t>و گويد</w:t>
      </w:r>
      <w:r w:rsidR="007D3118">
        <w:rPr>
          <w:rtl/>
        </w:rPr>
        <w:t xml:space="preserve">: </w:t>
      </w:r>
      <w:r>
        <w:rPr>
          <w:rtl/>
        </w:rPr>
        <w:t>اكثر احاديث دلالت بر افضليت ذكر خفى دارد و شرط قبول هر عمل آن است كه از بدعت خالى بود</w:t>
      </w:r>
      <w:r w:rsidR="007D3118">
        <w:rPr>
          <w:rtl/>
        </w:rPr>
        <w:t xml:space="preserve">. </w:t>
      </w:r>
      <w:r>
        <w:rPr>
          <w:rtl/>
        </w:rPr>
        <w:t>و باز سيد شارح فرمايد</w:t>
      </w:r>
      <w:r w:rsidR="007D3118">
        <w:rPr>
          <w:rtl/>
        </w:rPr>
        <w:t xml:space="preserve">: </w:t>
      </w:r>
      <w:r>
        <w:rPr>
          <w:rtl/>
        </w:rPr>
        <w:t>ياد خدا كردن در دل بزرگترين نشانه محبت است</w:t>
      </w:r>
      <w:r w:rsidR="007D3118">
        <w:rPr>
          <w:rtl/>
        </w:rPr>
        <w:t xml:space="preserve">، </w:t>
      </w:r>
      <w:r>
        <w:rPr>
          <w:rtl/>
        </w:rPr>
        <w:t>هر كس ديگرى را دوست دارد پيوسته ياد او كند چنان كه بر دل مستولى گردد و همه ما سوى را فراموش كند</w:t>
      </w:r>
      <w:r w:rsidR="007D3118">
        <w:rPr>
          <w:rtl/>
        </w:rPr>
        <w:t xml:space="preserve">، </w:t>
      </w:r>
      <w:r>
        <w:rPr>
          <w:rtl/>
        </w:rPr>
        <w:t>حتى خويشتن را و اين مقام را فنا فى الله مى گويند و آن كه بدين مقام رسد</w:t>
      </w:r>
      <w:r w:rsidR="007D3118">
        <w:rPr>
          <w:rtl/>
        </w:rPr>
        <w:t xml:space="preserve">، </w:t>
      </w:r>
      <w:r>
        <w:rPr>
          <w:rtl/>
        </w:rPr>
        <w:t>جز او كسى را نبيند (انتهى</w:t>
      </w:r>
      <w:r w:rsidR="007D3118">
        <w:rPr>
          <w:rtl/>
        </w:rPr>
        <w:t xml:space="preserve">) </w:t>
      </w:r>
      <w:r>
        <w:rPr>
          <w:rtl/>
        </w:rPr>
        <w:t>و كدام شرف از اين برتر كه فرمود</w:t>
      </w:r>
      <w:r w:rsidR="007D3118">
        <w:rPr>
          <w:rtl/>
        </w:rPr>
        <w:t xml:space="preserve">: </w:t>
      </w:r>
      <w:r>
        <w:rPr>
          <w:rtl/>
        </w:rPr>
        <w:t>ذكره شرف للذاكرين</w:t>
      </w:r>
      <w:r w:rsidR="007D3118">
        <w:rPr>
          <w:rtl/>
        </w:rPr>
        <w:t xml:space="preserve">. </w:t>
      </w:r>
    </w:p>
    <w:p w:rsidR="008D57EF" w:rsidRDefault="008D57EF" w:rsidP="000A4C2B">
      <w:pPr>
        <w:pStyle w:val="libFootnote"/>
      </w:pPr>
      <w:r>
        <w:rPr>
          <w:rtl/>
        </w:rPr>
        <w:t>46- سيد عليه الرحمه سخن چند تن از حكما را در شرح اين عبارت آورده</w:t>
      </w:r>
      <w:r w:rsidR="007D3118">
        <w:rPr>
          <w:rtl/>
        </w:rPr>
        <w:t xml:space="preserve">، </w:t>
      </w:r>
      <w:r>
        <w:rPr>
          <w:rtl/>
        </w:rPr>
        <w:t>پس از آن گويد</w:t>
      </w:r>
      <w:r w:rsidR="007D3118">
        <w:rPr>
          <w:rtl/>
        </w:rPr>
        <w:t xml:space="preserve">: </w:t>
      </w:r>
      <w:r>
        <w:rPr>
          <w:rtl/>
        </w:rPr>
        <w:t>آن چه از ظاهر قرآن و اخبار مستفاد مى گردد اين نويسندگان ارواح آسمانيند</w:t>
      </w:r>
      <w:r w:rsidR="007D3118">
        <w:rPr>
          <w:rtl/>
        </w:rPr>
        <w:t xml:space="preserve">، </w:t>
      </w:r>
      <w:r>
        <w:rPr>
          <w:rtl/>
        </w:rPr>
        <w:t>خداوند آنان را به حفظ بندگان مامور كرده است</w:t>
      </w:r>
      <w:r w:rsidR="007D3118">
        <w:rPr>
          <w:rtl/>
        </w:rPr>
        <w:t xml:space="preserve">، </w:t>
      </w:r>
      <w:r>
        <w:rPr>
          <w:rtl/>
        </w:rPr>
        <w:t>بعضى خود آنان را حفظ مى كنند و بعضى اعمال آن ها را (انتهى</w:t>
      </w:r>
      <w:r w:rsidR="007D3118">
        <w:rPr>
          <w:rtl/>
        </w:rPr>
        <w:t xml:space="preserve">) </w:t>
      </w:r>
    </w:p>
    <w:p w:rsidR="008D57EF" w:rsidRDefault="008D57EF" w:rsidP="000A4C2B">
      <w:pPr>
        <w:pStyle w:val="libFootnote"/>
        <w:rPr>
          <w:rtl/>
        </w:rPr>
      </w:pPr>
      <w:r>
        <w:rPr>
          <w:rtl/>
        </w:rPr>
        <w:t>و از حكيمى آورده است كه نفوس بشرى مختلفند در بلادت و ذكا و عفت و فجور و غير آن و هر يك را مدبرى از ارواح سماوى است</w:t>
      </w:r>
      <w:r w:rsidR="007D3118">
        <w:rPr>
          <w:rtl/>
        </w:rPr>
        <w:t xml:space="preserve">، </w:t>
      </w:r>
      <w:r>
        <w:rPr>
          <w:rtl/>
        </w:rPr>
        <w:t>مانند پدر مهربان كه در خواب و بيدراى اعانت او مى كنند به رؤ يا و الهام و غير ذلك و آن ها حفظه اند</w:t>
      </w:r>
      <w:r w:rsidR="007D3118">
        <w:rPr>
          <w:rtl/>
        </w:rPr>
        <w:t xml:space="preserve">. </w:t>
      </w:r>
    </w:p>
    <w:p w:rsidR="008D57EF" w:rsidRDefault="008D57EF" w:rsidP="000A4C2B">
      <w:pPr>
        <w:pStyle w:val="libFootnote"/>
        <w:rPr>
          <w:rtl/>
        </w:rPr>
      </w:pPr>
      <w:r>
        <w:rPr>
          <w:rtl/>
        </w:rPr>
        <w:t>47- در بعضى نسخ چنين آمده است</w:t>
      </w:r>
      <w:r w:rsidR="007D3118">
        <w:rPr>
          <w:rtl/>
        </w:rPr>
        <w:t xml:space="preserve">: </w:t>
      </w:r>
      <w:r>
        <w:rPr>
          <w:rtl/>
        </w:rPr>
        <w:t>لم اخل فى الحالات كلها من احسانك و لم اسلم مع وفور احسانك من عصيانك و همين عبارت را در ترجمه آورديم و در نسخه ديگر به جاى آن اين عبارت است</w:t>
      </w:r>
      <w:r w:rsidR="007D3118">
        <w:rPr>
          <w:rtl/>
        </w:rPr>
        <w:t xml:space="preserve">: </w:t>
      </w:r>
      <w:r>
        <w:rPr>
          <w:rtl/>
        </w:rPr>
        <w:t>لم استسلم وقت احسانك الا بالاقلاع عن عصيانك كه تفسير آن به بى تكلف ممكن نيست</w:t>
      </w:r>
      <w:r w:rsidR="007D3118">
        <w:rPr>
          <w:rtl/>
        </w:rPr>
        <w:t xml:space="preserve">. </w:t>
      </w:r>
    </w:p>
    <w:p w:rsidR="008D57EF" w:rsidRDefault="008D57EF" w:rsidP="000A4C2B">
      <w:pPr>
        <w:pStyle w:val="libFootnote"/>
        <w:rPr>
          <w:rtl/>
        </w:rPr>
      </w:pPr>
      <w:r>
        <w:rPr>
          <w:rtl/>
        </w:rPr>
        <w:lastRenderedPageBreak/>
        <w:t>و در نسبت معصيت به امام يا پيغمبر</w:t>
      </w:r>
      <w:r w:rsidR="007D3118">
        <w:rPr>
          <w:rtl/>
        </w:rPr>
        <w:t xml:space="preserve">، </w:t>
      </w:r>
      <w:r w:rsidR="00F57782">
        <w:rPr>
          <w:rtl/>
        </w:rPr>
        <w:t>سئوال</w:t>
      </w:r>
      <w:r>
        <w:rPr>
          <w:rtl/>
        </w:rPr>
        <w:t xml:space="preserve"> معروفى است و بهترين توجيه آن است كه حجت هاى الهى اندك توجه به مباحات و امور دنيوى را در بارگاه الهى معصيت مى شمردند</w:t>
      </w:r>
      <w:r w:rsidR="007D3118">
        <w:rPr>
          <w:rtl/>
        </w:rPr>
        <w:t xml:space="preserve">، </w:t>
      </w:r>
      <w:r>
        <w:rPr>
          <w:rtl/>
        </w:rPr>
        <w:t>بلكه طاعات را هر چه بسيار بادش در حضور پروردگار نسبت به آن چه سزاى او است كم و ناچيز مى دانستند و اعتراف به تقصير مى كردند كه آن چه لايق به ربوبيت او است كماهى به جا نياورده اند يا اين ها به نمايندگى از جانب امت بوده است</w:t>
      </w:r>
      <w:r w:rsidR="007D3118">
        <w:rPr>
          <w:rtl/>
        </w:rPr>
        <w:t xml:space="preserve">. </w:t>
      </w:r>
    </w:p>
    <w:p w:rsidR="008D57EF" w:rsidRDefault="008D57EF" w:rsidP="000A4C2B">
      <w:pPr>
        <w:pStyle w:val="libFootnote"/>
        <w:rPr>
          <w:rtl/>
        </w:rPr>
      </w:pPr>
      <w:r>
        <w:rPr>
          <w:rtl/>
        </w:rPr>
        <w:t>48- لرزه افتادن در پا دليل شدت ترس است و در دست چنين نيست</w:t>
      </w:r>
      <w:r w:rsidR="007D3118">
        <w:rPr>
          <w:rtl/>
        </w:rPr>
        <w:t xml:space="preserve">، </w:t>
      </w:r>
      <w:r>
        <w:rPr>
          <w:rtl/>
        </w:rPr>
        <w:t>شيخ الرئيس در قانون گويد</w:t>
      </w:r>
      <w:r w:rsidR="007D3118">
        <w:rPr>
          <w:rtl/>
        </w:rPr>
        <w:t xml:space="preserve">: </w:t>
      </w:r>
      <w:r>
        <w:rPr>
          <w:rtl/>
        </w:rPr>
        <w:t>گاه باشد كه لرزه در دست افتد نه در پاى ها</w:t>
      </w:r>
      <w:r w:rsidR="007D3118">
        <w:rPr>
          <w:rtl/>
        </w:rPr>
        <w:t xml:space="preserve">، </w:t>
      </w:r>
      <w:r>
        <w:rPr>
          <w:rtl/>
        </w:rPr>
        <w:t>براى آن كه روح محرك در پاى بيش از دست است</w:t>
      </w:r>
      <w:r w:rsidR="007D3118">
        <w:rPr>
          <w:rtl/>
        </w:rPr>
        <w:t xml:space="preserve">، </w:t>
      </w:r>
      <w:r>
        <w:rPr>
          <w:rtl/>
        </w:rPr>
        <w:t>چون پاها به حركت و روح محتاج ترند و چون روح محركه در پاى قوى تر است</w:t>
      </w:r>
      <w:r w:rsidR="007D3118">
        <w:rPr>
          <w:rtl/>
        </w:rPr>
        <w:t xml:space="preserve">، </w:t>
      </w:r>
      <w:r>
        <w:rPr>
          <w:rtl/>
        </w:rPr>
        <w:t>از عوارض و اسباب غريبه كه چندان قوى نباشد متاثر نمى شود و هرگاه سببى عارض ‍ شد و پاى از آن متاثر گرديد روح قوى بر آن زود غالب ميگردد و اثر آن را نابود مى كند</w:t>
      </w:r>
      <w:r w:rsidR="007D3118">
        <w:rPr>
          <w:rtl/>
        </w:rPr>
        <w:t xml:space="preserve">، </w:t>
      </w:r>
      <w:r>
        <w:rPr>
          <w:rtl/>
        </w:rPr>
        <w:t>اما دست چنين نيست (انتهى</w:t>
      </w:r>
      <w:r w:rsidR="007D3118">
        <w:rPr>
          <w:rtl/>
        </w:rPr>
        <w:t xml:space="preserve">) . </w:t>
      </w:r>
    </w:p>
    <w:p w:rsidR="008D57EF" w:rsidRDefault="008D57EF" w:rsidP="000A4C2B">
      <w:pPr>
        <w:pStyle w:val="libFootnote"/>
        <w:rPr>
          <w:rtl/>
        </w:rPr>
      </w:pPr>
      <w:r>
        <w:rPr>
          <w:rtl/>
        </w:rPr>
        <w:t>سيد شارح ميفرمايد</w:t>
      </w:r>
      <w:r w:rsidR="007D3118">
        <w:rPr>
          <w:rtl/>
        </w:rPr>
        <w:t xml:space="preserve">: </w:t>
      </w:r>
      <w:r>
        <w:rPr>
          <w:rtl/>
        </w:rPr>
        <w:t xml:space="preserve">كه اى متامل درست در اين عبارت و اين نكته دقيق بنگر كه كسى متفطن به آن نمى شود مگر از دقايق و اسرار علم طب آگاه باشد و از مسائل پنهان آن پرده گشوده و امام </w:t>
      </w:r>
      <w:r w:rsidR="000C598D" w:rsidRPr="000C598D">
        <w:rPr>
          <w:rStyle w:val="libAlaemChar"/>
          <w:rtl/>
        </w:rPr>
        <w:t>عليه‌السلام</w:t>
      </w:r>
      <w:r w:rsidR="007D3118">
        <w:rPr>
          <w:rtl/>
        </w:rPr>
        <w:t xml:space="preserve"> </w:t>
      </w:r>
      <w:r>
        <w:rPr>
          <w:rtl/>
        </w:rPr>
        <w:t>به آن كه متوجه مناجات پروردگار بود</w:t>
      </w:r>
      <w:r w:rsidR="007D3118">
        <w:rPr>
          <w:rtl/>
        </w:rPr>
        <w:t xml:space="preserve">، </w:t>
      </w:r>
      <w:r>
        <w:rPr>
          <w:rtl/>
        </w:rPr>
        <w:t>و در آن مقام هوش و خرد از همه چيز بى خبر است</w:t>
      </w:r>
      <w:r w:rsidR="007D3118">
        <w:rPr>
          <w:rtl/>
        </w:rPr>
        <w:t xml:space="preserve">، </w:t>
      </w:r>
      <w:r>
        <w:rPr>
          <w:rtl/>
        </w:rPr>
        <w:t>اين نكته را ملاحظه كردهاست و اين جز به فيض ربانى و امداد سبحانى ميسر نگردد</w:t>
      </w:r>
      <w:r w:rsidR="007D3118">
        <w:rPr>
          <w:rtl/>
        </w:rPr>
        <w:t xml:space="preserve">. </w:t>
      </w:r>
    </w:p>
    <w:p w:rsidR="008D57EF" w:rsidRDefault="008D57EF" w:rsidP="000A4C2B">
      <w:pPr>
        <w:pStyle w:val="libFootnote"/>
        <w:rPr>
          <w:rtl/>
        </w:rPr>
      </w:pPr>
      <w:r>
        <w:rPr>
          <w:rtl/>
        </w:rPr>
        <w:t xml:space="preserve">و امثال اين نكته هادر ضمن كلام او </w:t>
      </w:r>
      <w:r w:rsidR="000C598D" w:rsidRPr="000C598D">
        <w:rPr>
          <w:rStyle w:val="libAlaemChar"/>
          <w:rtl/>
        </w:rPr>
        <w:t>عليه‌السلام</w:t>
      </w:r>
      <w:r w:rsidR="007D3118">
        <w:rPr>
          <w:rtl/>
        </w:rPr>
        <w:t xml:space="preserve"> </w:t>
      </w:r>
      <w:r>
        <w:rPr>
          <w:rtl/>
        </w:rPr>
        <w:t>بسيار است وفقنا الله للاطلاع فيها (انتهى مخلصا</w:t>
      </w:r>
      <w:r w:rsidR="007D3118">
        <w:rPr>
          <w:rtl/>
        </w:rPr>
        <w:t xml:space="preserve">) . </w:t>
      </w:r>
    </w:p>
    <w:p w:rsidR="008D57EF" w:rsidRDefault="008D57EF" w:rsidP="000A4C2B">
      <w:pPr>
        <w:pStyle w:val="libFootnote"/>
        <w:rPr>
          <w:rtl/>
        </w:rPr>
      </w:pPr>
      <w:r>
        <w:rPr>
          <w:rtl/>
        </w:rPr>
        <w:t>اين حقير گويد</w:t>
      </w:r>
      <w:r w:rsidR="007D3118">
        <w:rPr>
          <w:rtl/>
        </w:rPr>
        <w:t xml:space="preserve">: </w:t>
      </w:r>
      <w:r>
        <w:rPr>
          <w:rtl/>
        </w:rPr>
        <w:t>روح محركه كه در پا قوى تر است و روح حساسه در دست</w:t>
      </w:r>
      <w:r w:rsidR="007D3118">
        <w:rPr>
          <w:rtl/>
        </w:rPr>
        <w:t xml:space="preserve">، </w:t>
      </w:r>
      <w:r>
        <w:rPr>
          <w:rtl/>
        </w:rPr>
        <w:t>چون دست به حس محتاج تر است و پاى به حركت و خداوند اعصاب حس را از اعصاب حركت جدا خلق كرده است</w:t>
      </w:r>
      <w:r w:rsidR="007D3118">
        <w:rPr>
          <w:rtl/>
        </w:rPr>
        <w:t xml:space="preserve">. </w:t>
      </w:r>
      <w:r>
        <w:rPr>
          <w:rtl/>
        </w:rPr>
        <w:t>جلت قدرته و عظمت حكمته</w:t>
      </w:r>
      <w:r w:rsidR="007D3118">
        <w:rPr>
          <w:rtl/>
        </w:rPr>
        <w:t xml:space="preserve">. </w:t>
      </w:r>
    </w:p>
    <w:p w:rsidR="008D57EF" w:rsidRDefault="008D57EF" w:rsidP="000A4C2B">
      <w:pPr>
        <w:pStyle w:val="libFootnote"/>
        <w:rPr>
          <w:rtl/>
        </w:rPr>
      </w:pPr>
      <w:r>
        <w:rPr>
          <w:rtl/>
        </w:rPr>
        <w:t>49- آمين اسم فعل است مبنى بر فتح</w:t>
      </w:r>
      <w:r w:rsidR="007D3118">
        <w:rPr>
          <w:rtl/>
        </w:rPr>
        <w:t xml:space="preserve">، </w:t>
      </w:r>
      <w:r>
        <w:rPr>
          <w:rtl/>
        </w:rPr>
        <w:t>اصل آن عبرانى است و در عربى مستعمل و معنى آن تاءكيد و تصديق است</w:t>
      </w:r>
      <w:r w:rsidR="007D3118">
        <w:rPr>
          <w:rtl/>
        </w:rPr>
        <w:t xml:space="preserve">، </w:t>
      </w:r>
      <w:r>
        <w:rPr>
          <w:rtl/>
        </w:rPr>
        <w:t>مانند چنين باد كه ما در فارسى گوييم يا البته و حقا و يقينا و امثال آن</w:t>
      </w:r>
      <w:r w:rsidR="007D3118">
        <w:rPr>
          <w:rtl/>
        </w:rPr>
        <w:t xml:space="preserve">، </w:t>
      </w:r>
      <w:r>
        <w:rPr>
          <w:rtl/>
        </w:rPr>
        <w:t xml:space="preserve">و به روايت ائمه </w:t>
      </w:r>
      <w:r w:rsidR="000C598D" w:rsidRPr="000C598D">
        <w:rPr>
          <w:rStyle w:val="libAlaemChar"/>
          <w:rtl/>
        </w:rPr>
        <w:t>عليهم‌السلام</w:t>
      </w:r>
      <w:r w:rsidR="007D3118">
        <w:rPr>
          <w:rtl/>
        </w:rPr>
        <w:t xml:space="preserve"> </w:t>
      </w:r>
      <w:r>
        <w:rPr>
          <w:rtl/>
        </w:rPr>
        <w:t>از كلام آدميين است</w:t>
      </w:r>
      <w:r w:rsidR="007D3118">
        <w:rPr>
          <w:rtl/>
        </w:rPr>
        <w:t xml:space="preserve">، </w:t>
      </w:r>
      <w:r>
        <w:rPr>
          <w:rtl/>
        </w:rPr>
        <w:t>هر چند مفاد آن بعد از دعا استجب باشد</w:t>
      </w:r>
      <w:r w:rsidR="007D3118">
        <w:rPr>
          <w:rtl/>
        </w:rPr>
        <w:t xml:space="preserve">، </w:t>
      </w:r>
      <w:r>
        <w:rPr>
          <w:rtl/>
        </w:rPr>
        <w:t>يعنى اجابت كن و در مذهب ما در نماز جايز نيست</w:t>
      </w:r>
      <w:r w:rsidR="007D3118">
        <w:rPr>
          <w:rtl/>
        </w:rPr>
        <w:t xml:space="preserve">، </w:t>
      </w:r>
      <w:r>
        <w:rPr>
          <w:rtl/>
        </w:rPr>
        <w:t>براى آن كه در اصل براى دعا نبود</w:t>
      </w:r>
      <w:r w:rsidR="007D3118">
        <w:rPr>
          <w:rtl/>
        </w:rPr>
        <w:t xml:space="preserve">، </w:t>
      </w:r>
      <w:r>
        <w:rPr>
          <w:rtl/>
        </w:rPr>
        <w:t>مانند سلام عليكم و هنيئا مريئا و عافاكم الله و صبحك الله و مانند آن</w:t>
      </w:r>
      <w:r w:rsidR="007D3118">
        <w:rPr>
          <w:rtl/>
        </w:rPr>
        <w:t xml:space="preserve">، </w:t>
      </w:r>
      <w:r>
        <w:rPr>
          <w:rtl/>
        </w:rPr>
        <w:t>خواه بعد از حمد و خواه پس از دعاى ديگر حتى اگر همين دعا را در نماز بخوانند</w:t>
      </w:r>
      <w:r w:rsidR="007D3118">
        <w:rPr>
          <w:rtl/>
        </w:rPr>
        <w:t xml:space="preserve">. </w:t>
      </w:r>
    </w:p>
    <w:p w:rsidR="008D57EF" w:rsidRDefault="008D57EF" w:rsidP="000A4C2B">
      <w:pPr>
        <w:pStyle w:val="libFootnote"/>
        <w:rPr>
          <w:rtl/>
        </w:rPr>
      </w:pPr>
      <w:r>
        <w:rPr>
          <w:rtl/>
        </w:rPr>
        <w:t>50- سيد شارح رحمه الله نقل كرده است كه</w:t>
      </w:r>
      <w:r w:rsidR="007D3118">
        <w:rPr>
          <w:rtl/>
        </w:rPr>
        <w:t xml:space="preserve">: </w:t>
      </w:r>
      <w:r>
        <w:rPr>
          <w:rtl/>
        </w:rPr>
        <w:t>هيچ كس جز آفريدگار خود را دوست ندارد</w:t>
      </w:r>
      <w:r w:rsidR="007D3118">
        <w:rPr>
          <w:rtl/>
        </w:rPr>
        <w:t xml:space="preserve">، </w:t>
      </w:r>
      <w:r>
        <w:rPr>
          <w:rtl/>
        </w:rPr>
        <w:t>لكن چيزهايى ديگر پرده است بر او</w:t>
      </w:r>
      <w:r w:rsidR="007D3118">
        <w:rPr>
          <w:rtl/>
        </w:rPr>
        <w:t xml:space="preserve">، </w:t>
      </w:r>
      <w:r>
        <w:rPr>
          <w:rtl/>
        </w:rPr>
        <w:t>چون دوستى دو سبب دارد</w:t>
      </w:r>
      <w:r w:rsidR="007D3118">
        <w:rPr>
          <w:rtl/>
        </w:rPr>
        <w:t xml:space="preserve">: </w:t>
      </w:r>
      <w:r>
        <w:rPr>
          <w:rtl/>
        </w:rPr>
        <w:t xml:space="preserve">يكى جمال است و جمال </w:t>
      </w:r>
      <w:r>
        <w:rPr>
          <w:rtl/>
        </w:rPr>
        <w:lastRenderedPageBreak/>
        <w:t>مخصوص حق است و جمال ذاتا محبوب است و خداى تعالى جميل است و جمال را دوست دارد</w:t>
      </w:r>
      <w:r w:rsidR="007D3118">
        <w:rPr>
          <w:rtl/>
        </w:rPr>
        <w:t xml:space="preserve">، </w:t>
      </w:r>
      <w:r>
        <w:rPr>
          <w:rtl/>
        </w:rPr>
        <w:t>پس ‍ خود را دوست دارد</w:t>
      </w:r>
      <w:r w:rsidR="007D3118">
        <w:rPr>
          <w:rtl/>
        </w:rPr>
        <w:t xml:space="preserve">. </w:t>
      </w:r>
    </w:p>
    <w:p w:rsidR="008D57EF" w:rsidRDefault="008D57EF" w:rsidP="000A4C2B">
      <w:pPr>
        <w:pStyle w:val="libFootnote"/>
        <w:rPr>
          <w:rtl/>
        </w:rPr>
      </w:pPr>
      <w:r>
        <w:rPr>
          <w:rtl/>
        </w:rPr>
        <w:t>و سبب ديگر محبت</w:t>
      </w:r>
      <w:r w:rsidR="007D3118">
        <w:rPr>
          <w:rtl/>
        </w:rPr>
        <w:t xml:space="preserve">، </w:t>
      </w:r>
      <w:r>
        <w:rPr>
          <w:rtl/>
        </w:rPr>
        <w:t>احسان است و هيچ احسانى تمام نيست مگر از جانب خداى تعالى و محسنى جز او نيست</w:t>
      </w:r>
      <w:r w:rsidR="007D3118">
        <w:rPr>
          <w:rtl/>
        </w:rPr>
        <w:t xml:space="preserve">، </w:t>
      </w:r>
      <w:r>
        <w:rPr>
          <w:rtl/>
        </w:rPr>
        <w:t>پس اگر جمال را دوست دارى</w:t>
      </w:r>
      <w:r w:rsidR="007D3118">
        <w:rPr>
          <w:rtl/>
        </w:rPr>
        <w:t xml:space="preserve">، </w:t>
      </w:r>
      <w:r>
        <w:rPr>
          <w:rtl/>
        </w:rPr>
        <w:t>غير او را دوست ندارى</w:t>
      </w:r>
      <w:r w:rsidR="007D3118">
        <w:rPr>
          <w:rtl/>
        </w:rPr>
        <w:t xml:space="preserve">، </w:t>
      </w:r>
      <w:r>
        <w:rPr>
          <w:rtl/>
        </w:rPr>
        <w:t>چون جميل اوست و اگر احسان را دوست دارى</w:t>
      </w:r>
      <w:r w:rsidR="007D3118">
        <w:rPr>
          <w:rtl/>
        </w:rPr>
        <w:t xml:space="preserve">، </w:t>
      </w:r>
      <w:r>
        <w:rPr>
          <w:rtl/>
        </w:rPr>
        <w:t>غير او را دوست ندارى</w:t>
      </w:r>
      <w:r w:rsidR="007D3118">
        <w:rPr>
          <w:rtl/>
        </w:rPr>
        <w:t xml:space="preserve">، </w:t>
      </w:r>
      <w:r>
        <w:rPr>
          <w:rtl/>
        </w:rPr>
        <w:t>چون محسن او است و به هر حال تعلق محبت بدو است</w:t>
      </w:r>
      <w:r w:rsidR="007D3118">
        <w:rPr>
          <w:rtl/>
        </w:rPr>
        <w:t xml:space="preserve">. </w:t>
      </w:r>
      <w:r>
        <w:rPr>
          <w:rtl/>
        </w:rPr>
        <w:t>و بدين معنى ابن فارض اشارت كرده است</w:t>
      </w:r>
      <w:r w:rsidR="007D3118">
        <w:rPr>
          <w:rtl/>
        </w:rPr>
        <w:t xml:space="preserve">: </w:t>
      </w:r>
    </w:p>
    <w:p w:rsidR="008D57EF" w:rsidRDefault="008D57EF" w:rsidP="000A4C2B">
      <w:pPr>
        <w:pStyle w:val="libFootnote"/>
        <w:rPr>
          <w:rtl/>
        </w:rPr>
      </w:pPr>
      <w:r>
        <w:rPr>
          <w:rtl/>
        </w:rPr>
        <w:t xml:space="preserve">و كل مليح حسنه من جمال ها </w:t>
      </w:r>
      <w:r>
        <w:rPr>
          <w:rtl/>
        </w:rPr>
        <w:tab/>
      </w:r>
      <w:r>
        <w:rPr>
          <w:rtl/>
        </w:rPr>
        <w:tab/>
        <w:t>معار له بل حسن كل مليحة</w:t>
      </w:r>
    </w:p>
    <w:p w:rsidR="008D57EF" w:rsidRDefault="008D57EF" w:rsidP="000A4C2B">
      <w:pPr>
        <w:pStyle w:val="libFootnote"/>
        <w:rPr>
          <w:rtl/>
        </w:rPr>
      </w:pPr>
      <w:r>
        <w:rPr>
          <w:rtl/>
        </w:rPr>
        <w:t>(انتهى</w:t>
      </w:r>
      <w:r w:rsidR="007D3118">
        <w:rPr>
          <w:rtl/>
        </w:rPr>
        <w:t xml:space="preserve">) </w:t>
      </w:r>
    </w:p>
    <w:p w:rsidR="008D57EF" w:rsidRDefault="008D57EF" w:rsidP="000A4C2B">
      <w:pPr>
        <w:pStyle w:val="libFootnote"/>
        <w:rPr>
          <w:rtl/>
        </w:rPr>
      </w:pPr>
      <w:r>
        <w:rPr>
          <w:rtl/>
        </w:rPr>
        <w:t>و اين چنيناست كه چون كسى سوى نور آفتاب رود گرچه آفتاب را نداند چيست</w:t>
      </w:r>
      <w:r w:rsidR="007D3118">
        <w:rPr>
          <w:rtl/>
        </w:rPr>
        <w:t xml:space="preserve">، </w:t>
      </w:r>
      <w:r>
        <w:rPr>
          <w:rtl/>
        </w:rPr>
        <w:t>باز طالب آفتاب است و محبت دوستان خدا را دوستى خداست و محبت دشمنان خدا دشمنى با او و احترام سادات احترام پيغمبر است و احترام علما احترام كتاب و سنت است و هكذا</w:t>
      </w:r>
      <w:r w:rsidR="007D3118">
        <w:rPr>
          <w:rtl/>
        </w:rPr>
        <w:t xml:space="preserve">. </w:t>
      </w:r>
    </w:p>
    <w:p w:rsidR="008D57EF" w:rsidRDefault="008D57EF" w:rsidP="000A4C2B">
      <w:pPr>
        <w:pStyle w:val="libFootnote"/>
        <w:rPr>
          <w:rtl/>
        </w:rPr>
      </w:pPr>
      <w:r>
        <w:rPr>
          <w:rtl/>
        </w:rPr>
        <w:t>51- در حكايت آورده اند كه مردى نامش ابوحمزه خراسانى بود</w:t>
      </w:r>
      <w:r w:rsidR="007D3118">
        <w:rPr>
          <w:rtl/>
        </w:rPr>
        <w:t xml:space="preserve">، </w:t>
      </w:r>
      <w:r>
        <w:rPr>
          <w:rtl/>
        </w:rPr>
        <w:t>به چاهى اندر افتاد</w:t>
      </w:r>
      <w:r w:rsidR="007D3118">
        <w:rPr>
          <w:rtl/>
        </w:rPr>
        <w:t xml:space="preserve">، </w:t>
      </w:r>
      <w:r>
        <w:rPr>
          <w:rtl/>
        </w:rPr>
        <w:t>دو تن بر آن جا گذشتند</w:t>
      </w:r>
      <w:r w:rsidR="007D3118">
        <w:rPr>
          <w:rtl/>
        </w:rPr>
        <w:t xml:space="preserve">، </w:t>
      </w:r>
      <w:r>
        <w:rPr>
          <w:rtl/>
        </w:rPr>
        <w:t>خواست آواز دهد و مدد خواهد</w:t>
      </w:r>
      <w:r w:rsidR="007D3118">
        <w:rPr>
          <w:rtl/>
        </w:rPr>
        <w:t xml:space="preserve">، </w:t>
      </w:r>
      <w:r>
        <w:rPr>
          <w:rtl/>
        </w:rPr>
        <w:t>خِردش هى زد كه استغاثه به مخلوق چه مى كنى؟ آن دو تن با هم گفتند</w:t>
      </w:r>
      <w:r w:rsidR="007D3118">
        <w:rPr>
          <w:rtl/>
        </w:rPr>
        <w:t xml:space="preserve">: </w:t>
      </w:r>
      <w:r>
        <w:rPr>
          <w:rtl/>
        </w:rPr>
        <w:t>نيك باشد كه سر اين چاه بپوشيم تا كسى بدان اندر نيفتند!</w:t>
      </w:r>
    </w:p>
    <w:p w:rsidR="008D57EF" w:rsidRDefault="008D57EF" w:rsidP="000A4C2B">
      <w:pPr>
        <w:pStyle w:val="libFootnote"/>
        <w:rPr>
          <w:rtl/>
        </w:rPr>
      </w:pPr>
      <w:r>
        <w:rPr>
          <w:rtl/>
        </w:rPr>
        <w:t>باز ابو حمزه هيچ نگفت و خاموش بود تا آن دو تن دهانه ى چاه پوشيدند</w:t>
      </w:r>
      <w:r w:rsidR="007D3118">
        <w:rPr>
          <w:rtl/>
        </w:rPr>
        <w:t xml:space="preserve">، </w:t>
      </w:r>
      <w:r>
        <w:rPr>
          <w:rtl/>
        </w:rPr>
        <w:t>چند نگذشت</w:t>
      </w:r>
      <w:r w:rsidR="007D3118">
        <w:rPr>
          <w:rtl/>
        </w:rPr>
        <w:t xml:space="preserve">، </w:t>
      </w:r>
      <w:r>
        <w:rPr>
          <w:rtl/>
        </w:rPr>
        <w:t>چيزى بر سر چاه مى كاويد تا آن را بگشود و رسنى بياويخت</w:t>
      </w:r>
      <w:r w:rsidR="007D3118">
        <w:rPr>
          <w:rtl/>
        </w:rPr>
        <w:t xml:space="preserve">، </w:t>
      </w:r>
      <w:r>
        <w:rPr>
          <w:rtl/>
        </w:rPr>
        <w:t>ابوحمزه چنگ در آن زد و بيرونش كشيدند</w:t>
      </w:r>
      <w:r w:rsidR="007D3118">
        <w:rPr>
          <w:rtl/>
        </w:rPr>
        <w:t xml:space="preserve">، </w:t>
      </w:r>
      <w:r>
        <w:rPr>
          <w:rtl/>
        </w:rPr>
        <w:t>چون به بالاى چاه آمد</w:t>
      </w:r>
      <w:r w:rsidR="007D3118">
        <w:rPr>
          <w:rtl/>
        </w:rPr>
        <w:t xml:space="preserve">، </w:t>
      </w:r>
      <w:r>
        <w:rPr>
          <w:rtl/>
        </w:rPr>
        <w:t>شيرى ديد به دام افتاده و در رسن پيچيده</w:t>
      </w:r>
      <w:r w:rsidR="007D3118">
        <w:rPr>
          <w:rtl/>
        </w:rPr>
        <w:t xml:space="preserve">، </w:t>
      </w:r>
      <w:r>
        <w:rPr>
          <w:rtl/>
        </w:rPr>
        <w:t>از خشم زمين مى كاورد و رشته از دام او است به چاه آويخته</w:t>
      </w:r>
      <w:r w:rsidR="007D3118">
        <w:rPr>
          <w:rtl/>
        </w:rPr>
        <w:t xml:space="preserve">، </w:t>
      </w:r>
      <w:r>
        <w:rPr>
          <w:rtl/>
        </w:rPr>
        <w:t>شكر الهى به جاى آورده از مهلكه نجات يافت</w:t>
      </w:r>
      <w:r w:rsidR="007D3118">
        <w:rPr>
          <w:rtl/>
        </w:rPr>
        <w:t xml:space="preserve">. </w:t>
      </w:r>
    </w:p>
    <w:p w:rsidR="008D57EF" w:rsidRDefault="008D57EF" w:rsidP="000A4C2B">
      <w:pPr>
        <w:pStyle w:val="libFootnote"/>
        <w:rPr>
          <w:rtl/>
        </w:rPr>
      </w:pPr>
      <w:r>
        <w:rPr>
          <w:rtl/>
        </w:rPr>
        <w:t xml:space="preserve">بايد دانست كه حاجت خواست از غير خدا ترك اولى است نه حرام و امام </w:t>
      </w:r>
      <w:r w:rsidR="000C598D" w:rsidRPr="000C598D">
        <w:rPr>
          <w:rStyle w:val="libAlaemChar"/>
          <w:rtl/>
        </w:rPr>
        <w:t>عليه‌السلام</w:t>
      </w:r>
      <w:r w:rsidR="007D3118">
        <w:rPr>
          <w:rtl/>
        </w:rPr>
        <w:t xml:space="preserve"> </w:t>
      </w:r>
      <w:r>
        <w:rPr>
          <w:rtl/>
        </w:rPr>
        <w:t>آن را گناه شمرد</w:t>
      </w:r>
      <w:r w:rsidR="007D3118">
        <w:rPr>
          <w:rtl/>
        </w:rPr>
        <w:t xml:space="preserve">. </w:t>
      </w:r>
      <w:r>
        <w:rPr>
          <w:rtl/>
        </w:rPr>
        <w:t>لانّ حسنات الابرار سيئات المقربين</w:t>
      </w:r>
      <w:r w:rsidR="007D3118">
        <w:rPr>
          <w:rtl/>
        </w:rPr>
        <w:t xml:space="preserve">. </w:t>
      </w:r>
    </w:p>
    <w:p w:rsidR="008D57EF" w:rsidRDefault="008D57EF" w:rsidP="000A4C2B">
      <w:pPr>
        <w:pStyle w:val="libFootnote"/>
        <w:rPr>
          <w:rtl/>
        </w:rPr>
      </w:pPr>
      <w:r>
        <w:rPr>
          <w:rtl/>
        </w:rPr>
        <w:t>52- صلوات بر محمد و آل او بر آمدن حاجات است</w:t>
      </w:r>
      <w:r w:rsidR="007D3118">
        <w:rPr>
          <w:rtl/>
        </w:rPr>
        <w:t xml:space="preserve">، </w:t>
      </w:r>
      <w:r>
        <w:rPr>
          <w:rtl/>
        </w:rPr>
        <w:t>چنان كه در حديث آمده است</w:t>
      </w:r>
      <w:r w:rsidR="007D3118">
        <w:rPr>
          <w:rtl/>
        </w:rPr>
        <w:t xml:space="preserve">: </w:t>
      </w:r>
      <w:r>
        <w:rPr>
          <w:rtl/>
        </w:rPr>
        <w:t>هر كس حاجتى به خداوند دارد</w:t>
      </w:r>
      <w:r w:rsidR="007D3118">
        <w:rPr>
          <w:rtl/>
        </w:rPr>
        <w:t xml:space="preserve">، </w:t>
      </w:r>
      <w:r>
        <w:rPr>
          <w:rtl/>
        </w:rPr>
        <w:t>آغاز به صلوات بر محمد و آل او كند</w:t>
      </w:r>
      <w:r w:rsidR="007D3118">
        <w:rPr>
          <w:rtl/>
        </w:rPr>
        <w:t xml:space="preserve">، </w:t>
      </w:r>
      <w:r>
        <w:rPr>
          <w:rtl/>
        </w:rPr>
        <w:t>آن گاه حاجت خويش بخواهد و پايان دعا هم به صلوات كند چون خداوند تعالى كريم تر است از آن كه دو طرف دعا را مستجاب كند و ميان آن را باز گذارد</w:t>
      </w:r>
      <w:r w:rsidR="007D3118">
        <w:rPr>
          <w:rtl/>
        </w:rPr>
        <w:t xml:space="preserve">، </w:t>
      </w:r>
      <w:r>
        <w:rPr>
          <w:rtl/>
        </w:rPr>
        <w:t>چون صلوات بر محمد و آل محمد هرگز مردود نمى گردد</w:t>
      </w:r>
      <w:r w:rsidR="007D3118">
        <w:rPr>
          <w:rtl/>
        </w:rPr>
        <w:t xml:space="preserve">. </w:t>
      </w:r>
    </w:p>
    <w:p w:rsidR="008D57EF" w:rsidRDefault="008D57EF" w:rsidP="000A4C2B">
      <w:pPr>
        <w:pStyle w:val="libFootnote"/>
        <w:rPr>
          <w:rtl/>
        </w:rPr>
      </w:pPr>
      <w:r>
        <w:rPr>
          <w:rtl/>
        </w:rPr>
        <w:t>53- عبارت دعا اين است و اغترارا بنكيرك عليه چون تفسير آن بى تكلف نيست</w:t>
      </w:r>
      <w:r w:rsidR="007D3118">
        <w:rPr>
          <w:rtl/>
        </w:rPr>
        <w:t xml:space="preserve">، </w:t>
      </w:r>
      <w:r>
        <w:rPr>
          <w:rtl/>
        </w:rPr>
        <w:t>به نظر ميرسد مصحف باشد و در اصل بكرمك عليه بوده و از جهت معنى نزديك تر مى نمايد چون مى توان گفت</w:t>
      </w:r>
      <w:r w:rsidR="007D3118">
        <w:rPr>
          <w:rtl/>
        </w:rPr>
        <w:t xml:space="preserve">: </w:t>
      </w:r>
      <w:r>
        <w:rPr>
          <w:rtl/>
        </w:rPr>
        <w:t>به سبب كرم تو بر وى</w:t>
      </w:r>
      <w:r w:rsidR="007D3118">
        <w:rPr>
          <w:rtl/>
        </w:rPr>
        <w:t xml:space="preserve">، </w:t>
      </w:r>
      <w:r>
        <w:rPr>
          <w:rtl/>
        </w:rPr>
        <w:t>مغرور شده است و نتوان گفت</w:t>
      </w:r>
      <w:r w:rsidR="007D3118">
        <w:rPr>
          <w:rtl/>
        </w:rPr>
        <w:t xml:space="preserve">: </w:t>
      </w:r>
      <w:r>
        <w:rPr>
          <w:rtl/>
        </w:rPr>
        <w:t>به سبب انكار تو بر وى</w:t>
      </w:r>
      <w:r w:rsidR="007D3118">
        <w:rPr>
          <w:rtl/>
        </w:rPr>
        <w:t xml:space="preserve">، </w:t>
      </w:r>
      <w:r>
        <w:rPr>
          <w:rtl/>
        </w:rPr>
        <w:t>مغرور شده اما فلان بن فلان</w:t>
      </w:r>
      <w:r w:rsidR="007D3118">
        <w:rPr>
          <w:rtl/>
        </w:rPr>
        <w:t xml:space="preserve">، </w:t>
      </w:r>
      <w:r>
        <w:rPr>
          <w:rtl/>
        </w:rPr>
        <w:t xml:space="preserve">شايد مراد مردى معين باشد كه در كتاب بدان تصريح نشده است و خواننده </w:t>
      </w:r>
      <w:r>
        <w:rPr>
          <w:rtl/>
        </w:rPr>
        <w:lastRenderedPageBreak/>
        <w:t>در قرائت بايد تصريح كند</w:t>
      </w:r>
      <w:r w:rsidR="007D3118">
        <w:rPr>
          <w:rtl/>
        </w:rPr>
        <w:t xml:space="preserve">، </w:t>
      </w:r>
      <w:r>
        <w:rPr>
          <w:rtl/>
        </w:rPr>
        <w:t>پس لفظ فلان در جاى خود استعمال شده است</w:t>
      </w:r>
      <w:r w:rsidR="007D3118">
        <w:rPr>
          <w:rtl/>
        </w:rPr>
        <w:t xml:space="preserve">، </w:t>
      </w:r>
      <w:r>
        <w:rPr>
          <w:rtl/>
        </w:rPr>
        <w:t>چون فلان هميشه كنايه از اعلام است و مانند اعلام استفاده مى شود</w:t>
      </w:r>
      <w:r w:rsidR="007D3118">
        <w:rPr>
          <w:rtl/>
        </w:rPr>
        <w:t xml:space="preserve">؛ </w:t>
      </w:r>
      <w:r>
        <w:rPr>
          <w:rtl/>
        </w:rPr>
        <w:t>الف و لام بر آن داخل نمى گردد و فلانة را به سبب تاءنيث و علميت غير منصرف مى كنند و هكذا مگر وقتى كنايه از حيوان باشد كه نكرده است</w:t>
      </w:r>
      <w:r w:rsidR="007D3118">
        <w:rPr>
          <w:rtl/>
        </w:rPr>
        <w:t xml:space="preserve">. </w:t>
      </w:r>
    </w:p>
    <w:p w:rsidR="008D57EF" w:rsidRDefault="008D57EF" w:rsidP="000A4C2B">
      <w:pPr>
        <w:pStyle w:val="libFootnote"/>
        <w:rPr>
          <w:rtl/>
        </w:rPr>
      </w:pPr>
      <w:r>
        <w:rPr>
          <w:rtl/>
        </w:rPr>
        <w:t>54- سيد شارح فرمايد</w:t>
      </w:r>
      <w:r w:rsidR="007D3118">
        <w:rPr>
          <w:rtl/>
        </w:rPr>
        <w:t xml:space="preserve">: </w:t>
      </w:r>
      <w:r>
        <w:rPr>
          <w:rtl/>
        </w:rPr>
        <w:t>چون خداوند تعالى غنى مطلق است از هر چيز</w:t>
      </w:r>
      <w:r w:rsidR="007D3118">
        <w:rPr>
          <w:rtl/>
        </w:rPr>
        <w:t xml:space="preserve">، </w:t>
      </w:r>
      <w:r>
        <w:rPr>
          <w:rtl/>
        </w:rPr>
        <w:t>مى توان گفت</w:t>
      </w:r>
      <w:r w:rsidR="007D3118">
        <w:rPr>
          <w:rtl/>
        </w:rPr>
        <w:t xml:space="preserve">: </w:t>
      </w:r>
      <w:r>
        <w:rPr>
          <w:rtl/>
        </w:rPr>
        <w:t>هر چه به كسى بخشد براى رغبت در پاداش او نيست بلكه محض وجود و ريزش خير است بر هر قابل به قدر قابليت او بى بخل و منع و نه آميخته به غرض و علت است</w:t>
      </w:r>
      <w:r w:rsidR="007D3118">
        <w:rPr>
          <w:rtl/>
        </w:rPr>
        <w:t xml:space="preserve">. </w:t>
      </w:r>
      <w:r>
        <w:rPr>
          <w:rtl/>
        </w:rPr>
        <w:t>(انتهى</w:t>
      </w:r>
      <w:r w:rsidR="007D3118">
        <w:rPr>
          <w:rtl/>
        </w:rPr>
        <w:t xml:space="preserve">) </w:t>
      </w:r>
    </w:p>
    <w:p w:rsidR="008D57EF" w:rsidRDefault="008D57EF" w:rsidP="000A4C2B">
      <w:pPr>
        <w:pStyle w:val="libFootnote"/>
        <w:rPr>
          <w:rtl/>
        </w:rPr>
      </w:pPr>
      <w:r>
        <w:rPr>
          <w:rtl/>
        </w:rPr>
        <w:t>و همين است كه حكما گفتند</w:t>
      </w:r>
      <w:r w:rsidR="007D3118">
        <w:rPr>
          <w:rtl/>
        </w:rPr>
        <w:t xml:space="preserve">: </w:t>
      </w:r>
      <w:r>
        <w:rPr>
          <w:rtl/>
        </w:rPr>
        <w:t>افعال الله معلل به اغراض نيست</w:t>
      </w:r>
      <w:r w:rsidR="007D3118">
        <w:rPr>
          <w:rtl/>
        </w:rPr>
        <w:t xml:space="preserve">، </w:t>
      </w:r>
      <w:r>
        <w:rPr>
          <w:rtl/>
        </w:rPr>
        <w:t>چون او در صفات و ذات غنى است و مستكمل به مخلوقات نمى شود و غرض چيزى را گويند كه تكميل فاعل بدان باشد</w:t>
      </w:r>
      <w:r w:rsidR="007D3118">
        <w:rPr>
          <w:rtl/>
        </w:rPr>
        <w:t xml:space="preserve">. </w:t>
      </w:r>
    </w:p>
    <w:p w:rsidR="008D57EF" w:rsidRDefault="008D57EF" w:rsidP="000A4C2B">
      <w:pPr>
        <w:pStyle w:val="libFootnote"/>
        <w:rPr>
          <w:rtl/>
        </w:rPr>
      </w:pPr>
      <w:r>
        <w:rPr>
          <w:rtl/>
        </w:rPr>
        <w:t>55- ندانسته گناه كردن عقاب ندارد</w:t>
      </w:r>
      <w:r w:rsidR="007D3118">
        <w:rPr>
          <w:rtl/>
        </w:rPr>
        <w:t xml:space="preserve">، </w:t>
      </w:r>
      <w:r>
        <w:rPr>
          <w:rtl/>
        </w:rPr>
        <w:t>و مقصود در اين جا گناه دانسته است</w:t>
      </w:r>
      <w:r w:rsidR="007D3118">
        <w:rPr>
          <w:rtl/>
        </w:rPr>
        <w:t xml:space="preserve">، </w:t>
      </w:r>
      <w:r>
        <w:rPr>
          <w:rtl/>
        </w:rPr>
        <w:t>و غرض از نادانى بى پروايى و مسامحه نظير جهال و هر كس ‍ معصيت كند بدين معنى نادان است چون نعمت باقى را به لذت فانى از دست داده است</w:t>
      </w:r>
      <w:r w:rsidR="007D3118">
        <w:rPr>
          <w:rtl/>
        </w:rPr>
        <w:t xml:space="preserve">. </w:t>
      </w:r>
    </w:p>
    <w:p w:rsidR="008D57EF" w:rsidRDefault="008D57EF" w:rsidP="000A4C2B">
      <w:pPr>
        <w:pStyle w:val="libFootnote"/>
        <w:rPr>
          <w:rtl/>
        </w:rPr>
      </w:pPr>
      <w:r>
        <w:rPr>
          <w:rtl/>
        </w:rPr>
        <w:t>56- در نسخه هاى صحيفه مباركه ابلغ (به ضم همزه و كسر لام يا فتح همزه و لام است و در هر حال به سكون باء</w:t>
      </w:r>
      <w:r w:rsidR="007D3118">
        <w:rPr>
          <w:rtl/>
        </w:rPr>
        <w:t xml:space="preserve">) </w:t>
      </w:r>
      <w:r>
        <w:rPr>
          <w:rtl/>
        </w:rPr>
        <w:t>هيچ يك به معنى مبالغه كردن نيامده است و در كتب لغت كه ما ديده ايم آن را نديده ايم و جز به معنى مبالغه در اين جا مناسبت ندارد</w:t>
      </w:r>
      <w:r w:rsidR="007D3118">
        <w:rPr>
          <w:rtl/>
        </w:rPr>
        <w:t xml:space="preserve">، </w:t>
      </w:r>
      <w:r>
        <w:rPr>
          <w:rtl/>
        </w:rPr>
        <w:t>دور نيست</w:t>
      </w:r>
      <w:r w:rsidR="007D3118">
        <w:rPr>
          <w:rtl/>
        </w:rPr>
        <w:t xml:space="preserve">. </w:t>
      </w:r>
      <w:r>
        <w:rPr>
          <w:rtl/>
        </w:rPr>
        <w:t>در اصل ابالغ بوده است كه به رسم الخط قديم بى الف به صورت ابلغ مى نوشتند و در اعراب گذارى متاخرى سهوى افتاده است</w:t>
      </w:r>
      <w:r w:rsidR="007D3118">
        <w:rPr>
          <w:rtl/>
        </w:rPr>
        <w:t xml:space="preserve">. </w:t>
      </w:r>
    </w:p>
    <w:p w:rsidR="008D57EF" w:rsidRDefault="008D57EF" w:rsidP="000A4C2B">
      <w:pPr>
        <w:pStyle w:val="libFootnote"/>
        <w:rPr>
          <w:rtl/>
        </w:rPr>
      </w:pPr>
      <w:r>
        <w:rPr>
          <w:rtl/>
        </w:rPr>
        <w:t>57- رق به كسر زاء بنده را گويند و ارق به تشديد قاف</w:t>
      </w:r>
      <w:r w:rsidR="007D3118">
        <w:rPr>
          <w:rtl/>
        </w:rPr>
        <w:t xml:space="preserve">، </w:t>
      </w:r>
      <w:r>
        <w:rPr>
          <w:rtl/>
        </w:rPr>
        <w:t>باب افعال از همان ماده و معنى است يعنى بنده آزاد كردن</w:t>
      </w:r>
      <w:r w:rsidR="007D3118">
        <w:rPr>
          <w:rtl/>
        </w:rPr>
        <w:t xml:space="preserve">، </w:t>
      </w:r>
      <w:r>
        <w:rPr>
          <w:rtl/>
        </w:rPr>
        <w:t>و سيد شارح نيز به همين معنى تفسير فرموده</w:t>
      </w:r>
      <w:r w:rsidR="007D3118">
        <w:rPr>
          <w:rtl/>
        </w:rPr>
        <w:t xml:space="preserve">، </w:t>
      </w:r>
      <w:r>
        <w:rPr>
          <w:rtl/>
        </w:rPr>
        <w:t>لكن يكى از ترجمه هاى قديم صحيفه كه زير سطرها مى نوشتند آن را به معنى باريك كردن از رقت تصور كرده است و مترجمين جديد كه همان ترجمه قديم را در نظر داشتند همان معنى را در كلام آوردند و صحيح نيست</w:t>
      </w:r>
      <w:r w:rsidR="007D3118">
        <w:rPr>
          <w:rtl/>
        </w:rPr>
        <w:t xml:space="preserve">. </w:t>
      </w:r>
    </w:p>
    <w:p w:rsidR="008D57EF" w:rsidRDefault="008D57EF" w:rsidP="000A4C2B">
      <w:pPr>
        <w:pStyle w:val="libFootnote"/>
        <w:rPr>
          <w:rtl/>
        </w:rPr>
      </w:pPr>
      <w:r>
        <w:rPr>
          <w:rtl/>
        </w:rPr>
        <w:t>58- اشفار به معنى پلك چشم است و مراد اينجا مژه است مجازا</w:t>
      </w:r>
      <w:r w:rsidR="007D3118">
        <w:rPr>
          <w:rtl/>
        </w:rPr>
        <w:t xml:space="preserve">، </w:t>
      </w:r>
      <w:r>
        <w:rPr>
          <w:rtl/>
        </w:rPr>
        <w:t>به علاقه حال و محل</w:t>
      </w:r>
      <w:r w:rsidR="007D3118">
        <w:rPr>
          <w:rtl/>
        </w:rPr>
        <w:t xml:space="preserve">، </w:t>
      </w:r>
      <w:r>
        <w:rPr>
          <w:rtl/>
        </w:rPr>
        <w:t>چون پلك نمى ريزد</w:t>
      </w:r>
      <w:r w:rsidR="007D3118">
        <w:rPr>
          <w:rtl/>
        </w:rPr>
        <w:t xml:space="preserve">. </w:t>
      </w:r>
    </w:p>
    <w:p w:rsidR="008D57EF" w:rsidRDefault="008D57EF" w:rsidP="000A4C2B">
      <w:pPr>
        <w:pStyle w:val="libFootnote"/>
        <w:rPr>
          <w:rtl/>
        </w:rPr>
      </w:pPr>
      <w:r>
        <w:rPr>
          <w:rtl/>
        </w:rPr>
        <w:t>59- ماء و مد</w:t>
      </w:r>
      <w:r w:rsidR="007D3118">
        <w:rPr>
          <w:rtl/>
        </w:rPr>
        <w:t xml:space="preserve">، </w:t>
      </w:r>
      <w:r>
        <w:rPr>
          <w:rtl/>
        </w:rPr>
        <w:t>آب تيره و آلوده به رنگ خاكستر است</w:t>
      </w:r>
      <w:r w:rsidR="007D3118">
        <w:rPr>
          <w:rtl/>
        </w:rPr>
        <w:t xml:space="preserve">. </w:t>
      </w:r>
    </w:p>
    <w:p w:rsidR="008D57EF" w:rsidRDefault="008D57EF" w:rsidP="000A4C2B">
      <w:pPr>
        <w:pStyle w:val="libFootnote"/>
        <w:rPr>
          <w:rtl/>
        </w:rPr>
      </w:pPr>
      <w:r>
        <w:rPr>
          <w:rtl/>
        </w:rPr>
        <w:t>60- از اين سخن معلوم مى گردد كه قبول توبه تفضل است نه به استحقاق</w:t>
      </w:r>
      <w:r w:rsidR="007D3118">
        <w:rPr>
          <w:rtl/>
        </w:rPr>
        <w:t xml:space="preserve">، </w:t>
      </w:r>
      <w:r>
        <w:rPr>
          <w:rtl/>
        </w:rPr>
        <w:t>چنان كه سابقا گفتيم</w:t>
      </w:r>
      <w:r w:rsidR="007D3118">
        <w:rPr>
          <w:rtl/>
        </w:rPr>
        <w:t xml:space="preserve">. </w:t>
      </w:r>
    </w:p>
    <w:p w:rsidR="008D57EF" w:rsidRDefault="008D57EF" w:rsidP="000A4C2B">
      <w:pPr>
        <w:pStyle w:val="libFootnote"/>
        <w:rPr>
          <w:rtl/>
        </w:rPr>
      </w:pPr>
      <w:r>
        <w:rPr>
          <w:rtl/>
        </w:rPr>
        <w:t>و بعضى گويند</w:t>
      </w:r>
      <w:r w:rsidR="007D3118">
        <w:rPr>
          <w:rtl/>
        </w:rPr>
        <w:t xml:space="preserve">: </w:t>
      </w:r>
      <w:r>
        <w:rPr>
          <w:rtl/>
        </w:rPr>
        <w:t>قبول توبه لطف است زيرا كه تائب دربقيه عمر روى به خدا مى آورد و عمل نيكو مى كند و اگر بداند توبه اش قبول نميشود در باقى عمر هم از كار زشت ابا ندارد</w:t>
      </w:r>
      <w:r w:rsidR="007D3118">
        <w:rPr>
          <w:rtl/>
        </w:rPr>
        <w:t xml:space="preserve">. </w:t>
      </w:r>
      <w:r>
        <w:rPr>
          <w:rtl/>
        </w:rPr>
        <w:t xml:space="preserve">جواب آن </w:t>
      </w:r>
      <w:r>
        <w:rPr>
          <w:rtl/>
        </w:rPr>
        <w:lastRenderedPageBreak/>
        <w:t>است كه محترم بودن قبول توبه نيز خلاف لطف است زيرا كه مردم را در ارتكاب معصيت جرى مى سازد</w:t>
      </w:r>
      <w:r w:rsidR="007D3118">
        <w:rPr>
          <w:rtl/>
        </w:rPr>
        <w:t xml:space="preserve">، </w:t>
      </w:r>
      <w:r>
        <w:rPr>
          <w:rtl/>
        </w:rPr>
        <w:t>اما اميد قبول توبه و احتمال عدم قبول آن نسبت به همه كس لطف است</w:t>
      </w:r>
      <w:r w:rsidR="007D3118">
        <w:rPr>
          <w:rtl/>
        </w:rPr>
        <w:t xml:space="preserve">. </w:t>
      </w:r>
    </w:p>
    <w:p w:rsidR="008D57EF" w:rsidRDefault="008D57EF" w:rsidP="000A4C2B">
      <w:pPr>
        <w:pStyle w:val="libFootnote"/>
        <w:rPr>
          <w:rtl/>
        </w:rPr>
      </w:pPr>
      <w:r>
        <w:rPr>
          <w:rtl/>
        </w:rPr>
        <w:t>61- در وجود جن و شيطان سخن بسيار است و سيد شارح عليه الرحمه خلاصه اى از آن اقوال را آورده است</w:t>
      </w:r>
      <w:r w:rsidR="007D3118">
        <w:rPr>
          <w:rtl/>
        </w:rPr>
        <w:t xml:space="preserve">، </w:t>
      </w:r>
      <w:r>
        <w:rPr>
          <w:rtl/>
        </w:rPr>
        <w:t>از جمله گويد</w:t>
      </w:r>
      <w:r w:rsidR="007D3118">
        <w:rPr>
          <w:rtl/>
        </w:rPr>
        <w:t xml:space="preserve">: </w:t>
      </w:r>
      <w:r>
        <w:rPr>
          <w:rtl/>
        </w:rPr>
        <w:t>گروهى در وجود آنان شبهه كردند كه اگر شياطين جسم لطيف باشند كارهاى شاق و دشوار نتوانند و به اندك علت مانند وزش باد و حرارت متلاشى شوند و اگر كثيف باشند بايد ديده شوند؟</w:t>
      </w:r>
    </w:p>
    <w:p w:rsidR="008D57EF" w:rsidRDefault="008D57EF" w:rsidP="000A4C2B">
      <w:pPr>
        <w:pStyle w:val="libFootnote"/>
        <w:rPr>
          <w:rtl/>
        </w:rPr>
      </w:pPr>
      <w:r>
        <w:rPr>
          <w:rtl/>
        </w:rPr>
        <w:t>جواب آن است كه جسم شفاف شايد كار بسيار تواند كرد مانند باد كه درختان عظيم را بر مى كند</w:t>
      </w:r>
      <w:r w:rsidR="007D3118">
        <w:rPr>
          <w:rtl/>
        </w:rPr>
        <w:t xml:space="preserve">، </w:t>
      </w:r>
      <w:r>
        <w:rPr>
          <w:rtl/>
        </w:rPr>
        <w:t>و زود متلاشى نشود زيرا كه ارواح نفوس</w:t>
      </w:r>
      <w:r w:rsidR="007D3118">
        <w:rPr>
          <w:rtl/>
        </w:rPr>
        <w:t xml:space="preserve">، </w:t>
      </w:r>
      <w:r>
        <w:rPr>
          <w:rtl/>
        </w:rPr>
        <w:t>مانع تلاشى اجسام است</w:t>
      </w:r>
      <w:r w:rsidR="007D3118">
        <w:rPr>
          <w:rtl/>
        </w:rPr>
        <w:t xml:space="preserve">. </w:t>
      </w:r>
      <w:r>
        <w:rPr>
          <w:rtl/>
        </w:rPr>
        <w:t>چنان كه بدن حيوان بى روح در يك هفته متلاشى مى شود و در يك روز مى گندد و يا روح شايد هزار سال بماند</w:t>
      </w:r>
      <w:r w:rsidR="007D3118">
        <w:rPr>
          <w:rtl/>
        </w:rPr>
        <w:t xml:space="preserve">، </w:t>
      </w:r>
      <w:r>
        <w:rPr>
          <w:rtl/>
        </w:rPr>
        <w:t>و شياطين نيز كه روح دارند شايد زمان بسيار زنده باشند</w:t>
      </w:r>
      <w:r w:rsidR="007D3118">
        <w:rPr>
          <w:rtl/>
        </w:rPr>
        <w:t xml:space="preserve">. </w:t>
      </w:r>
    </w:p>
    <w:p w:rsidR="008D57EF" w:rsidRDefault="008D57EF" w:rsidP="000A4C2B">
      <w:pPr>
        <w:pStyle w:val="libFootnote"/>
        <w:rPr>
          <w:rtl/>
        </w:rPr>
      </w:pPr>
      <w:r>
        <w:rPr>
          <w:rtl/>
        </w:rPr>
        <w:t>و ديگر گويد</w:t>
      </w:r>
      <w:r w:rsidR="007D3118">
        <w:rPr>
          <w:rtl/>
        </w:rPr>
        <w:t xml:space="preserve">: </w:t>
      </w:r>
      <w:r>
        <w:rPr>
          <w:rtl/>
        </w:rPr>
        <w:t>در ماهيت آنان خلاف كردند</w:t>
      </w:r>
      <w:r w:rsidR="007D3118">
        <w:rPr>
          <w:rtl/>
        </w:rPr>
        <w:t xml:space="preserve">، </w:t>
      </w:r>
      <w:r>
        <w:rPr>
          <w:rtl/>
        </w:rPr>
        <w:t>متكلمين گويند</w:t>
      </w:r>
      <w:r w:rsidR="007D3118">
        <w:rPr>
          <w:rtl/>
        </w:rPr>
        <w:t xml:space="preserve">: </w:t>
      </w:r>
      <w:r>
        <w:rPr>
          <w:rtl/>
        </w:rPr>
        <w:t>اجسام شفافند كه به هر شكل مجسم مى توانند شد و در منافذ تنگ مى روند مانند هوا</w:t>
      </w:r>
      <w:r w:rsidR="007D3118">
        <w:rPr>
          <w:rtl/>
        </w:rPr>
        <w:t xml:space="preserve">. </w:t>
      </w:r>
    </w:p>
    <w:p w:rsidR="008D57EF" w:rsidRDefault="008D57EF" w:rsidP="000A4C2B">
      <w:pPr>
        <w:pStyle w:val="libFootnote"/>
        <w:rPr>
          <w:rtl/>
        </w:rPr>
      </w:pPr>
      <w:r>
        <w:rPr>
          <w:rtl/>
        </w:rPr>
        <w:t>و گروهى گويند</w:t>
      </w:r>
      <w:r w:rsidR="007D3118">
        <w:rPr>
          <w:rtl/>
        </w:rPr>
        <w:t xml:space="preserve">: </w:t>
      </w:r>
      <w:r>
        <w:rPr>
          <w:rtl/>
        </w:rPr>
        <w:t>آن ها نفوس ارضى هستند مدبر عناصر</w:t>
      </w:r>
      <w:r w:rsidR="007D3118">
        <w:rPr>
          <w:rtl/>
        </w:rPr>
        <w:t xml:space="preserve">. </w:t>
      </w:r>
      <w:r>
        <w:rPr>
          <w:rtl/>
        </w:rPr>
        <w:t>و گروه ديگر گويند</w:t>
      </w:r>
      <w:r w:rsidR="007D3118">
        <w:rPr>
          <w:rtl/>
        </w:rPr>
        <w:t xml:space="preserve">: </w:t>
      </w:r>
      <w:r>
        <w:rPr>
          <w:rtl/>
        </w:rPr>
        <w:t>نفوسى كه از تن انسان جدا مى شوند اگر خير باشند با مردم نيك در باطن تعلقى دارند و اعانت آن ها مى كنند و آن ها جن اند و اگر شرير باشند با مردم بد سرشت رابطه دارند و آن ها را شياطين نامند و بعضى گويند</w:t>
      </w:r>
      <w:r w:rsidR="007D3118">
        <w:rPr>
          <w:rtl/>
        </w:rPr>
        <w:t xml:space="preserve">: </w:t>
      </w:r>
      <w:r>
        <w:rPr>
          <w:rtl/>
        </w:rPr>
        <w:t>شياطين نفوس مجردند متعلق به كره اثير نظير تعلق روح انسان به بدن او و كره اثير به منزله بدن و آلت ادراك آن ها است و خلقت آن ها از آتش است</w:t>
      </w:r>
      <w:r w:rsidR="007D3118">
        <w:rPr>
          <w:rtl/>
        </w:rPr>
        <w:t xml:space="preserve">، </w:t>
      </w:r>
      <w:r>
        <w:rPr>
          <w:rtl/>
        </w:rPr>
        <w:t>بدين معنى چنان كه گويند</w:t>
      </w:r>
      <w:r w:rsidR="007D3118">
        <w:rPr>
          <w:rtl/>
        </w:rPr>
        <w:t xml:space="preserve">: </w:t>
      </w:r>
      <w:r>
        <w:rPr>
          <w:rtl/>
        </w:rPr>
        <w:t>خلقت انسان از خاك است</w:t>
      </w:r>
      <w:r w:rsidR="007D3118">
        <w:rPr>
          <w:rtl/>
        </w:rPr>
        <w:t xml:space="preserve">. </w:t>
      </w:r>
      <w:r>
        <w:rPr>
          <w:rtl/>
        </w:rPr>
        <w:t>و اين اقوال مبنى بر آن است كه اجسام عنصرى نفس يا عقل مدبر دارند مانند آسمان ها به مذهب حكما و جماعتى گويند</w:t>
      </w:r>
      <w:r w:rsidR="007D3118">
        <w:rPr>
          <w:rtl/>
        </w:rPr>
        <w:t xml:space="preserve">: </w:t>
      </w:r>
      <w:r>
        <w:rPr>
          <w:rtl/>
        </w:rPr>
        <w:t>نمونه شيطان در قواى انسانى واهمه او است كه معارض ‍ عقل است و ساير قواى نفسانيه تابع وهم اند و جسمى كه به منزلت بدن او است روح حيوانى است كه گرمى تن از اوست و گويند كه وهم شيطان بدن است چون كه انسان را به حرص و طمع و شهوت و شكنج و آزار مردم مى خواند و از راه حق باز مى دارد و معارض عقل است</w:t>
      </w:r>
      <w:r w:rsidR="007D3118">
        <w:rPr>
          <w:rtl/>
        </w:rPr>
        <w:t xml:space="preserve">. </w:t>
      </w:r>
      <w:r>
        <w:rPr>
          <w:rtl/>
        </w:rPr>
        <w:t>مثلا عقل گويد</w:t>
      </w:r>
      <w:r w:rsidR="007D3118">
        <w:rPr>
          <w:rtl/>
        </w:rPr>
        <w:t xml:space="preserve">: </w:t>
      </w:r>
      <w:r>
        <w:rPr>
          <w:rtl/>
        </w:rPr>
        <w:t>ميت جماد است و از جماد نبايد ترسيد</w:t>
      </w:r>
      <w:r w:rsidR="007D3118">
        <w:rPr>
          <w:rtl/>
        </w:rPr>
        <w:t xml:space="preserve">. </w:t>
      </w:r>
      <w:r>
        <w:rPr>
          <w:rtl/>
        </w:rPr>
        <w:t>اما واهمه بر خلاف آن گويد و نيز عقل براى عالم خداى را ناديده اثبات ميكند و واهمه مى گويد بايد هر موجود محسوس باشد و هر چه را نمى بينيم نيست و مرده زنده نمى شود و انسان مدت بسيار زنده نمى ماند و چيز سنگين به جانب بالا نمى رود و امثال اين بسيار از وسوسه هاى شيطان وهم است</w:t>
      </w:r>
      <w:r w:rsidR="007D3118">
        <w:rPr>
          <w:rtl/>
        </w:rPr>
        <w:t xml:space="preserve">. </w:t>
      </w:r>
    </w:p>
    <w:p w:rsidR="008D57EF" w:rsidRDefault="008D57EF" w:rsidP="000A4C2B">
      <w:pPr>
        <w:pStyle w:val="libFootnote"/>
        <w:rPr>
          <w:rtl/>
        </w:rPr>
      </w:pPr>
      <w:r>
        <w:rPr>
          <w:rtl/>
        </w:rPr>
        <w:lastRenderedPageBreak/>
        <w:t>و براى اثبات وجود شيطان گويند</w:t>
      </w:r>
      <w:r w:rsidR="007D3118">
        <w:rPr>
          <w:rtl/>
        </w:rPr>
        <w:t xml:space="preserve">: </w:t>
      </w:r>
      <w:r>
        <w:rPr>
          <w:rtl/>
        </w:rPr>
        <w:t>هر چيز علتى و مبدئى دارد</w:t>
      </w:r>
      <w:r w:rsidR="007D3118">
        <w:rPr>
          <w:rtl/>
        </w:rPr>
        <w:t xml:space="preserve">، </w:t>
      </w:r>
      <w:r>
        <w:rPr>
          <w:rtl/>
        </w:rPr>
        <w:t>از جمله اين وساوس و اغلاط را علتى است و نمى توان گفت علت آن عقل و ملائكه ملهمه اند چون اين ها دفع اغلاط مى كنند پس ناچار مبداء ديگرى است كه آن را شيطان مى ناميم</w:t>
      </w:r>
      <w:r w:rsidR="007D3118">
        <w:rPr>
          <w:rtl/>
        </w:rPr>
        <w:t xml:space="preserve">. </w:t>
      </w:r>
    </w:p>
    <w:p w:rsidR="008D57EF" w:rsidRDefault="008D57EF" w:rsidP="000A4C2B">
      <w:pPr>
        <w:pStyle w:val="libFootnote"/>
        <w:rPr>
          <w:rtl/>
        </w:rPr>
      </w:pPr>
      <w:r>
        <w:rPr>
          <w:rtl/>
        </w:rPr>
        <w:t>و اگر گويند</w:t>
      </w:r>
      <w:r w:rsidR="007D3118">
        <w:rPr>
          <w:rtl/>
        </w:rPr>
        <w:t xml:space="preserve">: </w:t>
      </w:r>
      <w:r>
        <w:rPr>
          <w:rtl/>
        </w:rPr>
        <w:t>چون است كه بعضى مردم شيطان را ديدند اما همه كس آن را نبيند؟ گوييم اجسام برزخى چنين اند</w:t>
      </w:r>
      <w:r w:rsidR="007D3118">
        <w:rPr>
          <w:rtl/>
        </w:rPr>
        <w:t xml:space="preserve">، </w:t>
      </w:r>
      <w:r>
        <w:rPr>
          <w:rtl/>
        </w:rPr>
        <w:t>گاه براى بعضى جسم گردند و گاه مجسم نشوند</w:t>
      </w:r>
      <w:r w:rsidR="007D3118">
        <w:rPr>
          <w:rtl/>
        </w:rPr>
        <w:t xml:space="preserve">، </w:t>
      </w:r>
      <w:r>
        <w:rPr>
          <w:rtl/>
        </w:rPr>
        <w:t>و اگر گويند</w:t>
      </w:r>
      <w:r w:rsidR="007D3118">
        <w:rPr>
          <w:rtl/>
        </w:rPr>
        <w:t xml:space="preserve">: </w:t>
      </w:r>
      <w:r>
        <w:rPr>
          <w:rtl/>
        </w:rPr>
        <w:t>حكمت در ايجاد شيطان چيست و خدا چرا آن را آفريد كه مردم را به ضلالت افكند؟</w:t>
      </w:r>
    </w:p>
    <w:p w:rsidR="008D57EF" w:rsidRDefault="008D57EF" w:rsidP="000A4C2B">
      <w:pPr>
        <w:pStyle w:val="libFootnote"/>
        <w:rPr>
          <w:rtl/>
        </w:rPr>
      </w:pPr>
      <w:r>
        <w:rPr>
          <w:rtl/>
        </w:rPr>
        <w:t>گوييم</w:t>
      </w:r>
      <w:r w:rsidR="007D3118">
        <w:rPr>
          <w:rtl/>
        </w:rPr>
        <w:t xml:space="preserve">: </w:t>
      </w:r>
      <w:r>
        <w:rPr>
          <w:rtl/>
        </w:rPr>
        <w:t>شيطان و ساير شرور مخلوق بالعرضند نه بالذات</w:t>
      </w:r>
      <w:r w:rsidR="007D3118">
        <w:rPr>
          <w:rtl/>
        </w:rPr>
        <w:t xml:space="preserve">، </w:t>
      </w:r>
      <w:r>
        <w:rPr>
          <w:rtl/>
        </w:rPr>
        <w:t>و لازم نقص ممكن است كه از كمال مطلق خاص ذات واجب الوجود محروم باشد</w:t>
      </w:r>
      <w:r w:rsidR="007D3118">
        <w:rPr>
          <w:rtl/>
        </w:rPr>
        <w:t xml:space="preserve">. </w:t>
      </w:r>
    </w:p>
    <w:p w:rsidR="008D57EF" w:rsidRDefault="008D57EF" w:rsidP="000A4C2B">
      <w:pPr>
        <w:pStyle w:val="libFootnote"/>
        <w:rPr>
          <w:rtl/>
        </w:rPr>
      </w:pPr>
      <w:r>
        <w:rPr>
          <w:rtl/>
        </w:rPr>
        <w:t>عقل كامل وهم معارض آن نباشد در عالم جسمانى محال است</w:t>
      </w:r>
      <w:r w:rsidR="007D3118">
        <w:rPr>
          <w:rtl/>
        </w:rPr>
        <w:t xml:space="preserve">، </w:t>
      </w:r>
      <w:r>
        <w:rPr>
          <w:rtl/>
        </w:rPr>
        <w:t>چنان كه نور قوى به اندازه روشنى جرم آفتاب در سيارات دور ممكن نيست</w:t>
      </w:r>
      <w:r w:rsidR="007D3118">
        <w:rPr>
          <w:rtl/>
        </w:rPr>
        <w:t xml:space="preserve">، </w:t>
      </w:r>
      <w:r>
        <w:rPr>
          <w:rtl/>
        </w:rPr>
        <w:t>خداوند كه بندگان را آفريد ناقص بودند و راهنمايى كرد تا به وسيلتى خود را از شر نواقص ذاتى برهانند</w:t>
      </w:r>
      <w:r w:rsidR="007D3118">
        <w:rPr>
          <w:rtl/>
        </w:rPr>
        <w:t xml:space="preserve">، </w:t>
      </w:r>
      <w:r>
        <w:rPr>
          <w:rtl/>
        </w:rPr>
        <w:t>نه آن كه كامل بودند و به سبب شيطان آن ها را ناقص ‍ كرد</w:t>
      </w:r>
      <w:r w:rsidR="007D3118">
        <w:rPr>
          <w:rtl/>
        </w:rPr>
        <w:t xml:space="preserve">، </w:t>
      </w:r>
      <w:r>
        <w:rPr>
          <w:rtl/>
        </w:rPr>
        <w:t>اگر ممكن بود خلق را كامل بيافريند مى آفريد</w:t>
      </w:r>
      <w:r w:rsidR="007D3118">
        <w:rPr>
          <w:rtl/>
        </w:rPr>
        <w:t xml:space="preserve">، </w:t>
      </w:r>
      <w:r>
        <w:rPr>
          <w:rtl/>
        </w:rPr>
        <w:t>اما موجود كامل شريك بارى است و شريك بارى محال است و اولياى خدا كسانى هستند كه شيطان به دست آن ها تسليم شده و از راه خدا بازشان نمى دارد</w:t>
      </w:r>
      <w:r w:rsidR="007D3118">
        <w:rPr>
          <w:rtl/>
        </w:rPr>
        <w:t xml:space="preserve">. </w:t>
      </w:r>
    </w:p>
    <w:p w:rsidR="008D57EF" w:rsidRDefault="008D57EF" w:rsidP="000A4C2B">
      <w:pPr>
        <w:pStyle w:val="libFootnote"/>
        <w:rPr>
          <w:rtl/>
        </w:rPr>
      </w:pPr>
      <w:r>
        <w:rPr>
          <w:rtl/>
        </w:rPr>
        <w:t>هيچ كس از افراد بشر از نقص خالى نيست اما همه كس آن قدر اختيار و عقل دارد كه بتواند از شر شيطان محفوظ ماند</w:t>
      </w:r>
      <w:r w:rsidR="007D3118">
        <w:rPr>
          <w:rtl/>
        </w:rPr>
        <w:t xml:space="preserve">. </w:t>
      </w:r>
      <w:r>
        <w:rPr>
          <w:rtl/>
        </w:rPr>
        <w:t>به عبارت ديگر خداوند خواست انسان به اختيار خود به سعادت رسد</w:t>
      </w:r>
      <w:r w:rsidR="007D3118">
        <w:rPr>
          <w:rtl/>
        </w:rPr>
        <w:t xml:space="preserve">، </w:t>
      </w:r>
      <w:r>
        <w:rPr>
          <w:rtl/>
        </w:rPr>
        <w:t>نه به جبر او را سعيد آفريند</w:t>
      </w:r>
      <w:r w:rsidR="007D3118">
        <w:rPr>
          <w:rtl/>
        </w:rPr>
        <w:t xml:space="preserve">، </w:t>
      </w:r>
      <w:r>
        <w:rPr>
          <w:rtl/>
        </w:rPr>
        <w:t>از اين جهت او را آزاد گذاشت و اگر شيطان نبود</w:t>
      </w:r>
      <w:r w:rsidR="007D3118">
        <w:rPr>
          <w:rtl/>
        </w:rPr>
        <w:t xml:space="preserve">، </w:t>
      </w:r>
      <w:r>
        <w:rPr>
          <w:rtl/>
        </w:rPr>
        <w:t>همه كس به جبر بهشتى مى شد نه به اختيار</w:t>
      </w:r>
      <w:r w:rsidR="007D3118">
        <w:rPr>
          <w:rtl/>
        </w:rPr>
        <w:t xml:space="preserve">. </w:t>
      </w:r>
      <w:r>
        <w:rPr>
          <w:rtl/>
        </w:rPr>
        <w:t>و گفتنى بسيار است اما مجال تنگ</w:t>
      </w:r>
      <w:r w:rsidR="007D3118">
        <w:rPr>
          <w:rtl/>
        </w:rPr>
        <w:t xml:space="preserve">، </w:t>
      </w:r>
      <w:r>
        <w:rPr>
          <w:rtl/>
        </w:rPr>
        <w:t>خداوند همه ما را به راه راست هدايت فرمايد</w:t>
      </w:r>
      <w:r w:rsidR="007D3118">
        <w:rPr>
          <w:rtl/>
        </w:rPr>
        <w:t xml:space="preserve">. </w:t>
      </w:r>
    </w:p>
    <w:p w:rsidR="008D57EF" w:rsidRDefault="008D57EF" w:rsidP="000A4C2B">
      <w:pPr>
        <w:pStyle w:val="libFootnote"/>
        <w:rPr>
          <w:rtl/>
        </w:rPr>
      </w:pPr>
      <w:r>
        <w:rPr>
          <w:rtl/>
        </w:rPr>
        <w:t>62- اگر گويى حضور فرشتگان براى چيست؟</w:t>
      </w:r>
    </w:p>
    <w:p w:rsidR="008D57EF" w:rsidRDefault="008D57EF" w:rsidP="000A4C2B">
      <w:pPr>
        <w:pStyle w:val="libFootnote"/>
        <w:rPr>
          <w:rtl/>
        </w:rPr>
      </w:pPr>
      <w:r>
        <w:rPr>
          <w:rtl/>
        </w:rPr>
        <w:t>گوييم كه</w:t>
      </w:r>
      <w:r w:rsidR="007D3118">
        <w:rPr>
          <w:rtl/>
        </w:rPr>
        <w:t xml:space="preserve">: </w:t>
      </w:r>
      <w:r>
        <w:rPr>
          <w:rtl/>
        </w:rPr>
        <w:t>چون از خداوند تعالى طلب باران كرد براى وسعت روزى</w:t>
      </w:r>
      <w:r w:rsidR="007D3118">
        <w:rPr>
          <w:rtl/>
        </w:rPr>
        <w:t xml:space="preserve">، </w:t>
      </w:r>
      <w:r>
        <w:rPr>
          <w:rtl/>
        </w:rPr>
        <w:t>شايد اذهان ساده توهم كنند اين اسباب طبيعى خود مؤ ثرند و ابر و باران را علت حقيقى پندارند</w:t>
      </w:r>
      <w:r w:rsidR="007D3118">
        <w:rPr>
          <w:rtl/>
        </w:rPr>
        <w:t xml:space="preserve">، </w:t>
      </w:r>
      <w:r>
        <w:rPr>
          <w:rtl/>
        </w:rPr>
        <w:t>با اين كه چنين نيست</w:t>
      </w:r>
      <w:r w:rsidR="007D3118">
        <w:rPr>
          <w:rtl/>
        </w:rPr>
        <w:t xml:space="preserve">. </w:t>
      </w:r>
    </w:p>
    <w:p w:rsidR="008D57EF" w:rsidRDefault="008D57EF" w:rsidP="000A4C2B">
      <w:pPr>
        <w:pStyle w:val="libFootnote"/>
        <w:rPr>
          <w:rtl/>
        </w:rPr>
      </w:pPr>
      <w:r>
        <w:rPr>
          <w:rtl/>
        </w:rPr>
        <w:t>و حكماى الهى گويند</w:t>
      </w:r>
      <w:r w:rsidR="007D3118">
        <w:rPr>
          <w:rtl/>
        </w:rPr>
        <w:t xml:space="preserve">: </w:t>
      </w:r>
      <w:r>
        <w:rPr>
          <w:rtl/>
        </w:rPr>
        <w:t>اسباب طبيعى معداتند يعنى آماده مى كنند و فاعل هستى بخش خداوند تعالى است و فرشتگان كه مامور اويند</w:t>
      </w:r>
      <w:r w:rsidR="007D3118">
        <w:rPr>
          <w:rtl/>
        </w:rPr>
        <w:t xml:space="preserve">. </w:t>
      </w:r>
    </w:p>
    <w:p w:rsidR="008D57EF" w:rsidRDefault="008D57EF" w:rsidP="000A4C2B">
      <w:pPr>
        <w:pStyle w:val="libFootnote"/>
        <w:rPr>
          <w:rtl/>
        </w:rPr>
      </w:pPr>
      <w:r>
        <w:rPr>
          <w:rtl/>
        </w:rPr>
        <w:t>طبيعت آلتى است در دست فرشتگان يا به اصطلاح حكما عقول</w:t>
      </w:r>
      <w:r w:rsidR="007D3118">
        <w:rPr>
          <w:rtl/>
        </w:rPr>
        <w:t xml:space="preserve">. </w:t>
      </w:r>
      <w:r>
        <w:rPr>
          <w:rtl/>
        </w:rPr>
        <w:t xml:space="preserve">و غرض ‍ حضرت زين العابدين </w:t>
      </w:r>
      <w:r w:rsidR="000C598D" w:rsidRPr="000C598D">
        <w:rPr>
          <w:rStyle w:val="libAlaemChar"/>
          <w:rtl/>
        </w:rPr>
        <w:t>عليه‌السلام</w:t>
      </w:r>
      <w:r w:rsidR="007D3118">
        <w:rPr>
          <w:rtl/>
        </w:rPr>
        <w:t xml:space="preserve"> </w:t>
      </w:r>
      <w:r>
        <w:rPr>
          <w:rtl/>
        </w:rPr>
        <w:t>آن است كه مردم هنگام خواستن باران متوجه اين معنى باشند و به مذهب ملاحده نگروند</w:t>
      </w:r>
      <w:r w:rsidR="007D3118">
        <w:rPr>
          <w:rtl/>
        </w:rPr>
        <w:t xml:space="preserve">. </w:t>
      </w:r>
    </w:p>
    <w:p w:rsidR="008D57EF" w:rsidRDefault="008D57EF" w:rsidP="000A4C2B">
      <w:pPr>
        <w:pStyle w:val="libFootnote"/>
        <w:rPr>
          <w:rtl/>
        </w:rPr>
      </w:pPr>
      <w:r>
        <w:rPr>
          <w:rtl/>
        </w:rPr>
        <w:lastRenderedPageBreak/>
        <w:t>63- در نرخ كالا خلاف است</w:t>
      </w:r>
      <w:r w:rsidR="007D3118">
        <w:rPr>
          <w:rtl/>
        </w:rPr>
        <w:t xml:space="preserve">: </w:t>
      </w:r>
      <w:r>
        <w:rPr>
          <w:rtl/>
        </w:rPr>
        <w:t>اشاعره گويند آن به اراده حق است جزافا و معتزله گويند</w:t>
      </w:r>
      <w:r w:rsidR="007D3118">
        <w:rPr>
          <w:rtl/>
        </w:rPr>
        <w:t xml:space="preserve">: </w:t>
      </w:r>
      <w:r>
        <w:rPr>
          <w:rtl/>
        </w:rPr>
        <w:t xml:space="preserve">به اختيار مردم يا سلطان است و از اين كلام امام </w:t>
      </w:r>
      <w:r w:rsidR="000C598D" w:rsidRPr="000C598D">
        <w:rPr>
          <w:rStyle w:val="libAlaemChar"/>
          <w:rtl/>
        </w:rPr>
        <w:t>عليه‌السلام</w:t>
      </w:r>
      <w:r w:rsidR="007D3118">
        <w:rPr>
          <w:rtl/>
        </w:rPr>
        <w:t xml:space="preserve"> </w:t>
      </w:r>
      <w:r>
        <w:rPr>
          <w:rtl/>
        </w:rPr>
        <w:t>معلوم مى شود به سبب فراوانى و قلت رغبت مردم كالا ارزان مى شود و به سبب كمى كالا و بسيارى رغبت آن ها گران</w:t>
      </w:r>
      <w:r w:rsidR="007D3118">
        <w:rPr>
          <w:rtl/>
        </w:rPr>
        <w:t xml:space="preserve">، </w:t>
      </w:r>
      <w:r>
        <w:rPr>
          <w:rtl/>
        </w:rPr>
        <w:t>و در حديثى آمده است كه پيغمبر (</w:t>
      </w:r>
      <w:r w:rsidR="00865B4A" w:rsidRPr="00865B4A">
        <w:rPr>
          <w:rStyle w:val="libAlaemChar"/>
          <w:rtl/>
        </w:rPr>
        <w:t>صلى‌الله‌عليه‌وآله‌وسلم</w:t>
      </w:r>
      <w:r w:rsidR="007D3118">
        <w:rPr>
          <w:rtl/>
        </w:rPr>
        <w:t xml:space="preserve">) </w:t>
      </w:r>
      <w:r>
        <w:rPr>
          <w:rtl/>
        </w:rPr>
        <w:t>از تسعير يعنى اجبار مردم به فروش كالا به نرخ معين امتناع فرمود و نهى كرد</w:t>
      </w:r>
      <w:r w:rsidR="007D3118">
        <w:rPr>
          <w:rtl/>
        </w:rPr>
        <w:t xml:space="preserve">، </w:t>
      </w:r>
      <w:r>
        <w:rPr>
          <w:rtl/>
        </w:rPr>
        <w:t>چون مى دانست در اين صورت تجار از آوردن كالا امتناع مى كنند و اجناس كمياب تر مى گردد گران تر مى شود</w:t>
      </w:r>
      <w:r w:rsidR="007D3118">
        <w:rPr>
          <w:rtl/>
        </w:rPr>
        <w:t xml:space="preserve">. </w:t>
      </w:r>
      <w:r>
        <w:rPr>
          <w:rtl/>
        </w:rPr>
        <w:t>به هر حال خريد كالا به نرخ تعيين شده بى رضايت فروشنده حرام است</w:t>
      </w:r>
      <w:r w:rsidR="007D3118">
        <w:rPr>
          <w:rtl/>
        </w:rPr>
        <w:t xml:space="preserve">. </w:t>
      </w:r>
    </w:p>
    <w:p w:rsidR="008D57EF" w:rsidRDefault="008D57EF" w:rsidP="000A4C2B">
      <w:pPr>
        <w:pStyle w:val="libFootnote"/>
        <w:rPr>
          <w:rtl/>
        </w:rPr>
      </w:pPr>
      <w:r>
        <w:rPr>
          <w:rtl/>
        </w:rPr>
        <w:t>64- ايمان زيادت و نقصان و شدت و ضعف پذيرد به دو چيز</w:t>
      </w:r>
      <w:r w:rsidR="007D3118">
        <w:rPr>
          <w:rtl/>
        </w:rPr>
        <w:t xml:space="preserve">: </w:t>
      </w:r>
      <w:r>
        <w:rPr>
          <w:rtl/>
        </w:rPr>
        <w:t>يكى به عمل چنان كه كسى بيشتر طاعت آرد ايمانش بيشتر است</w:t>
      </w:r>
      <w:r w:rsidR="007D3118">
        <w:rPr>
          <w:rtl/>
        </w:rPr>
        <w:t xml:space="preserve">، </w:t>
      </w:r>
      <w:r>
        <w:rPr>
          <w:rtl/>
        </w:rPr>
        <w:t>ديگر آن كه ساير شهوات و رغائب نفسانى مقهور ايمان گردد</w:t>
      </w:r>
      <w:r w:rsidR="007D3118">
        <w:rPr>
          <w:rtl/>
        </w:rPr>
        <w:t xml:space="preserve">، </w:t>
      </w:r>
      <w:r>
        <w:rPr>
          <w:rtl/>
        </w:rPr>
        <w:t>آن گه دعوى يقين به آخرت و دوزخ دارد</w:t>
      </w:r>
      <w:r w:rsidR="007D3118">
        <w:rPr>
          <w:rtl/>
        </w:rPr>
        <w:t xml:space="preserve">، </w:t>
      </w:r>
      <w:r>
        <w:rPr>
          <w:rtl/>
        </w:rPr>
        <w:t>هر چه يقينش بر شهوات غالب تر گردد</w:t>
      </w:r>
      <w:r w:rsidR="007D3118">
        <w:rPr>
          <w:rtl/>
        </w:rPr>
        <w:t xml:space="preserve">، </w:t>
      </w:r>
      <w:r>
        <w:rPr>
          <w:rtl/>
        </w:rPr>
        <w:t>شديدتر است و هر چه اوهام بر او چيره تر و شبهات قوى تر باشد</w:t>
      </w:r>
      <w:r w:rsidR="007D3118">
        <w:rPr>
          <w:rtl/>
        </w:rPr>
        <w:t xml:space="preserve">، </w:t>
      </w:r>
      <w:r>
        <w:rPr>
          <w:rtl/>
        </w:rPr>
        <w:t>ايمان ضعيف تر</w:t>
      </w:r>
      <w:r w:rsidR="007D3118">
        <w:rPr>
          <w:rtl/>
        </w:rPr>
        <w:t xml:space="preserve">، </w:t>
      </w:r>
      <w:r>
        <w:rPr>
          <w:rtl/>
        </w:rPr>
        <w:t>و گرنه تصديق به خودى خود قابل شدت و ضعف نيست</w:t>
      </w:r>
      <w:r w:rsidR="007D3118">
        <w:rPr>
          <w:rtl/>
        </w:rPr>
        <w:t xml:space="preserve">. </w:t>
      </w:r>
    </w:p>
    <w:p w:rsidR="008D57EF" w:rsidRDefault="008D57EF" w:rsidP="000A4C2B">
      <w:pPr>
        <w:pStyle w:val="libFootnote"/>
        <w:rPr>
          <w:rtl/>
        </w:rPr>
      </w:pPr>
      <w:r>
        <w:rPr>
          <w:rtl/>
        </w:rPr>
        <w:t>و يقين همچنين</w:t>
      </w:r>
      <w:r w:rsidR="007D3118">
        <w:rPr>
          <w:rtl/>
        </w:rPr>
        <w:t xml:space="preserve">، </w:t>
      </w:r>
      <w:r>
        <w:rPr>
          <w:rtl/>
        </w:rPr>
        <w:t>چون اگردر عقيده خود احتمال خطا بدهد</w:t>
      </w:r>
      <w:r w:rsidR="007D3118">
        <w:rPr>
          <w:rtl/>
        </w:rPr>
        <w:t xml:space="preserve">، </w:t>
      </w:r>
      <w:r>
        <w:rPr>
          <w:rtl/>
        </w:rPr>
        <w:t>ايمان نياورده و اگر احتمال خطا نمى دهد يقين دارد و ايمان او كامل است و بالاتر از آن نيست مگر طماءنينه دل و اعمال</w:t>
      </w:r>
      <w:r w:rsidR="007D3118">
        <w:rPr>
          <w:rtl/>
        </w:rPr>
        <w:t xml:space="preserve">. </w:t>
      </w:r>
      <w:r>
        <w:rPr>
          <w:rtl/>
        </w:rPr>
        <w:t>و مرتبه عين اليقين و حق اليقين</w:t>
      </w:r>
      <w:r w:rsidR="007D3118">
        <w:rPr>
          <w:rtl/>
        </w:rPr>
        <w:t xml:space="preserve">، </w:t>
      </w:r>
      <w:r>
        <w:rPr>
          <w:rtl/>
        </w:rPr>
        <w:t>پس از علم اليقين اطمينان قلب و چيرگى ايمان است بر همه قواى انسانى</w:t>
      </w:r>
      <w:r w:rsidR="007D3118">
        <w:rPr>
          <w:rtl/>
        </w:rPr>
        <w:t xml:space="preserve">. </w:t>
      </w:r>
      <w:r>
        <w:rPr>
          <w:rtl/>
        </w:rPr>
        <w:t>ايمان ضعيف و قوى مانند دو مرد است</w:t>
      </w:r>
      <w:r w:rsidR="007D3118">
        <w:rPr>
          <w:rtl/>
        </w:rPr>
        <w:t xml:space="preserve">: </w:t>
      </w:r>
      <w:r>
        <w:rPr>
          <w:rtl/>
        </w:rPr>
        <w:t>يكى شجاع و ديگرى جبان</w:t>
      </w:r>
      <w:r w:rsidR="007D3118">
        <w:rPr>
          <w:rtl/>
        </w:rPr>
        <w:t xml:space="preserve">؛ </w:t>
      </w:r>
      <w:r>
        <w:rPr>
          <w:rtl/>
        </w:rPr>
        <w:t>كه هر دو مى دانند از ميت نبايد ترسيد اما دلير ايمانش بر ترسش غالب است و ديگرى نيست</w:t>
      </w:r>
      <w:r w:rsidR="007D3118">
        <w:rPr>
          <w:rtl/>
        </w:rPr>
        <w:t xml:space="preserve">. </w:t>
      </w:r>
    </w:p>
    <w:p w:rsidR="008D57EF" w:rsidRDefault="008D57EF" w:rsidP="000A4C2B">
      <w:pPr>
        <w:pStyle w:val="libFootnote"/>
        <w:rPr>
          <w:rtl/>
        </w:rPr>
      </w:pPr>
      <w:r>
        <w:rPr>
          <w:rtl/>
        </w:rPr>
        <w:t>65- در بسيارى از نسخ بالنظر (به نون و ظاء معجمه</w:t>
      </w:r>
      <w:r w:rsidR="007D3118">
        <w:rPr>
          <w:rtl/>
        </w:rPr>
        <w:t xml:space="preserve">) </w:t>
      </w:r>
      <w:r>
        <w:rPr>
          <w:rtl/>
        </w:rPr>
        <w:t>است اما صحيح بالبطر (به باء و طاء مهمله</w:t>
      </w:r>
      <w:r w:rsidR="007D3118">
        <w:rPr>
          <w:rtl/>
        </w:rPr>
        <w:t xml:space="preserve">) </w:t>
      </w:r>
      <w:r>
        <w:rPr>
          <w:rtl/>
        </w:rPr>
        <w:t>است و در قرآن كريم است بطرا و رئاء الناس چون ناسخ كلمه بطر را غير ماءنونس يافته آن را به لفظ ماءنوس ‍ تصحيف كرده است و بايد دانست كه تغير خلق محال نيست از اين جهت ما را بدان مامور كردند و بزرگترين و دقيق ترين علوم اسلام علم اخلاق است و خداوند در قرآن فرمود</w:t>
      </w:r>
      <w:r w:rsidR="007D3118">
        <w:rPr>
          <w:rtl/>
        </w:rPr>
        <w:t xml:space="preserve">: </w:t>
      </w:r>
      <w:r>
        <w:rPr>
          <w:rtl/>
        </w:rPr>
        <w:t>يوم لا ينفع مال و لا بنون الا من اتى الله بقلب سليمٍ و فرمود</w:t>
      </w:r>
      <w:r w:rsidR="007D3118">
        <w:rPr>
          <w:rtl/>
        </w:rPr>
        <w:t xml:space="preserve">: </w:t>
      </w:r>
      <w:r>
        <w:rPr>
          <w:rtl/>
        </w:rPr>
        <w:t>قد افلح من زكيها و قد خاب من دسيها و بعضى اهل ظاهر امر اخلاقى را مستحب شمارند چون تبعات دنيوى را به عقوبت اخروى اشتباه كرده اند مثلا كسى به همسايه فقير ترحم نكند حد و قصاص ندارد و به مرافعه نزد قاضى از او تاوان طلب نكنند و حقى بر او ثابت نشود</w:t>
      </w:r>
      <w:r w:rsidR="007D3118">
        <w:rPr>
          <w:rtl/>
        </w:rPr>
        <w:t xml:space="preserve">، </w:t>
      </w:r>
      <w:r>
        <w:rPr>
          <w:rtl/>
        </w:rPr>
        <w:t>دليل آن نيست كه عقاب اخروى نيز ندارد</w:t>
      </w:r>
      <w:r w:rsidR="007D3118">
        <w:rPr>
          <w:rtl/>
        </w:rPr>
        <w:t xml:space="preserve">. </w:t>
      </w:r>
    </w:p>
    <w:p w:rsidR="008D57EF" w:rsidRDefault="008D57EF" w:rsidP="000A4C2B">
      <w:pPr>
        <w:pStyle w:val="libFootnote"/>
        <w:rPr>
          <w:rtl/>
        </w:rPr>
      </w:pPr>
      <w:r>
        <w:rPr>
          <w:rtl/>
        </w:rPr>
        <w:t>66- در اعراب و لا اكرومة فى ناقصة بين ميرداماد و سيد عليخان عليهما الرحمة خلاف است</w:t>
      </w:r>
      <w:r w:rsidR="007D3118">
        <w:rPr>
          <w:rtl/>
        </w:rPr>
        <w:t xml:space="preserve">. </w:t>
      </w:r>
      <w:r>
        <w:rPr>
          <w:rtl/>
        </w:rPr>
        <w:t>مير</w:t>
      </w:r>
      <w:r w:rsidR="007D3118">
        <w:rPr>
          <w:rtl/>
        </w:rPr>
        <w:t xml:space="preserve">، </w:t>
      </w:r>
      <w:r>
        <w:rPr>
          <w:rtl/>
        </w:rPr>
        <w:t>فى را بى تشديد و ناقصه را مجرور به فى دانسته است</w:t>
      </w:r>
      <w:r w:rsidR="007D3118">
        <w:rPr>
          <w:rtl/>
        </w:rPr>
        <w:t xml:space="preserve">. </w:t>
      </w:r>
      <w:r>
        <w:rPr>
          <w:rtl/>
        </w:rPr>
        <w:t>يعنى هيچ فضيلتى در رتبه ناقصه باقى مگذار بلكه آن را كامل گردان و سيدن عليخان گويد</w:t>
      </w:r>
      <w:r w:rsidR="007D3118">
        <w:rPr>
          <w:rtl/>
        </w:rPr>
        <w:t xml:space="preserve">: </w:t>
      </w:r>
      <w:r>
        <w:rPr>
          <w:rtl/>
        </w:rPr>
        <w:t xml:space="preserve">در نسخه قديمه صحيفه كه به خطا ياقوت </w:t>
      </w:r>
      <w:r>
        <w:rPr>
          <w:rtl/>
        </w:rPr>
        <w:lastRenderedPageBreak/>
        <w:t>مستعصمى و هم در نسخه ديگر كه كتابت آن سال هفتصد و دو است فى به تشديد يا و ناقصه به نصب بوده است يعنى فضيلتى ناقص در من مگذار</w:t>
      </w:r>
      <w:r w:rsidR="007D3118">
        <w:rPr>
          <w:rtl/>
        </w:rPr>
        <w:t xml:space="preserve">. </w:t>
      </w:r>
      <w:r>
        <w:rPr>
          <w:rtl/>
        </w:rPr>
        <w:t>مجرور به فى ياء متكلم است و ناقصه صفت اكرومة و فيض عليه الرحمة هر دو را جائز شمرده است</w:t>
      </w:r>
      <w:r w:rsidR="007D3118">
        <w:rPr>
          <w:rtl/>
        </w:rPr>
        <w:t xml:space="preserve">. </w:t>
      </w:r>
    </w:p>
    <w:p w:rsidR="008D57EF" w:rsidRDefault="008D57EF" w:rsidP="000A4C2B">
      <w:pPr>
        <w:pStyle w:val="libFootnote"/>
        <w:rPr>
          <w:rtl/>
        </w:rPr>
      </w:pPr>
      <w:r>
        <w:rPr>
          <w:rtl/>
        </w:rPr>
        <w:t>67- اين سخن از زبان ديگران و براى تعليم است</w:t>
      </w:r>
      <w:r w:rsidR="007D3118">
        <w:rPr>
          <w:rtl/>
        </w:rPr>
        <w:t xml:space="preserve">، </w:t>
      </w:r>
      <w:r>
        <w:rPr>
          <w:rtl/>
        </w:rPr>
        <w:t xml:space="preserve">چون در عهد امام زين العابدين </w:t>
      </w:r>
      <w:r w:rsidR="000C598D" w:rsidRPr="000C598D">
        <w:rPr>
          <w:rStyle w:val="libAlaemChar"/>
          <w:rtl/>
        </w:rPr>
        <w:t>عليه‌السلام</w:t>
      </w:r>
      <w:r w:rsidR="007D3118">
        <w:rPr>
          <w:rtl/>
        </w:rPr>
        <w:t xml:space="preserve"> </w:t>
      </w:r>
      <w:r>
        <w:rPr>
          <w:rtl/>
        </w:rPr>
        <w:t>كسى بالاتر از او نبود كه ارشادش كند مگر آن كه مراد نور ولايت باشد و ارشاد به اصطلاح عهد ما وظيفه معلم اخلاق است چون نمى توان در تزكيه نفس به گرفتن فتوا اكتفا كرد و هيچ كس عيب خويش را نمى داند و راه چاره آن را نيز نمى شناسد بلكه معلم هوشيار كه خود ستوده خوى بود بايد شاگردان را زير نظر گيرد و در اعمال و رفتار آنان دقت كند و هر كس دچار عيبى است او را متوجه سازد كه فلان عملت برهان حسد است و فلان سخنت دليل كبر و تواضعت براى فلان غنى</w:t>
      </w:r>
      <w:r w:rsidR="007D3118">
        <w:rPr>
          <w:rtl/>
        </w:rPr>
        <w:t xml:space="preserve">، </w:t>
      </w:r>
      <w:r>
        <w:rPr>
          <w:rtl/>
        </w:rPr>
        <w:t>نشانه حب دنيا و شرمت از جامه كهنه علامت عجب وهكذا و بايد چنين و چنان كنى تا پاك شوى و اين را خود شاگرد به حفظ الفاظ و ضبط تعريفات در نمى يابد و سلوك راه حق از اين ها هم مشكل تر است</w:t>
      </w:r>
      <w:r w:rsidR="007D3118">
        <w:rPr>
          <w:rtl/>
        </w:rPr>
        <w:t xml:space="preserve">، </w:t>
      </w:r>
      <w:r>
        <w:rPr>
          <w:rtl/>
        </w:rPr>
        <w:t>اما افسوس كه بعضى مرشدان عهد ما جز تمثيل صورت خويش هنگام نماز و گرفتن نياز چيزى نمى دانند و ازرهبرى سالكان رياست فهميده</w:t>
      </w:r>
      <w:r w:rsidR="007D3118">
        <w:rPr>
          <w:rtl/>
        </w:rPr>
        <w:t xml:space="preserve">، </w:t>
      </w:r>
      <w:r>
        <w:rPr>
          <w:rtl/>
        </w:rPr>
        <w:t>شريعت را كنار گذاشته و به طريقت از آغاز واقف نبودند تا به حقيقت چه رسد</w:t>
      </w:r>
      <w:r w:rsidR="007D3118">
        <w:rPr>
          <w:rtl/>
        </w:rPr>
        <w:t xml:space="preserve">. </w:t>
      </w:r>
      <w:r>
        <w:rPr>
          <w:rtl/>
        </w:rPr>
        <w:t>صفاى باطن به ترك دنياست و اين اول گام است كه برنداشته اند و از خودى پاى فراتر نگذاشته و گرنه ارشاد خلق مقامى بلند است</w:t>
      </w:r>
      <w:r w:rsidR="007D3118">
        <w:rPr>
          <w:rtl/>
        </w:rPr>
        <w:t xml:space="preserve">. </w:t>
      </w:r>
    </w:p>
    <w:p w:rsidR="008D57EF" w:rsidRDefault="008D57EF" w:rsidP="000A4C2B">
      <w:pPr>
        <w:pStyle w:val="libFootnote"/>
        <w:rPr>
          <w:rtl/>
        </w:rPr>
      </w:pPr>
      <w:r>
        <w:rPr>
          <w:rtl/>
        </w:rPr>
        <w:t>68- و سمنى حسن الولاية (به ضم سين</w:t>
      </w:r>
      <w:r w:rsidR="007D3118">
        <w:rPr>
          <w:rtl/>
        </w:rPr>
        <w:t xml:space="preserve">) </w:t>
      </w:r>
      <w:r>
        <w:rPr>
          <w:rtl/>
        </w:rPr>
        <w:t>سمّنى از سام يسوم به معنى تكليف كردن گرفته اند و به نظر من سمّنى (به كسر سين</w:t>
      </w:r>
      <w:r w:rsidR="007D3118">
        <w:rPr>
          <w:rtl/>
        </w:rPr>
        <w:t xml:space="preserve">) </w:t>
      </w:r>
      <w:r>
        <w:rPr>
          <w:rtl/>
        </w:rPr>
        <w:t>از وسم يسم به معنى نشان گذاشتن رجحان دارد چون با تاج كه در جمله اول آورده و نشان سلطنت است مناسب مى آيد و چون فايد عقلى و شرعى ملك و دولت تدبير امور مردم و كارسازى و هدايت آن ها است به دين و اعمال نيكو به اجراى حد و قصاص و مقصود دنيا طلبان از آن خوشگذرانى و آسايش است</w:t>
      </w:r>
      <w:r w:rsidR="007D3118">
        <w:rPr>
          <w:rtl/>
        </w:rPr>
        <w:t xml:space="preserve">، </w:t>
      </w:r>
      <w:r>
        <w:rPr>
          <w:rtl/>
        </w:rPr>
        <w:t xml:space="preserve">امام </w:t>
      </w:r>
      <w:r w:rsidR="000C598D" w:rsidRPr="000C598D">
        <w:rPr>
          <w:rStyle w:val="libAlaemChar"/>
          <w:rtl/>
        </w:rPr>
        <w:t>عليه‌السلام</w:t>
      </w:r>
      <w:r w:rsidR="007D3118">
        <w:rPr>
          <w:rtl/>
        </w:rPr>
        <w:t xml:space="preserve"> </w:t>
      </w:r>
      <w:r>
        <w:rPr>
          <w:rtl/>
        </w:rPr>
        <w:t>جهات نيكوى آن را از خداوند خواسته است و از تبعات آن به خدا پناه برده است</w:t>
      </w:r>
      <w:r w:rsidR="007D3118">
        <w:rPr>
          <w:rtl/>
        </w:rPr>
        <w:t xml:space="preserve">. </w:t>
      </w:r>
      <w:r>
        <w:rPr>
          <w:rtl/>
        </w:rPr>
        <w:t>و در حسن ولايت آن حضرت حكايتى آمده است كه چون سپاه مسلم بن عقبه مدينه را تاراج مى كردند و با زنان بى عفتى روا مى داشتند</w:t>
      </w:r>
      <w:r w:rsidR="007D3118">
        <w:rPr>
          <w:rtl/>
        </w:rPr>
        <w:t xml:space="preserve">، </w:t>
      </w:r>
      <w:r>
        <w:rPr>
          <w:rtl/>
        </w:rPr>
        <w:t xml:space="preserve">امام زين العابدين </w:t>
      </w:r>
      <w:r w:rsidR="000C598D" w:rsidRPr="000C598D">
        <w:rPr>
          <w:rStyle w:val="libAlaemChar"/>
          <w:rtl/>
        </w:rPr>
        <w:t>عليه‌السلام</w:t>
      </w:r>
      <w:r w:rsidR="007D3118">
        <w:rPr>
          <w:rtl/>
        </w:rPr>
        <w:t xml:space="preserve"> </w:t>
      </w:r>
      <w:r>
        <w:rPr>
          <w:rtl/>
        </w:rPr>
        <w:t>چهارصد زن از بنى عبد مناف در پناه خود گرفت و يكى از آن زنان مى گفت پيش پدر و مادر خود هم بدين آسايش نزيستم كه در خدمت اين شريف سلام الله عليه</w:t>
      </w:r>
      <w:r w:rsidR="007D3118">
        <w:rPr>
          <w:rtl/>
        </w:rPr>
        <w:t xml:space="preserve">. </w:t>
      </w:r>
    </w:p>
    <w:p w:rsidR="008D57EF" w:rsidRDefault="008D57EF" w:rsidP="000A4C2B">
      <w:pPr>
        <w:pStyle w:val="libFootnote"/>
        <w:rPr>
          <w:rtl/>
        </w:rPr>
      </w:pPr>
      <w:r>
        <w:rPr>
          <w:rtl/>
        </w:rPr>
        <w:t>69- روايات بسيار در نكوهش بيكارى و فضيلت كسب روزى آمده است</w:t>
      </w:r>
      <w:r w:rsidR="007D3118">
        <w:rPr>
          <w:rtl/>
        </w:rPr>
        <w:t xml:space="preserve">، </w:t>
      </w:r>
      <w:r>
        <w:rPr>
          <w:rtl/>
        </w:rPr>
        <w:t>اما كسى كه مال به قدر كفاف معيشت دارد و از محرمات مكاسب ايمن نيست</w:t>
      </w:r>
      <w:r w:rsidR="007D3118">
        <w:rPr>
          <w:rtl/>
        </w:rPr>
        <w:t xml:space="preserve">، </w:t>
      </w:r>
      <w:r>
        <w:rPr>
          <w:rtl/>
        </w:rPr>
        <w:t>اولى به حال او ترك كسب است</w:t>
      </w:r>
      <w:r w:rsidR="007D3118">
        <w:rPr>
          <w:rtl/>
        </w:rPr>
        <w:t xml:space="preserve">. </w:t>
      </w:r>
      <w:r>
        <w:rPr>
          <w:rtl/>
        </w:rPr>
        <w:t>و به هر حال ميانه روى نيك است</w:t>
      </w:r>
      <w:r w:rsidR="007D3118">
        <w:rPr>
          <w:rtl/>
        </w:rPr>
        <w:t xml:space="preserve">، </w:t>
      </w:r>
      <w:r>
        <w:rPr>
          <w:rtl/>
        </w:rPr>
        <w:t xml:space="preserve">نه چنان حرص مال كه ديده بصيرت از تشخيص حرام و حلال فرو </w:t>
      </w:r>
      <w:r>
        <w:rPr>
          <w:rtl/>
        </w:rPr>
        <w:lastRenderedPageBreak/>
        <w:t>بسته شود و نه چندان بطالت كه فرزندان خرد و ناتوان را بى روزى گذارد و به در يوزگى به در اين و آن شود</w:t>
      </w:r>
      <w:r w:rsidR="007D3118">
        <w:rPr>
          <w:rtl/>
        </w:rPr>
        <w:t xml:space="preserve">. </w:t>
      </w:r>
    </w:p>
    <w:p w:rsidR="008D57EF" w:rsidRDefault="008D57EF" w:rsidP="000A4C2B">
      <w:pPr>
        <w:pStyle w:val="libFootnote"/>
        <w:rPr>
          <w:rtl/>
        </w:rPr>
      </w:pPr>
      <w:r>
        <w:rPr>
          <w:rtl/>
        </w:rPr>
        <w:t>در حديث رسول (</w:t>
      </w:r>
      <w:r w:rsidR="00865B4A" w:rsidRPr="00865B4A">
        <w:rPr>
          <w:rStyle w:val="libAlaemChar"/>
          <w:rtl/>
        </w:rPr>
        <w:t>صلى‌الله‌عليه‌وآله‌وسلم</w:t>
      </w:r>
      <w:r w:rsidR="007D3118">
        <w:rPr>
          <w:rtl/>
        </w:rPr>
        <w:t xml:space="preserve">) </w:t>
      </w:r>
      <w:r>
        <w:rPr>
          <w:rtl/>
        </w:rPr>
        <w:t>آمده است</w:t>
      </w:r>
      <w:r w:rsidR="007D3118">
        <w:rPr>
          <w:rtl/>
        </w:rPr>
        <w:t xml:space="preserve">: </w:t>
      </w:r>
      <w:r>
        <w:rPr>
          <w:rtl/>
        </w:rPr>
        <w:t>اجملوا فى الطلب و لا يحملنكم استبطاء شى ء من الرزق اءن تطلبوه بشى ء من معصية الله فان الله تبارك و تعالى قسم الارزاق بين خلقه حلالا و لم يقسمها حراما فمن اتقى الله و صبر آتاه الله برزقه من حله و من هتك حجاب الستر و عجل فاخذه من غير حله قص به من رزقه الحلال و حوسب عليه يوم القيامة»</w:t>
      </w:r>
      <w:r w:rsidR="007D3118">
        <w:rPr>
          <w:rtl/>
        </w:rPr>
        <w:t xml:space="preserve">. </w:t>
      </w:r>
    </w:p>
    <w:p w:rsidR="008D57EF" w:rsidRDefault="008D57EF" w:rsidP="000A4C2B">
      <w:pPr>
        <w:pStyle w:val="libFootnote"/>
        <w:rPr>
          <w:rtl/>
        </w:rPr>
      </w:pPr>
      <w:r>
        <w:rPr>
          <w:rtl/>
        </w:rPr>
        <w:t xml:space="preserve">و از حضرت امام جعفر صادق </w:t>
      </w:r>
      <w:r w:rsidR="000C598D" w:rsidRPr="000C598D">
        <w:rPr>
          <w:rStyle w:val="libAlaemChar"/>
          <w:rtl/>
        </w:rPr>
        <w:t>عليه‌السلام</w:t>
      </w:r>
      <w:r w:rsidR="007D3118">
        <w:rPr>
          <w:rtl/>
        </w:rPr>
        <w:t xml:space="preserve"> </w:t>
      </w:r>
      <w:r>
        <w:rPr>
          <w:rtl/>
        </w:rPr>
        <w:t>است</w:t>
      </w:r>
      <w:r w:rsidR="007D3118">
        <w:rPr>
          <w:rtl/>
        </w:rPr>
        <w:t xml:space="preserve">: </w:t>
      </w:r>
      <w:r>
        <w:rPr>
          <w:rtl/>
        </w:rPr>
        <w:t>رحم الله عبدا عف و تعفف و كف عن المسئله فانه يتعجل الدنيه فى الدنيا و لا يغنى الناس عنه شيئا</w:t>
      </w:r>
      <w:r w:rsidR="007D3118">
        <w:rPr>
          <w:rtl/>
        </w:rPr>
        <w:t xml:space="preserve">. </w:t>
      </w:r>
    </w:p>
    <w:p w:rsidR="008D57EF" w:rsidRDefault="008D57EF" w:rsidP="000A4C2B">
      <w:pPr>
        <w:pStyle w:val="libFootnote"/>
        <w:rPr>
          <w:rtl/>
        </w:rPr>
      </w:pPr>
      <w:r>
        <w:rPr>
          <w:rtl/>
        </w:rPr>
        <w:t>همچنين در مدح و ذم مال روايت آمده است</w:t>
      </w:r>
      <w:r w:rsidR="007D3118">
        <w:rPr>
          <w:rtl/>
        </w:rPr>
        <w:t xml:space="preserve">: </w:t>
      </w:r>
      <w:r>
        <w:rPr>
          <w:rtl/>
        </w:rPr>
        <w:t xml:space="preserve">از اميرالمؤمنين </w:t>
      </w:r>
      <w:r w:rsidR="000C598D" w:rsidRPr="000C598D">
        <w:rPr>
          <w:rStyle w:val="libAlaemChar"/>
          <w:rtl/>
        </w:rPr>
        <w:t>عليه‌السلام</w:t>
      </w:r>
      <w:r w:rsidR="007D3118">
        <w:rPr>
          <w:rtl/>
        </w:rPr>
        <w:t xml:space="preserve"> </w:t>
      </w:r>
      <w:r>
        <w:rPr>
          <w:rtl/>
        </w:rPr>
        <w:t>است كه به فرزندش محمد حنفيه فرمود</w:t>
      </w:r>
      <w:r w:rsidR="007D3118">
        <w:rPr>
          <w:rtl/>
        </w:rPr>
        <w:t xml:space="preserve">: </w:t>
      </w:r>
      <w:r>
        <w:rPr>
          <w:rtl/>
        </w:rPr>
        <w:t xml:space="preserve">يا بنى انى اخاف الفقر عليك فاستعذ بالله منه فان الفقر منقصة للدين مدهشة للعقل داعية للمقت </w:t>
      </w:r>
    </w:p>
    <w:p w:rsidR="008D57EF" w:rsidRDefault="008D57EF" w:rsidP="000A4C2B">
      <w:pPr>
        <w:pStyle w:val="libFootnote"/>
        <w:rPr>
          <w:rtl/>
        </w:rPr>
      </w:pPr>
      <w:r>
        <w:rPr>
          <w:rtl/>
        </w:rPr>
        <w:t>يعنى اى پسرك من! بر تو مى ترسم از درويشى پس به خداى پناه بر كه درويشى</w:t>
      </w:r>
      <w:r w:rsidR="007D3118">
        <w:rPr>
          <w:rtl/>
        </w:rPr>
        <w:t xml:space="preserve">، </w:t>
      </w:r>
      <w:r>
        <w:rPr>
          <w:rtl/>
        </w:rPr>
        <w:t>كاهش دين است و آشفتگى خرد و سبب كينه و دشمنى</w:t>
      </w:r>
      <w:r w:rsidR="007D3118">
        <w:rPr>
          <w:rtl/>
        </w:rPr>
        <w:t xml:space="preserve">. </w:t>
      </w:r>
    </w:p>
    <w:p w:rsidR="008D57EF" w:rsidRDefault="008D57EF" w:rsidP="000A4C2B">
      <w:pPr>
        <w:pStyle w:val="libFootnote"/>
        <w:rPr>
          <w:rtl/>
        </w:rPr>
      </w:pPr>
      <w:r>
        <w:rPr>
          <w:rtl/>
        </w:rPr>
        <w:t>از آن جهت فرمود كه مرد تهى دست از اندوه معاش سر عبادت ندارد و بسا مال حرام و خيانت را براى رفع ضرورت خويش مباح مى شمارد و از غايت حزن عقلش بر جاى نماند و پيوسته ستيزه جويد و براى خويش دشمن تراشد</w:t>
      </w:r>
      <w:r w:rsidR="007D3118">
        <w:rPr>
          <w:rtl/>
        </w:rPr>
        <w:t xml:space="preserve">، </w:t>
      </w:r>
      <w:r>
        <w:rPr>
          <w:rtl/>
        </w:rPr>
        <w:t>گرچه مردم خود دشمن اويند</w:t>
      </w:r>
      <w:r w:rsidR="007D3118">
        <w:rPr>
          <w:rtl/>
        </w:rPr>
        <w:t xml:space="preserve">. </w:t>
      </w:r>
    </w:p>
    <w:p w:rsidR="008D57EF" w:rsidRDefault="008D57EF" w:rsidP="000A4C2B">
      <w:pPr>
        <w:pStyle w:val="libFootnote"/>
        <w:rPr>
          <w:rtl/>
        </w:rPr>
      </w:pPr>
      <w:r>
        <w:rPr>
          <w:rtl/>
        </w:rPr>
        <w:t>و در امالى زجاجى از ابى عبدالله جدلى روايت كرده است كه گفت</w:t>
      </w:r>
      <w:r w:rsidR="007D3118">
        <w:rPr>
          <w:rtl/>
        </w:rPr>
        <w:t xml:space="preserve">: </w:t>
      </w:r>
      <w:r>
        <w:rPr>
          <w:rtl/>
        </w:rPr>
        <w:t xml:space="preserve">بر اميرالمؤمنين </w:t>
      </w:r>
      <w:r w:rsidR="000C598D" w:rsidRPr="000C598D">
        <w:rPr>
          <w:rStyle w:val="libAlaemChar"/>
          <w:rtl/>
        </w:rPr>
        <w:t>عليه‌السلام</w:t>
      </w:r>
      <w:r w:rsidR="007D3118">
        <w:rPr>
          <w:rtl/>
        </w:rPr>
        <w:t xml:space="preserve"> </w:t>
      </w:r>
      <w:r>
        <w:rPr>
          <w:rtl/>
        </w:rPr>
        <w:t>در آمدم زر بسيار پيش او انباشته بود</w:t>
      </w:r>
      <w:r w:rsidR="007D3118">
        <w:rPr>
          <w:rtl/>
        </w:rPr>
        <w:t xml:space="preserve">، </w:t>
      </w:r>
      <w:r>
        <w:rPr>
          <w:rtl/>
        </w:rPr>
        <w:t>گفتم</w:t>
      </w:r>
      <w:r w:rsidR="007D3118">
        <w:rPr>
          <w:rtl/>
        </w:rPr>
        <w:t xml:space="preserve">: </w:t>
      </w:r>
      <w:r>
        <w:rPr>
          <w:rtl/>
        </w:rPr>
        <w:t>اين ها چيست؟ فرمود</w:t>
      </w:r>
      <w:r w:rsidR="007D3118">
        <w:rPr>
          <w:rtl/>
        </w:rPr>
        <w:t xml:space="preserve">: </w:t>
      </w:r>
      <w:r>
        <w:rPr>
          <w:rtl/>
        </w:rPr>
        <w:t>اين ها يعسوب منافقين است و من يعسوب مؤمنين</w:t>
      </w:r>
      <w:r w:rsidR="007D3118">
        <w:rPr>
          <w:rtl/>
        </w:rPr>
        <w:t xml:space="preserve">، </w:t>
      </w:r>
      <w:r>
        <w:rPr>
          <w:rtl/>
        </w:rPr>
        <w:t>يعنى منافقين گرد مال فراهم آيند مانند زنبوران عسل گرد ملكه خود</w:t>
      </w:r>
      <w:r w:rsidR="007D3118">
        <w:rPr>
          <w:rtl/>
        </w:rPr>
        <w:t xml:space="preserve">، </w:t>
      </w:r>
      <w:r>
        <w:rPr>
          <w:rtl/>
        </w:rPr>
        <w:t>اما مؤمنين گرد خود من فراهم شوند و به زر نظر ندارند</w:t>
      </w:r>
      <w:r w:rsidR="007D3118">
        <w:rPr>
          <w:rtl/>
        </w:rPr>
        <w:t xml:space="preserve">. </w:t>
      </w:r>
    </w:p>
    <w:p w:rsidR="008D57EF" w:rsidRDefault="008D57EF" w:rsidP="000A4C2B">
      <w:pPr>
        <w:pStyle w:val="libFootnote"/>
      </w:pPr>
      <w:r>
        <w:rPr>
          <w:rtl/>
        </w:rPr>
        <w:t>و در حديث رسول (</w:t>
      </w:r>
      <w:r w:rsidR="00865B4A" w:rsidRPr="00865B4A">
        <w:rPr>
          <w:rStyle w:val="libAlaemChar"/>
          <w:rtl/>
        </w:rPr>
        <w:t>صلى‌الله‌عليه‌وآله‌وسلم</w:t>
      </w:r>
      <w:r w:rsidR="007D3118">
        <w:rPr>
          <w:rtl/>
        </w:rPr>
        <w:t xml:space="preserve">) </w:t>
      </w:r>
      <w:r>
        <w:rPr>
          <w:rtl/>
        </w:rPr>
        <w:t>است كه</w:t>
      </w:r>
      <w:r w:rsidR="007D3118">
        <w:rPr>
          <w:rtl/>
        </w:rPr>
        <w:t xml:space="preserve">: </w:t>
      </w:r>
      <w:r>
        <w:rPr>
          <w:rtl/>
        </w:rPr>
        <w:t>حب الدنيا راءس كل خطيئة پس مال را نبايد چنان دوست داشت كه براى آن در حرام افتاد و از آخرت باز ماند و از نبودن آن تنگدل شد و اگر اين عيوب نباشد</w:t>
      </w:r>
      <w:r w:rsidR="007D3118">
        <w:rPr>
          <w:rtl/>
        </w:rPr>
        <w:t xml:space="preserve">، </w:t>
      </w:r>
      <w:r>
        <w:rPr>
          <w:rtl/>
        </w:rPr>
        <w:t>مال نيك است و بايد از راه حلال طلب كرد و در خيرات مصروف داشت</w:t>
      </w:r>
      <w:r w:rsidR="007D3118">
        <w:rPr>
          <w:rtl/>
        </w:rPr>
        <w:t xml:space="preserve">. </w:t>
      </w:r>
    </w:p>
    <w:p w:rsidR="008D57EF" w:rsidRDefault="008D57EF" w:rsidP="000A4C2B">
      <w:pPr>
        <w:pStyle w:val="libFootnote"/>
        <w:rPr>
          <w:rtl/>
        </w:rPr>
      </w:pPr>
      <w:r>
        <w:rPr>
          <w:rtl/>
        </w:rPr>
        <w:t>70- يكى از مسايل اختلافى ميان مسلمين عدل است</w:t>
      </w:r>
      <w:r w:rsidR="007D3118">
        <w:rPr>
          <w:rtl/>
        </w:rPr>
        <w:t xml:space="preserve">، </w:t>
      </w:r>
      <w:r>
        <w:rPr>
          <w:rtl/>
        </w:rPr>
        <w:t>اما هيچ كس ‍ نگويد من خداى را عادل نمى دانم بلكه جماعتى عدل را به غير آن چه مفهوم لغت عرب است تفسير مى كنند و گويند</w:t>
      </w:r>
      <w:r w:rsidR="007D3118">
        <w:rPr>
          <w:rtl/>
        </w:rPr>
        <w:t xml:space="preserve">: </w:t>
      </w:r>
    </w:p>
    <w:p w:rsidR="008D57EF" w:rsidRDefault="008D57EF" w:rsidP="000A4C2B">
      <w:pPr>
        <w:pStyle w:val="libFootnote"/>
        <w:rPr>
          <w:rtl/>
        </w:rPr>
      </w:pPr>
      <w:r>
        <w:rPr>
          <w:rtl/>
        </w:rPr>
        <w:t>اگر خداى تعالى همه بندگان مؤمن و پرهيزگار را به دوزخ برد و جاودان بسوزاند</w:t>
      </w:r>
      <w:r w:rsidR="007D3118">
        <w:rPr>
          <w:rtl/>
        </w:rPr>
        <w:t xml:space="preserve">، </w:t>
      </w:r>
      <w:r>
        <w:rPr>
          <w:rtl/>
        </w:rPr>
        <w:t>باز عادل است</w:t>
      </w:r>
      <w:r w:rsidR="007D3118">
        <w:rPr>
          <w:rtl/>
        </w:rPr>
        <w:t xml:space="preserve">، </w:t>
      </w:r>
      <w:r>
        <w:rPr>
          <w:rtl/>
        </w:rPr>
        <w:t>چون همه ملك اويند و هر كس در ملك خود هرچه كند عدل باشد</w:t>
      </w:r>
      <w:r w:rsidR="007D3118">
        <w:rPr>
          <w:rtl/>
        </w:rPr>
        <w:t xml:space="preserve">. </w:t>
      </w:r>
      <w:r>
        <w:rPr>
          <w:rtl/>
        </w:rPr>
        <w:t xml:space="preserve">اما معتزله و اماميه عدل را به معنى خود گيرند و از اين جهت آنان را عدليه گويند و عدل را از اصول دين خود </w:t>
      </w:r>
      <w:r>
        <w:rPr>
          <w:rtl/>
        </w:rPr>
        <w:lastRenderedPageBreak/>
        <w:t>شمارند و گويند</w:t>
      </w:r>
      <w:r w:rsidR="007D3118">
        <w:rPr>
          <w:rtl/>
        </w:rPr>
        <w:t xml:space="preserve">: </w:t>
      </w:r>
      <w:r>
        <w:rPr>
          <w:rtl/>
        </w:rPr>
        <w:t>افعال پروردگار مبنى بر حكم و مصالح و بر طبق قواعد و قوانين كامل و صحيح است و همه براى غايات و فوايدى است كه در عقل قبيح نباشد</w:t>
      </w:r>
      <w:r w:rsidR="007D3118">
        <w:rPr>
          <w:rtl/>
        </w:rPr>
        <w:t xml:space="preserve">. </w:t>
      </w:r>
    </w:p>
    <w:p w:rsidR="008D57EF" w:rsidRDefault="008D57EF" w:rsidP="000A4C2B">
      <w:pPr>
        <w:pStyle w:val="libFootnote"/>
        <w:rPr>
          <w:rtl/>
        </w:rPr>
      </w:pPr>
      <w:r>
        <w:rPr>
          <w:rtl/>
        </w:rPr>
        <w:t>و حكما گويند</w:t>
      </w:r>
      <w:r w:rsidR="007D3118">
        <w:rPr>
          <w:rtl/>
        </w:rPr>
        <w:t xml:space="preserve">: </w:t>
      </w:r>
      <w:r>
        <w:rPr>
          <w:rtl/>
        </w:rPr>
        <w:t>احكام خدا معلل به غرض نيست اما حسن و قبح عقلى را انكار نكنند و فعل مرجوح را با علم به راجح محال دانند</w:t>
      </w:r>
      <w:r w:rsidR="007D3118">
        <w:rPr>
          <w:rtl/>
        </w:rPr>
        <w:t xml:space="preserve">، </w:t>
      </w:r>
      <w:r>
        <w:rPr>
          <w:rtl/>
        </w:rPr>
        <w:t>پس آن چه حكما گويند فعل او معلل به غرض نيست گرچه در لفظ مانند سخن اشاعره است</w:t>
      </w:r>
      <w:r w:rsidR="007D3118">
        <w:rPr>
          <w:rtl/>
        </w:rPr>
        <w:t xml:space="preserve">، </w:t>
      </w:r>
      <w:r>
        <w:rPr>
          <w:rtl/>
        </w:rPr>
        <w:t>اما هر يك معنى ديگر خواهند</w:t>
      </w:r>
      <w:r w:rsidR="007D3118">
        <w:rPr>
          <w:rtl/>
        </w:rPr>
        <w:t xml:space="preserve">، </w:t>
      </w:r>
      <w:r>
        <w:rPr>
          <w:rtl/>
        </w:rPr>
        <w:t>و ما اگر در برابر اشعريان سخن گوييم</w:t>
      </w:r>
      <w:r w:rsidR="007D3118">
        <w:rPr>
          <w:rtl/>
        </w:rPr>
        <w:t xml:space="preserve">، </w:t>
      </w:r>
      <w:r>
        <w:rPr>
          <w:rtl/>
        </w:rPr>
        <w:t>افعال لو را معلل به اغراض گوييم تا عبث و قبيح نباشد و اگر در برابر حكما باشيم تصديق قول آنان كنيم چون غرض در اصطلاح حكما آن باشد كه كننده كار را كامل گرداند</w:t>
      </w:r>
      <w:r w:rsidR="007D3118">
        <w:rPr>
          <w:rtl/>
        </w:rPr>
        <w:t xml:space="preserve">. </w:t>
      </w:r>
      <w:r>
        <w:rPr>
          <w:rtl/>
        </w:rPr>
        <w:t>پس از نقص</w:t>
      </w:r>
      <w:r w:rsidR="007D3118">
        <w:rPr>
          <w:rtl/>
        </w:rPr>
        <w:t xml:space="preserve">، </w:t>
      </w:r>
      <w:r>
        <w:rPr>
          <w:rtl/>
        </w:rPr>
        <w:t>و اين معنى بر خداى تعالى روا نبود</w:t>
      </w:r>
      <w:r w:rsidR="007D3118">
        <w:rPr>
          <w:rtl/>
        </w:rPr>
        <w:t xml:space="preserve">، </w:t>
      </w:r>
      <w:r>
        <w:rPr>
          <w:rtl/>
        </w:rPr>
        <w:t>اما هر عمل كه حكمت و مصلحت داشته باشد</w:t>
      </w:r>
      <w:r w:rsidR="007D3118">
        <w:rPr>
          <w:rtl/>
        </w:rPr>
        <w:t xml:space="preserve">، </w:t>
      </w:r>
      <w:r>
        <w:rPr>
          <w:rtl/>
        </w:rPr>
        <w:t>چون خداوند بدان عالم است</w:t>
      </w:r>
      <w:r w:rsidR="007D3118">
        <w:rPr>
          <w:rtl/>
        </w:rPr>
        <w:t xml:space="preserve">، </w:t>
      </w:r>
      <w:r>
        <w:rPr>
          <w:rtl/>
        </w:rPr>
        <w:t>انجام مى دهد و آن كه قبيح بود چون عالم به قبح آن است و خداوند نياز به قبيح ندارد آن را نمى كند</w:t>
      </w:r>
      <w:r w:rsidR="007D3118">
        <w:rPr>
          <w:rtl/>
        </w:rPr>
        <w:t xml:space="preserve">. </w:t>
      </w:r>
      <w:r>
        <w:rPr>
          <w:rtl/>
        </w:rPr>
        <w:t>و اشعريان گويند</w:t>
      </w:r>
      <w:r w:rsidR="007D3118">
        <w:rPr>
          <w:rtl/>
        </w:rPr>
        <w:t xml:space="preserve">: </w:t>
      </w:r>
      <w:r>
        <w:rPr>
          <w:rtl/>
        </w:rPr>
        <w:t>تقسيم فعل به نيك و بد درباره او روا نيست</w:t>
      </w:r>
      <w:r w:rsidR="007D3118">
        <w:rPr>
          <w:rtl/>
        </w:rPr>
        <w:t xml:space="preserve">. </w:t>
      </w:r>
    </w:p>
    <w:p w:rsidR="008D57EF" w:rsidRDefault="008D57EF" w:rsidP="000A4C2B">
      <w:pPr>
        <w:pStyle w:val="libFootnote"/>
        <w:rPr>
          <w:rtl/>
        </w:rPr>
      </w:pPr>
      <w:r>
        <w:rPr>
          <w:rtl/>
        </w:rPr>
        <w:t xml:space="preserve">71- به روايت ائمه </w:t>
      </w:r>
      <w:r w:rsidR="000C598D" w:rsidRPr="000C598D">
        <w:rPr>
          <w:rStyle w:val="libAlaemChar"/>
          <w:rtl/>
        </w:rPr>
        <w:t>عليهم‌السلام</w:t>
      </w:r>
      <w:r w:rsidR="007D3118">
        <w:rPr>
          <w:rtl/>
        </w:rPr>
        <w:t xml:space="preserve"> </w:t>
      </w:r>
      <w:r>
        <w:rPr>
          <w:rtl/>
        </w:rPr>
        <w:t>حق در جبر و اختيار امر بين الامرين است</w:t>
      </w:r>
      <w:r w:rsidR="007D3118">
        <w:rPr>
          <w:rtl/>
        </w:rPr>
        <w:t xml:space="preserve">، </w:t>
      </w:r>
      <w:r>
        <w:rPr>
          <w:rtl/>
        </w:rPr>
        <w:t>پس هر چه از انسان صادر شود هم قدرت خداوند تعالى در آن دخيل است و هم قدرت بنده</w:t>
      </w:r>
      <w:r w:rsidR="007D3118">
        <w:rPr>
          <w:rtl/>
        </w:rPr>
        <w:t xml:space="preserve">، </w:t>
      </w:r>
      <w:r>
        <w:rPr>
          <w:rtl/>
        </w:rPr>
        <w:t>با اين حال بنده به طاعت مستحق مدح و ستايش است</w:t>
      </w:r>
      <w:r w:rsidR="007D3118">
        <w:rPr>
          <w:rtl/>
        </w:rPr>
        <w:t xml:space="preserve">، </w:t>
      </w:r>
      <w:r>
        <w:rPr>
          <w:rtl/>
        </w:rPr>
        <w:t>مانند لشكرى كه سلطان تجهيز كند و سپاهيان هر يك در جنگ بكوشند</w:t>
      </w:r>
      <w:r w:rsidR="007D3118">
        <w:rPr>
          <w:rtl/>
        </w:rPr>
        <w:t xml:space="preserve">، </w:t>
      </w:r>
      <w:r>
        <w:rPr>
          <w:rtl/>
        </w:rPr>
        <w:t>فيروزى هم از فرمانده است و هم از آحاد سپاه و همه مستحق پاداش و نعامند</w:t>
      </w:r>
      <w:r w:rsidR="007D3118">
        <w:rPr>
          <w:rtl/>
        </w:rPr>
        <w:t xml:space="preserve">. </w:t>
      </w:r>
      <w:r>
        <w:rPr>
          <w:rtl/>
        </w:rPr>
        <w:t>و گاه آزادى انسان را مثل به مسافر كشتى مى زنند كه آزادى وى محدود به اندرون كشتى است</w:t>
      </w:r>
      <w:r w:rsidR="007D3118">
        <w:rPr>
          <w:rtl/>
        </w:rPr>
        <w:t xml:space="preserve">، </w:t>
      </w:r>
      <w:r>
        <w:rPr>
          <w:rtl/>
        </w:rPr>
        <w:t>اين مذهب ما است</w:t>
      </w:r>
      <w:r w:rsidR="007D3118">
        <w:rPr>
          <w:rtl/>
        </w:rPr>
        <w:t xml:space="preserve">. </w:t>
      </w:r>
    </w:p>
    <w:p w:rsidR="008D57EF" w:rsidRDefault="008D57EF" w:rsidP="000A4C2B">
      <w:pPr>
        <w:pStyle w:val="libFootnote"/>
        <w:rPr>
          <w:rtl/>
        </w:rPr>
      </w:pPr>
      <w:r>
        <w:rPr>
          <w:rtl/>
        </w:rPr>
        <w:t>اما اشاعره به جبر مايل اند و انسان را مختار ندانند و در اين صورت</w:t>
      </w:r>
      <w:r w:rsidR="007D3118">
        <w:rPr>
          <w:rtl/>
        </w:rPr>
        <w:t xml:space="preserve">، </w:t>
      </w:r>
      <w:r>
        <w:rPr>
          <w:rtl/>
        </w:rPr>
        <w:t>عقاب و ثواب و بهشت و دوزخ باطل شود</w:t>
      </w:r>
      <w:r w:rsidR="007D3118">
        <w:rPr>
          <w:rtl/>
        </w:rPr>
        <w:t xml:space="preserve">. </w:t>
      </w:r>
    </w:p>
    <w:p w:rsidR="008D57EF" w:rsidRDefault="008D57EF" w:rsidP="000A4C2B">
      <w:pPr>
        <w:pStyle w:val="libFootnote"/>
        <w:rPr>
          <w:rtl/>
        </w:rPr>
      </w:pPr>
      <w:r>
        <w:rPr>
          <w:rtl/>
        </w:rPr>
        <w:t>و معتزله مردم را آزاد مطلق دانند كه خداوند را در آن دخل نيست و آنان را قدريه نيز گويند چون نفى قدر كنند و اصل اين مذهب از غيلان دمشقى است اما مذهب او صحيح نيست چون هر عمل خير و شر كه ما به جاى آريم اسباب و شرايطى دارد كه خداوند پيش از ما فراهم كرده است و لا يجرى فى ملكه الا ما يشاء</w:t>
      </w:r>
      <w:r w:rsidR="007D3118">
        <w:rPr>
          <w:rtl/>
        </w:rPr>
        <w:t xml:space="preserve">. </w:t>
      </w:r>
    </w:p>
    <w:p w:rsidR="008D57EF" w:rsidRDefault="008D57EF" w:rsidP="000A4C2B">
      <w:pPr>
        <w:pStyle w:val="libFootnote"/>
        <w:rPr>
          <w:rtl/>
        </w:rPr>
      </w:pPr>
      <w:r>
        <w:rPr>
          <w:rtl/>
        </w:rPr>
        <w:t>72- از اين سخنان آشكار مى گردد كهن زارى و انابت آن حضرت از گناه</w:t>
      </w:r>
      <w:r w:rsidR="007D3118">
        <w:rPr>
          <w:rtl/>
        </w:rPr>
        <w:t xml:space="preserve">، </w:t>
      </w:r>
      <w:r>
        <w:rPr>
          <w:rtl/>
        </w:rPr>
        <w:t>بدان معنى كه پيش ما معروف است نبوده بلكه اعتراف به نقصان ذات امكانى است از كمال و مقتضاى بندگى و ضراعت</w:t>
      </w:r>
      <w:r w:rsidR="007D3118">
        <w:rPr>
          <w:rtl/>
        </w:rPr>
        <w:t xml:space="preserve">، </w:t>
      </w:r>
      <w:r>
        <w:rPr>
          <w:rtl/>
        </w:rPr>
        <w:t>خاصان درگاه مى گفتند</w:t>
      </w:r>
      <w:r w:rsidR="007D3118">
        <w:rPr>
          <w:rtl/>
        </w:rPr>
        <w:t xml:space="preserve">: </w:t>
      </w:r>
      <w:r>
        <w:rPr>
          <w:rtl/>
        </w:rPr>
        <w:t>ما عرفناك حق معرفتك و ما عبدناك حق عبادتك لا احصى ثناء عليك انت كما اثنيت على نفسك</w:t>
      </w:r>
      <w:r w:rsidR="007D3118">
        <w:rPr>
          <w:rtl/>
        </w:rPr>
        <w:t xml:space="preserve">. </w:t>
      </w:r>
    </w:p>
    <w:p w:rsidR="008D57EF" w:rsidRDefault="008D57EF" w:rsidP="000A4C2B">
      <w:pPr>
        <w:pStyle w:val="libFootnote"/>
        <w:rPr>
          <w:rtl/>
        </w:rPr>
      </w:pPr>
      <w:r>
        <w:rPr>
          <w:rtl/>
        </w:rPr>
        <w:lastRenderedPageBreak/>
        <w:t>چون فراموشى بدان معنى كه ما مى دانيم معصيت نيست تا رفع تكليف از خداى خواهد و نيز آن چه قدرت بدان نرسد و مال انسان گنجايش آن نداشته باشد در شريعت تكليفى متوجه نمى گردد</w:t>
      </w:r>
      <w:r w:rsidR="007D3118">
        <w:rPr>
          <w:rtl/>
        </w:rPr>
        <w:t xml:space="preserve">. </w:t>
      </w:r>
    </w:p>
    <w:p w:rsidR="008D57EF" w:rsidRDefault="008D57EF" w:rsidP="000A4C2B">
      <w:pPr>
        <w:pStyle w:val="libFootnote"/>
        <w:rPr>
          <w:rtl/>
        </w:rPr>
      </w:pPr>
      <w:r>
        <w:rPr>
          <w:rtl/>
        </w:rPr>
        <w:t>73- لذت ادراك كمال است و بر دو قسم است</w:t>
      </w:r>
      <w:r w:rsidR="007D3118">
        <w:rPr>
          <w:rtl/>
        </w:rPr>
        <w:t xml:space="preserve">: </w:t>
      </w:r>
      <w:r>
        <w:rPr>
          <w:rtl/>
        </w:rPr>
        <w:t>حسى و عقلى</w:t>
      </w:r>
      <w:r w:rsidR="007D3118">
        <w:rPr>
          <w:rtl/>
        </w:rPr>
        <w:t xml:space="preserve">. </w:t>
      </w:r>
      <w:r>
        <w:rPr>
          <w:rtl/>
        </w:rPr>
        <w:t>و قواى حسيه چون كمالات مناسب خود را دريابند لذت برند</w:t>
      </w:r>
      <w:r w:rsidR="007D3118">
        <w:rPr>
          <w:rtl/>
        </w:rPr>
        <w:t xml:space="preserve">. </w:t>
      </w:r>
      <w:r>
        <w:rPr>
          <w:rtl/>
        </w:rPr>
        <w:t>و سيد شارح فرمايد</w:t>
      </w:r>
      <w:r w:rsidR="007D3118">
        <w:rPr>
          <w:rtl/>
        </w:rPr>
        <w:t xml:space="preserve">: </w:t>
      </w:r>
      <w:r>
        <w:rPr>
          <w:rtl/>
        </w:rPr>
        <w:t>عارف هر چند بدنش در دنياست اما به چشم بصيرت احوال بهشت و سعادت آن را مشاهده مى كند و همچنين احوال دوزخ و شقاوت آن را مى بيند</w:t>
      </w:r>
      <w:r w:rsidR="007D3118">
        <w:rPr>
          <w:rtl/>
        </w:rPr>
        <w:t xml:space="preserve">، </w:t>
      </w:r>
      <w:r>
        <w:rPr>
          <w:rtl/>
        </w:rPr>
        <w:t>مانند آن ها كه به چشم جسمانى مى بينند</w:t>
      </w:r>
      <w:r w:rsidR="007D3118">
        <w:rPr>
          <w:rtl/>
        </w:rPr>
        <w:t xml:space="preserve">. </w:t>
      </w:r>
      <w:r>
        <w:rPr>
          <w:rtl/>
        </w:rPr>
        <w:t xml:space="preserve">و حضرت اميرالمؤمنين </w:t>
      </w:r>
      <w:r w:rsidR="000C598D" w:rsidRPr="000C598D">
        <w:rPr>
          <w:rStyle w:val="libAlaemChar"/>
          <w:rtl/>
        </w:rPr>
        <w:t>عليه‌السلام</w:t>
      </w:r>
      <w:r w:rsidR="007D3118">
        <w:rPr>
          <w:rtl/>
        </w:rPr>
        <w:t xml:space="preserve"> </w:t>
      </w:r>
      <w:r>
        <w:rPr>
          <w:rtl/>
        </w:rPr>
        <w:t>در وصف متقين مى فرمايد</w:t>
      </w:r>
      <w:r w:rsidR="007D3118">
        <w:rPr>
          <w:rtl/>
        </w:rPr>
        <w:t xml:space="preserve">: </w:t>
      </w:r>
      <w:r>
        <w:rPr>
          <w:rtl/>
        </w:rPr>
        <w:t>فهم و الجنة كمن قد رآها فهم فيها منعمون و هم و النار كمن قد رآها فهم فيها يعذبون</w:t>
      </w:r>
      <w:r w:rsidR="007D3118">
        <w:rPr>
          <w:rtl/>
        </w:rPr>
        <w:t xml:space="preserve">. </w:t>
      </w:r>
      <w:r>
        <w:rPr>
          <w:rtl/>
        </w:rPr>
        <w:t>و سيد هم گويد</w:t>
      </w:r>
      <w:r w:rsidR="007D3118">
        <w:rPr>
          <w:rtl/>
        </w:rPr>
        <w:t xml:space="preserve">: </w:t>
      </w:r>
      <w:r>
        <w:rPr>
          <w:rtl/>
        </w:rPr>
        <w:t>لذيذترين ميوه هاى بهشت معارف الهيه و نظر به وجه الله ذى الجلال و الاكرام است و اين از لذات عقلى صرف است</w:t>
      </w:r>
      <w:r w:rsidR="007D3118">
        <w:rPr>
          <w:rtl/>
        </w:rPr>
        <w:t xml:space="preserve">. </w:t>
      </w:r>
    </w:p>
    <w:p w:rsidR="008D57EF" w:rsidRDefault="008D57EF" w:rsidP="000A4C2B">
      <w:pPr>
        <w:pStyle w:val="libFootnote"/>
        <w:rPr>
          <w:rtl/>
        </w:rPr>
      </w:pPr>
      <w:r>
        <w:rPr>
          <w:rtl/>
        </w:rPr>
        <w:t>74- عافيت محفوظ بودن از شرور دنيا و آخرت است و در حديث آمده است كه هيچ دعا پيش پيغمبر (</w:t>
      </w:r>
      <w:r w:rsidR="00865B4A" w:rsidRPr="00865B4A">
        <w:rPr>
          <w:rStyle w:val="libAlaemChar"/>
          <w:rtl/>
        </w:rPr>
        <w:t>صلى‌الله‌عليه‌وآله‌وسلم</w:t>
      </w:r>
      <w:r w:rsidR="007D3118">
        <w:rPr>
          <w:rtl/>
        </w:rPr>
        <w:t xml:space="preserve">) </w:t>
      </w:r>
      <w:r>
        <w:rPr>
          <w:rtl/>
        </w:rPr>
        <w:t>محبوبتر از آن نبود كه از خداى عافيت خواهد</w:t>
      </w:r>
      <w:r w:rsidR="007D3118">
        <w:rPr>
          <w:rtl/>
        </w:rPr>
        <w:t xml:space="preserve">. </w:t>
      </w:r>
      <w:r>
        <w:rPr>
          <w:rtl/>
        </w:rPr>
        <w:t>و عافيت خواستن از مرض و فقر و ساير بلاهاى دنيوى مطلوب است و مخالف رضا نيست</w:t>
      </w:r>
      <w:r w:rsidR="007D3118">
        <w:rPr>
          <w:rtl/>
        </w:rPr>
        <w:t xml:space="preserve">. </w:t>
      </w:r>
    </w:p>
    <w:p w:rsidR="008D57EF" w:rsidRDefault="008D57EF" w:rsidP="000A4C2B">
      <w:pPr>
        <w:pStyle w:val="libFootnote"/>
        <w:rPr>
          <w:rtl/>
        </w:rPr>
      </w:pPr>
      <w:r>
        <w:rPr>
          <w:rtl/>
        </w:rPr>
        <w:t>گويند</w:t>
      </w:r>
      <w:r w:rsidR="007D3118">
        <w:rPr>
          <w:rtl/>
        </w:rPr>
        <w:t xml:space="preserve">: </w:t>
      </w:r>
      <w:r>
        <w:rPr>
          <w:rtl/>
        </w:rPr>
        <w:t>ابن فارض وقتى اين شعر گفت</w:t>
      </w:r>
      <w:r w:rsidR="007D3118">
        <w:rPr>
          <w:rtl/>
        </w:rPr>
        <w:t xml:space="preserve">: </w:t>
      </w:r>
    </w:p>
    <w:p w:rsidR="008D57EF" w:rsidRDefault="008D57EF" w:rsidP="000A4C2B">
      <w:pPr>
        <w:pStyle w:val="libFootnote"/>
        <w:rPr>
          <w:rtl/>
        </w:rPr>
      </w:pPr>
      <w:r>
        <w:rPr>
          <w:rtl/>
        </w:rPr>
        <w:t xml:space="preserve">و بما شاء بى هواك اختبرنى </w:t>
      </w:r>
      <w:r>
        <w:rPr>
          <w:rtl/>
        </w:rPr>
        <w:tab/>
      </w:r>
      <w:r>
        <w:rPr>
          <w:rtl/>
        </w:rPr>
        <w:tab/>
        <w:t>فاختيارى ما كان فيه رضاكا</w:t>
      </w:r>
    </w:p>
    <w:p w:rsidR="008D57EF" w:rsidRDefault="008D57EF" w:rsidP="000A4C2B">
      <w:pPr>
        <w:pStyle w:val="libFootnote"/>
        <w:rPr>
          <w:rtl/>
        </w:rPr>
      </w:pPr>
      <w:r>
        <w:rPr>
          <w:rtl/>
        </w:rPr>
        <w:t>يعنى</w:t>
      </w:r>
      <w:r w:rsidR="007D3118">
        <w:rPr>
          <w:rtl/>
        </w:rPr>
        <w:t xml:space="preserve">: </w:t>
      </w:r>
      <w:r>
        <w:rPr>
          <w:rtl/>
        </w:rPr>
        <w:t>بار الها به هر چه خواهى مرا آزمايش فرما كه هر چه رضاى تو باشد من همان را مى پسندم</w:t>
      </w:r>
      <w:r w:rsidR="007D3118">
        <w:rPr>
          <w:rtl/>
        </w:rPr>
        <w:t xml:space="preserve">، </w:t>
      </w:r>
      <w:r>
        <w:rPr>
          <w:rtl/>
        </w:rPr>
        <w:t xml:space="preserve">به حصر البول مبتلا شد و فرمود وى را برداشتند و در كوچه ها مى گردانيدند او به در هر مكتب خانه مى رسيد به كودكان م يگفت عم دروغگوى خود را دعا كنيد و حضرت امام جعفر صادق </w:t>
      </w:r>
      <w:r w:rsidR="000C598D" w:rsidRPr="000C598D">
        <w:rPr>
          <w:rStyle w:val="libAlaemChar"/>
          <w:rtl/>
        </w:rPr>
        <w:t>عليه‌السلام</w:t>
      </w:r>
      <w:r w:rsidR="007D3118">
        <w:rPr>
          <w:rtl/>
        </w:rPr>
        <w:t xml:space="preserve"> </w:t>
      </w:r>
      <w:r>
        <w:rPr>
          <w:rtl/>
        </w:rPr>
        <w:t>به يكى از ياران فرمود</w:t>
      </w:r>
      <w:r w:rsidR="007D3118">
        <w:rPr>
          <w:rtl/>
        </w:rPr>
        <w:t xml:space="preserve">: </w:t>
      </w:r>
      <w:r>
        <w:rPr>
          <w:rtl/>
        </w:rPr>
        <w:t>چون استخاره كنى طلب عافيت كن چون بسا اتفاق افتد كه بريدن دست و مرگ فرزند و رفتن عقل خير انسان باشد</w:t>
      </w:r>
      <w:r w:rsidR="007D3118">
        <w:rPr>
          <w:rtl/>
        </w:rPr>
        <w:t xml:space="preserve">، </w:t>
      </w:r>
      <w:r>
        <w:rPr>
          <w:rtl/>
        </w:rPr>
        <w:t>يعنى خيرى بخواه كه از اين بلاها خالى باشد</w:t>
      </w:r>
      <w:r w:rsidR="007D3118">
        <w:rPr>
          <w:rtl/>
        </w:rPr>
        <w:t xml:space="preserve">. </w:t>
      </w:r>
    </w:p>
    <w:p w:rsidR="008D57EF" w:rsidRDefault="008D57EF" w:rsidP="000A4C2B">
      <w:pPr>
        <w:pStyle w:val="libFootnote"/>
        <w:rPr>
          <w:rtl/>
        </w:rPr>
      </w:pPr>
      <w:r>
        <w:rPr>
          <w:rtl/>
        </w:rPr>
        <w:t>75- بسيارى از فقرات دعا را بايد حمل بر تعليم كرد چنان كه بعضى گويند</w:t>
      </w:r>
      <w:r w:rsidR="007D3118">
        <w:rPr>
          <w:rtl/>
        </w:rPr>
        <w:t xml:space="preserve">: </w:t>
      </w:r>
      <w:r>
        <w:rPr>
          <w:rtl/>
        </w:rPr>
        <w:t>اعتراف به گناه و طلب مغفرت از آن حضرت براى تعليم ديگران و از زبان شيعيان است و چون حضرتش در مدينه بود و زيارت قبر پيغمبر (</w:t>
      </w:r>
      <w:r w:rsidR="00865B4A" w:rsidRPr="00865B4A">
        <w:rPr>
          <w:rStyle w:val="libAlaemChar"/>
          <w:rtl/>
        </w:rPr>
        <w:t>صلى‌الله‌عليه‌وآله‌وسلم</w:t>
      </w:r>
      <w:r w:rsidR="007D3118">
        <w:rPr>
          <w:rtl/>
        </w:rPr>
        <w:t xml:space="preserve">) </w:t>
      </w:r>
      <w:r>
        <w:rPr>
          <w:rtl/>
        </w:rPr>
        <w:t>در هر آن براى او ميسر بود</w:t>
      </w:r>
      <w:r w:rsidR="007D3118">
        <w:rPr>
          <w:rtl/>
        </w:rPr>
        <w:t xml:space="preserve">، </w:t>
      </w:r>
      <w:r>
        <w:rPr>
          <w:rtl/>
        </w:rPr>
        <w:t>تخصيص به سالى يك بار براى كسانى است كه از مدينه دورند</w:t>
      </w:r>
      <w:r w:rsidR="007D3118">
        <w:rPr>
          <w:rtl/>
        </w:rPr>
        <w:t xml:space="preserve">. </w:t>
      </w:r>
    </w:p>
    <w:p w:rsidR="008D57EF" w:rsidRDefault="008D57EF" w:rsidP="000A4C2B">
      <w:pPr>
        <w:pStyle w:val="libFootnote"/>
        <w:rPr>
          <w:rtl/>
        </w:rPr>
      </w:pPr>
      <w:r>
        <w:rPr>
          <w:rtl/>
        </w:rPr>
        <w:t>احاديث در فضل زيارت قبر رسول (</w:t>
      </w:r>
      <w:r w:rsidR="00865B4A" w:rsidRPr="00865B4A">
        <w:rPr>
          <w:rStyle w:val="libAlaemChar"/>
          <w:rtl/>
        </w:rPr>
        <w:t>صلى‌الله‌عليه‌وآله‌وسلم</w:t>
      </w:r>
      <w:r w:rsidR="007D3118">
        <w:rPr>
          <w:rtl/>
        </w:rPr>
        <w:t xml:space="preserve">) </w:t>
      </w:r>
      <w:r>
        <w:rPr>
          <w:rtl/>
        </w:rPr>
        <w:t>و خاندان پاك او بسيار است</w:t>
      </w:r>
      <w:r w:rsidR="007D3118">
        <w:rPr>
          <w:rtl/>
        </w:rPr>
        <w:t xml:space="preserve">، </w:t>
      </w:r>
      <w:r>
        <w:rPr>
          <w:rtl/>
        </w:rPr>
        <w:t>از جمله از پيغمبر (</w:t>
      </w:r>
      <w:r w:rsidR="00865B4A" w:rsidRPr="00865B4A">
        <w:rPr>
          <w:rStyle w:val="libAlaemChar"/>
          <w:rtl/>
        </w:rPr>
        <w:t>صلى‌الله‌عليه‌وآله‌وسلم</w:t>
      </w:r>
      <w:r w:rsidR="007D3118">
        <w:rPr>
          <w:rtl/>
        </w:rPr>
        <w:t xml:space="preserve">) </w:t>
      </w:r>
      <w:r>
        <w:rPr>
          <w:rtl/>
        </w:rPr>
        <w:t>روايت است</w:t>
      </w:r>
      <w:r w:rsidR="007D3118">
        <w:rPr>
          <w:rtl/>
        </w:rPr>
        <w:t xml:space="preserve">: </w:t>
      </w:r>
      <w:r>
        <w:rPr>
          <w:rtl/>
        </w:rPr>
        <w:t>هر كس حج كند و به زيارت من نيايد بر من جفا كرده است و بعضى فقها گويند</w:t>
      </w:r>
      <w:r w:rsidR="007D3118">
        <w:rPr>
          <w:rtl/>
        </w:rPr>
        <w:t xml:space="preserve">: </w:t>
      </w:r>
      <w:r>
        <w:rPr>
          <w:rtl/>
        </w:rPr>
        <w:t xml:space="preserve">اگر مردم ترك زيارت كنند بر امام است كه آنان را اجبار فرمايد و از حضرت امام رضا </w:t>
      </w:r>
      <w:r w:rsidR="000C598D" w:rsidRPr="000C598D">
        <w:rPr>
          <w:rStyle w:val="libAlaemChar"/>
          <w:rtl/>
        </w:rPr>
        <w:lastRenderedPageBreak/>
        <w:t>عليه‌السلام</w:t>
      </w:r>
      <w:r w:rsidR="007D3118">
        <w:rPr>
          <w:rtl/>
        </w:rPr>
        <w:t xml:space="preserve"> </w:t>
      </w:r>
      <w:r>
        <w:rPr>
          <w:rtl/>
        </w:rPr>
        <w:t>روايت است كه هر امامى پيمانى دارد بر گردن شيعيان و دوستان خود و يكى از وظايف انجام دادن عهد و پيمان زيارت قبر آنان است</w:t>
      </w:r>
      <w:r w:rsidR="007D3118">
        <w:rPr>
          <w:rtl/>
        </w:rPr>
        <w:t xml:space="preserve">، </w:t>
      </w:r>
      <w:r>
        <w:rPr>
          <w:rtl/>
        </w:rPr>
        <w:t>پس هر كس به رغبت زيارت آن ها كند و به آن چه نويد داده اند تصديق كرده باشد</w:t>
      </w:r>
      <w:r w:rsidR="007D3118">
        <w:rPr>
          <w:rtl/>
        </w:rPr>
        <w:t xml:space="preserve">، </w:t>
      </w:r>
      <w:r>
        <w:rPr>
          <w:rtl/>
        </w:rPr>
        <w:t>آن ائمه روز قيامت شفاعت ايشان خواهند كرد</w:t>
      </w:r>
      <w:r w:rsidR="007D3118">
        <w:rPr>
          <w:rtl/>
        </w:rPr>
        <w:t xml:space="preserve">. </w:t>
      </w:r>
    </w:p>
    <w:p w:rsidR="008D57EF" w:rsidRDefault="008D57EF" w:rsidP="000A4C2B">
      <w:pPr>
        <w:pStyle w:val="libFootnote"/>
        <w:rPr>
          <w:rtl/>
        </w:rPr>
      </w:pPr>
      <w:r>
        <w:rPr>
          <w:rtl/>
        </w:rPr>
        <w:t>حضرت فاطمه زهرا عليهاالسلام نيز مشمول عبارت صحيفه مباركه است و زيارت آن حضرت را در روضه رسول خدا (</w:t>
      </w:r>
      <w:r w:rsidR="00865B4A" w:rsidRPr="00865B4A">
        <w:rPr>
          <w:rStyle w:val="libAlaemChar"/>
          <w:rtl/>
        </w:rPr>
        <w:t>صلى‌الله‌عليه‌وآله‌وسلم</w:t>
      </w:r>
      <w:r w:rsidR="007D3118">
        <w:rPr>
          <w:rtl/>
        </w:rPr>
        <w:t xml:space="preserve">) </w:t>
      </w:r>
      <w:r>
        <w:rPr>
          <w:rtl/>
        </w:rPr>
        <w:t>بايد كرد چون به قول راجح نزد مشايخ ثلاثه كلينى و صدوق و شيخ طوسى رحمه الله عليهم قبر او در خانه خود او است كه فعلا در روضه مطهر است و شباك ضريح حضرت رسالت بر آن احاطه دارد و با اين كه دفن در خانه معهود و تجهيز آن حضرت در خفا انجام يافت</w:t>
      </w:r>
      <w:r w:rsidR="007D3118">
        <w:rPr>
          <w:rtl/>
        </w:rPr>
        <w:t xml:space="preserve">، </w:t>
      </w:r>
      <w:r>
        <w:rPr>
          <w:rtl/>
        </w:rPr>
        <w:t>قول آنان بر طبق قرائن عقلى و عادى نزديك تر مى نمايد</w:t>
      </w:r>
      <w:r w:rsidR="007D3118">
        <w:rPr>
          <w:rtl/>
        </w:rPr>
        <w:t xml:space="preserve">. </w:t>
      </w:r>
    </w:p>
    <w:p w:rsidR="008D57EF" w:rsidRDefault="008D57EF" w:rsidP="000A4C2B">
      <w:pPr>
        <w:pStyle w:val="libFootnote"/>
        <w:rPr>
          <w:rtl/>
        </w:rPr>
      </w:pPr>
      <w:r>
        <w:rPr>
          <w:rtl/>
        </w:rPr>
        <w:t>اما بنى اميه دوست نداشتند افتخار دفن در روضه مطهره را براى آن حضرت اثبات كنند آن را مخفى كردند</w:t>
      </w:r>
      <w:r w:rsidR="007D3118">
        <w:rPr>
          <w:rtl/>
        </w:rPr>
        <w:t xml:space="preserve">. </w:t>
      </w:r>
      <w:r>
        <w:rPr>
          <w:rtl/>
        </w:rPr>
        <w:t>بايد دانست دفن در مسجد غير معهود است و پيوسته مسجد پيغمبر (</w:t>
      </w:r>
      <w:r w:rsidR="00865B4A" w:rsidRPr="00865B4A">
        <w:rPr>
          <w:rStyle w:val="libAlaemChar"/>
          <w:rtl/>
        </w:rPr>
        <w:t>صلى‌الله‌عليه‌وآله‌وسلم</w:t>
      </w:r>
      <w:r w:rsidR="007D3118">
        <w:rPr>
          <w:rtl/>
        </w:rPr>
        <w:t xml:space="preserve">) </w:t>
      </w:r>
      <w:r>
        <w:rPr>
          <w:rtl/>
        </w:rPr>
        <w:t>محل اجتماع مسلمين بود</w:t>
      </w:r>
      <w:r w:rsidR="007D3118">
        <w:rPr>
          <w:rtl/>
        </w:rPr>
        <w:t xml:space="preserve">، </w:t>
      </w:r>
      <w:r>
        <w:rPr>
          <w:rtl/>
        </w:rPr>
        <w:t>پس دفن در آن جا معقول نيست</w:t>
      </w:r>
      <w:r w:rsidR="007D3118">
        <w:rPr>
          <w:rtl/>
        </w:rPr>
        <w:t xml:space="preserve">، </w:t>
      </w:r>
      <w:r>
        <w:rPr>
          <w:rtl/>
        </w:rPr>
        <w:t>اما ضريح پيغمبر (</w:t>
      </w:r>
      <w:r w:rsidR="00865B4A" w:rsidRPr="00865B4A">
        <w:rPr>
          <w:rStyle w:val="libAlaemChar"/>
          <w:rtl/>
        </w:rPr>
        <w:t>صلى‌الله‌عليه‌وآله‌وسلم</w:t>
      </w:r>
      <w:r w:rsidR="007D3118">
        <w:rPr>
          <w:rtl/>
        </w:rPr>
        <w:t xml:space="preserve">) </w:t>
      </w:r>
      <w:r>
        <w:rPr>
          <w:rtl/>
        </w:rPr>
        <w:t>فعلا در مسجد و بر خانه عيش و خانه اميرالمؤمنين (</w:t>
      </w:r>
      <w:r w:rsidR="00865B4A" w:rsidRPr="00865B4A">
        <w:rPr>
          <w:rStyle w:val="libAlaemChar"/>
          <w:rtl/>
        </w:rPr>
        <w:t>صلى‌الله‌عليه‌وآله‌وسلم</w:t>
      </w:r>
      <w:r w:rsidR="007D3118">
        <w:rPr>
          <w:rtl/>
        </w:rPr>
        <w:t xml:space="preserve">) </w:t>
      </w:r>
      <w:r>
        <w:rPr>
          <w:rtl/>
        </w:rPr>
        <w:t>احاطه دارد</w:t>
      </w:r>
      <w:r w:rsidR="007D3118">
        <w:rPr>
          <w:rtl/>
        </w:rPr>
        <w:t xml:space="preserve">، </w:t>
      </w:r>
      <w:r>
        <w:rPr>
          <w:rtl/>
        </w:rPr>
        <w:t>در آن زمان جزء مسجد نبود</w:t>
      </w:r>
      <w:r w:rsidR="007D3118">
        <w:rPr>
          <w:rtl/>
        </w:rPr>
        <w:t xml:space="preserve">. </w:t>
      </w:r>
    </w:p>
    <w:p w:rsidR="008D57EF" w:rsidRDefault="008D57EF" w:rsidP="000A4C2B">
      <w:pPr>
        <w:pStyle w:val="libFootnote"/>
        <w:rPr>
          <w:rtl/>
        </w:rPr>
      </w:pPr>
      <w:r>
        <w:rPr>
          <w:rtl/>
        </w:rPr>
        <w:t>76- بنابه روايت مشهوره مادر آن حضرت يكى از دختران خانواده ساسانى است كه اسير گشته بود</w:t>
      </w:r>
      <w:r w:rsidR="007D3118">
        <w:rPr>
          <w:rtl/>
        </w:rPr>
        <w:t xml:space="preserve">، </w:t>
      </w:r>
      <w:r>
        <w:rPr>
          <w:rtl/>
        </w:rPr>
        <w:t>و دليل آن شعر معروفى است</w:t>
      </w:r>
      <w:r w:rsidR="007D3118">
        <w:rPr>
          <w:rtl/>
        </w:rPr>
        <w:t xml:space="preserve">: </w:t>
      </w:r>
    </w:p>
    <w:p w:rsidR="008D57EF" w:rsidRDefault="008D57EF" w:rsidP="000A4C2B">
      <w:pPr>
        <w:pStyle w:val="libFootnote"/>
        <w:rPr>
          <w:rtl/>
        </w:rPr>
      </w:pPr>
      <w:r>
        <w:rPr>
          <w:rtl/>
        </w:rPr>
        <w:t xml:space="preserve">و اءن غلاما بين كسرى و هاشم </w:t>
      </w:r>
      <w:r>
        <w:rPr>
          <w:rtl/>
        </w:rPr>
        <w:tab/>
      </w:r>
      <w:r>
        <w:rPr>
          <w:rtl/>
        </w:rPr>
        <w:tab/>
        <w:t>لا كرم من نيطت عليه التمائم</w:t>
      </w:r>
    </w:p>
    <w:p w:rsidR="008D57EF" w:rsidRDefault="008D57EF" w:rsidP="000A4C2B">
      <w:pPr>
        <w:pStyle w:val="libFootnote"/>
        <w:rPr>
          <w:rtl/>
        </w:rPr>
      </w:pPr>
      <w:r>
        <w:rPr>
          <w:rtl/>
        </w:rPr>
        <w:t>و بعضى گويند</w:t>
      </w:r>
      <w:r w:rsidR="007D3118">
        <w:rPr>
          <w:rtl/>
        </w:rPr>
        <w:t xml:space="preserve">: </w:t>
      </w:r>
      <w:r>
        <w:rPr>
          <w:rtl/>
        </w:rPr>
        <w:t xml:space="preserve">سه دختر يزدجرد اسير شدند و از آن سه يكى را حضرت سيدالشهداء </w:t>
      </w:r>
      <w:r w:rsidR="000C598D" w:rsidRPr="000C598D">
        <w:rPr>
          <w:rStyle w:val="libAlaemChar"/>
          <w:rtl/>
        </w:rPr>
        <w:t>عليه‌السلام</w:t>
      </w:r>
      <w:r w:rsidR="007D3118">
        <w:rPr>
          <w:rtl/>
        </w:rPr>
        <w:t xml:space="preserve"> </w:t>
      </w:r>
      <w:r>
        <w:rPr>
          <w:rtl/>
        </w:rPr>
        <w:t>اختيار فرمود و ديگرى را محمد بن ابى بكر و سومى را ديگرى و الله العالم</w:t>
      </w:r>
      <w:r w:rsidR="007D3118">
        <w:rPr>
          <w:rtl/>
        </w:rPr>
        <w:t xml:space="preserve">. </w:t>
      </w:r>
    </w:p>
    <w:p w:rsidR="008D57EF" w:rsidRDefault="008D57EF" w:rsidP="000A4C2B">
      <w:pPr>
        <w:pStyle w:val="libFootnote"/>
        <w:rPr>
          <w:rtl/>
        </w:rPr>
      </w:pPr>
      <w:r>
        <w:rPr>
          <w:rtl/>
        </w:rPr>
        <w:t>و بعضى گويند اين به عهد عمر بن الخطاب بود اما سخت بعيد مى نمايد</w:t>
      </w:r>
      <w:r w:rsidR="007D3118">
        <w:rPr>
          <w:rtl/>
        </w:rPr>
        <w:t xml:space="preserve">، </w:t>
      </w:r>
      <w:r>
        <w:rPr>
          <w:rtl/>
        </w:rPr>
        <w:t xml:space="preserve">چون محمد بن ابى بكر در آن وقت كودكى خرد بود و حضرت سيد الشهداء </w:t>
      </w:r>
      <w:r w:rsidR="000C598D" w:rsidRPr="000C598D">
        <w:rPr>
          <w:rStyle w:val="libAlaemChar"/>
          <w:rtl/>
        </w:rPr>
        <w:t>عليه‌السلام</w:t>
      </w:r>
      <w:r w:rsidR="007D3118">
        <w:rPr>
          <w:rtl/>
        </w:rPr>
        <w:t xml:space="preserve"> </w:t>
      </w:r>
      <w:r>
        <w:rPr>
          <w:rtl/>
        </w:rPr>
        <w:t>نيز بسيار جوان بود</w:t>
      </w:r>
      <w:r w:rsidR="007D3118">
        <w:rPr>
          <w:rtl/>
        </w:rPr>
        <w:t xml:space="preserve">. </w:t>
      </w:r>
    </w:p>
    <w:p w:rsidR="008D57EF" w:rsidRDefault="008D57EF" w:rsidP="000A4C2B">
      <w:pPr>
        <w:pStyle w:val="libFootnote"/>
        <w:rPr>
          <w:rtl/>
        </w:rPr>
      </w:pPr>
      <w:r>
        <w:rPr>
          <w:rtl/>
        </w:rPr>
        <w:t>وبعضى گويند</w:t>
      </w:r>
      <w:r w:rsidR="007D3118">
        <w:rPr>
          <w:rtl/>
        </w:rPr>
        <w:t xml:space="preserve">: </w:t>
      </w:r>
      <w:r>
        <w:rPr>
          <w:rtl/>
        </w:rPr>
        <w:t xml:space="preserve">در زمان عثمان اسير شدند و بعضى در عهد خلافت اميرالمؤمنين على </w:t>
      </w:r>
      <w:r w:rsidR="000C598D" w:rsidRPr="000C598D">
        <w:rPr>
          <w:rStyle w:val="libAlaemChar"/>
          <w:rtl/>
        </w:rPr>
        <w:t>عليه‌السلام</w:t>
      </w:r>
      <w:r w:rsidR="007D3118">
        <w:rPr>
          <w:rtl/>
        </w:rPr>
        <w:t xml:space="preserve"> </w:t>
      </w:r>
      <w:r>
        <w:rPr>
          <w:rtl/>
        </w:rPr>
        <w:t xml:space="preserve">گويند و شيخ مفيد عليه الرحمه همين قول را ذكر كرده است و به نظر صحيح تر مى رسد و سن حضرت امام زين العابدين </w:t>
      </w:r>
      <w:r w:rsidR="000C598D" w:rsidRPr="000C598D">
        <w:rPr>
          <w:rStyle w:val="libAlaemChar"/>
          <w:rtl/>
        </w:rPr>
        <w:t>عليه‌السلام</w:t>
      </w:r>
      <w:r w:rsidR="007D3118">
        <w:rPr>
          <w:rtl/>
        </w:rPr>
        <w:t xml:space="preserve"> </w:t>
      </w:r>
      <w:r>
        <w:rPr>
          <w:rtl/>
        </w:rPr>
        <w:t>با اين قول مناسب است و با قول اول و دوم مناسب نيست</w:t>
      </w:r>
      <w:r w:rsidR="007D3118">
        <w:rPr>
          <w:rtl/>
        </w:rPr>
        <w:t xml:space="preserve">. </w:t>
      </w:r>
    </w:p>
    <w:p w:rsidR="008D57EF" w:rsidRDefault="008D57EF" w:rsidP="000A4C2B">
      <w:pPr>
        <w:pStyle w:val="libFootnote"/>
        <w:rPr>
          <w:rtl/>
        </w:rPr>
      </w:pPr>
      <w:r>
        <w:rPr>
          <w:rtl/>
        </w:rPr>
        <w:t>نام مادر حضرت زين العابدين (</w:t>
      </w:r>
      <w:r w:rsidR="00865B4A" w:rsidRPr="00865B4A">
        <w:rPr>
          <w:rStyle w:val="libAlaemChar"/>
          <w:rtl/>
        </w:rPr>
        <w:t>صلى‌الله‌عليه‌وآله‌وسلم</w:t>
      </w:r>
      <w:r w:rsidR="007D3118">
        <w:rPr>
          <w:rtl/>
        </w:rPr>
        <w:t xml:space="preserve">) </w:t>
      </w:r>
      <w:r>
        <w:rPr>
          <w:rtl/>
        </w:rPr>
        <w:t>را بعضى شاهزنان و بعضى شهربانو گفته اند و اين دو هيچ يك نام خاص نيست</w:t>
      </w:r>
      <w:r w:rsidR="007D3118">
        <w:rPr>
          <w:rtl/>
        </w:rPr>
        <w:t xml:space="preserve">، </w:t>
      </w:r>
      <w:r>
        <w:rPr>
          <w:rtl/>
        </w:rPr>
        <w:t>بلكه عنوان عام به معنى ملكه است و بعضى چيز ديگر گفته اند و از عبارات اين دعا معلوم مى شود كه مادر آن حضرت در وقت دعا زنده بود و بعضى گويند وى در نفاس در گذشت و الله العالم</w:t>
      </w:r>
      <w:r w:rsidR="007D3118">
        <w:rPr>
          <w:rtl/>
        </w:rPr>
        <w:t xml:space="preserve">. </w:t>
      </w:r>
    </w:p>
    <w:p w:rsidR="008D57EF" w:rsidRDefault="008D57EF" w:rsidP="000A4C2B">
      <w:pPr>
        <w:pStyle w:val="libFootnote"/>
        <w:rPr>
          <w:rtl/>
        </w:rPr>
      </w:pPr>
      <w:r>
        <w:rPr>
          <w:rtl/>
        </w:rPr>
        <w:t>77- در حديث از پيغمبر اكرم (</w:t>
      </w:r>
      <w:r w:rsidR="00865B4A" w:rsidRPr="00865B4A">
        <w:rPr>
          <w:rStyle w:val="libAlaemChar"/>
          <w:rtl/>
        </w:rPr>
        <w:t>صلى‌الله‌عليه‌وآله‌وسلم</w:t>
      </w:r>
      <w:r w:rsidR="007D3118">
        <w:rPr>
          <w:rtl/>
        </w:rPr>
        <w:t xml:space="preserve">) </w:t>
      </w:r>
      <w:r>
        <w:rPr>
          <w:rtl/>
        </w:rPr>
        <w:t>روايت است كه فرمود</w:t>
      </w:r>
      <w:r w:rsidR="007D3118">
        <w:rPr>
          <w:rtl/>
        </w:rPr>
        <w:t xml:space="preserve">: </w:t>
      </w:r>
      <w:r>
        <w:rPr>
          <w:rtl/>
        </w:rPr>
        <w:t>رحم الله والدين اعانا ولدهما على برّهما</w:t>
      </w:r>
    </w:p>
    <w:p w:rsidR="008D57EF" w:rsidRDefault="008D57EF" w:rsidP="000A4C2B">
      <w:pPr>
        <w:pStyle w:val="libFootnote"/>
        <w:rPr>
          <w:rtl/>
        </w:rPr>
      </w:pPr>
      <w:r>
        <w:rPr>
          <w:rtl/>
        </w:rPr>
        <w:lastRenderedPageBreak/>
        <w:t>مفاد حديث آن كه</w:t>
      </w:r>
      <w:r w:rsidR="007D3118">
        <w:rPr>
          <w:rtl/>
        </w:rPr>
        <w:t xml:space="preserve">: </w:t>
      </w:r>
      <w:r>
        <w:rPr>
          <w:rtl/>
        </w:rPr>
        <w:t>خداوند ببخشايد بر پدر و مادرى كه با فرزند نيكى كند و محبت نمايد تا سبب شود كه فرزند هم درباره آنان مهر بورزد</w:t>
      </w:r>
      <w:r w:rsidR="007D3118">
        <w:rPr>
          <w:rtl/>
        </w:rPr>
        <w:t xml:space="preserve">، </w:t>
      </w:r>
      <w:r>
        <w:rPr>
          <w:rtl/>
        </w:rPr>
        <w:t>نه آن كه سخت گيرد چنان كه دشمن پدر و مادر شوند</w:t>
      </w:r>
      <w:r w:rsidR="007D3118">
        <w:rPr>
          <w:rtl/>
        </w:rPr>
        <w:t xml:space="preserve">. </w:t>
      </w:r>
    </w:p>
    <w:p w:rsidR="008D57EF" w:rsidRDefault="008D57EF" w:rsidP="000A4C2B">
      <w:pPr>
        <w:pStyle w:val="libFootnote"/>
        <w:rPr>
          <w:rtl/>
        </w:rPr>
      </w:pPr>
      <w:r>
        <w:rPr>
          <w:rtl/>
        </w:rPr>
        <w:t xml:space="preserve">واز حضرت امام محمد باقر </w:t>
      </w:r>
      <w:r w:rsidR="000C598D" w:rsidRPr="000C598D">
        <w:rPr>
          <w:rStyle w:val="libAlaemChar"/>
          <w:rtl/>
        </w:rPr>
        <w:t>عليه‌السلام</w:t>
      </w:r>
      <w:r w:rsidR="007D3118">
        <w:rPr>
          <w:rtl/>
        </w:rPr>
        <w:t xml:space="preserve"> </w:t>
      </w:r>
      <w:r>
        <w:rPr>
          <w:rtl/>
        </w:rPr>
        <w:t>روايت است كه پنج دعا از پروردگار تبارك و تعالى محجوب نمى گردد يعنى حتما مستجاب مى شود وگرنه هيچ سخنى از خداوند محجوب نيست</w:t>
      </w:r>
      <w:r w:rsidR="007D3118">
        <w:rPr>
          <w:rtl/>
        </w:rPr>
        <w:t xml:space="preserve">، </w:t>
      </w:r>
      <w:r>
        <w:rPr>
          <w:rtl/>
        </w:rPr>
        <w:t>دعاى امام عادل و دعاى مظلوم كه خداوند عز وجل مى فرمايد</w:t>
      </w:r>
      <w:r w:rsidR="007D3118">
        <w:rPr>
          <w:rtl/>
        </w:rPr>
        <w:t xml:space="preserve">: </w:t>
      </w:r>
      <w:r>
        <w:rPr>
          <w:rtl/>
        </w:rPr>
        <w:t>كين تو را بگيرم هر چند زمانى بگذرد و دعاى فرزند صالح براى پدر و مادرش و دعاى پدر صالح براى فرزندش و دعاى مرد مؤ من براى برادرش در غيبت او</w:t>
      </w:r>
      <w:r w:rsidR="007D3118">
        <w:rPr>
          <w:rtl/>
        </w:rPr>
        <w:t xml:space="preserve">. </w:t>
      </w:r>
    </w:p>
    <w:p w:rsidR="008D57EF" w:rsidRDefault="008D57EF" w:rsidP="000A4C2B">
      <w:pPr>
        <w:pStyle w:val="libFootnote"/>
        <w:rPr>
          <w:rtl/>
        </w:rPr>
      </w:pPr>
      <w:r>
        <w:rPr>
          <w:rtl/>
        </w:rPr>
        <w:t>و خداوند گويد</w:t>
      </w:r>
      <w:r w:rsidR="007D3118">
        <w:rPr>
          <w:rtl/>
        </w:rPr>
        <w:t xml:space="preserve">: </w:t>
      </w:r>
      <w:r>
        <w:rPr>
          <w:rtl/>
        </w:rPr>
        <w:t>براى تو دو برابر آن باد</w:t>
      </w:r>
      <w:r w:rsidR="007D3118">
        <w:rPr>
          <w:rtl/>
        </w:rPr>
        <w:t xml:space="preserve">. </w:t>
      </w:r>
    </w:p>
    <w:p w:rsidR="008D57EF" w:rsidRDefault="008D57EF" w:rsidP="000A4C2B">
      <w:pPr>
        <w:pStyle w:val="libFootnote"/>
        <w:rPr>
          <w:rtl/>
        </w:rPr>
      </w:pPr>
      <w:r>
        <w:rPr>
          <w:rtl/>
        </w:rPr>
        <w:t>78- به ظاهر عبارت شيطان يكى است و بر همه مردم مسلط و در عروق آنان جارى و شايد شياطين بسيار باشند و ابليس رئيس آنان و نسبت چيرگى به ابليس به اعتبار آن است كه زيردستان او بر هر آدمى مسلطند و مى توان كار اعوان را به رئيس نسبت داد</w:t>
      </w:r>
      <w:r w:rsidR="007D3118">
        <w:rPr>
          <w:rtl/>
        </w:rPr>
        <w:t xml:space="preserve">، </w:t>
      </w:r>
      <w:r>
        <w:rPr>
          <w:rtl/>
        </w:rPr>
        <w:t>چنان چه گويند شهر بغداد را منصور ساخت يعنى اتباع وى</w:t>
      </w:r>
      <w:r w:rsidR="007D3118">
        <w:rPr>
          <w:rtl/>
        </w:rPr>
        <w:t xml:space="preserve">. </w:t>
      </w:r>
    </w:p>
    <w:p w:rsidR="008D57EF" w:rsidRDefault="008D57EF" w:rsidP="000A4C2B">
      <w:pPr>
        <w:pStyle w:val="libFootnote"/>
        <w:rPr>
          <w:rtl/>
        </w:rPr>
      </w:pPr>
      <w:r>
        <w:rPr>
          <w:rtl/>
        </w:rPr>
        <w:t>تسلط يك شيطان بر همه افراد انسان در همه اكناف عالم مانند تصرف روح است در همه اعضاى بدن و مانند تسلط ملائكه موكل بر باد و آب و امثال آن</w:t>
      </w:r>
      <w:r w:rsidR="007D3118">
        <w:rPr>
          <w:rtl/>
        </w:rPr>
        <w:t xml:space="preserve">. </w:t>
      </w:r>
      <w:r>
        <w:rPr>
          <w:rtl/>
        </w:rPr>
        <w:t>و مؤمن را امثال اين امور عجيب نباشد چون مى داند كلام انبياء و اولياء صحيح است</w:t>
      </w:r>
      <w:r w:rsidR="007D3118">
        <w:rPr>
          <w:rtl/>
        </w:rPr>
        <w:t xml:space="preserve">، </w:t>
      </w:r>
      <w:r>
        <w:rPr>
          <w:rtl/>
        </w:rPr>
        <w:t>هر چند ما جهت آن را ندانيم</w:t>
      </w:r>
      <w:r w:rsidR="007D3118">
        <w:rPr>
          <w:rtl/>
        </w:rPr>
        <w:t xml:space="preserve">. </w:t>
      </w:r>
    </w:p>
    <w:p w:rsidR="008D57EF" w:rsidRDefault="008D57EF" w:rsidP="000A4C2B">
      <w:pPr>
        <w:pStyle w:val="libFootnote"/>
        <w:rPr>
          <w:rtl/>
        </w:rPr>
      </w:pPr>
      <w:r>
        <w:rPr>
          <w:rtl/>
        </w:rPr>
        <w:t>و سيد شارح رحمه الله از زهرى نقل كرده است كه معنى (روان بودن شيطان در عروق مانند خون</w:t>
      </w:r>
      <w:r w:rsidR="007D3118">
        <w:rPr>
          <w:rtl/>
        </w:rPr>
        <w:t xml:space="preserve">) </w:t>
      </w:r>
      <w:r>
        <w:rPr>
          <w:rtl/>
        </w:rPr>
        <w:t>آن است كه تا انسان زنده است شيطان از او جدا نمى شود</w:t>
      </w:r>
      <w:r w:rsidR="007D3118">
        <w:rPr>
          <w:rtl/>
        </w:rPr>
        <w:t xml:space="preserve">، </w:t>
      </w:r>
      <w:r>
        <w:rPr>
          <w:rtl/>
        </w:rPr>
        <w:t>چنان كه خون تماما از او جدا نمى گردد و جمهور مردم آن را حمل بر ظاهر كردند و گفتند</w:t>
      </w:r>
      <w:r w:rsidR="007D3118">
        <w:rPr>
          <w:rtl/>
        </w:rPr>
        <w:t xml:space="preserve">: </w:t>
      </w:r>
      <w:r>
        <w:rPr>
          <w:rtl/>
        </w:rPr>
        <w:t>شيطان به لطافت هياءت خود به باطن آدمى راه دارد و مى توانند مانند خون در رگ ها رون شود</w:t>
      </w:r>
      <w:r w:rsidR="007D3118">
        <w:rPr>
          <w:rtl/>
        </w:rPr>
        <w:t xml:space="preserve">، </w:t>
      </w:r>
      <w:r>
        <w:rPr>
          <w:rtl/>
        </w:rPr>
        <w:t>الى آخره</w:t>
      </w:r>
      <w:r w:rsidR="007D3118">
        <w:rPr>
          <w:rtl/>
        </w:rPr>
        <w:t xml:space="preserve">. </w:t>
      </w:r>
    </w:p>
    <w:p w:rsidR="008D57EF" w:rsidRDefault="008D57EF" w:rsidP="000A4C2B">
      <w:pPr>
        <w:pStyle w:val="libFootnote"/>
        <w:rPr>
          <w:rtl/>
        </w:rPr>
      </w:pPr>
      <w:r>
        <w:rPr>
          <w:rtl/>
        </w:rPr>
        <w:t>و از كرمانى در شرح بخارى روايت كرده است كه شايد از اين كلام معنى حقيقى آن خواند يا به استعاره</w:t>
      </w:r>
      <w:r w:rsidR="007D3118">
        <w:rPr>
          <w:rtl/>
        </w:rPr>
        <w:t xml:space="preserve">، </w:t>
      </w:r>
      <w:r>
        <w:rPr>
          <w:rtl/>
        </w:rPr>
        <w:t>يعنى چون وسوسه بسيار مى كند مانند آن است كه در عروق باشد</w:t>
      </w:r>
      <w:r w:rsidR="007D3118">
        <w:rPr>
          <w:rtl/>
        </w:rPr>
        <w:t xml:space="preserve">) </w:t>
      </w:r>
      <w:r>
        <w:rPr>
          <w:rtl/>
        </w:rPr>
        <w:t>(انتهى</w:t>
      </w:r>
      <w:r w:rsidR="007D3118">
        <w:rPr>
          <w:rtl/>
        </w:rPr>
        <w:t xml:space="preserve">) . </w:t>
      </w:r>
    </w:p>
    <w:p w:rsidR="008D57EF" w:rsidRDefault="008D57EF" w:rsidP="000A4C2B">
      <w:pPr>
        <w:pStyle w:val="libFootnote"/>
        <w:rPr>
          <w:rtl/>
        </w:rPr>
      </w:pPr>
      <w:r>
        <w:rPr>
          <w:rtl/>
        </w:rPr>
        <w:t>اين بنده گويد</w:t>
      </w:r>
      <w:r w:rsidR="007D3118">
        <w:rPr>
          <w:rtl/>
        </w:rPr>
        <w:t xml:space="preserve">: </w:t>
      </w:r>
      <w:r>
        <w:rPr>
          <w:rtl/>
        </w:rPr>
        <w:t>حاجت به مجاز و استعاره نيست و حمل بر معنى حقيقى مى توان كرد</w:t>
      </w:r>
      <w:r w:rsidR="007D3118">
        <w:rPr>
          <w:rtl/>
        </w:rPr>
        <w:t xml:space="preserve">، </w:t>
      </w:r>
      <w:r>
        <w:rPr>
          <w:rtl/>
        </w:rPr>
        <w:t>چون روان بودن و جاى گرفتن و داخل رگ شدن و امثال آن در اصل لغت براى جسم مادى و عنصرى وضع نشده است چنان كه مى توان گفت</w:t>
      </w:r>
      <w:r w:rsidR="007D3118">
        <w:rPr>
          <w:rtl/>
        </w:rPr>
        <w:t xml:space="preserve">: </w:t>
      </w:r>
      <w:r>
        <w:rPr>
          <w:rtl/>
        </w:rPr>
        <w:t>جان در تن است به آن كه جان جسم مادى نيست</w:t>
      </w:r>
      <w:r w:rsidR="007D3118">
        <w:rPr>
          <w:rtl/>
        </w:rPr>
        <w:t xml:space="preserve">، </w:t>
      </w:r>
      <w:r>
        <w:rPr>
          <w:rtl/>
        </w:rPr>
        <w:t>بلكه مجرد است و علاقه به تن دارد</w:t>
      </w:r>
      <w:r w:rsidR="007D3118">
        <w:rPr>
          <w:rtl/>
        </w:rPr>
        <w:t xml:space="preserve">، </w:t>
      </w:r>
      <w:r>
        <w:rPr>
          <w:rtl/>
        </w:rPr>
        <w:t>همچنين مى توان گفت</w:t>
      </w:r>
      <w:r w:rsidR="007D3118">
        <w:rPr>
          <w:rtl/>
        </w:rPr>
        <w:t xml:space="preserve">: </w:t>
      </w:r>
      <w:r>
        <w:rPr>
          <w:rtl/>
        </w:rPr>
        <w:t>شيطان در همه رگ ها است و هميشه صفات مجردات در احاديث و اخبار براى شيطان ثابت شده است</w:t>
      </w:r>
      <w:r w:rsidR="007D3118">
        <w:rPr>
          <w:rtl/>
        </w:rPr>
        <w:t xml:space="preserve">، </w:t>
      </w:r>
      <w:r>
        <w:rPr>
          <w:rtl/>
        </w:rPr>
        <w:t>پس جسم او مادى نيست تا به ورود در عروق قطعه قطعه شود و چون در بدن يك انسان در آيد از ابدان ديگران جدا ماند</w:t>
      </w:r>
      <w:r w:rsidR="007D3118">
        <w:rPr>
          <w:rtl/>
        </w:rPr>
        <w:t xml:space="preserve">، </w:t>
      </w:r>
      <w:r>
        <w:rPr>
          <w:rtl/>
        </w:rPr>
        <w:t xml:space="preserve">بلكه </w:t>
      </w:r>
      <w:r>
        <w:rPr>
          <w:rtl/>
        </w:rPr>
        <w:lastRenderedPageBreak/>
        <w:t>شايد به صفت تجرد در يك آن در همه جا باشد و محققا گفته اند</w:t>
      </w:r>
      <w:r w:rsidR="007D3118">
        <w:rPr>
          <w:rtl/>
        </w:rPr>
        <w:t xml:space="preserve">: </w:t>
      </w:r>
      <w:r>
        <w:rPr>
          <w:rtl/>
        </w:rPr>
        <w:t>شيطان را درون دل مردم راهى نيست</w:t>
      </w:r>
      <w:r w:rsidR="007D3118">
        <w:rPr>
          <w:rtl/>
        </w:rPr>
        <w:t xml:space="preserve">، </w:t>
      </w:r>
      <w:r>
        <w:rPr>
          <w:rtl/>
        </w:rPr>
        <w:t>بلكه در شبكه سينه كه حصار دل است داخل ميشود و نزديك دل مى نشيند</w:t>
      </w:r>
      <w:r w:rsidR="007D3118">
        <w:rPr>
          <w:rtl/>
        </w:rPr>
        <w:t xml:space="preserve">، </w:t>
      </w:r>
      <w:r>
        <w:rPr>
          <w:rtl/>
        </w:rPr>
        <w:t>چون اگر دل را تصرف كند براى كسى نيروى مبارزه نمى ماند و چيزى نيست كه بدان دفاع توان كرد</w:t>
      </w:r>
      <w:r w:rsidR="007D3118">
        <w:rPr>
          <w:rtl/>
        </w:rPr>
        <w:t xml:space="preserve">، </w:t>
      </w:r>
      <w:r>
        <w:rPr>
          <w:rtl/>
        </w:rPr>
        <w:t>عقل بنى آدم دستخوش شيطان نميشود اما مى توان بر گرد عقل حصار بندد</w:t>
      </w:r>
      <w:r w:rsidR="007D3118">
        <w:rPr>
          <w:rtl/>
        </w:rPr>
        <w:t xml:space="preserve">؛ </w:t>
      </w:r>
      <w:r>
        <w:rPr>
          <w:rtl/>
        </w:rPr>
        <w:t>و از پيغمبر (</w:t>
      </w:r>
      <w:r w:rsidR="00865B4A" w:rsidRPr="00865B4A">
        <w:rPr>
          <w:rStyle w:val="libAlaemChar"/>
          <w:rtl/>
        </w:rPr>
        <w:t>صلى‌الله‌عليه‌وآله‌وسلم</w:t>
      </w:r>
      <w:r w:rsidR="007D3118">
        <w:rPr>
          <w:rtl/>
        </w:rPr>
        <w:t xml:space="preserve">) </w:t>
      </w:r>
      <w:r>
        <w:rPr>
          <w:rtl/>
        </w:rPr>
        <w:t>روايت است</w:t>
      </w:r>
      <w:r w:rsidR="007D3118">
        <w:rPr>
          <w:rtl/>
        </w:rPr>
        <w:t xml:space="preserve">: </w:t>
      </w:r>
      <w:r>
        <w:rPr>
          <w:rtl/>
        </w:rPr>
        <w:t>اءنّ الشيطانَ واضع خطمه على قلب ابن آدم فاذا ذكر الله خنس و اءنّ نسى النقم قلبه</w:t>
      </w:r>
      <w:r w:rsidR="007D3118">
        <w:rPr>
          <w:rtl/>
        </w:rPr>
        <w:t xml:space="preserve">. </w:t>
      </w:r>
    </w:p>
    <w:p w:rsidR="008D57EF" w:rsidRDefault="008D57EF" w:rsidP="000A4C2B">
      <w:pPr>
        <w:pStyle w:val="libFootnote"/>
        <w:rPr>
          <w:rtl/>
        </w:rPr>
      </w:pPr>
      <w:r>
        <w:rPr>
          <w:rtl/>
        </w:rPr>
        <w:t>79- تضلنا و يستزلنا در نسخ به ضم لام مشدده است و چون جزاى شرطند مجزومند و نظير آن در قرآن كريم</w:t>
      </w:r>
      <w:r w:rsidR="007D3118">
        <w:rPr>
          <w:rtl/>
        </w:rPr>
        <w:t xml:space="preserve">: </w:t>
      </w:r>
      <w:r>
        <w:rPr>
          <w:rtl/>
        </w:rPr>
        <w:t>و اءن تصبروا و تنقوا لا يضركم به ضم راء يضر است و توجيه بدين گونه بايد كرد كه چون به سبب تشديد ناچار به حركت دادن حرف مشدد شدند اعراب اصلى مضارع را باز گردانيدند و شايد در صحيفه مباركه ضم تصرف نسخ باشد و صحيح به فتح لام بود و الله العالم</w:t>
      </w:r>
      <w:r w:rsidR="007D3118">
        <w:rPr>
          <w:rtl/>
        </w:rPr>
        <w:t xml:space="preserve">. </w:t>
      </w:r>
    </w:p>
    <w:p w:rsidR="008D57EF" w:rsidRDefault="008D57EF" w:rsidP="000A4C2B">
      <w:pPr>
        <w:pStyle w:val="libFootnote"/>
        <w:rPr>
          <w:rtl/>
        </w:rPr>
      </w:pPr>
      <w:r>
        <w:rPr>
          <w:rtl/>
        </w:rPr>
        <w:t>80- ترجمه معوذتين به ذال معجمه است</w:t>
      </w:r>
      <w:r w:rsidR="007D3118">
        <w:rPr>
          <w:rtl/>
        </w:rPr>
        <w:t xml:space="preserve">. </w:t>
      </w:r>
    </w:p>
    <w:p w:rsidR="008D57EF" w:rsidRDefault="008D57EF" w:rsidP="000A4C2B">
      <w:pPr>
        <w:pStyle w:val="libFootnote"/>
        <w:rPr>
          <w:rtl/>
        </w:rPr>
      </w:pPr>
      <w:r>
        <w:rPr>
          <w:rtl/>
        </w:rPr>
        <w:t>81- در نسخ صحيفه مباركه وفقهم است يعنى آن ها را توفيق ده و مناسب وفقنى است يعنى مرا توفيق ده كه سنت تو را برپاى دارم و ناتوان را يارى كنيم (الى آخره</w:t>
      </w:r>
      <w:r w:rsidR="007D3118">
        <w:rPr>
          <w:rtl/>
        </w:rPr>
        <w:t xml:space="preserve">) </w:t>
      </w:r>
      <w:r>
        <w:rPr>
          <w:rtl/>
        </w:rPr>
        <w:t>و سيد شارح از يكى از مترجمين روايت كرده است كه در روايتى وفقنى بود</w:t>
      </w:r>
      <w:r w:rsidR="007D3118">
        <w:rPr>
          <w:rtl/>
        </w:rPr>
        <w:t xml:space="preserve">. </w:t>
      </w:r>
    </w:p>
    <w:p w:rsidR="008D57EF" w:rsidRDefault="008D57EF" w:rsidP="000A4C2B">
      <w:pPr>
        <w:pStyle w:val="libFootnote"/>
      </w:pPr>
      <w:r>
        <w:rPr>
          <w:rtl/>
        </w:rPr>
        <w:t>82- حسن الظن فى كافتهم استعمال كافه با اضافه به ضمير</w:t>
      </w:r>
      <w:r w:rsidR="007D3118">
        <w:rPr>
          <w:rtl/>
        </w:rPr>
        <w:t xml:space="preserve">، </w:t>
      </w:r>
      <w:r>
        <w:rPr>
          <w:rtl/>
        </w:rPr>
        <w:t>مشهور نيست</w:t>
      </w:r>
      <w:r w:rsidR="007D3118">
        <w:rPr>
          <w:rtl/>
        </w:rPr>
        <w:t xml:space="preserve">؛ </w:t>
      </w:r>
      <w:r>
        <w:rPr>
          <w:rtl/>
        </w:rPr>
        <w:t>بلكه بايد هميشه منصوب و حال براى ذوى العقول باشد و شارح رضى گويد</w:t>
      </w:r>
      <w:r w:rsidR="007D3118">
        <w:rPr>
          <w:rtl/>
        </w:rPr>
        <w:t xml:space="preserve">: </w:t>
      </w:r>
      <w:r>
        <w:rPr>
          <w:rtl/>
        </w:rPr>
        <w:t>كافه در كلام متاءخرين و كسانى كه به عربيت آنان اعتماد نيست مضاف استعمال شده است و حال هم نيست و در آن خطا كرده اند (انتهى</w:t>
      </w:r>
      <w:r w:rsidR="007D3118">
        <w:rPr>
          <w:rtl/>
        </w:rPr>
        <w:t xml:space="preserve">) . </w:t>
      </w:r>
    </w:p>
    <w:p w:rsidR="008D57EF" w:rsidRDefault="008D57EF" w:rsidP="000A4C2B">
      <w:pPr>
        <w:pStyle w:val="libFootnote"/>
        <w:rPr>
          <w:rtl/>
        </w:rPr>
      </w:pPr>
      <w:r>
        <w:rPr>
          <w:rtl/>
        </w:rPr>
        <w:t>و از هر مكتوب عمر نقل كرده اند</w:t>
      </w:r>
      <w:r w:rsidR="007D3118">
        <w:rPr>
          <w:rtl/>
        </w:rPr>
        <w:t xml:space="preserve">: </w:t>
      </w:r>
      <w:r>
        <w:rPr>
          <w:rtl/>
        </w:rPr>
        <w:t>قد جعلت لآل بنى كلاكله على كافة بيت مال المسلمين لكل عام اءتى مثقال ذهبا ابريزا</w:t>
      </w:r>
      <w:r w:rsidR="007D3118">
        <w:rPr>
          <w:rtl/>
        </w:rPr>
        <w:t xml:space="preserve">. </w:t>
      </w:r>
    </w:p>
    <w:p w:rsidR="008D57EF" w:rsidRDefault="008D57EF" w:rsidP="000A4C2B">
      <w:pPr>
        <w:pStyle w:val="libFootnote"/>
        <w:rPr>
          <w:rtl/>
        </w:rPr>
      </w:pPr>
      <w:r>
        <w:rPr>
          <w:rtl/>
        </w:rPr>
        <w:t>و سيد شارح رحمه الله بر رضى اعتراض نموده است كه استعمال كافه به اضافه در صحيفه مباركه و در كلام عمر خود دليل صحت آن است چون از متاخرين نبودند و به عربيت آنان اعتماد است</w:t>
      </w:r>
      <w:r w:rsidR="007D3118">
        <w:rPr>
          <w:rtl/>
        </w:rPr>
        <w:t xml:space="preserve">. </w:t>
      </w:r>
    </w:p>
    <w:p w:rsidR="008D57EF" w:rsidRDefault="008D57EF" w:rsidP="000A4C2B">
      <w:pPr>
        <w:pStyle w:val="libFootnote"/>
        <w:rPr>
          <w:rtl/>
        </w:rPr>
      </w:pPr>
      <w:r>
        <w:rPr>
          <w:rtl/>
        </w:rPr>
        <w:t>اين بنده گويد</w:t>
      </w:r>
      <w:r w:rsidR="007D3118">
        <w:rPr>
          <w:rtl/>
        </w:rPr>
        <w:t xml:space="preserve">: </w:t>
      </w:r>
      <w:r>
        <w:rPr>
          <w:rtl/>
        </w:rPr>
        <w:t>نحويان عبارات منثور را براى مسائل نحوى شاهد نمى آورند و ابوحيان بدان تصريح كرده است</w:t>
      </w:r>
      <w:r w:rsidR="007D3118">
        <w:rPr>
          <w:rtl/>
        </w:rPr>
        <w:t xml:space="preserve">، </w:t>
      </w:r>
      <w:r>
        <w:rPr>
          <w:rtl/>
        </w:rPr>
        <w:t>مگر دست تصرف راوى از آن كوتاه بود مانند قرآن كه الفاظش كلمه به كلمه با حركات متواتر است و كلمات قصار متواتره يا اشعار بلغاى معروف كه نمى توان نقل به معنى كرد و عبارات ديگر كه در معرض تغيير است استشهاد را نشايد چون همه روات و ناقلين عرب فصيح نبودند</w:t>
      </w:r>
      <w:r w:rsidR="007D3118">
        <w:rPr>
          <w:rtl/>
        </w:rPr>
        <w:t xml:space="preserve">، </w:t>
      </w:r>
      <w:r>
        <w:rPr>
          <w:rtl/>
        </w:rPr>
        <w:t>اما محدثان و فقها به حاصل معنى حديث تمسك مى كنند</w:t>
      </w:r>
      <w:r w:rsidR="007D3118">
        <w:rPr>
          <w:rtl/>
        </w:rPr>
        <w:t xml:space="preserve">، </w:t>
      </w:r>
      <w:r>
        <w:rPr>
          <w:rtl/>
        </w:rPr>
        <w:t>هر چند منقول به معنى باشد و نحويان به دقايق اعراب كه حفظ و نقل آن بى تصرف بعيد مى نمايد تمسك كنند</w:t>
      </w:r>
      <w:r w:rsidR="007D3118">
        <w:rPr>
          <w:rtl/>
        </w:rPr>
        <w:t xml:space="preserve">. </w:t>
      </w:r>
    </w:p>
    <w:p w:rsidR="008D57EF" w:rsidRDefault="008D57EF" w:rsidP="000A4C2B">
      <w:pPr>
        <w:pStyle w:val="libFootnote"/>
        <w:rPr>
          <w:rtl/>
        </w:rPr>
      </w:pPr>
      <w:r>
        <w:rPr>
          <w:rtl/>
        </w:rPr>
        <w:lastRenderedPageBreak/>
        <w:t xml:space="preserve">83- اگر كسى گويد حضرت زين العابدين </w:t>
      </w:r>
      <w:r w:rsidR="000C598D" w:rsidRPr="000C598D">
        <w:rPr>
          <w:rStyle w:val="libAlaemChar"/>
          <w:rtl/>
        </w:rPr>
        <w:t>عليه‌السلام</w:t>
      </w:r>
      <w:r w:rsidR="007D3118">
        <w:rPr>
          <w:rtl/>
        </w:rPr>
        <w:t xml:space="preserve"> </w:t>
      </w:r>
      <w:r>
        <w:rPr>
          <w:rtl/>
        </w:rPr>
        <w:t>در عهد بنى اميه مى زيست و سرحدداران همه از سپاه بنى اميه بودند</w:t>
      </w:r>
      <w:r w:rsidR="007D3118">
        <w:rPr>
          <w:rtl/>
        </w:rPr>
        <w:t xml:space="preserve">، </w:t>
      </w:r>
      <w:r>
        <w:rPr>
          <w:rtl/>
        </w:rPr>
        <w:t>چگونه آن حضرت درباره آن ها دعا كرده و عمل آنان را نيكو شمرده و مستحق بهشت دانسته است</w:t>
      </w:r>
      <w:r w:rsidR="007D3118">
        <w:rPr>
          <w:rtl/>
        </w:rPr>
        <w:t xml:space="preserve">، </w:t>
      </w:r>
      <w:r>
        <w:rPr>
          <w:rtl/>
        </w:rPr>
        <w:t xml:space="preserve">با آن كه بى ولايت اهل بيت </w:t>
      </w:r>
      <w:r w:rsidR="000C598D" w:rsidRPr="000C598D">
        <w:rPr>
          <w:rStyle w:val="libAlaemChar"/>
          <w:rtl/>
        </w:rPr>
        <w:t>عليهم‌السلام</w:t>
      </w:r>
      <w:r w:rsidR="007D3118">
        <w:rPr>
          <w:rtl/>
        </w:rPr>
        <w:t xml:space="preserve"> </w:t>
      </w:r>
      <w:r>
        <w:rPr>
          <w:rtl/>
        </w:rPr>
        <w:t>هيچ عمل صحيح نيست</w:t>
      </w:r>
      <w:r w:rsidR="007D3118">
        <w:rPr>
          <w:rtl/>
        </w:rPr>
        <w:t xml:space="preserve">، </w:t>
      </w:r>
      <w:r>
        <w:rPr>
          <w:rtl/>
        </w:rPr>
        <w:t>در جواب گوييم</w:t>
      </w:r>
      <w:r w:rsidR="007D3118">
        <w:rPr>
          <w:rtl/>
        </w:rPr>
        <w:t xml:space="preserve">: </w:t>
      </w:r>
      <w:r>
        <w:rPr>
          <w:rtl/>
        </w:rPr>
        <w:t xml:space="preserve">بنى اميه خودشان دشمن اهل بيت </w:t>
      </w:r>
      <w:r w:rsidR="000C598D" w:rsidRPr="000C598D">
        <w:rPr>
          <w:rStyle w:val="libAlaemChar"/>
          <w:rtl/>
        </w:rPr>
        <w:t>عليهم‌السلام</w:t>
      </w:r>
      <w:r w:rsidR="007D3118">
        <w:rPr>
          <w:rtl/>
        </w:rPr>
        <w:t xml:space="preserve"> </w:t>
      </w:r>
      <w:r>
        <w:rPr>
          <w:rtl/>
        </w:rPr>
        <w:t>بودند و جماعتى از بزرگان دولت و مقربان خلافت براى چاپلوسى اظهار دشمنى مى كردند</w:t>
      </w:r>
      <w:r w:rsidR="007D3118">
        <w:rPr>
          <w:rtl/>
        </w:rPr>
        <w:t xml:space="preserve">، </w:t>
      </w:r>
      <w:r>
        <w:rPr>
          <w:rtl/>
        </w:rPr>
        <w:t xml:space="preserve">اما عامه مردم از ولايت اهل بيت </w:t>
      </w:r>
      <w:r w:rsidR="000C598D" w:rsidRPr="000C598D">
        <w:rPr>
          <w:rStyle w:val="libAlaemChar"/>
          <w:rtl/>
        </w:rPr>
        <w:t>عليهم‌السلام</w:t>
      </w:r>
      <w:r w:rsidR="007D3118">
        <w:rPr>
          <w:rtl/>
        </w:rPr>
        <w:t xml:space="preserve"> </w:t>
      </w:r>
      <w:r>
        <w:rPr>
          <w:rtl/>
        </w:rPr>
        <w:t>برخوردار بودند به اندازه اى كه عملشان مقبول شود و مستحق بهشت گردند و اكثر سپاهيان هم از آنان بودند و اگر شيعى نبودند دوستدار بودند</w:t>
      </w:r>
      <w:r w:rsidR="007D3118">
        <w:rPr>
          <w:rtl/>
        </w:rPr>
        <w:t xml:space="preserve">. </w:t>
      </w:r>
    </w:p>
    <w:p w:rsidR="008D57EF" w:rsidRDefault="008D57EF" w:rsidP="000A4C2B">
      <w:pPr>
        <w:pStyle w:val="libFootnote"/>
        <w:rPr>
          <w:rtl/>
        </w:rPr>
      </w:pPr>
      <w:r>
        <w:rPr>
          <w:rtl/>
        </w:rPr>
        <w:t>و در روايت آمده است</w:t>
      </w:r>
      <w:r w:rsidR="007D3118">
        <w:rPr>
          <w:rtl/>
        </w:rPr>
        <w:t xml:space="preserve">: </w:t>
      </w:r>
      <w:r>
        <w:rPr>
          <w:rtl/>
        </w:rPr>
        <w:t xml:space="preserve">كه چون زين العابدين </w:t>
      </w:r>
      <w:r w:rsidR="000C598D" w:rsidRPr="000C598D">
        <w:rPr>
          <w:rStyle w:val="libAlaemChar"/>
          <w:rtl/>
        </w:rPr>
        <w:t>عليه‌السلام</w:t>
      </w:r>
      <w:r w:rsidR="007D3118">
        <w:rPr>
          <w:rtl/>
        </w:rPr>
        <w:t xml:space="preserve"> </w:t>
      </w:r>
      <w:r>
        <w:rPr>
          <w:rtl/>
        </w:rPr>
        <w:t>رحلت كرد همه اهل مدينه به تشييع او بيرون رفتند چنان كه در مسجد كسى نبود و سعيد بن مسيب گويد</w:t>
      </w:r>
      <w:r w:rsidR="007D3118">
        <w:rPr>
          <w:rtl/>
        </w:rPr>
        <w:t xml:space="preserve">: </w:t>
      </w:r>
      <w:r>
        <w:rPr>
          <w:rtl/>
        </w:rPr>
        <w:t>هيچ گاه مسجد رسول (</w:t>
      </w:r>
      <w:r w:rsidR="00865B4A" w:rsidRPr="00865B4A">
        <w:rPr>
          <w:rStyle w:val="libAlaemChar"/>
          <w:rtl/>
        </w:rPr>
        <w:t>صلى‌الله‌عليه‌وآله‌وسلم</w:t>
      </w:r>
      <w:r w:rsidR="007D3118">
        <w:rPr>
          <w:rtl/>
        </w:rPr>
        <w:t xml:space="preserve">) </w:t>
      </w:r>
      <w:r>
        <w:rPr>
          <w:rtl/>
        </w:rPr>
        <w:t>را خالى نديدم و جز آن روز و خواستم دو ركعت نماز در خلوت آن جا به جاى آورم كه هرگز آن گونه فراغ اتفاق نخواهد افتاد</w:t>
      </w:r>
      <w:r w:rsidR="007D3118">
        <w:rPr>
          <w:rtl/>
        </w:rPr>
        <w:t xml:space="preserve">. </w:t>
      </w:r>
      <w:r>
        <w:rPr>
          <w:rtl/>
        </w:rPr>
        <w:t xml:space="preserve">و بايد دانست شرط رباط حضور امام </w:t>
      </w:r>
      <w:r w:rsidR="000C598D" w:rsidRPr="000C598D">
        <w:rPr>
          <w:rStyle w:val="libAlaemChar"/>
          <w:rtl/>
        </w:rPr>
        <w:t>عليه‌السلام</w:t>
      </w:r>
      <w:r w:rsidR="007D3118">
        <w:rPr>
          <w:rtl/>
        </w:rPr>
        <w:t xml:space="preserve"> </w:t>
      </w:r>
      <w:r>
        <w:rPr>
          <w:rtl/>
        </w:rPr>
        <w:t>نيست</w:t>
      </w:r>
      <w:r w:rsidR="007D3118">
        <w:rPr>
          <w:rtl/>
        </w:rPr>
        <w:t xml:space="preserve">، </w:t>
      </w:r>
      <w:r>
        <w:rPr>
          <w:rtl/>
        </w:rPr>
        <w:t>در زمان غيبت هم صحيح است و اقل آن سه روز و به نذر و امثال آن واجب مى شود</w:t>
      </w:r>
      <w:r w:rsidR="007D3118">
        <w:rPr>
          <w:rtl/>
        </w:rPr>
        <w:t xml:space="preserve">. </w:t>
      </w:r>
    </w:p>
    <w:p w:rsidR="008D57EF" w:rsidRDefault="008D57EF" w:rsidP="000A4C2B">
      <w:pPr>
        <w:pStyle w:val="libFootnote"/>
        <w:rPr>
          <w:rtl/>
        </w:rPr>
      </w:pPr>
      <w:r>
        <w:rPr>
          <w:rtl/>
        </w:rPr>
        <w:t>84- خشك كردن پشت كنايه از عقيم گشتن مرد است</w:t>
      </w:r>
      <w:r w:rsidR="007D3118">
        <w:rPr>
          <w:rtl/>
        </w:rPr>
        <w:t xml:space="preserve">، </w:t>
      </w:r>
      <w:r>
        <w:rPr>
          <w:rtl/>
        </w:rPr>
        <w:t>نه آن كه نطفه چنين نباشد چنان كه و اقبض ايديهم عن البسط كنايه از عجز است نه از فالج و اخلع افئدتهم كنايه از ترس است</w:t>
      </w:r>
      <w:r w:rsidR="007D3118">
        <w:rPr>
          <w:rtl/>
        </w:rPr>
        <w:t xml:space="preserve">، </w:t>
      </w:r>
      <w:r>
        <w:rPr>
          <w:rtl/>
        </w:rPr>
        <w:t xml:space="preserve">نه بريدن بند دل و مانند اين بسيار در قرآن كريم و كلام ائمه </w:t>
      </w:r>
      <w:r w:rsidR="000C598D" w:rsidRPr="000C598D">
        <w:rPr>
          <w:rStyle w:val="libAlaemChar"/>
          <w:rtl/>
        </w:rPr>
        <w:t>عليهم‌السلام</w:t>
      </w:r>
      <w:r w:rsidR="007D3118">
        <w:rPr>
          <w:rtl/>
        </w:rPr>
        <w:t xml:space="preserve"> </w:t>
      </w:r>
      <w:r>
        <w:rPr>
          <w:rtl/>
        </w:rPr>
        <w:t>وارد شده و در كنايات معنى حقيقى مراد نيست چنان كه گويند</w:t>
      </w:r>
      <w:r w:rsidR="007D3118">
        <w:rPr>
          <w:rtl/>
        </w:rPr>
        <w:t xml:space="preserve">: </w:t>
      </w:r>
      <w:r>
        <w:rPr>
          <w:rtl/>
        </w:rPr>
        <w:t>فلان كثير الرماد يعنى سخى است و شايد هيچ در خانه خاكستر نداشته باشد و گروهى نادان اعتراض كنند كه نطفه در پشت نيست تا به خشك شدن آن مرد عقيم گردد و جواب آن است كه اين جمله در استعمال عرب كنايه از عقم است و معنى حقيقى آن اصلا مقصود نيست</w:t>
      </w:r>
      <w:r w:rsidR="007D3118">
        <w:rPr>
          <w:rtl/>
        </w:rPr>
        <w:t xml:space="preserve">. </w:t>
      </w:r>
    </w:p>
    <w:p w:rsidR="008D57EF" w:rsidRDefault="008D57EF" w:rsidP="000A4C2B">
      <w:pPr>
        <w:pStyle w:val="libFootnote"/>
        <w:rPr>
          <w:rtl/>
        </w:rPr>
      </w:pPr>
      <w:r>
        <w:rPr>
          <w:rtl/>
        </w:rPr>
        <w:t>85- وبا هر بيمارى سارى را گويند كه زود جماعت بسيار را فراگيرد مانند طاعون و اسهال هندى و در اصطلاح طبيبان قديم تبهايى مانند تيفوس و تيفوئيد و جدرى را حمايت و بابيه مى گفتند و ابوعلى سينا و ساير اطباى قديم اين امراض را از عفونت هوا مى دانستند و در كتاب قانون گويد</w:t>
      </w:r>
      <w:r w:rsidR="007D3118">
        <w:rPr>
          <w:rtl/>
        </w:rPr>
        <w:t xml:space="preserve">: </w:t>
      </w:r>
      <w:r>
        <w:rPr>
          <w:rtl/>
        </w:rPr>
        <w:t>هم چنان كه گاهى آب عفونت مى گيرد و ماهيان مى ميرند</w:t>
      </w:r>
      <w:r w:rsidR="007D3118">
        <w:rPr>
          <w:rtl/>
        </w:rPr>
        <w:t xml:space="preserve">، </w:t>
      </w:r>
      <w:r>
        <w:rPr>
          <w:rtl/>
        </w:rPr>
        <w:t>هم چنان گاهى كه هوا عفونى گردد انسان به تنفس آن مريض گردد و بيمارى جماعت بسيار را فرا گيرد و رازى و غير او گويند</w:t>
      </w:r>
      <w:r w:rsidR="007D3118">
        <w:rPr>
          <w:rtl/>
        </w:rPr>
        <w:t xml:space="preserve">: </w:t>
      </w:r>
      <w:r>
        <w:rPr>
          <w:rtl/>
        </w:rPr>
        <w:t>هواى پيرامون مريض به مجاورت او عفونت گيرد و به نزديكان وى سرايت كند و هم او گفته است</w:t>
      </w:r>
      <w:r w:rsidR="007D3118">
        <w:rPr>
          <w:rtl/>
        </w:rPr>
        <w:t xml:space="preserve">: </w:t>
      </w:r>
      <w:r>
        <w:rPr>
          <w:rtl/>
        </w:rPr>
        <w:t>بعيد نيست اندكى از مايه مرض كه در هوا پراكنده مى شود مزاج جماعتى بسيار را از درستى بگرداند</w:t>
      </w:r>
      <w:r w:rsidR="007D3118">
        <w:rPr>
          <w:rtl/>
        </w:rPr>
        <w:t xml:space="preserve">، </w:t>
      </w:r>
      <w:r>
        <w:rPr>
          <w:rtl/>
        </w:rPr>
        <w:t>چنان كه اندك مايه خمير ترش مقدار بسيار خمير را در اندك مدت بر مى آورد</w:t>
      </w:r>
      <w:r w:rsidR="007D3118">
        <w:rPr>
          <w:rtl/>
        </w:rPr>
        <w:t xml:space="preserve">. </w:t>
      </w:r>
      <w:r>
        <w:rPr>
          <w:rtl/>
        </w:rPr>
        <w:t>اما بيشتر سرايت مرض از طعام و آب است</w:t>
      </w:r>
      <w:r w:rsidR="007D3118">
        <w:rPr>
          <w:rtl/>
        </w:rPr>
        <w:t xml:space="preserve">، </w:t>
      </w:r>
      <w:r>
        <w:rPr>
          <w:rtl/>
        </w:rPr>
        <w:t xml:space="preserve">از اين جهت حضرت زين العابدين </w:t>
      </w:r>
      <w:r w:rsidR="000C598D" w:rsidRPr="000C598D">
        <w:rPr>
          <w:rStyle w:val="libAlaemChar"/>
          <w:rtl/>
        </w:rPr>
        <w:t>عليه‌السلام</w:t>
      </w:r>
      <w:r w:rsidR="007D3118">
        <w:rPr>
          <w:rtl/>
        </w:rPr>
        <w:t xml:space="preserve"> </w:t>
      </w:r>
      <w:r>
        <w:rPr>
          <w:rtl/>
        </w:rPr>
        <w:t xml:space="preserve">آب و طعام </w:t>
      </w:r>
      <w:r>
        <w:rPr>
          <w:rtl/>
        </w:rPr>
        <w:lastRenderedPageBreak/>
        <w:t>را نام برده است و امروز ماده اكثر امراض را ميكروب با ويروس مى نامند</w:t>
      </w:r>
      <w:r w:rsidR="007D3118">
        <w:rPr>
          <w:rtl/>
        </w:rPr>
        <w:t xml:space="preserve">. </w:t>
      </w:r>
      <w:r>
        <w:rPr>
          <w:rtl/>
        </w:rPr>
        <w:t>به هر حال كلام آن حضرت از دقايق و اسرار علم طب است و از نور ولايت و روح امامت صادر گرديده است و در حديث رسول اكرم (</w:t>
      </w:r>
      <w:r w:rsidR="00865B4A" w:rsidRPr="00865B4A">
        <w:rPr>
          <w:rStyle w:val="libAlaemChar"/>
          <w:rtl/>
        </w:rPr>
        <w:t>صلى‌الله‌عليه‌وآله‌وسلم</w:t>
      </w:r>
      <w:r w:rsidR="007D3118">
        <w:rPr>
          <w:rtl/>
        </w:rPr>
        <w:t xml:space="preserve">) </w:t>
      </w:r>
      <w:r>
        <w:rPr>
          <w:rtl/>
        </w:rPr>
        <w:t>روايت كنند كه لا عدوى و لا طيره يعنى سرايت بيمارى نيست و فال بد نيست و ابوهريره راوى اين خبر نيز روايت كرده است كه تندرست را بر بيمار وارد نكنيد و چون از او پرسيدند</w:t>
      </w:r>
      <w:r w:rsidR="007D3118">
        <w:rPr>
          <w:rtl/>
        </w:rPr>
        <w:t xml:space="preserve">: </w:t>
      </w:r>
      <w:r>
        <w:rPr>
          <w:rtl/>
        </w:rPr>
        <w:t>تو روايت كردى لا عدوى بر آشفت و به زبان حبشى چيزى گفت و خاموش ماند و قسطلانى در شرح بخارى گويد</w:t>
      </w:r>
      <w:r w:rsidR="007D3118">
        <w:rPr>
          <w:rtl/>
        </w:rPr>
        <w:t xml:space="preserve">: </w:t>
      </w:r>
      <w:r>
        <w:rPr>
          <w:rtl/>
        </w:rPr>
        <w:t>مقصود از لا عدوى آن است كه همه چيز به تقدير الهى است و اسباب طبيعى بى مشيت او نيست چنان كه پيغمبر (</w:t>
      </w:r>
      <w:r w:rsidR="00865B4A" w:rsidRPr="00865B4A">
        <w:rPr>
          <w:rStyle w:val="libAlaemChar"/>
          <w:rtl/>
        </w:rPr>
        <w:t>صلى‌الله‌عليه‌وآله‌وسلم</w:t>
      </w:r>
      <w:r w:rsidR="007D3118">
        <w:rPr>
          <w:rtl/>
        </w:rPr>
        <w:t xml:space="preserve">) </w:t>
      </w:r>
      <w:r>
        <w:rPr>
          <w:rtl/>
        </w:rPr>
        <w:t>فرمود</w:t>
      </w:r>
      <w:r w:rsidR="007D3118">
        <w:rPr>
          <w:rtl/>
        </w:rPr>
        <w:t xml:space="preserve">: </w:t>
      </w:r>
      <w:r>
        <w:rPr>
          <w:rtl/>
        </w:rPr>
        <w:t>بيمار اول را كه بيمار كرد؟</w:t>
      </w:r>
    </w:p>
    <w:p w:rsidR="008D57EF" w:rsidRDefault="008D57EF" w:rsidP="000A4C2B">
      <w:pPr>
        <w:pStyle w:val="libFootnote"/>
        <w:rPr>
          <w:rtl/>
        </w:rPr>
      </w:pPr>
      <w:r>
        <w:rPr>
          <w:rtl/>
        </w:rPr>
        <w:t>86- در نسخه كتاب صح بمعاينة امثالهم به صاد و حاء مشدد است</w:t>
      </w:r>
      <w:r w:rsidR="007D3118">
        <w:rPr>
          <w:rtl/>
        </w:rPr>
        <w:t xml:space="preserve">، </w:t>
      </w:r>
      <w:r>
        <w:rPr>
          <w:rtl/>
        </w:rPr>
        <w:t>به گمان من در اصل صحا از صحو به معنى بيدارى و هشيارى بوده و صح تصحيف است و بر فرض صحت معنى صح در اين جا همان صحو است زيرا كه درستى عقل بيدارى و هوشيارى او است</w:t>
      </w:r>
      <w:r w:rsidR="007D3118">
        <w:rPr>
          <w:rtl/>
        </w:rPr>
        <w:t xml:space="preserve">. </w:t>
      </w:r>
    </w:p>
    <w:p w:rsidR="008D57EF" w:rsidRDefault="008D57EF" w:rsidP="000A4C2B">
      <w:pPr>
        <w:pStyle w:val="libFootnote"/>
        <w:rPr>
          <w:rtl/>
        </w:rPr>
      </w:pPr>
      <w:r>
        <w:rPr>
          <w:rtl/>
        </w:rPr>
        <w:t>87- هر ممكن مركب است از ماهيت و وجود و در ممكنات يگانگى به تمام معنى موجود نيست</w:t>
      </w:r>
      <w:r w:rsidR="007D3118">
        <w:rPr>
          <w:rtl/>
        </w:rPr>
        <w:t xml:space="preserve">. </w:t>
      </w:r>
      <w:r>
        <w:rPr>
          <w:rtl/>
        </w:rPr>
        <w:t xml:space="preserve">بايد دانست كه بسيارى از علماى ما وحدانيت عددى را براى ذات واجب الوجود روا نشمردند چون در كلام اميرالمؤمنين </w:t>
      </w:r>
      <w:r w:rsidR="000C598D" w:rsidRPr="000C598D">
        <w:rPr>
          <w:rStyle w:val="libAlaemChar"/>
          <w:rtl/>
        </w:rPr>
        <w:t>عليه‌السلام</w:t>
      </w:r>
      <w:r w:rsidR="007D3118">
        <w:rPr>
          <w:rtl/>
        </w:rPr>
        <w:t xml:space="preserve"> </w:t>
      </w:r>
      <w:r>
        <w:rPr>
          <w:rtl/>
        </w:rPr>
        <w:t xml:space="preserve">آن را نفى فرمود كه الوحد بلا تاءويل عدد و مردى از آن حضرت </w:t>
      </w:r>
      <w:r w:rsidR="000C598D" w:rsidRPr="000C598D">
        <w:rPr>
          <w:rStyle w:val="libAlaemChar"/>
          <w:rtl/>
        </w:rPr>
        <w:t>عليه‌السلام</w:t>
      </w:r>
      <w:r w:rsidR="007D3118">
        <w:rPr>
          <w:rtl/>
        </w:rPr>
        <w:t xml:space="preserve"> </w:t>
      </w:r>
      <w:r>
        <w:rPr>
          <w:rtl/>
        </w:rPr>
        <w:t>معنى وحدت خداوند را پرسيد</w:t>
      </w:r>
      <w:r w:rsidR="007D3118">
        <w:rPr>
          <w:rtl/>
        </w:rPr>
        <w:t xml:space="preserve">، </w:t>
      </w:r>
      <w:r>
        <w:rPr>
          <w:rtl/>
        </w:rPr>
        <w:t>حضرتش در پاسخ فرمود</w:t>
      </w:r>
      <w:r w:rsidR="007D3118">
        <w:rPr>
          <w:rtl/>
        </w:rPr>
        <w:t xml:space="preserve">: </w:t>
      </w:r>
      <w:r>
        <w:rPr>
          <w:rtl/>
        </w:rPr>
        <w:t>واحد به چهار معنى آمده است دو معنى آن بر خداوند روا نيست و دو معنى رواست</w:t>
      </w:r>
      <w:r w:rsidR="007D3118">
        <w:rPr>
          <w:rtl/>
        </w:rPr>
        <w:t xml:space="preserve">، </w:t>
      </w:r>
      <w:r>
        <w:rPr>
          <w:rtl/>
        </w:rPr>
        <w:t>اما آن دو كه روا نيست يكى وحدت عادى است نظير آن كه نصارى گفتند</w:t>
      </w:r>
      <w:r w:rsidR="007D3118">
        <w:rPr>
          <w:rtl/>
        </w:rPr>
        <w:t xml:space="preserve">: </w:t>
      </w:r>
      <w:r>
        <w:rPr>
          <w:rtl/>
        </w:rPr>
        <w:t>ثالث ثلثة و كافر شدند و ديگر وحدت نوع از جنس</w:t>
      </w:r>
      <w:r w:rsidR="007D3118">
        <w:rPr>
          <w:rtl/>
        </w:rPr>
        <w:t xml:space="preserve">، </w:t>
      </w:r>
      <w:r>
        <w:rPr>
          <w:rtl/>
        </w:rPr>
        <w:t>چنان كه گويند</w:t>
      </w:r>
      <w:r w:rsidR="007D3118">
        <w:rPr>
          <w:rtl/>
        </w:rPr>
        <w:t xml:space="preserve">: </w:t>
      </w:r>
      <w:r>
        <w:rPr>
          <w:rtl/>
        </w:rPr>
        <w:t>هو واحد من الناس</w:t>
      </w:r>
      <w:r w:rsidR="007D3118">
        <w:rPr>
          <w:rtl/>
        </w:rPr>
        <w:t xml:space="preserve">. </w:t>
      </w:r>
      <w:r>
        <w:rPr>
          <w:rtl/>
        </w:rPr>
        <w:t>اما آن دو كه جايز است</w:t>
      </w:r>
      <w:r w:rsidR="007D3118">
        <w:rPr>
          <w:rtl/>
        </w:rPr>
        <w:t xml:space="preserve">: </w:t>
      </w:r>
      <w:r>
        <w:rPr>
          <w:rtl/>
        </w:rPr>
        <w:t>يكى آن كه گويند او يگانه است يعنى شبيه ندارد و ديگر آن كه گويند او معنى بسيط است و انقسام نپذيرد</w:t>
      </w:r>
      <w:r w:rsidR="007D3118">
        <w:rPr>
          <w:rtl/>
        </w:rPr>
        <w:t xml:space="preserve">، </w:t>
      </w:r>
      <w:r>
        <w:rPr>
          <w:rtl/>
        </w:rPr>
        <w:t>نه در وجود خارجى و نه در عقل و نه در وهم (انتهى ملخصا</w:t>
      </w:r>
      <w:r w:rsidR="007D3118">
        <w:rPr>
          <w:rtl/>
        </w:rPr>
        <w:t xml:space="preserve">) </w:t>
      </w:r>
      <w:r>
        <w:rPr>
          <w:rtl/>
        </w:rPr>
        <w:t xml:space="preserve">از اين جهت در عبارت دعا وحدانية العدد را به يگانگى ذات خداوند و بساطت آن بايد تفسير كرد تا كلام حجج الهى </w:t>
      </w:r>
      <w:r w:rsidR="000C598D" w:rsidRPr="000C598D">
        <w:rPr>
          <w:rStyle w:val="libAlaemChar"/>
          <w:rtl/>
        </w:rPr>
        <w:t>عليهم‌السلام</w:t>
      </w:r>
      <w:r w:rsidR="007D3118">
        <w:rPr>
          <w:rtl/>
        </w:rPr>
        <w:t xml:space="preserve"> </w:t>
      </w:r>
      <w:r>
        <w:rPr>
          <w:rtl/>
        </w:rPr>
        <w:t>مناقض يكديگر و مخالف عقل نشود</w:t>
      </w:r>
      <w:r w:rsidR="007D3118">
        <w:rPr>
          <w:rtl/>
        </w:rPr>
        <w:t xml:space="preserve">. </w:t>
      </w:r>
    </w:p>
    <w:p w:rsidR="008D57EF" w:rsidRDefault="008D57EF" w:rsidP="000A4C2B">
      <w:pPr>
        <w:pStyle w:val="libFootnote"/>
      </w:pPr>
      <w:r>
        <w:rPr>
          <w:rtl/>
        </w:rPr>
        <w:t>88- ميان اهل اسلام خلاف است كه قبول توبه بر خداى تعالى واجب است يا تفضيل</w:t>
      </w:r>
      <w:r w:rsidR="007D3118">
        <w:rPr>
          <w:rtl/>
        </w:rPr>
        <w:t xml:space="preserve">، </w:t>
      </w:r>
      <w:r>
        <w:rPr>
          <w:rtl/>
        </w:rPr>
        <w:t>و اگر تائب را عقاب كند و توبه او را نپذيرد</w:t>
      </w:r>
      <w:r w:rsidR="007D3118">
        <w:rPr>
          <w:rtl/>
        </w:rPr>
        <w:t xml:space="preserve">، </w:t>
      </w:r>
      <w:r>
        <w:rPr>
          <w:rtl/>
        </w:rPr>
        <w:t>ظلم است و قبيح يا عدل</w:t>
      </w:r>
      <w:r w:rsidR="007D3118">
        <w:rPr>
          <w:rtl/>
        </w:rPr>
        <w:t xml:space="preserve">، </w:t>
      </w:r>
      <w:r>
        <w:rPr>
          <w:rtl/>
        </w:rPr>
        <w:t>معتزله گويند قبول توبه واجب است و اشاعره گويند واجب نيست و شيخ ابوجعفر طوسى رحمه الله در كتاب اقتصاد و علامه حلى رحمه الله در بعضى كتب كلامى خويش</w:t>
      </w:r>
      <w:r w:rsidR="007D3118">
        <w:rPr>
          <w:rtl/>
        </w:rPr>
        <w:t xml:space="preserve">، </w:t>
      </w:r>
      <w:r>
        <w:rPr>
          <w:rtl/>
        </w:rPr>
        <w:t>مذهب اشعرى را اختيار كردند و خواجه نصيرالدين طوسى رحمه الله در تجريد توقف فرموده و شيخ بهايى رحمه الله در اربعين گويد</w:t>
      </w:r>
      <w:r w:rsidR="007D3118">
        <w:rPr>
          <w:rtl/>
        </w:rPr>
        <w:t xml:space="preserve">: </w:t>
      </w:r>
      <w:r>
        <w:rPr>
          <w:rtl/>
        </w:rPr>
        <w:t>دليل وجوب</w:t>
      </w:r>
      <w:r w:rsidR="007D3118">
        <w:rPr>
          <w:rtl/>
        </w:rPr>
        <w:t xml:space="preserve">، </w:t>
      </w:r>
      <w:r>
        <w:rPr>
          <w:rtl/>
        </w:rPr>
        <w:lastRenderedPageBreak/>
        <w:t>صحيح نيست و ما پيش از اين گفتيم اگر قبول توبه واجب بود</w:t>
      </w:r>
      <w:r w:rsidR="007D3118">
        <w:rPr>
          <w:rtl/>
        </w:rPr>
        <w:t xml:space="preserve">، </w:t>
      </w:r>
      <w:r>
        <w:rPr>
          <w:rtl/>
        </w:rPr>
        <w:t xml:space="preserve">در حق چند تن از صحابه </w:t>
      </w:r>
      <w:r w:rsidR="00F57255">
        <w:rPr>
          <w:rtl/>
        </w:rPr>
        <w:t>تأخیر</w:t>
      </w:r>
      <w:r>
        <w:rPr>
          <w:rtl/>
        </w:rPr>
        <w:t xml:space="preserve"> نمى افتاد</w:t>
      </w:r>
      <w:r w:rsidR="007D3118">
        <w:rPr>
          <w:rtl/>
        </w:rPr>
        <w:t xml:space="preserve">. </w:t>
      </w:r>
    </w:p>
    <w:p w:rsidR="008D57EF" w:rsidRDefault="008D57EF" w:rsidP="000A4C2B">
      <w:pPr>
        <w:pStyle w:val="libFootnote"/>
        <w:rPr>
          <w:rtl/>
        </w:rPr>
      </w:pPr>
      <w:r>
        <w:rPr>
          <w:rtl/>
        </w:rPr>
        <w:t>89- مرد گناهكار را بر دل لكه مى نشيند و بارى بر وى مى آيد و او را از استقامت منحرف مى كند همه اين عبارات صحيح و كنايت از قساوت قلب است و قساوت قلب كنايت از آسان گرفن گناه و وحشت نكردناز ارتكاب آن</w:t>
      </w:r>
      <w:r w:rsidR="007D3118">
        <w:rPr>
          <w:rtl/>
        </w:rPr>
        <w:t xml:space="preserve">، </w:t>
      </w:r>
      <w:r>
        <w:rPr>
          <w:rtl/>
        </w:rPr>
        <w:t>دل گناه نكرده قبح معصيت را در مى يابد و از ياد آن به خود مى طپد و از ارتكاب آن هراسناك است</w:t>
      </w:r>
      <w:r w:rsidR="007D3118">
        <w:rPr>
          <w:rtl/>
        </w:rPr>
        <w:t xml:space="preserve">، </w:t>
      </w:r>
      <w:r>
        <w:rPr>
          <w:rtl/>
        </w:rPr>
        <w:t>و چون بارى مرتكب شود آن را سهل مى گيرد و هر گاه چند بار تكرار كند و بدان خوى گيرد</w:t>
      </w:r>
      <w:r w:rsidR="007D3118">
        <w:rPr>
          <w:rtl/>
        </w:rPr>
        <w:t xml:space="preserve">، </w:t>
      </w:r>
      <w:r>
        <w:rPr>
          <w:rtl/>
        </w:rPr>
        <w:t>آن شود كه خداوند فرمود</w:t>
      </w:r>
      <w:r w:rsidR="007D3118">
        <w:rPr>
          <w:rtl/>
        </w:rPr>
        <w:t xml:space="preserve">: </w:t>
      </w:r>
      <w:r>
        <w:rPr>
          <w:rtl/>
        </w:rPr>
        <w:t>كلا بل ران على قلوبهم ما كانوا يكسبون</w:t>
      </w:r>
      <w:r w:rsidR="007D3118">
        <w:rPr>
          <w:rtl/>
        </w:rPr>
        <w:t xml:space="preserve">. </w:t>
      </w:r>
    </w:p>
    <w:p w:rsidR="008D57EF" w:rsidRDefault="008D57EF" w:rsidP="000A4C2B">
      <w:pPr>
        <w:pStyle w:val="libFootnote"/>
        <w:rPr>
          <w:rtl/>
        </w:rPr>
      </w:pPr>
      <w:r>
        <w:rPr>
          <w:rtl/>
        </w:rPr>
        <w:t xml:space="preserve">و از حضرت امام محمد باقر </w:t>
      </w:r>
      <w:r w:rsidR="000C598D" w:rsidRPr="000C598D">
        <w:rPr>
          <w:rStyle w:val="libAlaemChar"/>
          <w:rtl/>
        </w:rPr>
        <w:t>عليه‌السلام</w:t>
      </w:r>
      <w:r w:rsidR="007D3118">
        <w:rPr>
          <w:rtl/>
        </w:rPr>
        <w:t xml:space="preserve"> </w:t>
      </w:r>
      <w:r>
        <w:rPr>
          <w:rtl/>
        </w:rPr>
        <w:t>است</w:t>
      </w:r>
      <w:r w:rsidR="007D3118">
        <w:rPr>
          <w:rtl/>
        </w:rPr>
        <w:t xml:space="preserve">: </w:t>
      </w:r>
      <w:r>
        <w:rPr>
          <w:rtl/>
        </w:rPr>
        <w:t>هيچ بنده اى نيست مگر در دلش سفيدى است و چون گناهى كند در آن جان نقطه سياهى پديد آيد و اگر توبه كند آن سياهى برود و چون در گناه اصرار ورزد</w:t>
      </w:r>
      <w:r w:rsidR="007D3118">
        <w:rPr>
          <w:rtl/>
        </w:rPr>
        <w:t xml:space="preserve">، </w:t>
      </w:r>
      <w:r>
        <w:rPr>
          <w:rtl/>
        </w:rPr>
        <w:t>سياهى افزون گردد تا سفيدى را فرو پوشد و هرگاه سفيدى همه پوشيده شد صاحب اين دل به خير باز نگردد</w:t>
      </w:r>
      <w:r w:rsidR="007D3118">
        <w:rPr>
          <w:rtl/>
        </w:rPr>
        <w:t xml:space="preserve">، </w:t>
      </w:r>
      <w:r>
        <w:rPr>
          <w:rtl/>
        </w:rPr>
        <w:t>همان است كه خداوند فرمود</w:t>
      </w:r>
      <w:r w:rsidR="007D3118">
        <w:rPr>
          <w:rtl/>
        </w:rPr>
        <w:t xml:space="preserve">: </w:t>
      </w:r>
      <w:r>
        <w:rPr>
          <w:rtl/>
        </w:rPr>
        <w:t>كلا بل ران على الخ</w:t>
      </w:r>
    </w:p>
    <w:p w:rsidR="008D57EF" w:rsidRDefault="008D57EF" w:rsidP="000A4C2B">
      <w:pPr>
        <w:pStyle w:val="libFootnote"/>
        <w:rPr>
          <w:rtl/>
        </w:rPr>
      </w:pPr>
      <w:r>
        <w:rPr>
          <w:rtl/>
        </w:rPr>
        <w:t>و شيخ بهايى رحمه الله فرمايد</w:t>
      </w:r>
      <w:r w:rsidR="007D3118">
        <w:rPr>
          <w:rtl/>
        </w:rPr>
        <w:t xml:space="preserve">: </w:t>
      </w:r>
      <w:r>
        <w:rPr>
          <w:rtl/>
        </w:rPr>
        <w:t xml:space="preserve">خطر </w:t>
      </w:r>
      <w:r w:rsidR="00F57255">
        <w:rPr>
          <w:rtl/>
        </w:rPr>
        <w:t>تأخیر</w:t>
      </w:r>
      <w:r>
        <w:rPr>
          <w:rtl/>
        </w:rPr>
        <w:t xml:space="preserve"> توبه دو چيز است</w:t>
      </w:r>
      <w:r w:rsidR="007D3118">
        <w:rPr>
          <w:rtl/>
        </w:rPr>
        <w:t xml:space="preserve">: </w:t>
      </w:r>
    </w:p>
    <w:p w:rsidR="008D57EF" w:rsidRDefault="008D57EF" w:rsidP="000A4C2B">
      <w:pPr>
        <w:pStyle w:val="libFootnote"/>
        <w:rPr>
          <w:rtl/>
        </w:rPr>
      </w:pPr>
      <w:r>
        <w:rPr>
          <w:rtl/>
        </w:rPr>
        <w:t>يكى آن كه مرگ ناگهان آيد و مهلت توبه ندهد و ديگر همان كه دل سياه شود و اميد خير از او نباشد</w:t>
      </w:r>
      <w:r w:rsidR="007D3118">
        <w:rPr>
          <w:rtl/>
        </w:rPr>
        <w:t xml:space="preserve">. </w:t>
      </w:r>
      <w:r>
        <w:rPr>
          <w:rtl/>
        </w:rPr>
        <w:t>چنان كه در حديث امام محمد باقر است و بسا باشد كه موجب زوان عقيده او شود و به انكار ايمان انجامد چون هر كس ‍ مى خواهد عمل خود را صحيح و عاقلانه داند و گناهكار مصر ناچار است</w:t>
      </w:r>
      <w:r w:rsidR="007D3118">
        <w:rPr>
          <w:rtl/>
        </w:rPr>
        <w:t xml:space="preserve">. </w:t>
      </w:r>
      <w:r>
        <w:rPr>
          <w:rtl/>
        </w:rPr>
        <w:t>انكار قيامت و دوزخ كند تا در عمل خويش ملوم نباشد</w:t>
      </w:r>
      <w:r w:rsidR="007D3118">
        <w:rPr>
          <w:rtl/>
        </w:rPr>
        <w:t xml:space="preserve">، </w:t>
      </w:r>
      <w:r>
        <w:rPr>
          <w:rtl/>
        </w:rPr>
        <w:t>نعوذ بالله من سوء الخاتمه</w:t>
      </w:r>
      <w:r w:rsidR="007D3118">
        <w:rPr>
          <w:rtl/>
        </w:rPr>
        <w:t xml:space="preserve">. </w:t>
      </w:r>
    </w:p>
    <w:p w:rsidR="008D57EF" w:rsidRDefault="008D57EF" w:rsidP="000A4C2B">
      <w:pPr>
        <w:pStyle w:val="libFootnote"/>
        <w:rPr>
          <w:rtl/>
        </w:rPr>
      </w:pPr>
      <w:r>
        <w:rPr>
          <w:rtl/>
        </w:rPr>
        <w:t>90- اگر گويى آسمان و زمين و ساكنان اين دو</w:t>
      </w:r>
      <w:r w:rsidR="007D3118">
        <w:rPr>
          <w:rtl/>
        </w:rPr>
        <w:t xml:space="preserve">؛ </w:t>
      </w:r>
      <w:r>
        <w:rPr>
          <w:rtl/>
        </w:rPr>
        <w:t>چگونه زارى و لابه ما را مى شنوند و براى ما استغفار مى كنند</w:t>
      </w:r>
      <w:r w:rsidR="007D3118">
        <w:rPr>
          <w:rtl/>
        </w:rPr>
        <w:t xml:space="preserve">، </w:t>
      </w:r>
      <w:r>
        <w:rPr>
          <w:rtl/>
        </w:rPr>
        <w:t>گوييم</w:t>
      </w:r>
      <w:r w:rsidR="007D3118">
        <w:rPr>
          <w:rtl/>
        </w:rPr>
        <w:t xml:space="preserve">: </w:t>
      </w:r>
      <w:r>
        <w:rPr>
          <w:rtl/>
        </w:rPr>
        <w:t>بايد اين دعا را كسى بخواند كه همه چيز را حى و ناطق داند و سلطه روحانيات را بر جسمانيات معترف بود</w:t>
      </w:r>
      <w:r w:rsidR="007D3118">
        <w:rPr>
          <w:rtl/>
        </w:rPr>
        <w:t xml:space="preserve">، </w:t>
      </w:r>
      <w:r>
        <w:rPr>
          <w:rtl/>
        </w:rPr>
        <w:t>اما آن ها كه مادى مسلكند از شرح اين سخن و امثال آن عاجز شوند و معنى آن را بدانند و انكار و تاءويل كنند</w:t>
      </w:r>
      <w:r w:rsidR="007D3118">
        <w:rPr>
          <w:rtl/>
        </w:rPr>
        <w:t xml:space="preserve">. </w:t>
      </w:r>
      <w:r>
        <w:rPr>
          <w:rtl/>
        </w:rPr>
        <w:t>عقلا كه مسلك روحانى دارند موجود را محضر در جسم محسوس ندانند بلكه مجردات و اجسام برزخى متوسط بين مجرد و مادى را اصل گيرند و اين جسم محسوس عنصرى را معلول و نمايش آن مجردات دانند</w:t>
      </w:r>
      <w:r w:rsidR="007D3118">
        <w:rPr>
          <w:rtl/>
        </w:rPr>
        <w:t xml:space="preserve">. </w:t>
      </w:r>
    </w:p>
    <w:p w:rsidR="008D57EF" w:rsidRDefault="008D57EF" w:rsidP="000A4C2B">
      <w:pPr>
        <w:pStyle w:val="libFootnote"/>
        <w:rPr>
          <w:rtl/>
        </w:rPr>
      </w:pPr>
      <w:r>
        <w:rPr>
          <w:rtl/>
        </w:rPr>
        <w:t>پس خطاب با هر چيز توان كرد و همه چيز تسبيح حق مى كنند</w:t>
      </w:r>
      <w:r w:rsidR="007D3118">
        <w:rPr>
          <w:rtl/>
        </w:rPr>
        <w:t xml:space="preserve">. </w:t>
      </w:r>
      <w:r>
        <w:rPr>
          <w:rtl/>
        </w:rPr>
        <w:t xml:space="preserve">اين مردم متدين نما و مادى بازان و مزاحم يكديگر نيستند و از در بسته فرود آيند و بى آن كه قبر را بشكافد به </w:t>
      </w:r>
      <w:r w:rsidR="00F57782">
        <w:rPr>
          <w:rtl/>
        </w:rPr>
        <w:t>سئوال</w:t>
      </w:r>
      <w:r>
        <w:rPr>
          <w:rtl/>
        </w:rPr>
        <w:t xml:space="preserve"> مردگان مى روند و ارواح مؤمنان چگونه در بهشت وادى السلام فراهم مى گردند و چرا ما آن ها را نمى بينيم و ما را اين همه عجب نباشد چون هيچ يك مادى نيستند</w:t>
      </w:r>
      <w:r w:rsidR="007D3118">
        <w:rPr>
          <w:rtl/>
        </w:rPr>
        <w:t xml:space="preserve">. </w:t>
      </w:r>
    </w:p>
    <w:p w:rsidR="008D57EF" w:rsidRDefault="008D57EF" w:rsidP="000A4C2B">
      <w:pPr>
        <w:pStyle w:val="libFootnote"/>
        <w:rPr>
          <w:rtl/>
        </w:rPr>
      </w:pPr>
      <w:r>
        <w:rPr>
          <w:rtl/>
        </w:rPr>
        <w:lastRenderedPageBreak/>
        <w:t>بالجمله همه جهان پر از موجودات زنده است</w:t>
      </w:r>
      <w:r w:rsidR="007D3118">
        <w:rPr>
          <w:rtl/>
        </w:rPr>
        <w:t xml:space="preserve">، </w:t>
      </w:r>
      <w:r>
        <w:rPr>
          <w:rtl/>
        </w:rPr>
        <w:t>نام آن ها هر چه باشد بى تزاحم عنصرى و اين جسم صامت پرده اى است بر آن عالم</w:t>
      </w:r>
      <w:r w:rsidR="007D3118">
        <w:rPr>
          <w:rtl/>
        </w:rPr>
        <w:t xml:space="preserve">، </w:t>
      </w:r>
      <w:r>
        <w:rPr>
          <w:rtl/>
        </w:rPr>
        <w:t>اما مردم مادى يعلمون ظاهرا من الحيوة الدنيا و هم عن الاخرة هم غافلون و ما از جانب آن ها جوابى نگوييم و مولوى گويد</w:t>
      </w:r>
      <w:r w:rsidR="007D3118">
        <w:rPr>
          <w:rtl/>
        </w:rPr>
        <w:t xml:space="preserve">: </w:t>
      </w:r>
    </w:p>
    <w:p w:rsidR="008D57EF" w:rsidRDefault="008D57EF" w:rsidP="000A4C2B">
      <w:pPr>
        <w:pStyle w:val="libFootnote"/>
        <w:rPr>
          <w:rtl/>
        </w:rPr>
      </w:pPr>
      <w:r>
        <w:rPr>
          <w:rtl/>
        </w:rPr>
        <w:t xml:space="preserve">عالم افسرده است و نام او جماد </w:t>
      </w:r>
      <w:r>
        <w:rPr>
          <w:rtl/>
        </w:rPr>
        <w:tab/>
      </w:r>
      <w:r>
        <w:rPr>
          <w:rtl/>
        </w:rPr>
        <w:tab/>
        <w:t>جامد افسرده بود اى اوستا</w:t>
      </w:r>
    </w:p>
    <w:p w:rsidR="008D57EF" w:rsidRDefault="008D57EF" w:rsidP="000A4C2B">
      <w:pPr>
        <w:pStyle w:val="libFootnote"/>
        <w:rPr>
          <w:rtl/>
        </w:rPr>
      </w:pPr>
      <w:r>
        <w:rPr>
          <w:rtl/>
        </w:rPr>
        <w:t xml:space="preserve">مرده زين سويند و زان سو زنده اند </w:t>
      </w:r>
      <w:r>
        <w:rPr>
          <w:rtl/>
        </w:rPr>
        <w:tab/>
      </w:r>
      <w:r>
        <w:rPr>
          <w:rtl/>
        </w:rPr>
        <w:tab/>
        <w:t>خامش اين جا زان طرف گوينده اند</w:t>
      </w:r>
    </w:p>
    <w:p w:rsidR="008D57EF" w:rsidRDefault="008D57EF" w:rsidP="000A4C2B">
      <w:pPr>
        <w:pStyle w:val="libFootnote"/>
        <w:rPr>
          <w:rtl/>
        </w:rPr>
      </w:pPr>
      <w:r>
        <w:rPr>
          <w:rtl/>
        </w:rPr>
        <w:t xml:space="preserve">جمله ذرات عالم در نهان </w:t>
      </w:r>
      <w:r>
        <w:rPr>
          <w:rtl/>
        </w:rPr>
        <w:tab/>
      </w:r>
      <w:r>
        <w:rPr>
          <w:rtl/>
        </w:rPr>
        <w:tab/>
        <w:t>باتو مى گويند روزان و شبان</w:t>
      </w:r>
    </w:p>
    <w:p w:rsidR="008D57EF" w:rsidRDefault="008D57EF" w:rsidP="000A4C2B">
      <w:pPr>
        <w:pStyle w:val="libFootnote"/>
        <w:rPr>
          <w:rtl/>
        </w:rPr>
      </w:pPr>
      <w:r>
        <w:rPr>
          <w:rtl/>
        </w:rPr>
        <w:t xml:space="preserve">ما سميعيم و بصيريم و هُشيم </w:t>
      </w:r>
      <w:r>
        <w:rPr>
          <w:rtl/>
        </w:rPr>
        <w:tab/>
      </w:r>
      <w:r>
        <w:rPr>
          <w:rtl/>
        </w:rPr>
        <w:tab/>
        <w:t>با شما نامحرمان ما خامشيم</w:t>
      </w:r>
    </w:p>
    <w:p w:rsidR="008D57EF" w:rsidRDefault="008D57EF" w:rsidP="000A4C2B">
      <w:pPr>
        <w:pStyle w:val="libFootnote"/>
        <w:rPr>
          <w:rtl/>
        </w:rPr>
      </w:pPr>
      <w:r>
        <w:rPr>
          <w:rtl/>
        </w:rPr>
        <w:t>91- توبه از هر گناه واجب است</w:t>
      </w:r>
      <w:r w:rsidR="007D3118">
        <w:rPr>
          <w:rtl/>
        </w:rPr>
        <w:t xml:space="preserve">، </w:t>
      </w:r>
      <w:r>
        <w:rPr>
          <w:rtl/>
        </w:rPr>
        <w:t>صغيره يا كبيره و جماعتى از معتزله گويند</w:t>
      </w:r>
      <w:r w:rsidR="007D3118">
        <w:rPr>
          <w:rtl/>
        </w:rPr>
        <w:t xml:space="preserve">: </w:t>
      </w:r>
      <w:r>
        <w:rPr>
          <w:rtl/>
        </w:rPr>
        <w:t>توبه از صغيره واجب نيست</w:t>
      </w:r>
      <w:r w:rsidR="007D3118">
        <w:rPr>
          <w:rtl/>
        </w:rPr>
        <w:t xml:space="preserve">، </w:t>
      </w:r>
      <w:r>
        <w:rPr>
          <w:rtl/>
        </w:rPr>
        <w:t>چون صغائر خود به خود آمرزيده مى شوند</w:t>
      </w:r>
      <w:r w:rsidR="007D3118">
        <w:rPr>
          <w:rtl/>
        </w:rPr>
        <w:t xml:space="preserve">، </w:t>
      </w:r>
      <w:r>
        <w:rPr>
          <w:rtl/>
        </w:rPr>
        <w:t>اين سخن صحيح نيست</w:t>
      </w:r>
      <w:r w:rsidR="007D3118">
        <w:rPr>
          <w:rtl/>
        </w:rPr>
        <w:t xml:space="preserve">، </w:t>
      </w:r>
      <w:r>
        <w:rPr>
          <w:rtl/>
        </w:rPr>
        <w:t>چونهرمعصيت صغيره نسبت به معصيتى ديگر كبيره است و معصيتى كه از همه كوچك تر باشد معلوم نيست كدام است هر معصيتى كه انسان خُرد پندارد كبيره مى شود</w:t>
      </w:r>
      <w:r w:rsidR="007D3118">
        <w:rPr>
          <w:rtl/>
        </w:rPr>
        <w:t xml:space="preserve">. </w:t>
      </w:r>
    </w:p>
    <w:p w:rsidR="008D57EF" w:rsidRDefault="008D57EF" w:rsidP="000A4C2B">
      <w:pPr>
        <w:pStyle w:val="libFootnote"/>
        <w:rPr>
          <w:rtl/>
        </w:rPr>
      </w:pPr>
      <w:r>
        <w:rPr>
          <w:rtl/>
        </w:rPr>
        <w:t>جماعتى از معتزله گويند</w:t>
      </w:r>
      <w:r w:rsidR="007D3118">
        <w:rPr>
          <w:rtl/>
        </w:rPr>
        <w:t xml:space="preserve">: </w:t>
      </w:r>
    </w:p>
    <w:p w:rsidR="008D57EF" w:rsidRDefault="008D57EF" w:rsidP="000A4C2B">
      <w:pPr>
        <w:pStyle w:val="libFootnote"/>
        <w:rPr>
          <w:rtl/>
        </w:rPr>
      </w:pPr>
      <w:r>
        <w:rPr>
          <w:rtl/>
        </w:rPr>
        <w:t>توبه از بعضى معاصى با اصرار بر معصيت ديگر صحيح نيست و از علامه حلى و شيخ بهايى و غير آنان روايت كرده اند كه صحيح است چون اگر كافرى مسلمان شود و نيت ترك محرمات نكند</w:t>
      </w:r>
      <w:r w:rsidR="007D3118">
        <w:rPr>
          <w:rtl/>
        </w:rPr>
        <w:t xml:space="preserve">، </w:t>
      </w:r>
      <w:r>
        <w:rPr>
          <w:rtl/>
        </w:rPr>
        <w:t>اسلام او به اجماع قبول مى شود</w:t>
      </w:r>
      <w:r w:rsidR="007D3118">
        <w:rPr>
          <w:rtl/>
        </w:rPr>
        <w:t xml:space="preserve">. </w:t>
      </w:r>
    </w:p>
    <w:p w:rsidR="008D57EF" w:rsidRDefault="008D57EF" w:rsidP="000A4C2B">
      <w:pPr>
        <w:pStyle w:val="libFootnote"/>
        <w:rPr>
          <w:rtl/>
        </w:rPr>
      </w:pPr>
      <w:r>
        <w:rPr>
          <w:rtl/>
        </w:rPr>
        <w:t>توبه موقت صحيح نيست</w:t>
      </w:r>
      <w:r w:rsidR="007D3118">
        <w:rPr>
          <w:rtl/>
        </w:rPr>
        <w:t xml:space="preserve">، </w:t>
      </w:r>
      <w:r>
        <w:rPr>
          <w:rtl/>
        </w:rPr>
        <w:t>مثل آن كه كسى بگويد</w:t>
      </w:r>
      <w:r w:rsidR="007D3118">
        <w:rPr>
          <w:rtl/>
        </w:rPr>
        <w:t xml:space="preserve">: </w:t>
      </w:r>
      <w:r>
        <w:rPr>
          <w:rtl/>
        </w:rPr>
        <w:t>تا يك سال يا شش ماه ترك معصيت مى كنم بلكه بايد عزم بر ترك دائم داشته باشد</w:t>
      </w:r>
      <w:r w:rsidR="007D3118">
        <w:rPr>
          <w:rtl/>
        </w:rPr>
        <w:t xml:space="preserve">. </w:t>
      </w:r>
    </w:p>
    <w:p w:rsidR="008D57EF" w:rsidRDefault="008D57EF" w:rsidP="000A4C2B">
      <w:pPr>
        <w:pStyle w:val="libFootnote"/>
        <w:rPr>
          <w:rtl/>
        </w:rPr>
      </w:pPr>
      <w:r>
        <w:rPr>
          <w:rtl/>
        </w:rPr>
        <w:t>معتزله گويند</w:t>
      </w:r>
      <w:r w:rsidR="007D3118">
        <w:rPr>
          <w:rtl/>
        </w:rPr>
        <w:t xml:space="preserve">: </w:t>
      </w:r>
      <w:r>
        <w:rPr>
          <w:rtl/>
        </w:rPr>
        <w:t>شرط توبه از معاصى كه متضمن حق الناس باشد</w:t>
      </w:r>
      <w:r w:rsidR="007D3118">
        <w:rPr>
          <w:rtl/>
        </w:rPr>
        <w:t xml:space="preserve">، </w:t>
      </w:r>
      <w:r>
        <w:rPr>
          <w:rtl/>
        </w:rPr>
        <w:t>تحصيل رضاى صاحب حق است و جماعتى گويند</w:t>
      </w:r>
      <w:r w:rsidR="007D3118">
        <w:rPr>
          <w:rtl/>
        </w:rPr>
        <w:t xml:space="preserve">: </w:t>
      </w:r>
      <w:r>
        <w:rPr>
          <w:rtl/>
        </w:rPr>
        <w:t>واجباتى كه قضا يا كفاره دارد</w:t>
      </w:r>
      <w:r w:rsidR="007D3118">
        <w:rPr>
          <w:rtl/>
        </w:rPr>
        <w:t xml:space="preserve">، </w:t>
      </w:r>
      <w:r>
        <w:rPr>
          <w:rtl/>
        </w:rPr>
        <w:t>شرط توبه اداى آن هاست و شيخ بهايى عليه الرحمه فرموده است هر يك واجب مستقل است جدا از يكديگر</w:t>
      </w:r>
      <w:r w:rsidR="007D3118">
        <w:rPr>
          <w:rtl/>
        </w:rPr>
        <w:t xml:space="preserve">. </w:t>
      </w:r>
    </w:p>
    <w:p w:rsidR="008D57EF" w:rsidRDefault="008D57EF" w:rsidP="000A4C2B">
      <w:pPr>
        <w:pStyle w:val="libFootnote"/>
        <w:rPr>
          <w:rtl/>
        </w:rPr>
      </w:pPr>
      <w:r>
        <w:rPr>
          <w:rtl/>
        </w:rPr>
        <w:t>92- در شرح اسباب گويد</w:t>
      </w:r>
      <w:r w:rsidR="007D3118">
        <w:rPr>
          <w:rtl/>
        </w:rPr>
        <w:t xml:space="preserve">: </w:t>
      </w:r>
      <w:r>
        <w:rPr>
          <w:rtl/>
        </w:rPr>
        <w:t>جنين در شكم مادر از خون حيض تغذيه مى كند و چون از شكم بيرون آمد از شير</w:t>
      </w:r>
      <w:r w:rsidR="007D3118">
        <w:rPr>
          <w:rtl/>
        </w:rPr>
        <w:t xml:space="preserve">، </w:t>
      </w:r>
      <w:r>
        <w:rPr>
          <w:rtl/>
        </w:rPr>
        <w:t>و شير هم از خون است و خون از زيادتى تن مادر و غذاى جنين از خلاصه و برگزيده آن فراهم شده است</w:t>
      </w:r>
      <w:r w:rsidR="007D3118">
        <w:rPr>
          <w:rtl/>
        </w:rPr>
        <w:t xml:space="preserve">. </w:t>
      </w:r>
    </w:p>
    <w:p w:rsidR="008D57EF" w:rsidRDefault="008D57EF" w:rsidP="000A4C2B">
      <w:pPr>
        <w:pStyle w:val="libFootnote"/>
        <w:rPr>
          <w:rtl/>
        </w:rPr>
      </w:pPr>
      <w:r>
        <w:rPr>
          <w:rtl/>
        </w:rPr>
        <w:t>93- به نظر مى رسد كه گفته شود هر چه از عمر من باقى مانده است اما همه نسخه ها مطابق اين ترجمه است و مفسرين عبارت به تكلف افتاده</w:t>
      </w:r>
      <w:r w:rsidR="007D3118">
        <w:rPr>
          <w:rtl/>
        </w:rPr>
        <w:t xml:space="preserve">، </w:t>
      </w:r>
      <w:r>
        <w:rPr>
          <w:rtl/>
        </w:rPr>
        <w:t>گويند</w:t>
      </w:r>
      <w:r w:rsidR="007D3118">
        <w:rPr>
          <w:rtl/>
        </w:rPr>
        <w:t xml:space="preserve">: </w:t>
      </w:r>
      <w:r>
        <w:rPr>
          <w:rtl/>
        </w:rPr>
        <w:t>آن چه از عمر من گذشته</w:t>
      </w:r>
      <w:r w:rsidR="007D3118">
        <w:rPr>
          <w:rtl/>
        </w:rPr>
        <w:t xml:space="preserve">، </w:t>
      </w:r>
      <w:r>
        <w:rPr>
          <w:rtl/>
        </w:rPr>
        <w:t>هر چند در طاعت نباشد آن را به حساب طاعت شمار</w:t>
      </w:r>
      <w:r w:rsidR="007D3118">
        <w:rPr>
          <w:rtl/>
        </w:rPr>
        <w:t xml:space="preserve">. </w:t>
      </w:r>
    </w:p>
    <w:p w:rsidR="008D57EF" w:rsidRDefault="008D57EF" w:rsidP="000A4C2B">
      <w:pPr>
        <w:pStyle w:val="libFootnote"/>
        <w:rPr>
          <w:rtl/>
        </w:rPr>
      </w:pPr>
      <w:r>
        <w:rPr>
          <w:rtl/>
        </w:rPr>
        <w:t>94- دل</w:t>
      </w:r>
      <w:r w:rsidR="007D3118">
        <w:rPr>
          <w:rtl/>
        </w:rPr>
        <w:t xml:space="preserve">، </w:t>
      </w:r>
      <w:r>
        <w:rPr>
          <w:rtl/>
        </w:rPr>
        <w:t>ترجمه افئده است و قلب در جمله بعد به همين لفظ مذكور آمده است</w:t>
      </w:r>
      <w:r w:rsidR="007D3118">
        <w:rPr>
          <w:rtl/>
        </w:rPr>
        <w:t xml:space="preserve">، </w:t>
      </w:r>
      <w:r>
        <w:rPr>
          <w:rtl/>
        </w:rPr>
        <w:t xml:space="preserve">گويا از فؤ اد جسم صنوبرى را خواسته است چون پاره شدن از صفات جسم است و از قلب جان را خواسته </w:t>
      </w:r>
      <w:r>
        <w:rPr>
          <w:rtl/>
        </w:rPr>
        <w:lastRenderedPageBreak/>
        <w:t>است زيرا كه از جاى كنده شدن كنايه از ترس و صفت روح است و اطلاق قلب بر روح مجازا بسيار كنند</w:t>
      </w:r>
      <w:r w:rsidR="007D3118">
        <w:rPr>
          <w:rtl/>
        </w:rPr>
        <w:t xml:space="preserve">. </w:t>
      </w:r>
    </w:p>
    <w:p w:rsidR="008D57EF" w:rsidRDefault="008D57EF" w:rsidP="000A4C2B">
      <w:pPr>
        <w:pStyle w:val="libFootnote"/>
        <w:rPr>
          <w:rtl/>
        </w:rPr>
      </w:pPr>
      <w:r>
        <w:rPr>
          <w:rtl/>
        </w:rPr>
        <w:t>95- در بعضى نسخ لا تسمنا به كسر سين آمده است</w:t>
      </w:r>
      <w:r w:rsidR="007D3118">
        <w:rPr>
          <w:rtl/>
        </w:rPr>
        <w:t xml:space="preserve">، </w:t>
      </w:r>
      <w:r>
        <w:rPr>
          <w:rtl/>
        </w:rPr>
        <w:t>و از وسم به معنى داغ نهادن و ما همان را اصح دانستيم و ترجمه كرديم</w:t>
      </w:r>
      <w:r w:rsidR="007D3118">
        <w:rPr>
          <w:rtl/>
        </w:rPr>
        <w:t xml:space="preserve">، </w:t>
      </w:r>
      <w:r>
        <w:rPr>
          <w:rtl/>
        </w:rPr>
        <w:t>و در نسخ ديگر لا تسمنا به ضم سين به معنى كلفت و مشقت است و تفسير آن بى تكلف ممكن نيست</w:t>
      </w:r>
      <w:r w:rsidR="007D3118">
        <w:rPr>
          <w:rtl/>
        </w:rPr>
        <w:t xml:space="preserve">، </w:t>
      </w:r>
      <w:r>
        <w:rPr>
          <w:rtl/>
        </w:rPr>
        <w:t>چون ناشناختن مشقت ندارد</w:t>
      </w:r>
      <w:r w:rsidR="007D3118">
        <w:rPr>
          <w:rtl/>
        </w:rPr>
        <w:t xml:space="preserve">. </w:t>
      </w:r>
    </w:p>
    <w:p w:rsidR="008D57EF" w:rsidRDefault="008D57EF" w:rsidP="000A4C2B">
      <w:pPr>
        <w:pStyle w:val="libFootnote"/>
        <w:rPr>
          <w:rtl/>
        </w:rPr>
      </w:pPr>
      <w:r>
        <w:rPr>
          <w:rtl/>
        </w:rPr>
        <w:t>96- استخاره بر دو گونه است</w:t>
      </w:r>
      <w:r w:rsidR="007D3118">
        <w:rPr>
          <w:rtl/>
        </w:rPr>
        <w:t xml:space="preserve">: </w:t>
      </w:r>
      <w:r>
        <w:rPr>
          <w:rtl/>
        </w:rPr>
        <w:t>اول دعا كردن و از خداوند تعالى خير خواستن</w:t>
      </w:r>
      <w:r w:rsidR="007D3118">
        <w:rPr>
          <w:rtl/>
        </w:rPr>
        <w:t xml:space="preserve">، </w:t>
      </w:r>
      <w:r>
        <w:rPr>
          <w:rtl/>
        </w:rPr>
        <w:t>و اخبار در آن از طرق اهل سنت و شيعه بسيار است و در استجابت آن شك نيست</w:t>
      </w:r>
      <w:r w:rsidR="007D3118">
        <w:rPr>
          <w:rtl/>
        </w:rPr>
        <w:t xml:space="preserve">. </w:t>
      </w:r>
      <w:r>
        <w:rPr>
          <w:rtl/>
        </w:rPr>
        <w:t>و ادعيه استخاره ماثوره در كتب ادعيه بسيار آورده اند</w:t>
      </w:r>
      <w:r w:rsidR="007D3118">
        <w:rPr>
          <w:rtl/>
        </w:rPr>
        <w:t xml:space="preserve">، </w:t>
      </w:r>
      <w:r>
        <w:rPr>
          <w:rtl/>
        </w:rPr>
        <w:t>از جمله همين دعاى صحيفه مباركه است</w:t>
      </w:r>
      <w:r w:rsidR="007D3118">
        <w:rPr>
          <w:rtl/>
        </w:rPr>
        <w:t xml:space="preserve">. </w:t>
      </w:r>
    </w:p>
    <w:p w:rsidR="008D57EF" w:rsidRDefault="008D57EF" w:rsidP="000A4C2B">
      <w:pPr>
        <w:pStyle w:val="libFootnote"/>
        <w:rPr>
          <w:rtl/>
        </w:rPr>
      </w:pPr>
      <w:r>
        <w:rPr>
          <w:rtl/>
        </w:rPr>
        <w:t>دوم استخاره به رقاع و مصحف و سبحه و امثال آن و مرجع آن به قرعه و تفاءل است</w:t>
      </w:r>
      <w:r w:rsidR="007D3118">
        <w:rPr>
          <w:rtl/>
        </w:rPr>
        <w:t xml:space="preserve">، </w:t>
      </w:r>
      <w:r>
        <w:rPr>
          <w:rtl/>
        </w:rPr>
        <w:t xml:space="preserve">استخاره به قرآن را شيخ طوسى در تهذيب از حضرت امام جعفر صادق </w:t>
      </w:r>
      <w:r w:rsidR="000C598D" w:rsidRPr="000C598D">
        <w:rPr>
          <w:rStyle w:val="libAlaemChar"/>
          <w:rtl/>
        </w:rPr>
        <w:t>عليه‌السلام</w:t>
      </w:r>
      <w:r w:rsidR="007D3118">
        <w:rPr>
          <w:rtl/>
        </w:rPr>
        <w:t xml:space="preserve"> </w:t>
      </w:r>
      <w:r>
        <w:rPr>
          <w:rtl/>
        </w:rPr>
        <w:t>روايت كرده است كه فرمود</w:t>
      </w:r>
      <w:r w:rsidR="007D3118">
        <w:rPr>
          <w:rtl/>
        </w:rPr>
        <w:t xml:space="preserve">: </w:t>
      </w:r>
      <w:r>
        <w:rPr>
          <w:rtl/>
        </w:rPr>
        <w:t>قرآن را مى گشايى و او چيزى كه در آن ديدى همان را مى گيرى اءن شاء الله و در آن دعا وذكر و مقدماتى نياورده است و اگر كسى دعايى بخواند و صلوات بر محمد و آل او فرستد براى استشفاع و حضور قلب البته بهتر است</w:t>
      </w:r>
      <w:r w:rsidR="007D3118">
        <w:rPr>
          <w:rtl/>
        </w:rPr>
        <w:t xml:space="preserve">، </w:t>
      </w:r>
      <w:r>
        <w:rPr>
          <w:rtl/>
        </w:rPr>
        <w:t>و استخاره رقاع را شيخ كلينى در كافى روايت كرده است</w:t>
      </w:r>
      <w:r w:rsidR="007D3118">
        <w:rPr>
          <w:rtl/>
        </w:rPr>
        <w:t xml:space="preserve">. </w:t>
      </w:r>
    </w:p>
    <w:p w:rsidR="008D57EF" w:rsidRDefault="008D57EF" w:rsidP="000A4C2B">
      <w:pPr>
        <w:pStyle w:val="libFootnote"/>
        <w:rPr>
          <w:rtl/>
        </w:rPr>
      </w:pPr>
      <w:r>
        <w:rPr>
          <w:rtl/>
        </w:rPr>
        <w:t>و در استخاره به تسبيح اعتماد بر حسن ظن به خداوند تبارك و تعالى و توكل بر او و تجربه و ادله عامه قرعه است ذكه فرمودند</w:t>
      </w:r>
      <w:r w:rsidR="007D3118">
        <w:rPr>
          <w:rtl/>
        </w:rPr>
        <w:t xml:space="preserve">: </w:t>
      </w:r>
      <w:r>
        <w:rPr>
          <w:rtl/>
        </w:rPr>
        <w:t>القرعة لكل امر مشكل و ارباب قلوب طرقى در آن گفته اند كه در كتب ادعيه مذكور است</w:t>
      </w:r>
      <w:r w:rsidR="007D3118">
        <w:rPr>
          <w:rtl/>
        </w:rPr>
        <w:t xml:space="preserve">. </w:t>
      </w:r>
    </w:p>
    <w:p w:rsidR="008D57EF" w:rsidRDefault="008D57EF" w:rsidP="000A4C2B">
      <w:pPr>
        <w:pStyle w:val="libFootnote"/>
        <w:rPr>
          <w:rtl/>
        </w:rPr>
      </w:pPr>
      <w:r>
        <w:rPr>
          <w:rtl/>
        </w:rPr>
        <w:t>ابن ادريس عليهالرحمه استخاره قرعه را سخت انكار كرده است و آن را منحصر به دعا دانسته است</w:t>
      </w:r>
      <w:r w:rsidR="007D3118">
        <w:rPr>
          <w:rtl/>
        </w:rPr>
        <w:t xml:space="preserve">. </w:t>
      </w:r>
      <w:r>
        <w:rPr>
          <w:rtl/>
        </w:rPr>
        <w:t>بنابر طريقه وى در اخبار آحاد</w:t>
      </w:r>
      <w:r w:rsidR="007D3118">
        <w:rPr>
          <w:rtl/>
        </w:rPr>
        <w:t xml:space="preserve">. </w:t>
      </w:r>
    </w:p>
    <w:p w:rsidR="008D57EF" w:rsidRDefault="008D57EF" w:rsidP="000A4C2B">
      <w:pPr>
        <w:pStyle w:val="libFootnote"/>
        <w:rPr>
          <w:rtl/>
        </w:rPr>
      </w:pPr>
      <w:r>
        <w:rPr>
          <w:rtl/>
        </w:rPr>
        <w:t>اما انصاف بايد داد كه هر كس دعا را مشروع داند و اميد اجابت آن را دارد</w:t>
      </w:r>
      <w:r w:rsidR="007D3118">
        <w:rPr>
          <w:rtl/>
        </w:rPr>
        <w:t xml:space="preserve">، </w:t>
      </w:r>
      <w:r>
        <w:rPr>
          <w:rtl/>
        </w:rPr>
        <w:t>بايد استخاره با تسبيح و قرآن و امثال آن را نيز صحيح داند چون اين ها همه دعا براى راهنمايى و وسيله تشخيص خير است به اراده پرودرگار و اءن شاء الله مستجاب مى شود</w:t>
      </w:r>
      <w:r w:rsidR="007D3118">
        <w:rPr>
          <w:rtl/>
        </w:rPr>
        <w:t xml:space="preserve">. </w:t>
      </w:r>
    </w:p>
    <w:p w:rsidR="008D57EF" w:rsidRDefault="008D57EF" w:rsidP="000A4C2B">
      <w:pPr>
        <w:pStyle w:val="libFootnote"/>
        <w:rPr>
          <w:rtl/>
        </w:rPr>
      </w:pPr>
      <w:r>
        <w:rPr>
          <w:rtl/>
        </w:rPr>
        <w:t>97- بايد دانست كه اذهان ساده كه از حس و ماده تجاوز نكردند</w:t>
      </w:r>
      <w:r w:rsidR="007D3118">
        <w:rPr>
          <w:rtl/>
        </w:rPr>
        <w:t xml:space="preserve">، </w:t>
      </w:r>
      <w:r>
        <w:rPr>
          <w:rtl/>
        </w:rPr>
        <w:t>فرق ميان علت موجده و معدات نمى گذارند</w:t>
      </w:r>
      <w:r w:rsidR="007D3118">
        <w:rPr>
          <w:rtl/>
        </w:rPr>
        <w:t xml:space="preserve">. </w:t>
      </w:r>
      <w:r>
        <w:rPr>
          <w:rtl/>
        </w:rPr>
        <w:t>اسباب طبيعى مانند آب و باران و آفتاب و ابر</w:t>
      </w:r>
      <w:r w:rsidR="007D3118">
        <w:rPr>
          <w:rtl/>
        </w:rPr>
        <w:t xml:space="preserve">، </w:t>
      </w:r>
      <w:r>
        <w:rPr>
          <w:rtl/>
        </w:rPr>
        <w:t>همه معداتند يعنى آماده كننده و هيچ يك علت فاعلى نيستند زيرا كه علت بايد با بقاى معلول باقى باشد مانند روشنايى و چراغ كه تا روشنايى هست چراغ هست و اگر چراغ را ببرند روشنايى مى رود</w:t>
      </w:r>
      <w:r w:rsidR="007D3118">
        <w:rPr>
          <w:rtl/>
        </w:rPr>
        <w:t xml:space="preserve">، </w:t>
      </w:r>
      <w:r>
        <w:rPr>
          <w:rtl/>
        </w:rPr>
        <w:t>اما ابر و باران و آفتاب براى گياه چنين نيستند زيرا كه وقتى ابر برود و باران بايستد و آفتاب فرو شود گياه باقى مانده</w:t>
      </w:r>
      <w:r w:rsidR="007D3118">
        <w:rPr>
          <w:rtl/>
        </w:rPr>
        <w:t xml:space="preserve">، </w:t>
      </w:r>
      <w:r>
        <w:rPr>
          <w:rtl/>
        </w:rPr>
        <w:t xml:space="preserve">پس اين ها علت نيستند بلكه تخم را آماده كردند تا آفريدگار صورت و خاصيت گياهى را در آن </w:t>
      </w:r>
      <w:r>
        <w:rPr>
          <w:rtl/>
        </w:rPr>
        <w:lastRenderedPageBreak/>
        <w:t>ايجاد فرمايد</w:t>
      </w:r>
      <w:r w:rsidR="007D3118">
        <w:rPr>
          <w:rtl/>
        </w:rPr>
        <w:t xml:space="preserve">، </w:t>
      </w:r>
      <w:r>
        <w:rPr>
          <w:rtl/>
        </w:rPr>
        <w:t>و بقاى گياه تا اراده حق بدان تعلق گرفته به اراده اوست</w:t>
      </w:r>
      <w:r w:rsidR="007D3118">
        <w:rPr>
          <w:rtl/>
        </w:rPr>
        <w:t xml:space="preserve">، </w:t>
      </w:r>
      <w:r>
        <w:rPr>
          <w:rtl/>
        </w:rPr>
        <w:t>بلكه همه اجسام كه ما به چشم مى بينيم و پرتوى از موجودات مجردند كه نمى بينيم</w:t>
      </w:r>
      <w:r w:rsidR="007D3118">
        <w:rPr>
          <w:rtl/>
        </w:rPr>
        <w:t xml:space="preserve">، </w:t>
      </w:r>
      <w:r>
        <w:rPr>
          <w:rtl/>
        </w:rPr>
        <w:t>و بقاى اجسام به بقاى تابش آن ها است از خورشيد نامرئى كه هنوز از افق بر نيامده</w:t>
      </w:r>
      <w:r w:rsidR="007D3118">
        <w:rPr>
          <w:rtl/>
        </w:rPr>
        <w:t xml:space="preserve">، </w:t>
      </w:r>
      <w:r>
        <w:rPr>
          <w:rtl/>
        </w:rPr>
        <w:t>و در دعايى گذشت كه برق اثر از تازيانه فرشته اى است كه ابر را مى راند و رعد بانگ آن فرشته است</w:t>
      </w:r>
      <w:r w:rsidR="007D3118">
        <w:rPr>
          <w:rtl/>
        </w:rPr>
        <w:t xml:space="preserve">، </w:t>
      </w:r>
      <w:r>
        <w:rPr>
          <w:rtl/>
        </w:rPr>
        <w:t>و عجب دارم از يكى از علماى بزرگ</w:t>
      </w:r>
      <w:r w:rsidR="007D3118">
        <w:rPr>
          <w:rtl/>
        </w:rPr>
        <w:t xml:space="preserve">، </w:t>
      </w:r>
      <w:r>
        <w:rPr>
          <w:rtl/>
        </w:rPr>
        <w:t>سيد مرتضى داعلى رازى عليه الرحمه كه در كتاب تبصرة العلوم اين معنى را سخت انكار كرده و به طايفه حشريه نسبت داده است و گويد</w:t>
      </w:r>
      <w:r w:rsidR="007D3118">
        <w:rPr>
          <w:rtl/>
        </w:rPr>
        <w:t xml:space="preserve">: </w:t>
      </w:r>
      <w:r>
        <w:rPr>
          <w:rtl/>
        </w:rPr>
        <w:t>در قرآن كريم راندن ابر را به باد نسبت داده است نه به فرشته وانگهى اگر فرشته ابر را مى راند محتاج به تازيانه نبودى در راندن ابر!</w:t>
      </w:r>
    </w:p>
    <w:p w:rsidR="008D57EF" w:rsidRDefault="008D57EF" w:rsidP="000A4C2B">
      <w:pPr>
        <w:pStyle w:val="libFootnote"/>
        <w:rPr>
          <w:rtl/>
        </w:rPr>
      </w:pPr>
      <w:r>
        <w:rPr>
          <w:rtl/>
        </w:rPr>
        <w:t>و اين بنده گويد</w:t>
      </w:r>
      <w:r w:rsidR="007D3118">
        <w:rPr>
          <w:rtl/>
        </w:rPr>
        <w:t xml:space="preserve">: </w:t>
      </w:r>
      <w:r>
        <w:rPr>
          <w:rtl/>
        </w:rPr>
        <w:t>اين كه در قرآن راندن ابر را به باد نسبت داد</w:t>
      </w:r>
      <w:r w:rsidR="007D3118">
        <w:rPr>
          <w:rtl/>
        </w:rPr>
        <w:t xml:space="preserve">، </w:t>
      </w:r>
      <w:r>
        <w:rPr>
          <w:rtl/>
        </w:rPr>
        <w:t>از آن است كه باد علت معد است و آن كه در حديث نسبت به فرشته داد چون فرشته علت فاعلى است و هيچ يك منافى ديگرى نيست</w:t>
      </w:r>
      <w:r w:rsidR="007D3118">
        <w:rPr>
          <w:rtl/>
        </w:rPr>
        <w:t xml:space="preserve">، </w:t>
      </w:r>
      <w:r>
        <w:rPr>
          <w:rtl/>
        </w:rPr>
        <w:t>چنان كه شفاى مرض در قرآن و حديث به عكس اين آمده است</w:t>
      </w:r>
      <w:r w:rsidR="007D3118">
        <w:rPr>
          <w:rtl/>
        </w:rPr>
        <w:t xml:space="preserve">: </w:t>
      </w:r>
      <w:r>
        <w:rPr>
          <w:rtl/>
        </w:rPr>
        <w:t>در قرآن فرمايد</w:t>
      </w:r>
      <w:r w:rsidR="007D3118">
        <w:rPr>
          <w:rtl/>
        </w:rPr>
        <w:t xml:space="preserve">: </w:t>
      </w:r>
      <w:r>
        <w:rPr>
          <w:rtl/>
        </w:rPr>
        <w:t>و اذا مرضت فهو يشفين و در حديث آمده است كه خداى براى هر دردى دارويى آفريد</w:t>
      </w:r>
      <w:r w:rsidR="007D3118">
        <w:rPr>
          <w:rtl/>
        </w:rPr>
        <w:t xml:space="preserve">. </w:t>
      </w:r>
      <w:r>
        <w:rPr>
          <w:rtl/>
        </w:rPr>
        <w:t>و در آيت ديگر آمده است</w:t>
      </w:r>
      <w:r w:rsidR="007D3118">
        <w:rPr>
          <w:rtl/>
        </w:rPr>
        <w:t xml:space="preserve">: </w:t>
      </w:r>
      <w:r>
        <w:rPr>
          <w:rtl/>
        </w:rPr>
        <w:t>اءفراءيتم ما تمنون ءاءنتم تخلقونه ام نخن الخالقون پدر معد است و آفريننده جنين خداست</w:t>
      </w:r>
      <w:r w:rsidR="007D3118">
        <w:rPr>
          <w:rtl/>
        </w:rPr>
        <w:t xml:space="preserve">. </w:t>
      </w:r>
      <w:r>
        <w:rPr>
          <w:rtl/>
        </w:rPr>
        <w:t>اءفراءيتم ما تحرثون ءاءنتم تزرعونه اءم نحن الزارعون كشاور معد است و خداوند خالق زرع</w:t>
      </w:r>
      <w:r w:rsidR="007D3118">
        <w:rPr>
          <w:rtl/>
        </w:rPr>
        <w:t xml:space="preserve">. </w:t>
      </w:r>
      <w:r>
        <w:rPr>
          <w:rtl/>
        </w:rPr>
        <w:t>هر كس به فكر چيزى در مى يابد مقدمات نتيجه اسباب معده اند و علم به نتيجه الهام فرشتگان</w:t>
      </w:r>
      <w:r w:rsidR="007D3118">
        <w:rPr>
          <w:rtl/>
        </w:rPr>
        <w:t xml:space="preserve">، </w:t>
      </w:r>
      <w:r>
        <w:rPr>
          <w:rtl/>
        </w:rPr>
        <w:t>و الله من ورائهم محيط</w:t>
      </w:r>
      <w:r w:rsidR="007D3118">
        <w:rPr>
          <w:rtl/>
        </w:rPr>
        <w:t xml:space="preserve">. </w:t>
      </w:r>
    </w:p>
    <w:p w:rsidR="008D57EF" w:rsidRDefault="008D57EF" w:rsidP="000A4C2B">
      <w:pPr>
        <w:pStyle w:val="libFootnote"/>
        <w:rPr>
          <w:rtl/>
        </w:rPr>
      </w:pPr>
      <w:r>
        <w:rPr>
          <w:rtl/>
        </w:rPr>
        <w:t xml:space="preserve">98- حضرت امام زين العابدين </w:t>
      </w:r>
      <w:r w:rsidR="000C598D" w:rsidRPr="000C598D">
        <w:rPr>
          <w:rStyle w:val="libAlaemChar"/>
          <w:rtl/>
        </w:rPr>
        <w:t>عليه‌السلام</w:t>
      </w:r>
      <w:r w:rsidR="007D3118">
        <w:rPr>
          <w:rtl/>
        </w:rPr>
        <w:t xml:space="preserve"> </w:t>
      </w:r>
      <w:r>
        <w:rPr>
          <w:rtl/>
        </w:rPr>
        <w:t>براى محال بودن اداى شكر حق تعالى</w:t>
      </w:r>
      <w:r w:rsidR="007D3118">
        <w:rPr>
          <w:rtl/>
        </w:rPr>
        <w:t xml:space="preserve">، </w:t>
      </w:r>
      <w:r>
        <w:rPr>
          <w:rtl/>
        </w:rPr>
        <w:t>به رسم حكما و متكلمين به تسلسل احتجاج كرده است</w:t>
      </w:r>
      <w:r w:rsidR="007D3118">
        <w:rPr>
          <w:rtl/>
        </w:rPr>
        <w:t xml:space="preserve">. </w:t>
      </w:r>
    </w:p>
    <w:p w:rsidR="008D57EF" w:rsidRDefault="008D57EF" w:rsidP="000A4C2B">
      <w:pPr>
        <w:pStyle w:val="libFootnote"/>
        <w:rPr>
          <w:rtl/>
        </w:rPr>
      </w:pPr>
      <w:r>
        <w:rPr>
          <w:rtl/>
        </w:rPr>
        <w:t>99- در يكى از دعاها پيش از اين گذشت كه خداى تعالى حق مردم را از خود ادا كند و ذمه داعى را برى فرمايد چون حق مردم به رضايت آنان است</w:t>
      </w:r>
      <w:r w:rsidR="007D3118">
        <w:rPr>
          <w:rtl/>
        </w:rPr>
        <w:t xml:space="preserve">. </w:t>
      </w:r>
      <w:r>
        <w:rPr>
          <w:rtl/>
        </w:rPr>
        <w:t>اكنون گوييم</w:t>
      </w:r>
      <w:r w:rsidR="007D3118">
        <w:rPr>
          <w:rtl/>
        </w:rPr>
        <w:t xml:space="preserve">: </w:t>
      </w:r>
      <w:r>
        <w:rPr>
          <w:rtl/>
        </w:rPr>
        <w:t>معاملات مالى كه تبعاتى دارد بر دو گونه است</w:t>
      </w:r>
      <w:r w:rsidR="007D3118">
        <w:rPr>
          <w:rtl/>
        </w:rPr>
        <w:t xml:space="preserve">: </w:t>
      </w:r>
      <w:r>
        <w:rPr>
          <w:rtl/>
        </w:rPr>
        <w:t>اول آن كه خداوند در آن شرايطى براى رعايت حق مردم قرار داده مثل آن كه بايد مبيع به كيل و وزن و بهاى آن مقدر و اجل آن معلوم باشد و امثال آن كه اگر هر دو طرف به غير اين شرايط راضى باشند تبعاتى ندارد</w:t>
      </w:r>
      <w:r w:rsidR="007D3118">
        <w:rPr>
          <w:rtl/>
        </w:rPr>
        <w:t xml:space="preserve">، </w:t>
      </w:r>
      <w:r>
        <w:rPr>
          <w:rtl/>
        </w:rPr>
        <w:t>هر چند معاملتى واقع نشده</w:t>
      </w:r>
      <w:r w:rsidR="007D3118">
        <w:rPr>
          <w:rtl/>
        </w:rPr>
        <w:t xml:space="preserve">. </w:t>
      </w:r>
    </w:p>
    <w:p w:rsidR="008D57EF" w:rsidRDefault="008D57EF" w:rsidP="000A4C2B">
      <w:pPr>
        <w:pStyle w:val="libFootnote"/>
        <w:rPr>
          <w:rtl/>
        </w:rPr>
      </w:pPr>
      <w:r>
        <w:rPr>
          <w:rtl/>
        </w:rPr>
        <w:t>دوم آن كه شرايطى براى مصالح ديگر قرار داد كه با رضاى طرفين نيز حلال نيست مانند</w:t>
      </w:r>
      <w:r w:rsidR="007D3118">
        <w:rPr>
          <w:rtl/>
        </w:rPr>
        <w:t xml:space="preserve">: </w:t>
      </w:r>
      <w:r>
        <w:rPr>
          <w:rtl/>
        </w:rPr>
        <w:t>قمار و ربا و اجرت زانيه و قيمت خمر</w:t>
      </w:r>
      <w:r w:rsidR="007D3118">
        <w:rPr>
          <w:rtl/>
        </w:rPr>
        <w:t xml:space="preserve">. </w:t>
      </w:r>
    </w:p>
    <w:p w:rsidR="008D57EF" w:rsidRDefault="008D57EF" w:rsidP="000A4C2B">
      <w:pPr>
        <w:pStyle w:val="libFootnote"/>
        <w:rPr>
          <w:rtl/>
        </w:rPr>
      </w:pPr>
      <w:r>
        <w:rPr>
          <w:rtl/>
        </w:rPr>
        <w:t>و نيز گوييم</w:t>
      </w:r>
      <w:r w:rsidR="007D3118">
        <w:rPr>
          <w:rtl/>
        </w:rPr>
        <w:t xml:space="preserve">: </w:t>
      </w:r>
      <w:r>
        <w:rPr>
          <w:rtl/>
        </w:rPr>
        <w:t>معامله بر دو قسم است</w:t>
      </w:r>
      <w:r w:rsidR="007D3118">
        <w:rPr>
          <w:rtl/>
        </w:rPr>
        <w:t xml:space="preserve">: </w:t>
      </w:r>
      <w:r>
        <w:rPr>
          <w:rtl/>
        </w:rPr>
        <w:t>اول آن كه حليت تصرف منحصر در معامله صحيح است و اگر معامله صحيحه نباشد تصرف جايز نيست مانند</w:t>
      </w:r>
      <w:r w:rsidR="007D3118">
        <w:rPr>
          <w:rtl/>
        </w:rPr>
        <w:t xml:space="preserve">: </w:t>
      </w:r>
      <w:r>
        <w:rPr>
          <w:rtl/>
        </w:rPr>
        <w:t>نكاح و طلاق</w:t>
      </w:r>
      <w:r w:rsidR="007D3118">
        <w:rPr>
          <w:rtl/>
        </w:rPr>
        <w:t xml:space="preserve">، </w:t>
      </w:r>
      <w:r>
        <w:rPr>
          <w:rtl/>
        </w:rPr>
        <w:t>دوم آن كه تصرب به تراضى مباح است</w:t>
      </w:r>
      <w:r w:rsidR="007D3118">
        <w:rPr>
          <w:rtl/>
        </w:rPr>
        <w:t xml:space="preserve">، </w:t>
      </w:r>
      <w:r>
        <w:rPr>
          <w:rtl/>
        </w:rPr>
        <w:t>هر چند معامله صحيحه در ميان نباشد مانند تصرف در مال ديگرى به رضاى وى بى صيغه بيع و اجاره و امثال آن</w:t>
      </w:r>
      <w:r w:rsidR="007D3118">
        <w:rPr>
          <w:rtl/>
        </w:rPr>
        <w:t xml:space="preserve">. </w:t>
      </w:r>
    </w:p>
    <w:p w:rsidR="008D57EF" w:rsidRDefault="008D57EF" w:rsidP="000A4C2B">
      <w:pPr>
        <w:pStyle w:val="libFootnote"/>
        <w:rPr>
          <w:rtl/>
        </w:rPr>
      </w:pPr>
      <w:r>
        <w:rPr>
          <w:rtl/>
        </w:rPr>
        <w:lastRenderedPageBreak/>
        <w:t>اما رضاى مالك مشروط است به آن كه عوض به وى برسد</w:t>
      </w:r>
      <w:r w:rsidR="007D3118">
        <w:rPr>
          <w:rtl/>
        </w:rPr>
        <w:t xml:space="preserve">، </w:t>
      </w:r>
      <w:r>
        <w:rPr>
          <w:rtl/>
        </w:rPr>
        <w:t>و برائت ذمه در اين قسم سهل است چون به رضاى قبلى و بعدى مالك حاصل مى شود</w:t>
      </w:r>
      <w:r w:rsidR="007D3118">
        <w:rPr>
          <w:rtl/>
        </w:rPr>
        <w:t xml:space="preserve">. </w:t>
      </w:r>
    </w:p>
    <w:p w:rsidR="008D57EF" w:rsidRDefault="008D57EF" w:rsidP="000A4C2B">
      <w:pPr>
        <w:pStyle w:val="libFootnote"/>
        <w:rPr>
          <w:rtl/>
        </w:rPr>
      </w:pPr>
      <w:r>
        <w:rPr>
          <w:rtl/>
        </w:rPr>
        <w:t>و در ضمانات نيز تبعاتى است كه خواننده دعا بايد بداند و هنگام دعا در خاطر داشته باشد</w:t>
      </w:r>
      <w:r w:rsidR="007D3118">
        <w:rPr>
          <w:rtl/>
        </w:rPr>
        <w:t xml:space="preserve">. </w:t>
      </w:r>
      <w:r>
        <w:rPr>
          <w:rtl/>
        </w:rPr>
        <w:t>هر مالى كه بى معامله يا به معامله غير صحيح از ديگرى به دست آيد</w:t>
      </w:r>
      <w:r w:rsidR="007D3118">
        <w:rPr>
          <w:rtl/>
        </w:rPr>
        <w:t xml:space="preserve">، </w:t>
      </w:r>
      <w:r>
        <w:rPr>
          <w:rtl/>
        </w:rPr>
        <w:t>به رضاى او باشد يا بى رضاى او</w:t>
      </w:r>
      <w:r w:rsidR="007D3118">
        <w:rPr>
          <w:rtl/>
        </w:rPr>
        <w:t xml:space="preserve">، </w:t>
      </w:r>
      <w:r>
        <w:rPr>
          <w:rtl/>
        </w:rPr>
        <w:t>ضمان آورد و چون تلف شود اداى آن بايد كرد</w:t>
      </w:r>
      <w:r w:rsidR="007D3118">
        <w:rPr>
          <w:rtl/>
        </w:rPr>
        <w:t xml:space="preserve">، </w:t>
      </w:r>
      <w:r>
        <w:rPr>
          <w:rtl/>
        </w:rPr>
        <w:t>مگر آن كه صاحب مال به صريح كلام يا به قرائن و شاهد حال مجانى بدهد</w:t>
      </w:r>
      <w:r w:rsidR="007D3118">
        <w:rPr>
          <w:rtl/>
        </w:rPr>
        <w:t xml:space="preserve">، </w:t>
      </w:r>
      <w:r>
        <w:rPr>
          <w:rtl/>
        </w:rPr>
        <w:t>يعنى از پيش تبرئه كند</w:t>
      </w:r>
      <w:r w:rsidR="007D3118">
        <w:rPr>
          <w:rtl/>
        </w:rPr>
        <w:t xml:space="preserve">. </w:t>
      </w:r>
      <w:r>
        <w:rPr>
          <w:rtl/>
        </w:rPr>
        <w:t>و هر كه به دستور كسى براى او عملى كند بى قصد تبرع و بى صيغه اجاره</w:t>
      </w:r>
      <w:r w:rsidR="007D3118">
        <w:rPr>
          <w:rtl/>
        </w:rPr>
        <w:t xml:space="preserve">، </w:t>
      </w:r>
      <w:r>
        <w:rPr>
          <w:rtl/>
        </w:rPr>
        <w:t>مستحق مزد است</w:t>
      </w:r>
      <w:r w:rsidR="007D3118">
        <w:rPr>
          <w:rtl/>
        </w:rPr>
        <w:t xml:space="preserve">. </w:t>
      </w:r>
    </w:p>
    <w:p w:rsidR="008D57EF" w:rsidRDefault="008D57EF" w:rsidP="000A4C2B">
      <w:pPr>
        <w:pStyle w:val="libFootnote"/>
        <w:rPr>
          <w:rtl/>
        </w:rPr>
      </w:pPr>
      <w:r>
        <w:rPr>
          <w:rtl/>
        </w:rPr>
        <w:t>و اگر بدانى صاحب مال راضى است</w:t>
      </w:r>
      <w:r w:rsidR="007D3118">
        <w:rPr>
          <w:rtl/>
        </w:rPr>
        <w:t xml:space="preserve">، </w:t>
      </w:r>
      <w:r>
        <w:rPr>
          <w:rtl/>
        </w:rPr>
        <w:t>در مال او تصرف كنى اما رضاى او معلق بر شروطى است غير حاصل</w:t>
      </w:r>
      <w:r w:rsidR="007D3118">
        <w:rPr>
          <w:rtl/>
        </w:rPr>
        <w:t xml:space="preserve">، </w:t>
      </w:r>
      <w:r>
        <w:rPr>
          <w:rtl/>
        </w:rPr>
        <w:t>تصرف تو حرام است</w:t>
      </w:r>
      <w:r w:rsidR="007D3118">
        <w:rPr>
          <w:rtl/>
        </w:rPr>
        <w:t xml:space="preserve">، </w:t>
      </w:r>
      <w:r>
        <w:rPr>
          <w:rtl/>
        </w:rPr>
        <w:t>در معامله يا غير معامله</w:t>
      </w:r>
      <w:r w:rsidR="007D3118">
        <w:rPr>
          <w:rtl/>
        </w:rPr>
        <w:t xml:space="preserve">، </w:t>
      </w:r>
      <w:r>
        <w:rPr>
          <w:rtl/>
        </w:rPr>
        <w:t>مثلا در بيع راءس المال</w:t>
      </w:r>
      <w:r w:rsidR="007D3118">
        <w:rPr>
          <w:rtl/>
        </w:rPr>
        <w:t xml:space="preserve">، </w:t>
      </w:r>
      <w:r>
        <w:rPr>
          <w:rtl/>
        </w:rPr>
        <w:t>فروشنده دروغ بگويد معامله باطل و مالى كه مى گرديد حرام است</w:t>
      </w:r>
      <w:r w:rsidR="007D3118">
        <w:rPr>
          <w:rtl/>
        </w:rPr>
        <w:t xml:space="preserve">، </w:t>
      </w:r>
      <w:r>
        <w:rPr>
          <w:rtl/>
        </w:rPr>
        <w:t>چون در قرآن مجيد فرمود</w:t>
      </w:r>
      <w:r w:rsidR="007D3118">
        <w:rPr>
          <w:rtl/>
        </w:rPr>
        <w:t xml:space="preserve">: </w:t>
      </w:r>
      <w:r>
        <w:rPr>
          <w:rtl/>
        </w:rPr>
        <w:t>تجارة عن تراض و در اين معامله تراضى نيست</w:t>
      </w:r>
      <w:r w:rsidR="007D3118">
        <w:rPr>
          <w:rtl/>
        </w:rPr>
        <w:t xml:space="preserve">. </w:t>
      </w:r>
      <w:r>
        <w:rPr>
          <w:rtl/>
        </w:rPr>
        <w:t>و همچنين هرمعامله اى كه خريدار اعتماد بر فروشنده كند و او در جنس و وصف و قيمت دروغ بگويد تصرف وى در مال خريدار حرام است چون رضا معلق بر چيزى غير محقق</w:t>
      </w:r>
      <w:r w:rsidR="007D3118">
        <w:rPr>
          <w:rtl/>
        </w:rPr>
        <w:t xml:space="preserve">، </w:t>
      </w:r>
      <w:r>
        <w:rPr>
          <w:rtl/>
        </w:rPr>
        <w:t>گويا رضايت حاصل نشده و معامله بى رضاى مالك باطل است</w:t>
      </w:r>
      <w:r w:rsidR="007D3118">
        <w:rPr>
          <w:rtl/>
        </w:rPr>
        <w:t xml:space="preserve">، </w:t>
      </w:r>
      <w:r>
        <w:rPr>
          <w:rtl/>
        </w:rPr>
        <w:t>مگر پس از آگاه شدن راضى شود</w:t>
      </w:r>
      <w:r w:rsidR="007D3118">
        <w:rPr>
          <w:rtl/>
        </w:rPr>
        <w:t xml:space="preserve">، </w:t>
      </w:r>
      <w:r>
        <w:rPr>
          <w:rtl/>
        </w:rPr>
        <w:t>و پيغمبر (</w:t>
      </w:r>
      <w:r w:rsidR="00865B4A" w:rsidRPr="00865B4A">
        <w:rPr>
          <w:rStyle w:val="libAlaemChar"/>
          <w:rtl/>
        </w:rPr>
        <w:t>صلى‌الله‌عليه‌وآله‌وسلم</w:t>
      </w:r>
      <w:r w:rsidR="007D3118">
        <w:rPr>
          <w:rtl/>
        </w:rPr>
        <w:t xml:space="preserve">) </w:t>
      </w:r>
      <w:r>
        <w:rPr>
          <w:rtl/>
        </w:rPr>
        <w:t>فرمود</w:t>
      </w:r>
      <w:r w:rsidR="007D3118">
        <w:rPr>
          <w:rtl/>
        </w:rPr>
        <w:t xml:space="preserve">: </w:t>
      </w:r>
      <w:r>
        <w:rPr>
          <w:rtl/>
        </w:rPr>
        <w:t>غبن المسترسل سحت و اگر اجير يا مالك چند برابر بها و مزد پيش از عمل طلب كند</w:t>
      </w:r>
      <w:r w:rsidR="007D3118">
        <w:rPr>
          <w:rtl/>
        </w:rPr>
        <w:t xml:space="preserve">، </w:t>
      </w:r>
      <w:r>
        <w:rPr>
          <w:rtl/>
        </w:rPr>
        <w:t>بايد داد</w:t>
      </w:r>
      <w:r w:rsidR="007D3118">
        <w:rPr>
          <w:rtl/>
        </w:rPr>
        <w:t xml:space="preserve">، </w:t>
      </w:r>
      <w:r>
        <w:rPr>
          <w:rtl/>
        </w:rPr>
        <w:t>هر چند به صيغه صحيحه اجاره واقع نشود</w:t>
      </w:r>
      <w:r w:rsidR="007D3118">
        <w:rPr>
          <w:rtl/>
        </w:rPr>
        <w:t xml:space="preserve">، </w:t>
      </w:r>
      <w:r>
        <w:rPr>
          <w:rtl/>
        </w:rPr>
        <w:t>پس با تراضى همه چيز صحيح شود يعنى تبعات ندارد مكر در نكاح و طلاق و ربا و امثال آن و بى تراضى هيچ چيز صحيح نباشد ودر اين باب اطناب كرديم چون در اين ايام از مدعيان ناآزموده چيزهاى ديگر شنيديم</w:t>
      </w:r>
      <w:r w:rsidR="007D3118">
        <w:rPr>
          <w:rtl/>
        </w:rPr>
        <w:t xml:space="preserve">. </w:t>
      </w:r>
    </w:p>
    <w:p w:rsidR="008D57EF" w:rsidRDefault="008D57EF" w:rsidP="000A4C2B">
      <w:pPr>
        <w:pStyle w:val="libFootnote"/>
        <w:rPr>
          <w:rtl/>
        </w:rPr>
      </w:pPr>
      <w:r>
        <w:rPr>
          <w:rtl/>
        </w:rPr>
        <w:t>100- معتزله گويند</w:t>
      </w:r>
      <w:r w:rsidR="007D3118">
        <w:rPr>
          <w:rtl/>
        </w:rPr>
        <w:t xml:space="preserve">: </w:t>
      </w:r>
      <w:r>
        <w:rPr>
          <w:rtl/>
        </w:rPr>
        <w:t>ثواب و پاداش نيكوكاران بر حق تعالى در عقلواجب است چون طاعت مشقت است از ناحيت پروردگار بر بندگان و مشقت دادن بى اجر و پاداش قبيح است و عقاب گناهكار همچنان واجب است چون موجب طاعت مى شود و هر چه مكلف را به طاعت نزديك كند لطف است و واجب و اگر ترس عقاب نباشد بسيارى از كاهلان براى بهشت تن خويش را به رنج نمى دهند</w:t>
      </w:r>
      <w:r w:rsidR="007D3118">
        <w:rPr>
          <w:rtl/>
        </w:rPr>
        <w:t xml:space="preserve">. </w:t>
      </w:r>
      <w:r>
        <w:rPr>
          <w:rtl/>
        </w:rPr>
        <w:t>و از ابن نوبخت نقل است كه آن همه نعم دنيا كه خداى تعالى عطا فرمود پاداش طاعت را كافى بود و بهشت جز تفضل نباشد و عذاب گناهكار هم واجب نبود</w:t>
      </w:r>
      <w:r w:rsidR="007D3118">
        <w:rPr>
          <w:rtl/>
        </w:rPr>
        <w:t xml:space="preserve">. </w:t>
      </w:r>
      <w:r>
        <w:rPr>
          <w:rtl/>
        </w:rPr>
        <w:t>و مذهب محقق طوسى رحمه الله موافق قول اول است و در حديث آمده است كه بيم و اميد يا خوف و رجا در مؤمنين برابر يكديگر است</w:t>
      </w:r>
      <w:r w:rsidR="007D3118">
        <w:rPr>
          <w:rtl/>
        </w:rPr>
        <w:t xml:space="preserve">، </w:t>
      </w:r>
      <w:r>
        <w:rPr>
          <w:rtl/>
        </w:rPr>
        <w:t>هيچ يك نبايد از ديگرى بيشتر باشد يعنى لطف و قهر پروردگار را برابر داند</w:t>
      </w:r>
      <w:r w:rsidR="007D3118">
        <w:rPr>
          <w:rtl/>
        </w:rPr>
        <w:t xml:space="preserve">. </w:t>
      </w:r>
      <w:r>
        <w:rPr>
          <w:rtl/>
        </w:rPr>
        <w:t>اما از ناحيت خود بنده اسباب خوف يعنى تقصير را بايد بيشتر داند از اسباب رجا يعنى اطاعت</w:t>
      </w:r>
      <w:r w:rsidR="007D3118">
        <w:rPr>
          <w:rtl/>
        </w:rPr>
        <w:t xml:space="preserve">. </w:t>
      </w:r>
    </w:p>
    <w:p w:rsidR="008D57EF" w:rsidRDefault="008D57EF" w:rsidP="000A4C2B">
      <w:pPr>
        <w:pStyle w:val="libFootnote"/>
      </w:pPr>
      <w:r>
        <w:rPr>
          <w:rtl/>
        </w:rPr>
        <w:lastRenderedPageBreak/>
        <w:t>101- مرگ در نظر اهل دين و حكماى الهى به معنى نابودى نيست</w:t>
      </w:r>
      <w:r w:rsidR="007D3118">
        <w:rPr>
          <w:rtl/>
        </w:rPr>
        <w:t xml:space="preserve">، </w:t>
      </w:r>
      <w:r>
        <w:rPr>
          <w:rtl/>
        </w:rPr>
        <w:t>بلكه انقال از عالمى است به عالم ديگر و حكما به ادله محكم ثابت كرده اند بدن براى روح به منزله آلت است چون ارّه در دست نجار</w:t>
      </w:r>
      <w:r w:rsidR="007D3118">
        <w:rPr>
          <w:rtl/>
        </w:rPr>
        <w:t xml:space="preserve">، </w:t>
      </w:r>
      <w:r>
        <w:rPr>
          <w:rtl/>
        </w:rPr>
        <w:t>كه گر ارّه را بيفكند خود باقى است</w:t>
      </w:r>
      <w:r w:rsidR="007D3118">
        <w:rPr>
          <w:rtl/>
        </w:rPr>
        <w:t xml:space="preserve">، </w:t>
      </w:r>
      <w:r>
        <w:rPr>
          <w:rtl/>
        </w:rPr>
        <w:t>اگر كسى دست يا پايش فلج شود خودش هست اما دست و پا در اختيار او نيست</w:t>
      </w:r>
      <w:r w:rsidR="007D3118">
        <w:rPr>
          <w:rtl/>
        </w:rPr>
        <w:t xml:space="preserve">، </w:t>
      </w:r>
      <w:r>
        <w:rPr>
          <w:rtl/>
        </w:rPr>
        <w:t>مرگ آن است كه همه اعضا فلج شود و همه از اختيار انسان بيرون رود</w:t>
      </w:r>
      <w:r w:rsidR="007D3118">
        <w:rPr>
          <w:rtl/>
        </w:rPr>
        <w:t xml:space="preserve">، </w:t>
      </w:r>
      <w:r>
        <w:rPr>
          <w:rtl/>
        </w:rPr>
        <w:t>و خود انسان باقى باشد</w:t>
      </w:r>
      <w:r w:rsidR="007D3118">
        <w:rPr>
          <w:rtl/>
        </w:rPr>
        <w:t xml:space="preserve">، </w:t>
      </w:r>
      <w:r>
        <w:rPr>
          <w:rtl/>
        </w:rPr>
        <w:t>هم چنان كه نمى توان گفت</w:t>
      </w:r>
      <w:r w:rsidR="007D3118">
        <w:rPr>
          <w:rtl/>
        </w:rPr>
        <w:t xml:space="preserve">: </w:t>
      </w:r>
      <w:r>
        <w:rPr>
          <w:rtl/>
        </w:rPr>
        <w:t>كور يا كر يا گنگ وجود خود را از دست داده است</w:t>
      </w:r>
      <w:r w:rsidR="007D3118">
        <w:rPr>
          <w:rtl/>
        </w:rPr>
        <w:t xml:space="preserve">. </w:t>
      </w:r>
      <w:r>
        <w:rPr>
          <w:rtl/>
        </w:rPr>
        <w:t>همچنين نمى توان گفت</w:t>
      </w:r>
      <w:r w:rsidR="007D3118">
        <w:rPr>
          <w:rtl/>
        </w:rPr>
        <w:t xml:space="preserve">: </w:t>
      </w:r>
      <w:r>
        <w:rPr>
          <w:rtl/>
        </w:rPr>
        <w:t>خود او به مرگ نابود شده است</w:t>
      </w:r>
      <w:r w:rsidR="007D3118">
        <w:rPr>
          <w:rtl/>
        </w:rPr>
        <w:t xml:space="preserve">. </w:t>
      </w:r>
      <w:r>
        <w:rPr>
          <w:rtl/>
        </w:rPr>
        <w:t>كسى كه بداند پس از موت با همين تعقل و ادراك باقى است ناچار از مرگ نترسد</w:t>
      </w:r>
      <w:r w:rsidR="007D3118">
        <w:rPr>
          <w:rtl/>
        </w:rPr>
        <w:t xml:space="preserve">. </w:t>
      </w:r>
      <w:r>
        <w:rPr>
          <w:rtl/>
        </w:rPr>
        <w:t>و باز گوييم انسان از آغاز عمر چندين بار بدن خود را عوض كرده است</w:t>
      </w:r>
      <w:r w:rsidR="007D3118">
        <w:rPr>
          <w:rtl/>
        </w:rPr>
        <w:t xml:space="preserve">، </w:t>
      </w:r>
      <w:r>
        <w:rPr>
          <w:rtl/>
        </w:rPr>
        <w:t>پس از هفت سال هيچ از اجزاى اولى بدن نماند با اين حال در خود ادراك مى كنيم كه همانيم كه بوديم و از همه آن افكار هفت سال پيش به ياد داريم</w:t>
      </w:r>
      <w:r w:rsidR="007D3118">
        <w:rPr>
          <w:rtl/>
        </w:rPr>
        <w:t xml:space="preserve">. </w:t>
      </w:r>
    </w:p>
    <w:p w:rsidR="008D57EF" w:rsidRDefault="008D57EF" w:rsidP="000A4C2B">
      <w:pPr>
        <w:pStyle w:val="libFootnote"/>
        <w:rPr>
          <w:rtl/>
        </w:rPr>
      </w:pPr>
      <w:r>
        <w:rPr>
          <w:rtl/>
        </w:rPr>
        <w:t>حكما گويند</w:t>
      </w:r>
      <w:r w:rsidR="007D3118">
        <w:rPr>
          <w:rtl/>
        </w:rPr>
        <w:t xml:space="preserve">: </w:t>
      </w:r>
      <w:r>
        <w:rPr>
          <w:rtl/>
        </w:rPr>
        <w:t>قوه عاقله در مغز يا قلب يا هيچ عضو جسمانى ديگر نيست</w:t>
      </w:r>
      <w:r w:rsidR="007D3118">
        <w:rPr>
          <w:rtl/>
        </w:rPr>
        <w:t xml:space="preserve">، </w:t>
      </w:r>
      <w:r>
        <w:rPr>
          <w:rtl/>
        </w:rPr>
        <w:t>به دليل آن كه هر قوه جسمانى مانند باصره و سامعه و حافظه و هاضمه يا تقدم سن ضعيف يا نابود مى شود و منتهاى قواى جسمانى تا چهل سالگى است و قوه عاقله بعد از اين سن هم ضعيف نمى شود</w:t>
      </w:r>
      <w:r w:rsidR="007D3118">
        <w:rPr>
          <w:rtl/>
        </w:rPr>
        <w:t xml:space="preserve">. </w:t>
      </w:r>
    </w:p>
    <w:p w:rsidR="008D57EF" w:rsidRDefault="008D57EF" w:rsidP="000A4C2B">
      <w:pPr>
        <w:pStyle w:val="libFootnote"/>
        <w:rPr>
          <w:rtl/>
        </w:rPr>
      </w:pPr>
      <w:r>
        <w:rPr>
          <w:rtl/>
        </w:rPr>
        <w:t>نيز گويند</w:t>
      </w:r>
      <w:r w:rsidR="007D3118">
        <w:rPr>
          <w:rtl/>
        </w:rPr>
        <w:t xml:space="preserve">: </w:t>
      </w:r>
      <w:r>
        <w:rPr>
          <w:rtl/>
        </w:rPr>
        <w:t>همه قوا به كثرت و تكرار عمل فرسوده مى شود و عاقله تيزتر مى شود و هم گويند</w:t>
      </w:r>
      <w:r w:rsidR="007D3118">
        <w:rPr>
          <w:rtl/>
        </w:rPr>
        <w:t xml:space="preserve">: </w:t>
      </w:r>
      <w:r>
        <w:rPr>
          <w:rtl/>
        </w:rPr>
        <w:t>پس از ادراك محسوس قوى</w:t>
      </w:r>
      <w:r w:rsidR="007D3118">
        <w:rPr>
          <w:rtl/>
        </w:rPr>
        <w:t xml:space="preserve">، </w:t>
      </w:r>
      <w:r>
        <w:rPr>
          <w:rtl/>
        </w:rPr>
        <w:t>محسوس ضعيف را ادراك نمى توان كرد</w:t>
      </w:r>
      <w:r w:rsidR="007D3118">
        <w:rPr>
          <w:rtl/>
        </w:rPr>
        <w:t xml:space="preserve">، </w:t>
      </w:r>
      <w:r>
        <w:rPr>
          <w:rtl/>
        </w:rPr>
        <w:t>مثلا</w:t>
      </w:r>
      <w:r w:rsidR="007D3118">
        <w:rPr>
          <w:rtl/>
        </w:rPr>
        <w:t xml:space="preserve">: </w:t>
      </w:r>
      <w:r>
        <w:rPr>
          <w:rtl/>
        </w:rPr>
        <w:t>پس از ديدن نور قوى</w:t>
      </w:r>
      <w:r w:rsidR="007D3118">
        <w:rPr>
          <w:rtl/>
        </w:rPr>
        <w:t xml:space="preserve">، </w:t>
      </w:r>
      <w:r>
        <w:rPr>
          <w:rtl/>
        </w:rPr>
        <w:t>نور ضعيف را نمى توان ديد و پس از شنيدن بانگ قوى آواز آهسته را نمى توان شنيد</w:t>
      </w:r>
      <w:r w:rsidR="007D3118">
        <w:rPr>
          <w:rtl/>
        </w:rPr>
        <w:t xml:space="preserve">. </w:t>
      </w:r>
      <w:r>
        <w:rPr>
          <w:rtl/>
        </w:rPr>
        <w:t>اما قوه عاقله پس از ادراك هر معنى</w:t>
      </w:r>
      <w:r w:rsidR="007D3118">
        <w:rPr>
          <w:rtl/>
        </w:rPr>
        <w:t xml:space="preserve">، </w:t>
      </w:r>
      <w:r>
        <w:rPr>
          <w:rtl/>
        </w:rPr>
        <w:t>معنى ديگر را تعقل تواند كرد و گويند</w:t>
      </w:r>
      <w:r w:rsidR="007D3118">
        <w:rPr>
          <w:rtl/>
        </w:rPr>
        <w:t xml:space="preserve">: </w:t>
      </w:r>
      <w:r>
        <w:rPr>
          <w:rtl/>
        </w:rPr>
        <w:t>روح با عالم مجردات و ملائكه مربوط است</w:t>
      </w:r>
      <w:r w:rsidR="007D3118">
        <w:rPr>
          <w:rtl/>
        </w:rPr>
        <w:t xml:space="preserve">، </w:t>
      </w:r>
      <w:r>
        <w:rPr>
          <w:rtl/>
        </w:rPr>
        <w:t>به دليل آن كه در رؤ يا از غيب و وقايع آينده خبردار مى شود و اين وقايع كه در خواب مى بيند البته در اين جهان نيست و ارواح اين جهانى از آينده خبر ندارند و هم گويند</w:t>
      </w:r>
      <w:r w:rsidR="007D3118">
        <w:rPr>
          <w:rtl/>
        </w:rPr>
        <w:t xml:space="preserve">: </w:t>
      </w:r>
      <w:r>
        <w:rPr>
          <w:rtl/>
        </w:rPr>
        <w:t>براى جان انسان در احاديث و اخبار صفاتى ثابت كرده اند كه دلالت بر تجرد او مى كند يعنى بر اين كه جسم نيست مثل آن كه از در بسته و دهان بسته بيرون مى رود و به قبر بسته داخل مى شود و مرئى نيست براى همه كس و امثال اين و چون جسمانى نيست به پراكنده شدن بدن</w:t>
      </w:r>
      <w:r w:rsidR="007D3118">
        <w:rPr>
          <w:rtl/>
        </w:rPr>
        <w:t xml:space="preserve">، </w:t>
      </w:r>
      <w:r>
        <w:rPr>
          <w:rtl/>
        </w:rPr>
        <w:t>فانى نمى شود</w:t>
      </w:r>
      <w:r w:rsidR="007D3118">
        <w:rPr>
          <w:rtl/>
        </w:rPr>
        <w:t xml:space="preserve">، </w:t>
      </w:r>
      <w:r>
        <w:rPr>
          <w:rtl/>
        </w:rPr>
        <w:t>بر خلاف قوه باصره چشم و هاضمه معده و ماسكه و امثال آن</w:t>
      </w:r>
      <w:r w:rsidR="007D3118">
        <w:rPr>
          <w:rtl/>
        </w:rPr>
        <w:t xml:space="preserve">. </w:t>
      </w:r>
    </w:p>
    <w:p w:rsidR="008D57EF" w:rsidRDefault="008D57EF" w:rsidP="000A4C2B">
      <w:pPr>
        <w:pStyle w:val="libFootnote"/>
        <w:rPr>
          <w:rtl/>
        </w:rPr>
      </w:pPr>
      <w:r>
        <w:rPr>
          <w:rtl/>
        </w:rPr>
        <w:t>102- ختم قرآن</w:t>
      </w:r>
      <w:r w:rsidR="007D3118">
        <w:rPr>
          <w:rtl/>
        </w:rPr>
        <w:t xml:space="preserve">: </w:t>
      </w:r>
      <w:r>
        <w:rPr>
          <w:rtl/>
        </w:rPr>
        <w:t>خواندن همه سور و آيات آن است و بيشتر علماى اصول گفتند همه قرآن همين است كه در دست ما است و هر كس آن را بخواند ختم قرآن كرده است و گروهى از اخباريان گفتند</w:t>
      </w:r>
      <w:r w:rsidR="007D3118">
        <w:rPr>
          <w:rtl/>
        </w:rPr>
        <w:t xml:space="preserve">: </w:t>
      </w:r>
      <w:r>
        <w:rPr>
          <w:rtl/>
        </w:rPr>
        <w:t>از اين قرآن چيزى كاستهاست و قول آنان را در محل خود باطل كرده اند</w:t>
      </w:r>
      <w:r w:rsidR="007D3118">
        <w:rPr>
          <w:rtl/>
        </w:rPr>
        <w:t xml:space="preserve">، </w:t>
      </w:r>
      <w:r>
        <w:rPr>
          <w:rtl/>
        </w:rPr>
        <w:t>مخصوصا صاحب مجمع البيان و سيد مرتضى و علامه حلى رحمه الله در كتاب تذكره گويد</w:t>
      </w:r>
      <w:r w:rsidR="007D3118">
        <w:rPr>
          <w:rtl/>
        </w:rPr>
        <w:t xml:space="preserve">: </w:t>
      </w:r>
      <w:r>
        <w:rPr>
          <w:rtl/>
        </w:rPr>
        <w:t xml:space="preserve">قرآن را بايد از روى مصحف على </w:t>
      </w:r>
      <w:r w:rsidR="000C598D" w:rsidRPr="000C598D">
        <w:rPr>
          <w:rStyle w:val="libAlaemChar"/>
          <w:rtl/>
        </w:rPr>
        <w:t>عليه‌السلام</w:t>
      </w:r>
      <w:r w:rsidR="007D3118">
        <w:rPr>
          <w:rtl/>
        </w:rPr>
        <w:t xml:space="preserve"> </w:t>
      </w:r>
      <w:r>
        <w:rPr>
          <w:rtl/>
        </w:rPr>
        <w:t>خواند نه از سار مصاحف و آن همين قرآن است كه امروز در دست ما است و صحابه بر آن اجماع كردند و نيز به نقل اهل اسلام</w:t>
      </w:r>
      <w:r w:rsidR="007D3118">
        <w:rPr>
          <w:rtl/>
        </w:rPr>
        <w:t xml:space="preserve">، </w:t>
      </w:r>
      <w:r>
        <w:rPr>
          <w:rtl/>
        </w:rPr>
        <w:t>غير از احمد حنبل</w:t>
      </w:r>
      <w:r w:rsidR="007D3118">
        <w:rPr>
          <w:rtl/>
        </w:rPr>
        <w:t xml:space="preserve">، </w:t>
      </w:r>
      <w:r>
        <w:rPr>
          <w:rtl/>
        </w:rPr>
        <w:t xml:space="preserve">عبارت </w:t>
      </w:r>
      <w:r>
        <w:rPr>
          <w:rtl/>
        </w:rPr>
        <w:lastRenderedPageBreak/>
        <w:t>قرآن بايد به تواتر منقول گردد و به خواندن قرائتى كه به طريق آحاد به ما رسيده باشد هر چند به سند قوى از قول پيغمبر (</w:t>
      </w:r>
      <w:r w:rsidR="00865B4A" w:rsidRPr="00865B4A">
        <w:rPr>
          <w:rStyle w:val="libAlaemChar"/>
          <w:rtl/>
        </w:rPr>
        <w:t>صلى‌الله‌عليه‌وآله‌وسلم</w:t>
      </w:r>
      <w:r w:rsidR="007D3118">
        <w:rPr>
          <w:rtl/>
        </w:rPr>
        <w:t xml:space="preserve">) </w:t>
      </w:r>
      <w:r>
        <w:rPr>
          <w:rtl/>
        </w:rPr>
        <w:t>روايت كنند جايز نيست و اين قرائت ها كه در شواذ از پيغمبر (</w:t>
      </w:r>
      <w:r w:rsidR="00865B4A" w:rsidRPr="00865B4A">
        <w:rPr>
          <w:rStyle w:val="libAlaemChar"/>
          <w:rtl/>
        </w:rPr>
        <w:t>صلى‌الله‌عليه‌وآله‌وسلم</w:t>
      </w:r>
      <w:r w:rsidR="007D3118">
        <w:rPr>
          <w:rtl/>
        </w:rPr>
        <w:t xml:space="preserve">) </w:t>
      </w:r>
      <w:r>
        <w:rPr>
          <w:rtl/>
        </w:rPr>
        <w:t xml:space="preserve">يا ائمه </w:t>
      </w:r>
      <w:r w:rsidR="000C598D" w:rsidRPr="000C598D">
        <w:rPr>
          <w:rStyle w:val="libAlaemChar"/>
          <w:rtl/>
        </w:rPr>
        <w:t>عليهم‌السلام</w:t>
      </w:r>
      <w:r w:rsidR="007D3118">
        <w:rPr>
          <w:rtl/>
        </w:rPr>
        <w:t xml:space="preserve"> </w:t>
      </w:r>
      <w:r>
        <w:rPr>
          <w:rtl/>
        </w:rPr>
        <w:t>و صحابه كرام چون ابى بن كعب و عبدالله بن مسعود روايت شده نمى توان متابعت كرد چون هيچ يك قطعى و مسلم نيست و همه روايات آحاد است و اگر در حضور آنان بوديم و قرائت پيغمبر (</w:t>
      </w:r>
      <w:r w:rsidR="00865B4A" w:rsidRPr="00865B4A">
        <w:rPr>
          <w:rStyle w:val="libAlaemChar"/>
          <w:rtl/>
        </w:rPr>
        <w:t>صلى‌الله‌عليه‌وآله‌وسلم</w:t>
      </w:r>
      <w:r w:rsidR="007D3118">
        <w:rPr>
          <w:rtl/>
        </w:rPr>
        <w:t xml:space="preserve">) </w:t>
      </w:r>
      <w:r>
        <w:rPr>
          <w:rtl/>
        </w:rPr>
        <w:t>و صحابه او را مى شنيديم متابعت آنان مى كرديم</w:t>
      </w:r>
      <w:r w:rsidR="007D3118">
        <w:rPr>
          <w:rtl/>
        </w:rPr>
        <w:t xml:space="preserve">. </w:t>
      </w:r>
    </w:p>
    <w:p w:rsidR="008D57EF" w:rsidRDefault="008D57EF" w:rsidP="000A4C2B">
      <w:pPr>
        <w:pStyle w:val="libFootnote"/>
        <w:rPr>
          <w:rtl/>
        </w:rPr>
      </w:pPr>
      <w:r>
        <w:rPr>
          <w:rtl/>
        </w:rPr>
        <w:t>متابعت قاعدهنحوى در قرائت قرآن بى سماع و نقل جايز نيست مثلا ياى متكلم را در بعضى كلمات به فتح خوانند و در بعضى ديگر به سكون و در بعضى به هر دو وجه</w:t>
      </w:r>
      <w:r w:rsidR="007D3118">
        <w:rPr>
          <w:rtl/>
        </w:rPr>
        <w:t xml:space="preserve">، </w:t>
      </w:r>
      <w:r>
        <w:rPr>
          <w:rtl/>
        </w:rPr>
        <w:t>براى ما جايز نيست جايى كه به يك وجه قرائت كردند و به وجه ديگر بخوانيم</w:t>
      </w:r>
      <w:r w:rsidR="007D3118">
        <w:rPr>
          <w:rtl/>
        </w:rPr>
        <w:t xml:space="preserve">، </w:t>
      </w:r>
      <w:r>
        <w:rPr>
          <w:rtl/>
        </w:rPr>
        <w:t>هرچند به قاعده نحوى جايز است</w:t>
      </w:r>
      <w:r w:rsidR="007D3118">
        <w:rPr>
          <w:rtl/>
        </w:rPr>
        <w:t xml:space="preserve">. </w:t>
      </w:r>
      <w:r>
        <w:rPr>
          <w:rtl/>
        </w:rPr>
        <w:t>قرائت قراء سبعه متواتر و قطعى است چون از زمان خود آن ها تا عهد ما چنان شهرت داشت كه احتمال توافق راويان بر جعل دروغ با علم و اطلاع عامه خلق ممكن نيست و يقين داريم هر چه در كتب قرائت غير شواذ از اين هفت تن نقل كردند</w:t>
      </w:r>
      <w:r w:rsidR="007D3118">
        <w:rPr>
          <w:rtl/>
        </w:rPr>
        <w:t xml:space="preserve">، </w:t>
      </w:r>
      <w:r>
        <w:rPr>
          <w:rtl/>
        </w:rPr>
        <w:t>حتما از آنهااست و از سه تن ديگر براى متتبع از علماى قرائت ممكن است علم حاصل گردد اما ساير قاريان قرائتشان متواتر نيست و از اين قراآت متواتر يكى موافق آن است كه از آسمان فروئد آمد و ديگر قراآت مجوز و مرخص است چنان كه در كتب ديگر غير قرآن ديده ايم مولف يك كلمه را به دو وجه يا بيشتر تجويز كرده است</w:t>
      </w:r>
      <w:r w:rsidR="007D3118">
        <w:rPr>
          <w:rtl/>
        </w:rPr>
        <w:t xml:space="preserve">، </w:t>
      </w:r>
      <w:r>
        <w:rPr>
          <w:rtl/>
        </w:rPr>
        <w:t xml:space="preserve">قرآن را در عهد پيغمبر صلى الله عليه و آله سلم و ساير ائمه </w:t>
      </w:r>
      <w:r w:rsidR="000C598D" w:rsidRPr="000C598D">
        <w:rPr>
          <w:rStyle w:val="libAlaemChar"/>
          <w:rtl/>
        </w:rPr>
        <w:t>عليهم‌السلام</w:t>
      </w:r>
      <w:r w:rsidR="007D3118">
        <w:rPr>
          <w:rtl/>
        </w:rPr>
        <w:t xml:space="preserve"> </w:t>
      </w:r>
      <w:r>
        <w:rPr>
          <w:rtl/>
        </w:rPr>
        <w:t xml:space="preserve">به اختلاف قرائت مى خواندند در حضور حجج </w:t>
      </w:r>
      <w:r w:rsidR="000C598D" w:rsidRPr="000C598D">
        <w:rPr>
          <w:rStyle w:val="libAlaemChar"/>
          <w:rtl/>
        </w:rPr>
        <w:t>عليهم‌السلام</w:t>
      </w:r>
      <w:r w:rsidR="007D3118">
        <w:rPr>
          <w:rtl/>
        </w:rPr>
        <w:t xml:space="preserve"> </w:t>
      </w:r>
      <w:r>
        <w:rPr>
          <w:rtl/>
        </w:rPr>
        <w:t>و آن ها تجويز مى كردند تسهيلا على العباد و ما شرح اين مطلب را در حاشيه وافى و مجمع البيان گفته ايم</w:t>
      </w:r>
      <w:r w:rsidR="007D3118">
        <w:rPr>
          <w:rtl/>
        </w:rPr>
        <w:t xml:space="preserve">. </w:t>
      </w:r>
    </w:p>
    <w:p w:rsidR="008D57EF" w:rsidRDefault="008D57EF" w:rsidP="000A4C2B">
      <w:pPr>
        <w:pStyle w:val="libFootnote"/>
        <w:rPr>
          <w:rtl/>
        </w:rPr>
      </w:pPr>
      <w:r>
        <w:rPr>
          <w:rtl/>
        </w:rPr>
        <w:t>بعضى مردم زمان ما كه از سِيَر و تواريخ و قرائت و رجال خبر ندارد و در اين امور تدبرى نكرده اند گويند</w:t>
      </w:r>
      <w:r w:rsidR="007D3118">
        <w:rPr>
          <w:rtl/>
        </w:rPr>
        <w:t xml:space="preserve">: </w:t>
      </w:r>
      <w:r>
        <w:rPr>
          <w:rtl/>
        </w:rPr>
        <w:t>قرائت سبعه متواتر نيست يا آنهابه اجتهاد خويش قرائت مى كردند نه از سماع</w:t>
      </w:r>
      <w:r w:rsidR="007D3118">
        <w:rPr>
          <w:rtl/>
        </w:rPr>
        <w:t xml:space="preserve">، </w:t>
      </w:r>
      <w:r>
        <w:rPr>
          <w:rtl/>
        </w:rPr>
        <w:t>و ما قرائن بسيار در حواشى مجمع البيان و وافى ذكر كرديم كه سخن اينان صحيح نيست و فقهاى ما معتقدند بر تواتر سبعه و سماع ايشان چنان كه حفص در سوره فرقان يخلد فيهى مهانا به اشباع خواند با اين كه مى توانست بى اشباع به موافقت قاعده عربيت صحيح است اما نخواند چون سماع وى به اشباع بود و بما عاهد عليه الله را به ضم هاى ضمير خواند و مى دانست در نحو عليه به كسر هاء نيز جايز ناست و امثال اين بسيار شمرده ايم و عجب است كه در جواهر نيز موافقت آنان كرده است</w:t>
      </w:r>
      <w:r w:rsidR="007D3118">
        <w:rPr>
          <w:rtl/>
        </w:rPr>
        <w:t xml:space="preserve">. </w:t>
      </w:r>
    </w:p>
    <w:p w:rsidR="008D57EF" w:rsidRDefault="008D57EF" w:rsidP="000A4C2B">
      <w:pPr>
        <w:pStyle w:val="libFootnote"/>
        <w:rPr>
          <w:rtl/>
        </w:rPr>
      </w:pPr>
      <w:r>
        <w:rPr>
          <w:rtl/>
        </w:rPr>
        <w:t xml:space="preserve">103- از سيد بن طاووس نقل است كه خوانند اين دعا كلماتى را از قبيل اورثتنا علمه و فضلتنا على من جهل را تغيير دهد و عبارتى آورد كه مناسب حال خودش باشد و مقصود وى آن است كه غير امام اين كلمات را نتوان گفت و به نظر ما مى رسد كه تغيير دادن ضرور نباشد و غير </w:t>
      </w:r>
      <w:r>
        <w:rPr>
          <w:rtl/>
        </w:rPr>
        <w:lastRenderedPageBreak/>
        <w:t>امام هم چنين سخن تواند گفت زيرا كه هر كس نصيبى از قرآن دارد برتر از آن است كه ندارد و بايد خداى را بر اين نعمت سپاس گويد</w:t>
      </w:r>
      <w:r w:rsidR="007D3118">
        <w:rPr>
          <w:rtl/>
        </w:rPr>
        <w:t xml:space="preserve">. </w:t>
      </w:r>
    </w:p>
    <w:p w:rsidR="008D57EF" w:rsidRDefault="008D57EF" w:rsidP="000A4C2B">
      <w:pPr>
        <w:pStyle w:val="libFootnote"/>
        <w:rPr>
          <w:rtl/>
        </w:rPr>
      </w:pPr>
      <w:r>
        <w:rPr>
          <w:rtl/>
        </w:rPr>
        <w:t>104- قرب وسيلته به معنى آن است كه هر چه پيغمبر (</w:t>
      </w:r>
      <w:r w:rsidR="00865B4A" w:rsidRPr="00865B4A">
        <w:rPr>
          <w:rStyle w:val="libAlaemChar"/>
          <w:rtl/>
        </w:rPr>
        <w:t>صلى‌الله‌عليه‌وآله‌وسلم</w:t>
      </w:r>
      <w:r w:rsidR="007D3118">
        <w:rPr>
          <w:rtl/>
        </w:rPr>
        <w:t xml:space="preserve">) </w:t>
      </w:r>
      <w:r>
        <w:rPr>
          <w:rtl/>
        </w:rPr>
        <w:t>وسيله شفاعت قرار دهد و بدان تقرب جويد آن را بپذير و پسنديده دار</w:t>
      </w:r>
      <w:r w:rsidR="007D3118">
        <w:rPr>
          <w:rtl/>
        </w:rPr>
        <w:t xml:space="preserve">، </w:t>
      </w:r>
      <w:r>
        <w:rPr>
          <w:rtl/>
        </w:rPr>
        <w:t>قوله</w:t>
      </w:r>
      <w:r w:rsidR="007D3118">
        <w:rPr>
          <w:rtl/>
        </w:rPr>
        <w:t xml:space="preserve">: </w:t>
      </w:r>
      <w:r>
        <w:rPr>
          <w:rtl/>
        </w:rPr>
        <w:t>و توفنا على ملته ملت دين است و سيد فرمايد</w:t>
      </w:r>
      <w:r w:rsidR="007D3118">
        <w:rPr>
          <w:rtl/>
        </w:rPr>
        <w:t xml:space="preserve">: </w:t>
      </w:r>
      <w:r>
        <w:rPr>
          <w:rtl/>
        </w:rPr>
        <w:t>كه هميشه به پيغمبر اضافه مى شود مانند ملة ابراهيم و به خداوند يا به آحاد مردم مضاف نشود و نگويند ملة الله و ملة زيد</w:t>
      </w:r>
      <w:r w:rsidR="007D3118">
        <w:rPr>
          <w:rtl/>
        </w:rPr>
        <w:t xml:space="preserve">. </w:t>
      </w:r>
    </w:p>
    <w:p w:rsidR="008D57EF" w:rsidRDefault="008D57EF" w:rsidP="000A4C2B">
      <w:pPr>
        <w:pStyle w:val="libFootnote"/>
        <w:rPr>
          <w:rtl/>
        </w:rPr>
      </w:pPr>
      <w:r>
        <w:rPr>
          <w:rtl/>
        </w:rPr>
        <w:t>و اين بنده گويد</w:t>
      </w:r>
      <w:r w:rsidR="007D3118">
        <w:rPr>
          <w:rtl/>
        </w:rPr>
        <w:t xml:space="preserve">: </w:t>
      </w:r>
      <w:r>
        <w:rPr>
          <w:rtl/>
        </w:rPr>
        <w:t>ابوالعلاء معرى بر خلاف اين استعمال كرده و گويد</w:t>
      </w:r>
      <w:r w:rsidR="007D3118">
        <w:rPr>
          <w:rtl/>
        </w:rPr>
        <w:t xml:space="preserve">: </w:t>
      </w:r>
    </w:p>
    <w:p w:rsidR="008D57EF" w:rsidRDefault="008D57EF" w:rsidP="000A4C2B">
      <w:pPr>
        <w:pStyle w:val="libFootnote"/>
        <w:rPr>
          <w:rtl/>
        </w:rPr>
      </w:pPr>
      <w:r>
        <w:rPr>
          <w:rtl/>
        </w:rPr>
        <w:t xml:space="preserve">غير مجد فى ملتى و اعتقادى </w:t>
      </w:r>
      <w:r>
        <w:rPr>
          <w:rtl/>
        </w:rPr>
        <w:tab/>
      </w:r>
      <w:r>
        <w:rPr>
          <w:rtl/>
        </w:rPr>
        <w:tab/>
        <w:t>نوح باك و لا ترنم شادى</w:t>
      </w:r>
    </w:p>
    <w:p w:rsidR="008D57EF" w:rsidRDefault="008D57EF" w:rsidP="000A4C2B">
      <w:pPr>
        <w:pStyle w:val="libFootnote"/>
        <w:rPr>
          <w:rtl/>
        </w:rPr>
      </w:pPr>
      <w:r>
        <w:rPr>
          <w:rtl/>
        </w:rPr>
        <w:t>105- دعاى ماه نو را علماى اسلام سنت دانند و از ابن عقيل نقل كنند كه هنگام ديدن هلال رمضان آن را واجب دانسته است و ظاهرا غرض ‍ واستجاب موكد است</w:t>
      </w:r>
      <w:r w:rsidR="007D3118">
        <w:rPr>
          <w:rtl/>
        </w:rPr>
        <w:t xml:space="preserve">. </w:t>
      </w:r>
    </w:p>
    <w:p w:rsidR="008D57EF" w:rsidRDefault="008D57EF" w:rsidP="000A4C2B">
      <w:pPr>
        <w:pStyle w:val="libFootnote"/>
      </w:pPr>
    </w:p>
    <w:p w:rsidR="008D57EF" w:rsidRDefault="008D57EF" w:rsidP="000A4C2B">
      <w:pPr>
        <w:pStyle w:val="libFootnote"/>
        <w:rPr>
          <w:rtl/>
        </w:rPr>
      </w:pPr>
      <w:r>
        <w:rPr>
          <w:rtl/>
        </w:rPr>
        <w:t>106- خطاب كردن و سخن گفتن با ماه نو به اعتبار آن است كه عقل و حيات در همه موجودات سارى است خصوصا در سماوات و به اين اعتبار همه چيز تسبيح حق كنند و سيد شارح از شيخ بهايى نقل كرده است كه</w:t>
      </w:r>
      <w:r w:rsidR="007D3118">
        <w:rPr>
          <w:rtl/>
        </w:rPr>
        <w:t xml:space="preserve">: </w:t>
      </w:r>
      <w:r>
        <w:rPr>
          <w:rtl/>
        </w:rPr>
        <w:t>خطاب به ماه دلالت بر آن دارد كه آن زنده و مدرك است و بسيارى از حكما گويند در ستارگان ميت نيست</w:t>
      </w:r>
      <w:r w:rsidR="007D3118">
        <w:rPr>
          <w:rtl/>
        </w:rPr>
        <w:t xml:space="preserve">. </w:t>
      </w:r>
    </w:p>
    <w:p w:rsidR="008D57EF" w:rsidRDefault="008D57EF" w:rsidP="000A4C2B">
      <w:pPr>
        <w:pStyle w:val="libFootnote"/>
        <w:rPr>
          <w:rtl/>
        </w:rPr>
      </w:pPr>
      <w:r>
        <w:rPr>
          <w:rtl/>
        </w:rPr>
        <w:t>ابن سينا در شفا و اشارات اين قول را اختيار كرده و گزافت نگفته</w:t>
      </w:r>
      <w:r w:rsidR="007D3118">
        <w:rPr>
          <w:rtl/>
        </w:rPr>
        <w:t xml:space="preserve">، </w:t>
      </w:r>
      <w:r>
        <w:rPr>
          <w:rtl/>
        </w:rPr>
        <w:t>نه از آن جهت كه سخن ابن سينا حجت باشد و متابعت وى لازم</w:t>
      </w:r>
      <w:r w:rsidR="007D3118">
        <w:rPr>
          <w:rtl/>
        </w:rPr>
        <w:t xml:space="preserve">، </w:t>
      </w:r>
      <w:r>
        <w:rPr>
          <w:rtl/>
        </w:rPr>
        <w:t>بلكه تاييد را شايد و در شرع بر خلاف آن چيزى نيامده</w:t>
      </w:r>
      <w:r w:rsidR="007D3118">
        <w:rPr>
          <w:rtl/>
        </w:rPr>
        <w:t xml:space="preserve">، </w:t>
      </w:r>
      <w:r>
        <w:rPr>
          <w:rtl/>
        </w:rPr>
        <w:t>پشه و مورچه و پست تر از آن ها جان دارند</w:t>
      </w:r>
      <w:r w:rsidR="007D3118">
        <w:rPr>
          <w:rtl/>
        </w:rPr>
        <w:t xml:space="preserve">، </w:t>
      </w:r>
      <w:r>
        <w:rPr>
          <w:rtl/>
        </w:rPr>
        <w:t>چه مانع كه آن اجسام شريفه نيز جاندار باشند و جماعتى گويند همه چيز جان دارند (انتهى ملخصا</w:t>
      </w:r>
      <w:r w:rsidR="007D3118">
        <w:rPr>
          <w:rtl/>
        </w:rPr>
        <w:t xml:space="preserve">) </w:t>
      </w:r>
    </w:p>
    <w:p w:rsidR="008D57EF" w:rsidRDefault="008D57EF" w:rsidP="000A4C2B">
      <w:pPr>
        <w:pStyle w:val="libFootnote"/>
        <w:rPr>
          <w:rtl/>
        </w:rPr>
      </w:pPr>
      <w:r>
        <w:rPr>
          <w:rtl/>
        </w:rPr>
        <w:t>و نظير اين سخن را فيض در حاشيه صحيفه آورده و اين ابيات كه ظاهرا از سنايى است بر هامش آن ملحق است</w:t>
      </w:r>
      <w:r w:rsidR="007D3118">
        <w:rPr>
          <w:rtl/>
        </w:rPr>
        <w:t xml:space="preserve">: </w:t>
      </w:r>
    </w:p>
    <w:p w:rsidR="008D57EF" w:rsidRDefault="008D57EF" w:rsidP="000A4C2B">
      <w:pPr>
        <w:pStyle w:val="libFootnote"/>
        <w:rPr>
          <w:rtl/>
        </w:rPr>
      </w:pPr>
      <w:r>
        <w:rPr>
          <w:rtl/>
        </w:rPr>
        <w:t xml:space="preserve">از ملك نه فلك چو گردان است </w:t>
      </w:r>
      <w:r>
        <w:rPr>
          <w:rtl/>
        </w:rPr>
        <w:tab/>
      </w:r>
      <w:r>
        <w:rPr>
          <w:rtl/>
        </w:rPr>
        <w:tab/>
        <w:t>فلك آمد تن و ملك جان است</w:t>
      </w:r>
    </w:p>
    <w:p w:rsidR="008D57EF" w:rsidRDefault="008D57EF" w:rsidP="000A4C2B">
      <w:pPr>
        <w:pStyle w:val="libFootnote"/>
        <w:rPr>
          <w:rtl/>
        </w:rPr>
      </w:pPr>
      <w:r>
        <w:rPr>
          <w:rtl/>
        </w:rPr>
        <w:t xml:space="preserve">عرش و كرسى و جرم هاى كرات </w:t>
      </w:r>
      <w:r>
        <w:rPr>
          <w:rtl/>
        </w:rPr>
        <w:tab/>
      </w:r>
      <w:r>
        <w:rPr>
          <w:rtl/>
        </w:rPr>
        <w:tab/>
        <w:t>كمترست از بهايم و حشرات؟</w:t>
      </w:r>
    </w:p>
    <w:p w:rsidR="008D57EF" w:rsidRDefault="008D57EF" w:rsidP="000A4C2B">
      <w:pPr>
        <w:pStyle w:val="libFootnote"/>
        <w:rPr>
          <w:rtl/>
        </w:rPr>
      </w:pPr>
      <w:r>
        <w:rPr>
          <w:rtl/>
        </w:rPr>
        <w:t xml:space="preserve">خنفسا و مگس حمار قبان </w:t>
      </w:r>
      <w:r>
        <w:rPr>
          <w:rtl/>
        </w:rPr>
        <w:tab/>
      </w:r>
      <w:r>
        <w:rPr>
          <w:rtl/>
        </w:rPr>
        <w:tab/>
        <w:t>همه با جان و مهر و مه بى جان؟</w:t>
      </w:r>
    </w:p>
    <w:p w:rsidR="008D57EF" w:rsidRDefault="008D57EF" w:rsidP="000A4C2B">
      <w:pPr>
        <w:pStyle w:val="libFootnote"/>
        <w:rPr>
          <w:rtl/>
        </w:rPr>
      </w:pPr>
      <w:r>
        <w:rPr>
          <w:rtl/>
        </w:rPr>
        <w:t>و سيد مرتضى رحمه الله گويد</w:t>
      </w:r>
      <w:r w:rsidR="007D3118">
        <w:rPr>
          <w:rtl/>
        </w:rPr>
        <w:t xml:space="preserve">: </w:t>
      </w:r>
      <w:r>
        <w:rPr>
          <w:rtl/>
        </w:rPr>
        <w:t>بين مسلمانان خلاف نيست كه آسمان و ستارگان زنده نيستند و همه به تسخير و تدبير پروردگار مى گردند و اين از دين رسول (</w:t>
      </w:r>
      <w:r w:rsidR="00865B4A" w:rsidRPr="00865B4A">
        <w:rPr>
          <w:rStyle w:val="libAlaemChar"/>
          <w:rtl/>
        </w:rPr>
        <w:t>صلى‌الله‌عليه‌وآله‌وسلم</w:t>
      </w:r>
      <w:r w:rsidR="007D3118">
        <w:rPr>
          <w:rtl/>
        </w:rPr>
        <w:t xml:space="preserve">) </w:t>
      </w:r>
      <w:r>
        <w:rPr>
          <w:rtl/>
        </w:rPr>
        <w:t>معلوم است بالضرورة (انتهى</w:t>
      </w:r>
      <w:r w:rsidR="007D3118">
        <w:rPr>
          <w:rtl/>
        </w:rPr>
        <w:t xml:space="preserve">) </w:t>
      </w:r>
      <w:r>
        <w:rPr>
          <w:rtl/>
        </w:rPr>
        <w:t>و سيد شارح فرمايد</w:t>
      </w:r>
      <w:r w:rsidR="007D3118">
        <w:rPr>
          <w:rtl/>
        </w:rPr>
        <w:t xml:space="preserve">: </w:t>
      </w:r>
      <w:r>
        <w:rPr>
          <w:rtl/>
        </w:rPr>
        <w:t>اين اتفاق و ضرورت كه سيد دعوى كرده است قابل بحث و ايراد باشند (انتهى</w:t>
      </w:r>
      <w:r w:rsidR="007D3118">
        <w:rPr>
          <w:rtl/>
        </w:rPr>
        <w:t xml:space="preserve">) </w:t>
      </w:r>
    </w:p>
    <w:p w:rsidR="008D57EF" w:rsidRDefault="008D57EF" w:rsidP="000A4C2B">
      <w:pPr>
        <w:pStyle w:val="libFootnote"/>
        <w:rPr>
          <w:rtl/>
        </w:rPr>
      </w:pPr>
      <w:r>
        <w:rPr>
          <w:rtl/>
        </w:rPr>
        <w:lastRenderedPageBreak/>
        <w:t>و اين حقير گويد</w:t>
      </w:r>
      <w:r w:rsidR="007D3118">
        <w:rPr>
          <w:rtl/>
        </w:rPr>
        <w:t xml:space="preserve">: </w:t>
      </w:r>
      <w:r>
        <w:rPr>
          <w:rtl/>
        </w:rPr>
        <w:t>حيات در اصطلاح عامه مردم و لغت براى جسمى ثابت كنند كه آلات و قواى مختلف ارد و هر يك را در چيزى به كار برد مانند دست و پا و چشم و گوش و برگ و شاخ و ريشه و گل و ميوه در درخت و گياه و به اين معنى آسمان ها و كواكب و اجسام عنصرى جان ندارند</w:t>
      </w:r>
      <w:r w:rsidR="007D3118">
        <w:rPr>
          <w:rtl/>
        </w:rPr>
        <w:t xml:space="preserve">. </w:t>
      </w:r>
    </w:p>
    <w:p w:rsidR="008D57EF" w:rsidRDefault="008D57EF" w:rsidP="000A4C2B">
      <w:pPr>
        <w:pStyle w:val="libFootnote"/>
        <w:rPr>
          <w:rtl/>
        </w:rPr>
      </w:pPr>
      <w:r>
        <w:rPr>
          <w:rtl/>
        </w:rPr>
        <w:t>و سيد مرتضى مقصودش نفى اين گونه حيات لغوى است</w:t>
      </w:r>
      <w:r w:rsidR="007D3118">
        <w:rPr>
          <w:rtl/>
        </w:rPr>
        <w:t xml:space="preserve">، </w:t>
      </w:r>
      <w:r>
        <w:rPr>
          <w:rtl/>
        </w:rPr>
        <w:t>اما در اصطلاح اغلب حكما حيات را بر اعم از اين معنى اطلاق كنند و آن كه همه چيز را جاندار گويد آن ها را آلى يعنى داراى آلت هاى مختلف نداند</w:t>
      </w:r>
      <w:r w:rsidR="007D3118">
        <w:rPr>
          <w:rtl/>
        </w:rPr>
        <w:t xml:space="preserve">، </w:t>
      </w:r>
      <w:r>
        <w:rPr>
          <w:rtl/>
        </w:rPr>
        <w:t>و نگويد كه حيات در آن پيدا باشد و آثار آن را بتوان ديد</w:t>
      </w:r>
      <w:r w:rsidR="007D3118">
        <w:rPr>
          <w:rtl/>
        </w:rPr>
        <w:t xml:space="preserve">. </w:t>
      </w:r>
      <w:r>
        <w:rPr>
          <w:rtl/>
        </w:rPr>
        <w:t>كسى كه نزديك كواكب رود آن ها را مانند قطعه سنگ بيند كه نه آلت هاى گوناگون دارد و نه كارهاى مختلف از او مى بيند</w:t>
      </w:r>
      <w:r w:rsidR="007D3118">
        <w:rPr>
          <w:rtl/>
        </w:rPr>
        <w:t xml:space="preserve">. </w:t>
      </w:r>
      <w:r>
        <w:rPr>
          <w:rtl/>
        </w:rPr>
        <w:t>اما تدبير بزرگ و حكم و مصالح عظيم كه در جهان به كار مى رود دلالت بر آن كند كه حركات آن ها به تدبير عقلى است متعلق به اين اجسام و مسلط بر هر يك</w:t>
      </w:r>
      <w:r w:rsidR="007D3118">
        <w:rPr>
          <w:rtl/>
        </w:rPr>
        <w:t xml:space="preserve">، </w:t>
      </w:r>
      <w:r>
        <w:rPr>
          <w:rtl/>
        </w:rPr>
        <w:t>خواه آن ها را عقول و نفوس كليه گويند يا فرشتگان موكل يا به تعبير قرآن المدبرات امرا</w:t>
      </w:r>
      <w:r w:rsidR="007D3118">
        <w:rPr>
          <w:rtl/>
        </w:rPr>
        <w:t xml:space="preserve">. </w:t>
      </w:r>
      <w:r>
        <w:rPr>
          <w:rtl/>
        </w:rPr>
        <w:t>و اگر با اين حال خطاب با ماه بر كسى دشوار باشد در وقت خواندن دعا قصد فرشته كند كه ماه در تدبير اوست</w:t>
      </w:r>
      <w:r w:rsidR="007D3118">
        <w:rPr>
          <w:rtl/>
        </w:rPr>
        <w:t xml:space="preserve">. </w:t>
      </w:r>
    </w:p>
    <w:p w:rsidR="008D57EF" w:rsidRDefault="008D57EF" w:rsidP="000A4C2B">
      <w:pPr>
        <w:pStyle w:val="libFootnote"/>
        <w:rPr>
          <w:rtl/>
        </w:rPr>
      </w:pPr>
      <w:r>
        <w:rPr>
          <w:rtl/>
        </w:rPr>
        <w:t>107- سبك سير گفت براى آن كه سير ماه از همه سيارات تندتر است و در بيست و هفت روز تقريبا همه بروج آسمان را مى پيمايد</w:t>
      </w:r>
      <w:r w:rsidR="007D3118">
        <w:rPr>
          <w:rtl/>
        </w:rPr>
        <w:t xml:space="preserve">. </w:t>
      </w:r>
    </w:p>
    <w:p w:rsidR="008D57EF" w:rsidRDefault="008D57EF" w:rsidP="000A4C2B">
      <w:pPr>
        <w:pStyle w:val="libFootnote"/>
        <w:rPr>
          <w:rtl/>
        </w:rPr>
      </w:pPr>
      <w:r>
        <w:rPr>
          <w:rtl/>
        </w:rPr>
        <w:t>108- منزل هاى ماه بيست و هشت است و آن ها ستارگانند كه ماه هر روز از نزديك يكى از آن ها مى گذرد</w:t>
      </w:r>
      <w:r w:rsidR="007D3118">
        <w:rPr>
          <w:rtl/>
        </w:rPr>
        <w:t xml:space="preserve">، </w:t>
      </w:r>
      <w:r>
        <w:rPr>
          <w:rtl/>
        </w:rPr>
        <w:t>جز منزل بيست و يكم كه آن را بلده گويند و آن جاى خالى است</w:t>
      </w:r>
      <w:r w:rsidR="007D3118">
        <w:rPr>
          <w:rtl/>
        </w:rPr>
        <w:t xml:space="preserve">، </w:t>
      </w:r>
      <w:r>
        <w:rPr>
          <w:rtl/>
        </w:rPr>
        <w:t>در آن كوكبى نمودار نيست و چون اين منازل بر بروج تقسيم شود</w:t>
      </w:r>
      <w:r w:rsidR="007D3118">
        <w:rPr>
          <w:rtl/>
        </w:rPr>
        <w:t xml:space="preserve">، </w:t>
      </w:r>
      <w:r>
        <w:rPr>
          <w:rtl/>
        </w:rPr>
        <w:t>هر برج را دو منزل و نيم رسد</w:t>
      </w:r>
      <w:r w:rsidR="007D3118">
        <w:rPr>
          <w:rtl/>
        </w:rPr>
        <w:t xml:space="preserve">. </w:t>
      </w:r>
      <w:r>
        <w:rPr>
          <w:rtl/>
        </w:rPr>
        <w:t>و فرمود</w:t>
      </w:r>
      <w:r w:rsidR="007D3118">
        <w:rPr>
          <w:rtl/>
        </w:rPr>
        <w:t xml:space="preserve">: </w:t>
      </w:r>
      <w:r>
        <w:rPr>
          <w:rtl/>
        </w:rPr>
        <w:t>«به اندازه» چون حركت ماه و ستارگان ديگر چنان به دقت منظم است كه با گذشتن هزاران سال اندك تغيير در آن ها مشاهده نكردند</w:t>
      </w:r>
      <w:r w:rsidR="007D3118">
        <w:rPr>
          <w:rtl/>
        </w:rPr>
        <w:t xml:space="preserve">، </w:t>
      </w:r>
      <w:r>
        <w:rPr>
          <w:rtl/>
        </w:rPr>
        <w:t>ماه قمرى بيست و نه روز و دوازده ساعت و چهل و چهار دقيقه است و هرگز چهل و سه دقيقه يا چهل و پنج دقيقه نشد</w:t>
      </w:r>
      <w:r w:rsidR="007D3118">
        <w:rPr>
          <w:rtl/>
        </w:rPr>
        <w:t xml:space="preserve">، </w:t>
      </w:r>
      <w:r>
        <w:rPr>
          <w:rtl/>
        </w:rPr>
        <w:t>چنان چه خداوند فرمود</w:t>
      </w:r>
      <w:r w:rsidR="007D3118">
        <w:rPr>
          <w:rtl/>
        </w:rPr>
        <w:t xml:space="preserve">: </w:t>
      </w:r>
      <w:r>
        <w:rPr>
          <w:rtl/>
        </w:rPr>
        <w:t>كل يجرى لاَجل مسمّىً</w:t>
      </w:r>
    </w:p>
    <w:p w:rsidR="008D57EF" w:rsidRDefault="008D57EF" w:rsidP="000A4C2B">
      <w:pPr>
        <w:pStyle w:val="libFootnote"/>
        <w:rPr>
          <w:rtl/>
        </w:rPr>
      </w:pPr>
      <w:r>
        <w:rPr>
          <w:rtl/>
        </w:rPr>
        <w:t>109- چاره گرى تدبير پروردگار است در سير ماه براى مصالحى كه خود داند مانند ضبط اوقات براى حاجات مردم</w:t>
      </w:r>
      <w:r w:rsidR="007D3118">
        <w:rPr>
          <w:rtl/>
        </w:rPr>
        <w:t xml:space="preserve">. </w:t>
      </w:r>
    </w:p>
    <w:p w:rsidR="008D57EF" w:rsidRDefault="008D57EF" w:rsidP="000A4C2B">
      <w:pPr>
        <w:pStyle w:val="libFootnote"/>
        <w:rPr>
          <w:rtl/>
        </w:rPr>
      </w:pPr>
      <w:r>
        <w:rPr>
          <w:rtl/>
        </w:rPr>
        <w:t>110- افزايش و كاهش نور ماه از غزه تا سلخ به سبب اختلاف مقابله با خورشيد و طلوع و غروب آن در هر شبانه روز به سبب حائل گشتن زمين و گرفتگى آن در خسوف به سبب حائل گشتن ميان ماه و خورشيد از علايم قدرت پروردگار و مسخر بودن ماه است</w:t>
      </w:r>
      <w:r w:rsidR="007D3118">
        <w:rPr>
          <w:rtl/>
        </w:rPr>
        <w:t xml:space="preserve">، </w:t>
      </w:r>
      <w:r>
        <w:rPr>
          <w:rtl/>
        </w:rPr>
        <w:t>هيچ سلطان هر چه قدرت يابد نتواند ماه را از سير خود بگرداند و از اين علامات</w:t>
      </w:r>
      <w:r w:rsidR="007D3118">
        <w:rPr>
          <w:rtl/>
        </w:rPr>
        <w:t xml:space="preserve">، </w:t>
      </w:r>
      <w:r>
        <w:rPr>
          <w:rtl/>
        </w:rPr>
        <w:t>طلوع و غروب از همه ظاهرتر است چون هر روز همه مردم آن را مى بينند</w:t>
      </w:r>
      <w:r w:rsidR="007D3118">
        <w:rPr>
          <w:rtl/>
        </w:rPr>
        <w:t xml:space="preserve">، </w:t>
      </w:r>
      <w:r>
        <w:rPr>
          <w:rtl/>
        </w:rPr>
        <w:t>از اين جهت در قرآن بدان استدلال كرد</w:t>
      </w:r>
    </w:p>
    <w:p w:rsidR="008D57EF" w:rsidRDefault="008D57EF" w:rsidP="000A4C2B">
      <w:pPr>
        <w:pStyle w:val="libFootnote"/>
        <w:rPr>
          <w:rtl/>
        </w:rPr>
      </w:pPr>
      <w:r>
        <w:rPr>
          <w:rtl/>
        </w:rPr>
        <w:lastRenderedPageBreak/>
        <w:t>111- محاق آن است كه روى روشن ماه سوى خورشيد باشد و روى تاريك آن جانب زمين و هيچ از آن پديدار نباشد و سلخ پوست كندن گوسفند و غير آن است</w:t>
      </w:r>
      <w:r w:rsidR="007D3118">
        <w:rPr>
          <w:rtl/>
        </w:rPr>
        <w:t xml:space="preserve">، </w:t>
      </w:r>
      <w:r>
        <w:rPr>
          <w:rtl/>
        </w:rPr>
        <w:t>گويى ماه هنگام محاق در پوست است و به هلال شوال از پوست بيرون آيد و آن نشانه پايان ماه رمضان است يعنى چون هلال از پوست به در آيد ما هم از معصيت به در آييم</w:t>
      </w:r>
      <w:r w:rsidR="007D3118">
        <w:rPr>
          <w:rtl/>
        </w:rPr>
        <w:t xml:space="preserve">. </w:t>
      </w:r>
    </w:p>
    <w:p w:rsidR="008D57EF" w:rsidRDefault="008D57EF" w:rsidP="000A4C2B">
      <w:pPr>
        <w:pStyle w:val="libFootnote"/>
        <w:rPr>
          <w:rtl/>
        </w:rPr>
      </w:pPr>
      <w:r>
        <w:rPr>
          <w:rtl/>
        </w:rPr>
        <w:t>112- در اين دعا چند مطلب ذكر مى كنيم</w:t>
      </w:r>
      <w:r w:rsidR="007D3118">
        <w:rPr>
          <w:rtl/>
        </w:rPr>
        <w:t xml:space="preserve">: </w:t>
      </w:r>
    </w:p>
    <w:p w:rsidR="008D57EF" w:rsidRDefault="008D57EF" w:rsidP="000A4C2B">
      <w:pPr>
        <w:pStyle w:val="libFootnote"/>
        <w:rPr>
          <w:rtl/>
        </w:rPr>
      </w:pPr>
      <w:r>
        <w:rPr>
          <w:rtl/>
        </w:rPr>
        <w:t>اول</w:t>
      </w:r>
      <w:r w:rsidR="007D3118">
        <w:rPr>
          <w:rtl/>
        </w:rPr>
        <w:t xml:space="preserve">: </w:t>
      </w:r>
      <w:r>
        <w:rPr>
          <w:rtl/>
        </w:rPr>
        <w:t>چماعتى گفتند</w:t>
      </w:r>
      <w:r w:rsidR="007D3118">
        <w:rPr>
          <w:rtl/>
        </w:rPr>
        <w:t xml:space="preserve">: </w:t>
      </w:r>
      <w:r>
        <w:rPr>
          <w:rtl/>
        </w:rPr>
        <w:t>رمضان گفتن بى اضافه شهر مكروه است چون در روايتى از آن نهى كردند و گروهى گفتند</w:t>
      </w:r>
      <w:r w:rsidR="007D3118">
        <w:rPr>
          <w:rtl/>
        </w:rPr>
        <w:t xml:space="preserve">: </w:t>
      </w:r>
      <w:r>
        <w:rPr>
          <w:rtl/>
        </w:rPr>
        <w:t xml:space="preserve">كراهت ندارد چون ذكر رمضان در اخبار آورده اند بى ذكر شهر كقوله </w:t>
      </w:r>
      <w:r w:rsidR="000C598D" w:rsidRPr="000C598D">
        <w:rPr>
          <w:rStyle w:val="libAlaemChar"/>
          <w:rtl/>
        </w:rPr>
        <w:t>عليه‌السلام</w:t>
      </w:r>
      <w:r w:rsidR="007D3118">
        <w:rPr>
          <w:rtl/>
        </w:rPr>
        <w:t xml:space="preserve"> </w:t>
      </w:r>
      <w:r>
        <w:rPr>
          <w:rtl/>
        </w:rPr>
        <w:t>«اذا جاء رمضان فتحت ابواب الجنان» و شهيد در دروس مى فرمايد</w:t>
      </w:r>
      <w:r w:rsidR="007D3118">
        <w:rPr>
          <w:rtl/>
        </w:rPr>
        <w:t xml:space="preserve">: </w:t>
      </w:r>
      <w:r>
        <w:rPr>
          <w:rtl/>
        </w:rPr>
        <w:t>اخبار از اين قبيل مملو است</w:t>
      </w:r>
      <w:r w:rsidR="007D3118">
        <w:rPr>
          <w:rtl/>
        </w:rPr>
        <w:t xml:space="preserve">. </w:t>
      </w:r>
      <w:r>
        <w:rPr>
          <w:rtl/>
        </w:rPr>
        <w:t>اما انصاف بايد داد كه در غالب عبارات ماه رمضان و ربيعين يا شهر استعمال مى شوند</w:t>
      </w:r>
      <w:r w:rsidR="007D3118">
        <w:rPr>
          <w:rtl/>
        </w:rPr>
        <w:t xml:space="preserve">. </w:t>
      </w:r>
      <w:r>
        <w:rPr>
          <w:rtl/>
        </w:rPr>
        <w:t>و ساير ماه ها بى شهر</w:t>
      </w:r>
      <w:r w:rsidR="007D3118">
        <w:rPr>
          <w:rtl/>
        </w:rPr>
        <w:t xml:space="preserve">، </w:t>
      </w:r>
      <w:r>
        <w:rPr>
          <w:rtl/>
        </w:rPr>
        <w:t>چنان كه بعضى از اهل ادب استعمال آن را با شهر صحيح نشمردند</w:t>
      </w:r>
      <w:r w:rsidR="007D3118">
        <w:rPr>
          <w:rtl/>
        </w:rPr>
        <w:t xml:space="preserve">. </w:t>
      </w:r>
    </w:p>
    <w:p w:rsidR="008D57EF" w:rsidRDefault="008D57EF" w:rsidP="000A4C2B">
      <w:pPr>
        <w:pStyle w:val="libFootnote"/>
        <w:rPr>
          <w:rtl/>
        </w:rPr>
      </w:pPr>
      <w:r>
        <w:rPr>
          <w:rtl/>
        </w:rPr>
        <w:t>دوم</w:t>
      </w:r>
      <w:r w:rsidR="007D3118">
        <w:rPr>
          <w:rtl/>
        </w:rPr>
        <w:t xml:space="preserve">: </w:t>
      </w:r>
      <w:r>
        <w:rPr>
          <w:rtl/>
        </w:rPr>
        <w:t>فصل ماه رمضان براى نزول قرآن است در آن</w:t>
      </w:r>
      <w:r w:rsidR="007D3118">
        <w:rPr>
          <w:rtl/>
        </w:rPr>
        <w:t xml:space="preserve">. </w:t>
      </w:r>
      <w:r>
        <w:rPr>
          <w:rtl/>
        </w:rPr>
        <w:t>و اگر گويند قرآن به تدريج فرود آمد نه در رمضان</w:t>
      </w:r>
      <w:r w:rsidR="007D3118">
        <w:rPr>
          <w:rtl/>
        </w:rPr>
        <w:t xml:space="preserve">. </w:t>
      </w:r>
      <w:r>
        <w:rPr>
          <w:rtl/>
        </w:rPr>
        <w:t>گروهى در پاسخ گفتند</w:t>
      </w:r>
      <w:r w:rsidR="007D3118">
        <w:rPr>
          <w:rtl/>
        </w:rPr>
        <w:t xml:space="preserve">: </w:t>
      </w:r>
      <w:r>
        <w:rPr>
          <w:rtl/>
        </w:rPr>
        <w:t>آغاز نزول آن در ماه رمضان در شب قدر بود و در روايت آمده است كه آغاز نزول قرآن در حراء در بيست و هفتم رجب بود و آن را از جهت مبعث گفتند و شايد آغاز نبوت در رجب و آغاز نزول قرآن در ماه رمضان بوده است و وحى در آغاز در آغاز نبوت به رؤ ياى صالحه بود چنان كه در حديث است يا بيست و هفتم معراج است</w:t>
      </w:r>
      <w:r w:rsidR="007D3118">
        <w:rPr>
          <w:rtl/>
        </w:rPr>
        <w:t xml:space="preserve">. </w:t>
      </w:r>
    </w:p>
    <w:p w:rsidR="008D57EF" w:rsidRDefault="008D57EF" w:rsidP="000A4C2B">
      <w:pPr>
        <w:pStyle w:val="libFootnote"/>
        <w:rPr>
          <w:rtl/>
        </w:rPr>
      </w:pPr>
      <w:r>
        <w:rPr>
          <w:rtl/>
        </w:rPr>
        <w:t>اما (در معنى</w:t>
      </w:r>
      <w:r w:rsidR="007D3118">
        <w:rPr>
          <w:rtl/>
        </w:rPr>
        <w:t xml:space="preserve">) </w:t>
      </w:r>
      <w:r>
        <w:rPr>
          <w:rtl/>
        </w:rPr>
        <w:t>شب قدر خلاف است</w:t>
      </w:r>
      <w:r w:rsidR="007D3118">
        <w:rPr>
          <w:rtl/>
        </w:rPr>
        <w:t xml:space="preserve">؛ </w:t>
      </w:r>
      <w:r>
        <w:rPr>
          <w:rtl/>
        </w:rPr>
        <w:t>گروهى گفتند</w:t>
      </w:r>
      <w:r w:rsidR="007D3118">
        <w:rPr>
          <w:rtl/>
        </w:rPr>
        <w:t xml:space="preserve">: </w:t>
      </w:r>
      <w:r>
        <w:rPr>
          <w:rtl/>
        </w:rPr>
        <w:t>از تقدير است چون مقدرات مردم دران شب معين مى شود و بعضى گفتند</w:t>
      </w:r>
      <w:r w:rsidR="007D3118">
        <w:rPr>
          <w:rtl/>
        </w:rPr>
        <w:t xml:space="preserve">: </w:t>
      </w:r>
      <w:r>
        <w:rPr>
          <w:rtl/>
        </w:rPr>
        <w:t>قدر به معنى شاءن و خطر و عظمت است</w:t>
      </w:r>
      <w:r w:rsidR="007D3118">
        <w:rPr>
          <w:rtl/>
        </w:rPr>
        <w:t xml:space="preserve">. </w:t>
      </w:r>
      <w:r>
        <w:rPr>
          <w:rtl/>
        </w:rPr>
        <w:t>معنى اول به نظر بعيد مى رسد چون مقدرات از ازل معين بود مگر مراد ظهور آن باشد براى ملائكه و در تعيين وقت آن سخن بسيار است در محل خود</w:t>
      </w:r>
      <w:r w:rsidR="007D3118">
        <w:rPr>
          <w:rtl/>
        </w:rPr>
        <w:t xml:space="preserve">. </w:t>
      </w:r>
      <w:r>
        <w:rPr>
          <w:rtl/>
        </w:rPr>
        <w:t>و در قرآن كه يك شب قدر از هزار ماه بهتر باشد و گروهى به تكلف افتادند تا شامل هرچه گفتند بشود</w:t>
      </w:r>
      <w:r w:rsidR="007D3118">
        <w:rPr>
          <w:rtl/>
        </w:rPr>
        <w:t xml:space="preserve">، </w:t>
      </w:r>
      <w:r>
        <w:rPr>
          <w:rtl/>
        </w:rPr>
        <w:t>نظير آن كه مردم گويند</w:t>
      </w:r>
      <w:r w:rsidR="007D3118">
        <w:rPr>
          <w:rtl/>
        </w:rPr>
        <w:t xml:space="preserve">: </w:t>
      </w:r>
      <w:r>
        <w:rPr>
          <w:rtl/>
        </w:rPr>
        <w:t>يك شب با تو بودن به يك عمر مى ارزد</w:t>
      </w:r>
      <w:r w:rsidR="007D3118">
        <w:rPr>
          <w:rtl/>
        </w:rPr>
        <w:t xml:space="preserve">. </w:t>
      </w:r>
      <w:r>
        <w:rPr>
          <w:rtl/>
        </w:rPr>
        <w:t>البته شبى كه قرآن براى هدايت مردم نازل شود از هزار ماه كه غايت عمر اكثر افراد بشر است بهتر باشد</w:t>
      </w:r>
      <w:r w:rsidR="007D3118">
        <w:rPr>
          <w:rtl/>
        </w:rPr>
        <w:t xml:space="preserve">، </w:t>
      </w:r>
      <w:r>
        <w:rPr>
          <w:rtl/>
        </w:rPr>
        <w:t>پس عبادت اين شب از عبادت يك عمر بهتر است</w:t>
      </w:r>
      <w:r w:rsidR="007D3118">
        <w:rPr>
          <w:rtl/>
        </w:rPr>
        <w:t xml:space="preserve">. </w:t>
      </w:r>
    </w:p>
    <w:p w:rsidR="008D57EF" w:rsidRDefault="008D57EF" w:rsidP="000A4C2B">
      <w:pPr>
        <w:pStyle w:val="libFootnote"/>
        <w:rPr>
          <w:rtl/>
        </w:rPr>
      </w:pPr>
      <w:r>
        <w:rPr>
          <w:rtl/>
        </w:rPr>
        <w:t>بعضى از اهل سنت گويند</w:t>
      </w:r>
      <w:r w:rsidR="007D3118">
        <w:rPr>
          <w:rtl/>
        </w:rPr>
        <w:t xml:space="preserve">: </w:t>
      </w:r>
      <w:r>
        <w:rPr>
          <w:rtl/>
        </w:rPr>
        <w:t>شب قدر خاص زمان پيغمبر بود و تذكار آن در هر سال سنت نيست چنان كه شب معراج</w:t>
      </w:r>
      <w:r w:rsidR="007D3118">
        <w:rPr>
          <w:rtl/>
        </w:rPr>
        <w:t xml:space="preserve">، </w:t>
      </w:r>
      <w:r>
        <w:rPr>
          <w:rtl/>
        </w:rPr>
        <w:t>و اماميه و اكثر اهل سنت تذكار آن را سنت دانند</w:t>
      </w:r>
      <w:r w:rsidR="007D3118">
        <w:rPr>
          <w:rtl/>
        </w:rPr>
        <w:t xml:space="preserve">. </w:t>
      </w:r>
    </w:p>
    <w:p w:rsidR="008D57EF" w:rsidRDefault="008D57EF" w:rsidP="000A4C2B">
      <w:pPr>
        <w:pStyle w:val="libFootnote"/>
        <w:rPr>
          <w:rtl/>
        </w:rPr>
      </w:pPr>
      <w:r>
        <w:rPr>
          <w:rtl/>
        </w:rPr>
        <w:t>سوم</w:t>
      </w:r>
      <w:r w:rsidR="007D3118">
        <w:rPr>
          <w:rtl/>
        </w:rPr>
        <w:t xml:space="preserve">: </w:t>
      </w:r>
      <w:r>
        <w:rPr>
          <w:rtl/>
        </w:rPr>
        <w:t>اوقات نماز كه در اين دعا ذكر شده است اوقات فضيلت است</w:t>
      </w:r>
      <w:r w:rsidR="007D3118">
        <w:rPr>
          <w:rtl/>
        </w:rPr>
        <w:t xml:space="preserve">، </w:t>
      </w:r>
      <w:r>
        <w:rPr>
          <w:rtl/>
        </w:rPr>
        <w:t>همان كه اهل سنت واجب مى دانند و دقت در تحقيق آن بر اكثر مردم دشوار است و مراعات اوقات فضيلت</w:t>
      </w:r>
      <w:r w:rsidR="007D3118">
        <w:rPr>
          <w:rtl/>
        </w:rPr>
        <w:t xml:space="preserve">، </w:t>
      </w:r>
      <w:r>
        <w:rPr>
          <w:rtl/>
        </w:rPr>
        <w:t xml:space="preserve">در اول اسلام چنان معلوم بود كه </w:t>
      </w:r>
      <w:r w:rsidR="00F57255">
        <w:rPr>
          <w:rtl/>
        </w:rPr>
        <w:t>تأخیر</w:t>
      </w:r>
      <w:r>
        <w:rPr>
          <w:rtl/>
        </w:rPr>
        <w:t xml:space="preserve"> آن توهم نمى رفت اما تاءكيدات لفظى بسيار در اخبار نشانه استحباب است</w:t>
      </w:r>
      <w:r w:rsidR="007D3118">
        <w:rPr>
          <w:rtl/>
        </w:rPr>
        <w:t xml:space="preserve">. </w:t>
      </w:r>
      <w:r>
        <w:rPr>
          <w:rtl/>
        </w:rPr>
        <w:t xml:space="preserve">و وقت فضيلت ظهر در مذهب اماميه تا وقتى است كه سايه بعد از زوال به قدر دو سبع </w:t>
      </w:r>
      <w:r>
        <w:rPr>
          <w:rtl/>
        </w:rPr>
        <w:lastRenderedPageBreak/>
        <w:t xml:space="preserve">شاخص شود يا مثل شاخص و اول افضل است و وقت عصر تا وقتى كه سايه شاخص دو برابر آن گردد يا افضل آن كه از چهار سبع </w:t>
      </w:r>
      <w:r w:rsidR="00F57255">
        <w:rPr>
          <w:rtl/>
        </w:rPr>
        <w:t>تأخیر</w:t>
      </w:r>
      <w:r>
        <w:rPr>
          <w:rtl/>
        </w:rPr>
        <w:t xml:space="preserve"> نيفتد و وقت نماز مغرب تنگ است و چون سرخى مغرب زائل شود</w:t>
      </w:r>
      <w:r w:rsidR="007D3118">
        <w:rPr>
          <w:rtl/>
        </w:rPr>
        <w:t xml:space="preserve">، </w:t>
      </w:r>
      <w:r>
        <w:rPr>
          <w:rtl/>
        </w:rPr>
        <w:t xml:space="preserve">فضل آن بگذرد و عشا تا ثلث شب و فضيلت صبح تا وقتى كه سرخى مشرق پديد آيد و در ماه مبارك رمضان بايد كوشيد تا نماز از اين اوقات </w:t>
      </w:r>
      <w:r w:rsidR="00F57255">
        <w:rPr>
          <w:rtl/>
        </w:rPr>
        <w:t>تأخیر</w:t>
      </w:r>
      <w:r>
        <w:rPr>
          <w:rtl/>
        </w:rPr>
        <w:t xml:space="preserve"> نيفتد و نوافل را در وقت فضيلت به جاى آورد و تا بتواند ترك آن نكند و آن چه در حديث رد شمس آمده است كه نماز عصر اميرالمؤمنين </w:t>
      </w:r>
      <w:r w:rsidR="000C598D" w:rsidRPr="000C598D">
        <w:rPr>
          <w:rStyle w:val="libAlaemChar"/>
          <w:rtl/>
        </w:rPr>
        <w:t>عليه‌السلام</w:t>
      </w:r>
      <w:r w:rsidR="007D3118">
        <w:rPr>
          <w:rtl/>
        </w:rPr>
        <w:t xml:space="preserve"> </w:t>
      </w:r>
      <w:r w:rsidR="00F57255">
        <w:rPr>
          <w:rtl/>
        </w:rPr>
        <w:t>تأخیر</w:t>
      </w:r>
      <w:r>
        <w:rPr>
          <w:rtl/>
        </w:rPr>
        <w:t xml:space="preserve"> افتاد مراد </w:t>
      </w:r>
      <w:r w:rsidR="00F57255">
        <w:rPr>
          <w:rtl/>
        </w:rPr>
        <w:t>تأخیر</w:t>
      </w:r>
      <w:r>
        <w:rPr>
          <w:rtl/>
        </w:rPr>
        <w:t xml:space="preserve"> از وقت افضل است نه از غروب</w:t>
      </w:r>
      <w:r w:rsidR="007D3118">
        <w:rPr>
          <w:rtl/>
        </w:rPr>
        <w:t xml:space="preserve">. </w:t>
      </w:r>
      <w:r>
        <w:rPr>
          <w:rtl/>
        </w:rPr>
        <w:t>و الله العالم</w:t>
      </w:r>
      <w:r w:rsidR="007D3118">
        <w:rPr>
          <w:rtl/>
        </w:rPr>
        <w:t xml:space="preserve">. </w:t>
      </w:r>
    </w:p>
    <w:p w:rsidR="008D57EF" w:rsidRDefault="008D57EF" w:rsidP="000A4C2B">
      <w:pPr>
        <w:pStyle w:val="libFootnote"/>
        <w:rPr>
          <w:rtl/>
        </w:rPr>
      </w:pPr>
      <w:r>
        <w:rPr>
          <w:rtl/>
        </w:rPr>
        <w:t>113- بخل در مبداء فيض نيست</w:t>
      </w:r>
      <w:r w:rsidR="007D3118">
        <w:rPr>
          <w:rtl/>
        </w:rPr>
        <w:t xml:space="preserve">، </w:t>
      </w:r>
      <w:r>
        <w:rPr>
          <w:rtl/>
        </w:rPr>
        <w:t>خداوند به همه نزديك است و اختلاف در صفات وى نبود و تغيير در حالات او راه ندارد و محل حوادث واقع نشود و اين كه گاهى فيض مى بخشد و گاه منع مى فرمايد</w:t>
      </w:r>
      <w:r w:rsidR="007D3118">
        <w:rPr>
          <w:rtl/>
        </w:rPr>
        <w:t xml:space="preserve">، </w:t>
      </w:r>
      <w:r>
        <w:rPr>
          <w:rtl/>
        </w:rPr>
        <w:t>براى تغيير استعداد و اختلاف حال بندگان است</w:t>
      </w:r>
      <w:r w:rsidR="007D3118">
        <w:rPr>
          <w:rtl/>
        </w:rPr>
        <w:t xml:space="preserve">. </w:t>
      </w:r>
      <w:r>
        <w:rPr>
          <w:rtl/>
        </w:rPr>
        <w:t>چنان كه نهالى امروز آماده شكوفه آوردن شود</w:t>
      </w:r>
      <w:r w:rsidR="007D3118">
        <w:rPr>
          <w:rtl/>
        </w:rPr>
        <w:t xml:space="preserve">، </w:t>
      </w:r>
      <w:r>
        <w:rPr>
          <w:rtl/>
        </w:rPr>
        <w:t>خداوند هم امروز شكوفه بر او بشكفاند و آن كه فردا آماده شود فردا</w:t>
      </w:r>
      <w:r w:rsidR="007D3118">
        <w:rPr>
          <w:rtl/>
        </w:rPr>
        <w:t xml:space="preserve">. </w:t>
      </w:r>
    </w:p>
    <w:p w:rsidR="008D57EF" w:rsidRDefault="008D57EF" w:rsidP="000A4C2B">
      <w:pPr>
        <w:pStyle w:val="libFootnote"/>
        <w:rPr>
          <w:rtl/>
        </w:rPr>
      </w:pPr>
      <w:r>
        <w:rPr>
          <w:rtl/>
        </w:rPr>
        <w:t>بنده عابد و فرمانبردار هم چون تقرب جويد آماده كسب فيض شود</w:t>
      </w:r>
      <w:r w:rsidR="007D3118">
        <w:rPr>
          <w:rtl/>
        </w:rPr>
        <w:t xml:space="preserve">. </w:t>
      </w:r>
      <w:r>
        <w:rPr>
          <w:rtl/>
        </w:rPr>
        <w:t>آمادگى مردم در ماه رمضان بيشتر است و در شب قدر بيشتر و نزول بركات و ملائكه در اين اوقات كامل تر و آن كه در اين اوقات شريف غافل باشد و به خدا نزديك نشود</w:t>
      </w:r>
      <w:r w:rsidR="007D3118">
        <w:rPr>
          <w:rtl/>
        </w:rPr>
        <w:t xml:space="preserve">، </w:t>
      </w:r>
      <w:r>
        <w:rPr>
          <w:rtl/>
        </w:rPr>
        <w:t>نزول ملائكه بر او نخواهد بود و در شب قدر ملائكه و روح بر آن كس فرود مى آيند كه آماده پذيرايى آن ها باشد</w:t>
      </w:r>
      <w:r w:rsidR="007D3118">
        <w:rPr>
          <w:rtl/>
        </w:rPr>
        <w:t xml:space="preserve">. </w:t>
      </w:r>
    </w:p>
    <w:p w:rsidR="008D57EF" w:rsidRDefault="008D57EF" w:rsidP="000A4C2B">
      <w:pPr>
        <w:pStyle w:val="libFootnote"/>
        <w:rPr>
          <w:rtl/>
        </w:rPr>
      </w:pPr>
      <w:r>
        <w:rPr>
          <w:rtl/>
        </w:rPr>
        <w:t>114- خطاب با ماه رمضان و بدرود گفتن بر قاعده كلام عرب است و آن ها با زمان و مكان مخاطفه مى كردند</w:t>
      </w:r>
      <w:r w:rsidR="007D3118">
        <w:rPr>
          <w:rtl/>
        </w:rPr>
        <w:t xml:space="preserve">. </w:t>
      </w:r>
    </w:p>
    <w:p w:rsidR="008D57EF" w:rsidRDefault="008D57EF" w:rsidP="000A4C2B">
      <w:pPr>
        <w:pStyle w:val="libFootnote"/>
        <w:rPr>
          <w:rtl/>
        </w:rPr>
      </w:pPr>
      <w:r>
        <w:rPr>
          <w:rtl/>
        </w:rPr>
        <w:t>امرؤ القيس در معلقه خود مى گويد</w:t>
      </w:r>
      <w:r w:rsidR="007D3118">
        <w:rPr>
          <w:rtl/>
        </w:rPr>
        <w:t xml:space="preserve">: </w:t>
      </w:r>
    </w:p>
    <w:p w:rsidR="008D57EF" w:rsidRDefault="008D57EF" w:rsidP="000A4C2B">
      <w:pPr>
        <w:pStyle w:val="libFootnote"/>
        <w:rPr>
          <w:rtl/>
        </w:rPr>
      </w:pPr>
      <w:r>
        <w:rPr>
          <w:rtl/>
        </w:rPr>
        <w:t xml:space="preserve">الا ايها الليل الطويل الا انجل </w:t>
      </w:r>
      <w:r>
        <w:rPr>
          <w:rtl/>
        </w:rPr>
        <w:tab/>
      </w:r>
      <w:r>
        <w:rPr>
          <w:rtl/>
        </w:rPr>
        <w:tab/>
        <w:t>بصبح و ما الاصباح منك بامثل</w:t>
      </w:r>
    </w:p>
    <w:p w:rsidR="008D57EF" w:rsidRDefault="008D57EF" w:rsidP="000A4C2B">
      <w:pPr>
        <w:pStyle w:val="libFootnote"/>
        <w:rPr>
          <w:rtl/>
        </w:rPr>
      </w:pPr>
      <w:r>
        <w:rPr>
          <w:rtl/>
        </w:rPr>
        <w:t xml:space="preserve">فيا لكم من ليل كان نجومه </w:t>
      </w:r>
      <w:r>
        <w:rPr>
          <w:rtl/>
        </w:rPr>
        <w:tab/>
      </w:r>
      <w:r>
        <w:rPr>
          <w:rtl/>
        </w:rPr>
        <w:tab/>
        <w:t>بامراس كتاب الى صم جندل</w:t>
      </w:r>
    </w:p>
    <w:p w:rsidR="008D57EF" w:rsidRDefault="008D57EF" w:rsidP="000A4C2B">
      <w:pPr>
        <w:pStyle w:val="libFootnote"/>
        <w:rPr>
          <w:rtl/>
        </w:rPr>
      </w:pPr>
      <w:r>
        <w:rPr>
          <w:rtl/>
        </w:rPr>
        <w:t>و نابغه گويد</w:t>
      </w:r>
      <w:r w:rsidR="007D3118">
        <w:rPr>
          <w:rtl/>
        </w:rPr>
        <w:t xml:space="preserve">: </w:t>
      </w:r>
      <w:r>
        <w:rPr>
          <w:rtl/>
        </w:rPr>
        <w:t>يا دارمية بالعلياء و السند و امرؤ القيس در غير معلقه گويد</w:t>
      </w:r>
      <w:r w:rsidR="007D3118">
        <w:rPr>
          <w:rtl/>
        </w:rPr>
        <w:t xml:space="preserve">: </w:t>
      </w:r>
      <w:r>
        <w:rPr>
          <w:rtl/>
        </w:rPr>
        <w:t>الا عم صباحا ايها الطلل البالى و مضمون اين سخن را سيد شارح از سيد جليل على بن طاووس نقل كرده است</w:t>
      </w:r>
      <w:r w:rsidR="007D3118">
        <w:rPr>
          <w:rtl/>
        </w:rPr>
        <w:t xml:space="preserve">. </w:t>
      </w:r>
    </w:p>
    <w:p w:rsidR="008D57EF" w:rsidRDefault="008D57EF" w:rsidP="000A4C2B">
      <w:pPr>
        <w:pStyle w:val="libFootnote"/>
        <w:rPr>
          <w:rtl/>
        </w:rPr>
      </w:pPr>
      <w:r>
        <w:rPr>
          <w:rtl/>
        </w:rPr>
        <w:t>115- شب قدر در ماه مبارك رمضان است چون در قرآن مجيد فرمود</w:t>
      </w:r>
      <w:r w:rsidR="007D3118">
        <w:rPr>
          <w:rtl/>
        </w:rPr>
        <w:t xml:space="preserve">: </w:t>
      </w:r>
      <w:r>
        <w:rPr>
          <w:rtl/>
        </w:rPr>
        <w:t>شهر رمضان اَلَّذِى انزل فيه القرآن و هم فرمود</w:t>
      </w:r>
      <w:r w:rsidR="007D3118">
        <w:rPr>
          <w:rtl/>
        </w:rPr>
        <w:t xml:space="preserve">: </w:t>
      </w:r>
      <w:r>
        <w:rPr>
          <w:rtl/>
        </w:rPr>
        <w:t>انا انزلناه فى ليلة القدر و اين كه فرمود</w:t>
      </w:r>
      <w:r w:rsidR="007D3118">
        <w:rPr>
          <w:rtl/>
        </w:rPr>
        <w:t xml:space="preserve">: </w:t>
      </w:r>
      <w:r>
        <w:rPr>
          <w:rtl/>
        </w:rPr>
        <w:t>تنزل الملائكة به صيغه مضارع يعنى نازل مى شود</w:t>
      </w:r>
      <w:r w:rsidR="007D3118">
        <w:rPr>
          <w:rtl/>
        </w:rPr>
        <w:t xml:space="preserve">، </w:t>
      </w:r>
      <w:r>
        <w:rPr>
          <w:rtl/>
        </w:rPr>
        <w:t>دلالت بر آن دارد كه شب قدر پس از عهد رسول (</w:t>
      </w:r>
      <w:r w:rsidR="00865B4A" w:rsidRPr="00865B4A">
        <w:rPr>
          <w:rStyle w:val="libAlaemChar"/>
          <w:rtl/>
        </w:rPr>
        <w:t>صلى‌الله‌عليه‌وآله‌وسلم</w:t>
      </w:r>
      <w:r w:rsidR="007D3118">
        <w:rPr>
          <w:rtl/>
        </w:rPr>
        <w:t xml:space="preserve">) </w:t>
      </w:r>
      <w:r>
        <w:rPr>
          <w:rtl/>
        </w:rPr>
        <w:t>نيز هست و الا نزلت الملائكة مى فرمود يعنى فرود آمدند</w:t>
      </w:r>
      <w:r w:rsidR="007D3118">
        <w:rPr>
          <w:rtl/>
        </w:rPr>
        <w:t xml:space="preserve">. </w:t>
      </w:r>
      <w:r>
        <w:rPr>
          <w:rtl/>
        </w:rPr>
        <w:t>و نزول ملائكه در اين شب با روح باشد و روح هم يكى از ملائكه مقرب است و جماعتى گويند</w:t>
      </w:r>
      <w:r w:rsidR="007D3118">
        <w:rPr>
          <w:rtl/>
        </w:rPr>
        <w:t xml:space="preserve">: </w:t>
      </w:r>
      <w:r>
        <w:rPr>
          <w:rtl/>
        </w:rPr>
        <w:t>علم كلى پروردگار قضاى الهى است و علم او به هر يك قدر او است</w:t>
      </w:r>
      <w:r w:rsidR="007D3118">
        <w:rPr>
          <w:rtl/>
        </w:rPr>
        <w:t xml:space="preserve">، </w:t>
      </w:r>
      <w:r>
        <w:rPr>
          <w:rtl/>
        </w:rPr>
        <w:t>چنان كه در قرآن است</w:t>
      </w:r>
      <w:r w:rsidR="007D3118">
        <w:rPr>
          <w:rtl/>
        </w:rPr>
        <w:t xml:space="preserve">: </w:t>
      </w:r>
      <w:r>
        <w:rPr>
          <w:rtl/>
        </w:rPr>
        <w:t>و اءن من شى ء الا عندنا خزائنه و ما ننزله الا بقدر معلوم چون بندگان در شب قدر توجه به حق كنند به دعا و زارى</w:t>
      </w:r>
      <w:r w:rsidR="007D3118">
        <w:rPr>
          <w:rtl/>
        </w:rPr>
        <w:t xml:space="preserve">، </w:t>
      </w:r>
      <w:r>
        <w:rPr>
          <w:rtl/>
        </w:rPr>
        <w:t xml:space="preserve">نفوس ايشان آماده فيض هايى </w:t>
      </w:r>
      <w:r>
        <w:rPr>
          <w:rtl/>
        </w:rPr>
        <w:lastRenderedPageBreak/>
        <w:t>شود كه پيش از آن نبود</w:t>
      </w:r>
      <w:r w:rsidR="007D3118">
        <w:rPr>
          <w:rtl/>
        </w:rPr>
        <w:t xml:space="preserve">، </w:t>
      </w:r>
      <w:r>
        <w:rPr>
          <w:rtl/>
        </w:rPr>
        <w:t>پس مقدرات هر يك در اين شب فرود آيد و در دعاى سيم گذشت كه روح موكل بر ملائكه حجب است و در حديث مشهور است كه اءنّ الله تعالى سبعين الف حجاب من نور و ظلمة لو كشفها و لاحترقت سبحات وجهه ما انتهى اليه بصره يعنى خداى تعالى را هفتاد هزار حجاب است از روشنى و تاريكى كه اگر آن ها را بگشايد پرتو روى او بسوزاند هر كه را چشم بدان سوى نگران بود</w:t>
      </w:r>
      <w:r w:rsidR="007D3118">
        <w:rPr>
          <w:rtl/>
        </w:rPr>
        <w:t xml:space="preserve">. </w:t>
      </w:r>
      <w:r>
        <w:rPr>
          <w:rtl/>
        </w:rPr>
        <w:t>و اين كنايت از عجز ممكنات است از احاطه به ذات حق و ديدن او تعالى</w:t>
      </w:r>
      <w:r w:rsidR="007D3118">
        <w:rPr>
          <w:rtl/>
        </w:rPr>
        <w:t xml:space="preserve">، </w:t>
      </w:r>
      <w:r>
        <w:rPr>
          <w:rtl/>
        </w:rPr>
        <w:t>زيرا كه او در بزرگى خود پناه است و حجاب رسم سلاطين و بزرگان است و وجود محدود و ممكنات وجود نامتناهى حق تعالى را در نيابد و هر چه ممكن محدودتر و حجاب ميان او و واجب بيشتر است و آن كه نزديك تر است حجاب ها كمتر</w:t>
      </w:r>
      <w:r w:rsidR="007D3118">
        <w:rPr>
          <w:rtl/>
        </w:rPr>
        <w:t xml:space="preserve">. </w:t>
      </w:r>
    </w:p>
    <w:p w:rsidR="008D57EF" w:rsidRDefault="008D57EF" w:rsidP="000A4C2B">
      <w:pPr>
        <w:pStyle w:val="libFootnote"/>
        <w:rPr>
          <w:rtl/>
        </w:rPr>
      </w:pPr>
      <w:r>
        <w:rPr>
          <w:rtl/>
        </w:rPr>
        <w:t>و سيد شارح رحمه الله گويد</w:t>
      </w:r>
      <w:r w:rsidR="007D3118">
        <w:rPr>
          <w:rtl/>
        </w:rPr>
        <w:t xml:space="preserve">: </w:t>
      </w:r>
      <w:r>
        <w:rPr>
          <w:rtl/>
        </w:rPr>
        <w:t>حجاب در حق خداى تعالى محال است و فرض ‍ آن را درباره بنده بايد كرد و تحقيق معنى حجاب آن است كه طالب خداوند را مقاماتى است كه هر يك حجاب او است تا بدان نرسيده و اين مراتب غير متناهى است</w:t>
      </w:r>
      <w:r w:rsidR="007D3118">
        <w:rPr>
          <w:rtl/>
        </w:rPr>
        <w:t xml:space="preserve">، </w:t>
      </w:r>
      <w:r>
        <w:rPr>
          <w:rtl/>
        </w:rPr>
        <w:t>پس مراتب حجاب نيز غير متناهى باشد و منحصر كردن آن در هفتاد هزار را جز به نور نبوت نتوان يافت يا مطلق كثرت مراد است چون هفتاد در تعبير از كثرت مانند مثل ساير شده است (انتهى</w:t>
      </w:r>
      <w:r w:rsidR="007D3118">
        <w:rPr>
          <w:rtl/>
        </w:rPr>
        <w:t xml:space="preserve">) . </w:t>
      </w:r>
    </w:p>
    <w:p w:rsidR="008D57EF" w:rsidRDefault="008D57EF" w:rsidP="000A4C2B">
      <w:pPr>
        <w:pStyle w:val="libFootnote"/>
        <w:rPr>
          <w:rtl/>
        </w:rPr>
      </w:pPr>
      <w:r>
        <w:rPr>
          <w:rtl/>
        </w:rPr>
        <w:t>پس روح موكل بر حجب</w:t>
      </w:r>
      <w:r w:rsidR="007D3118">
        <w:rPr>
          <w:rtl/>
        </w:rPr>
        <w:t xml:space="preserve">، </w:t>
      </w:r>
      <w:r>
        <w:rPr>
          <w:rtl/>
        </w:rPr>
        <w:t>سالكان طريق معرفت را در معراج صعود راهنمايى مى كند و در شب قدر توجه به بندگان كرده و مستعدان را دست مى گيرد و اما با پيغمبر (</w:t>
      </w:r>
      <w:r w:rsidR="00865B4A" w:rsidRPr="00865B4A">
        <w:rPr>
          <w:rStyle w:val="libAlaemChar"/>
          <w:rtl/>
        </w:rPr>
        <w:t>صلى‌الله‌عليه‌وآله‌وسلم</w:t>
      </w:r>
      <w:r w:rsidR="007D3118">
        <w:rPr>
          <w:rtl/>
        </w:rPr>
        <w:t xml:space="preserve">) </w:t>
      </w:r>
      <w:r>
        <w:rPr>
          <w:rtl/>
        </w:rPr>
        <w:t xml:space="preserve">و ائمه </w:t>
      </w:r>
      <w:r w:rsidR="000C598D" w:rsidRPr="000C598D">
        <w:rPr>
          <w:rStyle w:val="libAlaemChar"/>
          <w:rtl/>
        </w:rPr>
        <w:t>عليهم‌السلام</w:t>
      </w:r>
      <w:r w:rsidR="007D3118">
        <w:rPr>
          <w:rtl/>
        </w:rPr>
        <w:t xml:space="preserve"> </w:t>
      </w:r>
      <w:r>
        <w:rPr>
          <w:rtl/>
        </w:rPr>
        <w:t xml:space="preserve">هميشه بود چنان كه از حضرت امام جعفر صادق </w:t>
      </w:r>
      <w:r w:rsidR="000C598D" w:rsidRPr="000C598D">
        <w:rPr>
          <w:rStyle w:val="libAlaemChar"/>
          <w:rtl/>
        </w:rPr>
        <w:t>عليه‌السلام</w:t>
      </w:r>
      <w:r w:rsidR="007D3118">
        <w:rPr>
          <w:rtl/>
        </w:rPr>
        <w:t xml:space="preserve"> </w:t>
      </w:r>
      <w:r>
        <w:rPr>
          <w:rtl/>
        </w:rPr>
        <w:t>است</w:t>
      </w:r>
      <w:r w:rsidR="007D3118">
        <w:rPr>
          <w:rtl/>
        </w:rPr>
        <w:t xml:space="preserve">: </w:t>
      </w:r>
      <w:r>
        <w:rPr>
          <w:rtl/>
        </w:rPr>
        <w:t>خلق اعظم من جبرئيل و ميكائيل و كان مع رسول الله يخبره و يسدده و هو مع الائمة من بعده</w:t>
      </w:r>
      <w:r w:rsidR="007D3118">
        <w:rPr>
          <w:rtl/>
        </w:rPr>
        <w:t xml:space="preserve">. </w:t>
      </w:r>
    </w:p>
    <w:p w:rsidR="008D57EF" w:rsidRDefault="008D57EF" w:rsidP="000A4C2B">
      <w:pPr>
        <w:pStyle w:val="libFootnote"/>
        <w:rPr>
          <w:rtl/>
        </w:rPr>
      </w:pPr>
      <w:r>
        <w:rPr>
          <w:rtl/>
        </w:rPr>
        <w:t>116- از اين سخن توان دانست كه پيغمبر افضل از ملائكه مقربين و انبياى مرسلين است</w:t>
      </w:r>
      <w:r w:rsidR="007D3118">
        <w:rPr>
          <w:rtl/>
        </w:rPr>
        <w:t xml:space="preserve">، </w:t>
      </w:r>
      <w:r>
        <w:rPr>
          <w:rtl/>
        </w:rPr>
        <w:t>زيرا كه اگر ملائكه افضل بودند</w:t>
      </w:r>
      <w:r w:rsidR="007D3118">
        <w:rPr>
          <w:rtl/>
        </w:rPr>
        <w:t xml:space="preserve">، </w:t>
      </w:r>
      <w:r>
        <w:rPr>
          <w:rtl/>
        </w:rPr>
        <w:t>درود بيش از ملائكه براى كسيكه در مقام پست تر است جايز نباشد و خلاف حكمت بود و در نظر اهل معرفت نيز مقام انسان كامل افضل است و مذهب قاطبه اهل اسلام اين است و بر بعضى معتزله چون زمخشرى كه فرشتگان را افضل دانند طعن ها زدند</w:t>
      </w:r>
      <w:r w:rsidR="007D3118">
        <w:rPr>
          <w:rtl/>
        </w:rPr>
        <w:t xml:space="preserve">، </w:t>
      </w:r>
      <w:r>
        <w:rPr>
          <w:rtl/>
        </w:rPr>
        <w:t>و الله العالم</w:t>
      </w:r>
      <w:r w:rsidR="007D3118">
        <w:rPr>
          <w:rtl/>
        </w:rPr>
        <w:t xml:space="preserve">. </w:t>
      </w:r>
    </w:p>
    <w:p w:rsidR="008D57EF" w:rsidRDefault="008D57EF" w:rsidP="000A4C2B">
      <w:pPr>
        <w:pStyle w:val="libFootnote"/>
        <w:rPr>
          <w:rtl/>
        </w:rPr>
      </w:pPr>
      <w:r>
        <w:rPr>
          <w:rtl/>
        </w:rPr>
        <w:t>117- از عمران بن حصين روايت است كه به عهد رسول (</w:t>
      </w:r>
      <w:r w:rsidR="00865B4A" w:rsidRPr="00865B4A">
        <w:rPr>
          <w:rStyle w:val="libAlaemChar"/>
          <w:rtl/>
        </w:rPr>
        <w:t>صلى‌الله‌عليه‌وآله‌وسلم</w:t>
      </w:r>
      <w:r w:rsidR="007D3118">
        <w:rPr>
          <w:rtl/>
        </w:rPr>
        <w:t xml:space="preserve">) </w:t>
      </w:r>
      <w:r>
        <w:rPr>
          <w:rtl/>
        </w:rPr>
        <w:t>جوانى تبهكار بود كه هر چه پدرش او را نهى مى كرد نمى پذيرفت</w:t>
      </w:r>
      <w:r w:rsidR="007D3118">
        <w:rPr>
          <w:rtl/>
        </w:rPr>
        <w:t xml:space="preserve">. </w:t>
      </w:r>
      <w:r>
        <w:rPr>
          <w:rtl/>
        </w:rPr>
        <w:t>تا آن كه از دنيا رفت</w:t>
      </w:r>
      <w:r w:rsidR="007D3118">
        <w:rPr>
          <w:rtl/>
        </w:rPr>
        <w:t xml:space="preserve">. </w:t>
      </w:r>
      <w:r>
        <w:rPr>
          <w:rtl/>
        </w:rPr>
        <w:t>پدرش بر او نماز نگذاشت و تجهيز شايسته چنان كه بايد نكرد تا شب آمد و پدر به خواب رفت</w:t>
      </w:r>
      <w:r w:rsidR="007D3118">
        <w:rPr>
          <w:rtl/>
        </w:rPr>
        <w:t xml:space="preserve">، </w:t>
      </w:r>
      <w:r>
        <w:rPr>
          <w:rtl/>
        </w:rPr>
        <w:t>فرزند خويش را ديد در كوشكى بر تخت به ناز نشسته چنان كه زيبايى آن ها به وصف نيايد و جامه هاى سبز بر تن داشت و رويش درخشان و تابان</w:t>
      </w:r>
      <w:r w:rsidR="007D3118">
        <w:rPr>
          <w:rtl/>
        </w:rPr>
        <w:t xml:space="preserve">، </w:t>
      </w:r>
      <w:r>
        <w:rPr>
          <w:rtl/>
        </w:rPr>
        <w:t>از حالش پرسيد</w:t>
      </w:r>
      <w:r w:rsidR="007D3118">
        <w:rPr>
          <w:rtl/>
        </w:rPr>
        <w:t xml:space="preserve">، </w:t>
      </w:r>
      <w:r>
        <w:rPr>
          <w:rtl/>
        </w:rPr>
        <w:t>پسر گفت</w:t>
      </w:r>
      <w:r w:rsidR="007D3118">
        <w:rPr>
          <w:rtl/>
        </w:rPr>
        <w:t xml:space="preserve">: </w:t>
      </w:r>
      <w:r>
        <w:rPr>
          <w:rtl/>
        </w:rPr>
        <w:t>چون جان به ترقوه من رسيد</w:t>
      </w:r>
      <w:r w:rsidR="007D3118">
        <w:rPr>
          <w:rtl/>
        </w:rPr>
        <w:t xml:space="preserve">، </w:t>
      </w:r>
      <w:r>
        <w:rPr>
          <w:rtl/>
        </w:rPr>
        <w:t>از گذشته سخت پشيمان شدم و از تو نيز مهربانى و نوازش نديدم و با پشيمانى حضور پروردگار رفتم</w:t>
      </w:r>
      <w:r w:rsidR="007D3118">
        <w:rPr>
          <w:rtl/>
        </w:rPr>
        <w:t xml:space="preserve">، </w:t>
      </w:r>
      <w:r>
        <w:rPr>
          <w:rtl/>
        </w:rPr>
        <w:t xml:space="preserve">مردم </w:t>
      </w:r>
      <w:r>
        <w:rPr>
          <w:rtl/>
        </w:rPr>
        <w:lastRenderedPageBreak/>
        <w:t>از من بيزار و پيوند بريده چنان كه نزديك ترين مردم كه در نسب از همه كس به من پيوسته تر بود از من بيزارى جسته و به من رحم نكرده</w:t>
      </w:r>
      <w:r w:rsidR="007D3118">
        <w:rPr>
          <w:rtl/>
        </w:rPr>
        <w:t xml:space="preserve">، </w:t>
      </w:r>
      <w:r>
        <w:rPr>
          <w:rtl/>
        </w:rPr>
        <w:t>پروردگار بر من رحم كرد و مرااز بخشش خود نااميد نفرمود و به اين باغ در آورد كه مى بينى (انتهى</w:t>
      </w:r>
      <w:r w:rsidR="007D3118">
        <w:rPr>
          <w:rtl/>
        </w:rPr>
        <w:t xml:space="preserve">) . </w:t>
      </w:r>
    </w:p>
    <w:p w:rsidR="008D57EF" w:rsidRDefault="008D57EF" w:rsidP="000A4C2B">
      <w:pPr>
        <w:pStyle w:val="libFootnote"/>
        <w:rPr>
          <w:rtl/>
        </w:rPr>
      </w:pPr>
      <w:r>
        <w:rPr>
          <w:rtl/>
        </w:rPr>
        <w:t>118- مثل زدن در اين جا بيان قاعده كلى و پند و اندرز و حكمت و سخن جامع و كامل است كه خداى تعالى در قرآن بيان فرمود تا مردم بر طبق آن عمل كنند</w:t>
      </w:r>
      <w:r w:rsidR="007D3118">
        <w:rPr>
          <w:rtl/>
        </w:rPr>
        <w:t xml:space="preserve">، </w:t>
      </w:r>
      <w:r>
        <w:rPr>
          <w:rtl/>
        </w:rPr>
        <w:t>گويى نشانه اى بر پا داشت كه بدان راه شناسند و مثل به معنى شاخص است و هر چيز كه بر پاى دارند و مثل قائما انتصب متولا كما فى الاساس و ضرب مثل به معنى زدن شاخص است به زمين تا فرو رود و استوار گردد</w:t>
      </w:r>
      <w:r w:rsidR="007D3118">
        <w:rPr>
          <w:rtl/>
        </w:rPr>
        <w:t xml:space="preserve">، </w:t>
      </w:r>
      <w:r>
        <w:rPr>
          <w:rtl/>
        </w:rPr>
        <w:t>قال تعالى</w:t>
      </w:r>
      <w:r w:rsidR="007D3118">
        <w:rPr>
          <w:rtl/>
        </w:rPr>
        <w:t xml:space="preserve">: </w:t>
      </w:r>
      <w:r>
        <w:rPr>
          <w:rtl/>
        </w:rPr>
        <w:t>و ضرب لنا مثلا و نسى خلقه قال من يحيى العظام و هى رميم اين سخن كه آن كافر گفت (كيست اين تسخوان ها را كه پوسيده زنده كند</w:t>
      </w:r>
      <w:r w:rsidR="007D3118">
        <w:rPr>
          <w:rtl/>
        </w:rPr>
        <w:t xml:space="preserve">) </w:t>
      </w:r>
      <w:r>
        <w:rPr>
          <w:rtl/>
        </w:rPr>
        <w:t>مثلى بود كه زد يعنى به گمان خود دليلى نصب كرد يا شاخصى بر پاى داشت براى راهنمايى پيغمبر (</w:t>
      </w:r>
      <w:r w:rsidR="00865B4A" w:rsidRPr="00865B4A">
        <w:rPr>
          <w:rStyle w:val="libAlaemChar"/>
          <w:rtl/>
        </w:rPr>
        <w:t>صلى‌الله‌عليه‌وآله‌وسلم</w:t>
      </w:r>
      <w:r w:rsidR="007D3118">
        <w:rPr>
          <w:rtl/>
        </w:rPr>
        <w:t xml:space="preserve">) </w:t>
      </w:r>
      <w:r>
        <w:rPr>
          <w:rtl/>
        </w:rPr>
        <w:t>او اين استعمال نظير مثل زدن مشهور و تشبيه كردن نيست</w:t>
      </w:r>
      <w:r w:rsidR="007D3118">
        <w:rPr>
          <w:rtl/>
        </w:rPr>
        <w:t xml:space="preserve">. </w:t>
      </w:r>
    </w:p>
    <w:p w:rsidR="008D57EF" w:rsidRDefault="008D57EF" w:rsidP="000A4C2B">
      <w:pPr>
        <w:pStyle w:val="libFootnote"/>
        <w:rPr>
          <w:rtl/>
        </w:rPr>
      </w:pPr>
      <w:r>
        <w:rPr>
          <w:rtl/>
        </w:rPr>
        <w:t>119- عرفه نام روز نهم ذى الحجه است كه حاجيان از ظهر تا غروب در صحراى عرفات به عبادت و دعا مشغولند و گاه بر آن صحرا نيز اطلاق مى شود و اين اسم هميشه غيرمنصرف و بى الف و لام است</w:t>
      </w:r>
      <w:r w:rsidR="007D3118">
        <w:rPr>
          <w:rtl/>
        </w:rPr>
        <w:t xml:space="preserve">. </w:t>
      </w:r>
    </w:p>
    <w:p w:rsidR="008D57EF" w:rsidRDefault="008D57EF" w:rsidP="000A4C2B">
      <w:pPr>
        <w:pStyle w:val="libFootnote"/>
        <w:rPr>
          <w:rtl/>
        </w:rPr>
      </w:pPr>
      <w:r>
        <w:rPr>
          <w:rtl/>
        </w:rPr>
        <w:t>120- پرستنده ترجمه لفظ مالوه است و مالوه آن است كه اله دارد مانند امام و ماءموم و شايد مالوه به معنى اله باشد مانند مكتوب به معنى كتاب و ترجمه چنين مى شود</w:t>
      </w:r>
      <w:r w:rsidR="007D3118">
        <w:rPr>
          <w:rtl/>
        </w:rPr>
        <w:t xml:space="preserve">: </w:t>
      </w:r>
      <w:r>
        <w:rPr>
          <w:rtl/>
        </w:rPr>
        <w:t>اى معبود هر معبود</w:t>
      </w:r>
      <w:r w:rsidR="007D3118">
        <w:rPr>
          <w:rtl/>
        </w:rPr>
        <w:t xml:space="preserve">. </w:t>
      </w:r>
    </w:p>
    <w:p w:rsidR="008D57EF" w:rsidRDefault="008D57EF" w:rsidP="000A4C2B">
      <w:pPr>
        <w:pStyle w:val="libFootnote"/>
        <w:rPr>
          <w:rtl/>
        </w:rPr>
      </w:pPr>
      <w:r>
        <w:rPr>
          <w:rtl/>
        </w:rPr>
        <w:t>121- دليل بر علم خداوند است به همه چيز</w:t>
      </w:r>
      <w:r w:rsidR="007D3118">
        <w:rPr>
          <w:rtl/>
        </w:rPr>
        <w:t xml:space="preserve">، </w:t>
      </w:r>
      <w:r>
        <w:rPr>
          <w:rtl/>
        </w:rPr>
        <w:t>چون او علت است و علم به ذات خود دارد و علم به علت موجب علم به معلول است و ذات معلول به خود پيش علم او ظاهر است نه صورتى از آن</w:t>
      </w:r>
      <w:r w:rsidR="007D3118">
        <w:rPr>
          <w:rtl/>
        </w:rPr>
        <w:t xml:space="preserve">، </w:t>
      </w:r>
      <w:r>
        <w:rPr>
          <w:rtl/>
        </w:rPr>
        <w:t>مانند علم ما و اصطلاح ديگر علم او به هر چيز علم حضورى است نه حصولى</w:t>
      </w:r>
      <w:r w:rsidR="007D3118">
        <w:rPr>
          <w:rtl/>
        </w:rPr>
        <w:t xml:space="preserve">، </w:t>
      </w:r>
      <w:r>
        <w:rPr>
          <w:rtl/>
        </w:rPr>
        <w:t>چون او همه را فرا گرفته و نگهبان همه است</w:t>
      </w:r>
      <w:r w:rsidR="007D3118">
        <w:rPr>
          <w:rtl/>
        </w:rPr>
        <w:t xml:space="preserve">. </w:t>
      </w:r>
      <w:r>
        <w:rPr>
          <w:rtl/>
        </w:rPr>
        <w:t>او نگهبان است زيرا كه مخلوقات هم در حدوث نيازمند اويند و هم در بقاء</w:t>
      </w:r>
      <w:r w:rsidR="007D3118">
        <w:rPr>
          <w:rtl/>
        </w:rPr>
        <w:t xml:space="preserve">، </w:t>
      </w:r>
      <w:r>
        <w:rPr>
          <w:rtl/>
        </w:rPr>
        <w:t>مانند نور به چراغ نه بنا</w:t>
      </w:r>
      <w:r w:rsidR="007D3118">
        <w:rPr>
          <w:rtl/>
        </w:rPr>
        <w:t xml:space="preserve">. </w:t>
      </w:r>
      <w:r>
        <w:rPr>
          <w:rtl/>
        </w:rPr>
        <w:t>و به بنا</w:t>
      </w:r>
      <w:r w:rsidR="007D3118">
        <w:rPr>
          <w:rtl/>
        </w:rPr>
        <w:t xml:space="preserve">. </w:t>
      </w:r>
      <w:r>
        <w:rPr>
          <w:rtl/>
        </w:rPr>
        <w:t>و سيد شارح رحمه الله بيان علم خداوند را موافق تحقيق خواجه نصير الدين طوسى آورده است</w:t>
      </w:r>
      <w:r w:rsidR="007D3118">
        <w:rPr>
          <w:rtl/>
        </w:rPr>
        <w:t xml:space="preserve">. </w:t>
      </w:r>
    </w:p>
    <w:p w:rsidR="008D57EF" w:rsidRDefault="008D57EF" w:rsidP="000A4C2B">
      <w:pPr>
        <w:pStyle w:val="libFootnote"/>
        <w:rPr>
          <w:rtl/>
        </w:rPr>
      </w:pPr>
      <w:r>
        <w:rPr>
          <w:rtl/>
        </w:rPr>
        <w:t>122- حكيم آن است كه همه چيز را چنان كه هست بداند و هر كار را چنان كه بايد به جاى آورد</w:t>
      </w:r>
      <w:r w:rsidR="007D3118">
        <w:rPr>
          <w:rtl/>
        </w:rPr>
        <w:t xml:space="preserve">. </w:t>
      </w:r>
    </w:p>
    <w:p w:rsidR="008D57EF" w:rsidRDefault="008D57EF" w:rsidP="000A4C2B">
      <w:pPr>
        <w:pStyle w:val="libFootnote"/>
        <w:rPr>
          <w:rtl/>
        </w:rPr>
      </w:pPr>
      <w:r>
        <w:rPr>
          <w:rtl/>
        </w:rPr>
        <w:t>و سميع و بصير در خداوند</w:t>
      </w:r>
      <w:r w:rsidR="007D3118">
        <w:rPr>
          <w:rtl/>
        </w:rPr>
        <w:t xml:space="preserve">، </w:t>
      </w:r>
      <w:r>
        <w:rPr>
          <w:rtl/>
        </w:rPr>
        <w:t>علم به ديدنى ها و شنيدنى ها است</w:t>
      </w:r>
      <w:r w:rsidR="007D3118">
        <w:rPr>
          <w:rtl/>
        </w:rPr>
        <w:t xml:space="preserve">، </w:t>
      </w:r>
      <w:r>
        <w:rPr>
          <w:rtl/>
        </w:rPr>
        <w:t>نه به آلت و تاءثر و انفعال چنان كه طبيب مى داند درد بيمار در كدام عضو او است و بهتر از بيمار مى داند اما خود از درد او متاثر نشود</w:t>
      </w:r>
      <w:r w:rsidR="007D3118">
        <w:rPr>
          <w:rtl/>
        </w:rPr>
        <w:t xml:space="preserve">. </w:t>
      </w:r>
    </w:p>
    <w:p w:rsidR="008D57EF" w:rsidRDefault="008D57EF" w:rsidP="000A4C2B">
      <w:pPr>
        <w:pStyle w:val="libFootnote"/>
        <w:rPr>
          <w:rtl/>
        </w:rPr>
      </w:pPr>
      <w:r>
        <w:rPr>
          <w:rtl/>
        </w:rPr>
        <w:lastRenderedPageBreak/>
        <w:t>خداوند هم علم به مسموعات و مبصرات دارد</w:t>
      </w:r>
      <w:r w:rsidR="007D3118">
        <w:rPr>
          <w:rtl/>
        </w:rPr>
        <w:t xml:space="preserve">، </w:t>
      </w:r>
      <w:r>
        <w:rPr>
          <w:rtl/>
        </w:rPr>
        <w:t>بى چشم و گوش</w:t>
      </w:r>
      <w:r w:rsidR="007D3118">
        <w:rPr>
          <w:rtl/>
        </w:rPr>
        <w:t xml:space="preserve">. </w:t>
      </w:r>
      <w:r>
        <w:rPr>
          <w:rtl/>
        </w:rPr>
        <w:t>و بعضى عوام فلسفه كه سخن ابن سينا و امثال او را درست ادراك نكردند و مقصود آن ها را در نيافتند</w:t>
      </w:r>
      <w:r w:rsidR="007D3118">
        <w:rPr>
          <w:rtl/>
        </w:rPr>
        <w:t xml:space="preserve">، </w:t>
      </w:r>
      <w:r>
        <w:rPr>
          <w:rtl/>
        </w:rPr>
        <w:t>علم خداوند را به جزئيات به سبب بى آلتى انكار كردند</w:t>
      </w:r>
      <w:r w:rsidR="007D3118">
        <w:rPr>
          <w:rtl/>
        </w:rPr>
        <w:t xml:space="preserve">. </w:t>
      </w:r>
    </w:p>
    <w:p w:rsidR="008D57EF" w:rsidRDefault="008D57EF" w:rsidP="000A4C2B">
      <w:pPr>
        <w:pStyle w:val="libFootnote"/>
        <w:rPr>
          <w:rtl/>
        </w:rPr>
      </w:pPr>
      <w:r>
        <w:rPr>
          <w:rtl/>
        </w:rPr>
        <w:t>123- پيش از هر چيز و پس از هر چيز</w:t>
      </w:r>
      <w:r w:rsidR="007D3118">
        <w:rPr>
          <w:rtl/>
        </w:rPr>
        <w:t xml:space="preserve">، </w:t>
      </w:r>
      <w:r>
        <w:rPr>
          <w:rtl/>
        </w:rPr>
        <w:t>عبارت از عليت فاعلى و غايى است</w:t>
      </w:r>
      <w:r w:rsidR="007D3118">
        <w:rPr>
          <w:rtl/>
        </w:rPr>
        <w:t xml:space="preserve">، </w:t>
      </w:r>
      <w:r>
        <w:rPr>
          <w:rtl/>
        </w:rPr>
        <w:t>چنان كه در اول دعا فرمود</w:t>
      </w:r>
      <w:r w:rsidR="007D3118">
        <w:rPr>
          <w:rtl/>
        </w:rPr>
        <w:t xml:space="preserve">: </w:t>
      </w:r>
      <w:r>
        <w:rPr>
          <w:rtl/>
        </w:rPr>
        <w:t>آفريننده هر چيز و وارث هر چيز و مراد پيش و پس زمانى نيست چون ممكنات فانى مطلق نمى شوند و بهشت و دوزخ جاويدانند</w:t>
      </w:r>
      <w:r w:rsidR="007D3118">
        <w:rPr>
          <w:rtl/>
        </w:rPr>
        <w:t xml:space="preserve">. </w:t>
      </w:r>
      <w:r>
        <w:rPr>
          <w:rtl/>
        </w:rPr>
        <w:t>و مردم آن دو نيز هميشه هستند و زمانى نباشد كه همه فانى شوند و جز خداى هيچ نماند</w:t>
      </w:r>
      <w:r w:rsidR="007D3118">
        <w:rPr>
          <w:rtl/>
        </w:rPr>
        <w:t xml:space="preserve">، </w:t>
      </w:r>
      <w:r>
        <w:rPr>
          <w:rtl/>
        </w:rPr>
        <w:t>جز به مذهب جهم بن صفوان كه گفت</w:t>
      </w:r>
      <w:r w:rsidR="007D3118">
        <w:rPr>
          <w:rtl/>
        </w:rPr>
        <w:t xml:space="preserve">: </w:t>
      </w:r>
      <w:r>
        <w:rPr>
          <w:rtl/>
        </w:rPr>
        <w:t>بهشت و دوزخ نيز فانى شوند</w:t>
      </w:r>
      <w:r w:rsidR="007D3118">
        <w:rPr>
          <w:rtl/>
        </w:rPr>
        <w:t xml:space="preserve">. </w:t>
      </w:r>
    </w:p>
    <w:p w:rsidR="008D57EF" w:rsidRDefault="008D57EF" w:rsidP="000A4C2B">
      <w:pPr>
        <w:pStyle w:val="libFootnote"/>
        <w:rPr>
          <w:rtl/>
        </w:rPr>
      </w:pPr>
      <w:r>
        <w:rPr>
          <w:rtl/>
        </w:rPr>
        <w:t>و سيد شارح فرمايد</w:t>
      </w:r>
      <w:r w:rsidR="007D3118">
        <w:rPr>
          <w:rtl/>
        </w:rPr>
        <w:t xml:space="preserve">: </w:t>
      </w:r>
      <w:r>
        <w:rPr>
          <w:rtl/>
        </w:rPr>
        <w:t>هو اول بما هو آخر و آخر بما هو اول بلا تغيير فى ذاته و صفاته و چون همه چيز طالب كمال است و كمال مطلق مختص ‍ ذات اواست</w:t>
      </w:r>
      <w:r w:rsidR="007D3118">
        <w:rPr>
          <w:rtl/>
        </w:rPr>
        <w:t xml:space="preserve">، </w:t>
      </w:r>
      <w:r>
        <w:rPr>
          <w:rtl/>
        </w:rPr>
        <w:t>پس منتهاى همه هركات و مقصود همه كائنات و غايت همه موجود اوست</w:t>
      </w:r>
      <w:r w:rsidR="007D3118">
        <w:rPr>
          <w:rtl/>
        </w:rPr>
        <w:t xml:space="preserve">. </w:t>
      </w:r>
    </w:p>
    <w:p w:rsidR="008D57EF" w:rsidRDefault="008D57EF" w:rsidP="000A4C2B">
      <w:pPr>
        <w:pStyle w:val="libFootnote"/>
        <w:rPr>
          <w:rtl/>
        </w:rPr>
      </w:pPr>
      <w:r>
        <w:rPr>
          <w:rtl/>
        </w:rPr>
        <w:t>124- هم ماده مخلوق است و هم صورت و اگر خداوند خلقت هر چيز را از ماده مى كرد</w:t>
      </w:r>
      <w:r w:rsidR="007D3118">
        <w:rPr>
          <w:rtl/>
        </w:rPr>
        <w:t xml:space="preserve">، </w:t>
      </w:r>
      <w:r>
        <w:rPr>
          <w:rtl/>
        </w:rPr>
        <w:t>ماده قديم بود و ماده بى صورت نباشد</w:t>
      </w:r>
      <w:r w:rsidR="007D3118">
        <w:rPr>
          <w:rtl/>
        </w:rPr>
        <w:t xml:space="preserve">، </w:t>
      </w:r>
      <w:r>
        <w:rPr>
          <w:rtl/>
        </w:rPr>
        <w:t>پس صورت نيز قديم بود</w:t>
      </w:r>
      <w:r w:rsidR="007D3118">
        <w:rPr>
          <w:rtl/>
        </w:rPr>
        <w:t xml:space="preserve">، </w:t>
      </w:r>
      <w:r>
        <w:rPr>
          <w:rtl/>
        </w:rPr>
        <w:t>با آن كه محتاج قديم نباشد و ماده محتاج صورت است و صورت محتاج ماده</w:t>
      </w:r>
      <w:r w:rsidR="007D3118">
        <w:rPr>
          <w:rtl/>
        </w:rPr>
        <w:t xml:space="preserve">، </w:t>
      </w:r>
      <w:r>
        <w:rPr>
          <w:rtl/>
        </w:rPr>
        <w:t>پس هر دو مخلوقند</w:t>
      </w:r>
      <w:r w:rsidR="007D3118">
        <w:rPr>
          <w:rtl/>
        </w:rPr>
        <w:t xml:space="preserve">. </w:t>
      </w:r>
    </w:p>
    <w:p w:rsidR="008D57EF" w:rsidRDefault="008D57EF" w:rsidP="000A4C2B">
      <w:pPr>
        <w:pStyle w:val="libFootnote"/>
        <w:rPr>
          <w:rtl/>
        </w:rPr>
      </w:pPr>
      <w:r>
        <w:rPr>
          <w:rtl/>
        </w:rPr>
        <w:t>125- نظم و ترتيب و تقدير حكمت است نه ايجاب طبيعت و جاهلان گويند</w:t>
      </w:r>
      <w:r w:rsidR="007D3118">
        <w:rPr>
          <w:rtl/>
        </w:rPr>
        <w:t xml:space="preserve">: </w:t>
      </w:r>
      <w:r>
        <w:rPr>
          <w:rtl/>
        </w:rPr>
        <w:t>چون پيوسته نخل از تخم خرما رويد وگندم از گندم و جو از جو و سيب از سيب</w:t>
      </w:r>
      <w:r w:rsidR="007D3118">
        <w:rPr>
          <w:rtl/>
        </w:rPr>
        <w:t xml:space="preserve">، </w:t>
      </w:r>
      <w:r>
        <w:rPr>
          <w:rtl/>
        </w:rPr>
        <w:t>با شرايط طبيعى كه تخلف نپذيرند</w:t>
      </w:r>
      <w:r w:rsidR="007D3118">
        <w:rPr>
          <w:rtl/>
        </w:rPr>
        <w:t xml:space="preserve">، </w:t>
      </w:r>
      <w:r>
        <w:rPr>
          <w:rtl/>
        </w:rPr>
        <w:t>پس همه چيز كار طبيعت است نه فاعل مختار</w:t>
      </w:r>
      <w:r w:rsidR="007D3118">
        <w:rPr>
          <w:rtl/>
        </w:rPr>
        <w:t xml:space="preserve">، </w:t>
      </w:r>
      <w:r>
        <w:rPr>
          <w:rtl/>
        </w:rPr>
        <w:t>و مختار بايد كار گوناگون كند</w:t>
      </w:r>
      <w:r w:rsidR="007D3118">
        <w:rPr>
          <w:rtl/>
        </w:rPr>
        <w:t xml:space="preserve">. </w:t>
      </w:r>
    </w:p>
    <w:p w:rsidR="008D57EF" w:rsidRDefault="008D57EF" w:rsidP="000A4C2B">
      <w:pPr>
        <w:pStyle w:val="libFootnote"/>
        <w:rPr>
          <w:rtl/>
        </w:rPr>
      </w:pPr>
      <w:r>
        <w:rPr>
          <w:rtl/>
        </w:rPr>
        <w:t xml:space="preserve">و امام </w:t>
      </w:r>
      <w:r w:rsidR="000C598D" w:rsidRPr="000C598D">
        <w:rPr>
          <w:rStyle w:val="libAlaemChar"/>
          <w:rtl/>
        </w:rPr>
        <w:t>عليه‌السلام</w:t>
      </w:r>
      <w:r w:rsidR="007D3118">
        <w:rPr>
          <w:rtl/>
        </w:rPr>
        <w:t xml:space="preserve"> </w:t>
      </w:r>
      <w:r>
        <w:rPr>
          <w:rtl/>
        </w:rPr>
        <w:t>مى فرمايد</w:t>
      </w:r>
      <w:r w:rsidR="007D3118">
        <w:rPr>
          <w:rtl/>
        </w:rPr>
        <w:t xml:space="preserve">: </w:t>
      </w:r>
      <w:r>
        <w:rPr>
          <w:rtl/>
        </w:rPr>
        <w:t>خداى تعالى براى هر چيز اندازه معين كرد و آن را آماده كارى فرمود و آن كار را بر او آسان كرد</w:t>
      </w:r>
      <w:r w:rsidR="007D3118">
        <w:rPr>
          <w:rtl/>
        </w:rPr>
        <w:t xml:space="preserve">، </w:t>
      </w:r>
      <w:r>
        <w:rPr>
          <w:rtl/>
        </w:rPr>
        <w:t>پس اين طبيعت نظم آفرينش ‍ پروردگار است و مسخر او است</w:t>
      </w:r>
      <w:r w:rsidR="007D3118">
        <w:rPr>
          <w:rtl/>
        </w:rPr>
        <w:t xml:space="preserve">. </w:t>
      </w:r>
    </w:p>
    <w:p w:rsidR="008D57EF" w:rsidRDefault="008D57EF" w:rsidP="000A4C2B">
      <w:pPr>
        <w:pStyle w:val="libFootnote"/>
        <w:rPr>
          <w:rtl/>
        </w:rPr>
      </w:pPr>
      <w:r>
        <w:rPr>
          <w:rtl/>
        </w:rPr>
        <w:t>126- حد وجود ماهيت است و هر ممكن محدود است</w:t>
      </w:r>
      <w:r w:rsidR="007D3118">
        <w:rPr>
          <w:rtl/>
        </w:rPr>
        <w:t xml:space="preserve">، </w:t>
      </w:r>
      <w:r>
        <w:rPr>
          <w:rtl/>
        </w:rPr>
        <w:t>يعنى خاصيت خود را دارد و كار خود را مى تواند نه كار موجود ديگر را</w:t>
      </w:r>
      <w:r w:rsidR="007D3118">
        <w:rPr>
          <w:rtl/>
        </w:rPr>
        <w:t xml:space="preserve">. </w:t>
      </w:r>
      <w:r>
        <w:rPr>
          <w:rtl/>
        </w:rPr>
        <w:t>اما خداوند تعالى محدود نيست و گفته اند</w:t>
      </w:r>
      <w:r w:rsidR="007D3118">
        <w:rPr>
          <w:rtl/>
        </w:rPr>
        <w:t xml:space="preserve">: </w:t>
      </w:r>
      <w:r>
        <w:rPr>
          <w:rtl/>
        </w:rPr>
        <w:t>بسيط الحقيقة كل الاشياء</w:t>
      </w:r>
      <w:r w:rsidR="007D3118">
        <w:rPr>
          <w:rtl/>
        </w:rPr>
        <w:t xml:space="preserve">. </w:t>
      </w:r>
      <w:r>
        <w:rPr>
          <w:rtl/>
        </w:rPr>
        <w:t xml:space="preserve">و حضرت اميرالمؤمنين </w:t>
      </w:r>
      <w:r w:rsidR="000C598D" w:rsidRPr="000C598D">
        <w:rPr>
          <w:rStyle w:val="libAlaemChar"/>
          <w:rtl/>
        </w:rPr>
        <w:t>عليه‌السلام</w:t>
      </w:r>
      <w:r w:rsidR="007D3118">
        <w:rPr>
          <w:rtl/>
        </w:rPr>
        <w:t xml:space="preserve"> </w:t>
      </w:r>
      <w:r>
        <w:rPr>
          <w:rtl/>
        </w:rPr>
        <w:t>فرمود</w:t>
      </w:r>
      <w:r w:rsidR="007D3118">
        <w:rPr>
          <w:rtl/>
        </w:rPr>
        <w:t xml:space="preserve">: </w:t>
      </w:r>
      <w:r>
        <w:rPr>
          <w:rtl/>
        </w:rPr>
        <w:t>با همه چيز است نه آن كه به درون آن ها فرو رفته باشد و غير از هر چيز است و نه آن كه جدا باشد</w:t>
      </w:r>
      <w:r w:rsidR="007D3118">
        <w:rPr>
          <w:rtl/>
        </w:rPr>
        <w:t xml:space="preserve">، </w:t>
      </w:r>
      <w:r>
        <w:rPr>
          <w:rtl/>
        </w:rPr>
        <w:t>جدايى او به عزلت نيست بلكه به صفت است و اين معنى را به الفاظ مختلف تكرار فرموده است</w:t>
      </w:r>
      <w:r w:rsidR="007D3118">
        <w:rPr>
          <w:rtl/>
        </w:rPr>
        <w:t xml:space="preserve">. </w:t>
      </w:r>
    </w:p>
    <w:p w:rsidR="008D57EF" w:rsidRDefault="008D57EF" w:rsidP="000A4C2B">
      <w:pPr>
        <w:pStyle w:val="libFootnote"/>
        <w:rPr>
          <w:rtl/>
        </w:rPr>
      </w:pPr>
      <w:r>
        <w:rPr>
          <w:rtl/>
        </w:rPr>
        <w:t>127- لم تمثل فتكون موجودا</w:t>
      </w:r>
      <w:r w:rsidR="007D3118">
        <w:rPr>
          <w:rtl/>
        </w:rPr>
        <w:t xml:space="preserve">. </w:t>
      </w:r>
      <w:r>
        <w:rPr>
          <w:rtl/>
        </w:rPr>
        <w:t>موجود اسم مفعول از «وجد يوجد» به معنى يافتن و حسن كردن است و اطلاق موجود بر خداوند تعالى به اين معنى جايز نيست اما در اصطلاح به معنى بود و هست باشد</w:t>
      </w:r>
      <w:r w:rsidR="007D3118">
        <w:rPr>
          <w:rtl/>
        </w:rPr>
        <w:t xml:space="preserve">. </w:t>
      </w:r>
      <w:r>
        <w:rPr>
          <w:rtl/>
        </w:rPr>
        <w:t>و بدين معنى خداوند موجود است و مقابل آن معدوم باشد و طوايف اسلام</w:t>
      </w:r>
      <w:r w:rsidR="007D3118">
        <w:rPr>
          <w:rtl/>
        </w:rPr>
        <w:t xml:space="preserve">، </w:t>
      </w:r>
      <w:r>
        <w:rPr>
          <w:rtl/>
        </w:rPr>
        <w:t>اسماى خداوند را توفيقى دانند يعنى هر نام را بى رخصت بر خداوند تعالى اطلاق نكنند</w:t>
      </w:r>
      <w:r w:rsidR="007D3118">
        <w:rPr>
          <w:rtl/>
        </w:rPr>
        <w:t xml:space="preserve">، </w:t>
      </w:r>
      <w:r>
        <w:rPr>
          <w:rtl/>
        </w:rPr>
        <w:t xml:space="preserve">هر چند صفت و </w:t>
      </w:r>
      <w:r>
        <w:rPr>
          <w:rtl/>
        </w:rPr>
        <w:lastRenderedPageBreak/>
        <w:t>مبداء آن در خداوند باشد</w:t>
      </w:r>
      <w:r w:rsidR="007D3118">
        <w:rPr>
          <w:rtl/>
        </w:rPr>
        <w:t xml:space="preserve">، </w:t>
      </w:r>
      <w:r>
        <w:rPr>
          <w:rtl/>
        </w:rPr>
        <w:t>مانند</w:t>
      </w:r>
      <w:r w:rsidR="007D3118">
        <w:rPr>
          <w:rtl/>
        </w:rPr>
        <w:t xml:space="preserve">: </w:t>
      </w:r>
      <w:r>
        <w:rPr>
          <w:rtl/>
        </w:rPr>
        <w:t>اءنّ الله اشترى من المؤمنين انفسهم و اموالهم با اين حال او را مشترى نتوان گفت مگر براى بين فعل نه تسميه يعنى آن كه مشترى از نام هاى خدا باشد و ءاءنتم تزرعونه اءم نحن الزارعون خداوند خود را در مقام بيان فعل زارع خواند اما در تسميه نمى توان او را زارع ناميد و در همين دعاى مبارك پس از چند سطر خداوند را به حكيم ما اعرفك وصف كرد اما او را عارف نتوان گفت چون در مقام تسميه هر لفظ دلالت بر مقام ذات و تعيين آن مى كند مستقلا با نظر غير مستقل به صفت</w:t>
      </w:r>
      <w:r w:rsidR="007D3118">
        <w:rPr>
          <w:rtl/>
        </w:rPr>
        <w:t xml:space="preserve">، </w:t>
      </w:r>
      <w:r>
        <w:rPr>
          <w:rtl/>
        </w:rPr>
        <w:t>اما در مقام توصيف و بيان افعال دلالت بر فعل و صفت مى كند به نظر مستقل و دلالت بر ذات مى كند به نظر غير مستقل</w:t>
      </w:r>
      <w:r w:rsidR="007D3118">
        <w:rPr>
          <w:rtl/>
        </w:rPr>
        <w:t xml:space="preserve">، </w:t>
      </w:r>
      <w:r>
        <w:rPr>
          <w:rtl/>
        </w:rPr>
        <w:t>از اين جهت بين تسميه و توصيف فرق بسيار است</w:t>
      </w:r>
      <w:r w:rsidR="007D3118">
        <w:rPr>
          <w:rtl/>
        </w:rPr>
        <w:t xml:space="preserve">، </w:t>
      </w:r>
      <w:r>
        <w:rPr>
          <w:rtl/>
        </w:rPr>
        <w:t>چنان كه اگر وزير يا تاجرى دست خود را بسيار مى شُويَد مى توان گفت</w:t>
      </w:r>
      <w:r w:rsidR="007D3118">
        <w:rPr>
          <w:rtl/>
        </w:rPr>
        <w:t xml:space="preserve">: </w:t>
      </w:r>
      <w:r>
        <w:rPr>
          <w:rtl/>
        </w:rPr>
        <w:t>هو يغسل يده كثيرا</w:t>
      </w:r>
      <w:r w:rsidR="007D3118">
        <w:rPr>
          <w:rtl/>
        </w:rPr>
        <w:t xml:space="preserve">، </w:t>
      </w:r>
      <w:r>
        <w:rPr>
          <w:rtl/>
        </w:rPr>
        <w:t>اما نمى توان گفت</w:t>
      </w:r>
      <w:r w:rsidR="007D3118">
        <w:rPr>
          <w:rtl/>
        </w:rPr>
        <w:t xml:space="preserve">: </w:t>
      </w:r>
      <w:r>
        <w:rPr>
          <w:rtl/>
        </w:rPr>
        <w:t>او غسال است</w:t>
      </w:r>
      <w:r w:rsidR="007D3118">
        <w:rPr>
          <w:rtl/>
        </w:rPr>
        <w:t xml:space="preserve">. </w:t>
      </w:r>
      <w:r>
        <w:rPr>
          <w:rtl/>
        </w:rPr>
        <w:t>و مرحوم فيض عليه الرحمه پس از لم تمثل فتكون موجودا گفت</w:t>
      </w:r>
      <w:r w:rsidR="007D3118">
        <w:rPr>
          <w:rtl/>
        </w:rPr>
        <w:t xml:space="preserve">: </w:t>
      </w:r>
      <w:r>
        <w:rPr>
          <w:rtl/>
        </w:rPr>
        <w:t>لان ما يقبل التمثل يقبل الايجاد گويا تمثل را به معنى مانند داشتن و موجود را به معنى موجد</w:t>
      </w:r>
      <w:r w:rsidR="007D3118">
        <w:rPr>
          <w:rtl/>
        </w:rPr>
        <w:t xml:space="preserve">، </w:t>
      </w:r>
      <w:r>
        <w:rPr>
          <w:rtl/>
        </w:rPr>
        <w:t>اسم مفعول از باب افعال به معنى هستى يافته و موجود شده گرفته است و حاصل معنى اين مى شود</w:t>
      </w:r>
      <w:r w:rsidR="007D3118">
        <w:rPr>
          <w:rtl/>
        </w:rPr>
        <w:t xml:space="preserve">: </w:t>
      </w:r>
      <w:r>
        <w:rPr>
          <w:rtl/>
        </w:rPr>
        <w:t>تو مانند ندارى تا آن كه مخلوق باشى</w:t>
      </w:r>
      <w:r w:rsidR="007D3118">
        <w:rPr>
          <w:rtl/>
        </w:rPr>
        <w:t xml:space="preserve">، </w:t>
      </w:r>
      <w:r>
        <w:rPr>
          <w:rtl/>
        </w:rPr>
        <w:t>و سيد شارح رحمه الله وجود را چنان كه ما گفتيم به معنى ادراك كردن آورده</w:t>
      </w:r>
      <w:r w:rsidR="007D3118">
        <w:rPr>
          <w:rtl/>
        </w:rPr>
        <w:t xml:space="preserve">، </w:t>
      </w:r>
      <w:r>
        <w:rPr>
          <w:rtl/>
        </w:rPr>
        <w:t>اما تمثل را مانند فيض رحمه الله به معنى مانند داشتن</w:t>
      </w:r>
      <w:r w:rsidR="007D3118">
        <w:rPr>
          <w:rtl/>
        </w:rPr>
        <w:t xml:space="preserve">؛ </w:t>
      </w:r>
      <w:r>
        <w:rPr>
          <w:rtl/>
        </w:rPr>
        <w:t>دانسته است و از او عجيب است و الجواد قد يكبو و ممثل بر پا ايستاده و تمثال از همان ماده است</w:t>
      </w:r>
      <w:r w:rsidR="007D3118">
        <w:rPr>
          <w:rtl/>
        </w:rPr>
        <w:t xml:space="preserve">. </w:t>
      </w:r>
    </w:p>
    <w:p w:rsidR="008D57EF" w:rsidRDefault="008D57EF" w:rsidP="000A4C2B">
      <w:pPr>
        <w:pStyle w:val="libFootnote"/>
        <w:rPr>
          <w:rtl/>
        </w:rPr>
      </w:pPr>
      <w:r>
        <w:rPr>
          <w:rtl/>
        </w:rPr>
        <w:t>در نهاية ابن اثير گويد</w:t>
      </w:r>
      <w:r w:rsidR="007D3118">
        <w:rPr>
          <w:rtl/>
        </w:rPr>
        <w:t xml:space="preserve">: </w:t>
      </w:r>
      <w:r>
        <w:rPr>
          <w:rtl/>
        </w:rPr>
        <w:t>فى الحديث فقام النبى (</w:t>
      </w:r>
      <w:r w:rsidR="00865B4A" w:rsidRPr="00865B4A">
        <w:rPr>
          <w:rStyle w:val="libAlaemChar"/>
          <w:rtl/>
        </w:rPr>
        <w:t>صلى‌الله‌عليه‌وآله‌وسلم</w:t>
      </w:r>
      <w:r w:rsidR="007D3118">
        <w:rPr>
          <w:rtl/>
        </w:rPr>
        <w:t xml:space="preserve">) </w:t>
      </w:r>
      <w:r>
        <w:rPr>
          <w:rtl/>
        </w:rPr>
        <w:t>ممثلا يروى به كسر الثاء و فتحها اى منتصبا قائما و فيه اشد الناس عذابا ممثل اى مصور و يقال مثلت بالتثقيل و التحفيف اذا صورت مثالا و التمثال الاسم عنه</w:t>
      </w:r>
      <w:r w:rsidR="007D3118">
        <w:rPr>
          <w:rtl/>
        </w:rPr>
        <w:t xml:space="preserve">. </w:t>
      </w:r>
    </w:p>
    <w:p w:rsidR="008D57EF" w:rsidRDefault="008D57EF" w:rsidP="000A4C2B">
      <w:pPr>
        <w:pStyle w:val="libFootnote"/>
        <w:rPr>
          <w:rtl/>
        </w:rPr>
      </w:pPr>
      <w:r>
        <w:rPr>
          <w:rtl/>
        </w:rPr>
        <w:t>و در حواشى داماد عليه الرحمه در تفسير اين كلمه چيزى يافتم</w:t>
      </w:r>
      <w:r w:rsidR="007D3118">
        <w:rPr>
          <w:rtl/>
        </w:rPr>
        <w:t xml:space="preserve">. </w:t>
      </w:r>
    </w:p>
    <w:p w:rsidR="008D57EF" w:rsidRDefault="008D57EF" w:rsidP="000A4C2B">
      <w:pPr>
        <w:pStyle w:val="libFootnote"/>
        <w:rPr>
          <w:rtl/>
        </w:rPr>
      </w:pPr>
      <w:r>
        <w:rPr>
          <w:rtl/>
        </w:rPr>
        <w:t>128- فرزند از زيادتى پدر و مادر آفريده مى شود و هر كس فرزند آورد تنى دارد قابل كاهش و آفزايش و مادى است</w:t>
      </w:r>
      <w:r w:rsidR="007D3118">
        <w:rPr>
          <w:rtl/>
        </w:rPr>
        <w:t xml:space="preserve">، </w:t>
      </w:r>
      <w:r>
        <w:rPr>
          <w:rtl/>
        </w:rPr>
        <w:t>چون در معرض تغير است</w:t>
      </w:r>
      <w:r w:rsidR="007D3118">
        <w:rPr>
          <w:rtl/>
        </w:rPr>
        <w:t xml:space="preserve">، </w:t>
      </w:r>
      <w:r>
        <w:rPr>
          <w:rtl/>
        </w:rPr>
        <w:t>و هر موجود مادى محتاج به امكان استعدادى ماده است و ناچار حادث زمانى و مخلوق است و اگر خداوند تعالى فرزند داشت خود فرزند ديگرى و آماده به سبب معدات سابق بود</w:t>
      </w:r>
      <w:r w:rsidR="007D3118">
        <w:rPr>
          <w:rtl/>
        </w:rPr>
        <w:t xml:space="preserve">، </w:t>
      </w:r>
      <w:r>
        <w:rPr>
          <w:rtl/>
        </w:rPr>
        <w:t>تعالى عن ذلك</w:t>
      </w:r>
      <w:r w:rsidR="007D3118">
        <w:rPr>
          <w:rtl/>
        </w:rPr>
        <w:t xml:space="preserve">. </w:t>
      </w:r>
    </w:p>
    <w:p w:rsidR="008D57EF" w:rsidRDefault="008D57EF" w:rsidP="000A4C2B">
      <w:pPr>
        <w:pStyle w:val="libFootnote"/>
        <w:rPr>
          <w:rtl/>
        </w:rPr>
      </w:pPr>
      <w:r>
        <w:rPr>
          <w:rtl/>
        </w:rPr>
        <w:t>129- عرش به تفسيرى علم حق است</w:t>
      </w:r>
      <w:r w:rsidR="007D3118">
        <w:rPr>
          <w:rtl/>
        </w:rPr>
        <w:t xml:space="preserve">، </w:t>
      </w:r>
      <w:r>
        <w:rPr>
          <w:rtl/>
        </w:rPr>
        <w:t>يعنى هر چه علم تو بدان تعلق گيرد پيش تو فروتنى كند و به تفسير ديگر محدد الجهات است چون به دليل هاى قطعى ثابت شده است كه قضا غير متناهى نيست و هر جسمى مكان طبيعى دارد</w:t>
      </w:r>
      <w:r w:rsidR="007D3118">
        <w:rPr>
          <w:rtl/>
        </w:rPr>
        <w:t xml:space="preserve">، </w:t>
      </w:r>
      <w:r>
        <w:rPr>
          <w:rtl/>
        </w:rPr>
        <w:t>پيش از خود او آماده براى وى</w:t>
      </w:r>
      <w:r w:rsidR="007D3118">
        <w:rPr>
          <w:rtl/>
        </w:rPr>
        <w:t xml:space="preserve">، </w:t>
      </w:r>
      <w:r>
        <w:rPr>
          <w:rtl/>
        </w:rPr>
        <w:t>پس چه مانع از آن كه جسمى عظيم محيط به همه فضا موجود باشد و اين كه امروز فضا را نامتناهى گويند</w:t>
      </w:r>
      <w:r w:rsidR="007D3118">
        <w:rPr>
          <w:rtl/>
        </w:rPr>
        <w:t xml:space="preserve">. </w:t>
      </w:r>
      <w:r>
        <w:rPr>
          <w:rtl/>
        </w:rPr>
        <w:t>اگر غرض مبالغه نباشد ما آن را صحيح ندانيم</w:t>
      </w:r>
      <w:r w:rsidR="007D3118">
        <w:rPr>
          <w:rtl/>
        </w:rPr>
        <w:t xml:space="preserve">، </w:t>
      </w:r>
      <w:r>
        <w:rPr>
          <w:rtl/>
        </w:rPr>
        <w:t xml:space="preserve">چون هر چه مردم امروز گويند صحيح نيست و مسائل </w:t>
      </w:r>
      <w:r>
        <w:rPr>
          <w:rtl/>
        </w:rPr>
        <w:lastRenderedPageBreak/>
        <w:t>بسيار در مطاوى كتب ماست</w:t>
      </w:r>
      <w:r w:rsidR="007D3118">
        <w:rPr>
          <w:rtl/>
        </w:rPr>
        <w:t xml:space="preserve">، </w:t>
      </w:r>
      <w:r>
        <w:rPr>
          <w:rtl/>
        </w:rPr>
        <w:t>در فلسفه و نجوم و طب و علوم رياضى كه ميان اينان شايع نيست و بسا مطالب كه علماى ما مى دانستند اما اختراع و كشف آن ها را به خود نسبت مى دهند</w:t>
      </w:r>
      <w:r w:rsidR="007D3118">
        <w:rPr>
          <w:rtl/>
        </w:rPr>
        <w:t xml:space="preserve">، </w:t>
      </w:r>
      <w:r>
        <w:rPr>
          <w:rtl/>
        </w:rPr>
        <w:t>بالجمله متناهى بودن فضا ادله متقن دارد</w:t>
      </w:r>
      <w:r w:rsidR="007D3118">
        <w:rPr>
          <w:rtl/>
        </w:rPr>
        <w:t xml:space="preserve">. </w:t>
      </w:r>
      <w:r>
        <w:rPr>
          <w:rtl/>
        </w:rPr>
        <w:t>بايد دانست كه اين دعا خصوصا در توحيد نكات و دقايق بسيار دارد كه در ذيل اين صفحات نمى گنجد</w:t>
      </w:r>
      <w:r w:rsidR="007D3118">
        <w:rPr>
          <w:rtl/>
        </w:rPr>
        <w:t xml:space="preserve">، </w:t>
      </w:r>
      <w:r>
        <w:rPr>
          <w:rtl/>
        </w:rPr>
        <w:t>و فقنا الله لفهمه و نشره</w:t>
      </w:r>
      <w:r w:rsidR="007D3118">
        <w:rPr>
          <w:rtl/>
        </w:rPr>
        <w:t xml:space="preserve">. </w:t>
      </w:r>
    </w:p>
    <w:p w:rsidR="008D57EF" w:rsidRDefault="008D57EF" w:rsidP="000A4C2B">
      <w:pPr>
        <w:pStyle w:val="libFootnote"/>
        <w:rPr>
          <w:rtl/>
        </w:rPr>
      </w:pPr>
      <w:r>
        <w:rPr>
          <w:rtl/>
        </w:rPr>
        <w:t>130- مراد از سخنان حق چنان كه شيخ طبرسى در مجمع البيان گويد</w:t>
      </w:r>
      <w:r w:rsidR="007D3118">
        <w:rPr>
          <w:rtl/>
        </w:rPr>
        <w:t xml:space="preserve">: </w:t>
      </w:r>
      <w:r>
        <w:rPr>
          <w:rtl/>
        </w:rPr>
        <w:t>معلومات و مقدورات پروردگار است كه پايان ندارد و هر سخنى كه بر آنها دلالت كند هم پايان ندارد</w:t>
      </w:r>
      <w:r w:rsidR="007D3118">
        <w:rPr>
          <w:rtl/>
        </w:rPr>
        <w:t xml:space="preserve">. </w:t>
      </w:r>
    </w:p>
    <w:p w:rsidR="008D57EF" w:rsidRDefault="008D57EF" w:rsidP="000A4C2B">
      <w:pPr>
        <w:pStyle w:val="libFootnote"/>
        <w:rPr>
          <w:rtl/>
        </w:rPr>
      </w:pPr>
      <w:r>
        <w:rPr>
          <w:rtl/>
        </w:rPr>
        <w:t>131- اشارت به آيه تطهير است و دليل آن كه مراد از اهل بيت</w:t>
      </w:r>
      <w:r w:rsidR="007D3118">
        <w:rPr>
          <w:rtl/>
        </w:rPr>
        <w:t xml:space="preserve">، </w:t>
      </w:r>
      <w:r>
        <w:rPr>
          <w:rtl/>
        </w:rPr>
        <w:t>اهل عصمت باشد چون خداوند به اراده تكوينى پاك بودن آنان را خواست و البته خواست خدا واقع شود</w:t>
      </w:r>
      <w:r w:rsidR="007D3118">
        <w:rPr>
          <w:rtl/>
        </w:rPr>
        <w:t xml:space="preserve">، </w:t>
      </w:r>
      <w:r>
        <w:rPr>
          <w:rtl/>
        </w:rPr>
        <w:t>و اگر گويى شايد اراده تشريعى مراد باشد</w:t>
      </w:r>
      <w:r w:rsidR="007D3118">
        <w:rPr>
          <w:rtl/>
        </w:rPr>
        <w:t xml:space="preserve">، </w:t>
      </w:r>
      <w:r>
        <w:rPr>
          <w:rtl/>
        </w:rPr>
        <w:t xml:space="preserve">گوييم خداوند به اراده تشريعى طهارت همه مردم را خواست و اختصاص ‍ به اهل بيت </w:t>
      </w:r>
      <w:r w:rsidR="000C598D" w:rsidRPr="000C598D">
        <w:rPr>
          <w:rStyle w:val="libAlaemChar"/>
          <w:rtl/>
        </w:rPr>
        <w:t>عليهم‌السلام</w:t>
      </w:r>
      <w:r w:rsidR="007D3118">
        <w:rPr>
          <w:rtl/>
        </w:rPr>
        <w:t xml:space="preserve"> </w:t>
      </w:r>
      <w:r>
        <w:rPr>
          <w:rtl/>
        </w:rPr>
        <w:t>نداشت و به عبارت ديگر خداوند همه مردم را مكلف فرمود به پاكى و پرهيز</w:t>
      </w:r>
      <w:r w:rsidR="007D3118">
        <w:rPr>
          <w:rtl/>
        </w:rPr>
        <w:t xml:space="preserve">، </w:t>
      </w:r>
      <w:r>
        <w:rPr>
          <w:rtl/>
        </w:rPr>
        <w:t>گروهى مخالفت كردند و گروهى فرمان بردند به اختيار خود</w:t>
      </w:r>
      <w:r w:rsidR="007D3118">
        <w:rPr>
          <w:rtl/>
        </w:rPr>
        <w:t xml:space="preserve">، </w:t>
      </w:r>
      <w:r>
        <w:rPr>
          <w:rtl/>
        </w:rPr>
        <w:t xml:space="preserve">اما اهل بيت </w:t>
      </w:r>
      <w:r w:rsidR="000C598D" w:rsidRPr="000C598D">
        <w:rPr>
          <w:rStyle w:val="libAlaemChar"/>
          <w:rtl/>
        </w:rPr>
        <w:t>عليهم‌السلام</w:t>
      </w:r>
      <w:r w:rsidR="007D3118">
        <w:rPr>
          <w:rtl/>
        </w:rPr>
        <w:t xml:space="preserve"> </w:t>
      </w:r>
      <w:r>
        <w:rPr>
          <w:rtl/>
        </w:rPr>
        <w:t>را پاك خواست و در علمش ‍ گذشت كه از همه معاصى عمدا و سهوا و خطاء محفوظ باشند و اين مخصوص به آن ها است و روايت هم از طرق اهل سنت در اين معنى بسيار است</w:t>
      </w:r>
      <w:r w:rsidR="007D3118">
        <w:rPr>
          <w:rtl/>
        </w:rPr>
        <w:t xml:space="preserve">. </w:t>
      </w:r>
    </w:p>
    <w:p w:rsidR="008D57EF" w:rsidRDefault="008D57EF" w:rsidP="000A4C2B">
      <w:pPr>
        <w:pStyle w:val="libFootnote"/>
        <w:rPr>
          <w:rtl/>
        </w:rPr>
      </w:pPr>
      <w:r>
        <w:rPr>
          <w:rtl/>
        </w:rPr>
        <w:t xml:space="preserve">مشافهين در زمان نزول قرآن پنج تن بودند و ساير ائمه </w:t>
      </w:r>
      <w:r w:rsidR="000C598D" w:rsidRPr="000C598D">
        <w:rPr>
          <w:rStyle w:val="libAlaemChar"/>
          <w:rtl/>
        </w:rPr>
        <w:t>عليهم‌السلام</w:t>
      </w:r>
      <w:r w:rsidR="007D3118">
        <w:rPr>
          <w:rtl/>
        </w:rPr>
        <w:t xml:space="preserve"> </w:t>
      </w:r>
      <w:r>
        <w:rPr>
          <w:rtl/>
        </w:rPr>
        <w:t>كه پس از اين آيه متولد گرديد به اجماع مركب در حكم آيه داخلند</w:t>
      </w:r>
      <w:r w:rsidR="007D3118">
        <w:rPr>
          <w:rtl/>
        </w:rPr>
        <w:t xml:space="preserve">. </w:t>
      </w:r>
      <w:r>
        <w:rPr>
          <w:rtl/>
        </w:rPr>
        <w:t>اگر گويى آيه تطهير خطاب به زنان پيغمبر است گوييم آن قسمت كه استشهاد بدان مى كنيم خطاب به زنان نيست به دليل آن كه ضمائر مونث را به مذكر تبديل فرمود</w:t>
      </w:r>
      <w:r w:rsidR="007D3118">
        <w:rPr>
          <w:rtl/>
        </w:rPr>
        <w:t xml:space="preserve">. </w:t>
      </w:r>
    </w:p>
    <w:p w:rsidR="008D57EF" w:rsidRDefault="008D57EF" w:rsidP="000A4C2B">
      <w:pPr>
        <w:pStyle w:val="libFootnote"/>
        <w:rPr>
          <w:rtl/>
        </w:rPr>
      </w:pPr>
      <w:r>
        <w:rPr>
          <w:rtl/>
        </w:rPr>
        <w:t>132- سيد شارح رحمه الله فرمايد</w:t>
      </w:r>
      <w:r w:rsidR="007D3118">
        <w:rPr>
          <w:rtl/>
        </w:rPr>
        <w:t xml:space="preserve">: </w:t>
      </w:r>
      <w:r>
        <w:rPr>
          <w:rtl/>
        </w:rPr>
        <w:t xml:space="preserve">براى هيچ يك از حكماى پيشين و متاءخران معلوم نگشت نه از طريق عقل و نه نقل كه شماره عوالم آسمان ها چند است و ابوحمزه ثمالى از حضرت امام محمدباقر </w:t>
      </w:r>
      <w:r w:rsidR="000C598D" w:rsidRPr="000C598D">
        <w:rPr>
          <w:rStyle w:val="libAlaemChar"/>
          <w:rtl/>
        </w:rPr>
        <w:t>عليه‌السلام</w:t>
      </w:r>
      <w:r w:rsidR="007D3118">
        <w:rPr>
          <w:rtl/>
        </w:rPr>
        <w:t xml:space="preserve"> </w:t>
      </w:r>
      <w:r>
        <w:rPr>
          <w:rtl/>
        </w:rPr>
        <w:t>روايت ميكند كه</w:t>
      </w:r>
      <w:r w:rsidR="007D3118">
        <w:rPr>
          <w:rtl/>
        </w:rPr>
        <w:t xml:space="preserve">: </w:t>
      </w:r>
      <w:r>
        <w:rPr>
          <w:rtl/>
        </w:rPr>
        <w:t>آن حضرت سوى آسمان نگريست و فرمود</w:t>
      </w:r>
      <w:r w:rsidR="007D3118">
        <w:rPr>
          <w:rtl/>
        </w:rPr>
        <w:t xml:space="preserve">: </w:t>
      </w:r>
      <w:r>
        <w:rPr>
          <w:rtl/>
        </w:rPr>
        <w:t>اين قبه پدر ما آدم است و خداى تعالى را غير از اين سى و نه قبه ديگر باشد و در آن ها آفريدگانى است كه هرگز معصيت خداى نكرده اند و نيز گويد</w:t>
      </w:r>
      <w:r w:rsidR="007D3118">
        <w:rPr>
          <w:rtl/>
        </w:rPr>
        <w:t xml:space="preserve">: </w:t>
      </w:r>
      <w:r>
        <w:rPr>
          <w:rtl/>
        </w:rPr>
        <w:t>آن چه فلاسفه مى گفتند آسمان ها به يكديگر چسبيده اند دليل ندارد و شايد ميان آن ها فرجه باشد</w:t>
      </w:r>
      <w:r w:rsidR="007D3118">
        <w:rPr>
          <w:rtl/>
        </w:rPr>
        <w:t xml:space="preserve">. </w:t>
      </w:r>
    </w:p>
    <w:p w:rsidR="008D57EF" w:rsidRDefault="008D57EF" w:rsidP="000A4C2B">
      <w:pPr>
        <w:pStyle w:val="libFootnote"/>
        <w:rPr>
          <w:rtl/>
        </w:rPr>
      </w:pPr>
      <w:r>
        <w:rPr>
          <w:rtl/>
        </w:rPr>
        <w:t>و شيخ طوسى رحمه الله درباره شماره زمين ها گويد</w:t>
      </w:r>
      <w:r w:rsidR="007D3118">
        <w:rPr>
          <w:rtl/>
        </w:rPr>
        <w:t xml:space="preserve">: </w:t>
      </w:r>
      <w:r>
        <w:rPr>
          <w:rtl/>
        </w:rPr>
        <w:t>بعضى گفتند</w:t>
      </w:r>
      <w:r w:rsidR="007D3118">
        <w:rPr>
          <w:rtl/>
        </w:rPr>
        <w:t xml:space="preserve">: </w:t>
      </w:r>
      <w:r>
        <w:rPr>
          <w:rtl/>
        </w:rPr>
        <w:t>هفت زمين</w:t>
      </w:r>
      <w:r w:rsidR="007D3118">
        <w:rPr>
          <w:rtl/>
        </w:rPr>
        <w:t xml:space="preserve">؛ </w:t>
      </w:r>
      <w:r>
        <w:rPr>
          <w:rtl/>
        </w:rPr>
        <w:t>طبقه ها هستند روى يكديگر مانند آسمان ها و ابوصالح از ابن عباس روايت كند كه هفت زمين هفت پاره از زمين است پهلوى هم و درياها ميان آن ها فاصله شده است و زمين بالاى يكديگر نيستند</w:t>
      </w:r>
      <w:r w:rsidR="007D3118">
        <w:rPr>
          <w:rtl/>
        </w:rPr>
        <w:t xml:space="preserve">. </w:t>
      </w:r>
    </w:p>
    <w:p w:rsidR="008D57EF" w:rsidRDefault="008D57EF" w:rsidP="000A4C2B">
      <w:pPr>
        <w:pStyle w:val="libFootnote"/>
        <w:rPr>
          <w:rtl/>
        </w:rPr>
      </w:pPr>
      <w:r>
        <w:rPr>
          <w:rtl/>
        </w:rPr>
        <w:t>و نيشابورى در تفسير آيه و من فى الارض مثلهن گويد</w:t>
      </w:r>
      <w:r w:rsidR="007D3118">
        <w:rPr>
          <w:rtl/>
        </w:rPr>
        <w:t xml:space="preserve">: </w:t>
      </w:r>
      <w:r>
        <w:rPr>
          <w:rtl/>
        </w:rPr>
        <w:t>به قولى مراد از هفت زمين هفت اقليم است</w:t>
      </w:r>
      <w:r w:rsidR="007D3118">
        <w:rPr>
          <w:rtl/>
        </w:rPr>
        <w:t xml:space="preserve">. </w:t>
      </w:r>
      <w:r>
        <w:rPr>
          <w:rtl/>
        </w:rPr>
        <w:t xml:space="preserve">و اين قول به نظر نزديك تر آيد چون خداوند احتجاج به چيزى فرمايد كه مردم آن را </w:t>
      </w:r>
      <w:r>
        <w:rPr>
          <w:rtl/>
        </w:rPr>
        <w:lastRenderedPageBreak/>
        <w:t>بشناسند و اهل آن زمان ربع مسكون را به هفت بخش كرده</w:t>
      </w:r>
      <w:r w:rsidR="007D3118">
        <w:rPr>
          <w:rtl/>
        </w:rPr>
        <w:t xml:space="preserve">، </w:t>
      </w:r>
      <w:r>
        <w:rPr>
          <w:rtl/>
        </w:rPr>
        <w:t>آن را هفت اقليم مى گفتند و خداوند در مقام بيان قدرت و نعمت خود به همان كه ميان مردم مشهور بود احتجاج كرد و منافى آن نيست كه زمين يكى باشد</w:t>
      </w:r>
      <w:r w:rsidR="007D3118">
        <w:rPr>
          <w:rtl/>
        </w:rPr>
        <w:t xml:space="preserve">. </w:t>
      </w:r>
    </w:p>
    <w:p w:rsidR="008D57EF" w:rsidRDefault="008D57EF" w:rsidP="000A4C2B">
      <w:pPr>
        <w:pStyle w:val="libFootnote"/>
      </w:pPr>
      <w:r>
        <w:rPr>
          <w:rtl/>
        </w:rPr>
        <w:t>و در روايت ديگر است كه زمين زير پاى ما يكى بيش نيست و شش زمين ديگر بالاى سر ما است و بعضى گويند</w:t>
      </w:r>
      <w:r w:rsidR="007D3118">
        <w:rPr>
          <w:rtl/>
        </w:rPr>
        <w:t xml:space="preserve">: </w:t>
      </w:r>
      <w:r>
        <w:rPr>
          <w:rtl/>
        </w:rPr>
        <w:t>دليلى در قرآن نيامد كه زمين هفت باشد و اين كه فرمود</w:t>
      </w:r>
      <w:r w:rsidR="007D3118">
        <w:rPr>
          <w:rtl/>
        </w:rPr>
        <w:t xml:space="preserve">: </w:t>
      </w:r>
      <w:r>
        <w:rPr>
          <w:rtl/>
        </w:rPr>
        <w:t>زمين را مثل آسمان آفريد دليل آن نيست كه هفت زمين آفريد و شايد وجه شبه چيز ديگر بود غير عدد</w:t>
      </w:r>
      <w:r w:rsidR="007D3118">
        <w:rPr>
          <w:rtl/>
        </w:rPr>
        <w:t xml:space="preserve">. </w:t>
      </w:r>
      <w:r>
        <w:rPr>
          <w:rtl/>
        </w:rPr>
        <w:t>و الله العالم</w:t>
      </w:r>
      <w:r w:rsidR="007D3118">
        <w:rPr>
          <w:rtl/>
        </w:rPr>
        <w:t xml:space="preserve">. </w:t>
      </w:r>
    </w:p>
    <w:p w:rsidR="008D57EF" w:rsidRDefault="008D57EF" w:rsidP="000A4C2B">
      <w:pPr>
        <w:pStyle w:val="libFootnote"/>
        <w:rPr>
          <w:rtl/>
        </w:rPr>
      </w:pPr>
      <w:r>
        <w:rPr>
          <w:rtl/>
        </w:rPr>
        <w:t>133- آغاز سخن به سپاس پروردگار كرد</w:t>
      </w:r>
      <w:r w:rsidR="007D3118">
        <w:rPr>
          <w:rtl/>
        </w:rPr>
        <w:t xml:space="preserve">، </w:t>
      </w:r>
      <w:r>
        <w:rPr>
          <w:rtl/>
        </w:rPr>
        <w:t>آن گاه كه به توحيد و ذكر صفات پرداخت</w:t>
      </w:r>
      <w:r w:rsidR="007D3118">
        <w:rPr>
          <w:rtl/>
        </w:rPr>
        <w:t xml:space="preserve">، </w:t>
      </w:r>
      <w:r>
        <w:rPr>
          <w:rtl/>
        </w:rPr>
        <w:t>پس از آن تسبيح و تقديس كرد و باز به سپاس گذارى بازگشت</w:t>
      </w:r>
      <w:r w:rsidR="007D3118">
        <w:rPr>
          <w:rtl/>
        </w:rPr>
        <w:t xml:space="preserve">، </w:t>
      </w:r>
      <w:r>
        <w:rPr>
          <w:rtl/>
        </w:rPr>
        <w:t>آن گاه به درود بر پيغمبر و ائمه و پيروان آنان ثناى خود را ختم فرمود و متوجه دعا گشت و اين جمله منطبق با اسفار اربعه اهل سلوك است كه در آغاز نعم پروردگار بينند و به منعم پى برند و سپاس او را واجب بينند و سير من الخلق الى الحق كنند و اين سفر اول باشد آن گاه به هر يك از صفات و اسماى حسنى پروردگار رسند و در هر يك محو شوند و از صفتى به صفتى روند و از صفات جمال به صفات جلال آيند و اين سفر دوم و سير فى الحق بالحق است و سفر سوم سفر من الحق الى الخلق بالحق باشد كه آن حضرت به تحميد بازگشت و بار ديگر نعم الهى را از جهت آن كه افعال الله است ملاحظه فرمود و سپاس گفت و فرق سپاس اول و دوم آن است كه نخستين به سبب مشاهده نعم الهى است از جهت آن كه آغاز سفر و دوم مشاهده آن است پس از انجام سير</w:t>
      </w:r>
      <w:r w:rsidR="007D3118">
        <w:rPr>
          <w:rtl/>
        </w:rPr>
        <w:t xml:space="preserve">، </w:t>
      </w:r>
      <w:r>
        <w:rPr>
          <w:rtl/>
        </w:rPr>
        <w:t xml:space="preserve">و سفر چهارم سير فى الخلق بالحق است و غرض از آن تكميل سالكين و هدايت آن ها است به صوب كمال و معرفت حق و آن منطبق بر درود و ستايش پيغمبر و ائمه </w:t>
      </w:r>
      <w:r w:rsidR="000C598D" w:rsidRPr="000C598D">
        <w:rPr>
          <w:rStyle w:val="libAlaemChar"/>
          <w:rtl/>
        </w:rPr>
        <w:t>عليهم‌السلام</w:t>
      </w:r>
      <w:r w:rsidR="007D3118">
        <w:rPr>
          <w:rtl/>
        </w:rPr>
        <w:t xml:space="preserve"> </w:t>
      </w:r>
      <w:r>
        <w:rPr>
          <w:rtl/>
        </w:rPr>
        <w:t>است كه هاديان طريقند</w:t>
      </w:r>
      <w:r w:rsidR="007D3118">
        <w:rPr>
          <w:rtl/>
        </w:rPr>
        <w:t xml:space="preserve">، </w:t>
      </w:r>
      <w:r>
        <w:rPr>
          <w:rtl/>
        </w:rPr>
        <w:t>هدانا الله الى الصواب بحق محمد و آله الاطياب</w:t>
      </w:r>
      <w:r w:rsidR="007D3118">
        <w:rPr>
          <w:rtl/>
        </w:rPr>
        <w:t xml:space="preserve">. </w:t>
      </w:r>
    </w:p>
    <w:p w:rsidR="008D57EF" w:rsidRDefault="008D57EF" w:rsidP="000A4C2B">
      <w:pPr>
        <w:pStyle w:val="libFootnote"/>
        <w:rPr>
          <w:rtl/>
        </w:rPr>
      </w:pPr>
      <w:r>
        <w:rPr>
          <w:rtl/>
        </w:rPr>
        <w:t>134- دعاى روز عرفه چنان موكد است كه مى توان براى حضور قلب ترك روزه آن كرد چون در اين وقت همه مسلمانان دست به دعا بردارند و البته يكى از آنان مقرب بارگاه است كه دعاى او رد نمى شود و به بركت او دعاى ديگران هم پذيرفته مى گردد و آن افضل اعمال حج است و پس از وقوف مشعر الحرام</w:t>
      </w:r>
      <w:r w:rsidR="007D3118">
        <w:rPr>
          <w:rtl/>
        </w:rPr>
        <w:t xml:space="preserve">، </w:t>
      </w:r>
      <w:r>
        <w:rPr>
          <w:rtl/>
        </w:rPr>
        <w:t>و بعضى گويند</w:t>
      </w:r>
      <w:r w:rsidR="007D3118">
        <w:rPr>
          <w:rtl/>
        </w:rPr>
        <w:t xml:space="preserve">: </w:t>
      </w:r>
      <w:r>
        <w:rPr>
          <w:rtl/>
        </w:rPr>
        <w:t>وقوف عرفات از آن هم افضل است و روزه گرفتن اين روز براى حجاج نزد اشهر مجتهدين جايز است و به عقيده بعضى اصلا جايز نيست</w:t>
      </w:r>
      <w:r w:rsidR="007D3118">
        <w:rPr>
          <w:rtl/>
        </w:rPr>
        <w:t xml:space="preserve">، </w:t>
      </w:r>
      <w:r>
        <w:rPr>
          <w:rtl/>
        </w:rPr>
        <w:t>و ما در حواشى وافى قول اول را ترجيح داديم و گفتيم</w:t>
      </w:r>
      <w:r w:rsidR="007D3118">
        <w:rPr>
          <w:rtl/>
        </w:rPr>
        <w:t xml:space="preserve">: </w:t>
      </w:r>
      <w:r>
        <w:rPr>
          <w:rtl/>
        </w:rPr>
        <w:t xml:space="preserve">حضرت امام زين العابدين </w:t>
      </w:r>
      <w:r w:rsidR="000C598D" w:rsidRPr="000C598D">
        <w:rPr>
          <w:rStyle w:val="libAlaemChar"/>
          <w:rtl/>
        </w:rPr>
        <w:t>عليه‌السلام</w:t>
      </w:r>
      <w:r w:rsidR="007D3118">
        <w:rPr>
          <w:rtl/>
        </w:rPr>
        <w:t xml:space="preserve"> </w:t>
      </w:r>
      <w:r>
        <w:rPr>
          <w:rtl/>
        </w:rPr>
        <w:t>در اين روز در عرفات روزه داشت و روزه مستحب در سفر توان گرفت</w:t>
      </w:r>
      <w:r w:rsidR="007D3118">
        <w:rPr>
          <w:rtl/>
        </w:rPr>
        <w:t xml:space="preserve">. </w:t>
      </w:r>
    </w:p>
    <w:p w:rsidR="008D57EF" w:rsidRDefault="008D57EF" w:rsidP="000A4C2B">
      <w:pPr>
        <w:pStyle w:val="libFootnote"/>
        <w:rPr>
          <w:rtl/>
        </w:rPr>
      </w:pPr>
      <w:r>
        <w:rPr>
          <w:rtl/>
        </w:rPr>
        <w:t>135- در تفسير اين عبارت اختلاف دارند و اين كه ما در ترجمه آورديم به نظر انسب است</w:t>
      </w:r>
      <w:r w:rsidR="007D3118">
        <w:rPr>
          <w:rtl/>
        </w:rPr>
        <w:t xml:space="preserve">. </w:t>
      </w:r>
    </w:p>
    <w:p w:rsidR="008D57EF" w:rsidRDefault="008D57EF" w:rsidP="000A4C2B">
      <w:pPr>
        <w:pStyle w:val="libFootnote"/>
        <w:rPr>
          <w:rtl/>
        </w:rPr>
      </w:pPr>
      <w:r>
        <w:rPr>
          <w:rtl/>
        </w:rPr>
        <w:lastRenderedPageBreak/>
        <w:t>136- در بعضى نسخ به جاى لا تمتحنى از امتحن لا تمنحنى از منح</w:t>
      </w:r>
      <w:r w:rsidR="007D3118">
        <w:rPr>
          <w:rtl/>
        </w:rPr>
        <w:t xml:space="preserve">، </w:t>
      </w:r>
      <w:r>
        <w:rPr>
          <w:rtl/>
        </w:rPr>
        <w:t>به معنى عطا است آمده و اول اصح است</w:t>
      </w:r>
      <w:r w:rsidR="007D3118">
        <w:rPr>
          <w:rtl/>
        </w:rPr>
        <w:t xml:space="preserve">. </w:t>
      </w:r>
    </w:p>
    <w:p w:rsidR="008D57EF" w:rsidRDefault="008D57EF" w:rsidP="000A4C2B">
      <w:pPr>
        <w:pStyle w:val="libFootnote"/>
        <w:rPr>
          <w:rtl/>
        </w:rPr>
      </w:pPr>
      <w:r>
        <w:rPr>
          <w:rtl/>
        </w:rPr>
        <w:t>137- نابود مى كند</w:t>
      </w:r>
      <w:r w:rsidR="007D3118">
        <w:rPr>
          <w:rtl/>
        </w:rPr>
        <w:t xml:space="preserve">؛ </w:t>
      </w:r>
      <w:r>
        <w:rPr>
          <w:rtl/>
        </w:rPr>
        <w:t>ترجمه يحبط است و احباط در اصطلاح متكلمان آن است كه معصيت گناهكار ارزش طاعت او را ببرد و ثواب آن را نابود كند اما در قرآن و ادعيه و احاديث در غير اين معنى هم استعمال شده است</w:t>
      </w:r>
      <w:r w:rsidR="007D3118">
        <w:rPr>
          <w:rtl/>
        </w:rPr>
        <w:t xml:space="preserve">، </w:t>
      </w:r>
      <w:r>
        <w:rPr>
          <w:rtl/>
        </w:rPr>
        <w:t>و در مذهب اماميه احباط باطل است عقلا و نقلا</w:t>
      </w:r>
      <w:r w:rsidR="007D3118">
        <w:rPr>
          <w:rtl/>
        </w:rPr>
        <w:t xml:space="preserve">؛ </w:t>
      </w:r>
      <w:r>
        <w:rPr>
          <w:rtl/>
        </w:rPr>
        <w:t>اما عقلا براى آن كه چون كسى براى خداوند و در راه رضاى او رنجى كشيد مسحق اجر است و اگر خداوند او را بى اجر گذارد ظلم است نعوذ بالله منه و در قرآن فرمود</w:t>
      </w:r>
      <w:r w:rsidR="007D3118">
        <w:rPr>
          <w:rtl/>
        </w:rPr>
        <w:t xml:space="preserve">: </w:t>
      </w:r>
      <w:r>
        <w:rPr>
          <w:rtl/>
        </w:rPr>
        <w:t>و من يعمل مثقال ذرة خيرا يرهُ آن فاسق كه گناه بسيار كرد</w:t>
      </w:r>
      <w:r w:rsidR="007D3118">
        <w:rPr>
          <w:rtl/>
        </w:rPr>
        <w:t xml:space="preserve">، </w:t>
      </w:r>
      <w:r>
        <w:rPr>
          <w:rtl/>
        </w:rPr>
        <w:t>با اندك طاعت به از آن است كه اندك طاعت را هم نكرد</w:t>
      </w:r>
      <w:r w:rsidR="007D3118">
        <w:rPr>
          <w:rtl/>
        </w:rPr>
        <w:t xml:space="preserve">. </w:t>
      </w:r>
    </w:p>
    <w:p w:rsidR="008D57EF" w:rsidRDefault="008D57EF" w:rsidP="000A4C2B">
      <w:pPr>
        <w:pStyle w:val="libFootnote"/>
        <w:rPr>
          <w:rtl/>
        </w:rPr>
      </w:pPr>
      <w:r>
        <w:rPr>
          <w:rtl/>
        </w:rPr>
        <w:t>اما بعضى اخباريان بى تاءمل فريب اشتراك لفظ را خورده چون در قرآن و حديث لفظ احباط ديدند از اصل ضرورى مذهب خارج گشتند و ظلم را بر خداى تعالى جايز دانستند</w:t>
      </w:r>
      <w:r w:rsidR="007D3118">
        <w:rPr>
          <w:rtl/>
        </w:rPr>
        <w:t xml:space="preserve">. </w:t>
      </w:r>
    </w:p>
    <w:p w:rsidR="008D57EF" w:rsidRDefault="008D57EF" w:rsidP="000A4C2B">
      <w:pPr>
        <w:pStyle w:val="libFootnote"/>
        <w:rPr>
          <w:rtl/>
        </w:rPr>
      </w:pPr>
      <w:r>
        <w:rPr>
          <w:rtl/>
        </w:rPr>
        <w:t>حبطت اعمالهم و امثال آن يا خاص كفار است و دليل بر بطلان عمل آن ها يا مانند احباط در عبارت دعا به معنى كم شدن ارزش يا آميزش ثواب حسنات است يا عذاب معاصى</w:t>
      </w:r>
      <w:r w:rsidR="007D3118">
        <w:rPr>
          <w:rtl/>
        </w:rPr>
        <w:t xml:space="preserve">، </w:t>
      </w:r>
      <w:r>
        <w:rPr>
          <w:rtl/>
        </w:rPr>
        <w:t>كه از لذت ثواب مى كاهد</w:t>
      </w:r>
      <w:r w:rsidR="007D3118">
        <w:rPr>
          <w:rtl/>
        </w:rPr>
        <w:t xml:space="preserve">. </w:t>
      </w:r>
    </w:p>
    <w:p w:rsidR="008D57EF" w:rsidRDefault="008D57EF" w:rsidP="000A4C2B">
      <w:pPr>
        <w:pStyle w:val="libFootnote"/>
        <w:rPr>
          <w:rtl/>
        </w:rPr>
      </w:pPr>
      <w:r>
        <w:rPr>
          <w:rtl/>
        </w:rPr>
        <w:t>و بعضى گويند</w:t>
      </w:r>
      <w:r w:rsidR="007D3118">
        <w:rPr>
          <w:rtl/>
        </w:rPr>
        <w:t xml:space="preserve">: </w:t>
      </w:r>
      <w:r>
        <w:rPr>
          <w:rtl/>
        </w:rPr>
        <w:t>مقصود از حبط آن است كه گناهان مانع مى شود از آن كه شرايط كار ثواب چنان كه بايد از بنده صادر شود</w:t>
      </w:r>
      <w:r w:rsidR="007D3118">
        <w:rPr>
          <w:rtl/>
        </w:rPr>
        <w:t xml:space="preserve">، </w:t>
      </w:r>
      <w:r>
        <w:rPr>
          <w:rtl/>
        </w:rPr>
        <w:t>نه آن كه پس از صدور با شرايط آن عمل را باطل كند</w:t>
      </w:r>
      <w:r w:rsidR="007D3118">
        <w:rPr>
          <w:rtl/>
        </w:rPr>
        <w:t xml:space="preserve">. </w:t>
      </w:r>
      <w:r>
        <w:rPr>
          <w:rtl/>
        </w:rPr>
        <w:t>و شيخ طوسى در تفسير آيه خلطوا عملا صالحا و آخر سيئا گويد</w:t>
      </w:r>
      <w:r w:rsidR="007D3118">
        <w:rPr>
          <w:rtl/>
        </w:rPr>
        <w:t xml:space="preserve">: </w:t>
      </w:r>
      <w:r>
        <w:rPr>
          <w:rtl/>
        </w:rPr>
        <w:t>اين آيه دلالت كند بر باطل بودن احباط</w:t>
      </w:r>
      <w:r w:rsidR="007D3118">
        <w:rPr>
          <w:rtl/>
        </w:rPr>
        <w:t xml:space="preserve">، </w:t>
      </w:r>
      <w:r>
        <w:rPr>
          <w:rtl/>
        </w:rPr>
        <w:t>براى آن كه هر گاه عملى بر عمل ديگر طارى شود و آن را باطل كند</w:t>
      </w:r>
      <w:r w:rsidR="007D3118">
        <w:rPr>
          <w:rtl/>
        </w:rPr>
        <w:t xml:space="preserve">، </w:t>
      </w:r>
      <w:r>
        <w:rPr>
          <w:rtl/>
        </w:rPr>
        <w:t>آن دو با هم مجتمع نشوند و خلطوا يعنى آميزش معنى ندارد و در عبارت همين دعاى مبارك است و لا تحبط حسناتى بما يشوبها من معصيتك و سخن طبرسى رحمه الله در اين كلام نيز جارى است</w:t>
      </w:r>
      <w:r w:rsidR="007D3118">
        <w:rPr>
          <w:rtl/>
        </w:rPr>
        <w:t xml:space="preserve">. </w:t>
      </w:r>
    </w:p>
    <w:p w:rsidR="008D57EF" w:rsidRDefault="008D57EF" w:rsidP="000A4C2B">
      <w:pPr>
        <w:pStyle w:val="libFootnote"/>
        <w:rPr>
          <w:rtl/>
        </w:rPr>
      </w:pPr>
      <w:r>
        <w:rPr>
          <w:rtl/>
        </w:rPr>
        <w:t>138- يعنى از آن ها نباشم كه به ظاهر عمل نيكو دارند</w:t>
      </w:r>
      <w:r w:rsidR="007D3118">
        <w:rPr>
          <w:rtl/>
        </w:rPr>
        <w:t xml:space="preserve">، </w:t>
      </w:r>
      <w:r>
        <w:rPr>
          <w:rtl/>
        </w:rPr>
        <w:t>اما حقيقت آن عامل زشت بود و سبب هلاك آنان شد</w:t>
      </w:r>
      <w:r w:rsidR="007D3118">
        <w:rPr>
          <w:rtl/>
        </w:rPr>
        <w:t xml:space="preserve">. </w:t>
      </w:r>
    </w:p>
    <w:p w:rsidR="008D57EF" w:rsidRDefault="008D57EF" w:rsidP="000A4C2B">
      <w:pPr>
        <w:pStyle w:val="libFootnote"/>
        <w:rPr>
          <w:rtl/>
        </w:rPr>
      </w:pPr>
      <w:r>
        <w:rPr>
          <w:rtl/>
        </w:rPr>
        <w:t>139- در بعضى نسخ و لا سخريا لك و در بعضى ديگر و لا سخريا الا لك به زيادت حرف استثنا است و به نظر انسب مى آيد يعنى مرا زير دست كسى مگردان مگر زير دست خودت</w:t>
      </w:r>
      <w:r w:rsidR="007D3118">
        <w:rPr>
          <w:rtl/>
        </w:rPr>
        <w:t xml:space="preserve">. </w:t>
      </w:r>
    </w:p>
    <w:p w:rsidR="008D57EF" w:rsidRDefault="008D57EF" w:rsidP="000A4C2B">
      <w:pPr>
        <w:pStyle w:val="libFootnote"/>
        <w:rPr>
          <w:rtl/>
        </w:rPr>
      </w:pPr>
      <w:r>
        <w:rPr>
          <w:rtl/>
        </w:rPr>
        <w:t>140- مقيل جاى خواب در گرمگاه روز است</w:t>
      </w:r>
      <w:r w:rsidR="007D3118">
        <w:rPr>
          <w:rtl/>
        </w:rPr>
        <w:t xml:space="preserve">، </w:t>
      </w:r>
      <w:r>
        <w:rPr>
          <w:rtl/>
        </w:rPr>
        <w:t>اما در بهشت نه گرما است و نه خواب</w:t>
      </w:r>
      <w:r w:rsidR="007D3118">
        <w:rPr>
          <w:rtl/>
        </w:rPr>
        <w:t xml:space="preserve">، </w:t>
      </w:r>
      <w:r>
        <w:rPr>
          <w:rtl/>
        </w:rPr>
        <w:t>از اين جهت مقيل تنها براى آسايش است</w:t>
      </w:r>
      <w:r w:rsidR="007D3118">
        <w:rPr>
          <w:rtl/>
        </w:rPr>
        <w:t xml:space="preserve">. </w:t>
      </w:r>
    </w:p>
    <w:p w:rsidR="008D57EF" w:rsidRDefault="008D57EF" w:rsidP="000A4C2B">
      <w:pPr>
        <w:pStyle w:val="libFootnote"/>
        <w:rPr>
          <w:rtl/>
        </w:rPr>
      </w:pPr>
      <w:r>
        <w:rPr>
          <w:rtl/>
        </w:rPr>
        <w:t>141- در بعضى نسخ به جاى لا تقياسنى</w:t>
      </w:r>
      <w:r w:rsidR="007D3118">
        <w:rPr>
          <w:rtl/>
        </w:rPr>
        <w:t xml:space="preserve">، </w:t>
      </w:r>
      <w:r>
        <w:rPr>
          <w:rtl/>
        </w:rPr>
        <w:t>لا تقاتشنى و در بعضى لا تناقشنى است و تاءويل گناهان در محل خود ذكر شد</w:t>
      </w:r>
      <w:r w:rsidR="007D3118">
        <w:rPr>
          <w:rtl/>
        </w:rPr>
        <w:t xml:space="preserve">. </w:t>
      </w:r>
    </w:p>
    <w:p w:rsidR="008D57EF" w:rsidRDefault="008D57EF" w:rsidP="000A4C2B">
      <w:pPr>
        <w:pStyle w:val="libFootnote"/>
        <w:rPr>
          <w:rtl/>
        </w:rPr>
      </w:pPr>
      <w:r>
        <w:rPr>
          <w:rtl/>
        </w:rPr>
        <w:lastRenderedPageBreak/>
        <w:t>142- مقصود كم شدن ارزش حسنات است چون احباط در مذهب شيعه صحيح نيست و هر كس كار نيك كند به مقتضاى حكمت و عدل الهى پاداش يابد و گرنه ظلم است تعالى الله عنه</w:t>
      </w:r>
      <w:r w:rsidR="007D3118">
        <w:rPr>
          <w:rtl/>
        </w:rPr>
        <w:t xml:space="preserve">. </w:t>
      </w:r>
    </w:p>
    <w:p w:rsidR="008D57EF" w:rsidRDefault="008D57EF" w:rsidP="000A4C2B">
      <w:pPr>
        <w:pStyle w:val="libFootnote"/>
        <w:rPr>
          <w:rtl/>
        </w:rPr>
      </w:pPr>
      <w:r>
        <w:rPr>
          <w:rtl/>
        </w:rPr>
        <w:t>خداى تعالى فرمود</w:t>
      </w:r>
      <w:r w:rsidR="007D3118">
        <w:rPr>
          <w:rtl/>
        </w:rPr>
        <w:t xml:space="preserve">: </w:t>
      </w:r>
      <w:r>
        <w:rPr>
          <w:rtl/>
        </w:rPr>
        <w:t>من يعمل مثقال ذرة خيرا يره و پيغمبر (</w:t>
      </w:r>
      <w:r w:rsidR="00865B4A" w:rsidRPr="00865B4A">
        <w:rPr>
          <w:rStyle w:val="libAlaemChar"/>
          <w:rtl/>
        </w:rPr>
        <w:t>صلى‌الله‌عليه‌وآله‌وسلم</w:t>
      </w:r>
      <w:r w:rsidR="007D3118">
        <w:rPr>
          <w:rtl/>
        </w:rPr>
        <w:t xml:space="preserve">) </w:t>
      </w:r>
      <w:r>
        <w:rPr>
          <w:rtl/>
        </w:rPr>
        <w:t>فرمود</w:t>
      </w:r>
      <w:r w:rsidR="007D3118">
        <w:rPr>
          <w:rtl/>
        </w:rPr>
        <w:t xml:space="preserve">: </w:t>
      </w:r>
      <w:r>
        <w:rPr>
          <w:rtl/>
        </w:rPr>
        <w:t>لكل كبد حراء اجر و در راه خدا هر كس ‍ رنجى بيند حتى اگر خارى به پاى او فرورود و خراشى بر تن او آيد اجرى برد</w:t>
      </w:r>
      <w:r w:rsidR="007D3118">
        <w:rPr>
          <w:rtl/>
        </w:rPr>
        <w:t xml:space="preserve">. </w:t>
      </w:r>
      <w:r>
        <w:rPr>
          <w:rtl/>
        </w:rPr>
        <w:t>و آن كه معصيت كند و اندك طاعتى به جاى نياورد</w:t>
      </w:r>
      <w:r w:rsidR="007D3118">
        <w:rPr>
          <w:rtl/>
        </w:rPr>
        <w:t xml:space="preserve">، </w:t>
      </w:r>
      <w:r>
        <w:rPr>
          <w:rtl/>
        </w:rPr>
        <w:t>با آن كه همان معصيت را كرده است و اطاعتى به جاى آورده است</w:t>
      </w:r>
      <w:r w:rsidR="007D3118">
        <w:rPr>
          <w:rtl/>
        </w:rPr>
        <w:t xml:space="preserve">، </w:t>
      </w:r>
      <w:r>
        <w:rPr>
          <w:rtl/>
        </w:rPr>
        <w:t>البته در پيشگاه خداوند فرق دارد</w:t>
      </w:r>
      <w:r w:rsidR="007D3118">
        <w:rPr>
          <w:rtl/>
        </w:rPr>
        <w:t xml:space="preserve">. </w:t>
      </w:r>
    </w:p>
    <w:p w:rsidR="008D57EF" w:rsidRDefault="008D57EF" w:rsidP="000A4C2B">
      <w:pPr>
        <w:pStyle w:val="libFootnote"/>
        <w:rPr>
          <w:rtl/>
        </w:rPr>
      </w:pPr>
      <w:r>
        <w:rPr>
          <w:rtl/>
        </w:rPr>
        <w:t>يكى از محدثان در كتاب عقايد خود گويد</w:t>
      </w:r>
      <w:r w:rsidR="007D3118">
        <w:rPr>
          <w:rtl/>
        </w:rPr>
        <w:t xml:space="preserve">: </w:t>
      </w:r>
      <w:r>
        <w:rPr>
          <w:rtl/>
        </w:rPr>
        <w:t>حق در نزد من آن است كه احباط و تكفير به بعضى معانى خود صحيح است و و آيات و روايات بر آن دلالت دارد</w:t>
      </w:r>
      <w:r w:rsidR="007D3118">
        <w:rPr>
          <w:rtl/>
        </w:rPr>
        <w:t xml:space="preserve">، </w:t>
      </w:r>
      <w:r>
        <w:rPr>
          <w:rtl/>
        </w:rPr>
        <w:t>اما اين سخن با قاعده محاجه و استدلال كه ميان علما متداول است</w:t>
      </w:r>
      <w:r w:rsidR="007D3118">
        <w:rPr>
          <w:rtl/>
        </w:rPr>
        <w:t xml:space="preserve">، </w:t>
      </w:r>
      <w:r>
        <w:rPr>
          <w:rtl/>
        </w:rPr>
        <w:t>منطبق نيست</w:t>
      </w:r>
      <w:r w:rsidR="007D3118">
        <w:rPr>
          <w:rtl/>
        </w:rPr>
        <w:t xml:space="preserve">، </w:t>
      </w:r>
      <w:r>
        <w:rPr>
          <w:rtl/>
        </w:rPr>
        <w:t>چون مخالف در هر مسئله و با هر كس</w:t>
      </w:r>
      <w:r w:rsidR="007D3118">
        <w:rPr>
          <w:rtl/>
        </w:rPr>
        <w:t xml:space="preserve">، </w:t>
      </w:r>
      <w:r>
        <w:rPr>
          <w:rtl/>
        </w:rPr>
        <w:t>بايد نخست تحرير محل نزاع كند</w:t>
      </w:r>
      <w:r w:rsidR="007D3118">
        <w:rPr>
          <w:rtl/>
        </w:rPr>
        <w:t xml:space="preserve">، </w:t>
      </w:r>
      <w:r>
        <w:rPr>
          <w:rtl/>
        </w:rPr>
        <w:t>يعنى اول معلوم كند احباط و تكفير كه علما منكرند چيست و آيا او همان معنى را صحيح مى داند با معنى ديگر را</w:t>
      </w:r>
      <w:r w:rsidR="007D3118">
        <w:rPr>
          <w:rtl/>
        </w:rPr>
        <w:t xml:space="preserve">، </w:t>
      </w:r>
      <w:r>
        <w:rPr>
          <w:rtl/>
        </w:rPr>
        <w:t>اگر همان معنى را صحيح مى داند چرا گفت احياء و تكفير به بعضى معانى خود صحيح است بايد بگويد به همان معنى كه آن ها باطل مى دانند من صحيح مى دانم و اگر احباط به معنى ديگر را صحيح مى داند</w:t>
      </w:r>
      <w:r w:rsidR="007D3118">
        <w:rPr>
          <w:rtl/>
        </w:rPr>
        <w:t xml:space="preserve">، </w:t>
      </w:r>
      <w:r>
        <w:rPr>
          <w:rtl/>
        </w:rPr>
        <w:t>ممكن است آن معنى را علما نيز صحيح دانند و نزاع برخاسته شود و در تجريد است و الاحباط باطل لاستلزامه و لقوله تعالى</w:t>
      </w:r>
      <w:r w:rsidR="007D3118">
        <w:rPr>
          <w:rtl/>
        </w:rPr>
        <w:t xml:space="preserve">: </w:t>
      </w:r>
      <w:r>
        <w:rPr>
          <w:rtl/>
        </w:rPr>
        <w:t>من يعمل مثقال الخ</w:t>
      </w:r>
      <w:r w:rsidR="007D3118">
        <w:rPr>
          <w:rtl/>
        </w:rPr>
        <w:t xml:space="preserve">. </w:t>
      </w:r>
    </w:p>
    <w:p w:rsidR="008D57EF" w:rsidRDefault="008D57EF" w:rsidP="000A4C2B">
      <w:pPr>
        <w:pStyle w:val="libFootnote"/>
        <w:rPr>
          <w:rtl/>
        </w:rPr>
      </w:pPr>
      <w:r>
        <w:rPr>
          <w:rtl/>
        </w:rPr>
        <w:t xml:space="preserve">143- يارى ستمكاران از گناهان بزرگ است و امام على </w:t>
      </w:r>
      <w:r w:rsidR="000C598D" w:rsidRPr="000C598D">
        <w:rPr>
          <w:rStyle w:val="libAlaemChar"/>
          <w:rtl/>
        </w:rPr>
        <w:t>عليه‌السلام</w:t>
      </w:r>
      <w:r w:rsidR="007D3118">
        <w:rPr>
          <w:rtl/>
        </w:rPr>
        <w:t xml:space="preserve"> </w:t>
      </w:r>
      <w:r>
        <w:rPr>
          <w:rtl/>
        </w:rPr>
        <w:t>علت آن را بيان فرمود كه ستمگران احكام قرآن را از ميان مى برند و هر كس يارى آن ها كند در اين عمل با آن ها شريك است</w:t>
      </w:r>
      <w:r w:rsidR="007D3118">
        <w:rPr>
          <w:rtl/>
        </w:rPr>
        <w:t xml:space="preserve">. </w:t>
      </w:r>
      <w:r>
        <w:rPr>
          <w:rtl/>
        </w:rPr>
        <w:t>قرآن حق افراد مردم را محترم شمرده و تصرف در مال ديگران را حرام فرموده است و آن كه قدرت يابد و خواهد مقصود خويش را به هر طريق انجام دهد</w:t>
      </w:r>
      <w:r w:rsidR="007D3118">
        <w:rPr>
          <w:rtl/>
        </w:rPr>
        <w:t xml:space="preserve">، </w:t>
      </w:r>
      <w:r>
        <w:rPr>
          <w:rtl/>
        </w:rPr>
        <w:t>از ضرر و زيان مردم در جان و مال باك ندارد و مراعات احكام خدا را نخواهد كرد</w:t>
      </w:r>
      <w:r w:rsidR="007D3118">
        <w:rPr>
          <w:rtl/>
        </w:rPr>
        <w:t xml:space="preserve">، </w:t>
      </w:r>
      <w:r>
        <w:rPr>
          <w:rtl/>
        </w:rPr>
        <w:t>ظالم اگر كار خيرى كند مانند ساختن پل و مسجد و قنوات و امثال آن</w:t>
      </w:r>
      <w:r w:rsidR="007D3118">
        <w:rPr>
          <w:rtl/>
        </w:rPr>
        <w:t xml:space="preserve">، </w:t>
      </w:r>
      <w:r>
        <w:rPr>
          <w:rtl/>
        </w:rPr>
        <w:t>باز مراعات حقوق مردم نمى كند</w:t>
      </w:r>
      <w:r w:rsidR="007D3118">
        <w:rPr>
          <w:rtl/>
        </w:rPr>
        <w:t xml:space="preserve">، </w:t>
      </w:r>
      <w:r>
        <w:rPr>
          <w:rtl/>
        </w:rPr>
        <w:t>مثلا زمين را غصب مى كند و قيمت مصالح را درست نمى دهد و عمال را سخره مى گيرد و آب مغصوب از آنها كه ذى حقند به جبر مى ستاند</w:t>
      </w:r>
      <w:r w:rsidR="007D3118">
        <w:rPr>
          <w:rtl/>
        </w:rPr>
        <w:t xml:space="preserve">، </w:t>
      </w:r>
      <w:r>
        <w:rPr>
          <w:rtl/>
        </w:rPr>
        <w:t>چون هميشه در معرض اين گونه امورند</w:t>
      </w:r>
      <w:r w:rsidR="007D3118">
        <w:rPr>
          <w:rtl/>
        </w:rPr>
        <w:t xml:space="preserve">، </w:t>
      </w:r>
      <w:r>
        <w:rPr>
          <w:rtl/>
        </w:rPr>
        <w:t>اعانت ظالم حتى در كار خير خطرناك است مگر مطمئن باشد كه نظائر اين واقع نخواهد شد يا والى در تصرف خود آزاد باشد و بتواند از ظلم و حرام اجتناب كند</w:t>
      </w:r>
      <w:r w:rsidR="007D3118">
        <w:rPr>
          <w:rtl/>
        </w:rPr>
        <w:t xml:space="preserve">. </w:t>
      </w:r>
    </w:p>
    <w:p w:rsidR="008D57EF" w:rsidRDefault="008D57EF" w:rsidP="000A4C2B">
      <w:pPr>
        <w:pStyle w:val="libFootnote"/>
        <w:rPr>
          <w:rtl/>
        </w:rPr>
      </w:pPr>
      <w:r>
        <w:rPr>
          <w:rtl/>
        </w:rPr>
        <w:t xml:space="preserve">144- امام </w:t>
      </w:r>
      <w:r w:rsidR="000C598D" w:rsidRPr="000C598D">
        <w:rPr>
          <w:rStyle w:val="libAlaemChar"/>
          <w:rtl/>
        </w:rPr>
        <w:t>عليه‌السلام</w:t>
      </w:r>
      <w:r w:rsidR="007D3118">
        <w:rPr>
          <w:rtl/>
        </w:rPr>
        <w:t xml:space="preserve"> </w:t>
      </w:r>
      <w:r>
        <w:rPr>
          <w:rtl/>
        </w:rPr>
        <w:t>آسمان ها را به لفظ جمع آورد و زمين را به لفظ مفرد چون زمين يكى است و آسمان ها بسيار و در بعضى عبارات كه زمين نيز به لفظ جمع آمده است</w:t>
      </w:r>
      <w:r w:rsidR="007D3118">
        <w:rPr>
          <w:rtl/>
        </w:rPr>
        <w:t xml:space="preserve">، </w:t>
      </w:r>
      <w:r>
        <w:rPr>
          <w:rtl/>
        </w:rPr>
        <w:t xml:space="preserve">مراد از آن هفت قطعه </w:t>
      </w:r>
      <w:r>
        <w:rPr>
          <w:rtl/>
        </w:rPr>
        <w:lastRenderedPageBreak/>
        <w:t>يا هفت اقليم يا هفت كره از سيارات است كه هر يك مانند زمين است و ذكر اين معنى و تفصيل آن گذشت</w:t>
      </w:r>
      <w:r w:rsidR="007D3118">
        <w:rPr>
          <w:rtl/>
        </w:rPr>
        <w:t xml:space="preserve">. </w:t>
      </w:r>
    </w:p>
    <w:p w:rsidR="008D57EF" w:rsidRDefault="008D57EF" w:rsidP="000A4C2B">
      <w:pPr>
        <w:pStyle w:val="libFootnote"/>
        <w:rPr>
          <w:rtl/>
        </w:rPr>
      </w:pPr>
      <w:r>
        <w:rPr>
          <w:rtl/>
        </w:rPr>
        <w:t xml:space="preserve">145- بر پا داشتن مراسم عيد اضحى و جمعه از وظايف ائمه </w:t>
      </w:r>
      <w:r w:rsidR="000C598D" w:rsidRPr="000C598D">
        <w:rPr>
          <w:rStyle w:val="libAlaemChar"/>
          <w:rtl/>
        </w:rPr>
        <w:t>عليهم‌السلام</w:t>
      </w:r>
      <w:r w:rsidR="007D3118">
        <w:rPr>
          <w:rtl/>
        </w:rPr>
        <w:t xml:space="preserve"> </w:t>
      </w:r>
      <w:r>
        <w:rPr>
          <w:rtl/>
        </w:rPr>
        <w:t>است و پيوسته در هر عصر</w:t>
      </w:r>
      <w:r w:rsidR="007D3118">
        <w:rPr>
          <w:rtl/>
        </w:rPr>
        <w:t xml:space="preserve">، </w:t>
      </w:r>
      <w:r>
        <w:rPr>
          <w:rtl/>
        </w:rPr>
        <w:t>خلفا يا نائبان خاص آن ها اقامت مى كردند</w:t>
      </w:r>
      <w:r w:rsidR="007D3118">
        <w:rPr>
          <w:rtl/>
        </w:rPr>
        <w:t xml:space="preserve">، </w:t>
      </w:r>
      <w:r>
        <w:rPr>
          <w:rtl/>
        </w:rPr>
        <w:t>از جمله نماز اين دو روز و در مذهب ائمه اهل سنت نماز عيد واجب نيست و در نماز جمعه خلاف است كه غير امام تواند اقامت كرد يا نه</w:t>
      </w:r>
      <w:r w:rsidR="007D3118">
        <w:rPr>
          <w:rtl/>
        </w:rPr>
        <w:t xml:space="preserve">. </w:t>
      </w:r>
      <w:r>
        <w:rPr>
          <w:rtl/>
        </w:rPr>
        <w:t>اما در مذهب اماميه نماز عيد واجب است و مانند نماز جمعه از وظايف خاص امام است و اگر امام نباشد مردم مختارند خود اقامت جمعه كنند يا ظهر را چهار ركعت گذارند</w:t>
      </w:r>
      <w:r w:rsidR="007D3118">
        <w:rPr>
          <w:rtl/>
        </w:rPr>
        <w:t xml:space="preserve">. </w:t>
      </w:r>
      <w:r>
        <w:rPr>
          <w:rtl/>
        </w:rPr>
        <w:t>و به قول نادرى نماز جمعه بى امام</w:t>
      </w:r>
      <w:r w:rsidR="007D3118">
        <w:rPr>
          <w:rtl/>
        </w:rPr>
        <w:t xml:space="preserve">، </w:t>
      </w:r>
      <w:r>
        <w:rPr>
          <w:rtl/>
        </w:rPr>
        <w:t>واجب معين است و اين قول غير ابى حنيفه و بعضى اخباريان ماست</w:t>
      </w:r>
      <w:r w:rsidR="007D3118">
        <w:rPr>
          <w:rtl/>
        </w:rPr>
        <w:t xml:space="preserve">. </w:t>
      </w:r>
      <w:r>
        <w:rPr>
          <w:rtl/>
        </w:rPr>
        <w:t>و به قولى از فقهاى ما نماز جمعه را بى امام خواند مشروع نباشد</w:t>
      </w:r>
      <w:r w:rsidR="007D3118">
        <w:rPr>
          <w:rtl/>
        </w:rPr>
        <w:t xml:space="preserve">. </w:t>
      </w:r>
      <w:r>
        <w:rPr>
          <w:rtl/>
        </w:rPr>
        <w:t>اما روايات در جواز آن بسيار است و اعتماد بر اقوال نادره نيست و فقيه متتبع از قرائن مختلف يقين خواهد كرد كه اجماع اماميه بر وجوب تخييرى در حال غيب و تعيين در حضور امام است</w:t>
      </w:r>
      <w:r w:rsidR="007D3118">
        <w:rPr>
          <w:rtl/>
        </w:rPr>
        <w:t xml:space="preserve">. </w:t>
      </w:r>
      <w:r>
        <w:rPr>
          <w:rtl/>
        </w:rPr>
        <w:t>و ما در حواشى كافى و مجمع البيان در سوره جمعه گفته ايم</w:t>
      </w:r>
      <w:r w:rsidR="007D3118">
        <w:rPr>
          <w:rtl/>
        </w:rPr>
        <w:t xml:space="preserve">: </w:t>
      </w:r>
      <w:r>
        <w:rPr>
          <w:rtl/>
        </w:rPr>
        <w:t>شبهه بعضى اهل حديث در اجماع صحيح نيست</w:t>
      </w:r>
      <w:r w:rsidR="007D3118">
        <w:rPr>
          <w:rtl/>
        </w:rPr>
        <w:t xml:space="preserve">. </w:t>
      </w:r>
    </w:p>
    <w:p w:rsidR="008D57EF" w:rsidRDefault="008D57EF" w:rsidP="000A4C2B">
      <w:pPr>
        <w:pStyle w:val="libFootnote"/>
        <w:rPr>
          <w:rtl/>
        </w:rPr>
      </w:pPr>
      <w:r>
        <w:rPr>
          <w:rtl/>
        </w:rPr>
        <w:t>146- در حديث كافى آمده است</w:t>
      </w:r>
      <w:r w:rsidR="007D3118">
        <w:rPr>
          <w:rtl/>
        </w:rPr>
        <w:t xml:space="preserve">: </w:t>
      </w:r>
      <w:r>
        <w:rPr>
          <w:rtl/>
        </w:rPr>
        <w:t>علم الله و شاء و قدر و قضى و امضى ما قضى و قضيما قدر و قدر ما اراد</w:t>
      </w:r>
      <w:r w:rsidR="007D3118">
        <w:rPr>
          <w:rtl/>
        </w:rPr>
        <w:t xml:space="preserve">، </w:t>
      </w:r>
      <w:r>
        <w:rPr>
          <w:rtl/>
        </w:rPr>
        <w:t>الخ خداوند هر چه كند نخست علمش بدان تعلق گيرد پس از آن مشيت و اراده و پس از آن تقدير و پس از تقدير قضا و پس از آن مشيت و اراده و پس از آن تقدير و پس از تقدير قضا و پس از قضا امضاء مى فرمايد و چون ذات مقدس بى چون از تغير منزه است</w:t>
      </w:r>
      <w:r w:rsidR="007D3118">
        <w:rPr>
          <w:rtl/>
        </w:rPr>
        <w:t xml:space="preserve">، </w:t>
      </w:r>
      <w:r>
        <w:rPr>
          <w:rtl/>
        </w:rPr>
        <w:t>اين احوال را با ملاحظه مخلوقات نسبت به بارى توان داد</w:t>
      </w:r>
      <w:r w:rsidR="007D3118">
        <w:rPr>
          <w:rtl/>
        </w:rPr>
        <w:t xml:space="preserve">. </w:t>
      </w:r>
      <w:r>
        <w:rPr>
          <w:rtl/>
        </w:rPr>
        <w:t>در بعض ‍ احاديث مراتب تقدير را بيش از اين فرمود</w:t>
      </w:r>
      <w:r w:rsidR="007D3118">
        <w:rPr>
          <w:rtl/>
        </w:rPr>
        <w:t xml:space="preserve">. </w:t>
      </w:r>
    </w:p>
    <w:p w:rsidR="008D57EF" w:rsidRDefault="008D57EF" w:rsidP="000A4C2B">
      <w:pPr>
        <w:pStyle w:val="libFootnote"/>
        <w:rPr>
          <w:rtl/>
        </w:rPr>
      </w:pPr>
      <w:r>
        <w:rPr>
          <w:rtl/>
        </w:rPr>
        <w:t>به عبارت ديگر علم پروردگار به هر چه تعلق گيرد همان واقع شود وبه اعتبارات مختلف اسامى مختلف بر آن اطلاق مى شود</w:t>
      </w:r>
      <w:r w:rsidR="007D3118">
        <w:rPr>
          <w:rtl/>
        </w:rPr>
        <w:t xml:space="preserve">: </w:t>
      </w:r>
      <w:r>
        <w:rPr>
          <w:rtl/>
        </w:rPr>
        <w:t>از اين جهت كه همه چيز بر او مكشوف است علم است و از اين جهت كه علم او سبب وجود معلوم است اراده است و از جهت اين كه زمان و مكان و اندازه و خصوصيات مخلوق را دانسته است</w:t>
      </w:r>
      <w:r w:rsidR="007D3118">
        <w:rPr>
          <w:rtl/>
        </w:rPr>
        <w:t xml:space="preserve">، </w:t>
      </w:r>
      <w:r>
        <w:rPr>
          <w:rtl/>
        </w:rPr>
        <w:t>تقدير است و از جهت آن كه الشى ء ما لم يجب لم يوجد و خداى وجود او را حتما خواست قضا است و از جهت آن كه ايجاب او از وجوب مخلوق مختلف نمى شود امضا است و اين قضا و قدر اصطلاح ديگر است غير آن چه پيش از اين گفتيم</w:t>
      </w:r>
      <w:r w:rsidR="007D3118">
        <w:rPr>
          <w:rtl/>
        </w:rPr>
        <w:t xml:space="preserve">. </w:t>
      </w:r>
    </w:p>
    <w:p w:rsidR="008D57EF" w:rsidRDefault="008D57EF" w:rsidP="000A4C2B">
      <w:pPr>
        <w:pStyle w:val="libFootnote"/>
        <w:rPr>
          <w:rtl/>
        </w:rPr>
      </w:pPr>
      <w:r>
        <w:rPr>
          <w:rtl/>
        </w:rPr>
        <w:t xml:space="preserve">147- دعا كردن به هر لفظ كه انسان بخواهد جايز است و هيچ يك از علما خواندن دعاى غير </w:t>
      </w:r>
      <w:r w:rsidR="00412306">
        <w:rPr>
          <w:rtl/>
        </w:rPr>
        <w:t>مأثور</w:t>
      </w:r>
      <w:r>
        <w:rPr>
          <w:rtl/>
        </w:rPr>
        <w:t xml:space="preserve"> را حرام و بدعت نشمرده اند</w:t>
      </w:r>
      <w:r w:rsidR="007D3118">
        <w:rPr>
          <w:rtl/>
        </w:rPr>
        <w:t xml:space="preserve">، </w:t>
      </w:r>
      <w:r>
        <w:rPr>
          <w:rtl/>
        </w:rPr>
        <w:t xml:space="preserve">و گروهى در زمان ما بر خويش سخت گرفته و از خواندن دعاهاى بى اسناد كه در كتب ادعيه است پرهيز مى كنند و روايتى را دليل آوردند كه مردى از پيش خود دعايى ساخت و بر حضرت محمدباقر </w:t>
      </w:r>
      <w:r w:rsidR="000C598D" w:rsidRPr="000C598D">
        <w:rPr>
          <w:rStyle w:val="libAlaemChar"/>
          <w:rtl/>
        </w:rPr>
        <w:t>عليه‌السلام</w:t>
      </w:r>
      <w:r w:rsidR="007D3118">
        <w:rPr>
          <w:rtl/>
        </w:rPr>
        <w:t xml:space="preserve"> </w:t>
      </w:r>
      <w:r>
        <w:rPr>
          <w:rtl/>
        </w:rPr>
        <w:t xml:space="preserve">عرضه داشت و آن حضرت او را نهى </w:t>
      </w:r>
      <w:r>
        <w:rPr>
          <w:rtl/>
        </w:rPr>
        <w:lastRenderedPageBreak/>
        <w:t>فرمود</w:t>
      </w:r>
      <w:r w:rsidR="007D3118">
        <w:rPr>
          <w:rtl/>
        </w:rPr>
        <w:t xml:space="preserve">، </w:t>
      </w:r>
      <w:r>
        <w:rPr>
          <w:rtl/>
        </w:rPr>
        <w:t xml:space="preserve">اما نهى آن حضرت را بايد حمل كرد بر اولوليت دعاى </w:t>
      </w:r>
      <w:r w:rsidR="00412306">
        <w:rPr>
          <w:rtl/>
        </w:rPr>
        <w:t>مأثور</w:t>
      </w:r>
      <w:r>
        <w:rPr>
          <w:rtl/>
        </w:rPr>
        <w:t>ه</w:t>
      </w:r>
      <w:r w:rsidR="007D3118">
        <w:rPr>
          <w:rtl/>
        </w:rPr>
        <w:t xml:space="preserve">، </w:t>
      </w:r>
      <w:r>
        <w:rPr>
          <w:rtl/>
        </w:rPr>
        <w:t xml:space="preserve">نه تحريم غير </w:t>
      </w:r>
      <w:r w:rsidR="00412306">
        <w:rPr>
          <w:rtl/>
        </w:rPr>
        <w:t>مأثور</w:t>
      </w:r>
      <w:r w:rsidR="007D3118">
        <w:rPr>
          <w:rtl/>
        </w:rPr>
        <w:t xml:space="preserve">، </w:t>
      </w:r>
      <w:r>
        <w:rPr>
          <w:rtl/>
        </w:rPr>
        <w:t>و شايد دعاى آن مرد</w:t>
      </w:r>
      <w:r w:rsidR="007D3118">
        <w:rPr>
          <w:rtl/>
        </w:rPr>
        <w:t xml:space="preserve">، </w:t>
      </w:r>
      <w:r>
        <w:rPr>
          <w:rtl/>
        </w:rPr>
        <w:t>متضمن معنى ناروايى بود و آن را دليل بر منع هر دعا نتوان قرار داد</w:t>
      </w:r>
      <w:r w:rsidR="007D3118">
        <w:rPr>
          <w:rtl/>
        </w:rPr>
        <w:t xml:space="preserve">. </w:t>
      </w:r>
    </w:p>
    <w:p w:rsidR="008D57EF" w:rsidRDefault="008D57EF" w:rsidP="000A4C2B">
      <w:pPr>
        <w:pStyle w:val="libFootnote"/>
        <w:rPr>
          <w:rtl/>
        </w:rPr>
      </w:pPr>
      <w:r>
        <w:rPr>
          <w:rtl/>
        </w:rPr>
        <w:t>و به تواتر توان ثابت كرد كه عباد و زهاد سلف به نظم و نثر دعا وثنا بسيار كردند و كسى عمل آنان را زشت نشمرد</w:t>
      </w:r>
      <w:r w:rsidR="007D3118">
        <w:rPr>
          <w:rtl/>
        </w:rPr>
        <w:t xml:space="preserve">. </w:t>
      </w:r>
    </w:p>
    <w:p w:rsidR="008D57EF" w:rsidRDefault="008D57EF" w:rsidP="000A4C2B">
      <w:pPr>
        <w:pStyle w:val="libFootnote"/>
        <w:rPr>
          <w:rtl/>
        </w:rPr>
      </w:pPr>
      <w:r>
        <w:rPr>
          <w:rtl/>
        </w:rPr>
        <w:t>و شيخ صدوق رحمه الله در كتاب من لا يحضره الفقيه زياراتى براى حضرت فاطمه عليهاالسلام آورده و گفته است خود من اين زيارت را ساختم چون زيارت ماثور براى آن حضرت نيافتم و زيارت معروف به مفجعه و دعاى عديله و دوازده امام خواجه نصير الدين طوسى رحمه الله و دعاى صباح از اين قبيلند</w:t>
      </w:r>
      <w:r w:rsidR="007D3118">
        <w:rPr>
          <w:rtl/>
        </w:rPr>
        <w:t xml:space="preserve">، </w:t>
      </w:r>
      <w:r>
        <w:rPr>
          <w:rtl/>
        </w:rPr>
        <w:t>بلكه خواندن دعايى كه از مشايخ صوفيه و علماى اهل سنت منقول است اگر متضمن سخن باطل نباشد نيز جايز است و اشعارى كه بلغا در مناجات حضرت بارى تعالى ساختند در اين حكم است و براى ثواب توان خواند</w:t>
      </w:r>
      <w:r w:rsidR="007D3118">
        <w:rPr>
          <w:rtl/>
        </w:rPr>
        <w:t xml:space="preserve">، </w:t>
      </w:r>
      <w:r>
        <w:rPr>
          <w:rtl/>
        </w:rPr>
        <w:t>بالجمله چنان كه شاعر گويد</w:t>
      </w:r>
      <w:r w:rsidR="007D3118">
        <w:rPr>
          <w:rtl/>
        </w:rPr>
        <w:t xml:space="preserve">: </w:t>
      </w:r>
    </w:p>
    <w:p w:rsidR="008D57EF" w:rsidRDefault="008D57EF" w:rsidP="000A4C2B">
      <w:pPr>
        <w:pStyle w:val="libFootnote"/>
        <w:rPr>
          <w:rtl/>
        </w:rPr>
      </w:pPr>
      <w:r>
        <w:rPr>
          <w:rtl/>
        </w:rPr>
        <w:t xml:space="preserve">هيچ ترتيبى و آدابى مجو </w:t>
      </w:r>
      <w:r>
        <w:rPr>
          <w:rtl/>
        </w:rPr>
        <w:tab/>
      </w:r>
      <w:r>
        <w:rPr>
          <w:rtl/>
        </w:rPr>
        <w:tab/>
        <w:t>هر چه ميخواهد دل تنگت بگو</w:t>
      </w:r>
    </w:p>
    <w:p w:rsidR="008D57EF" w:rsidRDefault="008D57EF" w:rsidP="000A4C2B">
      <w:pPr>
        <w:pStyle w:val="libFootnote"/>
        <w:rPr>
          <w:rtl/>
        </w:rPr>
      </w:pPr>
      <w:r>
        <w:rPr>
          <w:rtl/>
        </w:rPr>
        <w:t>با اين حال دعاى ماثور افضل است و دعاى غير ماثور حرام نيست و البته كسى آن را به قصد ورود مى خواند</w:t>
      </w:r>
      <w:r w:rsidR="007D3118">
        <w:rPr>
          <w:rtl/>
        </w:rPr>
        <w:t xml:space="preserve">. </w:t>
      </w:r>
    </w:p>
    <w:p w:rsidR="008D57EF" w:rsidRDefault="008D57EF" w:rsidP="000A4C2B">
      <w:pPr>
        <w:pStyle w:val="libFootnote"/>
        <w:rPr>
          <w:rtl/>
        </w:rPr>
      </w:pPr>
      <w:r>
        <w:rPr>
          <w:rtl/>
        </w:rPr>
        <w:t>148- به نظر مى رسد كه مراد از اسماء الهى</w:t>
      </w:r>
      <w:r w:rsidR="007D3118">
        <w:rPr>
          <w:rtl/>
        </w:rPr>
        <w:t xml:space="preserve">، </w:t>
      </w:r>
      <w:r>
        <w:rPr>
          <w:rtl/>
        </w:rPr>
        <w:t>در امثال اين عبارات</w:t>
      </w:r>
      <w:r w:rsidR="007D3118">
        <w:rPr>
          <w:rtl/>
        </w:rPr>
        <w:t xml:space="preserve">، </w:t>
      </w:r>
      <w:r>
        <w:rPr>
          <w:rtl/>
        </w:rPr>
        <w:t>همان است كه عرفا اصطلاح كرده اند</w:t>
      </w:r>
      <w:r w:rsidR="007D3118">
        <w:rPr>
          <w:rtl/>
        </w:rPr>
        <w:t xml:space="preserve">، </w:t>
      </w:r>
      <w:r>
        <w:rPr>
          <w:rtl/>
        </w:rPr>
        <w:t>يعنى ذات بارى تعالى با اتبار صفتى از صفات او</w:t>
      </w:r>
      <w:r w:rsidR="007D3118">
        <w:rPr>
          <w:rtl/>
        </w:rPr>
        <w:t xml:space="preserve">، </w:t>
      </w:r>
      <w:r>
        <w:rPr>
          <w:rtl/>
        </w:rPr>
        <w:t>اين اسماء ملفوظ اسم الاسم است و خداوند را براى هر حاجتى به اسمى مناسب بايد خواند</w:t>
      </w:r>
      <w:r w:rsidR="007D3118">
        <w:rPr>
          <w:rtl/>
        </w:rPr>
        <w:t xml:space="preserve">، </w:t>
      </w:r>
      <w:r>
        <w:rPr>
          <w:rtl/>
        </w:rPr>
        <w:t xml:space="preserve">و سيد شارح عليه الرحمه روايت كرده است از حضرت امام محمد باقر </w:t>
      </w:r>
      <w:r w:rsidR="000C598D" w:rsidRPr="000C598D">
        <w:rPr>
          <w:rStyle w:val="libAlaemChar"/>
          <w:rtl/>
        </w:rPr>
        <w:t>عليه‌السلام</w:t>
      </w:r>
      <w:r w:rsidR="007D3118">
        <w:rPr>
          <w:rtl/>
        </w:rPr>
        <w:t xml:space="preserve"> </w:t>
      </w:r>
      <w:r>
        <w:rPr>
          <w:rtl/>
        </w:rPr>
        <w:t>كه اسم اعظم هفتاد و سه حرف است</w:t>
      </w:r>
      <w:r w:rsidR="007D3118">
        <w:rPr>
          <w:rtl/>
        </w:rPr>
        <w:t xml:space="preserve">، </w:t>
      </w:r>
      <w:r>
        <w:rPr>
          <w:rtl/>
        </w:rPr>
        <w:t>يكى از آن ها نزد آصف بود كه به زبان آورد و به سبب آن زمين را از آن جا كه بود تا پيش تخت بلقيس شكافت تا تخت را به دست گرفت</w:t>
      </w:r>
      <w:r w:rsidR="007D3118">
        <w:rPr>
          <w:rtl/>
        </w:rPr>
        <w:t xml:space="preserve">، </w:t>
      </w:r>
      <w:r>
        <w:rPr>
          <w:rtl/>
        </w:rPr>
        <w:t>آن گاه زمين را به حال اول بازگردانيد</w:t>
      </w:r>
      <w:r w:rsidR="007D3118">
        <w:rPr>
          <w:rtl/>
        </w:rPr>
        <w:t xml:space="preserve">، </w:t>
      </w:r>
      <w:r>
        <w:rPr>
          <w:rtl/>
        </w:rPr>
        <w:t>و اين كار را در يك چشم به هم زدن كرد و هفتاد و دو حرف از آن نزد ما است و يك حرف را خداوند نزد خويش نگاه داشت كه از علم غيب و خاص پروردگار است</w:t>
      </w:r>
      <w:r w:rsidR="007D3118">
        <w:rPr>
          <w:rtl/>
        </w:rPr>
        <w:t xml:space="preserve">. </w:t>
      </w:r>
      <w:r>
        <w:rPr>
          <w:rtl/>
        </w:rPr>
        <w:t>و لا حول و لا قوة الا بالله العلى العظيم انتهى الحديث</w:t>
      </w:r>
      <w:r w:rsidR="007D3118">
        <w:rPr>
          <w:rtl/>
        </w:rPr>
        <w:t xml:space="preserve">. </w:t>
      </w:r>
    </w:p>
    <w:p w:rsidR="008D57EF" w:rsidRDefault="008D57EF" w:rsidP="000A4C2B">
      <w:pPr>
        <w:pStyle w:val="libFootnote"/>
        <w:rPr>
          <w:rtl/>
        </w:rPr>
      </w:pPr>
      <w:r>
        <w:rPr>
          <w:rtl/>
        </w:rPr>
        <w:t xml:space="preserve">معنى آن كه ائمه </w:t>
      </w:r>
      <w:r w:rsidR="000C598D" w:rsidRPr="000C598D">
        <w:rPr>
          <w:rStyle w:val="libAlaemChar"/>
          <w:rtl/>
        </w:rPr>
        <w:t>عليهم‌السلام</w:t>
      </w:r>
      <w:r w:rsidR="007D3118">
        <w:rPr>
          <w:rtl/>
        </w:rPr>
        <w:t xml:space="preserve"> </w:t>
      </w:r>
      <w:r>
        <w:rPr>
          <w:rtl/>
        </w:rPr>
        <w:t>به تاييد الهى قدرت بر اظهار معجزات و كرامات داشتند به قدر قدرت آصف و هفتاد و يك بار بيش از آن</w:t>
      </w:r>
      <w:r w:rsidR="007D3118">
        <w:rPr>
          <w:rtl/>
        </w:rPr>
        <w:t xml:space="preserve">، </w:t>
      </w:r>
      <w:r>
        <w:rPr>
          <w:rtl/>
        </w:rPr>
        <w:t>پس هفتاد و دو حرف مى دانستند و خداوند يك حرف يعنى حرف هفتاد و سوم را براى خود نگاه داشت</w:t>
      </w:r>
      <w:r w:rsidR="007D3118">
        <w:rPr>
          <w:rtl/>
        </w:rPr>
        <w:t xml:space="preserve">، </w:t>
      </w:r>
      <w:r>
        <w:rPr>
          <w:rtl/>
        </w:rPr>
        <w:t xml:space="preserve">چون ائمه </w:t>
      </w:r>
      <w:r w:rsidR="000C598D" w:rsidRPr="000C598D">
        <w:rPr>
          <w:rStyle w:val="libAlaemChar"/>
          <w:rtl/>
        </w:rPr>
        <w:t>عليهم‌السلام</w:t>
      </w:r>
      <w:r w:rsidR="007D3118">
        <w:rPr>
          <w:rtl/>
        </w:rPr>
        <w:t xml:space="preserve"> </w:t>
      </w:r>
      <w:r>
        <w:rPr>
          <w:rtl/>
        </w:rPr>
        <w:t>هر چند قدرت بر كرامت داشتند</w:t>
      </w:r>
      <w:r w:rsidR="007D3118">
        <w:rPr>
          <w:rtl/>
        </w:rPr>
        <w:t xml:space="preserve">، </w:t>
      </w:r>
      <w:r>
        <w:rPr>
          <w:rtl/>
        </w:rPr>
        <w:t>قدرتشان كمتر از قدرت پروردگار بود و همان كه مى توانستند باز به حول و قوه الهى مى توانستند و از اين جهت فرمود</w:t>
      </w:r>
      <w:r w:rsidR="007D3118">
        <w:rPr>
          <w:rtl/>
        </w:rPr>
        <w:t xml:space="preserve">: </w:t>
      </w:r>
      <w:r>
        <w:rPr>
          <w:rtl/>
        </w:rPr>
        <w:t>لا حول و لا قوة الا بالله العلى العظيم</w:t>
      </w:r>
      <w:r w:rsidR="007D3118">
        <w:rPr>
          <w:rtl/>
        </w:rPr>
        <w:t xml:space="preserve">. </w:t>
      </w:r>
    </w:p>
    <w:p w:rsidR="008D57EF" w:rsidRDefault="008D57EF" w:rsidP="000A4C2B">
      <w:pPr>
        <w:pStyle w:val="libFootnote"/>
        <w:rPr>
          <w:rtl/>
        </w:rPr>
      </w:pPr>
      <w:r>
        <w:rPr>
          <w:rtl/>
        </w:rPr>
        <w:lastRenderedPageBreak/>
        <w:t>و باز شارح فرمايد</w:t>
      </w:r>
      <w:r w:rsidR="007D3118">
        <w:rPr>
          <w:rtl/>
        </w:rPr>
        <w:t xml:space="preserve">: </w:t>
      </w:r>
      <w:r>
        <w:rPr>
          <w:rtl/>
        </w:rPr>
        <w:t>اسم اعظم جهات متعدد و وجوه مختلف دارد كه از هر يك چيزى پديد مى آيد غير ديگرى</w:t>
      </w:r>
      <w:r w:rsidR="007D3118">
        <w:rPr>
          <w:rtl/>
        </w:rPr>
        <w:t xml:space="preserve">، </w:t>
      </w:r>
      <w:r>
        <w:rPr>
          <w:rtl/>
        </w:rPr>
        <w:t>اما اين كه اسمى باشد مركب از حروفى بدين شماره بسيار بعيد است</w:t>
      </w:r>
      <w:r w:rsidR="007D3118">
        <w:rPr>
          <w:rtl/>
        </w:rPr>
        <w:t xml:space="preserve">. </w:t>
      </w:r>
      <w:r>
        <w:rPr>
          <w:rtl/>
        </w:rPr>
        <w:t>انتهى</w:t>
      </w:r>
      <w:r w:rsidR="007D3118">
        <w:rPr>
          <w:rtl/>
        </w:rPr>
        <w:t xml:space="preserve">. </w:t>
      </w:r>
    </w:p>
    <w:p w:rsidR="008D57EF" w:rsidRDefault="008D57EF" w:rsidP="000A4C2B">
      <w:pPr>
        <w:pStyle w:val="libFootnote"/>
        <w:rPr>
          <w:rtl/>
        </w:rPr>
      </w:pPr>
      <w:r>
        <w:rPr>
          <w:rtl/>
        </w:rPr>
        <w:t>بلكه تصورشدنى نيست چون اين حروف ملفوظ را مردم مى شناسند و اگر هر حرف اسم اعظم باشد بر همه مكشوف است نه اختصاص به آصف برخيا دارد و نه از تخصيص يكى به ذات مقدس پروردگار تصور مى شود</w:t>
      </w:r>
      <w:r w:rsidR="007D3118">
        <w:rPr>
          <w:rtl/>
        </w:rPr>
        <w:t xml:space="preserve">، </w:t>
      </w:r>
      <w:r>
        <w:rPr>
          <w:rtl/>
        </w:rPr>
        <w:t>بلكه مراد همان صفت خاص خداوند است كه چون اولياى خدا فانى در آن صفت شوند كار آن صفت كنند</w:t>
      </w:r>
      <w:r w:rsidR="007D3118">
        <w:rPr>
          <w:rtl/>
        </w:rPr>
        <w:t xml:space="preserve">، </w:t>
      </w:r>
      <w:r>
        <w:rPr>
          <w:rtl/>
        </w:rPr>
        <w:t>چنان كه فرمود</w:t>
      </w:r>
      <w:r w:rsidR="007D3118">
        <w:rPr>
          <w:rtl/>
        </w:rPr>
        <w:t xml:space="preserve">: </w:t>
      </w:r>
      <w:r>
        <w:rPr>
          <w:rtl/>
        </w:rPr>
        <w:t>كنت سمعه الَّذِى يسمع به</w:t>
      </w:r>
      <w:r w:rsidR="007D3118">
        <w:rPr>
          <w:rtl/>
        </w:rPr>
        <w:t xml:space="preserve">... </w:t>
      </w:r>
      <w:r>
        <w:rPr>
          <w:rtl/>
        </w:rPr>
        <w:t>و خواندن خدا به اسم اعظم</w:t>
      </w:r>
      <w:r w:rsidR="007D3118">
        <w:rPr>
          <w:rtl/>
        </w:rPr>
        <w:t xml:space="preserve">، </w:t>
      </w:r>
      <w:r>
        <w:rPr>
          <w:rtl/>
        </w:rPr>
        <w:t>به فناى ذات ولى است نه لقلقه لسان و شايد هفتاد نيز كنايت از كثرت باشد و زياده بر هفتاد فوق ما يتصور</w:t>
      </w:r>
      <w:r w:rsidR="007D3118">
        <w:rPr>
          <w:rtl/>
        </w:rPr>
        <w:t xml:space="preserve">، </w:t>
      </w:r>
      <w:r>
        <w:rPr>
          <w:rtl/>
        </w:rPr>
        <w:t>نظير اءن نستغفر لهم سبعين مرة</w:t>
      </w:r>
      <w:r w:rsidR="007D3118">
        <w:rPr>
          <w:rtl/>
        </w:rPr>
        <w:t xml:space="preserve">. </w:t>
      </w:r>
    </w:p>
    <w:p w:rsidR="008D57EF" w:rsidRDefault="008D57EF" w:rsidP="000A4C2B">
      <w:pPr>
        <w:pStyle w:val="libFootnote"/>
        <w:rPr>
          <w:rtl/>
        </w:rPr>
      </w:pPr>
      <w:r>
        <w:rPr>
          <w:rtl/>
        </w:rPr>
        <w:t>149- يبلغ الوفاء از عبارات بليغه اى است كه به هيچ تعبير ديگر بيان معنى آن نتوان كرد و بلوغ به معنى رسيدن به غايت و منتهاى حركت و مقصد است</w:t>
      </w:r>
      <w:r w:rsidR="007D3118">
        <w:rPr>
          <w:rtl/>
        </w:rPr>
        <w:t xml:space="preserve">. </w:t>
      </w:r>
      <w:r>
        <w:rPr>
          <w:rtl/>
        </w:rPr>
        <w:t>و در قرآن كريم است</w:t>
      </w:r>
      <w:r w:rsidR="007D3118">
        <w:rPr>
          <w:rtl/>
        </w:rPr>
        <w:t xml:space="preserve">: </w:t>
      </w:r>
      <w:r>
        <w:rPr>
          <w:rtl/>
        </w:rPr>
        <w:t>ذلك مبلغهممن العلم يعنى غايت و منتهاى علم ايشان همين عالم جسمانى و ماده است و ذهنشان به غير جسم آشنا نيست و هر لفظ را بشنوند حمل بر معنى مادى مى كنند حتى خداوند تعالى و روح را</w:t>
      </w:r>
      <w:r w:rsidR="007D3118">
        <w:rPr>
          <w:rtl/>
        </w:rPr>
        <w:t xml:space="preserve">. </w:t>
      </w:r>
      <w:r>
        <w:rPr>
          <w:rtl/>
        </w:rPr>
        <w:t>و اين گونه تبادر از ناحيه جهل حجت نيست مانند تبادر آب شور به ذهن كسى كه آب شيرين نديده است</w:t>
      </w:r>
      <w:r w:rsidR="007D3118">
        <w:rPr>
          <w:rtl/>
        </w:rPr>
        <w:t xml:space="preserve">. </w:t>
      </w:r>
    </w:p>
    <w:p w:rsidR="008D57EF" w:rsidRDefault="008D57EF" w:rsidP="000A4C2B">
      <w:pPr>
        <w:pStyle w:val="libFootnote"/>
      </w:pPr>
      <w:r>
        <w:rPr>
          <w:rtl/>
        </w:rPr>
        <w:t>بيشتر اعتراض و ايراد و كفر و الحاد ملحدان از همين برخاسته است كه از همه چيز معنى مادى محسوس مى فهمند و به ذهنشان جسم متبادر مى گردد چون مى بينند گفتار انبيا مطابق حس نيست آن ها را تكذيب مى كنند</w:t>
      </w:r>
      <w:r w:rsidR="007D3118">
        <w:rPr>
          <w:rtl/>
        </w:rPr>
        <w:t xml:space="preserve">. </w:t>
      </w:r>
      <w:r>
        <w:rPr>
          <w:rtl/>
        </w:rPr>
        <w:t xml:space="preserve">مثلا عذاب قبر و </w:t>
      </w:r>
      <w:r w:rsidR="00F57782">
        <w:rPr>
          <w:rtl/>
        </w:rPr>
        <w:t>سئوال</w:t>
      </w:r>
      <w:r>
        <w:rPr>
          <w:rtl/>
        </w:rPr>
        <w:t xml:space="preserve"> نكيرين را كه مى شنود ذهنشان به آن مى رود كه بايد فرشتگان ديده شوند و صداى آن ها شنيده گردد</w:t>
      </w:r>
      <w:r w:rsidR="007D3118">
        <w:rPr>
          <w:rtl/>
        </w:rPr>
        <w:t xml:space="preserve">. </w:t>
      </w:r>
      <w:r>
        <w:rPr>
          <w:rtl/>
        </w:rPr>
        <w:t>وقتى نديدند و نشنيدند گويند</w:t>
      </w:r>
      <w:r w:rsidR="007D3118">
        <w:rPr>
          <w:rtl/>
        </w:rPr>
        <w:t xml:space="preserve">: </w:t>
      </w:r>
      <w:r>
        <w:rPr>
          <w:rtl/>
        </w:rPr>
        <w:t>نيست چون منتهاى علم آن ها ماده محسوس است</w:t>
      </w:r>
      <w:r w:rsidR="007D3118">
        <w:rPr>
          <w:rtl/>
        </w:rPr>
        <w:t xml:space="preserve">، </w:t>
      </w:r>
      <w:r>
        <w:rPr>
          <w:rtl/>
        </w:rPr>
        <w:t>اما متدين خردمند ميداند كه عالم ديچر غير محسوس نيز هست و گفتار انبيا كه با عالم ماده منطبق نمى شود حكايت از آن عالم غير محسوس مى كند</w:t>
      </w:r>
      <w:r w:rsidR="007D3118">
        <w:rPr>
          <w:rtl/>
        </w:rPr>
        <w:t xml:space="preserve">. </w:t>
      </w:r>
    </w:p>
    <w:p w:rsidR="008D57EF" w:rsidRDefault="008D57EF" w:rsidP="000A4C2B">
      <w:pPr>
        <w:pStyle w:val="libFootnote"/>
        <w:rPr>
          <w:rtl/>
        </w:rPr>
      </w:pPr>
      <w:r>
        <w:rPr>
          <w:rtl/>
        </w:rPr>
        <w:t>پس مبلغ در آيه كريمه به معنى منتهى و غايت است</w:t>
      </w:r>
      <w:r w:rsidR="007D3118">
        <w:rPr>
          <w:rtl/>
        </w:rPr>
        <w:t xml:space="preserve">. </w:t>
      </w:r>
      <w:r>
        <w:rPr>
          <w:rtl/>
        </w:rPr>
        <w:t>در اين جا نيز يبلغ الوفاء به معنى غايت و منتهاى حد شكر است كه وافى به حق خداوند باشد در ازاى نعم الهى</w:t>
      </w:r>
      <w:r w:rsidR="007D3118">
        <w:rPr>
          <w:rtl/>
        </w:rPr>
        <w:t xml:space="preserve">. </w:t>
      </w:r>
    </w:p>
    <w:p w:rsidR="008D57EF" w:rsidRDefault="008D57EF" w:rsidP="000A4C2B">
      <w:pPr>
        <w:pStyle w:val="libFootnote"/>
        <w:rPr>
          <w:rtl/>
        </w:rPr>
      </w:pPr>
      <w:r>
        <w:rPr>
          <w:rtl/>
        </w:rPr>
        <w:t>150- اسماى حسنى هر صفت نيكو و كامل است</w:t>
      </w:r>
      <w:r w:rsidR="007D3118">
        <w:rPr>
          <w:rtl/>
        </w:rPr>
        <w:t xml:space="preserve">، </w:t>
      </w:r>
      <w:r>
        <w:rPr>
          <w:rtl/>
        </w:rPr>
        <w:t>و شارح از نيشابورى نقل كرده است كه اسماء حسنى براى غير خداى تعالى نيست چون هر شرف و جلالت مستلزم واجب الوجود بودن است و هر نقص و پستى از لوازم امكان</w:t>
      </w:r>
      <w:r w:rsidR="007D3118">
        <w:rPr>
          <w:rtl/>
        </w:rPr>
        <w:t xml:space="preserve">. </w:t>
      </w:r>
      <w:r>
        <w:rPr>
          <w:rtl/>
        </w:rPr>
        <w:t>انتهى</w:t>
      </w:r>
      <w:r w:rsidR="007D3118">
        <w:rPr>
          <w:rtl/>
        </w:rPr>
        <w:t xml:space="preserve">. </w:t>
      </w:r>
    </w:p>
    <w:p w:rsidR="008D57EF" w:rsidRDefault="008D57EF" w:rsidP="000A4C2B">
      <w:pPr>
        <w:pStyle w:val="libFootnote"/>
        <w:rPr>
          <w:rtl/>
        </w:rPr>
      </w:pPr>
      <w:r>
        <w:rPr>
          <w:rtl/>
        </w:rPr>
        <w:t>151- تعفو عنى و تغفر لى شارخ مى فرمايد</w:t>
      </w:r>
      <w:r w:rsidR="007D3118">
        <w:rPr>
          <w:rtl/>
        </w:rPr>
        <w:t xml:space="preserve">: </w:t>
      </w:r>
      <w:r>
        <w:rPr>
          <w:rtl/>
        </w:rPr>
        <w:t>عفو گذشتن از عقاب است و آمرزش آن كه جرم او را بپوشند تا موجب شرمسارى نگردد</w:t>
      </w:r>
      <w:r w:rsidR="007D3118">
        <w:rPr>
          <w:rtl/>
        </w:rPr>
        <w:t xml:space="preserve">. </w:t>
      </w:r>
      <w:r>
        <w:rPr>
          <w:rtl/>
        </w:rPr>
        <w:t xml:space="preserve">0 </w:t>
      </w:r>
    </w:p>
    <w:p w:rsidR="008D57EF" w:rsidRDefault="008D57EF" w:rsidP="000A4C2B">
      <w:pPr>
        <w:pStyle w:val="libFootnote"/>
        <w:rPr>
          <w:rtl/>
        </w:rPr>
      </w:pPr>
      <w:r>
        <w:rPr>
          <w:rtl/>
        </w:rPr>
        <w:lastRenderedPageBreak/>
        <w:t>152- دليلى است كه علماى كلام وحكماى اسلام براى علم پروردگار آورده اند</w:t>
      </w:r>
      <w:r w:rsidR="007D3118">
        <w:rPr>
          <w:rtl/>
        </w:rPr>
        <w:t xml:space="preserve">. </w:t>
      </w:r>
      <w:r>
        <w:rPr>
          <w:rtl/>
        </w:rPr>
        <w:t>سازنده هر چيز علم به مصنوع خود دارد و مؤ ثر طبيعى كه از فعل خويش غافل است در حقيقت فاعل نيست</w:t>
      </w:r>
      <w:r w:rsidR="007D3118">
        <w:rPr>
          <w:rtl/>
        </w:rPr>
        <w:t xml:space="preserve">. </w:t>
      </w:r>
    </w:p>
    <w:p w:rsidR="008D57EF" w:rsidRDefault="008D57EF" w:rsidP="000A4C2B">
      <w:pPr>
        <w:pStyle w:val="libFootnote"/>
        <w:rPr>
          <w:rtl/>
        </w:rPr>
      </w:pPr>
      <w:r>
        <w:rPr>
          <w:rtl/>
        </w:rPr>
        <w:t>گويند</w:t>
      </w:r>
      <w:r w:rsidR="007D3118">
        <w:rPr>
          <w:rtl/>
        </w:rPr>
        <w:t xml:space="preserve">: </w:t>
      </w:r>
      <w:r>
        <w:rPr>
          <w:rtl/>
        </w:rPr>
        <w:t>يكى از طبيعى مسلكان پاره گوشتى در ظرفى گذاشت و چندان ماند كه كرم افتاد و آن را پيش عالمى آورد و گفت</w:t>
      </w:r>
      <w:r w:rsidR="007D3118">
        <w:rPr>
          <w:rtl/>
        </w:rPr>
        <w:t xml:space="preserve">: </w:t>
      </w:r>
      <w:r>
        <w:rPr>
          <w:rtl/>
        </w:rPr>
        <w:t>اين كرم ها را من آفريده ام</w:t>
      </w:r>
      <w:r w:rsidR="007D3118">
        <w:rPr>
          <w:rtl/>
        </w:rPr>
        <w:t>!</w:t>
      </w:r>
      <w:r>
        <w:rPr>
          <w:rtl/>
        </w:rPr>
        <w:t xml:space="preserve"> گفت</w:t>
      </w:r>
      <w:r w:rsidR="007D3118">
        <w:rPr>
          <w:rtl/>
        </w:rPr>
        <w:t xml:space="preserve">: </w:t>
      </w:r>
      <w:r>
        <w:rPr>
          <w:rtl/>
        </w:rPr>
        <w:t>بازگوى كدام يك نر آفريده اى و كدام يك را ماده؟ و آن ملحد مفحم گشت و ندانست در جواب چه بگويد</w:t>
      </w:r>
      <w:r w:rsidR="007D3118">
        <w:rPr>
          <w:rtl/>
        </w:rPr>
        <w:t xml:space="preserve">. </w:t>
      </w:r>
      <w:r>
        <w:rPr>
          <w:rtl/>
        </w:rPr>
        <w:t>همه اسباب طبيعى از باد و آب و آفتاب و حرارت و برودت كه اهل طبايع مؤ ثر مى پندارند</w:t>
      </w:r>
      <w:r w:rsidR="007D3118">
        <w:rPr>
          <w:rtl/>
        </w:rPr>
        <w:t xml:space="preserve">، </w:t>
      </w:r>
      <w:r>
        <w:rPr>
          <w:rtl/>
        </w:rPr>
        <w:t>همه معداتند يعنى آماده كننده و آن كه فاعل است خداوند تعالى است و علم پروردگار به هر چيز بدان سبب است كه آن اشياء خود پيش او ظاهرند نه به صورت</w:t>
      </w:r>
      <w:r w:rsidR="007D3118">
        <w:rPr>
          <w:rtl/>
        </w:rPr>
        <w:t xml:space="preserve">، </w:t>
      </w:r>
      <w:r>
        <w:rPr>
          <w:rtl/>
        </w:rPr>
        <w:t>احتياج و بستگى به هر چيز علت پيش از احتياج صورت ذهنى ما است</w:t>
      </w:r>
      <w:r w:rsidR="007D3118">
        <w:rPr>
          <w:rtl/>
        </w:rPr>
        <w:t xml:space="preserve">. </w:t>
      </w:r>
      <w:r>
        <w:rPr>
          <w:rtl/>
        </w:rPr>
        <w:t>به ذهن ما</w:t>
      </w:r>
      <w:r w:rsidR="007D3118">
        <w:rPr>
          <w:rtl/>
        </w:rPr>
        <w:t xml:space="preserve">، </w:t>
      </w:r>
      <w:r>
        <w:rPr>
          <w:rtl/>
        </w:rPr>
        <w:t>همچنان كه ما به صورت ذهنى خود علم داريم خداوند به صورت خارجى</w:t>
      </w:r>
      <w:r w:rsidR="007D3118">
        <w:rPr>
          <w:rtl/>
        </w:rPr>
        <w:t xml:space="preserve">. </w:t>
      </w:r>
      <w:r>
        <w:rPr>
          <w:rtl/>
        </w:rPr>
        <w:t>و خداوند در همين معنى فرمود</w:t>
      </w:r>
      <w:r w:rsidR="007D3118">
        <w:rPr>
          <w:rtl/>
        </w:rPr>
        <w:t xml:space="preserve">: </w:t>
      </w:r>
      <w:r>
        <w:rPr>
          <w:rtl/>
        </w:rPr>
        <w:t>الا يعلم من خلق و هو اللطيف الخبير</w:t>
      </w:r>
      <w:r w:rsidR="007D3118">
        <w:rPr>
          <w:rtl/>
        </w:rPr>
        <w:t xml:space="preserve">. </w:t>
      </w:r>
    </w:p>
    <w:p w:rsidR="008D57EF" w:rsidRDefault="008D57EF" w:rsidP="000A4C2B">
      <w:pPr>
        <w:pStyle w:val="libFootnote"/>
        <w:rPr>
          <w:rtl/>
        </w:rPr>
      </w:pPr>
      <w:r>
        <w:rPr>
          <w:rtl/>
        </w:rPr>
        <w:t>153- اگر گويى همه چيز محتاج به غذا و روزى نيت مانند سنگ و جمادات ديگر</w:t>
      </w:r>
      <w:r w:rsidR="007D3118">
        <w:rPr>
          <w:rtl/>
        </w:rPr>
        <w:t xml:space="preserve">، </w:t>
      </w:r>
      <w:r>
        <w:rPr>
          <w:rtl/>
        </w:rPr>
        <w:t>گوييم وجود امكانى همچنان كه در آغاز وجود محتاج به خدا است</w:t>
      </w:r>
      <w:r w:rsidR="007D3118">
        <w:rPr>
          <w:rtl/>
        </w:rPr>
        <w:t xml:space="preserve">، </w:t>
      </w:r>
      <w:r>
        <w:rPr>
          <w:rtl/>
        </w:rPr>
        <w:t>در بقا نيز محتاج است مانند نور خورشيد به خورشيد كه اگر لحظه اى نور خورشيد قطع شود جهان در ظلمت فرو مى رود همچنين اگر فيض خداوند يك لحظه به عالم نرسد هر بودى</w:t>
      </w:r>
      <w:r w:rsidR="007D3118">
        <w:rPr>
          <w:rtl/>
        </w:rPr>
        <w:t xml:space="preserve">؛ </w:t>
      </w:r>
      <w:r>
        <w:rPr>
          <w:rtl/>
        </w:rPr>
        <w:t>نابود مى شود و اين است معنى روزى هر موجودى</w:t>
      </w:r>
      <w:r w:rsidR="007D3118">
        <w:rPr>
          <w:rtl/>
        </w:rPr>
        <w:t xml:space="preserve">. </w:t>
      </w:r>
    </w:p>
    <w:p w:rsidR="008D57EF" w:rsidRDefault="008D57EF" w:rsidP="000A4C2B">
      <w:pPr>
        <w:pStyle w:val="libFootnote"/>
        <w:rPr>
          <w:rtl/>
        </w:rPr>
      </w:pPr>
      <w:r>
        <w:rPr>
          <w:rtl/>
        </w:rPr>
        <w:t>154- واحد به يك اصطلاح آن است كه در ذات شريك ندارد و آن را يكتا ترجمه كرديمو معنى احد اين كه در صفات شريك ندارد و آن را يگانه ترجمه كرديم و گاهى احد را گويند كه ذات او مركب نيست</w:t>
      </w:r>
      <w:r w:rsidR="007D3118">
        <w:rPr>
          <w:rtl/>
        </w:rPr>
        <w:t xml:space="preserve">. </w:t>
      </w:r>
    </w:p>
    <w:p w:rsidR="008D57EF" w:rsidRDefault="008D57EF" w:rsidP="000A4C2B">
      <w:pPr>
        <w:pStyle w:val="libFootnote"/>
        <w:rPr>
          <w:rtl/>
        </w:rPr>
      </w:pPr>
      <w:r>
        <w:rPr>
          <w:rtl/>
        </w:rPr>
        <w:t>155- در فضل آية الكرسى احاديث بسيار از عامه وخاصه روايت است و مراد از آن آيتى است در سوره بقره مشتمل بر كرسى از الله لا اله الا هو تا و هو العلى العظيم و گاه بعضى روايت آمده است</w:t>
      </w:r>
      <w:r w:rsidR="007D3118">
        <w:rPr>
          <w:rtl/>
        </w:rPr>
        <w:t xml:space="preserve">: </w:t>
      </w:r>
      <w:r>
        <w:rPr>
          <w:rtl/>
        </w:rPr>
        <w:t>آية الكرسى و آيتين بعدها و مراد از آن تا هم فيها خالدون است و چون اين آيت دليل قوى بر قيوميت و حفظ پروردگار است</w:t>
      </w:r>
      <w:r w:rsidR="007D3118">
        <w:rPr>
          <w:rtl/>
        </w:rPr>
        <w:t xml:space="preserve">، </w:t>
      </w:r>
      <w:r>
        <w:rPr>
          <w:rtl/>
        </w:rPr>
        <w:t>از خواص آن براى خواننده محفوظ ماندن از هر شرى است و معوذتين به صيغه اسم فاعل دو سوره قل اعوذ است در آخر قرآن</w:t>
      </w:r>
      <w:r w:rsidR="007D3118">
        <w:rPr>
          <w:rtl/>
        </w:rPr>
        <w:t xml:space="preserve">، </w:t>
      </w:r>
      <w:r>
        <w:rPr>
          <w:rtl/>
        </w:rPr>
        <w:t>يكى متضمن استعاذه از شر دنيوى و بدنى و ديگرى متضمن استعاذه از شر روحى و وساوس باطنى</w:t>
      </w:r>
      <w:r w:rsidR="007D3118">
        <w:rPr>
          <w:rtl/>
        </w:rPr>
        <w:t xml:space="preserve">. </w:t>
      </w:r>
      <w:r>
        <w:rPr>
          <w:rtl/>
        </w:rPr>
        <w:t>و مراد از كرسى چنان كه در اعتقادات صدوق رحمه الله آمده دو چيز است</w:t>
      </w:r>
      <w:r w:rsidR="007D3118">
        <w:rPr>
          <w:rtl/>
        </w:rPr>
        <w:t xml:space="preserve">: </w:t>
      </w:r>
    </w:p>
    <w:p w:rsidR="008D57EF" w:rsidRDefault="008D57EF" w:rsidP="000A4C2B">
      <w:pPr>
        <w:pStyle w:val="libFootnote"/>
        <w:rPr>
          <w:rtl/>
        </w:rPr>
      </w:pPr>
      <w:r>
        <w:rPr>
          <w:rtl/>
        </w:rPr>
        <w:lastRenderedPageBreak/>
        <w:t>يكى</w:t>
      </w:r>
      <w:r w:rsidR="007D3118">
        <w:rPr>
          <w:rtl/>
        </w:rPr>
        <w:t xml:space="preserve">، </w:t>
      </w:r>
      <w:r>
        <w:rPr>
          <w:rtl/>
        </w:rPr>
        <w:t>ظرف همه آفريدگان يعنى آن كه همه اجسام در او است و به اصطلاح حكما محدد الجهات گويند</w:t>
      </w:r>
      <w:r w:rsidR="007D3118">
        <w:rPr>
          <w:rtl/>
        </w:rPr>
        <w:t xml:space="preserve">. </w:t>
      </w:r>
      <w:r>
        <w:rPr>
          <w:rtl/>
        </w:rPr>
        <w:t>و ديگر</w:t>
      </w:r>
      <w:r w:rsidR="007D3118">
        <w:rPr>
          <w:rtl/>
        </w:rPr>
        <w:t xml:space="preserve">، </w:t>
      </w:r>
      <w:r>
        <w:rPr>
          <w:rtl/>
        </w:rPr>
        <w:t>علم پروردگار كه محيط به همه چيز است و به اصطلاح بعضى</w:t>
      </w:r>
      <w:r w:rsidR="007D3118">
        <w:rPr>
          <w:rtl/>
        </w:rPr>
        <w:t xml:space="preserve">، </w:t>
      </w:r>
      <w:r>
        <w:rPr>
          <w:rtl/>
        </w:rPr>
        <w:t>عرش بزرگ تر از كرسى و حاوى آن است</w:t>
      </w:r>
      <w:r w:rsidR="007D3118">
        <w:rPr>
          <w:rtl/>
        </w:rPr>
        <w:t xml:space="preserve">، </w:t>
      </w:r>
      <w:r>
        <w:rPr>
          <w:rtl/>
        </w:rPr>
        <w:t>پسمحدد الجهات اصلى عرش است و الله العالم</w:t>
      </w:r>
      <w:r w:rsidR="007D3118">
        <w:rPr>
          <w:rtl/>
        </w:rPr>
        <w:t xml:space="preserve">. </w:t>
      </w:r>
    </w:p>
    <w:p w:rsidR="008D57EF" w:rsidRDefault="008D57EF" w:rsidP="000A4C2B">
      <w:pPr>
        <w:pStyle w:val="libFootnote"/>
        <w:rPr>
          <w:rtl/>
        </w:rPr>
      </w:pPr>
      <w:r>
        <w:rPr>
          <w:rtl/>
        </w:rPr>
        <w:t>و در عهد ما جماعتى حمقايند كه هر چه طبيعيانفرنگ گويند راست پندراند و آن را باور دارند از جملهقضا را غير متناهى گويند و عرش و كرسى را انكار كنند و مكمل طبيعى براى هيچ جسم ثابت نكنند</w:t>
      </w:r>
      <w:r w:rsidR="007D3118">
        <w:rPr>
          <w:rtl/>
        </w:rPr>
        <w:t xml:space="preserve">، </w:t>
      </w:r>
      <w:r>
        <w:rPr>
          <w:rtl/>
        </w:rPr>
        <w:t>ابو على سينا و ديگران به دليل عقل ثابت كردند فضا غيرمتناهى نيست و جسم بى مكان طبيعى محال است</w:t>
      </w:r>
      <w:r w:rsidR="007D3118">
        <w:rPr>
          <w:rtl/>
        </w:rPr>
        <w:t xml:space="preserve">. </w:t>
      </w:r>
      <w:r>
        <w:rPr>
          <w:rtl/>
        </w:rPr>
        <w:t>و اين مذهب كه فرنگياننسبت به يكى از بزرگان خود اسحق نيوتن ميدهند و اجزاى عالم را اجاذب و مجذوب يكديگر مى شمرند سخن تازه و اختراع او نيست</w:t>
      </w:r>
      <w:r w:rsidR="007D3118">
        <w:rPr>
          <w:rtl/>
        </w:rPr>
        <w:t xml:space="preserve">. </w:t>
      </w:r>
      <w:r>
        <w:rPr>
          <w:rtl/>
        </w:rPr>
        <w:t>ثابت بن قره در هزار و يكصد سال پيش همين مذهب را داشت</w:t>
      </w:r>
      <w:r w:rsidR="007D3118">
        <w:rPr>
          <w:rtl/>
        </w:rPr>
        <w:t xml:space="preserve">. </w:t>
      </w:r>
      <w:r>
        <w:rPr>
          <w:rtl/>
        </w:rPr>
        <w:t>حاجى ملا هادى سبزروارى رحمه الله در شرح يا من استقرت الارضون باذنه از دعاى جوشن گفته</w:t>
      </w:r>
      <w:r w:rsidR="007D3118">
        <w:rPr>
          <w:rtl/>
        </w:rPr>
        <w:t xml:space="preserve">: </w:t>
      </w:r>
      <w:r>
        <w:rPr>
          <w:rtl/>
        </w:rPr>
        <w:t>نزد ثابت بن قره ميل كلوخ به زمين نه براى آن است كه ذاتا مركز باشد بلكه جنسيت سبب انضمام است و گويد</w:t>
      </w:r>
      <w:r w:rsidR="007D3118">
        <w:rPr>
          <w:rtl/>
        </w:rPr>
        <w:t xml:space="preserve">: </w:t>
      </w:r>
      <w:r>
        <w:rPr>
          <w:rtl/>
        </w:rPr>
        <w:t>اگر فرض كنيم زمين پراكنده و متلاشى شود و اجزاى آن را رها كند همه ميل به سوى يكديگر مى كنند و هر جا به يكديگر رسيدند مى ايستند (انتهى</w:t>
      </w:r>
      <w:r w:rsidR="007D3118">
        <w:rPr>
          <w:rtl/>
        </w:rPr>
        <w:t xml:space="preserve">) . </w:t>
      </w:r>
    </w:p>
    <w:p w:rsidR="000A4C2B" w:rsidRDefault="008D57EF" w:rsidP="000A4C2B">
      <w:pPr>
        <w:pStyle w:val="libFootnote"/>
        <w:rPr>
          <w:rtl/>
        </w:rPr>
      </w:pPr>
      <w:r>
        <w:rPr>
          <w:rtl/>
        </w:rPr>
        <w:t>پس مذهب نيوتن چيزى نبود كه حكماى ما نداند</w:t>
      </w:r>
      <w:r w:rsidR="007D3118">
        <w:rPr>
          <w:rtl/>
        </w:rPr>
        <w:t xml:space="preserve">، </w:t>
      </w:r>
      <w:r>
        <w:rPr>
          <w:rtl/>
        </w:rPr>
        <w:t>چه زشت باشد كسى نان بر سر خوان كسان خورد و شكر بيگانگان و ناكسان گويد</w:t>
      </w:r>
      <w:r w:rsidR="007D3118">
        <w:rPr>
          <w:rtl/>
        </w:rPr>
        <w:t xml:space="preserve">. </w:t>
      </w:r>
      <w:r>
        <w:rPr>
          <w:rtl/>
        </w:rPr>
        <w:t>پس آن چه درباره عرش و كرسى و ساير امور در شرع آمده</w:t>
      </w:r>
      <w:r w:rsidR="007D3118">
        <w:rPr>
          <w:rtl/>
        </w:rPr>
        <w:t xml:space="preserve">، </w:t>
      </w:r>
      <w:r>
        <w:rPr>
          <w:rtl/>
        </w:rPr>
        <w:t>مخالف هيچ دليل را عقلى نيست و آن چه حكماى ما در اين باب گفتند</w:t>
      </w:r>
      <w:r w:rsidR="007D3118">
        <w:rPr>
          <w:rtl/>
        </w:rPr>
        <w:t xml:space="preserve">، </w:t>
      </w:r>
      <w:r>
        <w:rPr>
          <w:rtl/>
        </w:rPr>
        <w:t>از جهت عدم وقوف و تجاذب عام نبوده است</w:t>
      </w:r>
      <w:r w:rsidR="007D3118">
        <w:rPr>
          <w:rtl/>
        </w:rPr>
        <w:t xml:space="preserve">. </w:t>
      </w:r>
    </w:p>
    <w:p w:rsidR="008D57EF" w:rsidRDefault="000A4C2B" w:rsidP="000A4C2B">
      <w:pPr>
        <w:pStyle w:val="Heading2Center"/>
        <w:rPr>
          <w:rtl/>
        </w:rPr>
      </w:pPr>
      <w:r>
        <w:rPr>
          <w:rtl/>
        </w:rPr>
        <w:br w:type="page"/>
      </w:r>
      <w:bookmarkStart w:id="116" w:name="_Toc394915245"/>
      <w:r>
        <w:rPr>
          <w:rFonts w:hint="cs"/>
          <w:rtl/>
        </w:rPr>
        <w:lastRenderedPageBreak/>
        <w:t>فهرست مطالب</w:t>
      </w:r>
      <w:bookmarkEnd w:id="116"/>
    </w:p>
    <w:p w:rsidR="000A4C2B" w:rsidRDefault="000A4C2B" w:rsidP="000A4C2B">
      <w:pPr>
        <w:pStyle w:val="libNormal"/>
        <w:rPr>
          <w:rtl/>
        </w:rPr>
      </w:pPr>
    </w:p>
    <w:sdt>
      <w:sdtPr>
        <w:rPr>
          <w:rFonts w:ascii="Times New Roman" w:eastAsia="Times New Roman" w:hAnsi="Times New Roman" w:cs="Traditional Arabic"/>
          <w:b w:val="0"/>
          <w:bCs w:val="0"/>
          <w:color w:val="000000"/>
          <w:sz w:val="24"/>
          <w:szCs w:val="32"/>
        </w:rPr>
        <w:id w:val="9737053"/>
        <w:docPartObj>
          <w:docPartGallery w:val="Table of Contents"/>
          <w:docPartUnique/>
        </w:docPartObj>
      </w:sdtPr>
      <w:sdtEndPr>
        <w:rPr>
          <w:rtl/>
        </w:rPr>
      </w:sdtEndPr>
      <w:sdtContent>
        <w:p w:rsidR="000A4C2B" w:rsidRDefault="000A4C2B" w:rsidP="000A4C2B">
          <w:pPr>
            <w:pStyle w:val="TOCHeading"/>
          </w:pPr>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r w:rsidRPr="004D7897">
            <w:fldChar w:fldCharType="begin"/>
          </w:r>
          <w:r w:rsidR="000A4C2B">
            <w:instrText xml:space="preserve"> TOC \o "1-3" \h \z \u </w:instrText>
          </w:r>
          <w:r w:rsidRPr="004D7897">
            <w:fldChar w:fldCharType="separate"/>
          </w:r>
          <w:hyperlink w:anchor="_Toc394915129" w:history="1">
            <w:r w:rsidR="000A4C2B" w:rsidRPr="000E7093">
              <w:rPr>
                <w:rStyle w:val="Hyperlink"/>
                <w:rFonts w:hint="eastAsia"/>
                <w:noProof/>
                <w:rtl/>
              </w:rPr>
              <w:t>مقدمه</w:t>
            </w:r>
            <w:r w:rsidR="000A4C2B" w:rsidRPr="000E7093">
              <w:rPr>
                <w:rStyle w:val="Hyperlink"/>
                <w:noProof/>
                <w:rtl/>
              </w:rPr>
              <w:t xml:space="preserve"> </w:t>
            </w:r>
            <w:r w:rsidR="000A4C2B" w:rsidRPr="000E7093">
              <w:rPr>
                <w:rStyle w:val="Hyperlink"/>
                <w:rFonts w:hint="eastAsia"/>
                <w:noProof/>
                <w:rtl/>
              </w:rPr>
              <w:t>مترجم</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394915129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30" w:history="1">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ملحون</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غير</w:t>
            </w:r>
            <w:r w:rsidR="000A4C2B" w:rsidRPr="000E7093">
              <w:rPr>
                <w:rStyle w:val="Hyperlink"/>
                <w:noProof/>
                <w:rtl/>
              </w:rPr>
              <w:t xml:space="preserve"> </w:t>
            </w:r>
            <w:r w:rsidR="000A4C2B" w:rsidRPr="000E7093">
              <w:rPr>
                <w:rStyle w:val="Hyperlink"/>
                <w:rFonts w:hint="eastAsia"/>
                <w:noProof/>
                <w:rtl/>
              </w:rPr>
              <w:t>مأثور</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394915130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10</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31" w:history="1">
            <w:r w:rsidR="000A4C2B" w:rsidRPr="000E7093">
              <w:rPr>
                <w:rStyle w:val="Hyperlink"/>
                <w:rFonts w:hint="eastAsia"/>
                <w:noProof/>
                <w:rtl/>
              </w:rPr>
              <w:t>سخن</w:t>
            </w:r>
            <w:r w:rsidR="000A4C2B" w:rsidRPr="000E7093">
              <w:rPr>
                <w:rStyle w:val="Hyperlink"/>
                <w:noProof/>
                <w:rtl/>
              </w:rPr>
              <w:t xml:space="preserve"> </w:t>
            </w:r>
            <w:r w:rsidR="000A4C2B" w:rsidRPr="000E7093">
              <w:rPr>
                <w:rStyle w:val="Hyperlink"/>
                <w:rFonts w:hint="eastAsia"/>
                <w:noProof/>
                <w:rtl/>
              </w:rPr>
              <w:t>آية</w:t>
            </w:r>
            <w:r w:rsidR="000A4C2B" w:rsidRPr="000E7093">
              <w:rPr>
                <w:rStyle w:val="Hyperlink"/>
                <w:noProof/>
                <w:rtl/>
              </w:rPr>
              <w:t xml:space="preserve"> </w:t>
            </w:r>
            <w:r w:rsidR="000A4C2B" w:rsidRPr="000E7093">
              <w:rPr>
                <w:rStyle w:val="Hyperlink"/>
                <w:rFonts w:hint="eastAsia"/>
                <w:noProof/>
                <w:rtl/>
              </w:rPr>
              <w:t>الله</w:t>
            </w:r>
            <w:r w:rsidR="000A4C2B" w:rsidRPr="000E7093">
              <w:rPr>
                <w:rStyle w:val="Hyperlink"/>
                <w:noProof/>
                <w:rtl/>
              </w:rPr>
              <w:t xml:space="preserve"> </w:t>
            </w:r>
            <w:r w:rsidR="000A4C2B" w:rsidRPr="000E7093">
              <w:rPr>
                <w:rStyle w:val="Hyperlink"/>
                <w:rFonts w:hint="eastAsia"/>
                <w:noProof/>
                <w:rtl/>
              </w:rPr>
              <w:t>مرعشى</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394915131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11</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32" w:history="1">
            <w:r w:rsidR="000A4C2B" w:rsidRPr="000E7093">
              <w:rPr>
                <w:rStyle w:val="Hyperlink"/>
                <w:rFonts w:hint="eastAsia"/>
                <w:noProof/>
                <w:rtl/>
              </w:rPr>
              <w:t>اسناد</w:t>
            </w:r>
            <w:r w:rsidR="000A4C2B" w:rsidRPr="000E7093">
              <w:rPr>
                <w:rStyle w:val="Hyperlink"/>
                <w:noProof/>
                <w:rtl/>
              </w:rPr>
              <w:t xml:space="preserve"> </w:t>
            </w:r>
            <w:r w:rsidR="000A4C2B" w:rsidRPr="000E7093">
              <w:rPr>
                <w:rStyle w:val="Hyperlink"/>
                <w:rFonts w:hint="eastAsia"/>
                <w:noProof/>
                <w:rtl/>
              </w:rPr>
              <w:t>صحيفه</w:t>
            </w:r>
            <w:r w:rsidR="000A4C2B" w:rsidRPr="000E7093">
              <w:rPr>
                <w:rStyle w:val="Hyperlink"/>
                <w:noProof/>
                <w:rtl/>
              </w:rPr>
              <w:t xml:space="preserve"> </w:t>
            </w:r>
            <w:r w:rsidR="000A4C2B" w:rsidRPr="000E7093">
              <w:rPr>
                <w:rStyle w:val="Hyperlink"/>
                <w:rFonts w:hint="eastAsia"/>
                <w:noProof/>
                <w:rtl/>
              </w:rPr>
              <w:t>سجاديه</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394915132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33" w:history="1">
            <w:r w:rsidR="000A4C2B" w:rsidRPr="000E7093">
              <w:rPr>
                <w:rStyle w:val="Hyperlink"/>
                <w:rFonts w:hint="eastAsia"/>
                <w:noProof/>
                <w:rtl/>
              </w:rPr>
              <w:t>مقدمه</w:t>
            </w:r>
            <w:r w:rsidR="000A4C2B" w:rsidRPr="000E7093">
              <w:rPr>
                <w:rStyle w:val="Hyperlink"/>
                <w:noProof/>
                <w:rtl/>
              </w:rPr>
              <w:t xml:space="preserve"> </w:t>
            </w:r>
            <w:r w:rsidR="000A4C2B" w:rsidRPr="000E7093">
              <w:rPr>
                <w:rStyle w:val="Hyperlink"/>
                <w:rFonts w:hint="eastAsia"/>
                <w:noProof/>
                <w:rtl/>
              </w:rPr>
              <w:t>صحيفه</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394915133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34" w:history="1">
            <w:r w:rsidR="000A4C2B" w:rsidRPr="000E7093">
              <w:rPr>
                <w:rStyle w:val="Hyperlink"/>
                <w:rFonts w:hint="eastAsia"/>
                <w:noProof/>
                <w:rtl/>
              </w:rPr>
              <w:t>مقدمه</w:t>
            </w:r>
            <w:r w:rsidR="000A4C2B" w:rsidRPr="000E7093">
              <w:rPr>
                <w:rStyle w:val="Hyperlink"/>
                <w:noProof/>
                <w:rtl/>
              </w:rPr>
              <w:t xml:space="preserve"> </w:t>
            </w:r>
            <w:r w:rsidR="000A4C2B" w:rsidRPr="000E7093">
              <w:rPr>
                <w:rStyle w:val="Hyperlink"/>
                <w:rFonts w:hint="eastAsia"/>
                <w:noProof/>
                <w:rtl/>
              </w:rPr>
              <w:t>صحيفه</w:t>
            </w:r>
            <w:r w:rsidR="000A4C2B" w:rsidRPr="000E7093">
              <w:rPr>
                <w:rStyle w:val="Hyperlink"/>
                <w:noProof/>
                <w:rtl/>
              </w:rPr>
              <w:t xml:space="preserve"> </w:t>
            </w:r>
            <w:r w:rsidR="000A4C2B" w:rsidRPr="000E7093">
              <w:rPr>
                <w:rStyle w:val="Hyperlink"/>
                <w:rFonts w:hint="eastAsia"/>
                <w:noProof/>
                <w:rtl/>
              </w:rPr>
              <w:t>سجاديه</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394915134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35" w:history="1">
            <w:r w:rsidR="000A4C2B" w:rsidRPr="000E7093">
              <w:rPr>
                <w:rStyle w:val="Hyperlink"/>
                <w:noProof/>
              </w:rPr>
              <w:t>1</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ابْتَدَأَ</w:t>
            </w:r>
            <w:r w:rsidR="000A4C2B" w:rsidRPr="000E7093">
              <w:rPr>
                <w:rStyle w:val="Hyperlink"/>
                <w:noProof/>
                <w:rtl/>
              </w:rPr>
              <w:t xml:space="preserve"> </w:t>
            </w:r>
            <w:r w:rsidR="000A4C2B" w:rsidRPr="000E7093">
              <w:rPr>
                <w:rStyle w:val="Hyperlink"/>
                <w:rFonts w:hint="eastAsia"/>
                <w:noProof/>
                <w:rtl/>
              </w:rPr>
              <w:t>بِالدُّعَاءِ</w:t>
            </w:r>
            <w:r w:rsidR="000A4C2B" w:rsidRPr="000E7093">
              <w:rPr>
                <w:rStyle w:val="Hyperlink"/>
                <w:noProof/>
                <w:rtl/>
              </w:rPr>
              <w:t xml:space="preserve"> </w:t>
            </w:r>
            <w:r w:rsidR="000A4C2B" w:rsidRPr="000E7093">
              <w:rPr>
                <w:rStyle w:val="Hyperlink"/>
                <w:rFonts w:hint="eastAsia"/>
                <w:noProof/>
                <w:rtl/>
              </w:rPr>
              <w:t>بَدَأَ</w:t>
            </w:r>
            <w:r w:rsidR="000A4C2B" w:rsidRPr="000E7093">
              <w:rPr>
                <w:rStyle w:val="Hyperlink"/>
                <w:noProof/>
                <w:rtl/>
              </w:rPr>
              <w:t xml:space="preserve"> </w:t>
            </w:r>
            <w:r w:rsidR="000A4C2B" w:rsidRPr="000E7093">
              <w:rPr>
                <w:rStyle w:val="Hyperlink"/>
                <w:rFonts w:hint="eastAsia"/>
                <w:noProof/>
                <w:rtl/>
              </w:rPr>
              <w:t>بِالتَّحْمِيدِ</w:t>
            </w:r>
            <w:r w:rsidR="000A4C2B" w:rsidRPr="000E7093">
              <w:rPr>
                <w:rStyle w:val="Hyperlink"/>
                <w:noProof/>
                <w:rtl/>
              </w:rPr>
              <w:t xml:space="preserve"> </w:t>
            </w:r>
            <w:r w:rsidR="000A4C2B" w:rsidRPr="000E7093">
              <w:rPr>
                <w:rStyle w:val="Hyperlink"/>
                <w:rFonts w:hint="eastAsia"/>
                <w:noProof/>
                <w:rtl/>
              </w:rPr>
              <w:t>لِلَّهِ</w:t>
            </w:r>
            <w:r w:rsidR="000A4C2B" w:rsidRPr="000E7093">
              <w:rPr>
                <w:rStyle w:val="Hyperlink"/>
                <w:noProof/>
                <w:rtl/>
              </w:rPr>
              <w:t xml:space="preserve"> </w:t>
            </w:r>
            <w:r w:rsidR="000A4C2B" w:rsidRPr="000E7093">
              <w:rPr>
                <w:rStyle w:val="Hyperlink"/>
                <w:rFonts w:hint="eastAsia"/>
                <w:noProof/>
                <w:rtl/>
              </w:rPr>
              <w:t>عَزَّ</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جَلَّ</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الثَّنَاءِ</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فَقَالَ</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394915135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36</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36"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اول</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hint="eastAsia"/>
                <w:noProof/>
                <w:rtl/>
              </w:rPr>
              <w:t>كه</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آغاز</w:t>
            </w:r>
            <w:r w:rsidR="000A4C2B" w:rsidRPr="000E7093">
              <w:rPr>
                <w:rStyle w:val="Hyperlink"/>
                <w:noProof/>
                <w:rtl/>
              </w:rPr>
              <w:t xml:space="preserve"> </w:t>
            </w:r>
            <w:r w:rsidR="000A4C2B" w:rsidRPr="000E7093">
              <w:rPr>
                <w:rStyle w:val="Hyperlink"/>
                <w:rFonts w:hint="eastAsia"/>
                <w:noProof/>
                <w:rtl/>
              </w:rPr>
              <w:t>سپاس</w:t>
            </w:r>
            <w:r w:rsidR="000A4C2B" w:rsidRPr="000E7093">
              <w:rPr>
                <w:rStyle w:val="Hyperlink"/>
                <w:noProof/>
                <w:rtl/>
              </w:rPr>
              <w:t xml:space="preserve"> </w:t>
            </w:r>
            <w:r w:rsidR="000A4C2B" w:rsidRPr="000E7093">
              <w:rPr>
                <w:rStyle w:val="Hyperlink"/>
                <w:rFonts w:hint="eastAsia"/>
                <w:noProof/>
                <w:rtl/>
              </w:rPr>
              <w:t>خداى</w:t>
            </w:r>
            <w:r w:rsidR="000A4C2B" w:rsidRPr="000E7093">
              <w:rPr>
                <w:rStyle w:val="Hyperlink"/>
                <w:noProof/>
                <w:rtl/>
              </w:rPr>
              <w:t xml:space="preserve"> </w:t>
            </w:r>
            <w:r w:rsidR="000A4C2B" w:rsidRPr="000E7093">
              <w:rPr>
                <w:rStyle w:val="Hyperlink"/>
                <w:rFonts w:hint="eastAsia"/>
                <w:noProof/>
                <w:rtl/>
              </w:rPr>
              <w:t>تعالى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ستايش</w:t>
            </w:r>
            <w:r w:rsidR="000A4C2B" w:rsidRPr="000E7093">
              <w:rPr>
                <w:rStyle w:val="Hyperlink"/>
                <w:noProof/>
                <w:rtl/>
              </w:rPr>
              <w:t xml:space="preserve"> </w:t>
            </w:r>
            <w:r w:rsidR="000A4C2B" w:rsidRPr="000E7093">
              <w:rPr>
                <w:rStyle w:val="Hyperlink"/>
                <w:rFonts w:hint="eastAsia"/>
                <w:noProof/>
                <w:rtl/>
              </w:rPr>
              <w:t>او</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نمود</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394915136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39</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37" w:history="1">
            <w:r w:rsidR="000A4C2B" w:rsidRPr="000E7093">
              <w:rPr>
                <w:rStyle w:val="Hyperlink"/>
                <w:noProof/>
              </w:rPr>
              <w:t>2</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بَعْدَ</w:t>
            </w:r>
            <w:r w:rsidR="000A4C2B" w:rsidRPr="000E7093">
              <w:rPr>
                <w:rStyle w:val="Hyperlink"/>
                <w:noProof/>
                <w:rtl/>
              </w:rPr>
              <w:t xml:space="preserve"> </w:t>
            </w:r>
            <w:r w:rsidR="000A4C2B" w:rsidRPr="000E7093">
              <w:rPr>
                <w:rStyle w:val="Hyperlink"/>
                <w:rFonts w:hint="eastAsia"/>
                <w:noProof/>
                <w:rtl/>
              </w:rPr>
              <w:t>هَذَا</w:t>
            </w:r>
            <w:r w:rsidR="000A4C2B" w:rsidRPr="000E7093">
              <w:rPr>
                <w:rStyle w:val="Hyperlink"/>
                <w:noProof/>
                <w:rtl/>
              </w:rPr>
              <w:t xml:space="preserve"> </w:t>
            </w:r>
            <w:r w:rsidR="000A4C2B" w:rsidRPr="000E7093">
              <w:rPr>
                <w:rStyle w:val="Hyperlink"/>
                <w:rFonts w:hint="eastAsia"/>
                <w:noProof/>
                <w:rtl/>
              </w:rPr>
              <w:t>التَّحْمِيدِ</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الصَّلاةِ</w:t>
            </w:r>
            <w:r w:rsidR="000A4C2B" w:rsidRPr="000E7093">
              <w:rPr>
                <w:rStyle w:val="Hyperlink"/>
                <w:noProof/>
                <w:rtl/>
              </w:rPr>
              <w:t xml:space="preserve"> </w:t>
            </w:r>
            <w:r w:rsidR="000A4C2B" w:rsidRPr="000E7093">
              <w:rPr>
                <w:rStyle w:val="Hyperlink"/>
                <w:rFonts w:hint="eastAsia"/>
                <w:noProof/>
                <w:rtl/>
              </w:rPr>
              <w:t>عَلَى</w:t>
            </w:r>
            <w:r w:rsidR="000A4C2B" w:rsidRPr="000E7093">
              <w:rPr>
                <w:rStyle w:val="Hyperlink"/>
                <w:noProof/>
                <w:rtl/>
              </w:rPr>
              <w:t xml:space="preserve"> </w:t>
            </w:r>
            <w:r w:rsidR="000A4C2B" w:rsidRPr="000E7093">
              <w:rPr>
                <w:rStyle w:val="Hyperlink"/>
                <w:rFonts w:hint="eastAsia"/>
                <w:noProof/>
                <w:rtl/>
              </w:rPr>
              <w:t>رَسُولِ</w:t>
            </w:r>
            <w:r w:rsidR="000A4C2B" w:rsidRPr="000E7093">
              <w:rPr>
                <w:rStyle w:val="Hyperlink"/>
                <w:noProof/>
                <w:rtl/>
              </w:rPr>
              <w:t xml:space="preserve"> </w:t>
            </w:r>
            <w:r w:rsidR="000A4C2B" w:rsidRPr="000E7093">
              <w:rPr>
                <w:rStyle w:val="Hyperlink"/>
                <w:rFonts w:hint="eastAsia"/>
                <w:noProof/>
                <w:rtl/>
              </w:rPr>
              <w:t>اللَّهِ</w:t>
            </w:r>
            <w:r w:rsidR="000A4C2B" w:rsidRPr="000E7093">
              <w:rPr>
                <w:rStyle w:val="Hyperlink"/>
                <w:noProof/>
                <w:rtl/>
              </w:rPr>
              <w:t xml:space="preserve"> </w:t>
            </w:r>
            <w:r w:rsidR="000A4C2B" w:rsidRPr="000E7093">
              <w:rPr>
                <w:rStyle w:val="Hyperlink"/>
                <w:rFonts w:hint="eastAsia"/>
                <w:noProof/>
                <w:rtl/>
              </w:rPr>
              <w:t>صَلَّى</w:t>
            </w:r>
            <w:r w:rsidR="000A4C2B" w:rsidRPr="000E7093">
              <w:rPr>
                <w:rStyle w:val="Hyperlink"/>
                <w:noProof/>
                <w:rtl/>
              </w:rPr>
              <w:t xml:space="preserve"> </w:t>
            </w:r>
            <w:r w:rsidR="000A4C2B" w:rsidRPr="000E7093">
              <w:rPr>
                <w:rStyle w:val="Hyperlink"/>
                <w:rFonts w:hint="eastAsia"/>
                <w:noProof/>
                <w:rtl/>
              </w:rPr>
              <w:t>اللَّهُ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آلِهِ</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394915137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44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38"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دوم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سپاسگزارى</w:t>
            </w:r>
            <w:r w:rsidR="000A4C2B" w:rsidRPr="000E7093">
              <w:rPr>
                <w:rStyle w:val="Hyperlink"/>
                <w:noProof/>
                <w:rtl/>
              </w:rPr>
              <w:t xml:space="preserve"> </w:t>
            </w:r>
            <w:r w:rsidR="000A4C2B" w:rsidRPr="000E7093">
              <w:rPr>
                <w:rStyle w:val="Hyperlink"/>
                <w:rFonts w:hint="eastAsia"/>
                <w:noProof/>
                <w:rtl/>
              </w:rPr>
              <w:t>خداوند</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درود</w:t>
            </w:r>
            <w:r w:rsidR="000A4C2B" w:rsidRPr="000E7093">
              <w:rPr>
                <w:rStyle w:val="Hyperlink"/>
                <w:noProof/>
                <w:rtl/>
              </w:rPr>
              <w:t xml:space="preserve"> </w:t>
            </w:r>
            <w:r w:rsidR="000A4C2B" w:rsidRPr="000E7093">
              <w:rPr>
                <w:rStyle w:val="Hyperlink"/>
                <w:rFonts w:hint="eastAsia"/>
                <w:noProof/>
                <w:rtl/>
              </w:rPr>
              <w:t>بر</w:t>
            </w:r>
            <w:r w:rsidR="000A4C2B" w:rsidRPr="000E7093">
              <w:rPr>
                <w:rStyle w:val="Hyperlink"/>
                <w:noProof/>
                <w:rtl/>
              </w:rPr>
              <w:t xml:space="preserve"> </w:t>
            </w:r>
            <w:r w:rsidR="000A4C2B" w:rsidRPr="000E7093">
              <w:rPr>
                <w:rStyle w:val="Hyperlink"/>
                <w:rFonts w:hint="eastAsia"/>
                <w:noProof/>
                <w:rtl/>
              </w:rPr>
              <w:t>رسول</w:t>
            </w:r>
            <w:r w:rsidR="000A4C2B" w:rsidRPr="000E7093">
              <w:rPr>
                <w:rStyle w:val="Hyperlink"/>
                <w:noProof/>
                <w:rtl/>
              </w:rPr>
              <w:t xml:space="preserve"> </w:t>
            </w:r>
            <w:r w:rsidR="000A4C2B" w:rsidRPr="000E7093">
              <w:rPr>
                <w:rStyle w:val="Hyperlink"/>
                <w:rFonts w:hint="eastAsia"/>
                <w:noProof/>
                <w:rtl/>
              </w:rPr>
              <w:t>او</w:t>
            </w:r>
            <w:r w:rsidR="000A4C2B" w:rsidRPr="000E7093">
              <w:rPr>
                <w:rStyle w:val="Hyperlink"/>
                <w:noProof/>
                <w:rtl/>
              </w:rPr>
              <w:t xml:space="preserve"> (</w:t>
            </w:r>
            <w:r w:rsidR="000A4C2B" w:rsidRPr="000E7093">
              <w:rPr>
                <w:rStyle w:val="Hyperlink"/>
                <w:rFonts w:cs="Rafed Alaem" w:hint="eastAsia"/>
                <w:noProof/>
                <w:rtl/>
              </w:rPr>
              <w:t>صلى‌الله‌عليه‌وآله‌وسلم</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394915138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45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39" w:history="1">
            <w:r w:rsidR="000A4C2B" w:rsidRPr="000E7093">
              <w:rPr>
                <w:rStyle w:val="Hyperlink"/>
                <w:noProof/>
              </w:rPr>
              <w:t>3</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الصَّلاةِ</w:t>
            </w:r>
            <w:r w:rsidR="000A4C2B" w:rsidRPr="000E7093">
              <w:rPr>
                <w:rStyle w:val="Hyperlink"/>
                <w:noProof/>
                <w:rtl/>
              </w:rPr>
              <w:t xml:space="preserve"> </w:t>
            </w:r>
            <w:r w:rsidR="000A4C2B" w:rsidRPr="000E7093">
              <w:rPr>
                <w:rStyle w:val="Hyperlink"/>
                <w:rFonts w:hint="eastAsia"/>
                <w:noProof/>
                <w:rtl/>
              </w:rPr>
              <w:t>عَلَى</w:t>
            </w:r>
            <w:r w:rsidR="000A4C2B" w:rsidRPr="000E7093">
              <w:rPr>
                <w:rStyle w:val="Hyperlink"/>
                <w:noProof/>
                <w:rtl/>
              </w:rPr>
              <w:t xml:space="preserve"> </w:t>
            </w:r>
            <w:r w:rsidR="000A4C2B" w:rsidRPr="000E7093">
              <w:rPr>
                <w:rStyle w:val="Hyperlink"/>
                <w:rFonts w:hint="eastAsia"/>
                <w:noProof/>
                <w:rtl/>
              </w:rPr>
              <w:t>حَمَلَةِ</w:t>
            </w:r>
            <w:r w:rsidR="000A4C2B" w:rsidRPr="000E7093">
              <w:rPr>
                <w:rStyle w:val="Hyperlink"/>
                <w:noProof/>
                <w:rtl/>
              </w:rPr>
              <w:t xml:space="preserve"> </w:t>
            </w:r>
            <w:r w:rsidR="000A4C2B" w:rsidRPr="000E7093">
              <w:rPr>
                <w:rStyle w:val="Hyperlink"/>
                <w:rFonts w:hint="eastAsia"/>
                <w:noProof/>
                <w:rtl/>
              </w:rPr>
              <w:t>الْعَرْشِ</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كُلِّ</w:t>
            </w:r>
            <w:r w:rsidR="000A4C2B" w:rsidRPr="000E7093">
              <w:rPr>
                <w:rStyle w:val="Hyperlink"/>
                <w:noProof/>
                <w:rtl/>
              </w:rPr>
              <w:t xml:space="preserve"> </w:t>
            </w:r>
            <w:r w:rsidR="000A4C2B" w:rsidRPr="000E7093">
              <w:rPr>
                <w:rStyle w:val="Hyperlink"/>
                <w:rFonts w:hint="eastAsia"/>
                <w:noProof/>
                <w:rtl/>
              </w:rPr>
              <w:t>مَلَكٍ</w:t>
            </w:r>
            <w:r w:rsidR="000A4C2B" w:rsidRPr="000E7093">
              <w:rPr>
                <w:rStyle w:val="Hyperlink"/>
                <w:noProof/>
                <w:rtl/>
              </w:rPr>
              <w:t xml:space="preserve"> </w:t>
            </w:r>
            <w:r w:rsidR="000A4C2B" w:rsidRPr="000E7093">
              <w:rPr>
                <w:rStyle w:val="Hyperlink"/>
                <w:rFonts w:hint="eastAsia"/>
                <w:noProof/>
                <w:rtl/>
              </w:rPr>
              <w:t>مُقَرَّبٍ</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394915139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48</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40"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سوم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درود</w:t>
            </w:r>
            <w:r w:rsidR="000A4C2B" w:rsidRPr="000E7093">
              <w:rPr>
                <w:rStyle w:val="Hyperlink"/>
                <w:noProof/>
                <w:rtl/>
              </w:rPr>
              <w:t xml:space="preserve"> </w:t>
            </w:r>
            <w:r w:rsidR="000A4C2B" w:rsidRPr="000E7093">
              <w:rPr>
                <w:rStyle w:val="Hyperlink"/>
                <w:rFonts w:hint="eastAsia"/>
                <w:noProof/>
                <w:rtl/>
              </w:rPr>
              <w:t>بر</w:t>
            </w:r>
            <w:r w:rsidR="000A4C2B" w:rsidRPr="000E7093">
              <w:rPr>
                <w:rStyle w:val="Hyperlink"/>
                <w:noProof/>
                <w:rtl/>
              </w:rPr>
              <w:t xml:space="preserve"> </w:t>
            </w:r>
            <w:r w:rsidR="000A4C2B" w:rsidRPr="000E7093">
              <w:rPr>
                <w:rStyle w:val="Hyperlink"/>
                <w:rFonts w:hint="eastAsia"/>
                <w:noProof/>
                <w:rtl/>
              </w:rPr>
              <w:t>حاملان</w:t>
            </w:r>
            <w:r w:rsidR="000A4C2B" w:rsidRPr="000E7093">
              <w:rPr>
                <w:rStyle w:val="Hyperlink"/>
                <w:noProof/>
                <w:rtl/>
              </w:rPr>
              <w:t xml:space="preserve"> </w:t>
            </w:r>
            <w:r w:rsidR="000A4C2B" w:rsidRPr="000E7093">
              <w:rPr>
                <w:rStyle w:val="Hyperlink"/>
                <w:rFonts w:hint="eastAsia"/>
                <w:noProof/>
                <w:rtl/>
              </w:rPr>
              <w:t>عرش</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هر</w:t>
            </w:r>
            <w:r w:rsidR="000A4C2B" w:rsidRPr="000E7093">
              <w:rPr>
                <w:rStyle w:val="Hyperlink"/>
                <w:noProof/>
                <w:rtl/>
              </w:rPr>
              <w:t xml:space="preserve"> </w:t>
            </w:r>
            <w:r w:rsidR="000A4C2B" w:rsidRPr="000E7093">
              <w:rPr>
                <w:rStyle w:val="Hyperlink"/>
                <w:rFonts w:hint="eastAsia"/>
                <w:noProof/>
                <w:rtl/>
              </w:rPr>
              <w:t>فرشته</w:t>
            </w:r>
            <w:r w:rsidR="000A4C2B" w:rsidRPr="000E7093">
              <w:rPr>
                <w:rStyle w:val="Hyperlink"/>
                <w:noProof/>
                <w:rtl/>
              </w:rPr>
              <w:t xml:space="preserve"> </w:t>
            </w:r>
            <w:r w:rsidR="000A4C2B" w:rsidRPr="000E7093">
              <w:rPr>
                <w:rStyle w:val="Hyperlink"/>
                <w:rFonts w:hint="eastAsia"/>
                <w:noProof/>
                <w:rtl/>
              </w:rPr>
              <w:t>مقرب</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394915140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50</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41" w:history="1">
            <w:r w:rsidR="000A4C2B" w:rsidRPr="000E7093">
              <w:rPr>
                <w:rStyle w:val="Hyperlink"/>
                <w:noProof/>
              </w:rPr>
              <w:t>4</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الصَّلاةِ</w:t>
            </w:r>
            <w:r w:rsidR="000A4C2B" w:rsidRPr="000E7093">
              <w:rPr>
                <w:rStyle w:val="Hyperlink"/>
                <w:noProof/>
                <w:rtl/>
              </w:rPr>
              <w:t xml:space="preserve"> </w:t>
            </w:r>
            <w:r w:rsidR="000A4C2B" w:rsidRPr="000E7093">
              <w:rPr>
                <w:rStyle w:val="Hyperlink"/>
                <w:rFonts w:hint="eastAsia"/>
                <w:noProof/>
                <w:rtl/>
              </w:rPr>
              <w:t>عَلَى</w:t>
            </w:r>
            <w:r w:rsidR="000A4C2B" w:rsidRPr="000E7093">
              <w:rPr>
                <w:rStyle w:val="Hyperlink"/>
                <w:noProof/>
                <w:rtl/>
              </w:rPr>
              <w:t xml:space="preserve"> </w:t>
            </w:r>
            <w:r w:rsidR="000A4C2B" w:rsidRPr="000E7093">
              <w:rPr>
                <w:rStyle w:val="Hyperlink"/>
                <w:rFonts w:hint="eastAsia"/>
                <w:noProof/>
                <w:rtl/>
              </w:rPr>
              <w:t>أَتْبَاعِ</w:t>
            </w:r>
            <w:r w:rsidR="000A4C2B" w:rsidRPr="000E7093">
              <w:rPr>
                <w:rStyle w:val="Hyperlink"/>
                <w:noProof/>
                <w:rtl/>
              </w:rPr>
              <w:t xml:space="preserve"> </w:t>
            </w:r>
            <w:r w:rsidR="000A4C2B" w:rsidRPr="000E7093">
              <w:rPr>
                <w:rStyle w:val="Hyperlink"/>
                <w:rFonts w:hint="eastAsia"/>
                <w:noProof/>
                <w:rtl/>
              </w:rPr>
              <w:t>الرُّسُلِ</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مُصَدِّقِيهِمْ</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394915141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53</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42"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چهارم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درود</w:t>
            </w:r>
            <w:r w:rsidR="000A4C2B" w:rsidRPr="000E7093">
              <w:rPr>
                <w:rStyle w:val="Hyperlink"/>
                <w:noProof/>
                <w:rtl/>
              </w:rPr>
              <w:t xml:space="preserve"> </w:t>
            </w:r>
            <w:r w:rsidR="000A4C2B" w:rsidRPr="000E7093">
              <w:rPr>
                <w:rStyle w:val="Hyperlink"/>
                <w:rFonts w:hint="eastAsia"/>
                <w:noProof/>
                <w:rtl/>
              </w:rPr>
              <w:t>بر</w:t>
            </w:r>
            <w:r w:rsidR="000A4C2B" w:rsidRPr="000E7093">
              <w:rPr>
                <w:rStyle w:val="Hyperlink"/>
                <w:noProof/>
                <w:rtl/>
              </w:rPr>
              <w:t xml:space="preserve"> </w:t>
            </w:r>
            <w:r w:rsidR="000A4C2B" w:rsidRPr="000E7093">
              <w:rPr>
                <w:rStyle w:val="Hyperlink"/>
                <w:rFonts w:hint="eastAsia"/>
                <w:noProof/>
                <w:rtl/>
              </w:rPr>
              <w:t>پيروان</w:t>
            </w:r>
            <w:r w:rsidR="000A4C2B" w:rsidRPr="000E7093">
              <w:rPr>
                <w:rStyle w:val="Hyperlink"/>
                <w:noProof/>
                <w:rtl/>
              </w:rPr>
              <w:t xml:space="preserve"> </w:t>
            </w:r>
            <w:r w:rsidR="000A4C2B" w:rsidRPr="000E7093">
              <w:rPr>
                <w:rStyle w:val="Hyperlink"/>
                <w:rFonts w:hint="eastAsia"/>
                <w:noProof/>
                <w:rtl/>
              </w:rPr>
              <w:t>انبيا</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394915142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54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43" w:history="1">
            <w:r w:rsidR="000A4C2B" w:rsidRPr="000E7093">
              <w:rPr>
                <w:rStyle w:val="Hyperlink"/>
                <w:noProof/>
              </w:rPr>
              <w:t>5</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لِنَفْسِهِ</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لِأَهْلِ</w:t>
            </w:r>
            <w:r w:rsidR="000A4C2B" w:rsidRPr="000E7093">
              <w:rPr>
                <w:rStyle w:val="Hyperlink"/>
                <w:noProof/>
                <w:rtl/>
              </w:rPr>
              <w:t xml:space="preserve"> </w:t>
            </w:r>
            <w:r w:rsidR="000A4C2B" w:rsidRPr="000E7093">
              <w:rPr>
                <w:rStyle w:val="Hyperlink"/>
                <w:rFonts w:hint="eastAsia"/>
                <w:noProof/>
                <w:rtl/>
              </w:rPr>
              <w:t>وَلايَتِهِ</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394915143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57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44"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پنجم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براى</w:t>
            </w:r>
            <w:r w:rsidR="000A4C2B" w:rsidRPr="000E7093">
              <w:rPr>
                <w:rStyle w:val="Hyperlink"/>
                <w:noProof/>
                <w:rtl/>
              </w:rPr>
              <w:t xml:space="preserve"> </w:t>
            </w:r>
            <w:r w:rsidR="000A4C2B" w:rsidRPr="000E7093">
              <w:rPr>
                <w:rStyle w:val="Hyperlink"/>
                <w:rFonts w:hint="eastAsia"/>
                <w:noProof/>
                <w:rtl/>
              </w:rPr>
              <w:t>خود</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بستگان</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394915144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58</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45" w:history="1">
            <w:r w:rsidR="000A4C2B" w:rsidRPr="000E7093">
              <w:rPr>
                <w:rStyle w:val="Hyperlink"/>
                <w:noProof/>
              </w:rPr>
              <w:t>6</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عِنْدَ</w:t>
            </w:r>
            <w:r w:rsidR="000A4C2B" w:rsidRPr="000E7093">
              <w:rPr>
                <w:rStyle w:val="Hyperlink"/>
                <w:noProof/>
                <w:rtl/>
              </w:rPr>
              <w:t xml:space="preserve"> </w:t>
            </w:r>
            <w:r w:rsidR="000A4C2B" w:rsidRPr="000E7093">
              <w:rPr>
                <w:rStyle w:val="Hyperlink"/>
                <w:rFonts w:hint="eastAsia"/>
                <w:noProof/>
                <w:rtl/>
              </w:rPr>
              <w:t>الصَّبَاحِ</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الْمَسَاءِ</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394915145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61</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46"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ششم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هنگام</w:t>
            </w:r>
            <w:r w:rsidR="000A4C2B" w:rsidRPr="000E7093">
              <w:rPr>
                <w:rStyle w:val="Hyperlink"/>
                <w:noProof/>
                <w:rtl/>
              </w:rPr>
              <w:t xml:space="preserve"> </w:t>
            </w:r>
            <w:r w:rsidR="000A4C2B" w:rsidRPr="000E7093">
              <w:rPr>
                <w:rStyle w:val="Hyperlink"/>
                <w:rFonts w:hint="eastAsia"/>
                <w:noProof/>
                <w:rtl/>
              </w:rPr>
              <w:t>صبح</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شام</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394915146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63</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47" w:history="1">
            <w:r w:rsidR="000A4C2B" w:rsidRPr="000E7093">
              <w:rPr>
                <w:rStyle w:val="Hyperlink"/>
                <w:noProof/>
              </w:rPr>
              <w:t>7</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عَرَضَتْ</w:t>
            </w:r>
            <w:r w:rsidR="000A4C2B" w:rsidRPr="000E7093">
              <w:rPr>
                <w:rStyle w:val="Hyperlink"/>
                <w:noProof/>
                <w:rtl/>
              </w:rPr>
              <w:t xml:space="preserve"> </w:t>
            </w:r>
            <w:r w:rsidR="000A4C2B" w:rsidRPr="000E7093">
              <w:rPr>
                <w:rStyle w:val="Hyperlink"/>
                <w:rFonts w:hint="eastAsia"/>
                <w:noProof/>
                <w:rtl/>
              </w:rPr>
              <w:t>لَهُ</w:t>
            </w:r>
            <w:r w:rsidR="000A4C2B" w:rsidRPr="000E7093">
              <w:rPr>
                <w:rStyle w:val="Hyperlink"/>
                <w:noProof/>
                <w:rtl/>
              </w:rPr>
              <w:t xml:space="preserve"> </w:t>
            </w:r>
            <w:r w:rsidR="000A4C2B" w:rsidRPr="000E7093">
              <w:rPr>
                <w:rStyle w:val="Hyperlink"/>
                <w:rFonts w:hint="eastAsia"/>
                <w:noProof/>
                <w:rtl/>
              </w:rPr>
              <w:t>مُهِمَّةٌ</w:t>
            </w:r>
            <w:r w:rsidR="000A4C2B" w:rsidRPr="000E7093">
              <w:rPr>
                <w:rStyle w:val="Hyperlink"/>
                <w:noProof/>
                <w:rtl/>
              </w:rPr>
              <w:t xml:space="preserve"> </w:t>
            </w:r>
            <w:r w:rsidR="000A4C2B" w:rsidRPr="000E7093">
              <w:rPr>
                <w:rStyle w:val="Hyperlink"/>
                <w:rFonts w:hint="eastAsia"/>
                <w:noProof/>
                <w:rtl/>
              </w:rPr>
              <w:t>أَوْ</w:t>
            </w:r>
            <w:r w:rsidR="000A4C2B" w:rsidRPr="000E7093">
              <w:rPr>
                <w:rStyle w:val="Hyperlink"/>
                <w:noProof/>
                <w:rtl/>
              </w:rPr>
              <w:t xml:space="preserve"> </w:t>
            </w:r>
            <w:r w:rsidR="000A4C2B" w:rsidRPr="000E7093">
              <w:rPr>
                <w:rStyle w:val="Hyperlink"/>
                <w:rFonts w:hint="eastAsia"/>
                <w:noProof/>
                <w:rtl/>
              </w:rPr>
              <w:t>نَزَلَتْ</w:t>
            </w:r>
            <w:r w:rsidR="000A4C2B" w:rsidRPr="000E7093">
              <w:rPr>
                <w:rStyle w:val="Hyperlink"/>
                <w:noProof/>
                <w:rtl/>
              </w:rPr>
              <w:t xml:space="preserve"> </w:t>
            </w:r>
            <w:r w:rsidR="000A4C2B" w:rsidRPr="000E7093">
              <w:rPr>
                <w:rStyle w:val="Hyperlink"/>
                <w:rFonts w:hint="eastAsia"/>
                <w:noProof/>
                <w:rtl/>
              </w:rPr>
              <w:t>بِهِ،</w:t>
            </w:r>
            <w:r w:rsidR="000A4C2B" w:rsidRPr="000E7093">
              <w:rPr>
                <w:rStyle w:val="Hyperlink"/>
                <w:noProof/>
                <w:rtl/>
              </w:rPr>
              <w:t xml:space="preserve"> </w:t>
            </w:r>
            <w:r w:rsidR="000A4C2B" w:rsidRPr="000E7093">
              <w:rPr>
                <w:rStyle w:val="Hyperlink"/>
                <w:rFonts w:hint="eastAsia"/>
                <w:noProof/>
                <w:rtl/>
              </w:rPr>
              <w:t>مُلِمَّةٌ</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عِنْدَ</w:t>
            </w:r>
            <w:r w:rsidR="000A4C2B" w:rsidRPr="000E7093">
              <w:rPr>
                <w:rStyle w:val="Hyperlink"/>
                <w:noProof/>
                <w:rtl/>
              </w:rPr>
              <w:t xml:space="preserve"> </w:t>
            </w:r>
            <w:r w:rsidR="000A4C2B" w:rsidRPr="000E7093">
              <w:rPr>
                <w:rStyle w:val="Hyperlink"/>
                <w:rFonts w:hint="eastAsia"/>
                <w:noProof/>
                <w:rtl/>
              </w:rPr>
              <w:t>الْكَرْبِ</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394915147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67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48"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هفتم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گاه</w:t>
            </w:r>
            <w:r w:rsidR="000A4C2B" w:rsidRPr="000E7093">
              <w:rPr>
                <w:rStyle w:val="Hyperlink"/>
                <w:noProof/>
                <w:rtl/>
              </w:rPr>
              <w:t xml:space="preserve"> </w:t>
            </w:r>
            <w:r w:rsidR="000A4C2B" w:rsidRPr="000E7093">
              <w:rPr>
                <w:rStyle w:val="Hyperlink"/>
                <w:rFonts w:hint="eastAsia"/>
                <w:noProof/>
                <w:rtl/>
              </w:rPr>
              <w:t>كه</w:t>
            </w:r>
            <w:r w:rsidR="000A4C2B" w:rsidRPr="000E7093">
              <w:rPr>
                <w:rStyle w:val="Hyperlink"/>
                <w:noProof/>
                <w:rtl/>
              </w:rPr>
              <w:t xml:space="preserve"> </w:t>
            </w:r>
            <w:r w:rsidR="000A4C2B" w:rsidRPr="000E7093">
              <w:rPr>
                <w:rStyle w:val="Hyperlink"/>
                <w:rFonts w:hint="eastAsia"/>
                <w:noProof/>
                <w:rtl/>
              </w:rPr>
              <w:t>حادثه</w:t>
            </w:r>
            <w:r w:rsidR="000A4C2B" w:rsidRPr="000E7093">
              <w:rPr>
                <w:rStyle w:val="Hyperlink"/>
                <w:noProof/>
                <w:rtl/>
              </w:rPr>
              <w:t xml:space="preserve"> </w:t>
            </w:r>
            <w:r w:rsidR="000A4C2B" w:rsidRPr="000E7093">
              <w:rPr>
                <w:rStyle w:val="Hyperlink"/>
                <w:rFonts w:hint="eastAsia"/>
                <w:noProof/>
                <w:rtl/>
              </w:rPr>
              <w:t>غم</w:t>
            </w:r>
            <w:r w:rsidR="000A4C2B" w:rsidRPr="000E7093">
              <w:rPr>
                <w:rStyle w:val="Hyperlink"/>
                <w:noProof/>
                <w:rtl/>
              </w:rPr>
              <w:t xml:space="preserve"> </w:t>
            </w:r>
            <w:r w:rsidR="000A4C2B" w:rsidRPr="000E7093">
              <w:rPr>
                <w:rStyle w:val="Hyperlink"/>
                <w:rFonts w:hint="eastAsia"/>
                <w:noProof/>
                <w:rtl/>
              </w:rPr>
              <w:t>انگيز</w:t>
            </w:r>
            <w:r w:rsidR="000A4C2B" w:rsidRPr="000E7093">
              <w:rPr>
                <w:rStyle w:val="Hyperlink"/>
                <w:noProof/>
                <w:rtl/>
              </w:rPr>
              <w:t xml:space="preserve"> </w:t>
            </w:r>
            <w:r w:rsidR="000A4C2B" w:rsidRPr="000E7093">
              <w:rPr>
                <w:rStyle w:val="Hyperlink"/>
                <w:rFonts w:hint="eastAsia"/>
                <w:noProof/>
                <w:rtl/>
              </w:rPr>
              <w:t>يا</w:t>
            </w:r>
            <w:r w:rsidR="000A4C2B" w:rsidRPr="000E7093">
              <w:rPr>
                <w:rStyle w:val="Hyperlink"/>
                <w:noProof/>
                <w:rtl/>
              </w:rPr>
              <w:t xml:space="preserve"> </w:t>
            </w:r>
            <w:r w:rsidR="000A4C2B" w:rsidRPr="000E7093">
              <w:rPr>
                <w:rStyle w:val="Hyperlink"/>
                <w:rFonts w:hint="eastAsia"/>
                <w:noProof/>
                <w:rtl/>
              </w:rPr>
              <w:t>پيش</w:t>
            </w:r>
            <w:r w:rsidR="000A4C2B" w:rsidRPr="000E7093">
              <w:rPr>
                <w:rStyle w:val="Hyperlink"/>
                <w:noProof/>
                <w:rtl/>
              </w:rPr>
              <w:t xml:space="preserve"> </w:t>
            </w:r>
            <w:r w:rsidR="000A4C2B" w:rsidRPr="000E7093">
              <w:rPr>
                <w:rStyle w:val="Hyperlink"/>
                <w:rFonts w:hint="eastAsia"/>
                <w:noProof/>
                <w:rtl/>
              </w:rPr>
              <w:t>آمدى</w:t>
            </w:r>
            <w:r w:rsidR="000A4C2B" w:rsidRPr="000E7093">
              <w:rPr>
                <w:rStyle w:val="Hyperlink"/>
                <w:noProof/>
                <w:rtl/>
              </w:rPr>
              <w:t xml:space="preserve"> </w:t>
            </w:r>
            <w:r w:rsidR="000A4C2B" w:rsidRPr="000E7093">
              <w:rPr>
                <w:rStyle w:val="Hyperlink"/>
                <w:rFonts w:hint="eastAsia"/>
                <w:noProof/>
                <w:rtl/>
              </w:rPr>
              <w:t>ناگوار</w:t>
            </w:r>
            <w:r w:rsidR="000A4C2B" w:rsidRPr="000E7093">
              <w:rPr>
                <w:rStyle w:val="Hyperlink"/>
                <w:noProof/>
                <w:rtl/>
              </w:rPr>
              <w:t xml:space="preserve"> </w:t>
            </w:r>
            <w:r w:rsidR="000A4C2B" w:rsidRPr="000E7093">
              <w:rPr>
                <w:rStyle w:val="Hyperlink"/>
                <w:rFonts w:hint="eastAsia"/>
                <w:noProof/>
                <w:rtl/>
              </w:rPr>
              <w:t>رخ</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داد</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394915148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68</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49" w:history="1">
            <w:r w:rsidR="000A4C2B" w:rsidRPr="000E7093">
              <w:rPr>
                <w:rStyle w:val="Hyperlink"/>
                <w:noProof/>
              </w:rPr>
              <w:t>8</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الاسْتِعَاذَةِ</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الْمَكَارِهِ</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سَيِّئِ</w:t>
            </w:r>
            <w:r w:rsidR="000A4C2B" w:rsidRPr="000E7093">
              <w:rPr>
                <w:rStyle w:val="Hyperlink"/>
                <w:noProof/>
                <w:rtl/>
              </w:rPr>
              <w:t xml:space="preserve"> </w:t>
            </w:r>
            <w:r w:rsidR="000A4C2B" w:rsidRPr="000E7093">
              <w:rPr>
                <w:rStyle w:val="Hyperlink"/>
                <w:rFonts w:hint="eastAsia"/>
                <w:noProof/>
                <w:rtl/>
              </w:rPr>
              <w:t>الْأَخْلاقِ</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مَذَامِّ</w:t>
            </w:r>
            <w:r w:rsidR="000A4C2B" w:rsidRPr="000E7093">
              <w:rPr>
                <w:rStyle w:val="Hyperlink"/>
                <w:noProof/>
                <w:rtl/>
              </w:rPr>
              <w:t xml:space="preserve"> </w:t>
            </w:r>
            <w:r w:rsidR="000A4C2B" w:rsidRPr="000E7093">
              <w:rPr>
                <w:rStyle w:val="Hyperlink"/>
                <w:rFonts w:hint="eastAsia"/>
                <w:noProof/>
                <w:rtl/>
              </w:rPr>
              <w:t>الْأَفْعَالِ</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394915149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70</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50"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هشتم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پناه</w:t>
            </w:r>
            <w:r w:rsidR="000A4C2B" w:rsidRPr="000E7093">
              <w:rPr>
                <w:rStyle w:val="Hyperlink"/>
                <w:noProof/>
                <w:rtl/>
              </w:rPr>
              <w:t xml:space="preserve"> </w:t>
            </w:r>
            <w:r w:rsidR="000A4C2B" w:rsidRPr="000E7093">
              <w:rPr>
                <w:rStyle w:val="Hyperlink"/>
                <w:rFonts w:hint="eastAsia"/>
                <w:noProof/>
                <w:rtl/>
              </w:rPr>
              <w:t>بردن</w:t>
            </w:r>
            <w:r w:rsidR="000A4C2B" w:rsidRPr="000E7093">
              <w:rPr>
                <w:rStyle w:val="Hyperlink"/>
                <w:noProof/>
                <w:rtl/>
              </w:rPr>
              <w:t xml:space="preserve"> </w:t>
            </w:r>
            <w:r w:rsidR="000A4C2B" w:rsidRPr="000E7093">
              <w:rPr>
                <w:rStyle w:val="Hyperlink"/>
                <w:rFonts w:hint="eastAsia"/>
                <w:noProof/>
                <w:rtl/>
              </w:rPr>
              <w:t>به</w:t>
            </w:r>
            <w:r w:rsidR="000A4C2B" w:rsidRPr="000E7093">
              <w:rPr>
                <w:rStyle w:val="Hyperlink"/>
                <w:noProof/>
                <w:rtl/>
              </w:rPr>
              <w:t xml:space="preserve"> </w:t>
            </w:r>
            <w:r w:rsidR="000A4C2B" w:rsidRPr="000E7093">
              <w:rPr>
                <w:rStyle w:val="Hyperlink"/>
                <w:rFonts w:hint="eastAsia"/>
                <w:noProof/>
                <w:rtl/>
              </w:rPr>
              <w:t>خدا</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خوى</w:t>
            </w:r>
            <w:r w:rsidR="000A4C2B" w:rsidRPr="000E7093">
              <w:rPr>
                <w:rStyle w:val="Hyperlink"/>
                <w:noProof/>
                <w:rtl/>
              </w:rPr>
              <w:t xml:space="preserve"> </w:t>
            </w:r>
            <w:r w:rsidR="000A4C2B" w:rsidRPr="000E7093">
              <w:rPr>
                <w:rStyle w:val="Hyperlink"/>
                <w:rFonts w:hint="eastAsia"/>
                <w:noProof/>
                <w:rtl/>
              </w:rPr>
              <w:t>بد</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كارهاى</w:t>
            </w:r>
            <w:r w:rsidR="000A4C2B" w:rsidRPr="000E7093">
              <w:rPr>
                <w:rStyle w:val="Hyperlink"/>
                <w:noProof/>
                <w:rtl/>
              </w:rPr>
              <w:t xml:space="preserve"> </w:t>
            </w:r>
            <w:r w:rsidR="000A4C2B" w:rsidRPr="000E7093">
              <w:rPr>
                <w:rStyle w:val="Hyperlink"/>
                <w:rFonts w:hint="eastAsia"/>
                <w:noProof/>
                <w:rtl/>
              </w:rPr>
              <w:t>نكوهيده</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394915150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71</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51" w:history="1">
            <w:r w:rsidR="000A4C2B" w:rsidRPr="000E7093">
              <w:rPr>
                <w:rStyle w:val="Hyperlink"/>
                <w:noProof/>
                <w:rtl/>
              </w:rPr>
              <w:t xml:space="preserve">9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الاشْتِيَاقِ</w:t>
            </w:r>
            <w:r w:rsidR="000A4C2B" w:rsidRPr="000E7093">
              <w:rPr>
                <w:rStyle w:val="Hyperlink"/>
                <w:noProof/>
                <w:rtl/>
              </w:rPr>
              <w:t xml:space="preserve"> </w:t>
            </w:r>
            <w:r w:rsidR="000A4C2B" w:rsidRPr="000E7093">
              <w:rPr>
                <w:rStyle w:val="Hyperlink"/>
                <w:rFonts w:hint="eastAsia"/>
                <w:noProof/>
                <w:rtl/>
              </w:rPr>
              <w:t>إِلَى</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الْمَغْفِرَةِ</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اللَّهِ</w:t>
            </w:r>
            <w:r w:rsidR="000A4C2B" w:rsidRPr="000E7093">
              <w:rPr>
                <w:rStyle w:val="Hyperlink"/>
                <w:noProof/>
                <w:rtl/>
              </w:rPr>
              <w:t xml:space="preserve"> </w:t>
            </w:r>
            <w:r w:rsidR="000A4C2B" w:rsidRPr="000E7093">
              <w:rPr>
                <w:rStyle w:val="Hyperlink"/>
                <w:rFonts w:hint="eastAsia"/>
                <w:noProof/>
                <w:rtl/>
              </w:rPr>
              <w:t>جَلَّ</w:t>
            </w:r>
            <w:r w:rsidR="000A4C2B" w:rsidRPr="000E7093">
              <w:rPr>
                <w:rStyle w:val="Hyperlink"/>
                <w:noProof/>
                <w:rtl/>
              </w:rPr>
              <w:t xml:space="preserve"> </w:t>
            </w:r>
            <w:r w:rsidR="000A4C2B" w:rsidRPr="000E7093">
              <w:rPr>
                <w:rStyle w:val="Hyperlink"/>
                <w:rFonts w:hint="eastAsia"/>
                <w:noProof/>
                <w:rtl/>
              </w:rPr>
              <w:t>جَلالُهُ</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394915151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72</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52"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نهم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اشتياق</w:t>
            </w:r>
            <w:r w:rsidR="000A4C2B" w:rsidRPr="000E7093">
              <w:rPr>
                <w:rStyle w:val="Hyperlink"/>
                <w:noProof/>
                <w:rtl/>
              </w:rPr>
              <w:t xml:space="preserve"> </w:t>
            </w:r>
            <w:r w:rsidR="000A4C2B" w:rsidRPr="000E7093">
              <w:rPr>
                <w:rStyle w:val="Hyperlink"/>
                <w:rFonts w:hint="eastAsia"/>
                <w:noProof/>
                <w:rtl/>
              </w:rPr>
              <w:t>به</w:t>
            </w:r>
            <w:r w:rsidR="000A4C2B" w:rsidRPr="000E7093">
              <w:rPr>
                <w:rStyle w:val="Hyperlink"/>
                <w:noProof/>
                <w:rtl/>
              </w:rPr>
              <w:t xml:space="preserve"> </w:t>
            </w:r>
            <w:r w:rsidR="000A4C2B" w:rsidRPr="000E7093">
              <w:rPr>
                <w:rStyle w:val="Hyperlink"/>
                <w:rFonts w:hint="eastAsia"/>
                <w:noProof/>
                <w:rtl/>
              </w:rPr>
              <w:t>درخواست</w:t>
            </w:r>
            <w:r w:rsidR="000A4C2B" w:rsidRPr="000E7093">
              <w:rPr>
                <w:rStyle w:val="Hyperlink"/>
                <w:noProof/>
                <w:rtl/>
              </w:rPr>
              <w:t xml:space="preserve"> </w:t>
            </w:r>
            <w:r w:rsidR="000A4C2B" w:rsidRPr="000E7093">
              <w:rPr>
                <w:rStyle w:val="Hyperlink"/>
                <w:rFonts w:hint="eastAsia"/>
                <w:noProof/>
                <w:rtl/>
              </w:rPr>
              <w:t>آمرزش</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خداجل</w:t>
            </w:r>
            <w:r w:rsidR="000A4C2B" w:rsidRPr="000E7093">
              <w:rPr>
                <w:rStyle w:val="Hyperlink"/>
                <w:noProof/>
                <w:rtl/>
              </w:rPr>
              <w:t xml:space="preserve"> </w:t>
            </w:r>
            <w:r w:rsidR="000A4C2B" w:rsidRPr="000E7093">
              <w:rPr>
                <w:rStyle w:val="Hyperlink"/>
                <w:rFonts w:hint="eastAsia"/>
                <w:noProof/>
                <w:rtl/>
              </w:rPr>
              <w:t>جلاله</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394915152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73</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53" w:history="1">
            <w:r w:rsidR="000A4C2B" w:rsidRPr="000E7093">
              <w:rPr>
                <w:rStyle w:val="Hyperlink"/>
                <w:noProof/>
              </w:rPr>
              <w:t>10</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اللَّجَإِ</w:t>
            </w:r>
            <w:r w:rsidR="000A4C2B" w:rsidRPr="000E7093">
              <w:rPr>
                <w:rStyle w:val="Hyperlink"/>
                <w:noProof/>
                <w:rtl/>
              </w:rPr>
              <w:t xml:space="preserve"> </w:t>
            </w:r>
            <w:r w:rsidR="000A4C2B" w:rsidRPr="000E7093">
              <w:rPr>
                <w:rStyle w:val="Hyperlink"/>
                <w:rFonts w:hint="eastAsia"/>
                <w:noProof/>
                <w:rtl/>
              </w:rPr>
              <w:t>إِلَى</w:t>
            </w:r>
            <w:r w:rsidR="000A4C2B" w:rsidRPr="000E7093">
              <w:rPr>
                <w:rStyle w:val="Hyperlink"/>
                <w:noProof/>
                <w:rtl/>
              </w:rPr>
              <w:t xml:space="preserve"> </w:t>
            </w:r>
            <w:r w:rsidR="000A4C2B" w:rsidRPr="000E7093">
              <w:rPr>
                <w:rStyle w:val="Hyperlink"/>
                <w:rFonts w:hint="eastAsia"/>
                <w:noProof/>
                <w:rtl/>
              </w:rPr>
              <w:t>اللَّهِ</w:t>
            </w:r>
            <w:r w:rsidR="000A4C2B" w:rsidRPr="000E7093">
              <w:rPr>
                <w:rStyle w:val="Hyperlink"/>
                <w:noProof/>
                <w:rtl/>
              </w:rPr>
              <w:t xml:space="preserve"> </w:t>
            </w:r>
            <w:r w:rsidR="000A4C2B" w:rsidRPr="000E7093">
              <w:rPr>
                <w:rStyle w:val="Hyperlink"/>
                <w:rFonts w:hint="eastAsia"/>
                <w:noProof/>
                <w:rtl/>
              </w:rPr>
              <w:t>تَعَالَى</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394915153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74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54"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دهم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پناه</w:t>
            </w:r>
            <w:r w:rsidR="000A4C2B" w:rsidRPr="000E7093">
              <w:rPr>
                <w:rStyle w:val="Hyperlink"/>
                <w:noProof/>
                <w:rtl/>
              </w:rPr>
              <w:t xml:space="preserve"> </w:t>
            </w:r>
            <w:r w:rsidR="000A4C2B" w:rsidRPr="000E7093">
              <w:rPr>
                <w:rStyle w:val="Hyperlink"/>
                <w:rFonts w:hint="eastAsia"/>
                <w:noProof/>
                <w:rtl/>
              </w:rPr>
              <w:t>بردن</w:t>
            </w:r>
            <w:r w:rsidR="000A4C2B" w:rsidRPr="000E7093">
              <w:rPr>
                <w:rStyle w:val="Hyperlink"/>
                <w:noProof/>
                <w:rtl/>
              </w:rPr>
              <w:t xml:space="preserve"> </w:t>
            </w:r>
            <w:r w:rsidR="000A4C2B" w:rsidRPr="000E7093">
              <w:rPr>
                <w:rStyle w:val="Hyperlink"/>
                <w:rFonts w:hint="eastAsia"/>
                <w:noProof/>
                <w:rtl/>
              </w:rPr>
              <w:t>به</w:t>
            </w:r>
            <w:r w:rsidR="000A4C2B" w:rsidRPr="000E7093">
              <w:rPr>
                <w:rStyle w:val="Hyperlink"/>
                <w:noProof/>
                <w:rtl/>
              </w:rPr>
              <w:t xml:space="preserve"> </w:t>
            </w:r>
            <w:r w:rsidR="000A4C2B" w:rsidRPr="000E7093">
              <w:rPr>
                <w:rStyle w:val="Hyperlink"/>
                <w:rFonts w:hint="eastAsia"/>
                <w:noProof/>
                <w:rtl/>
              </w:rPr>
              <w:t>خداى</w:t>
            </w:r>
            <w:r w:rsidR="000A4C2B" w:rsidRPr="000E7093">
              <w:rPr>
                <w:rStyle w:val="Hyperlink"/>
                <w:noProof/>
                <w:rtl/>
              </w:rPr>
              <w:t xml:space="preserve"> </w:t>
            </w:r>
            <w:r w:rsidR="000A4C2B" w:rsidRPr="000E7093">
              <w:rPr>
                <w:rStyle w:val="Hyperlink"/>
                <w:rFonts w:hint="eastAsia"/>
                <w:noProof/>
                <w:rtl/>
              </w:rPr>
              <w:t>تعالى</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394915154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74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55" w:history="1">
            <w:r w:rsidR="000A4C2B" w:rsidRPr="000E7093">
              <w:rPr>
                <w:rStyle w:val="Hyperlink"/>
                <w:noProof/>
              </w:rPr>
              <w:t>11</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بِخَوَاتِمِ</w:t>
            </w:r>
            <w:r w:rsidR="000A4C2B" w:rsidRPr="000E7093">
              <w:rPr>
                <w:rStyle w:val="Hyperlink"/>
                <w:noProof/>
                <w:rtl/>
              </w:rPr>
              <w:t xml:space="preserve"> </w:t>
            </w:r>
            <w:r w:rsidR="000A4C2B" w:rsidRPr="000E7093">
              <w:rPr>
                <w:rStyle w:val="Hyperlink"/>
                <w:rFonts w:hint="eastAsia"/>
                <w:noProof/>
                <w:rtl/>
              </w:rPr>
              <w:t>الْخَيْرِ</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394915155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76</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56"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يازدهم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عافيت</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394915156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76</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57" w:history="1">
            <w:r w:rsidR="000A4C2B" w:rsidRPr="000E7093">
              <w:rPr>
                <w:rStyle w:val="Hyperlink"/>
                <w:noProof/>
              </w:rPr>
              <w:t>12</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الاعْتِرَافِ</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التَّوْبَةِ</w:t>
            </w:r>
            <w:r w:rsidR="000A4C2B" w:rsidRPr="000E7093">
              <w:rPr>
                <w:rStyle w:val="Hyperlink"/>
                <w:noProof/>
                <w:rtl/>
              </w:rPr>
              <w:t xml:space="preserve"> </w:t>
            </w:r>
            <w:r w:rsidR="000A4C2B" w:rsidRPr="000E7093">
              <w:rPr>
                <w:rStyle w:val="Hyperlink"/>
                <w:rFonts w:hint="eastAsia"/>
                <w:noProof/>
                <w:rtl/>
              </w:rPr>
              <w:t>إِلَى</w:t>
            </w:r>
            <w:r w:rsidR="000A4C2B" w:rsidRPr="000E7093">
              <w:rPr>
                <w:rStyle w:val="Hyperlink"/>
                <w:noProof/>
                <w:rtl/>
              </w:rPr>
              <w:t xml:space="preserve"> </w:t>
            </w:r>
            <w:r w:rsidR="000A4C2B" w:rsidRPr="000E7093">
              <w:rPr>
                <w:rStyle w:val="Hyperlink"/>
                <w:rFonts w:hint="eastAsia"/>
                <w:noProof/>
                <w:rtl/>
              </w:rPr>
              <w:t>اللَّهِ</w:t>
            </w:r>
            <w:r w:rsidR="000A4C2B" w:rsidRPr="000E7093">
              <w:rPr>
                <w:rStyle w:val="Hyperlink"/>
                <w:noProof/>
                <w:rtl/>
              </w:rPr>
              <w:t xml:space="preserve"> </w:t>
            </w:r>
            <w:r w:rsidR="000A4C2B" w:rsidRPr="000E7093">
              <w:rPr>
                <w:rStyle w:val="Hyperlink"/>
                <w:rFonts w:hint="eastAsia"/>
                <w:noProof/>
                <w:rtl/>
              </w:rPr>
              <w:t>تَعَالَى</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394915157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78</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58"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عاى</w:t>
            </w:r>
            <w:r w:rsidR="000A4C2B" w:rsidRPr="000E7093">
              <w:rPr>
                <w:rStyle w:val="Hyperlink"/>
                <w:noProof/>
                <w:rtl/>
              </w:rPr>
              <w:t xml:space="preserve"> </w:t>
            </w:r>
            <w:r w:rsidR="000A4C2B" w:rsidRPr="000E7093">
              <w:rPr>
                <w:rStyle w:val="Hyperlink"/>
                <w:rFonts w:hint="eastAsia"/>
                <w:noProof/>
                <w:rtl/>
              </w:rPr>
              <w:t>دوازدهم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اعتراف</w:t>
            </w:r>
            <w:r w:rsidR="000A4C2B" w:rsidRPr="000E7093">
              <w:rPr>
                <w:rStyle w:val="Hyperlink"/>
                <w:noProof/>
                <w:rtl/>
              </w:rPr>
              <w:t xml:space="preserve"> </w:t>
            </w:r>
            <w:r w:rsidR="000A4C2B" w:rsidRPr="000E7093">
              <w:rPr>
                <w:rStyle w:val="Hyperlink"/>
                <w:rFonts w:hint="eastAsia"/>
                <w:noProof/>
                <w:rtl/>
              </w:rPr>
              <w:t>به</w:t>
            </w:r>
            <w:r w:rsidR="000A4C2B" w:rsidRPr="000E7093">
              <w:rPr>
                <w:rStyle w:val="Hyperlink"/>
                <w:noProof/>
                <w:rtl/>
              </w:rPr>
              <w:t xml:space="preserve"> </w:t>
            </w:r>
            <w:r w:rsidR="000A4C2B" w:rsidRPr="000E7093">
              <w:rPr>
                <w:rStyle w:val="Hyperlink"/>
                <w:rFonts w:hint="eastAsia"/>
                <w:noProof/>
                <w:rtl/>
              </w:rPr>
              <w:t>گناه</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توبه</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خداى</w:t>
            </w:r>
            <w:r w:rsidR="000A4C2B" w:rsidRPr="000E7093">
              <w:rPr>
                <w:rStyle w:val="Hyperlink"/>
                <w:noProof/>
                <w:rtl/>
              </w:rPr>
              <w:t xml:space="preserve"> </w:t>
            </w:r>
            <w:r w:rsidR="000A4C2B" w:rsidRPr="000E7093">
              <w:rPr>
                <w:rStyle w:val="Hyperlink"/>
                <w:rFonts w:hint="eastAsia"/>
                <w:noProof/>
                <w:rtl/>
              </w:rPr>
              <w:t>تعالى</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394915158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80</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59" w:history="1">
            <w:r w:rsidR="000A4C2B" w:rsidRPr="000E7093">
              <w:rPr>
                <w:rStyle w:val="Hyperlink"/>
                <w:noProof/>
              </w:rPr>
              <w:t>13</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الْحَوَائِجِ</w:t>
            </w:r>
            <w:r w:rsidR="000A4C2B" w:rsidRPr="000E7093">
              <w:rPr>
                <w:rStyle w:val="Hyperlink"/>
                <w:noProof/>
                <w:rtl/>
              </w:rPr>
              <w:t xml:space="preserve"> </w:t>
            </w:r>
            <w:r w:rsidR="000A4C2B" w:rsidRPr="000E7093">
              <w:rPr>
                <w:rStyle w:val="Hyperlink"/>
                <w:rFonts w:hint="eastAsia"/>
                <w:noProof/>
                <w:rtl/>
              </w:rPr>
              <w:t>إِلَى</w:t>
            </w:r>
            <w:r w:rsidR="000A4C2B" w:rsidRPr="000E7093">
              <w:rPr>
                <w:rStyle w:val="Hyperlink"/>
                <w:noProof/>
                <w:rtl/>
              </w:rPr>
              <w:t xml:space="preserve"> </w:t>
            </w:r>
            <w:r w:rsidR="000A4C2B" w:rsidRPr="000E7093">
              <w:rPr>
                <w:rStyle w:val="Hyperlink"/>
                <w:rFonts w:hint="eastAsia"/>
                <w:noProof/>
                <w:rtl/>
              </w:rPr>
              <w:t>اللَّهِ</w:t>
            </w:r>
            <w:r w:rsidR="000A4C2B" w:rsidRPr="000E7093">
              <w:rPr>
                <w:rStyle w:val="Hyperlink"/>
                <w:noProof/>
                <w:rtl/>
              </w:rPr>
              <w:t xml:space="preserve"> </w:t>
            </w:r>
            <w:r w:rsidR="000A4C2B" w:rsidRPr="000E7093">
              <w:rPr>
                <w:rStyle w:val="Hyperlink"/>
                <w:rFonts w:hint="eastAsia"/>
                <w:noProof/>
                <w:rtl/>
              </w:rPr>
              <w:t>تَعَالَى</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394915159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83</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60"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سيزدهم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حاجت</w:t>
            </w:r>
            <w:r w:rsidR="000A4C2B" w:rsidRPr="000E7093">
              <w:rPr>
                <w:rStyle w:val="Hyperlink"/>
                <w:noProof/>
                <w:rtl/>
              </w:rPr>
              <w:t xml:space="preserve"> </w:t>
            </w:r>
            <w:r w:rsidR="000A4C2B" w:rsidRPr="000E7093">
              <w:rPr>
                <w:rStyle w:val="Hyperlink"/>
                <w:rFonts w:hint="eastAsia"/>
                <w:noProof/>
                <w:rtl/>
              </w:rPr>
              <w:t>خواستن</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خداى</w:t>
            </w:r>
            <w:r w:rsidR="000A4C2B" w:rsidRPr="000E7093">
              <w:rPr>
                <w:rStyle w:val="Hyperlink"/>
                <w:noProof/>
                <w:rtl/>
              </w:rPr>
              <w:t xml:space="preserve"> </w:t>
            </w:r>
            <w:r w:rsidR="000A4C2B" w:rsidRPr="000E7093">
              <w:rPr>
                <w:rStyle w:val="Hyperlink"/>
                <w:rFonts w:hint="eastAsia"/>
                <w:noProof/>
                <w:rtl/>
              </w:rPr>
              <w:t>تعالى</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394915160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85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61" w:history="1">
            <w:r w:rsidR="000A4C2B" w:rsidRPr="000E7093">
              <w:rPr>
                <w:rStyle w:val="Hyperlink"/>
                <w:noProof/>
                <w:rtl/>
              </w:rPr>
              <w:t xml:space="preserve">14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اعْتُدِىَ</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أَوْ</w:t>
            </w:r>
            <w:r w:rsidR="000A4C2B" w:rsidRPr="000E7093">
              <w:rPr>
                <w:rStyle w:val="Hyperlink"/>
                <w:noProof/>
                <w:rtl/>
              </w:rPr>
              <w:t xml:space="preserve"> </w:t>
            </w:r>
            <w:r w:rsidR="000A4C2B" w:rsidRPr="000E7093">
              <w:rPr>
                <w:rStyle w:val="Hyperlink"/>
                <w:rFonts w:hint="eastAsia"/>
                <w:noProof/>
                <w:rtl/>
              </w:rPr>
              <w:t>رَأَى</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الظَّالِمِينَ</w:t>
            </w:r>
            <w:r w:rsidR="000A4C2B" w:rsidRPr="000E7093">
              <w:rPr>
                <w:rStyle w:val="Hyperlink"/>
                <w:noProof/>
                <w:rtl/>
              </w:rPr>
              <w:t xml:space="preserve"> </w:t>
            </w:r>
            <w:r w:rsidR="000A4C2B" w:rsidRPr="000E7093">
              <w:rPr>
                <w:rStyle w:val="Hyperlink"/>
                <w:rFonts w:hint="eastAsia"/>
                <w:noProof/>
                <w:rtl/>
              </w:rPr>
              <w:t>مَا</w:t>
            </w:r>
            <w:r w:rsidR="000A4C2B" w:rsidRPr="000E7093">
              <w:rPr>
                <w:rStyle w:val="Hyperlink"/>
                <w:noProof/>
                <w:rtl/>
              </w:rPr>
              <w:t xml:space="preserve"> </w:t>
            </w:r>
            <w:r w:rsidR="000A4C2B" w:rsidRPr="000E7093">
              <w:rPr>
                <w:rStyle w:val="Hyperlink"/>
                <w:rFonts w:hint="eastAsia"/>
                <w:noProof/>
                <w:rtl/>
              </w:rPr>
              <w:t>لا</w:t>
            </w:r>
            <w:r w:rsidR="000A4C2B" w:rsidRPr="000E7093">
              <w:rPr>
                <w:rStyle w:val="Hyperlink"/>
                <w:noProof/>
                <w:rtl/>
              </w:rPr>
              <w:t xml:space="preserve">  </w:t>
            </w:r>
            <w:r w:rsidR="000A4C2B" w:rsidRPr="000E7093">
              <w:rPr>
                <w:rStyle w:val="Hyperlink"/>
                <w:rFonts w:hint="eastAsia"/>
                <w:noProof/>
                <w:rtl/>
              </w:rPr>
              <w:t>يُحِبُّ</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394915161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88</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62"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چهاردهم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هرگاه</w:t>
            </w:r>
            <w:r w:rsidR="000A4C2B" w:rsidRPr="000E7093">
              <w:rPr>
                <w:rStyle w:val="Hyperlink"/>
                <w:noProof/>
                <w:rtl/>
              </w:rPr>
              <w:t xml:space="preserve"> </w:t>
            </w:r>
            <w:r w:rsidR="000A4C2B" w:rsidRPr="000E7093">
              <w:rPr>
                <w:rStyle w:val="Hyperlink"/>
                <w:rFonts w:hint="eastAsia"/>
                <w:noProof/>
                <w:rtl/>
              </w:rPr>
              <w:t>ستمى</w:t>
            </w:r>
            <w:r w:rsidR="000A4C2B" w:rsidRPr="000E7093">
              <w:rPr>
                <w:rStyle w:val="Hyperlink"/>
                <w:noProof/>
                <w:rtl/>
              </w:rPr>
              <w:t xml:space="preserve"> </w:t>
            </w:r>
            <w:r w:rsidR="000A4C2B" w:rsidRPr="000E7093">
              <w:rPr>
                <w:rStyle w:val="Hyperlink"/>
                <w:rFonts w:hint="eastAsia"/>
                <w:noProof/>
                <w:rtl/>
              </w:rPr>
              <w:t>بدو</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رسيد</w:t>
            </w:r>
            <w:r w:rsidR="000A4C2B" w:rsidRPr="000E7093">
              <w:rPr>
                <w:rStyle w:val="Hyperlink"/>
                <w:noProof/>
                <w:rtl/>
              </w:rPr>
              <w:t xml:space="preserve"> </w:t>
            </w:r>
            <w:r w:rsidR="000A4C2B" w:rsidRPr="000E7093">
              <w:rPr>
                <w:rStyle w:val="Hyperlink"/>
                <w:rFonts w:hint="eastAsia"/>
                <w:noProof/>
                <w:rtl/>
              </w:rPr>
              <w:t>يا</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ستمكاران</w:t>
            </w:r>
            <w:r w:rsidR="000A4C2B" w:rsidRPr="000E7093">
              <w:rPr>
                <w:rStyle w:val="Hyperlink"/>
                <w:noProof/>
                <w:rtl/>
              </w:rPr>
              <w:t xml:space="preserve"> </w:t>
            </w:r>
            <w:r w:rsidR="000A4C2B" w:rsidRPr="000E7093">
              <w:rPr>
                <w:rStyle w:val="Hyperlink"/>
                <w:rFonts w:hint="eastAsia"/>
                <w:noProof/>
                <w:rtl/>
              </w:rPr>
              <w:t>ستم</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ديد</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394915162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89</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63" w:history="1">
            <w:r w:rsidR="000A4C2B" w:rsidRPr="000E7093">
              <w:rPr>
                <w:rStyle w:val="Hyperlink"/>
                <w:noProof/>
              </w:rPr>
              <w:t>15</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مَرِضَ</w:t>
            </w:r>
            <w:r w:rsidR="000A4C2B" w:rsidRPr="000E7093">
              <w:rPr>
                <w:rStyle w:val="Hyperlink"/>
                <w:noProof/>
                <w:rtl/>
              </w:rPr>
              <w:t xml:space="preserve"> </w:t>
            </w:r>
            <w:r w:rsidR="000A4C2B" w:rsidRPr="000E7093">
              <w:rPr>
                <w:rStyle w:val="Hyperlink"/>
                <w:rFonts w:hint="eastAsia"/>
                <w:noProof/>
                <w:rtl/>
              </w:rPr>
              <w:t>أَوْ</w:t>
            </w:r>
            <w:r w:rsidR="000A4C2B" w:rsidRPr="000E7093">
              <w:rPr>
                <w:rStyle w:val="Hyperlink"/>
                <w:noProof/>
                <w:rtl/>
              </w:rPr>
              <w:t xml:space="preserve"> </w:t>
            </w:r>
            <w:r w:rsidR="000A4C2B" w:rsidRPr="000E7093">
              <w:rPr>
                <w:rStyle w:val="Hyperlink"/>
                <w:rFonts w:hint="eastAsia"/>
                <w:noProof/>
                <w:rtl/>
              </w:rPr>
              <w:t>نَزَلَ</w:t>
            </w:r>
            <w:r w:rsidR="000A4C2B" w:rsidRPr="000E7093">
              <w:rPr>
                <w:rStyle w:val="Hyperlink"/>
                <w:noProof/>
                <w:rtl/>
              </w:rPr>
              <w:t xml:space="preserve"> </w:t>
            </w:r>
            <w:r w:rsidR="000A4C2B" w:rsidRPr="000E7093">
              <w:rPr>
                <w:rStyle w:val="Hyperlink"/>
                <w:rFonts w:hint="eastAsia"/>
                <w:noProof/>
                <w:rtl/>
              </w:rPr>
              <w:t>بِهِ</w:t>
            </w:r>
            <w:r w:rsidR="000A4C2B" w:rsidRPr="000E7093">
              <w:rPr>
                <w:rStyle w:val="Hyperlink"/>
                <w:noProof/>
                <w:rtl/>
              </w:rPr>
              <w:t xml:space="preserve"> </w:t>
            </w:r>
            <w:r w:rsidR="000A4C2B" w:rsidRPr="000E7093">
              <w:rPr>
                <w:rStyle w:val="Hyperlink"/>
                <w:rFonts w:hint="eastAsia"/>
                <w:noProof/>
                <w:rtl/>
              </w:rPr>
              <w:t>كَرْبٌ</w:t>
            </w:r>
            <w:r w:rsidR="000A4C2B" w:rsidRPr="000E7093">
              <w:rPr>
                <w:rStyle w:val="Hyperlink"/>
                <w:noProof/>
                <w:rtl/>
              </w:rPr>
              <w:t xml:space="preserve"> </w:t>
            </w:r>
            <w:r w:rsidR="000A4C2B" w:rsidRPr="000E7093">
              <w:rPr>
                <w:rStyle w:val="Hyperlink"/>
                <w:rFonts w:hint="eastAsia"/>
                <w:noProof/>
                <w:rtl/>
              </w:rPr>
              <w:t>أَوْ</w:t>
            </w:r>
            <w:r w:rsidR="000A4C2B" w:rsidRPr="000E7093">
              <w:rPr>
                <w:rStyle w:val="Hyperlink"/>
                <w:noProof/>
                <w:rtl/>
              </w:rPr>
              <w:t xml:space="preserve"> </w:t>
            </w:r>
            <w:r w:rsidR="000A4C2B" w:rsidRPr="000E7093">
              <w:rPr>
                <w:rStyle w:val="Hyperlink"/>
                <w:rFonts w:hint="eastAsia"/>
                <w:noProof/>
                <w:rtl/>
              </w:rPr>
              <w:t>بَلِيَّةٌ</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394915163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92</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64"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پانزدهم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هرگاه</w:t>
            </w:r>
            <w:r w:rsidR="000A4C2B" w:rsidRPr="000E7093">
              <w:rPr>
                <w:rStyle w:val="Hyperlink"/>
                <w:noProof/>
                <w:rtl/>
              </w:rPr>
              <w:t xml:space="preserve"> </w:t>
            </w:r>
            <w:r w:rsidR="000A4C2B" w:rsidRPr="000E7093">
              <w:rPr>
                <w:rStyle w:val="Hyperlink"/>
                <w:rFonts w:hint="eastAsia"/>
                <w:noProof/>
                <w:rtl/>
              </w:rPr>
              <w:t>بيمار</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شد</w:t>
            </w:r>
            <w:r w:rsidR="000A4C2B" w:rsidRPr="000E7093">
              <w:rPr>
                <w:rStyle w:val="Hyperlink"/>
                <w:noProof/>
                <w:rtl/>
              </w:rPr>
              <w:t xml:space="preserve"> </w:t>
            </w:r>
            <w:r w:rsidR="000A4C2B" w:rsidRPr="000E7093">
              <w:rPr>
                <w:rStyle w:val="Hyperlink"/>
                <w:rFonts w:hint="eastAsia"/>
                <w:noProof/>
                <w:rtl/>
              </w:rPr>
              <w:t>يا</w:t>
            </w:r>
            <w:r w:rsidR="000A4C2B" w:rsidRPr="000E7093">
              <w:rPr>
                <w:rStyle w:val="Hyperlink"/>
                <w:noProof/>
                <w:rtl/>
              </w:rPr>
              <w:t xml:space="preserve"> </w:t>
            </w:r>
            <w:r w:rsidR="000A4C2B" w:rsidRPr="000E7093">
              <w:rPr>
                <w:rStyle w:val="Hyperlink"/>
                <w:rFonts w:hint="eastAsia"/>
                <w:noProof/>
                <w:rtl/>
              </w:rPr>
              <w:t>اندوه</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بليه</w:t>
            </w:r>
            <w:r w:rsidR="000A4C2B" w:rsidRPr="000E7093">
              <w:rPr>
                <w:rStyle w:val="Hyperlink"/>
                <w:noProof/>
                <w:rtl/>
              </w:rPr>
              <w:t xml:space="preserve"> </w:t>
            </w:r>
            <w:r w:rsidR="000A4C2B" w:rsidRPr="000E7093">
              <w:rPr>
                <w:rStyle w:val="Hyperlink"/>
                <w:rFonts w:hint="eastAsia"/>
                <w:noProof/>
                <w:rtl/>
              </w:rPr>
              <w:t>بدو</w:t>
            </w:r>
            <w:r w:rsidR="000A4C2B" w:rsidRPr="000E7093">
              <w:rPr>
                <w:rStyle w:val="Hyperlink"/>
                <w:noProof/>
                <w:rtl/>
              </w:rPr>
              <w:t xml:space="preserve"> </w:t>
            </w:r>
            <w:r w:rsidR="000A4C2B" w:rsidRPr="000E7093">
              <w:rPr>
                <w:rStyle w:val="Hyperlink"/>
                <w:rFonts w:hint="eastAsia"/>
                <w:noProof/>
                <w:rtl/>
              </w:rPr>
              <w:t>رو</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آورد</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394915164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93</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65" w:history="1">
            <w:r w:rsidR="000A4C2B" w:rsidRPr="000E7093">
              <w:rPr>
                <w:rStyle w:val="Hyperlink"/>
                <w:noProof/>
              </w:rPr>
              <w:t>16</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اسْتَقَالَ</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ذُنُوبِهِ،</w:t>
            </w:r>
            <w:r w:rsidR="000A4C2B" w:rsidRPr="000E7093">
              <w:rPr>
                <w:rStyle w:val="Hyperlink"/>
                <w:noProof/>
                <w:rtl/>
              </w:rPr>
              <w:t xml:space="preserve"> </w:t>
            </w:r>
            <w:r w:rsidR="000A4C2B" w:rsidRPr="000E7093">
              <w:rPr>
                <w:rStyle w:val="Hyperlink"/>
                <w:rFonts w:hint="eastAsia"/>
                <w:noProof/>
                <w:rtl/>
              </w:rPr>
              <w:t>أَوْ</w:t>
            </w:r>
            <w:r w:rsidR="000A4C2B" w:rsidRPr="000E7093">
              <w:rPr>
                <w:rStyle w:val="Hyperlink"/>
                <w:noProof/>
                <w:rtl/>
              </w:rPr>
              <w:t xml:space="preserve"> </w:t>
            </w:r>
            <w:r w:rsidR="000A4C2B" w:rsidRPr="000E7093">
              <w:rPr>
                <w:rStyle w:val="Hyperlink"/>
                <w:rFonts w:hint="eastAsia"/>
                <w:noProof/>
                <w:rtl/>
              </w:rPr>
              <w:t>تَضَرَّعَ</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الْعَفْوِ</w:t>
            </w:r>
            <w:r w:rsidR="000A4C2B" w:rsidRPr="000E7093">
              <w:rPr>
                <w:rStyle w:val="Hyperlink"/>
                <w:noProof/>
                <w:rtl/>
              </w:rPr>
              <w:t xml:space="preserve"> </w:t>
            </w:r>
            <w:r w:rsidR="000A4C2B" w:rsidRPr="000E7093">
              <w:rPr>
                <w:rStyle w:val="Hyperlink"/>
                <w:rFonts w:hint="eastAsia"/>
                <w:noProof/>
                <w:rtl/>
              </w:rPr>
              <w:t>عَنْ</w:t>
            </w:r>
            <w:r w:rsidR="000A4C2B" w:rsidRPr="000E7093">
              <w:rPr>
                <w:rStyle w:val="Hyperlink"/>
                <w:noProof/>
                <w:rtl/>
              </w:rPr>
              <w:t xml:space="preserve"> </w:t>
            </w:r>
            <w:r w:rsidR="000A4C2B" w:rsidRPr="000E7093">
              <w:rPr>
                <w:rStyle w:val="Hyperlink"/>
                <w:rFonts w:hint="eastAsia"/>
                <w:noProof/>
                <w:rtl/>
              </w:rPr>
              <w:t>عُيُوبِهِ</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394915165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95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66"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شانزدهم</w:t>
            </w:r>
            <w:r w:rsidR="000A4C2B" w:rsidRPr="000E7093">
              <w:rPr>
                <w:rStyle w:val="Hyperlink"/>
                <w:noProof/>
                <w:rtl/>
              </w:rPr>
              <w:t xml:space="preserve">: </w:t>
            </w:r>
            <w:r w:rsidR="000A4C2B" w:rsidRPr="000E7093">
              <w:rPr>
                <w:rStyle w:val="Hyperlink"/>
                <w:rFonts w:hint="eastAsia"/>
                <w:noProof/>
                <w:rtl/>
              </w:rPr>
              <w:t>دعا</w:t>
            </w:r>
            <w:r w:rsidR="000A4C2B" w:rsidRPr="000E7093">
              <w:rPr>
                <w:rStyle w:val="Hyperlink"/>
                <w:noProof/>
                <w:rtl/>
              </w:rPr>
              <w:t xml:space="preserve"> </w:t>
            </w:r>
            <w:r w:rsidR="000A4C2B" w:rsidRPr="000E7093">
              <w:rPr>
                <w:rStyle w:val="Hyperlink"/>
                <w:rFonts w:hint="eastAsia"/>
                <w:noProof/>
                <w:rtl/>
              </w:rPr>
              <w:t>براى</w:t>
            </w:r>
            <w:r w:rsidR="000A4C2B" w:rsidRPr="000E7093">
              <w:rPr>
                <w:rStyle w:val="Hyperlink"/>
                <w:noProof/>
                <w:rtl/>
              </w:rPr>
              <w:t xml:space="preserve"> </w:t>
            </w:r>
            <w:r w:rsidR="000A4C2B" w:rsidRPr="000E7093">
              <w:rPr>
                <w:rStyle w:val="Hyperlink"/>
                <w:rFonts w:hint="eastAsia"/>
                <w:noProof/>
                <w:rtl/>
              </w:rPr>
              <w:t>آمرزش</w:t>
            </w:r>
            <w:r w:rsidR="000A4C2B" w:rsidRPr="000E7093">
              <w:rPr>
                <w:rStyle w:val="Hyperlink"/>
                <w:noProof/>
                <w:rtl/>
              </w:rPr>
              <w:t xml:space="preserve"> </w:t>
            </w:r>
            <w:r w:rsidR="000A4C2B" w:rsidRPr="000E7093">
              <w:rPr>
                <w:rStyle w:val="Hyperlink"/>
                <w:rFonts w:hint="eastAsia"/>
                <w:noProof/>
                <w:rtl/>
              </w:rPr>
              <w:t>گناهان</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عفو</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نواقص</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394915166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98</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67" w:history="1">
            <w:r w:rsidR="000A4C2B" w:rsidRPr="000E7093">
              <w:rPr>
                <w:rStyle w:val="Hyperlink"/>
                <w:noProof/>
                <w:rtl/>
              </w:rPr>
              <w:t xml:space="preserve">17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ذُكِرَ</w:t>
            </w:r>
            <w:r w:rsidR="000A4C2B" w:rsidRPr="000E7093">
              <w:rPr>
                <w:rStyle w:val="Hyperlink"/>
                <w:noProof/>
                <w:rtl/>
              </w:rPr>
              <w:t xml:space="preserve"> </w:t>
            </w:r>
            <w:r w:rsidR="000A4C2B" w:rsidRPr="000E7093">
              <w:rPr>
                <w:rStyle w:val="Hyperlink"/>
                <w:rFonts w:hint="eastAsia"/>
                <w:noProof/>
                <w:rtl/>
              </w:rPr>
              <w:t>الشَّيْطَانُ</w:t>
            </w:r>
            <w:r w:rsidR="000A4C2B" w:rsidRPr="000E7093">
              <w:rPr>
                <w:rStyle w:val="Hyperlink"/>
                <w:noProof/>
                <w:rtl/>
              </w:rPr>
              <w:t xml:space="preserve"> </w:t>
            </w:r>
            <w:r w:rsidR="000A4C2B" w:rsidRPr="000E7093">
              <w:rPr>
                <w:rStyle w:val="Hyperlink"/>
                <w:rFonts w:hint="eastAsia"/>
                <w:noProof/>
                <w:rtl/>
              </w:rPr>
              <w:t>فَاسْتَعَاذَ</w:t>
            </w:r>
            <w:r w:rsidR="000A4C2B" w:rsidRPr="000E7093">
              <w:rPr>
                <w:rStyle w:val="Hyperlink"/>
                <w:noProof/>
                <w:rtl/>
              </w:rPr>
              <w:t xml:space="preserve"> </w:t>
            </w:r>
            <w:r w:rsidR="000A4C2B" w:rsidRPr="000E7093">
              <w:rPr>
                <w:rStyle w:val="Hyperlink"/>
                <w:rFonts w:hint="eastAsia"/>
                <w:noProof/>
                <w:rtl/>
              </w:rPr>
              <w:t>مِنْهُ</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عَدَاوَتِهِ</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كَيْدِهِ</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394915167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103</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68"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w:t>
            </w:r>
            <w:r w:rsidR="000A4C2B" w:rsidRPr="000E7093">
              <w:rPr>
                <w:rStyle w:val="Hyperlink"/>
                <w:noProof/>
                <w:rtl/>
              </w:rPr>
              <w:t xml:space="preserve"> </w:t>
            </w:r>
            <w:r w:rsidR="000A4C2B" w:rsidRPr="000E7093">
              <w:rPr>
                <w:rStyle w:val="Hyperlink"/>
                <w:rFonts w:hint="eastAsia"/>
                <w:noProof/>
                <w:rtl/>
              </w:rPr>
              <w:t>هفدهم</w:t>
            </w:r>
            <w:r w:rsidR="000A4C2B" w:rsidRPr="000E7093">
              <w:rPr>
                <w:rStyle w:val="Hyperlink"/>
                <w:noProof/>
                <w:rtl/>
              </w:rPr>
              <w:t xml:space="preserve">: </w:t>
            </w:r>
            <w:r w:rsidR="000A4C2B" w:rsidRPr="000E7093">
              <w:rPr>
                <w:rStyle w:val="Hyperlink"/>
                <w:rFonts w:hint="eastAsia"/>
                <w:noProof/>
                <w:rtl/>
              </w:rPr>
              <w:t>دعا</w:t>
            </w:r>
            <w:r w:rsidR="000A4C2B" w:rsidRPr="000E7093">
              <w:rPr>
                <w:rStyle w:val="Hyperlink"/>
                <w:noProof/>
                <w:rtl/>
              </w:rPr>
              <w:t xml:space="preserve"> </w:t>
            </w:r>
            <w:r w:rsidR="000A4C2B" w:rsidRPr="000E7093">
              <w:rPr>
                <w:rStyle w:val="Hyperlink"/>
                <w:rFonts w:hint="eastAsia"/>
                <w:noProof/>
                <w:rtl/>
              </w:rPr>
              <w:t>هرگاه</w:t>
            </w:r>
            <w:r w:rsidR="000A4C2B" w:rsidRPr="000E7093">
              <w:rPr>
                <w:rStyle w:val="Hyperlink"/>
                <w:noProof/>
                <w:rtl/>
              </w:rPr>
              <w:t xml:space="preserve"> </w:t>
            </w:r>
            <w:r w:rsidR="000A4C2B" w:rsidRPr="000E7093">
              <w:rPr>
                <w:rStyle w:val="Hyperlink"/>
                <w:rFonts w:hint="eastAsia"/>
                <w:noProof/>
                <w:rtl/>
              </w:rPr>
              <w:t>نام</w:t>
            </w:r>
            <w:r w:rsidR="000A4C2B" w:rsidRPr="000E7093">
              <w:rPr>
                <w:rStyle w:val="Hyperlink"/>
                <w:noProof/>
                <w:rtl/>
              </w:rPr>
              <w:t xml:space="preserve"> </w:t>
            </w:r>
            <w:r w:rsidR="000A4C2B" w:rsidRPr="000E7093">
              <w:rPr>
                <w:rStyle w:val="Hyperlink"/>
                <w:rFonts w:hint="eastAsia"/>
                <w:noProof/>
                <w:rtl/>
              </w:rPr>
              <w:t>شيطان</w:t>
            </w:r>
            <w:r w:rsidR="000A4C2B" w:rsidRPr="000E7093">
              <w:rPr>
                <w:rStyle w:val="Hyperlink"/>
                <w:noProof/>
                <w:rtl/>
              </w:rPr>
              <w:t xml:space="preserve"> </w:t>
            </w:r>
            <w:r w:rsidR="000A4C2B" w:rsidRPr="000E7093">
              <w:rPr>
                <w:rStyle w:val="Hyperlink"/>
                <w:rFonts w:hint="eastAsia"/>
                <w:noProof/>
                <w:rtl/>
              </w:rPr>
              <w:t>برده</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شد</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او</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كيد</w:t>
            </w:r>
            <w:r w:rsidR="000A4C2B" w:rsidRPr="000E7093">
              <w:rPr>
                <w:rStyle w:val="Hyperlink"/>
                <w:noProof/>
                <w:rtl/>
              </w:rPr>
              <w:t xml:space="preserve"> </w:t>
            </w:r>
            <w:r w:rsidR="000A4C2B" w:rsidRPr="000E7093">
              <w:rPr>
                <w:rStyle w:val="Hyperlink"/>
                <w:rFonts w:hint="eastAsia"/>
                <w:noProof/>
                <w:rtl/>
              </w:rPr>
              <w:t>او</w:t>
            </w:r>
            <w:r w:rsidR="000A4C2B" w:rsidRPr="000E7093">
              <w:rPr>
                <w:rStyle w:val="Hyperlink"/>
                <w:noProof/>
                <w:rtl/>
              </w:rPr>
              <w:t xml:space="preserve"> </w:t>
            </w:r>
            <w:r w:rsidR="000A4C2B" w:rsidRPr="000E7093">
              <w:rPr>
                <w:rStyle w:val="Hyperlink"/>
                <w:rFonts w:hint="eastAsia"/>
                <w:noProof/>
                <w:rtl/>
              </w:rPr>
              <w:t>پناه</w:t>
            </w:r>
            <w:r w:rsidR="000A4C2B" w:rsidRPr="000E7093">
              <w:rPr>
                <w:rStyle w:val="Hyperlink"/>
                <w:noProof/>
                <w:rtl/>
              </w:rPr>
              <w:t xml:space="preserve"> </w:t>
            </w:r>
            <w:r w:rsidR="000A4C2B" w:rsidRPr="000E7093">
              <w:rPr>
                <w:rStyle w:val="Hyperlink"/>
                <w:rFonts w:hint="eastAsia"/>
                <w:noProof/>
                <w:rtl/>
              </w:rPr>
              <w:t>به</w:t>
            </w:r>
            <w:r w:rsidR="000A4C2B" w:rsidRPr="000E7093">
              <w:rPr>
                <w:rStyle w:val="Hyperlink"/>
                <w:noProof/>
                <w:rtl/>
              </w:rPr>
              <w:t xml:space="preserve"> </w:t>
            </w:r>
            <w:r w:rsidR="000A4C2B" w:rsidRPr="000E7093">
              <w:rPr>
                <w:rStyle w:val="Hyperlink"/>
                <w:rFonts w:hint="eastAsia"/>
                <w:noProof/>
                <w:rtl/>
              </w:rPr>
              <w:t>خدا</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برد</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394915168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104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69" w:history="1">
            <w:r w:rsidR="000A4C2B" w:rsidRPr="000E7093">
              <w:rPr>
                <w:rStyle w:val="Hyperlink"/>
                <w:noProof/>
              </w:rPr>
              <w:t>18</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دُفِعَ</w:t>
            </w:r>
            <w:r w:rsidR="000A4C2B" w:rsidRPr="000E7093">
              <w:rPr>
                <w:rStyle w:val="Hyperlink"/>
                <w:noProof/>
                <w:rtl/>
              </w:rPr>
              <w:t xml:space="preserve"> </w:t>
            </w:r>
            <w:r w:rsidR="000A4C2B" w:rsidRPr="000E7093">
              <w:rPr>
                <w:rStyle w:val="Hyperlink"/>
                <w:rFonts w:hint="eastAsia"/>
                <w:noProof/>
                <w:rtl/>
              </w:rPr>
              <w:t>عَنْهُ</w:t>
            </w:r>
            <w:r w:rsidR="000A4C2B" w:rsidRPr="000E7093">
              <w:rPr>
                <w:rStyle w:val="Hyperlink"/>
                <w:noProof/>
                <w:rtl/>
              </w:rPr>
              <w:t xml:space="preserve"> </w:t>
            </w:r>
            <w:r w:rsidR="000A4C2B" w:rsidRPr="000E7093">
              <w:rPr>
                <w:rStyle w:val="Hyperlink"/>
                <w:rFonts w:hint="eastAsia"/>
                <w:noProof/>
                <w:rtl/>
              </w:rPr>
              <w:t>مَا</w:t>
            </w:r>
            <w:r w:rsidR="000A4C2B" w:rsidRPr="000E7093">
              <w:rPr>
                <w:rStyle w:val="Hyperlink"/>
                <w:noProof/>
                <w:rtl/>
              </w:rPr>
              <w:t xml:space="preserve"> </w:t>
            </w:r>
            <w:r w:rsidR="000A4C2B" w:rsidRPr="000E7093">
              <w:rPr>
                <w:rStyle w:val="Hyperlink"/>
                <w:rFonts w:hint="eastAsia"/>
                <w:noProof/>
                <w:rtl/>
              </w:rPr>
              <w:t>يَحْذَرُ،</w:t>
            </w:r>
            <w:r w:rsidR="000A4C2B" w:rsidRPr="000E7093">
              <w:rPr>
                <w:rStyle w:val="Hyperlink"/>
                <w:noProof/>
                <w:rtl/>
              </w:rPr>
              <w:t xml:space="preserve"> </w:t>
            </w:r>
            <w:r w:rsidR="000A4C2B" w:rsidRPr="000E7093">
              <w:rPr>
                <w:rStyle w:val="Hyperlink"/>
                <w:rFonts w:hint="eastAsia"/>
                <w:noProof/>
                <w:rtl/>
              </w:rPr>
              <w:t>أَوْ</w:t>
            </w:r>
            <w:r w:rsidR="000A4C2B" w:rsidRPr="000E7093">
              <w:rPr>
                <w:rStyle w:val="Hyperlink"/>
                <w:noProof/>
                <w:rtl/>
              </w:rPr>
              <w:t xml:space="preserve"> </w:t>
            </w:r>
            <w:r w:rsidR="000A4C2B" w:rsidRPr="000E7093">
              <w:rPr>
                <w:rStyle w:val="Hyperlink"/>
                <w:rFonts w:hint="eastAsia"/>
                <w:noProof/>
                <w:rtl/>
              </w:rPr>
              <w:t>عُجِّلَ</w:t>
            </w:r>
            <w:r w:rsidR="000A4C2B" w:rsidRPr="000E7093">
              <w:rPr>
                <w:rStyle w:val="Hyperlink"/>
                <w:noProof/>
                <w:rtl/>
              </w:rPr>
              <w:t xml:space="preserve"> </w:t>
            </w:r>
            <w:r w:rsidR="000A4C2B" w:rsidRPr="000E7093">
              <w:rPr>
                <w:rStyle w:val="Hyperlink"/>
                <w:rFonts w:hint="eastAsia"/>
                <w:noProof/>
                <w:rtl/>
              </w:rPr>
              <w:t>لَهُ</w:t>
            </w:r>
            <w:r w:rsidR="000A4C2B" w:rsidRPr="000E7093">
              <w:rPr>
                <w:rStyle w:val="Hyperlink"/>
                <w:noProof/>
                <w:rtl/>
              </w:rPr>
              <w:t xml:space="preserve"> </w:t>
            </w:r>
            <w:r w:rsidR="000A4C2B" w:rsidRPr="000E7093">
              <w:rPr>
                <w:rStyle w:val="Hyperlink"/>
                <w:rFonts w:hint="eastAsia"/>
                <w:noProof/>
                <w:rtl/>
              </w:rPr>
              <w:t>مَطْلَبُهُ</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394915169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108</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70"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هجدهم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هرگاه</w:t>
            </w:r>
            <w:r w:rsidR="000A4C2B" w:rsidRPr="000E7093">
              <w:rPr>
                <w:rStyle w:val="Hyperlink"/>
                <w:noProof/>
                <w:rtl/>
              </w:rPr>
              <w:t xml:space="preserve"> </w:t>
            </w:r>
            <w:r w:rsidR="000A4C2B" w:rsidRPr="000E7093">
              <w:rPr>
                <w:rStyle w:val="Hyperlink"/>
                <w:rFonts w:hint="eastAsia"/>
                <w:noProof/>
                <w:rtl/>
              </w:rPr>
              <w:t>بليه</w:t>
            </w:r>
            <w:r w:rsidR="000A4C2B" w:rsidRPr="000E7093">
              <w:rPr>
                <w:rStyle w:val="Hyperlink"/>
                <w:noProof/>
                <w:rtl/>
              </w:rPr>
              <w:t xml:space="preserve"> </w:t>
            </w:r>
            <w:r w:rsidR="000A4C2B" w:rsidRPr="000E7093">
              <w:rPr>
                <w:rStyle w:val="Hyperlink"/>
                <w:rFonts w:hint="eastAsia"/>
                <w:noProof/>
                <w:rtl/>
              </w:rPr>
              <w:t>اى</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او</w:t>
            </w:r>
            <w:r w:rsidR="000A4C2B" w:rsidRPr="000E7093">
              <w:rPr>
                <w:rStyle w:val="Hyperlink"/>
                <w:noProof/>
                <w:rtl/>
              </w:rPr>
              <w:t xml:space="preserve"> </w:t>
            </w:r>
            <w:r w:rsidR="000A4C2B" w:rsidRPr="000E7093">
              <w:rPr>
                <w:rStyle w:val="Hyperlink"/>
                <w:rFonts w:hint="eastAsia"/>
                <w:noProof/>
                <w:rtl/>
              </w:rPr>
              <w:t>دفع</w:t>
            </w:r>
            <w:r w:rsidR="000A4C2B" w:rsidRPr="000E7093">
              <w:rPr>
                <w:rStyle w:val="Hyperlink"/>
                <w:noProof/>
                <w:rtl/>
              </w:rPr>
              <w:t xml:space="preserve"> </w:t>
            </w:r>
            <w:r w:rsidR="000A4C2B" w:rsidRPr="000E7093">
              <w:rPr>
                <w:rStyle w:val="Hyperlink"/>
                <w:rFonts w:hint="eastAsia"/>
                <w:noProof/>
                <w:rtl/>
              </w:rPr>
              <w:t>يا</w:t>
            </w:r>
            <w:r w:rsidR="000A4C2B" w:rsidRPr="000E7093">
              <w:rPr>
                <w:rStyle w:val="Hyperlink"/>
                <w:noProof/>
                <w:rtl/>
              </w:rPr>
              <w:t xml:space="preserve"> </w:t>
            </w:r>
            <w:r w:rsidR="000A4C2B" w:rsidRPr="000E7093">
              <w:rPr>
                <w:rStyle w:val="Hyperlink"/>
                <w:rFonts w:hint="eastAsia"/>
                <w:noProof/>
                <w:rtl/>
              </w:rPr>
              <w:t>حاجت</w:t>
            </w:r>
            <w:r w:rsidR="000A4C2B" w:rsidRPr="000E7093">
              <w:rPr>
                <w:rStyle w:val="Hyperlink"/>
                <w:noProof/>
                <w:rtl/>
              </w:rPr>
              <w:t xml:space="preserve"> </w:t>
            </w:r>
            <w:r w:rsidR="000A4C2B" w:rsidRPr="000E7093">
              <w:rPr>
                <w:rStyle w:val="Hyperlink"/>
                <w:rFonts w:hint="eastAsia"/>
                <w:noProof/>
                <w:rtl/>
              </w:rPr>
              <w:t>او</w:t>
            </w:r>
            <w:r w:rsidR="000A4C2B" w:rsidRPr="000E7093">
              <w:rPr>
                <w:rStyle w:val="Hyperlink"/>
                <w:noProof/>
                <w:rtl/>
              </w:rPr>
              <w:t xml:space="preserve"> </w:t>
            </w:r>
            <w:r w:rsidR="000A4C2B" w:rsidRPr="000E7093">
              <w:rPr>
                <w:rStyle w:val="Hyperlink"/>
                <w:rFonts w:hint="eastAsia"/>
                <w:noProof/>
                <w:rtl/>
              </w:rPr>
              <w:t>زود</w:t>
            </w:r>
            <w:r w:rsidR="000A4C2B" w:rsidRPr="000E7093">
              <w:rPr>
                <w:rStyle w:val="Hyperlink"/>
                <w:noProof/>
                <w:rtl/>
              </w:rPr>
              <w:t xml:space="preserve"> </w:t>
            </w:r>
            <w:r w:rsidR="000A4C2B" w:rsidRPr="000E7093">
              <w:rPr>
                <w:rStyle w:val="Hyperlink"/>
                <w:rFonts w:hint="eastAsia"/>
                <w:noProof/>
                <w:rtl/>
              </w:rPr>
              <w:t>بر</w:t>
            </w:r>
            <w:r w:rsidR="000A4C2B" w:rsidRPr="000E7093">
              <w:rPr>
                <w:rStyle w:val="Hyperlink"/>
                <w:noProof/>
                <w:rtl/>
              </w:rPr>
              <w:t xml:space="preserve"> </w:t>
            </w:r>
            <w:r w:rsidR="000A4C2B" w:rsidRPr="000E7093">
              <w:rPr>
                <w:rStyle w:val="Hyperlink"/>
                <w:rFonts w:hint="eastAsia"/>
                <w:noProof/>
                <w:rtl/>
              </w:rPr>
              <w:t>آورده</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شد</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394915170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108</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71" w:history="1">
            <w:r w:rsidR="000A4C2B" w:rsidRPr="000E7093">
              <w:rPr>
                <w:rStyle w:val="Hyperlink"/>
                <w:noProof/>
              </w:rPr>
              <w:t>19</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عِنْدَ</w:t>
            </w:r>
            <w:r w:rsidR="000A4C2B" w:rsidRPr="000E7093">
              <w:rPr>
                <w:rStyle w:val="Hyperlink"/>
                <w:noProof/>
                <w:rtl/>
              </w:rPr>
              <w:t xml:space="preserve"> </w:t>
            </w:r>
            <w:r w:rsidR="000A4C2B" w:rsidRPr="000E7093">
              <w:rPr>
                <w:rStyle w:val="Hyperlink"/>
                <w:rFonts w:hint="eastAsia"/>
                <w:noProof/>
                <w:rtl/>
              </w:rPr>
              <w:t>الاسْتِسْقَاءِ</w:t>
            </w:r>
            <w:r w:rsidR="000A4C2B" w:rsidRPr="000E7093">
              <w:rPr>
                <w:rStyle w:val="Hyperlink"/>
                <w:noProof/>
                <w:rtl/>
              </w:rPr>
              <w:t xml:space="preserve"> </w:t>
            </w:r>
            <w:r w:rsidR="000A4C2B" w:rsidRPr="000E7093">
              <w:rPr>
                <w:rStyle w:val="Hyperlink"/>
                <w:rFonts w:hint="eastAsia"/>
                <w:noProof/>
                <w:rtl/>
              </w:rPr>
              <w:t>بَعْدَ</w:t>
            </w:r>
            <w:r w:rsidR="000A4C2B" w:rsidRPr="000E7093">
              <w:rPr>
                <w:rStyle w:val="Hyperlink"/>
                <w:noProof/>
                <w:rtl/>
              </w:rPr>
              <w:t xml:space="preserve"> </w:t>
            </w:r>
            <w:r w:rsidR="000A4C2B" w:rsidRPr="000E7093">
              <w:rPr>
                <w:rStyle w:val="Hyperlink"/>
                <w:rFonts w:hint="eastAsia"/>
                <w:noProof/>
                <w:rtl/>
              </w:rPr>
              <w:t>الْجَدْبِ</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394915171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109</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72"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نوزدهم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باران</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394915172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109</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73" w:history="1">
            <w:r w:rsidR="000A4C2B" w:rsidRPr="000E7093">
              <w:rPr>
                <w:rStyle w:val="Hyperlink"/>
                <w:noProof/>
              </w:rPr>
              <w:t>20</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مَكَارِمِ</w:t>
            </w:r>
            <w:r w:rsidR="000A4C2B" w:rsidRPr="000E7093">
              <w:rPr>
                <w:rStyle w:val="Hyperlink"/>
                <w:noProof/>
                <w:rtl/>
              </w:rPr>
              <w:t xml:space="preserve"> </w:t>
            </w:r>
            <w:r w:rsidR="000A4C2B" w:rsidRPr="000E7093">
              <w:rPr>
                <w:rStyle w:val="Hyperlink"/>
                <w:rFonts w:hint="eastAsia"/>
                <w:noProof/>
                <w:rtl/>
              </w:rPr>
              <w:t>الْأَخْلاقِ</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مَرْضِيِّ</w:t>
            </w:r>
            <w:r w:rsidR="000A4C2B" w:rsidRPr="000E7093">
              <w:rPr>
                <w:rStyle w:val="Hyperlink"/>
                <w:noProof/>
                <w:rtl/>
              </w:rPr>
              <w:t xml:space="preserve"> </w:t>
            </w:r>
            <w:r w:rsidR="000A4C2B" w:rsidRPr="000E7093">
              <w:rPr>
                <w:rStyle w:val="Hyperlink"/>
                <w:rFonts w:hint="eastAsia"/>
                <w:noProof/>
                <w:rtl/>
              </w:rPr>
              <w:t>الْأَفْعَالِ</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394915173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111</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74"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بيستم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خوى</w:t>
            </w:r>
            <w:r w:rsidR="000A4C2B" w:rsidRPr="000E7093">
              <w:rPr>
                <w:rStyle w:val="Hyperlink"/>
                <w:noProof/>
                <w:rtl/>
              </w:rPr>
              <w:t xml:space="preserve"> </w:t>
            </w:r>
            <w:r w:rsidR="000A4C2B" w:rsidRPr="000E7093">
              <w:rPr>
                <w:rStyle w:val="Hyperlink"/>
                <w:rFonts w:hint="eastAsia"/>
                <w:noProof/>
                <w:rtl/>
              </w:rPr>
              <w:t>هاى</w:t>
            </w:r>
            <w:r w:rsidR="000A4C2B" w:rsidRPr="000E7093">
              <w:rPr>
                <w:rStyle w:val="Hyperlink"/>
                <w:noProof/>
                <w:rtl/>
              </w:rPr>
              <w:t xml:space="preserve"> </w:t>
            </w:r>
            <w:r w:rsidR="000A4C2B" w:rsidRPr="000E7093">
              <w:rPr>
                <w:rStyle w:val="Hyperlink"/>
                <w:rFonts w:hint="eastAsia"/>
                <w:noProof/>
                <w:rtl/>
              </w:rPr>
              <w:t>نيكو</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كردارهاى</w:t>
            </w:r>
            <w:r w:rsidR="000A4C2B" w:rsidRPr="000E7093">
              <w:rPr>
                <w:rStyle w:val="Hyperlink"/>
                <w:noProof/>
                <w:rtl/>
              </w:rPr>
              <w:t xml:space="preserve"> </w:t>
            </w:r>
            <w:r w:rsidR="000A4C2B" w:rsidRPr="000E7093">
              <w:rPr>
                <w:rStyle w:val="Hyperlink"/>
                <w:rFonts w:hint="eastAsia"/>
                <w:noProof/>
                <w:rtl/>
              </w:rPr>
              <w:t>پسنديده</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394915174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115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75" w:history="1">
            <w:r w:rsidR="000A4C2B" w:rsidRPr="000E7093">
              <w:rPr>
                <w:rStyle w:val="Hyperlink"/>
                <w:noProof/>
              </w:rPr>
              <w:t>21</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حَزَنَهُ</w:t>
            </w:r>
            <w:r w:rsidR="000A4C2B" w:rsidRPr="000E7093">
              <w:rPr>
                <w:rStyle w:val="Hyperlink"/>
                <w:noProof/>
                <w:rtl/>
              </w:rPr>
              <w:t xml:space="preserve"> </w:t>
            </w:r>
            <w:r w:rsidR="000A4C2B" w:rsidRPr="000E7093">
              <w:rPr>
                <w:rStyle w:val="Hyperlink"/>
                <w:rFonts w:hint="eastAsia"/>
                <w:noProof/>
                <w:rtl/>
              </w:rPr>
              <w:t>أَمْرٌ</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أَهَمَّتْهُ</w:t>
            </w:r>
            <w:r w:rsidR="000A4C2B" w:rsidRPr="000E7093">
              <w:rPr>
                <w:rStyle w:val="Hyperlink"/>
                <w:noProof/>
                <w:rtl/>
              </w:rPr>
              <w:t xml:space="preserve"> </w:t>
            </w:r>
            <w:r w:rsidR="000A4C2B" w:rsidRPr="000E7093">
              <w:rPr>
                <w:rStyle w:val="Hyperlink"/>
                <w:rFonts w:hint="eastAsia"/>
                <w:noProof/>
                <w:rtl/>
              </w:rPr>
              <w:t>الْخَطَايَا</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394915175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122</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76"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بيست</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يكم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چون</w:t>
            </w:r>
            <w:r w:rsidR="000A4C2B" w:rsidRPr="000E7093">
              <w:rPr>
                <w:rStyle w:val="Hyperlink"/>
                <w:noProof/>
                <w:rtl/>
              </w:rPr>
              <w:t xml:space="preserve"> </w:t>
            </w:r>
            <w:r w:rsidR="000A4C2B" w:rsidRPr="000E7093">
              <w:rPr>
                <w:rStyle w:val="Hyperlink"/>
                <w:rFonts w:hint="eastAsia"/>
                <w:noProof/>
                <w:rtl/>
              </w:rPr>
              <w:t>پيش</w:t>
            </w:r>
            <w:r w:rsidR="000A4C2B" w:rsidRPr="000E7093">
              <w:rPr>
                <w:rStyle w:val="Hyperlink"/>
                <w:noProof/>
                <w:rtl/>
              </w:rPr>
              <w:t xml:space="preserve"> </w:t>
            </w:r>
            <w:r w:rsidR="000A4C2B" w:rsidRPr="000E7093">
              <w:rPr>
                <w:rStyle w:val="Hyperlink"/>
                <w:rFonts w:hint="eastAsia"/>
                <w:noProof/>
                <w:rtl/>
              </w:rPr>
              <w:t>آمدى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ياد</w:t>
            </w:r>
            <w:r w:rsidR="000A4C2B" w:rsidRPr="000E7093">
              <w:rPr>
                <w:rStyle w:val="Hyperlink"/>
                <w:noProof/>
                <w:rtl/>
              </w:rPr>
              <w:t xml:space="preserve"> </w:t>
            </w:r>
            <w:r w:rsidR="000A4C2B" w:rsidRPr="000E7093">
              <w:rPr>
                <w:rStyle w:val="Hyperlink"/>
                <w:rFonts w:hint="eastAsia"/>
                <w:noProof/>
                <w:rtl/>
              </w:rPr>
              <w:t>گناهى</w:t>
            </w:r>
            <w:r w:rsidR="000A4C2B" w:rsidRPr="000E7093">
              <w:rPr>
                <w:rStyle w:val="Hyperlink"/>
                <w:noProof/>
                <w:rtl/>
              </w:rPr>
              <w:t xml:space="preserve"> </w:t>
            </w:r>
            <w:r w:rsidR="000A4C2B" w:rsidRPr="000E7093">
              <w:rPr>
                <w:rStyle w:val="Hyperlink"/>
                <w:rFonts w:hint="eastAsia"/>
                <w:noProof/>
                <w:rtl/>
              </w:rPr>
              <w:t>او</w:t>
            </w:r>
            <w:r w:rsidR="000A4C2B" w:rsidRPr="000E7093">
              <w:rPr>
                <w:rStyle w:val="Hyperlink"/>
                <w:noProof/>
                <w:rtl/>
              </w:rPr>
              <w:t xml:space="preserve"> </w:t>
            </w:r>
            <w:r w:rsidR="000A4C2B" w:rsidRPr="000E7093">
              <w:rPr>
                <w:rStyle w:val="Hyperlink"/>
                <w:rFonts w:hint="eastAsia"/>
                <w:noProof/>
                <w:rtl/>
              </w:rPr>
              <w:t>را</w:t>
            </w:r>
            <w:r w:rsidR="000A4C2B" w:rsidRPr="000E7093">
              <w:rPr>
                <w:rStyle w:val="Hyperlink"/>
                <w:noProof/>
                <w:rtl/>
              </w:rPr>
              <w:t xml:space="preserve"> </w:t>
            </w:r>
            <w:r w:rsidR="000A4C2B" w:rsidRPr="000E7093">
              <w:rPr>
                <w:rStyle w:val="Hyperlink"/>
                <w:rFonts w:hint="eastAsia"/>
                <w:noProof/>
                <w:rtl/>
              </w:rPr>
              <w:t>اندوهگين</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كرد</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394915176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124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77" w:history="1">
            <w:r w:rsidR="000A4C2B" w:rsidRPr="000E7093">
              <w:rPr>
                <w:rStyle w:val="Hyperlink"/>
                <w:noProof/>
              </w:rPr>
              <w:t>22</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عِنْدَ</w:t>
            </w:r>
            <w:r w:rsidR="000A4C2B" w:rsidRPr="000E7093">
              <w:rPr>
                <w:rStyle w:val="Hyperlink"/>
                <w:noProof/>
                <w:rtl/>
              </w:rPr>
              <w:t xml:space="preserve"> </w:t>
            </w:r>
            <w:r w:rsidR="000A4C2B" w:rsidRPr="000E7093">
              <w:rPr>
                <w:rStyle w:val="Hyperlink"/>
                <w:rFonts w:hint="eastAsia"/>
                <w:noProof/>
                <w:rtl/>
              </w:rPr>
              <w:t>الشِّدَّةِ</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الْجَهْدِ</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تَعَسُّرِ</w:t>
            </w:r>
            <w:r w:rsidR="000A4C2B" w:rsidRPr="000E7093">
              <w:rPr>
                <w:rStyle w:val="Hyperlink"/>
                <w:noProof/>
                <w:rtl/>
              </w:rPr>
              <w:t xml:space="preserve"> </w:t>
            </w:r>
            <w:r w:rsidR="000A4C2B" w:rsidRPr="000E7093">
              <w:rPr>
                <w:rStyle w:val="Hyperlink"/>
                <w:rFonts w:hint="eastAsia"/>
                <w:noProof/>
                <w:rtl/>
              </w:rPr>
              <w:t>الْأُمُورِ</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394915177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127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78"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بيست</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دوم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هنگام</w:t>
            </w:r>
            <w:r w:rsidR="000A4C2B" w:rsidRPr="000E7093">
              <w:rPr>
                <w:rStyle w:val="Hyperlink"/>
                <w:noProof/>
                <w:rtl/>
              </w:rPr>
              <w:t xml:space="preserve"> </w:t>
            </w:r>
            <w:r w:rsidR="000A4C2B" w:rsidRPr="000E7093">
              <w:rPr>
                <w:rStyle w:val="Hyperlink"/>
                <w:rFonts w:hint="eastAsia"/>
                <w:noProof/>
                <w:rtl/>
              </w:rPr>
              <w:t>سختى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مشقت</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دشوارى</w:t>
            </w:r>
            <w:r w:rsidR="000A4C2B" w:rsidRPr="000E7093">
              <w:rPr>
                <w:rStyle w:val="Hyperlink"/>
                <w:noProof/>
                <w:rtl/>
              </w:rPr>
              <w:t xml:space="preserve"> </w:t>
            </w:r>
            <w:r w:rsidR="000A4C2B" w:rsidRPr="000E7093">
              <w:rPr>
                <w:rStyle w:val="Hyperlink"/>
                <w:rFonts w:hint="eastAsia"/>
                <w:noProof/>
                <w:rtl/>
              </w:rPr>
              <w:t>كارها</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394915178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129</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79" w:history="1">
            <w:r w:rsidR="000A4C2B" w:rsidRPr="000E7093">
              <w:rPr>
                <w:rStyle w:val="Hyperlink"/>
                <w:noProof/>
              </w:rPr>
              <w:t>23</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سَأَلَ</w:t>
            </w:r>
            <w:r w:rsidR="000A4C2B" w:rsidRPr="000E7093">
              <w:rPr>
                <w:rStyle w:val="Hyperlink"/>
                <w:noProof/>
                <w:rtl/>
              </w:rPr>
              <w:t xml:space="preserve"> </w:t>
            </w:r>
            <w:r w:rsidR="000A4C2B" w:rsidRPr="000E7093">
              <w:rPr>
                <w:rStyle w:val="Hyperlink"/>
                <w:rFonts w:hint="eastAsia"/>
                <w:noProof/>
                <w:rtl/>
              </w:rPr>
              <w:t>اللَّهَ</w:t>
            </w:r>
            <w:r w:rsidR="000A4C2B" w:rsidRPr="000E7093">
              <w:rPr>
                <w:rStyle w:val="Hyperlink"/>
                <w:noProof/>
                <w:rtl/>
              </w:rPr>
              <w:t xml:space="preserve"> </w:t>
            </w:r>
            <w:r w:rsidR="000A4C2B" w:rsidRPr="000E7093">
              <w:rPr>
                <w:rStyle w:val="Hyperlink"/>
                <w:rFonts w:hint="eastAsia"/>
                <w:noProof/>
                <w:rtl/>
              </w:rPr>
              <w:t>الْعَافِيَةَ</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شُكْرَهَا</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394915179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132</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80"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بيست</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سوم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hint="eastAsia"/>
                <w:noProof/>
                <w:rtl/>
              </w:rPr>
              <w:t>چون</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خدا</w:t>
            </w:r>
            <w:r w:rsidR="000A4C2B" w:rsidRPr="000E7093">
              <w:rPr>
                <w:rStyle w:val="Hyperlink"/>
                <w:noProof/>
                <w:rtl/>
              </w:rPr>
              <w:t xml:space="preserve"> </w:t>
            </w:r>
            <w:r w:rsidR="000A4C2B" w:rsidRPr="000E7093">
              <w:rPr>
                <w:rStyle w:val="Hyperlink"/>
                <w:rFonts w:hint="eastAsia"/>
                <w:noProof/>
                <w:rtl/>
              </w:rPr>
              <w:t>تندرستى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توفيق</w:t>
            </w:r>
            <w:r w:rsidR="000A4C2B" w:rsidRPr="000E7093">
              <w:rPr>
                <w:rStyle w:val="Hyperlink"/>
                <w:noProof/>
                <w:rtl/>
              </w:rPr>
              <w:t xml:space="preserve"> </w:t>
            </w:r>
            <w:r w:rsidR="000A4C2B" w:rsidRPr="000E7093">
              <w:rPr>
                <w:rStyle w:val="Hyperlink"/>
                <w:rFonts w:hint="eastAsia"/>
                <w:noProof/>
                <w:rtl/>
              </w:rPr>
              <w:t>شكرگزارى</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طلبيد</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394915180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133</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81" w:history="1">
            <w:r w:rsidR="000A4C2B" w:rsidRPr="000E7093">
              <w:rPr>
                <w:rStyle w:val="Hyperlink"/>
                <w:noProof/>
              </w:rPr>
              <w:t>24</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لِأَبَوَيْهِ</w:t>
            </w:r>
            <w:r w:rsidR="000A4C2B" w:rsidRPr="000E7093">
              <w:rPr>
                <w:rStyle w:val="Hyperlink"/>
                <w:noProof/>
                <w:rtl/>
              </w:rPr>
              <w:t xml:space="preserve"> </w:t>
            </w:r>
            <w:r w:rsidR="000A4C2B" w:rsidRPr="000E7093">
              <w:rPr>
                <w:rStyle w:val="Hyperlink"/>
                <w:rFonts w:hint="eastAsia"/>
                <w:noProof/>
                <w:rtl/>
              </w:rPr>
              <w:t>عَلَيْهِمَا</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394915181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135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82"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بيست</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چهارم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براى</w:t>
            </w:r>
            <w:r w:rsidR="000A4C2B" w:rsidRPr="000E7093">
              <w:rPr>
                <w:rStyle w:val="Hyperlink"/>
                <w:noProof/>
                <w:rtl/>
              </w:rPr>
              <w:t xml:space="preserve"> </w:t>
            </w:r>
            <w:r w:rsidR="000A4C2B" w:rsidRPr="000E7093">
              <w:rPr>
                <w:rStyle w:val="Hyperlink"/>
                <w:rFonts w:hint="eastAsia"/>
                <w:noProof/>
                <w:rtl/>
              </w:rPr>
              <w:t>پدر</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مادرش</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394915182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137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83" w:history="1">
            <w:r w:rsidR="000A4C2B" w:rsidRPr="000E7093">
              <w:rPr>
                <w:rStyle w:val="Hyperlink"/>
                <w:noProof/>
              </w:rPr>
              <w:t>25</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لِوُلْدِهِ</w:t>
            </w:r>
            <w:r w:rsidR="000A4C2B" w:rsidRPr="000E7093">
              <w:rPr>
                <w:rStyle w:val="Hyperlink"/>
                <w:noProof/>
                <w:rtl/>
              </w:rPr>
              <w:t xml:space="preserve"> </w:t>
            </w:r>
            <w:r w:rsidR="000A4C2B" w:rsidRPr="000E7093">
              <w:rPr>
                <w:rStyle w:val="Hyperlink"/>
                <w:rFonts w:hint="eastAsia"/>
                <w:noProof/>
                <w:rtl/>
              </w:rPr>
              <w:t>عَلَيْهِمُ</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394915183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140</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84"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بيست</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پنجم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درباره</w:t>
            </w:r>
            <w:r w:rsidR="000A4C2B" w:rsidRPr="000E7093">
              <w:rPr>
                <w:rStyle w:val="Hyperlink"/>
                <w:noProof/>
                <w:rtl/>
              </w:rPr>
              <w:t xml:space="preserve"> </w:t>
            </w:r>
            <w:r w:rsidR="000A4C2B" w:rsidRPr="000E7093">
              <w:rPr>
                <w:rStyle w:val="Hyperlink"/>
                <w:rFonts w:hint="eastAsia"/>
                <w:noProof/>
                <w:rtl/>
              </w:rPr>
              <w:t>فرزندانش</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394915184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141</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85" w:history="1">
            <w:r w:rsidR="000A4C2B" w:rsidRPr="000E7093">
              <w:rPr>
                <w:rStyle w:val="Hyperlink"/>
                <w:noProof/>
              </w:rPr>
              <w:t>26</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لِجِيرَانِهِ</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أَوْلِيَائِهِ</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ذَكَرَهُمْ</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394915185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145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86"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بيست</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ششم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درباره</w:t>
            </w:r>
            <w:r w:rsidR="000A4C2B" w:rsidRPr="000E7093">
              <w:rPr>
                <w:rStyle w:val="Hyperlink"/>
                <w:noProof/>
                <w:rtl/>
              </w:rPr>
              <w:t xml:space="preserve"> </w:t>
            </w:r>
            <w:r w:rsidR="000A4C2B" w:rsidRPr="000E7093">
              <w:rPr>
                <w:rStyle w:val="Hyperlink"/>
                <w:rFonts w:hint="eastAsia"/>
                <w:noProof/>
                <w:rtl/>
              </w:rPr>
              <w:t>همسايگان</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بستگان</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394915186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145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87" w:history="1">
            <w:r w:rsidR="000A4C2B" w:rsidRPr="000E7093">
              <w:rPr>
                <w:rStyle w:val="Hyperlink"/>
                <w:noProof/>
              </w:rPr>
              <w:t>27</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لِأَهْلِ</w:t>
            </w:r>
            <w:r w:rsidR="000A4C2B" w:rsidRPr="000E7093">
              <w:rPr>
                <w:rStyle w:val="Hyperlink"/>
                <w:noProof/>
                <w:rtl/>
              </w:rPr>
              <w:t xml:space="preserve"> </w:t>
            </w:r>
            <w:r w:rsidR="000A4C2B" w:rsidRPr="000E7093">
              <w:rPr>
                <w:rStyle w:val="Hyperlink"/>
                <w:rFonts w:hint="eastAsia"/>
                <w:noProof/>
                <w:rtl/>
              </w:rPr>
              <w:t>الثُّغُورِ</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394915187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147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88"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بيست</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هفتم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براى</w:t>
            </w:r>
            <w:r w:rsidR="000A4C2B" w:rsidRPr="000E7093">
              <w:rPr>
                <w:rStyle w:val="Hyperlink"/>
                <w:noProof/>
                <w:rtl/>
              </w:rPr>
              <w:t xml:space="preserve"> </w:t>
            </w:r>
            <w:r w:rsidR="000A4C2B" w:rsidRPr="000E7093">
              <w:rPr>
                <w:rStyle w:val="Hyperlink"/>
                <w:rFonts w:hint="eastAsia"/>
                <w:noProof/>
                <w:rtl/>
              </w:rPr>
              <w:t>مرزداران</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394915188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150</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89" w:history="1">
            <w:r w:rsidR="000A4C2B" w:rsidRPr="000E7093">
              <w:rPr>
                <w:rStyle w:val="Hyperlink"/>
                <w:noProof/>
              </w:rPr>
              <w:t>28</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مُتَفَزِّعا</w:t>
            </w:r>
            <w:r w:rsidR="000A4C2B" w:rsidRPr="000E7093">
              <w:rPr>
                <w:rStyle w:val="Hyperlink"/>
                <w:noProof/>
                <w:rtl/>
              </w:rPr>
              <w:t xml:space="preserve"> </w:t>
            </w:r>
            <w:r w:rsidR="000A4C2B" w:rsidRPr="000E7093">
              <w:rPr>
                <w:rStyle w:val="Hyperlink"/>
                <w:rFonts w:hint="eastAsia"/>
                <w:noProof/>
                <w:rtl/>
              </w:rPr>
              <w:t>إِلَى</w:t>
            </w:r>
            <w:r w:rsidR="000A4C2B" w:rsidRPr="000E7093">
              <w:rPr>
                <w:rStyle w:val="Hyperlink"/>
                <w:noProof/>
                <w:rtl/>
              </w:rPr>
              <w:t xml:space="preserve"> </w:t>
            </w:r>
            <w:r w:rsidR="000A4C2B" w:rsidRPr="000E7093">
              <w:rPr>
                <w:rStyle w:val="Hyperlink"/>
                <w:rFonts w:hint="eastAsia"/>
                <w:noProof/>
                <w:rtl/>
              </w:rPr>
              <w:t>اللَّهِ</w:t>
            </w:r>
            <w:r w:rsidR="000A4C2B" w:rsidRPr="000E7093">
              <w:rPr>
                <w:rStyle w:val="Hyperlink"/>
                <w:noProof/>
                <w:rtl/>
              </w:rPr>
              <w:t xml:space="preserve"> </w:t>
            </w:r>
            <w:r w:rsidR="000A4C2B" w:rsidRPr="000E7093">
              <w:rPr>
                <w:rStyle w:val="Hyperlink"/>
                <w:rFonts w:hint="eastAsia"/>
                <w:noProof/>
                <w:rtl/>
              </w:rPr>
              <w:t>عَزَّ</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جَلَّ</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394915189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155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90"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بيست</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هشتم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چون</w:t>
            </w:r>
            <w:r w:rsidR="000A4C2B" w:rsidRPr="000E7093">
              <w:rPr>
                <w:rStyle w:val="Hyperlink"/>
                <w:noProof/>
                <w:rtl/>
              </w:rPr>
              <w:t xml:space="preserve"> </w:t>
            </w:r>
            <w:r w:rsidR="000A4C2B" w:rsidRPr="000E7093">
              <w:rPr>
                <w:rStyle w:val="Hyperlink"/>
                <w:rFonts w:hint="eastAsia"/>
                <w:noProof/>
                <w:rtl/>
              </w:rPr>
              <w:t>به</w:t>
            </w:r>
            <w:r w:rsidR="000A4C2B" w:rsidRPr="000E7093">
              <w:rPr>
                <w:rStyle w:val="Hyperlink"/>
                <w:noProof/>
                <w:rtl/>
              </w:rPr>
              <w:t xml:space="preserve"> </w:t>
            </w:r>
            <w:r w:rsidR="000A4C2B" w:rsidRPr="000E7093">
              <w:rPr>
                <w:rStyle w:val="Hyperlink"/>
                <w:rFonts w:hint="eastAsia"/>
                <w:noProof/>
                <w:rtl/>
              </w:rPr>
              <w:t>خدا</w:t>
            </w:r>
            <w:r w:rsidR="000A4C2B" w:rsidRPr="000E7093">
              <w:rPr>
                <w:rStyle w:val="Hyperlink"/>
                <w:noProof/>
                <w:rtl/>
              </w:rPr>
              <w:t xml:space="preserve"> </w:t>
            </w:r>
            <w:r w:rsidR="000A4C2B" w:rsidRPr="000E7093">
              <w:rPr>
                <w:rStyle w:val="Hyperlink"/>
                <w:rFonts w:hint="eastAsia"/>
                <w:noProof/>
                <w:rtl/>
              </w:rPr>
              <w:t>پناه</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برد</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394915190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155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91" w:history="1">
            <w:r w:rsidR="000A4C2B" w:rsidRPr="000E7093">
              <w:rPr>
                <w:rStyle w:val="Hyperlink"/>
                <w:noProof/>
              </w:rPr>
              <w:t>29</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قُتِّرَ</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الرِّزْقُ</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394915191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157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92"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بيست</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نهم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چون</w:t>
            </w:r>
            <w:r w:rsidR="000A4C2B" w:rsidRPr="000E7093">
              <w:rPr>
                <w:rStyle w:val="Hyperlink"/>
                <w:noProof/>
                <w:rtl/>
              </w:rPr>
              <w:t xml:space="preserve"> </w:t>
            </w:r>
            <w:r w:rsidR="000A4C2B" w:rsidRPr="000E7093">
              <w:rPr>
                <w:rStyle w:val="Hyperlink"/>
                <w:rFonts w:hint="eastAsia"/>
                <w:noProof/>
                <w:rtl/>
              </w:rPr>
              <w:t>روزى</w:t>
            </w:r>
            <w:r w:rsidR="000A4C2B" w:rsidRPr="000E7093">
              <w:rPr>
                <w:rStyle w:val="Hyperlink"/>
                <w:noProof/>
                <w:rtl/>
              </w:rPr>
              <w:t xml:space="preserve"> </w:t>
            </w:r>
            <w:r w:rsidR="000A4C2B" w:rsidRPr="000E7093">
              <w:rPr>
                <w:rStyle w:val="Hyperlink"/>
                <w:rFonts w:hint="eastAsia"/>
                <w:noProof/>
                <w:rtl/>
              </w:rPr>
              <w:t>بر</w:t>
            </w:r>
            <w:r w:rsidR="000A4C2B" w:rsidRPr="000E7093">
              <w:rPr>
                <w:rStyle w:val="Hyperlink"/>
                <w:noProof/>
                <w:rtl/>
              </w:rPr>
              <w:t xml:space="preserve"> </w:t>
            </w:r>
            <w:r w:rsidR="000A4C2B" w:rsidRPr="000E7093">
              <w:rPr>
                <w:rStyle w:val="Hyperlink"/>
                <w:rFonts w:hint="eastAsia"/>
                <w:noProof/>
                <w:rtl/>
              </w:rPr>
              <w:t>وى</w:t>
            </w:r>
            <w:r w:rsidR="000A4C2B" w:rsidRPr="000E7093">
              <w:rPr>
                <w:rStyle w:val="Hyperlink"/>
                <w:noProof/>
                <w:rtl/>
              </w:rPr>
              <w:t xml:space="preserve"> </w:t>
            </w:r>
            <w:r w:rsidR="000A4C2B" w:rsidRPr="000E7093">
              <w:rPr>
                <w:rStyle w:val="Hyperlink"/>
                <w:rFonts w:hint="eastAsia"/>
                <w:noProof/>
                <w:rtl/>
              </w:rPr>
              <w:t>تنگ</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شد</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394915192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157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93" w:history="1">
            <w:r w:rsidR="000A4C2B" w:rsidRPr="000E7093">
              <w:rPr>
                <w:rStyle w:val="Hyperlink"/>
                <w:noProof/>
              </w:rPr>
              <w:t>30</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الْمَعُونَةِ</w:t>
            </w:r>
            <w:r w:rsidR="000A4C2B" w:rsidRPr="000E7093">
              <w:rPr>
                <w:rStyle w:val="Hyperlink"/>
                <w:noProof/>
                <w:rtl/>
              </w:rPr>
              <w:t xml:space="preserve"> </w:t>
            </w:r>
            <w:r w:rsidR="000A4C2B" w:rsidRPr="000E7093">
              <w:rPr>
                <w:rStyle w:val="Hyperlink"/>
                <w:rFonts w:hint="eastAsia"/>
                <w:noProof/>
                <w:rtl/>
              </w:rPr>
              <w:t>عَلَى</w:t>
            </w:r>
            <w:r w:rsidR="000A4C2B" w:rsidRPr="000E7093">
              <w:rPr>
                <w:rStyle w:val="Hyperlink"/>
                <w:noProof/>
                <w:rtl/>
              </w:rPr>
              <w:t xml:space="preserve"> </w:t>
            </w:r>
            <w:r w:rsidR="000A4C2B" w:rsidRPr="000E7093">
              <w:rPr>
                <w:rStyle w:val="Hyperlink"/>
                <w:rFonts w:hint="eastAsia"/>
                <w:noProof/>
                <w:rtl/>
              </w:rPr>
              <w:t>قَضَاءِ</w:t>
            </w:r>
            <w:r w:rsidR="000A4C2B" w:rsidRPr="000E7093">
              <w:rPr>
                <w:rStyle w:val="Hyperlink"/>
                <w:noProof/>
                <w:rtl/>
              </w:rPr>
              <w:t xml:space="preserve"> </w:t>
            </w:r>
            <w:r w:rsidR="000A4C2B" w:rsidRPr="000E7093">
              <w:rPr>
                <w:rStyle w:val="Hyperlink"/>
                <w:rFonts w:hint="eastAsia"/>
                <w:noProof/>
                <w:rtl/>
              </w:rPr>
              <w:t>الدَّيْنِ</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394915193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159</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94"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سى</w:t>
            </w:r>
            <w:r w:rsidR="000A4C2B" w:rsidRPr="000E7093">
              <w:rPr>
                <w:rStyle w:val="Hyperlink"/>
                <w:noProof/>
                <w:rtl/>
              </w:rPr>
              <w:t xml:space="preserve"> </w:t>
            </w:r>
            <w:r w:rsidR="000A4C2B" w:rsidRPr="000E7093">
              <w:rPr>
                <w:rStyle w:val="Hyperlink"/>
                <w:rFonts w:hint="eastAsia"/>
                <w:noProof/>
                <w:rtl/>
              </w:rPr>
              <w:t>ام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براى</w:t>
            </w:r>
            <w:r w:rsidR="000A4C2B" w:rsidRPr="000E7093">
              <w:rPr>
                <w:rStyle w:val="Hyperlink"/>
                <w:noProof/>
                <w:rtl/>
              </w:rPr>
              <w:t xml:space="preserve"> </w:t>
            </w:r>
            <w:r w:rsidR="000A4C2B" w:rsidRPr="000E7093">
              <w:rPr>
                <w:rStyle w:val="Hyperlink"/>
                <w:rFonts w:hint="eastAsia"/>
                <w:noProof/>
                <w:rtl/>
              </w:rPr>
              <w:t>اداى</w:t>
            </w:r>
            <w:r w:rsidR="000A4C2B" w:rsidRPr="000E7093">
              <w:rPr>
                <w:rStyle w:val="Hyperlink"/>
                <w:noProof/>
                <w:rtl/>
              </w:rPr>
              <w:t xml:space="preserve"> </w:t>
            </w:r>
            <w:r w:rsidR="000A4C2B" w:rsidRPr="000E7093">
              <w:rPr>
                <w:rStyle w:val="Hyperlink"/>
                <w:rFonts w:hint="eastAsia"/>
                <w:noProof/>
                <w:rtl/>
              </w:rPr>
              <w:t>دين</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394915194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159</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95" w:history="1">
            <w:r w:rsidR="000A4C2B" w:rsidRPr="000E7093">
              <w:rPr>
                <w:rStyle w:val="Hyperlink"/>
                <w:noProof/>
              </w:rPr>
              <w:t>31</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ذِكْرِ</w:t>
            </w:r>
            <w:r w:rsidR="000A4C2B" w:rsidRPr="000E7093">
              <w:rPr>
                <w:rStyle w:val="Hyperlink"/>
                <w:noProof/>
                <w:rtl/>
              </w:rPr>
              <w:t xml:space="preserve"> </w:t>
            </w:r>
            <w:r w:rsidR="000A4C2B" w:rsidRPr="000E7093">
              <w:rPr>
                <w:rStyle w:val="Hyperlink"/>
                <w:rFonts w:hint="eastAsia"/>
                <w:noProof/>
                <w:rtl/>
              </w:rPr>
              <w:t>التَّوْبَةِ</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طَلَبِهَا</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394915195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161</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96"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سى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يكم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ذكر</w:t>
            </w:r>
            <w:r w:rsidR="000A4C2B" w:rsidRPr="000E7093">
              <w:rPr>
                <w:rStyle w:val="Hyperlink"/>
                <w:noProof/>
                <w:rtl/>
              </w:rPr>
              <w:t xml:space="preserve"> </w:t>
            </w:r>
            <w:r w:rsidR="000A4C2B" w:rsidRPr="000E7093">
              <w:rPr>
                <w:rStyle w:val="Hyperlink"/>
                <w:rFonts w:hint="eastAsia"/>
                <w:noProof/>
                <w:rtl/>
              </w:rPr>
              <w:t>توبه</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خداى</w:t>
            </w:r>
            <w:r w:rsidR="000A4C2B" w:rsidRPr="000E7093">
              <w:rPr>
                <w:rStyle w:val="Hyperlink"/>
                <w:noProof/>
                <w:rtl/>
              </w:rPr>
              <w:t xml:space="preserve"> </w:t>
            </w:r>
            <w:r w:rsidR="000A4C2B" w:rsidRPr="000E7093">
              <w:rPr>
                <w:rStyle w:val="Hyperlink"/>
                <w:rFonts w:hint="eastAsia"/>
                <w:noProof/>
                <w:rtl/>
              </w:rPr>
              <w:t>تعالى</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394915196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164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97" w:history="1">
            <w:r w:rsidR="000A4C2B" w:rsidRPr="000E7093">
              <w:rPr>
                <w:rStyle w:val="Hyperlink"/>
                <w:noProof/>
              </w:rPr>
              <w:t>32</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بَعْدَ</w:t>
            </w:r>
            <w:r w:rsidR="000A4C2B" w:rsidRPr="000E7093">
              <w:rPr>
                <w:rStyle w:val="Hyperlink"/>
                <w:noProof/>
                <w:rtl/>
              </w:rPr>
              <w:t xml:space="preserve"> </w:t>
            </w:r>
            <w:r w:rsidR="000A4C2B" w:rsidRPr="000E7093">
              <w:rPr>
                <w:rStyle w:val="Hyperlink"/>
                <w:rFonts w:hint="eastAsia"/>
                <w:noProof/>
                <w:rtl/>
              </w:rPr>
              <w:t>الْفَرَاغِ</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صَلاةِ</w:t>
            </w:r>
            <w:r w:rsidR="000A4C2B" w:rsidRPr="000E7093">
              <w:rPr>
                <w:rStyle w:val="Hyperlink"/>
                <w:noProof/>
                <w:rtl/>
              </w:rPr>
              <w:t xml:space="preserve"> </w:t>
            </w:r>
            <w:r w:rsidR="000A4C2B" w:rsidRPr="000E7093">
              <w:rPr>
                <w:rStyle w:val="Hyperlink"/>
                <w:rFonts w:hint="eastAsia"/>
                <w:noProof/>
                <w:rtl/>
              </w:rPr>
              <w:t>اللَّيْلِ</w:t>
            </w:r>
            <w:r w:rsidR="000A4C2B" w:rsidRPr="000E7093">
              <w:rPr>
                <w:rStyle w:val="Hyperlink"/>
                <w:noProof/>
                <w:rtl/>
              </w:rPr>
              <w:t xml:space="preserve"> </w:t>
            </w:r>
            <w:r w:rsidR="000A4C2B" w:rsidRPr="000E7093">
              <w:rPr>
                <w:rStyle w:val="Hyperlink"/>
                <w:rFonts w:hint="eastAsia"/>
                <w:noProof/>
                <w:rtl/>
              </w:rPr>
              <w:t>لِنَفْسِهِ</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الاعْتِرَافِ</w:t>
            </w:r>
            <w:r w:rsidR="000A4C2B" w:rsidRPr="000E7093">
              <w:rPr>
                <w:rStyle w:val="Hyperlink"/>
                <w:noProof/>
                <w:rtl/>
              </w:rPr>
              <w:t xml:space="preserve"> </w:t>
            </w:r>
            <w:r w:rsidR="000A4C2B" w:rsidRPr="000E7093">
              <w:rPr>
                <w:rStyle w:val="Hyperlink"/>
                <w:rFonts w:hint="eastAsia"/>
                <w:noProof/>
                <w:rtl/>
              </w:rPr>
              <w:t>بِالذَّنْبِ</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394915197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170</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98"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سى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دوم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پس</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نماز</w:t>
            </w:r>
            <w:r w:rsidR="000A4C2B" w:rsidRPr="000E7093">
              <w:rPr>
                <w:rStyle w:val="Hyperlink"/>
                <w:noProof/>
                <w:rtl/>
              </w:rPr>
              <w:t xml:space="preserve"> </w:t>
            </w:r>
            <w:r w:rsidR="000A4C2B" w:rsidRPr="000E7093">
              <w:rPr>
                <w:rStyle w:val="Hyperlink"/>
                <w:rFonts w:hint="eastAsia"/>
                <w:noProof/>
                <w:rtl/>
              </w:rPr>
              <w:t>شب</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اعتراف</w:t>
            </w:r>
            <w:r w:rsidR="000A4C2B" w:rsidRPr="000E7093">
              <w:rPr>
                <w:rStyle w:val="Hyperlink"/>
                <w:noProof/>
                <w:rtl/>
              </w:rPr>
              <w:t xml:space="preserve"> </w:t>
            </w:r>
            <w:r w:rsidR="000A4C2B" w:rsidRPr="000E7093">
              <w:rPr>
                <w:rStyle w:val="Hyperlink"/>
                <w:rFonts w:hint="eastAsia"/>
                <w:noProof/>
                <w:rtl/>
              </w:rPr>
              <w:t>به</w:t>
            </w:r>
            <w:r w:rsidR="000A4C2B" w:rsidRPr="000E7093">
              <w:rPr>
                <w:rStyle w:val="Hyperlink"/>
                <w:noProof/>
                <w:rtl/>
              </w:rPr>
              <w:t xml:space="preserve"> </w:t>
            </w:r>
            <w:r w:rsidR="000A4C2B" w:rsidRPr="000E7093">
              <w:rPr>
                <w:rStyle w:val="Hyperlink"/>
                <w:rFonts w:hint="eastAsia"/>
                <w:noProof/>
                <w:rtl/>
              </w:rPr>
              <w:t>تقصير</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394915198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174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199" w:history="1">
            <w:r w:rsidR="000A4C2B" w:rsidRPr="000E7093">
              <w:rPr>
                <w:rStyle w:val="Hyperlink"/>
                <w:noProof/>
              </w:rPr>
              <w:t>33</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الاسْتِخَارَةِ</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394915199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180</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00"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سى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سوم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هنگام</w:t>
            </w:r>
            <w:r w:rsidR="000A4C2B" w:rsidRPr="000E7093">
              <w:rPr>
                <w:rStyle w:val="Hyperlink"/>
                <w:noProof/>
                <w:rtl/>
              </w:rPr>
              <w:t xml:space="preserve"> </w:t>
            </w:r>
            <w:r w:rsidR="000A4C2B" w:rsidRPr="000E7093">
              <w:rPr>
                <w:rStyle w:val="Hyperlink"/>
                <w:rFonts w:hint="eastAsia"/>
                <w:noProof/>
                <w:rtl/>
              </w:rPr>
              <w:t>استخاره</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394915200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180</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01" w:history="1">
            <w:r w:rsidR="000A4C2B" w:rsidRPr="000E7093">
              <w:rPr>
                <w:rStyle w:val="Hyperlink"/>
                <w:noProof/>
              </w:rPr>
              <w:t>34</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ابْتُلِىَ</w:t>
            </w:r>
            <w:r w:rsidR="000A4C2B" w:rsidRPr="000E7093">
              <w:rPr>
                <w:rStyle w:val="Hyperlink"/>
                <w:noProof/>
                <w:rtl/>
              </w:rPr>
              <w:t xml:space="preserve"> </w:t>
            </w:r>
            <w:r w:rsidR="000A4C2B" w:rsidRPr="000E7093">
              <w:rPr>
                <w:rStyle w:val="Hyperlink"/>
                <w:rFonts w:hint="eastAsia"/>
                <w:noProof/>
                <w:rtl/>
              </w:rPr>
              <w:t>أَوْ</w:t>
            </w:r>
            <w:r w:rsidR="000A4C2B" w:rsidRPr="000E7093">
              <w:rPr>
                <w:rStyle w:val="Hyperlink"/>
                <w:noProof/>
                <w:rtl/>
              </w:rPr>
              <w:t xml:space="preserve"> </w:t>
            </w:r>
            <w:r w:rsidR="000A4C2B" w:rsidRPr="000E7093">
              <w:rPr>
                <w:rStyle w:val="Hyperlink"/>
                <w:rFonts w:hint="eastAsia"/>
                <w:noProof/>
                <w:rtl/>
              </w:rPr>
              <w:t>رَأَى</w:t>
            </w:r>
            <w:r w:rsidR="000A4C2B" w:rsidRPr="000E7093">
              <w:rPr>
                <w:rStyle w:val="Hyperlink"/>
                <w:noProof/>
                <w:rtl/>
              </w:rPr>
              <w:t xml:space="preserve"> </w:t>
            </w:r>
            <w:r w:rsidR="000A4C2B" w:rsidRPr="000E7093">
              <w:rPr>
                <w:rStyle w:val="Hyperlink"/>
                <w:rFonts w:hint="eastAsia"/>
                <w:noProof/>
                <w:rtl/>
              </w:rPr>
              <w:t>مُبْتَلًى</w:t>
            </w:r>
            <w:r w:rsidR="000A4C2B" w:rsidRPr="000E7093">
              <w:rPr>
                <w:rStyle w:val="Hyperlink"/>
                <w:noProof/>
                <w:rtl/>
              </w:rPr>
              <w:t xml:space="preserve"> </w:t>
            </w:r>
            <w:r w:rsidR="000A4C2B" w:rsidRPr="000E7093">
              <w:rPr>
                <w:rStyle w:val="Hyperlink"/>
                <w:rFonts w:hint="eastAsia"/>
                <w:noProof/>
                <w:rtl/>
              </w:rPr>
              <w:t>بِفَضِيحَةٍ</w:t>
            </w:r>
            <w:r w:rsidR="000A4C2B" w:rsidRPr="000E7093">
              <w:rPr>
                <w:rStyle w:val="Hyperlink"/>
                <w:noProof/>
                <w:rtl/>
              </w:rPr>
              <w:t xml:space="preserve"> </w:t>
            </w:r>
            <w:r w:rsidR="000A4C2B" w:rsidRPr="000E7093">
              <w:rPr>
                <w:rStyle w:val="Hyperlink"/>
                <w:rFonts w:hint="eastAsia"/>
                <w:noProof/>
                <w:rtl/>
              </w:rPr>
              <w:t>بِذَنْبٍ</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394915201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182</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02"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سى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چهارم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هرگاه</w:t>
            </w:r>
            <w:r w:rsidR="000A4C2B" w:rsidRPr="000E7093">
              <w:rPr>
                <w:rStyle w:val="Hyperlink"/>
                <w:noProof/>
                <w:rtl/>
              </w:rPr>
              <w:t xml:space="preserve"> </w:t>
            </w:r>
            <w:r w:rsidR="000A4C2B" w:rsidRPr="000E7093">
              <w:rPr>
                <w:rStyle w:val="Hyperlink"/>
                <w:rFonts w:hint="eastAsia"/>
                <w:noProof/>
                <w:rtl/>
              </w:rPr>
              <w:t>مبتلا</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شد</w:t>
            </w:r>
            <w:r w:rsidR="000A4C2B" w:rsidRPr="000E7093">
              <w:rPr>
                <w:rStyle w:val="Hyperlink"/>
                <w:noProof/>
                <w:rtl/>
              </w:rPr>
              <w:t xml:space="preserve"> </w:t>
            </w:r>
            <w:r w:rsidR="000A4C2B" w:rsidRPr="000E7093">
              <w:rPr>
                <w:rStyle w:val="Hyperlink"/>
                <w:rFonts w:hint="eastAsia"/>
                <w:noProof/>
                <w:rtl/>
              </w:rPr>
              <w:t>يا</w:t>
            </w:r>
            <w:r w:rsidR="000A4C2B" w:rsidRPr="000E7093">
              <w:rPr>
                <w:rStyle w:val="Hyperlink"/>
                <w:noProof/>
                <w:rtl/>
              </w:rPr>
              <w:t xml:space="preserve"> </w:t>
            </w:r>
            <w:r w:rsidR="000A4C2B" w:rsidRPr="000E7093">
              <w:rPr>
                <w:rStyle w:val="Hyperlink"/>
                <w:rFonts w:hint="eastAsia"/>
                <w:noProof/>
                <w:rtl/>
              </w:rPr>
              <w:t>مبتلايى</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ديد</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394915202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182</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03" w:history="1">
            <w:r w:rsidR="000A4C2B" w:rsidRPr="000E7093">
              <w:rPr>
                <w:rStyle w:val="Hyperlink"/>
                <w:noProof/>
              </w:rPr>
              <w:t>35</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الرِّضَا</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نَظَرَ</w:t>
            </w:r>
            <w:r w:rsidR="000A4C2B" w:rsidRPr="000E7093">
              <w:rPr>
                <w:rStyle w:val="Hyperlink"/>
                <w:noProof/>
                <w:rtl/>
              </w:rPr>
              <w:t xml:space="preserve"> </w:t>
            </w:r>
            <w:r w:rsidR="000A4C2B" w:rsidRPr="000E7093">
              <w:rPr>
                <w:rStyle w:val="Hyperlink"/>
                <w:rFonts w:hint="eastAsia"/>
                <w:noProof/>
                <w:rtl/>
              </w:rPr>
              <w:t>إِلَى</w:t>
            </w:r>
            <w:r w:rsidR="000A4C2B" w:rsidRPr="000E7093">
              <w:rPr>
                <w:rStyle w:val="Hyperlink"/>
                <w:noProof/>
                <w:rtl/>
              </w:rPr>
              <w:t xml:space="preserve"> </w:t>
            </w:r>
            <w:r w:rsidR="000A4C2B" w:rsidRPr="000E7093">
              <w:rPr>
                <w:rStyle w:val="Hyperlink"/>
                <w:rFonts w:hint="eastAsia"/>
                <w:noProof/>
                <w:rtl/>
              </w:rPr>
              <w:t>أَصْحَابِ</w:t>
            </w:r>
            <w:r w:rsidR="000A4C2B" w:rsidRPr="000E7093">
              <w:rPr>
                <w:rStyle w:val="Hyperlink"/>
                <w:noProof/>
                <w:rtl/>
              </w:rPr>
              <w:t xml:space="preserve"> </w:t>
            </w:r>
            <w:r w:rsidR="000A4C2B" w:rsidRPr="000E7093">
              <w:rPr>
                <w:rStyle w:val="Hyperlink"/>
                <w:rFonts w:hint="eastAsia"/>
                <w:noProof/>
                <w:rtl/>
              </w:rPr>
              <w:t>الدُّنْيَا</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394915203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184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04"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سى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پنجم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رضا</w:t>
            </w:r>
            <w:r w:rsidR="000A4C2B" w:rsidRPr="000E7093">
              <w:rPr>
                <w:rStyle w:val="Hyperlink"/>
                <w:noProof/>
                <w:rtl/>
              </w:rPr>
              <w:t xml:space="preserve"> </w:t>
            </w:r>
            <w:r w:rsidR="000A4C2B" w:rsidRPr="000E7093">
              <w:rPr>
                <w:rStyle w:val="Hyperlink"/>
                <w:rFonts w:hint="eastAsia"/>
                <w:noProof/>
                <w:rtl/>
              </w:rPr>
              <w:t>به</w:t>
            </w:r>
            <w:r w:rsidR="000A4C2B" w:rsidRPr="000E7093">
              <w:rPr>
                <w:rStyle w:val="Hyperlink"/>
                <w:noProof/>
                <w:rtl/>
              </w:rPr>
              <w:t xml:space="preserve"> </w:t>
            </w:r>
            <w:r w:rsidR="000A4C2B" w:rsidRPr="000E7093">
              <w:rPr>
                <w:rStyle w:val="Hyperlink"/>
                <w:rFonts w:hint="eastAsia"/>
                <w:noProof/>
                <w:rtl/>
              </w:rPr>
              <w:t>تقدير</w:t>
            </w:r>
            <w:r w:rsidR="000A4C2B" w:rsidRPr="000E7093">
              <w:rPr>
                <w:rStyle w:val="Hyperlink"/>
                <w:noProof/>
                <w:rtl/>
              </w:rPr>
              <w:t xml:space="preserve"> </w:t>
            </w:r>
            <w:r w:rsidR="000A4C2B" w:rsidRPr="000E7093">
              <w:rPr>
                <w:rStyle w:val="Hyperlink"/>
                <w:rFonts w:hint="eastAsia"/>
                <w:noProof/>
                <w:rtl/>
              </w:rPr>
              <w:t>الهى</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394915204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184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05" w:history="1">
            <w:r w:rsidR="000A4C2B" w:rsidRPr="000E7093">
              <w:rPr>
                <w:rStyle w:val="Hyperlink"/>
                <w:noProof/>
              </w:rPr>
              <w:t>36</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نَظَرَ</w:t>
            </w:r>
            <w:r w:rsidR="000A4C2B" w:rsidRPr="000E7093">
              <w:rPr>
                <w:rStyle w:val="Hyperlink"/>
                <w:noProof/>
                <w:rtl/>
              </w:rPr>
              <w:t xml:space="preserve"> </w:t>
            </w:r>
            <w:r w:rsidR="000A4C2B" w:rsidRPr="000E7093">
              <w:rPr>
                <w:rStyle w:val="Hyperlink"/>
                <w:rFonts w:hint="eastAsia"/>
                <w:noProof/>
                <w:rtl/>
              </w:rPr>
              <w:t>إِلَى</w:t>
            </w:r>
            <w:r w:rsidR="000A4C2B" w:rsidRPr="000E7093">
              <w:rPr>
                <w:rStyle w:val="Hyperlink"/>
                <w:noProof/>
                <w:rtl/>
              </w:rPr>
              <w:t xml:space="preserve"> </w:t>
            </w:r>
            <w:r w:rsidR="000A4C2B" w:rsidRPr="000E7093">
              <w:rPr>
                <w:rStyle w:val="Hyperlink"/>
                <w:rFonts w:hint="eastAsia"/>
                <w:noProof/>
                <w:rtl/>
              </w:rPr>
              <w:t>السَّحَابِ</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الْبَرْقِ</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سَمِعَ</w:t>
            </w:r>
            <w:r w:rsidR="000A4C2B" w:rsidRPr="000E7093">
              <w:rPr>
                <w:rStyle w:val="Hyperlink"/>
                <w:noProof/>
                <w:rtl/>
              </w:rPr>
              <w:t xml:space="preserve"> </w:t>
            </w:r>
            <w:r w:rsidR="000A4C2B" w:rsidRPr="000E7093">
              <w:rPr>
                <w:rStyle w:val="Hyperlink"/>
                <w:rFonts w:hint="eastAsia"/>
                <w:noProof/>
                <w:rtl/>
              </w:rPr>
              <w:t>صَوْتَ</w:t>
            </w:r>
            <w:r w:rsidR="000A4C2B" w:rsidRPr="000E7093">
              <w:rPr>
                <w:rStyle w:val="Hyperlink"/>
                <w:noProof/>
                <w:rtl/>
              </w:rPr>
              <w:t xml:space="preserve"> </w:t>
            </w:r>
            <w:r w:rsidR="000A4C2B" w:rsidRPr="000E7093">
              <w:rPr>
                <w:rStyle w:val="Hyperlink"/>
                <w:rFonts w:hint="eastAsia"/>
                <w:noProof/>
                <w:rtl/>
              </w:rPr>
              <w:t>الرَّعْدِ</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394915205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186</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06"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سى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ششم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hint="eastAsia"/>
                <w:noProof/>
                <w:rtl/>
              </w:rPr>
              <w:t>چون</w:t>
            </w:r>
            <w:r w:rsidR="000A4C2B" w:rsidRPr="000E7093">
              <w:rPr>
                <w:rStyle w:val="Hyperlink"/>
                <w:noProof/>
                <w:rtl/>
              </w:rPr>
              <w:t xml:space="preserve"> </w:t>
            </w:r>
            <w:r w:rsidR="000A4C2B" w:rsidRPr="000E7093">
              <w:rPr>
                <w:rStyle w:val="Hyperlink"/>
                <w:rFonts w:hint="eastAsia"/>
                <w:noProof/>
                <w:rtl/>
              </w:rPr>
              <w:t>ابر</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برق</w:t>
            </w:r>
            <w:r w:rsidR="000A4C2B" w:rsidRPr="000E7093">
              <w:rPr>
                <w:rStyle w:val="Hyperlink"/>
                <w:noProof/>
                <w:rtl/>
              </w:rPr>
              <w:t xml:space="preserve"> </w:t>
            </w:r>
            <w:r w:rsidR="000A4C2B" w:rsidRPr="000E7093">
              <w:rPr>
                <w:rStyle w:val="Hyperlink"/>
                <w:rFonts w:hint="eastAsia"/>
                <w:noProof/>
                <w:rtl/>
              </w:rPr>
              <w:t>را</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ديد</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آواز</w:t>
            </w:r>
            <w:r w:rsidR="000A4C2B" w:rsidRPr="000E7093">
              <w:rPr>
                <w:rStyle w:val="Hyperlink"/>
                <w:noProof/>
                <w:rtl/>
              </w:rPr>
              <w:t xml:space="preserve"> </w:t>
            </w:r>
            <w:r w:rsidR="000A4C2B" w:rsidRPr="000E7093">
              <w:rPr>
                <w:rStyle w:val="Hyperlink"/>
                <w:rFonts w:hint="eastAsia"/>
                <w:noProof/>
                <w:rtl/>
              </w:rPr>
              <w:t>رعد</w:t>
            </w:r>
            <w:r w:rsidR="000A4C2B" w:rsidRPr="000E7093">
              <w:rPr>
                <w:rStyle w:val="Hyperlink"/>
                <w:noProof/>
                <w:rtl/>
              </w:rPr>
              <w:t xml:space="preserve"> </w:t>
            </w:r>
            <w:r w:rsidR="000A4C2B" w:rsidRPr="000E7093">
              <w:rPr>
                <w:rStyle w:val="Hyperlink"/>
                <w:rFonts w:hint="eastAsia"/>
                <w:noProof/>
                <w:rtl/>
              </w:rPr>
              <w:t>را</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شنيد</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394915206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187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07" w:history="1">
            <w:r w:rsidR="000A4C2B" w:rsidRPr="000E7093">
              <w:rPr>
                <w:rStyle w:val="Hyperlink"/>
                <w:noProof/>
              </w:rPr>
              <w:t>37</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اعْتَرَفَ</w:t>
            </w:r>
            <w:r w:rsidR="000A4C2B" w:rsidRPr="000E7093">
              <w:rPr>
                <w:rStyle w:val="Hyperlink"/>
                <w:noProof/>
                <w:rtl/>
              </w:rPr>
              <w:t xml:space="preserve"> </w:t>
            </w:r>
            <w:r w:rsidR="000A4C2B" w:rsidRPr="000E7093">
              <w:rPr>
                <w:rStyle w:val="Hyperlink"/>
                <w:rFonts w:hint="eastAsia"/>
                <w:noProof/>
                <w:rtl/>
              </w:rPr>
              <w:t>بِالتَّقْصِيرِ</w:t>
            </w:r>
            <w:r w:rsidR="000A4C2B" w:rsidRPr="000E7093">
              <w:rPr>
                <w:rStyle w:val="Hyperlink"/>
                <w:noProof/>
                <w:rtl/>
              </w:rPr>
              <w:t xml:space="preserve"> </w:t>
            </w:r>
            <w:r w:rsidR="000A4C2B" w:rsidRPr="000E7093">
              <w:rPr>
                <w:rStyle w:val="Hyperlink"/>
                <w:rFonts w:hint="eastAsia"/>
                <w:noProof/>
                <w:rtl/>
              </w:rPr>
              <w:t>عَنْ</w:t>
            </w:r>
            <w:r w:rsidR="000A4C2B" w:rsidRPr="000E7093">
              <w:rPr>
                <w:rStyle w:val="Hyperlink"/>
                <w:noProof/>
                <w:rtl/>
              </w:rPr>
              <w:t xml:space="preserve"> </w:t>
            </w:r>
            <w:r w:rsidR="000A4C2B" w:rsidRPr="000E7093">
              <w:rPr>
                <w:rStyle w:val="Hyperlink"/>
                <w:rFonts w:hint="eastAsia"/>
                <w:noProof/>
                <w:rtl/>
              </w:rPr>
              <w:t>تَأْدِيَةِ</w:t>
            </w:r>
            <w:r w:rsidR="000A4C2B" w:rsidRPr="000E7093">
              <w:rPr>
                <w:rStyle w:val="Hyperlink"/>
                <w:noProof/>
                <w:rtl/>
              </w:rPr>
              <w:t xml:space="preserve"> </w:t>
            </w:r>
            <w:r w:rsidR="000A4C2B" w:rsidRPr="000E7093">
              <w:rPr>
                <w:rStyle w:val="Hyperlink"/>
                <w:rFonts w:hint="eastAsia"/>
                <w:noProof/>
                <w:rtl/>
              </w:rPr>
              <w:t>الشُّكْرِ</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394915207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189</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08"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سى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هفتم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اعتراف</w:t>
            </w:r>
            <w:r w:rsidR="000A4C2B" w:rsidRPr="000E7093">
              <w:rPr>
                <w:rStyle w:val="Hyperlink"/>
                <w:noProof/>
                <w:rtl/>
              </w:rPr>
              <w:t xml:space="preserve"> </w:t>
            </w:r>
            <w:r w:rsidR="000A4C2B" w:rsidRPr="000E7093">
              <w:rPr>
                <w:rStyle w:val="Hyperlink"/>
                <w:rFonts w:hint="eastAsia"/>
                <w:noProof/>
                <w:rtl/>
              </w:rPr>
              <w:t>به</w:t>
            </w:r>
            <w:r w:rsidR="000A4C2B" w:rsidRPr="000E7093">
              <w:rPr>
                <w:rStyle w:val="Hyperlink"/>
                <w:noProof/>
                <w:rtl/>
              </w:rPr>
              <w:t xml:space="preserve"> </w:t>
            </w:r>
            <w:r w:rsidR="000A4C2B" w:rsidRPr="000E7093">
              <w:rPr>
                <w:rStyle w:val="Hyperlink"/>
                <w:rFonts w:hint="eastAsia"/>
                <w:noProof/>
                <w:rtl/>
              </w:rPr>
              <w:t>تقصير</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اداى</w:t>
            </w:r>
            <w:r w:rsidR="000A4C2B" w:rsidRPr="000E7093">
              <w:rPr>
                <w:rStyle w:val="Hyperlink"/>
                <w:noProof/>
                <w:rtl/>
              </w:rPr>
              <w:t xml:space="preserve"> </w:t>
            </w:r>
            <w:r w:rsidR="000A4C2B" w:rsidRPr="000E7093">
              <w:rPr>
                <w:rStyle w:val="Hyperlink"/>
                <w:rFonts w:hint="eastAsia"/>
                <w:noProof/>
                <w:rtl/>
              </w:rPr>
              <w:t>شكر</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394915208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191</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09" w:history="1">
            <w:r w:rsidR="000A4C2B" w:rsidRPr="000E7093">
              <w:rPr>
                <w:rStyle w:val="Hyperlink"/>
                <w:noProof/>
              </w:rPr>
              <w:t>38</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الاعْتِذَارِ</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تَبِعَاتِ</w:t>
            </w:r>
            <w:r w:rsidR="000A4C2B" w:rsidRPr="000E7093">
              <w:rPr>
                <w:rStyle w:val="Hyperlink"/>
                <w:noProof/>
                <w:rtl/>
              </w:rPr>
              <w:t xml:space="preserve"> </w:t>
            </w:r>
            <w:r w:rsidR="000A4C2B" w:rsidRPr="000E7093">
              <w:rPr>
                <w:rStyle w:val="Hyperlink"/>
                <w:rFonts w:hint="eastAsia"/>
                <w:noProof/>
                <w:rtl/>
              </w:rPr>
              <w:t>الْعِبَادِ</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التَّقْصِيرِ</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حُقُوقِهِمْ</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فَكَاكِ</w:t>
            </w:r>
            <w:r w:rsidR="000A4C2B" w:rsidRPr="000E7093">
              <w:rPr>
                <w:rStyle w:val="Hyperlink"/>
                <w:noProof/>
                <w:rtl/>
              </w:rPr>
              <w:t xml:space="preserve"> </w:t>
            </w:r>
            <w:r w:rsidR="000A4C2B" w:rsidRPr="000E7093">
              <w:rPr>
                <w:rStyle w:val="Hyperlink"/>
                <w:rFonts w:hint="eastAsia"/>
                <w:noProof/>
                <w:rtl/>
              </w:rPr>
              <w:t>رَقَبَتِهِ</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النَّارِ</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394915209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194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10"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سى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هشتم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عذرخواهى</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تبعات</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كوتاهى</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اداى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noProof/>
                <w:vertAlign w:val="superscript"/>
                <w:rtl/>
              </w:rPr>
              <w:t>(99)</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رهايى</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آتش</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394915210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194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11" w:history="1">
            <w:r w:rsidR="000A4C2B" w:rsidRPr="000E7093">
              <w:rPr>
                <w:rStyle w:val="Hyperlink"/>
                <w:noProof/>
              </w:rPr>
              <w:t>39</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الْعَفْوِ</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الرَّحْمَةِ</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394915211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196</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12"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سى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نهم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عفو</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بخشايش</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394915212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197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13" w:history="1">
            <w:r w:rsidR="000A4C2B" w:rsidRPr="000E7093">
              <w:rPr>
                <w:rStyle w:val="Hyperlink"/>
                <w:noProof/>
              </w:rPr>
              <w:t>40</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نُعِىَ</w:t>
            </w:r>
            <w:r w:rsidR="000A4C2B" w:rsidRPr="000E7093">
              <w:rPr>
                <w:rStyle w:val="Hyperlink"/>
                <w:noProof/>
                <w:rtl/>
              </w:rPr>
              <w:t xml:space="preserve"> </w:t>
            </w:r>
            <w:r w:rsidR="000A4C2B" w:rsidRPr="000E7093">
              <w:rPr>
                <w:rStyle w:val="Hyperlink"/>
                <w:rFonts w:hint="eastAsia"/>
                <w:noProof/>
                <w:rtl/>
              </w:rPr>
              <w:t>إِلَيْهِ</w:t>
            </w:r>
            <w:r w:rsidR="000A4C2B" w:rsidRPr="000E7093">
              <w:rPr>
                <w:rStyle w:val="Hyperlink"/>
                <w:noProof/>
                <w:rtl/>
              </w:rPr>
              <w:t xml:space="preserve"> </w:t>
            </w:r>
            <w:r w:rsidR="000A4C2B" w:rsidRPr="000E7093">
              <w:rPr>
                <w:rStyle w:val="Hyperlink"/>
                <w:rFonts w:hint="eastAsia"/>
                <w:noProof/>
                <w:rtl/>
              </w:rPr>
              <w:t>مَيِّتٌ،</w:t>
            </w:r>
            <w:r w:rsidR="000A4C2B" w:rsidRPr="000E7093">
              <w:rPr>
                <w:rStyle w:val="Hyperlink"/>
                <w:noProof/>
                <w:rtl/>
              </w:rPr>
              <w:t xml:space="preserve"> </w:t>
            </w:r>
            <w:r w:rsidR="000A4C2B" w:rsidRPr="000E7093">
              <w:rPr>
                <w:rStyle w:val="Hyperlink"/>
                <w:rFonts w:hint="eastAsia"/>
                <w:noProof/>
                <w:rtl/>
              </w:rPr>
              <w:t>أَوْ</w:t>
            </w:r>
            <w:r w:rsidR="000A4C2B" w:rsidRPr="000E7093">
              <w:rPr>
                <w:rStyle w:val="Hyperlink"/>
                <w:noProof/>
                <w:rtl/>
              </w:rPr>
              <w:t xml:space="preserve"> </w:t>
            </w:r>
            <w:r w:rsidR="000A4C2B" w:rsidRPr="000E7093">
              <w:rPr>
                <w:rStyle w:val="Hyperlink"/>
                <w:rFonts w:hint="eastAsia"/>
                <w:noProof/>
                <w:rtl/>
              </w:rPr>
              <w:t>ذَكَرَ</w:t>
            </w:r>
            <w:r w:rsidR="000A4C2B" w:rsidRPr="000E7093">
              <w:rPr>
                <w:rStyle w:val="Hyperlink"/>
                <w:noProof/>
                <w:rtl/>
              </w:rPr>
              <w:t xml:space="preserve"> </w:t>
            </w:r>
            <w:r w:rsidR="000A4C2B" w:rsidRPr="000E7093">
              <w:rPr>
                <w:rStyle w:val="Hyperlink"/>
                <w:rFonts w:hint="eastAsia"/>
                <w:noProof/>
                <w:rtl/>
              </w:rPr>
              <w:t>الْمَوْتَ</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394915213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201</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14"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چهلم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هنگام</w:t>
            </w:r>
            <w:r w:rsidR="000A4C2B" w:rsidRPr="000E7093">
              <w:rPr>
                <w:rStyle w:val="Hyperlink"/>
                <w:noProof/>
                <w:rtl/>
              </w:rPr>
              <w:t xml:space="preserve"> </w:t>
            </w:r>
            <w:r w:rsidR="000A4C2B" w:rsidRPr="000E7093">
              <w:rPr>
                <w:rStyle w:val="Hyperlink"/>
                <w:rFonts w:hint="eastAsia"/>
                <w:noProof/>
                <w:rtl/>
              </w:rPr>
              <w:t>شنيدم</w:t>
            </w:r>
            <w:r w:rsidR="000A4C2B" w:rsidRPr="000E7093">
              <w:rPr>
                <w:rStyle w:val="Hyperlink"/>
                <w:noProof/>
                <w:rtl/>
              </w:rPr>
              <w:t xml:space="preserve"> </w:t>
            </w:r>
            <w:r w:rsidR="000A4C2B" w:rsidRPr="000E7093">
              <w:rPr>
                <w:rStyle w:val="Hyperlink"/>
                <w:rFonts w:hint="eastAsia"/>
                <w:noProof/>
                <w:rtl/>
              </w:rPr>
              <w:t>خبر</w:t>
            </w:r>
            <w:r w:rsidR="000A4C2B" w:rsidRPr="000E7093">
              <w:rPr>
                <w:rStyle w:val="Hyperlink"/>
                <w:noProof/>
                <w:rtl/>
              </w:rPr>
              <w:t xml:space="preserve"> </w:t>
            </w:r>
            <w:r w:rsidR="000A4C2B" w:rsidRPr="000E7093">
              <w:rPr>
                <w:rStyle w:val="Hyperlink"/>
                <w:rFonts w:hint="eastAsia"/>
                <w:noProof/>
                <w:rtl/>
              </w:rPr>
              <w:t>مرگ</w:t>
            </w:r>
            <w:r w:rsidR="000A4C2B" w:rsidRPr="000E7093">
              <w:rPr>
                <w:rStyle w:val="Hyperlink"/>
                <w:noProof/>
                <w:rtl/>
              </w:rPr>
              <w:t xml:space="preserve"> </w:t>
            </w:r>
            <w:r w:rsidR="000A4C2B" w:rsidRPr="000E7093">
              <w:rPr>
                <w:rStyle w:val="Hyperlink"/>
                <w:rFonts w:hint="eastAsia"/>
                <w:noProof/>
                <w:rtl/>
              </w:rPr>
              <w:t>كسى</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394915214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201</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15" w:history="1">
            <w:r w:rsidR="000A4C2B" w:rsidRPr="000E7093">
              <w:rPr>
                <w:rStyle w:val="Hyperlink"/>
                <w:noProof/>
              </w:rPr>
              <w:t>41</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السِّتْرِ</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الْوِقَايَةِ</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394915215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203</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16"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چهل</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يكم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پرده</w:t>
            </w:r>
            <w:r w:rsidR="000A4C2B" w:rsidRPr="000E7093">
              <w:rPr>
                <w:rStyle w:val="Hyperlink"/>
                <w:noProof/>
                <w:rtl/>
              </w:rPr>
              <w:t xml:space="preserve"> </w:t>
            </w:r>
            <w:r w:rsidR="000A4C2B" w:rsidRPr="000E7093">
              <w:rPr>
                <w:rStyle w:val="Hyperlink"/>
                <w:rFonts w:hint="eastAsia"/>
                <w:noProof/>
                <w:rtl/>
              </w:rPr>
              <w:t>پوشى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حفظ</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394915216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203</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17" w:history="1">
            <w:r w:rsidR="000A4C2B" w:rsidRPr="000E7093">
              <w:rPr>
                <w:rStyle w:val="Hyperlink"/>
                <w:noProof/>
              </w:rPr>
              <w:t>42</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عِنْدَ</w:t>
            </w:r>
            <w:r w:rsidR="000A4C2B" w:rsidRPr="000E7093">
              <w:rPr>
                <w:rStyle w:val="Hyperlink"/>
                <w:noProof/>
                <w:rtl/>
              </w:rPr>
              <w:t xml:space="preserve"> </w:t>
            </w:r>
            <w:r w:rsidR="000A4C2B" w:rsidRPr="000E7093">
              <w:rPr>
                <w:rStyle w:val="Hyperlink"/>
                <w:rFonts w:hint="eastAsia"/>
                <w:noProof/>
                <w:rtl/>
              </w:rPr>
              <w:t>خَتْمِ</w:t>
            </w:r>
            <w:r w:rsidR="000A4C2B" w:rsidRPr="000E7093">
              <w:rPr>
                <w:rStyle w:val="Hyperlink"/>
                <w:noProof/>
                <w:rtl/>
              </w:rPr>
              <w:t xml:space="preserve"> </w:t>
            </w:r>
            <w:r w:rsidR="000A4C2B" w:rsidRPr="000E7093">
              <w:rPr>
                <w:rStyle w:val="Hyperlink"/>
                <w:rFonts w:hint="eastAsia"/>
                <w:noProof/>
                <w:rtl/>
              </w:rPr>
              <w:t>الْقُرْآنِ</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394915217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205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18"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چهل</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دوم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پس</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ختم</w:t>
            </w:r>
            <w:r w:rsidR="000A4C2B" w:rsidRPr="000E7093">
              <w:rPr>
                <w:rStyle w:val="Hyperlink"/>
                <w:noProof/>
                <w:rtl/>
              </w:rPr>
              <w:t xml:space="preserve"> </w:t>
            </w:r>
            <w:r w:rsidR="000A4C2B" w:rsidRPr="000E7093">
              <w:rPr>
                <w:rStyle w:val="Hyperlink"/>
                <w:rFonts w:hint="eastAsia"/>
                <w:noProof/>
                <w:rtl/>
              </w:rPr>
              <w:t>قرآن</w:t>
            </w:r>
            <w:r w:rsidR="000A4C2B" w:rsidRPr="000E7093">
              <w:rPr>
                <w:rStyle w:val="Hyperlink"/>
                <w:noProof/>
                <w:rtl/>
              </w:rPr>
              <w:t xml:space="preserve"> </w:t>
            </w:r>
            <w:r w:rsidR="000A4C2B" w:rsidRPr="000E7093">
              <w:rPr>
                <w:rStyle w:val="Hyperlink"/>
                <w:noProof/>
                <w:vertAlign w:val="superscript"/>
                <w:rtl/>
              </w:rPr>
              <w:t>(102)</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394915218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208</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19" w:history="1">
            <w:r w:rsidR="000A4C2B" w:rsidRPr="000E7093">
              <w:rPr>
                <w:rStyle w:val="Hyperlink"/>
                <w:noProof/>
              </w:rPr>
              <w:t>43</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نَظَرَ</w:t>
            </w:r>
            <w:r w:rsidR="000A4C2B" w:rsidRPr="000E7093">
              <w:rPr>
                <w:rStyle w:val="Hyperlink"/>
                <w:noProof/>
                <w:rtl/>
              </w:rPr>
              <w:t xml:space="preserve"> </w:t>
            </w:r>
            <w:r w:rsidR="000A4C2B" w:rsidRPr="000E7093">
              <w:rPr>
                <w:rStyle w:val="Hyperlink"/>
                <w:rFonts w:hint="eastAsia"/>
                <w:noProof/>
                <w:rtl/>
              </w:rPr>
              <w:t>إِلَى</w:t>
            </w:r>
            <w:r w:rsidR="000A4C2B" w:rsidRPr="000E7093">
              <w:rPr>
                <w:rStyle w:val="Hyperlink"/>
                <w:noProof/>
                <w:rtl/>
              </w:rPr>
              <w:t xml:space="preserve"> </w:t>
            </w:r>
            <w:r w:rsidR="000A4C2B" w:rsidRPr="000E7093">
              <w:rPr>
                <w:rStyle w:val="Hyperlink"/>
                <w:rFonts w:hint="eastAsia"/>
                <w:noProof/>
                <w:rtl/>
              </w:rPr>
              <w:t>الْهِلالِ</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394915219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214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20"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چهل</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سوم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چون</w:t>
            </w:r>
            <w:r w:rsidR="000A4C2B" w:rsidRPr="000E7093">
              <w:rPr>
                <w:rStyle w:val="Hyperlink"/>
                <w:noProof/>
                <w:rtl/>
              </w:rPr>
              <w:t xml:space="preserve"> </w:t>
            </w:r>
            <w:r w:rsidR="000A4C2B" w:rsidRPr="000E7093">
              <w:rPr>
                <w:rStyle w:val="Hyperlink"/>
                <w:rFonts w:hint="eastAsia"/>
                <w:noProof/>
                <w:rtl/>
              </w:rPr>
              <w:t>جانب</w:t>
            </w:r>
            <w:r w:rsidR="000A4C2B" w:rsidRPr="000E7093">
              <w:rPr>
                <w:rStyle w:val="Hyperlink"/>
                <w:noProof/>
                <w:rtl/>
              </w:rPr>
              <w:t xml:space="preserve"> </w:t>
            </w:r>
            <w:r w:rsidR="000A4C2B" w:rsidRPr="000E7093">
              <w:rPr>
                <w:rStyle w:val="Hyperlink"/>
                <w:rFonts w:hint="eastAsia"/>
                <w:noProof/>
                <w:rtl/>
              </w:rPr>
              <w:t>ماه</w:t>
            </w:r>
            <w:r w:rsidR="000A4C2B" w:rsidRPr="000E7093">
              <w:rPr>
                <w:rStyle w:val="Hyperlink"/>
                <w:noProof/>
                <w:rtl/>
              </w:rPr>
              <w:t xml:space="preserve"> </w:t>
            </w:r>
            <w:r w:rsidR="000A4C2B" w:rsidRPr="000E7093">
              <w:rPr>
                <w:rStyle w:val="Hyperlink"/>
                <w:rFonts w:hint="eastAsia"/>
                <w:noProof/>
                <w:rtl/>
              </w:rPr>
              <w:t>نو</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نگريست</w:t>
            </w:r>
            <w:r w:rsidR="000A4C2B" w:rsidRPr="000E7093">
              <w:rPr>
                <w:rStyle w:val="Hyperlink"/>
                <w:noProof/>
                <w:rtl/>
              </w:rPr>
              <w:t xml:space="preserve"> </w:t>
            </w:r>
            <w:r w:rsidR="000A4C2B" w:rsidRPr="000E7093">
              <w:rPr>
                <w:rStyle w:val="Hyperlink"/>
                <w:noProof/>
                <w:vertAlign w:val="superscript"/>
                <w:rtl/>
              </w:rPr>
              <w:t>(105)</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394915220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215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21" w:history="1">
            <w:r w:rsidR="000A4C2B" w:rsidRPr="000E7093">
              <w:rPr>
                <w:rStyle w:val="Hyperlink"/>
                <w:noProof/>
              </w:rPr>
              <w:t>44</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إِذَا</w:t>
            </w:r>
            <w:r w:rsidR="000A4C2B" w:rsidRPr="000E7093">
              <w:rPr>
                <w:rStyle w:val="Hyperlink"/>
                <w:noProof/>
                <w:rtl/>
              </w:rPr>
              <w:t xml:space="preserve"> </w:t>
            </w:r>
            <w:r w:rsidR="000A4C2B" w:rsidRPr="000E7093">
              <w:rPr>
                <w:rStyle w:val="Hyperlink"/>
                <w:rFonts w:hint="eastAsia"/>
                <w:noProof/>
                <w:rtl/>
              </w:rPr>
              <w:t>دَخَلَ</w:t>
            </w:r>
            <w:r w:rsidR="000A4C2B" w:rsidRPr="000E7093">
              <w:rPr>
                <w:rStyle w:val="Hyperlink"/>
                <w:noProof/>
                <w:rtl/>
              </w:rPr>
              <w:t xml:space="preserve"> </w:t>
            </w:r>
            <w:r w:rsidR="000A4C2B" w:rsidRPr="000E7093">
              <w:rPr>
                <w:rStyle w:val="Hyperlink"/>
                <w:rFonts w:hint="eastAsia"/>
                <w:noProof/>
                <w:rtl/>
              </w:rPr>
              <w:t>شَهْرُ</w:t>
            </w:r>
            <w:r w:rsidR="000A4C2B" w:rsidRPr="000E7093">
              <w:rPr>
                <w:rStyle w:val="Hyperlink"/>
                <w:noProof/>
                <w:rtl/>
              </w:rPr>
              <w:t xml:space="preserve"> </w:t>
            </w:r>
            <w:r w:rsidR="000A4C2B" w:rsidRPr="000E7093">
              <w:rPr>
                <w:rStyle w:val="Hyperlink"/>
                <w:rFonts w:hint="eastAsia"/>
                <w:noProof/>
                <w:rtl/>
              </w:rPr>
              <w:t>رَمَضَانَ</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394915221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217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22"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چهل</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چهارم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چون</w:t>
            </w:r>
            <w:r w:rsidR="000A4C2B" w:rsidRPr="000E7093">
              <w:rPr>
                <w:rStyle w:val="Hyperlink"/>
                <w:noProof/>
                <w:rtl/>
              </w:rPr>
              <w:t xml:space="preserve"> </w:t>
            </w:r>
            <w:r w:rsidR="000A4C2B" w:rsidRPr="000E7093">
              <w:rPr>
                <w:rStyle w:val="Hyperlink"/>
                <w:rFonts w:hint="eastAsia"/>
                <w:noProof/>
                <w:rtl/>
              </w:rPr>
              <w:t>ماه</w:t>
            </w:r>
            <w:r w:rsidR="000A4C2B" w:rsidRPr="000E7093">
              <w:rPr>
                <w:rStyle w:val="Hyperlink"/>
                <w:noProof/>
                <w:rtl/>
              </w:rPr>
              <w:t xml:space="preserve"> </w:t>
            </w:r>
            <w:r w:rsidR="000A4C2B" w:rsidRPr="000E7093">
              <w:rPr>
                <w:rStyle w:val="Hyperlink"/>
                <w:rFonts w:hint="eastAsia"/>
                <w:noProof/>
                <w:rtl/>
              </w:rPr>
              <w:t>رمضان</w:t>
            </w:r>
            <w:r w:rsidR="000A4C2B" w:rsidRPr="000E7093">
              <w:rPr>
                <w:rStyle w:val="Hyperlink"/>
                <w:noProof/>
                <w:rtl/>
              </w:rPr>
              <w:t xml:space="preserve"> </w:t>
            </w:r>
            <w:r w:rsidR="000A4C2B" w:rsidRPr="000E7093">
              <w:rPr>
                <w:rStyle w:val="Hyperlink"/>
                <w:rFonts w:hint="eastAsia"/>
                <w:noProof/>
                <w:rtl/>
              </w:rPr>
              <w:t>فرا</w:t>
            </w:r>
            <w:r w:rsidR="000A4C2B" w:rsidRPr="000E7093">
              <w:rPr>
                <w:rStyle w:val="Hyperlink"/>
                <w:noProof/>
                <w:rtl/>
              </w:rPr>
              <w:t xml:space="preserve"> </w:t>
            </w:r>
            <w:r w:rsidR="000A4C2B" w:rsidRPr="000E7093">
              <w:rPr>
                <w:rStyle w:val="Hyperlink"/>
                <w:rFonts w:hint="eastAsia"/>
                <w:noProof/>
                <w:rtl/>
              </w:rPr>
              <w:t>مى</w:t>
            </w:r>
            <w:r w:rsidR="000A4C2B" w:rsidRPr="000E7093">
              <w:rPr>
                <w:rStyle w:val="Hyperlink"/>
                <w:noProof/>
                <w:rtl/>
              </w:rPr>
              <w:t xml:space="preserve"> </w:t>
            </w:r>
            <w:r w:rsidR="000A4C2B" w:rsidRPr="000E7093">
              <w:rPr>
                <w:rStyle w:val="Hyperlink"/>
                <w:rFonts w:hint="eastAsia"/>
                <w:noProof/>
                <w:rtl/>
              </w:rPr>
              <w:t>رسيد</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394915222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220</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23" w:history="1">
            <w:r w:rsidR="000A4C2B" w:rsidRPr="000E7093">
              <w:rPr>
                <w:rStyle w:val="Hyperlink"/>
                <w:noProof/>
              </w:rPr>
              <w:t>45</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وَدَاعِ</w:t>
            </w:r>
            <w:r w:rsidR="000A4C2B" w:rsidRPr="000E7093">
              <w:rPr>
                <w:rStyle w:val="Hyperlink"/>
                <w:noProof/>
                <w:rtl/>
              </w:rPr>
              <w:t xml:space="preserve"> </w:t>
            </w:r>
            <w:r w:rsidR="000A4C2B" w:rsidRPr="000E7093">
              <w:rPr>
                <w:rStyle w:val="Hyperlink"/>
                <w:rFonts w:hint="eastAsia"/>
                <w:noProof/>
                <w:rtl/>
              </w:rPr>
              <w:t>شَهْرِ</w:t>
            </w:r>
            <w:r w:rsidR="000A4C2B" w:rsidRPr="000E7093">
              <w:rPr>
                <w:rStyle w:val="Hyperlink"/>
                <w:noProof/>
                <w:rtl/>
              </w:rPr>
              <w:t xml:space="preserve"> </w:t>
            </w:r>
            <w:r w:rsidR="000A4C2B" w:rsidRPr="000E7093">
              <w:rPr>
                <w:rStyle w:val="Hyperlink"/>
                <w:rFonts w:hint="eastAsia"/>
                <w:noProof/>
                <w:rtl/>
              </w:rPr>
              <w:t>رَمَضَانَ</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394915223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224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24"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چهل</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پنجم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وداع</w:t>
            </w:r>
            <w:r w:rsidR="000A4C2B" w:rsidRPr="000E7093">
              <w:rPr>
                <w:rStyle w:val="Hyperlink"/>
                <w:noProof/>
                <w:rtl/>
              </w:rPr>
              <w:t xml:space="preserve"> </w:t>
            </w:r>
            <w:r w:rsidR="000A4C2B" w:rsidRPr="000E7093">
              <w:rPr>
                <w:rStyle w:val="Hyperlink"/>
                <w:rFonts w:hint="eastAsia"/>
                <w:noProof/>
                <w:rtl/>
              </w:rPr>
              <w:t>ماه</w:t>
            </w:r>
            <w:r w:rsidR="000A4C2B" w:rsidRPr="000E7093">
              <w:rPr>
                <w:rStyle w:val="Hyperlink"/>
                <w:noProof/>
                <w:rtl/>
              </w:rPr>
              <w:t xml:space="preserve"> </w:t>
            </w:r>
            <w:r w:rsidR="000A4C2B" w:rsidRPr="000E7093">
              <w:rPr>
                <w:rStyle w:val="Hyperlink"/>
                <w:rFonts w:hint="eastAsia"/>
                <w:noProof/>
                <w:rtl/>
              </w:rPr>
              <w:t>مبارك</w:t>
            </w:r>
            <w:r w:rsidR="000A4C2B" w:rsidRPr="000E7093">
              <w:rPr>
                <w:rStyle w:val="Hyperlink"/>
                <w:noProof/>
                <w:rtl/>
              </w:rPr>
              <w:t xml:space="preserve"> </w:t>
            </w:r>
            <w:r w:rsidR="000A4C2B" w:rsidRPr="000E7093">
              <w:rPr>
                <w:rStyle w:val="Hyperlink"/>
                <w:rFonts w:hint="eastAsia"/>
                <w:noProof/>
                <w:rtl/>
              </w:rPr>
              <w:t>رمضان</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394915224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230</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25" w:history="1">
            <w:r w:rsidR="000A4C2B" w:rsidRPr="000E7093">
              <w:rPr>
                <w:rStyle w:val="Hyperlink"/>
                <w:noProof/>
              </w:rPr>
              <w:t>46</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يَوْمِ</w:t>
            </w:r>
            <w:r w:rsidR="000A4C2B" w:rsidRPr="000E7093">
              <w:rPr>
                <w:rStyle w:val="Hyperlink"/>
                <w:noProof/>
                <w:rtl/>
              </w:rPr>
              <w:t xml:space="preserve"> </w:t>
            </w:r>
            <w:r w:rsidR="000A4C2B" w:rsidRPr="000E7093">
              <w:rPr>
                <w:rStyle w:val="Hyperlink"/>
                <w:rFonts w:hint="eastAsia"/>
                <w:noProof/>
                <w:rtl/>
              </w:rPr>
              <w:t>الْفِطْرِ</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394915225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239</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26"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چهل</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ششم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پس</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نماز</w:t>
            </w:r>
            <w:r w:rsidR="000A4C2B" w:rsidRPr="000E7093">
              <w:rPr>
                <w:rStyle w:val="Hyperlink"/>
                <w:noProof/>
                <w:rtl/>
              </w:rPr>
              <w:t xml:space="preserve"> </w:t>
            </w:r>
            <w:r w:rsidR="000A4C2B" w:rsidRPr="000E7093">
              <w:rPr>
                <w:rStyle w:val="Hyperlink"/>
                <w:rFonts w:hint="eastAsia"/>
                <w:noProof/>
                <w:rtl/>
              </w:rPr>
              <w:t>عيد</w:t>
            </w:r>
            <w:r w:rsidR="000A4C2B" w:rsidRPr="000E7093">
              <w:rPr>
                <w:rStyle w:val="Hyperlink"/>
                <w:noProof/>
                <w:rtl/>
              </w:rPr>
              <w:t xml:space="preserve"> </w:t>
            </w:r>
            <w:r w:rsidR="000A4C2B" w:rsidRPr="000E7093">
              <w:rPr>
                <w:rStyle w:val="Hyperlink"/>
                <w:rFonts w:hint="eastAsia"/>
                <w:noProof/>
                <w:rtl/>
              </w:rPr>
              <w:t>فطر</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جمعه</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394915226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241</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27" w:history="1">
            <w:r w:rsidR="000A4C2B" w:rsidRPr="000E7093">
              <w:rPr>
                <w:rStyle w:val="Hyperlink"/>
                <w:noProof/>
              </w:rPr>
              <w:t>47</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يَوْمِ</w:t>
            </w:r>
            <w:r w:rsidR="000A4C2B" w:rsidRPr="000E7093">
              <w:rPr>
                <w:rStyle w:val="Hyperlink"/>
                <w:noProof/>
                <w:rtl/>
              </w:rPr>
              <w:t xml:space="preserve"> </w:t>
            </w:r>
            <w:r w:rsidR="000A4C2B" w:rsidRPr="000E7093">
              <w:rPr>
                <w:rStyle w:val="Hyperlink"/>
                <w:rFonts w:hint="eastAsia"/>
                <w:noProof/>
                <w:rtl/>
              </w:rPr>
              <w:t>عَرَفَةَ</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394915227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245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28"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چهل</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هفتم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روز</w:t>
            </w:r>
            <w:r w:rsidR="000A4C2B" w:rsidRPr="000E7093">
              <w:rPr>
                <w:rStyle w:val="Hyperlink"/>
                <w:noProof/>
                <w:rtl/>
              </w:rPr>
              <w:t xml:space="preserve"> </w:t>
            </w:r>
            <w:r w:rsidR="000A4C2B" w:rsidRPr="000E7093">
              <w:rPr>
                <w:rStyle w:val="Hyperlink"/>
                <w:rFonts w:hint="eastAsia"/>
                <w:noProof/>
                <w:rtl/>
              </w:rPr>
              <w:t>عرفه</w:t>
            </w:r>
            <w:r w:rsidR="000A4C2B" w:rsidRPr="000E7093">
              <w:rPr>
                <w:rStyle w:val="Hyperlink"/>
                <w:noProof/>
                <w:rtl/>
              </w:rPr>
              <w:t xml:space="preserve"> </w:t>
            </w:r>
            <w:r w:rsidR="000A4C2B" w:rsidRPr="000E7093">
              <w:rPr>
                <w:rStyle w:val="Hyperlink"/>
                <w:noProof/>
                <w:vertAlign w:val="superscript"/>
                <w:rtl/>
              </w:rPr>
              <w:t>(119)</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394915228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257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29" w:history="1">
            <w:r w:rsidR="000A4C2B" w:rsidRPr="000E7093">
              <w:rPr>
                <w:rStyle w:val="Hyperlink"/>
                <w:noProof/>
              </w:rPr>
              <w:t>48</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يَوْمَ</w:t>
            </w:r>
            <w:r w:rsidR="000A4C2B" w:rsidRPr="000E7093">
              <w:rPr>
                <w:rStyle w:val="Hyperlink"/>
                <w:noProof/>
                <w:rtl/>
              </w:rPr>
              <w:t xml:space="preserve"> </w:t>
            </w:r>
            <w:r w:rsidR="000A4C2B" w:rsidRPr="000E7093">
              <w:rPr>
                <w:rStyle w:val="Hyperlink"/>
                <w:rFonts w:hint="eastAsia"/>
                <w:noProof/>
                <w:rtl/>
              </w:rPr>
              <w:t>الْأَضْحَى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يَوْمَ</w:t>
            </w:r>
            <w:r w:rsidR="000A4C2B" w:rsidRPr="000E7093">
              <w:rPr>
                <w:rStyle w:val="Hyperlink"/>
                <w:noProof/>
                <w:rtl/>
              </w:rPr>
              <w:t xml:space="preserve"> </w:t>
            </w:r>
            <w:r w:rsidR="000A4C2B" w:rsidRPr="000E7093">
              <w:rPr>
                <w:rStyle w:val="Hyperlink"/>
                <w:rFonts w:hint="eastAsia"/>
                <w:noProof/>
                <w:rtl/>
              </w:rPr>
              <w:t>الْجُمُعَةِ</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394915229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274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30"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چهل</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هشتم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روز</w:t>
            </w:r>
            <w:r w:rsidR="000A4C2B" w:rsidRPr="000E7093">
              <w:rPr>
                <w:rStyle w:val="Hyperlink"/>
                <w:noProof/>
                <w:rtl/>
              </w:rPr>
              <w:t xml:space="preserve"> </w:t>
            </w:r>
            <w:r w:rsidR="000A4C2B" w:rsidRPr="000E7093">
              <w:rPr>
                <w:rStyle w:val="Hyperlink"/>
                <w:rFonts w:hint="eastAsia"/>
                <w:noProof/>
                <w:rtl/>
              </w:rPr>
              <w:t>عيد</w:t>
            </w:r>
            <w:r w:rsidR="000A4C2B" w:rsidRPr="000E7093">
              <w:rPr>
                <w:rStyle w:val="Hyperlink"/>
                <w:noProof/>
                <w:rtl/>
              </w:rPr>
              <w:t xml:space="preserve"> </w:t>
            </w:r>
            <w:r w:rsidR="000A4C2B" w:rsidRPr="000E7093">
              <w:rPr>
                <w:rStyle w:val="Hyperlink"/>
                <w:rFonts w:hint="eastAsia"/>
                <w:noProof/>
                <w:rtl/>
              </w:rPr>
              <w:t>اضحى</w:t>
            </w:r>
            <w:r w:rsidR="000A4C2B" w:rsidRPr="000E7093">
              <w:rPr>
                <w:rStyle w:val="Hyperlink"/>
                <w:noProof/>
                <w:rtl/>
              </w:rPr>
              <w:t xml:space="preserve"> </w:t>
            </w:r>
            <w:r w:rsidR="000A4C2B" w:rsidRPr="000E7093">
              <w:rPr>
                <w:rStyle w:val="Hyperlink"/>
                <w:rFonts w:hint="eastAsia"/>
                <w:noProof/>
                <w:rtl/>
              </w:rPr>
              <w:t>قربان</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روز</w:t>
            </w:r>
            <w:r w:rsidR="000A4C2B" w:rsidRPr="000E7093">
              <w:rPr>
                <w:rStyle w:val="Hyperlink"/>
                <w:noProof/>
                <w:rtl/>
              </w:rPr>
              <w:t xml:space="preserve"> </w:t>
            </w:r>
            <w:r w:rsidR="000A4C2B" w:rsidRPr="000E7093">
              <w:rPr>
                <w:rStyle w:val="Hyperlink"/>
                <w:rFonts w:hint="eastAsia"/>
                <w:noProof/>
                <w:rtl/>
              </w:rPr>
              <w:t>جمعه</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394915230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278</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31" w:history="1">
            <w:r w:rsidR="000A4C2B" w:rsidRPr="000E7093">
              <w:rPr>
                <w:rStyle w:val="Hyperlink"/>
                <w:noProof/>
              </w:rPr>
              <w:t>49</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دِفَاعِ</w:t>
            </w:r>
            <w:r w:rsidR="000A4C2B" w:rsidRPr="000E7093">
              <w:rPr>
                <w:rStyle w:val="Hyperlink"/>
                <w:noProof/>
                <w:rtl/>
              </w:rPr>
              <w:t xml:space="preserve"> </w:t>
            </w:r>
            <w:r w:rsidR="000A4C2B" w:rsidRPr="000E7093">
              <w:rPr>
                <w:rStyle w:val="Hyperlink"/>
                <w:rFonts w:hint="eastAsia"/>
                <w:noProof/>
                <w:rtl/>
              </w:rPr>
              <w:t>كَيْدِ</w:t>
            </w:r>
            <w:r w:rsidR="000A4C2B" w:rsidRPr="000E7093">
              <w:rPr>
                <w:rStyle w:val="Hyperlink"/>
                <w:noProof/>
                <w:rtl/>
              </w:rPr>
              <w:t xml:space="preserve"> </w:t>
            </w:r>
            <w:r w:rsidR="000A4C2B" w:rsidRPr="000E7093">
              <w:rPr>
                <w:rStyle w:val="Hyperlink"/>
                <w:rFonts w:hint="eastAsia"/>
                <w:noProof/>
                <w:rtl/>
              </w:rPr>
              <w:t>الْأَعْدَاءِ،</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رَدِّ</w:t>
            </w:r>
            <w:r w:rsidR="000A4C2B" w:rsidRPr="000E7093">
              <w:rPr>
                <w:rStyle w:val="Hyperlink"/>
                <w:noProof/>
                <w:rtl/>
              </w:rPr>
              <w:t xml:space="preserve"> </w:t>
            </w:r>
            <w:r w:rsidR="000A4C2B" w:rsidRPr="000E7093">
              <w:rPr>
                <w:rStyle w:val="Hyperlink"/>
                <w:rFonts w:hint="eastAsia"/>
                <w:noProof/>
                <w:rtl/>
              </w:rPr>
              <w:t>بَأْسِهِمْ</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394915231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284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32"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چهل</w:t>
            </w:r>
            <w:r w:rsidR="000A4C2B" w:rsidRPr="000E7093">
              <w:rPr>
                <w:rStyle w:val="Hyperlink"/>
                <w:noProof/>
                <w:rtl/>
              </w:rPr>
              <w:t xml:space="preserve"> </w:t>
            </w:r>
            <w:r w:rsidR="000A4C2B" w:rsidRPr="000E7093">
              <w:rPr>
                <w:rStyle w:val="Hyperlink"/>
                <w:rFonts w:hint="eastAsia"/>
                <w:noProof/>
                <w:rtl/>
              </w:rPr>
              <w:t>ونهم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دفع</w:t>
            </w:r>
            <w:r w:rsidR="000A4C2B" w:rsidRPr="000E7093">
              <w:rPr>
                <w:rStyle w:val="Hyperlink"/>
                <w:noProof/>
                <w:rtl/>
              </w:rPr>
              <w:t xml:space="preserve"> </w:t>
            </w:r>
            <w:r w:rsidR="000A4C2B" w:rsidRPr="000E7093">
              <w:rPr>
                <w:rStyle w:val="Hyperlink"/>
                <w:rFonts w:hint="eastAsia"/>
                <w:noProof/>
                <w:rtl/>
              </w:rPr>
              <w:t>كيد</w:t>
            </w:r>
            <w:r w:rsidR="000A4C2B" w:rsidRPr="000E7093">
              <w:rPr>
                <w:rStyle w:val="Hyperlink"/>
                <w:noProof/>
                <w:rtl/>
              </w:rPr>
              <w:t xml:space="preserve"> </w:t>
            </w:r>
            <w:r w:rsidR="000A4C2B" w:rsidRPr="000E7093">
              <w:rPr>
                <w:rStyle w:val="Hyperlink"/>
                <w:rFonts w:hint="eastAsia"/>
                <w:noProof/>
                <w:rtl/>
              </w:rPr>
              <w:t>دشمن</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آزار</w:t>
            </w:r>
            <w:r w:rsidR="000A4C2B" w:rsidRPr="000E7093">
              <w:rPr>
                <w:rStyle w:val="Hyperlink"/>
                <w:noProof/>
                <w:rtl/>
              </w:rPr>
              <w:t xml:space="preserve"> </w:t>
            </w:r>
            <w:r w:rsidR="000A4C2B" w:rsidRPr="000E7093">
              <w:rPr>
                <w:rStyle w:val="Hyperlink"/>
                <w:rFonts w:hint="eastAsia"/>
                <w:noProof/>
                <w:rtl/>
              </w:rPr>
              <w:t>آنان</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394915232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286</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33" w:history="1">
            <w:r w:rsidR="000A4C2B" w:rsidRPr="000E7093">
              <w:rPr>
                <w:rStyle w:val="Hyperlink"/>
                <w:noProof/>
              </w:rPr>
              <w:t>50</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الرَّهْبَةِ</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394915233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290</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34"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پنجاه</w:t>
            </w:r>
            <w:r w:rsidR="000A4C2B" w:rsidRPr="000E7093">
              <w:rPr>
                <w:rStyle w:val="Hyperlink"/>
                <w:noProof/>
                <w:rtl/>
              </w:rPr>
              <w:t xml:space="preserve"> </w:t>
            </w:r>
            <w:r w:rsidR="000A4C2B" w:rsidRPr="000E7093">
              <w:rPr>
                <w:rStyle w:val="Hyperlink"/>
                <w:rFonts w:hint="eastAsia"/>
                <w:noProof/>
                <w:rtl/>
              </w:rPr>
              <w:t>ام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ترس</w:t>
            </w:r>
            <w:r w:rsidR="000A4C2B" w:rsidRPr="000E7093">
              <w:rPr>
                <w:rStyle w:val="Hyperlink"/>
                <w:noProof/>
                <w:rtl/>
              </w:rPr>
              <w:t xml:space="preserve"> </w:t>
            </w:r>
            <w:r w:rsidR="000A4C2B" w:rsidRPr="000E7093">
              <w:rPr>
                <w:rStyle w:val="Hyperlink"/>
                <w:rFonts w:hint="eastAsia"/>
                <w:noProof/>
                <w:rtl/>
              </w:rPr>
              <w:t>از</w:t>
            </w:r>
            <w:r w:rsidR="000A4C2B" w:rsidRPr="000E7093">
              <w:rPr>
                <w:rStyle w:val="Hyperlink"/>
                <w:noProof/>
                <w:rtl/>
              </w:rPr>
              <w:t xml:space="preserve"> </w:t>
            </w:r>
            <w:r w:rsidR="000A4C2B" w:rsidRPr="000E7093">
              <w:rPr>
                <w:rStyle w:val="Hyperlink"/>
                <w:rFonts w:hint="eastAsia"/>
                <w:noProof/>
                <w:rtl/>
              </w:rPr>
              <w:t>خدا</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394915234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291</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35" w:history="1">
            <w:r w:rsidR="000A4C2B" w:rsidRPr="000E7093">
              <w:rPr>
                <w:rStyle w:val="Hyperlink"/>
                <w:noProof/>
              </w:rPr>
              <w:t>51</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التَّضَرُّعِ</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الاسْتِكَانَةِ</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394915235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293</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36"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پنجاه</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يكم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زارى</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نياز</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394915236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294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37" w:history="1">
            <w:r w:rsidR="000A4C2B" w:rsidRPr="000E7093">
              <w:rPr>
                <w:rStyle w:val="Hyperlink"/>
                <w:noProof/>
              </w:rPr>
              <w:t>52</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الْإِلْحَاحِ</w:t>
            </w:r>
            <w:r w:rsidR="000A4C2B" w:rsidRPr="000E7093">
              <w:rPr>
                <w:rStyle w:val="Hyperlink"/>
                <w:noProof/>
                <w:rtl/>
              </w:rPr>
              <w:t xml:space="preserve"> </w:t>
            </w:r>
            <w:r w:rsidR="000A4C2B" w:rsidRPr="000E7093">
              <w:rPr>
                <w:rStyle w:val="Hyperlink"/>
                <w:rFonts w:hint="eastAsia"/>
                <w:noProof/>
                <w:rtl/>
              </w:rPr>
              <w:t>عَلَى</w:t>
            </w:r>
            <w:r w:rsidR="000A4C2B" w:rsidRPr="000E7093">
              <w:rPr>
                <w:rStyle w:val="Hyperlink"/>
                <w:noProof/>
                <w:rtl/>
              </w:rPr>
              <w:t xml:space="preserve"> </w:t>
            </w:r>
            <w:r w:rsidR="000A4C2B" w:rsidRPr="000E7093">
              <w:rPr>
                <w:rStyle w:val="Hyperlink"/>
                <w:rFonts w:hint="eastAsia"/>
                <w:noProof/>
                <w:rtl/>
              </w:rPr>
              <w:t>اللَّهِ</w:t>
            </w:r>
            <w:r w:rsidR="000A4C2B" w:rsidRPr="000E7093">
              <w:rPr>
                <w:rStyle w:val="Hyperlink"/>
                <w:noProof/>
                <w:rtl/>
              </w:rPr>
              <w:t xml:space="preserve"> </w:t>
            </w:r>
            <w:r w:rsidR="000A4C2B" w:rsidRPr="000E7093">
              <w:rPr>
                <w:rStyle w:val="Hyperlink"/>
                <w:rFonts w:hint="eastAsia"/>
                <w:noProof/>
                <w:rtl/>
              </w:rPr>
              <w:t>تَعَالَى</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394915237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298</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38"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پنجاه</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دوم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الحاح</w:t>
            </w:r>
            <w:r w:rsidR="000A4C2B" w:rsidRPr="000E7093">
              <w:rPr>
                <w:rStyle w:val="Hyperlink"/>
                <w:noProof/>
                <w:rtl/>
              </w:rPr>
              <w:t xml:space="preserve"> </w:t>
            </w:r>
            <w:r w:rsidR="000A4C2B" w:rsidRPr="000E7093">
              <w:rPr>
                <w:rStyle w:val="Hyperlink"/>
                <w:rFonts w:hint="eastAsia"/>
                <w:noProof/>
                <w:rtl/>
              </w:rPr>
              <w:t>به</w:t>
            </w:r>
            <w:r w:rsidR="000A4C2B" w:rsidRPr="000E7093">
              <w:rPr>
                <w:rStyle w:val="Hyperlink"/>
                <w:noProof/>
                <w:rtl/>
              </w:rPr>
              <w:t xml:space="preserve"> </w:t>
            </w:r>
            <w:r w:rsidR="000A4C2B" w:rsidRPr="000E7093">
              <w:rPr>
                <w:rStyle w:val="Hyperlink"/>
                <w:rFonts w:hint="eastAsia"/>
                <w:noProof/>
                <w:rtl/>
              </w:rPr>
              <w:t>خداى</w:t>
            </w:r>
            <w:r w:rsidR="000A4C2B" w:rsidRPr="000E7093">
              <w:rPr>
                <w:rStyle w:val="Hyperlink"/>
                <w:noProof/>
                <w:rtl/>
              </w:rPr>
              <w:t xml:space="preserve"> </w:t>
            </w:r>
            <w:r w:rsidR="000A4C2B" w:rsidRPr="000E7093">
              <w:rPr>
                <w:rStyle w:val="Hyperlink"/>
                <w:rFonts w:hint="eastAsia"/>
                <w:noProof/>
                <w:rtl/>
              </w:rPr>
              <w:t>تعالى</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394915238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299</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39" w:history="1">
            <w:r w:rsidR="000A4C2B" w:rsidRPr="000E7093">
              <w:rPr>
                <w:rStyle w:val="Hyperlink"/>
                <w:noProof/>
              </w:rPr>
              <w:t>53</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التَّذَلُّلِ</w:t>
            </w:r>
            <w:r w:rsidR="000A4C2B" w:rsidRPr="000E7093">
              <w:rPr>
                <w:rStyle w:val="Hyperlink"/>
                <w:noProof/>
                <w:rtl/>
              </w:rPr>
              <w:t xml:space="preserve"> </w:t>
            </w:r>
            <w:r w:rsidR="000A4C2B" w:rsidRPr="000E7093">
              <w:rPr>
                <w:rStyle w:val="Hyperlink"/>
                <w:rFonts w:hint="eastAsia"/>
                <w:noProof/>
                <w:rtl/>
              </w:rPr>
              <w:t>لِلَّهِ</w:t>
            </w:r>
            <w:r w:rsidR="000A4C2B" w:rsidRPr="000E7093">
              <w:rPr>
                <w:rStyle w:val="Hyperlink"/>
                <w:noProof/>
                <w:rtl/>
              </w:rPr>
              <w:t xml:space="preserve"> </w:t>
            </w:r>
            <w:r w:rsidR="000A4C2B" w:rsidRPr="000E7093">
              <w:rPr>
                <w:rStyle w:val="Hyperlink"/>
                <w:rFonts w:hint="eastAsia"/>
                <w:noProof/>
                <w:rtl/>
              </w:rPr>
              <w:t>عَزَّ</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جَلَّ</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394915239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302</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40"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پنجاه</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سوم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تذلل</w:t>
            </w:r>
            <w:r w:rsidR="000A4C2B" w:rsidRPr="000E7093">
              <w:rPr>
                <w:rStyle w:val="Hyperlink"/>
                <w:noProof/>
                <w:rtl/>
              </w:rPr>
              <w:t xml:space="preserve"> </w:t>
            </w:r>
            <w:r w:rsidR="000A4C2B" w:rsidRPr="000E7093">
              <w:rPr>
                <w:rStyle w:val="Hyperlink"/>
                <w:rFonts w:hint="eastAsia"/>
                <w:noProof/>
                <w:rtl/>
              </w:rPr>
              <w:t>براى</w:t>
            </w:r>
            <w:r w:rsidR="000A4C2B" w:rsidRPr="000E7093">
              <w:rPr>
                <w:rStyle w:val="Hyperlink"/>
                <w:noProof/>
                <w:rtl/>
              </w:rPr>
              <w:t xml:space="preserve"> </w:t>
            </w:r>
            <w:r w:rsidR="000A4C2B" w:rsidRPr="000E7093">
              <w:rPr>
                <w:rStyle w:val="Hyperlink"/>
                <w:rFonts w:hint="eastAsia"/>
                <w:noProof/>
                <w:rtl/>
              </w:rPr>
              <w:t>خداوند</w:t>
            </w:r>
            <w:r w:rsidR="000A4C2B" w:rsidRPr="000E7093">
              <w:rPr>
                <w:rStyle w:val="Hyperlink"/>
                <w:noProof/>
                <w:rtl/>
              </w:rPr>
              <w:t xml:space="preserve"> </w:t>
            </w:r>
            <w:r w:rsidR="000A4C2B" w:rsidRPr="000E7093">
              <w:rPr>
                <w:rStyle w:val="Hyperlink"/>
                <w:rFonts w:hint="eastAsia"/>
                <w:noProof/>
                <w:rtl/>
              </w:rPr>
              <w:t>عز</w:t>
            </w:r>
            <w:r w:rsidR="000A4C2B" w:rsidRPr="000E7093">
              <w:rPr>
                <w:rStyle w:val="Hyperlink"/>
                <w:noProof/>
                <w:rtl/>
              </w:rPr>
              <w:t xml:space="preserve"> </w:t>
            </w:r>
            <w:r w:rsidR="000A4C2B" w:rsidRPr="000E7093">
              <w:rPr>
                <w:rStyle w:val="Hyperlink"/>
                <w:rFonts w:hint="eastAsia"/>
                <w:noProof/>
                <w:rtl/>
              </w:rPr>
              <w:t>وجل</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394915240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302</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41" w:history="1">
            <w:r w:rsidR="000A4C2B" w:rsidRPr="000E7093">
              <w:rPr>
                <w:rStyle w:val="Hyperlink"/>
                <w:noProof/>
              </w:rPr>
              <w:t>54</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كَانَ</w:t>
            </w:r>
            <w:r w:rsidR="000A4C2B" w:rsidRPr="000E7093">
              <w:rPr>
                <w:rStyle w:val="Hyperlink"/>
                <w:noProof/>
                <w:rtl/>
              </w:rPr>
              <w:t xml:space="preserve"> </w:t>
            </w:r>
            <w:r w:rsidR="000A4C2B" w:rsidRPr="000E7093">
              <w:rPr>
                <w:rStyle w:val="Hyperlink"/>
                <w:rFonts w:hint="eastAsia"/>
                <w:noProof/>
                <w:rtl/>
              </w:rPr>
              <w:t>مِنْ</w:t>
            </w:r>
            <w:r w:rsidR="000A4C2B" w:rsidRPr="000E7093">
              <w:rPr>
                <w:rStyle w:val="Hyperlink"/>
                <w:noProof/>
                <w:rtl/>
              </w:rPr>
              <w:t xml:space="preserve"> </w:t>
            </w:r>
            <w:r w:rsidR="000A4C2B" w:rsidRPr="000E7093">
              <w:rPr>
                <w:rStyle w:val="Hyperlink"/>
                <w:rFonts w:hint="eastAsia"/>
                <w:noProof/>
                <w:rtl/>
              </w:rPr>
              <w:t>دُعَائِهِ</w:t>
            </w:r>
            <w:r w:rsidR="000A4C2B" w:rsidRPr="000E7093">
              <w:rPr>
                <w:rStyle w:val="Hyperlink"/>
                <w:noProof/>
                <w:rtl/>
              </w:rPr>
              <w:t xml:space="preserve"> </w:t>
            </w:r>
            <w:r w:rsidR="000A4C2B" w:rsidRPr="000E7093">
              <w:rPr>
                <w:rStyle w:val="Hyperlink"/>
                <w:rFonts w:hint="eastAsia"/>
                <w:noProof/>
                <w:rtl/>
              </w:rPr>
              <w:t>عَلَيْهِ</w:t>
            </w:r>
            <w:r w:rsidR="000A4C2B" w:rsidRPr="000E7093">
              <w:rPr>
                <w:rStyle w:val="Hyperlink"/>
                <w:noProof/>
                <w:rtl/>
              </w:rPr>
              <w:t xml:space="preserve"> </w:t>
            </w:r>
            <w:r w:rsidR="000A4C2B" w:rsidRPr="000E7093">
              <w:rPr>
                <w:rStyle w:val="Hyperlink"/>
                <w:rFonts w:hint="eastAsia"/>
                <w:noProof/>
                <w:rtl/>
              </w:rPr>
              <w:t>السَّلامُ</w:t>
            </w:r>
            <w:r w:rsidR="000A4C2B" w:rsidRPr="000E7093">
              <w:rPr>
                <w:rStyle w:val="Hyperlink"/>
                <w:noProof/>
                <w:rtl/>
              </w:rPr>
              <w:t xml:space="preserve"> </w:t>
            </w:r>
            <w:r w:rsidR="000A4C2B" w:rsidRPr="000E7093">
              <w:rPr>
                <w:rStyle w:val="Hyperlink"/>
                <w:rFonts w:hint="eastAsia"/>
                <w:noProof/>
                <w:rtl/>
              </w:rPr>
              <w:t>فِى</w:t>
            </w:r>
            <w:r w:rsidR="000A4C2B" w:rsidRPr="000E7093">
              <w:rPr>
                <w:rStyle w:val="Hyperlink"/>
                <w:noProof/>
                <w:rtl/>
              </w:rPr>
              <w:t xml:space="preserve"> </w:t>
            </w:r>
            <w:r w:rsidR="000A4C2B" w:rsidRPr="000E7093">
              <w:rPr>
                <w:rStyle w:val="Hyperlink"/>
                <w:rFonts w:hint="eastAsia"/>
                <w:noProof/>
                <w:rtl/>
              </w:rPr>
              <w:t>اسْتِكْشَافِ</w:t>
            </w:r>
            <w:r w:rsidR="000A4C2B" w:rsidRPr="000E7093">
              <w:rPr>
                <w:rStyle w:val="Hyperlink"/>
                <w:noProof/>
                <w:rtl/>
              </w:rPr>
              <w:t xml:space="preserve"> </w:t>
            </w:r>
            <w:r w:rsidR="000A4C2B" w:rsidRPr="000E7093">
              <w:rPr>
                <w:rStyle w:val="Hyperlink"/>
                <w:rFonts w:hint="eastAsia"/>
                <w:noProof/>
                <w:rtl/>
              </w:rPr>
              <w:t>الْهُمُومِ</w:t>
            </w:r>
            <w:r w:rsidR="000A4C2B" w:rsidRPr="000E7093">
              <w:rPr>
                <w:rStyle w:val="Hyperlink"/>
                <w:noProof/>
                <w:rtl/>
              </w:rPr>
              <w:t>:</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394915241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304</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42" w:history="1">
            <w:r w:rsidR="000A4C2B" w:rsidRPr="000E7093">
              <w:rPr>
                <w:rStyle w:val="Hyperlink"/>
                <w:rFonts w:hint="eastAsia"/>
                <w:noProof/>
                <w:rtl/>
              </w:rPr>
              <w:t>ترجمه</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پنجاه</w:t>
            </w:r>
            <w:r w:rsidR="000A4C2B" w:rsidRPr="000E7093">
              <w:rPr>
                <w:rStyle w:val="Hyperlink"/>
                <w:noProof/>
                <w:rtl/>
              </w:rPr>
              <w:t xml:space="preserve"> </w:t>
            </w:r>
            <w:r w:rsidR="000A4C2B" w:rsidRPr="000E7093">
              <w:rPr>
                <w:rStyle w:val="Hyperlink"/>
                <w:rFonts w:hint="eastAsia"/>
                <w:noProof/>
                <w:rtl/>
              </w:rPr>
              <w:t>و</w:t>
            </w:r>
            <w:r w:rsidR="000A4C2B" w:rsidRPr="000E7093">
              <w:rPr>
                <w:rStyle w:val="Hyperlink"/>
                <w:noProof/>
                <w:rtl/>
              </w:rPr>
              <w:t xml:space="preserve"> </w:t>
            </w:r>
            <w:r w:rsidR="000A4C2B" w:rsidRPr="000E7093">
              <w:rPr>
                <w:rStyle w:val="Hyperlink"/>
                <w:rFonts w:hint="eastAsia"/>
                <w:noProof/>
                <w:rtl/>
              </w:rPr>
              <w:t>چهارم</w:t>
            </w:r>
            <w:r w:rsidR="000A4C2B" w:rsidRPr="000E7093">
              <w:rPr>
                <w:rStyle w:val="Hyperlink"/>
                <w:noProof/>
                <w:rtl/>
              </w:rPr>
              <w:t xml:space="preserve">: </w:t>
            </w:r>
            <w:r w:rsidR="000A4C2B" w:rsidRPr="000E7093">
              <w:rPr>
                <w:rStyle w:val="Hyperlink"/>
                <w:rFonts w:hint="eastAsia"/>
                <w:noProof/>
                <w:rtl/>
              </w:rPr>
              <w:t>دعاى</w:t>
            </w:r>
            <w:r w:rsidR="000A4C2B" w:rsidRPr="000E7093">
              <w:rPr>
                <w:rStyle w:val="Hyperlink"/>
                <w:noProof/>
                <w:rtl/>
              </w:rPr>
              <w:t xml:space="preserve"> </w:t>
            </w:r>
            <w:r w:rsidR="000A4C2B" w:rsidRPr="000E7093">
              <w:rPr>
                <w:rStyle w:val="Hyperlink"/>
                <w:rFonts w:hint="eastAsia"/>
                <w:noProof/>
                <w:rtl/>
              </w:rPr>
              <w:t>آن</w:t>
            </w:r>
            <w:r w:rsidR="000A4C2B" w:rsidRPr="000E7093">
              <w:rPr>
                <w:rStyle w:val="Hyperlink"/>
                <w:noProof/>
                <w:rtl/>
              </w:rPr>
              <w:t xml:space="preserve"> </w:t>
            </w:r>
            <w:r w:rsidR="000A4C2B" w:rsidRPr="000E7093">
              <w:rPr>
                <w:rStyle w:val="Hyperlink"/>
                <w:rFonts w:hint="eastAsia"/>
                <w:noProof/>
                <w:rtl/>
              </w:rPr>
              <w:t>حضرت</w:t>
            </w:r>
            <w:r w:rsidR="000A4C2B" w:rsidRPr="000E7093">
              <w:rPr>
                <w:rStyle w:val="Hyperlink"/>
                <w:noProof/>
                <w:rtl/>
              </w:rPr>
              <w:t xml:space="preserve"> </w:t>
            </w:r>
            <w:r w:rsidR="000A4C2B" w:rsidRPr="000E7093">
              <w:rPr>
                <w:rStyle w:val="Hyperlink"/>
                <w:rFonts w:cs="Rafed Alaem" w:hint="eastAsia"/>
                <w:noProof/>
                <w:rtl/>
              </w:rPr>
              <w:t>عليه‌السلام</w:t>
            </w:r>
            <w:r w:rsidR="000A4C2B" w:rsidRPr="000E7093">
              <w:rPr>
                <w:rStyle w:val="Hyperlink"/>
                <w:noProof/>
                <w:rtl/>
              </w:rPr>
              <w:t xml:space="preserve"> </w:t>
            </w:r>
            <w:r w:rsidR="000A4C2B" w:rsidRPr="000E7093">
              <w:rPr>
                <w:rStyle w:val="Hyperlink"/>
                <w:rFonts w:hint="eastAsia"/>
                <w:noProof/>
                <w:rtl/>
              </w:rPr>
              <w:t>در</w:t>
            </w:r>
            <w:r w:rsidR="000A4C2B" w:rsidRPr="000E7093">
              <w:rPr>
                <w:rStyle w:val="Hyperlink"/>
                <w:noProof/>
                <w:rtl/>
              </w:rPr>
              <w:t xml:space="preserve"> </w:t>
            </w:r>
            <w:r w:rsidR="000A4C2B" w:rsidRPr="000E7093">
              <w:rPr>
                <w:rStyle w:val="Hyperlink"/>
                <w:rFonts w:hint="eastAsia"/>
                <w:noProof/>
                <w:rtl/>
              </w:rPr>
              <w:t>طلب</w:t>
            </w:r>
            <w:r w:rsidR="000A4C2B" w:rsidRPr="000E7093">
              <w:rPr>
                <w:rStyle w:val="Hyperlink"/>
                <w:noProof/>
                <w:rtl/>
              </w:rPr>
              <w:t xml:space="preserve"> </w:t>
            </w:r>
            <w:r w:rsidR="000A4C2B" w:rsidRPr="000E7093">
              <w:rPr>
                <w:rStyle w:val="Hyperlink"/>
                <w:rFonts w:hint="eastAsia"/>
                <w:noProof/>
                <w:rtl/>
              </w:rPr>
              <w:t>رفع</w:t>
            </w:r>
            <w:r w:rsidR="000A4C2B" w:rsidRPr="000E7093">
              <w:rPr>
                <w:rStyle w:val="Hyperlink"/>
                <w:noProof/>
                <w:rtl/>
              </w:rPr>
              <w:t xml:space="preserve"> </w:t>
            </w:r>
            <w:r w:rsidR="000A4C2B" w:rsidRPr="000E7093">
              <w:rPr>
                <w:rStyle w:val="Hyperlink"/>
                <w:rFonts w:hint="eastAsia"/>
                <w:noProof/>
                <w:rtl/>
              </w:rPr>
              <w:t>اندوه</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394915242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305</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43" w:history="1">
            <w:r w:rsidR="000A4C2B" w:rsidRPr="000E7093">
              <w:rPr>
                <w:rStyle w:val="Hyperlink"/>
                <w:rFonts w:hint="eastAsia"/>
                <w:noProof/>
                <w:rtl/>
              </w:rPr>
              <w:t>سخنى</w:t>
            </w:r>
            <w:r w:rsidR="000A4C2B" w:rsidRPr="000E7093">
              <w:rPr>
                <w:rStyle w:val="Hyperlink"/>
                <w:noProof/>
                <w:rtl/>
              </w:rPr>
              <w:t xml:space="preserve"> </w:t>
            </w:r>
            <w:r w:rsidR="000A4C2B" w:rsidRPr="000E7093">
              <w:rPr>
                <w:rStyle w:val="Hyperlink"/>
                <w:rFonts w:hint="eastAsia"/>
                <w:noProof/>
                <w:rtl/>
              </w:rPr>
              <w:t>درباره</w:t>
            </w:r>
            <w:r w:rsidR="000A4C2B" w:rsidRPr="000E7093">
              <w:rPr>
                <w:rStyle w:val="Hyperlink"/>
                <w:noProof/>
                <w:rtl/>
              </w:rPr>
              <w:t xml:space="preserve"> </w:t>
            </w:r>
            <w:r w:rsidR="000A4C2B" w:rsidRPr="000E7093">
              <w:rPr>
                <w:rStyle w:val="Hyperlink"/>
                <w:rFonts w:hint="eastAsia"/>
                <w:noProof/>
                <w:rtl/>
              </w:rPr>
              <w:t>تعداد</w:t>
            </w:r>
            <w:r w:rsidR="000A4C2B" w:rsidRPr="000E7093">
              <w:rPr>
                <w:rStyle w:val="Hyperlink"/>
                <w:noProof/>
                <w:rtl/>
              </w:rPr>
              <w:t xml:space="preserve"> </w:t>
            </w:r>
            <w:r w:rsidR="000A4C2B" w:rsidRPr="000E7093">
              <w:rPr>
                <w:rStyle w:val="Hyperlink"/>
                <w:rFonts w:hint="eastAsia"/>
                <w:noProof/>
                <w:rtl/>
              </w:rPr>
              <w:t>دعاهاى</w:t>
            </w:r>
            <w:r w:rsidR="000A4C2B" w:rsidRPr="000E7093">
              <w:rPr>
                <w:rStyle w:val="Hyperlink"/>
                <w:noProof/>
                <w:rtl/>
              </w:rPr>
              <w:t xml:space="preserve"> </w:t>
            </w:r>
            <w:r w:rsidR="000A4C2B" w:rsidRPr="000E7093">
              <w:rPr>
                <w:rStyle w:val="Hyperlink"/>
                <w:rFonts w:hint="eastAsia"/>
                <w:noProof/>
                <w:rtl/>
              </w:rPr>
              <w:t>صحيفه</w:t>
            </w:r>
            <w:r w:rsidR="000A4C2B" w:rsidRPr="000E7093">
              <w:rPr>
                <w:rStyle w:val="Hyperlink"/>
                <w:noProof/>
                <w:rtl/>
              </w:rPr>
              <w:t xml:space="preserve"> </w:t>
            </w:r>
            <w:r w:rsidR="000A4C2B" w:rsidRPr="000E7093">
              <w:rPr>
                <w:rStyle w:val="Hyperlink"/>
                <w:rFonts w:hint="eastAsia"/>
                <w:noProof/>
                <w:rtl/>
              </w:rPr>
              <w:t>سجاديه</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394915243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307</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44" w:history="1">
            <w:r w:rsidR="000A4C2B" w:rsidRPr="000E7093">
              <w:rPr>
                <w:rStyle w:val="Hyperlink"/>
                <w:rFonts w:hint="eastAsia"/>
                <w:noProof/>
                <w:rtl/>
              </w:rPr>
              <w:t>پ</w:t>
            </w:r>
            <w:r w:rsidR="000A4C2B" w:rsidRPr="000E7093">
              <w:rPr>
                <w:rStyle w:val="Hyperlink"/>
                <w:rFonts w:hint="cs"/>
                <w:noProof/>
                <w:rtl/>
              </w:rPr>
              <w:t>ی</w:t>
            </w:r>
            <w:r w:rsidR="000A4C2B" w:rsidRPr="000E7093">
              <w:rPr>
                <w:rStyle w:val="Hyperlink"/>
                <w:noProof/>
                <w:rtl/>
              </w:rPr>
              <w:t xml:space="preserve"> </w:t>
            </w:r>
            <w:r w:rsidR="000A4C2B" w:rsidRPr="000E7093">
              <w:rPr>
                <w:rStyle w:val="Hyperlink"/>
                <w:rFonts w:hint="eastAsia"/>
                <w:noProof/>
                <w:rtl/>
              </w:rPr>
              <w:t>نوشت</w:t>
            </w:r>
            <w:r w:rsidR="000A4C2B" w:rsidRPr="000E7093">
              <w:rPr>
                <w:rStyle w:val="Hyperlink"/>
                <w:noProof/>
                <w:rtl/>
              </w:rPr>
              <w:t xml:space="preserve"> </w:t>
            </w:r>
            <w:r w:rsidR="000A4C2B" w:rsidRPr="000E7093">
              <w:rPr>
                <w:rStyle w:val="Hyperlink"/>
                <w:rFonts w:hint="eastAsia"/>
                <w:noProof/>
                <w:rtl/>
              </w:rPr>
              <w:t>ها</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394915244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310</w:t>
            </w:r>
            <w:r>
              <w:rPr>
                <w:noProof/>
                <w:webHidden/>
                <w:rtl/>
              </w:rPr>
              <w:fldChar w:fldCharType="end"/>
            </w:r>
          </w:hyperlink>
        </w:p>
        <w:p w:rsidR="000A4C2B" w:rsidRDefault="004D7897">
          <w:pPr>
            <w:pStyle w:val="TOC2"/>
            <w:tabs>
              <w:tab w:val="right" w:leader="dot" w:pos="7361"/>
            </w:tabs>
            <w:rPr>
              <w:rFonts w:asciiTheme="minorHAnsi" w:eastAsiaTheme="minorEastAsia" w:hAnsiTheme="minorHAnsi" w:cstheme="minorBidi"/>
              <w:noProof/>
              <w:color w:val="auto"/>
              <w:sz w:val="22"/>
              <w:szCs w:val="22"/>
              <w:rtl/>
            </w:rPr>
          </w:pPr>
          <w:hyperlink w:anchor="_Toc394915245" w:history="1">
            <w:r w:rsidR="000A4C2B" w:rsidRPr="000E7093">
              <w:rPr>
                <w:rStyle w:val="Hyperlink"/>
                <w:rFonts w:hint="eastAsia"/>
                <w:noProof/>
                <w:rtl/>
              </w:rPr>
              <w:t>فهرست</w:t>
            </w:r>
            <w:r w:rsidR="000A4C2B" w:rsidRPr="000E7093">
              <w:rPr>
                <w:rStyle w:val="Hyperlink"/>
                <w:noProof/>
                <w:rtl/>
              </w:rPr>
              <w:t xml:space="preserve"> </w:t>
            </w:r>
            <w:r w:rsidR="000A4C2B" w:rsidRPr="000E7093">
              <w:rPr>
                <w:rStyle w:val="Hyperlink"/>
                <w:rFonts w:hint="eastAsia"/>
                <w:noProof/>
                <w:rtl/>
              </w:rPr>
              <w:t>مطالب</w:t>
            </w:r>
            <w:r w:rsidR="000A4C2B">
              <w:rPr>
                <w:noProof/>
                <w:webHidden/>
                <w:rtl/>
              </w:rPr>
              <w:tab/>
            </w:r>
            <w:r>
              <w:rPr>
                <w:noProof/>
                <w:webHidden/>
                <w:rtl/>
              </w:rPr>
              <w:fldChar w:fldCharType="begin"/>
            </w:r>
            <w:r w:rsidR="000A4C2B">
              <w:rPr>
                <w:noProof/>
                <w:webHidden/>
                <w:rtl/>
              </w:rPr>
              <w:instrText xml:space="preserve"> </w:instrText>
            </w:r>
            <w:r w:rsidR="000A4C2B">
              <w:rPr>
                <w:noProof/>
                <w:webHidden/>
              </w:rPr>
              <w:instrText>PAGEREF</w:instrText>
            </w:r>
            <w:r w:rsidR="000A4C2B">
              <w:rPr>
                <w:noProof/>
                <w:webHidden/>
                <w:rtl/>
              </w:rPr>
              <w:instrText xml:space="preserve"> _</w:instrText>
            </w:r>
            <w:r w:rsidR="000A4C2B">
              <w:rPr>
                <w:noProof/>
                <w:webHidden/>
              </w:rPr>
              <w:instrText>Toc</w:instrText>
            </w:r>
            <w:r w:rsidR="000A4C2B">
              <w:rPr>
                <w:noProof/>
                <w:webHidden/>
                <w:rtl/>
              </w:rPr>
              <w:instrText xml:space="preserve">394915245 </w:instrText>
            </w:r>
            <w:r w:rsidR="000A4C2B">
              <w:rPr>
                <w:noProof/>
                <w:webHidden/>
              </w:rPr>
              <w:instrText>\h</w:instrText>
            </w:r>
            <w:r w:rsidR="000A4C2B">
              <w:rPr>
                <w:noProof/>
                <w:webHidden/>
                <w:rtl/>
              </w:rPr>
              <w:instrText xml:space="preserve"> </w:instrText>
            </w:r>
            <w:r>
              <w:rPr>
                <w:noProof/>
                <w:webHidden/>
                <w:rtl/>
              </w:rPr>
            </w:r>
            <w:r>
              <w:rPr>
                <w:noProof/>
                <w:webHidden/>
                <w:rtl/>
              </w:rPr>
              <w:fldChar w:fldCharType="separate"/>
            </w:r>
            <w:r w:rsidR="000A4C2B">
              <w:rPr>
                <w:noProof/>
                <w:webHidden/>
                <w:rtl/>
              </w:rPr>
              <w:t>361</w:t>
            </w:r>
            <w:r>
              <w:rPr>
                <w:noProof/>
                <w:webHidden/>
                <w:rtl/>
              </w:rPr>
              <w:fldChar w:fldCharType="end"/>
            </w:r>
          </w:hyperlink>
        </w:p>
        <w:p w:rsidR="000A4C2B" w:rsidRPr="0042098A" w:rsidRDefault="004D7897" w:rsidP="000A4C2B">
          <w:pPr>
            <w:ind w:firstLine="0"/>
            <w:rPr>
              <w:rtl/>
            </w:rPr>
          </w:pPr>
          <w:r>
            <w:fldChar w:fldCharType="end"/>
          </w:r>
        </w:p>
      </w:sdtContent>
    </w:sdt>
    <w:sectPr w:rsidR="000A4C2B"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867" w:rsidRDefault="00432867">
      <w:r>
        <w:separator/>
      </w:r>
    </w:p>
  </w:endnote>
  <w:endnote w:type="continuationSeparator" w:id="1">
    <w:p w:rsidR="00432867" w:rsidRDefault="004328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C2B" w:rsidRDefault="004D7897">
    <w:pPr>
      <w:pStyle w:val="Footer"/>
    </w:pPr>
    <w:fldSimple w:instr=" PAGE   \* MERGEFORMAT ">
      <w:r w:rsidR="004C63D0">
        <w:rPr>
          <w:noProof/>
          <w:rtl/>
        </w:rPr>
        <w:t>58</w:t>
      </w:r>
    </w:fldSimple>
  </w:p>
  <w:p w:rsidR="000A4C2B" w:rsidRDefault="000A4C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C2B" w:rsidRDefault="004D7897">
    <w:pPr>
      <w:pStyle w:val="Footer"/>
    </w:pPr>
    <w:fldSimple w:instr=" PAGE   \* MERGEFORMAT ">
      <w:r w:rsidR="004C63D0">
        <w:rPr>
          <w:noProof/>
          <w:rtl/>
        </w:rPr>
        <w:t>57</w:t>
      </w:r>
    </w:fldSimple>
  </w:p>
  <w:p w:rsidR="000A4C2B" w:rsidRDefault="000A4C2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C2B" w:rsidRDefault="004D7897">
    <w:pPr>
      <w:pStyle w:val="Footer"/>
    </w:pPr>
    <w:fldSimple w:instr=" PAGE   \* MERGEFORMAT ">
      <w:r w:rsidR="004C63D0">
        <w:rPr>
          <w:noProof/>
          <w:rtl/>
        </w:rPr>
        <w:t>1</w:t>
      </w:r>
    </w:fldSimple>
  </w:p>
  <w:p w:rsidR="000A4C2B" w:rsidRDefault="000A4C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867" w:rsidRDefault="00432867">
      <w:r>
        <w:separator/>
      </w:r>
    </w:p>
  </w:footnote>
  <w:footnote w:type="continuationSeparator" w:id="1">
    <w:p w:rsidR="00432867" w:rsidRDefault="004328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D57EF"/>
    <w:rsid w:val="00005A19"/>
    <w:rsid w:val="00010942"/>
    <w:rsid w:val="000217A6"/>
    <w:rsid w:val="00024AA0"/>
    <w:rsid w:val="000267FE"/>
    <w:rsid w:val="00040272"/>
    <w:rsid w:val="00040798"/>
    <w:rsid w:val="00043023"/>
    <w:rsid w:val="00054406"/>
    <w:rsid w:val="0006216A"/>
    <w:rsid w:val="00067F84"/>
    <w:rsid w:val="00071C97"/>
    <w:rsid w:val="000737E3"/>
    <w:rsid w:val="000761F7"/>
    <w:rsid w:val="00076A3A"/>
    <w:rsid w:val="00092805"/>
    <w:rsid w:val="00092A0C"/>
    <w:rsid w:val="000A4C2B"/>
    <w:rsid w:val="000A7750"/>
    <w:rsid w:val="000B3A56"/>
    <w:rsid w:val="000C0A89"/>
    <w:rsid w:val="000C598D"/>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C7DB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29D"/>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2306"/>
    <w:rsid w:val="00416E2B"/>
    <w:rsid w:val="0042098A"/>
    <w:rsid w:val="004209BA"/>
    <w:rsid w:val="00420C44"/>
    <w:rsid w:val="00430581"/>
    <w:rsid w:val="00432867"/>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A7447"/>
    <w:rsid w:val="004B17F4"/>
    <w:rsid w:val="004B3F28"/>
    <w:rsid w:val="004C3E90"/>
    <w:rsid w:val="004C4336"/>
    <w:rsid w:val="004C63D0"/>
    <w:rsid w:val="004C77B5"/>
    <w:rsid w:val="004D7678"/>
    <w:rsid w:val="004D7897"/>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7D34"/>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13E3"/>
    <w:rsid w:val="00625C71"/>
    <w:rsid w:val="00626009"/>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A6928"/>
    <w:rsid w:val="007B10B3"/>
    <w:rsid w:val="007B1D12"/>
    <w:rsid w:val="007B2F17"/>
    <w:rsid w:val="007B46B3"/>
    <w:rsid w:val="007B5CD8"/>
    <w:rsid w:val="007B6D51"/>
    <w:rsid w:val="007C3DC9"/>
    <w:rsid w:val="007D1D2B"/>
    <w:rsid w:val="007D3118"/>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5B4A"/>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7EF"/>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466"/>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3CBA"/>
    <w:rsid w:val="00AB1F96"/>
    <w:rsid w:val="00AB49D8"/>
    <w:rsid w:val="00AB5AFC"/>
    <w:rsid w:val="00AB5B22"/>
    <w:rsid w:val="00AC214F"/>
    <w:rsid w:val="00AC28CD"/>
    <w:rsid w:val="00AC50E0"/>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1A98"/>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46FA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38E0"/>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57255"/>
    <w:rsid w:val="00F57782"/>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598D"/>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865B4A"/>
    <w:rPr>
      <w:rFonts w:cs="B Badr"/>
      <w:color w:val="000000"/>
      <w:sz w:val="32"/>
      <w:szCs w:val="32"/>
    </w:rPr>
  </w:style>
  <w:style w:type="paragraph" w:styleId="TOCHeading">
    <w:name w:val="TOC Heading"/>
    <w:basedOn w:val="Heading1"/>
    <w:next w:val="Normal"/>
    <w:uiPriority w:val="39"/>
    <w:semiHidden/>
    <w:unhideWhenUsed/>
    <w:qFormat/>
    <w:rsid w:val="000A4C2B"/>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0A4C2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A4C2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A4C2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A4C2B"/>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0A4C2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2AD1E-95C4-4E20-949B-C653D1916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51</TotalTime>
  <Pages>367</Pages>
  <Words>81640</Words>
  <Characters>465352</Characters>
  <Application>Microsoft Office Word</Application>
  <DocSecurity>0</DocSecurity>
  <Lines>3877</Lines>
  <Paragraphs>1091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545901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15</cp:revision>
  <cp:lastPrinted>1900-12-31T19:30:00Z</cp:lastPrinted>
  <dcterms:created xsi:type="dcterms:W3CDTF">2014-08-04T06:15:00Z</dcterms:created>
  <dcterms:modified xsi:type="dcterms:W3CDTF">2014-08-18T04:44:00Z</dcterms:modified>
</cp:coreProperties>
</file>