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4F" w:rsidRPr="00EB6A4F" w:rsidRDefault="00EB6A4F" w:rsidP="00EB6A4F">
      <w:pPr>
        <w:pStyle w:val="libNotice"/>
        <w:rPr>
          <w:rFonts w:hint="cs"/>
        </w:rPr>
      </w:pPr>
      <w:r w:rsidRPr="00EB6A4F">
        <w:rPr>
          <w:rFonts w:hint="cs"/>
          <w:rtl/>
        </w:rPr>
        <w:t>تذکر</w:t>
      </w:r>
      <w:r w:rsidRPr="00EB6A4F">
        <w:rPr>
          <w:rtl/>
        </w:rPr>
        <w:t>این کتاب توسط مؤسسه فرهنگی - اسلامی شبکة الامامین الحسنین</w:t>
      </w:r>
      <w:r w:rsidRPr="00EB6A4F">
        <w:rPr>
          <w:rFonts w:hint="cs"/>
          <w:rtl/>
        </w:rPr>
        <w:t xml:space="preserve"> </w:t>
      </w:r>
      <w:r w:rsidRPr="00EB6A4F">
        <w:rPr>
          <w:rtl/>
        </w:rPr>
        <w:t>عليهما‌السلام بصورت الکترونیکی برای مخاطبین گرامی منتشر شده است</w:t>
      </w:r>
      <w:r w:rsidRPr="00EB6A4F">
        <w:rPr>
          <w:rFonts w:hint="cs"/>
          <w:rtl/>
        </w:rPr>
        <w:t>.</w:t>
      </w:r>
    </w:p>
    <w:p w:rsidR="00EB6A4F" w:rsidRDefault="00EB6A4F" w:rsidP="00EB6A4F">
      <w:pPr>
        <w:pStyle w:val="libNotice"/>
        <w:bidi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277305" w:rsidRDefault="00277305" w:rsidP="007B44E5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سمت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</w:p>
    <w:p w:rsidR="00277305" w:rsidRDefault="00277305" w:rsidP="007B44E5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ان‌آران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7B44E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7B44E5">
      <w:pPr>
        <w:pStyle w:val="Heading1"/>
        <w:rPr>
          <w:rtl/>
          <w:lang w:bidi="fa-IR"/>
        </w:rPr>
      </w:pPr>
      <w:bookmarkStart w:id="0" w:name="_Toc515185333"/>
      <w:bookmarkStart w:id="1" w:name="_Toc515185394"/>
      <w:r>
        <w:rPr>
          <w:rFonts w:hint="eastAsia"/>
          <w:rtl/>
          <w:lang w:bidi="fa-IR"/>
        </w:rPr>
        <w:t>مقدمه</w:t>
      </w:r>
      <w:bookmarkEnd w:id="0"/>
      <w:bookmarkEnd w:id="1"/>
    </w:p>
    <w:p w:rsidR="00277305" w:rsidRDefault="00277305" w:rsidP="007B44E5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اللَّهِ الرَّحْمَـنِ الرَّحِ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عاشق شب‌ها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هستم، لحظه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تا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سفر کنم و محو سکوت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شهر</w:t>
      </w:r>
      <w:r>
        <w:rPr>
          <w:rtl/>
          <w:lang w:bidi="fa-IR"/>
        </w:rPr>
        <w:t xml:space="preserve"> من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شب‌ها که مهمان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بودم،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سکوت را با تمام وجودم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با دوستانم قرار گذاشته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وقت سحر به جستجو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چرا که در شهر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آن قدر چراغ روشن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فکر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آن شب!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همه جا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ناگهان نورِ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پهنه آسمان را روشن کرد، چه 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داشت!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آن روز،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</w:t>
      </w:r>
    </w:p>
    <w:p w:rsidR="00277305" w:rsidRDefault="00277305" w:rsidP="007B44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به فکر فرو رفتم، </w:t>
      </w:r>
      <w:r w:rsidRPr="007B44E5">
        <w:rPr>
          <w:rtl/>
          <w:lang w:bidi="fa-IR"/>
        </w:rPr>
        <w:t>سو</w:t>
      </w:r>
      <w:r w:rsidR="007B44E5" w:rsidRPr="007B44E5">
        <w:rPr>
          <w:rFonts w:hint="cs"/>
          <w:rtl/>
        </w:rPr>
        <w:t>ا</w:t>
      </w:r>
      <w:r w:rsidRPr="007B44E5">
        <w:rPr>
          <w:rtl/>
          <w:lang w:bidi="fa-IR"/>
        </w:rPr>
        <w:t>ل</w:t>
      </w:r>
      <w:r w:rsidRPr="007B44E5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ذهنم آمد: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به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ماند؟</w:t>
      </w:r>
      <w:r>
        <w:rPr>
          <w:rtl/>
          <w:lang w:bidi="fa-IR"/>
        </w:rPr>
        <w:t xml:space="preserve"> همه جا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ک‌باره،</w:t>
      </w:r>
      <w:r>
        <w:rPr>
          <w:rtl/>
          <w:lang w:bidi="fa-IR"/>
        </w:rPr>
        <w:t xml:space="preserve"> نور صبح طلوع کرد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جان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زنده کرد.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فقط علم و 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 علم است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تو را به سر منزل مقصود رهنمون کند.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شد که من در آن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دم، تو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کردم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ارزش علم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هم به سمتِ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خُدّام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آران</w:t>
      </w:r>
      <w:r>
        <w:rPr>
          <w:rFonts w:hint="cs"/>
          <w:rtl/>
          <w:lang w:bidi="fa-IR"/>
        </w:rPr>
        <w:t>ی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مهر</w:t>
      </w:r>
      <w:r>
        <w:rPr>
          <w:rtl/>
          <w:lang w:bidi="fa-IR"/>
        </w:rPr>
        <w:t xml:space="preserve"> ماه 1389</w:t>
      </w:r>
    </w:p>
    <w:p w:rsidR="007B44E5" w:rsidRDefault="007B44E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7B44E5">
      <w:pPr>
        <w:pStyle w:val="Heading1"/>
        <w:rPr>
          <w:rtl/>
          <w:lang w:bidi="fa-IR"/>
        </w:rPr>
      </w:pPr>
      <w:bookmarkStart w:id="2" w:name="_Toc515185334"/>
      <w:bookmarkStart w:id="3" w:name="_Toc515185395"/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کدام گروه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bookmarkEnd w:id="2"/>
      <w:bookmarkEnd w:id="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است، شهر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. آفتاب سوزان بر شهر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تابد</w:t>
      </w:r>
      <w:r>
        <w:rPr>
          <w:rtl/>
          <w:lang w:bidi="fa-IR"/>
        </w:rPr>
        <w:t xml:space="preserve"> و گرما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آفتاب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ندارم، بهتر است که به مسجد بروم، آنجا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کنم.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در مسجد هستند،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روز در مسجد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سمت راست محراب،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خواندن دعا هستند، آنها رو به قبله نشسته‌اند و دست‌ها را مقابل صورت گرفته‌اند و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مناجات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خوش به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همه خستگ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راه از تنم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جان تازه‌ا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کنارشان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به! عجب حال و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با خدا عاشقانه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آن طرف‌تر،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هم جمع شده‌اند و مشغول گفتگو هستند،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ستند؟</w:t>
      </w:r>
      <w:r>
        <w:rPr>
          <w:rtl/>
          <w:lang w:bidi="fa-IR"/>
        </w:rPr>
        <w:t xml:space="preserve"> چرا مزاحم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شوند؟</w:t>
      </w:r>
      <w:r>
        <w:rPr>
          <w:rtl/>
          <w:lang w:bidi="fa-IR"/>
        </w:rPr>
        <w:t xml:space="preserve"> مسجد که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مسجد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خواندن و ن</w:t>
      </w:r>
      <w:r>
        <w:rPr>
          <w:rFonts w:hint="eastAsia"/>
          <w:rtl/>
          <w:lang w:bidi="fa-IR"/>
        </w:rPr>
        <w:t>ماز</w:t>
      </w:r>
      <w:r>
        <w:rPr>
          <w:rtl/>
          <w:lang w:bidi="fa-IR"/>
        </w:rPr>
        <w:t xml:space="preserve"> خواندن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شما چه کند که تمرکز مرا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آخر چرا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خودمان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به آنها اعتراض کنم.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آنها مشغول کسب علم و دانش هستند. آنها به مردم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صلوات به گوشم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همه نگاه‌ها به در مسجد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مردم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مسجد آمده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کنار کدام گروه خواهد رفت؟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رفت که مشغول دعا بودند و با خدا مناجات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نزد اهل علم و دانش خواهد رفت؟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هر دو گروه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«هر دو گروه،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آنان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</w:t>
      </w:r>
      <w:r>
        <w:rPr>
          <w:rtl/>
          <w:lang w:bidi="fa-IR"/>
        </w:rPr>
        <w:t xml:space="preserve"> و با خدا مناجات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علم و دانش پرداخته‌اند.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بهتر از اهل دعا هستند، من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مبعوث شدم تا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بالا ببرم».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که مشغول کسب دانش هستند و کنار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به مسلمانان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آموزد</w:t>
      </w:r>
      <w:r>
        <w:rPr>
          <w:rtl/>
          <w:lang w:bidi="fa-IR"/>
        </w:rPr>
        <w:t xml:space="preserve"> که کسب دانش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بهتر است، اکنون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مسجد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همه مسلمانان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باخبر بشوند و بفهمند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مجلس علم را از مجلس دعا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دارد!</w:t>
      </w:r>
      <w:r w:rsidRPr="007B44E5">
        <w:rPr>
          <w:rStyle w:val="libFootnotenumChar"/>
          <w:rtl/>
          <w:lang w:bidi="fa-IR"/>
        </w:rPr>
        <w:t>1</w:t>
      </w:r>
    </w:p>
    <w:p w:rsidR="00277305" w:rsidRDefault="007B44E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7B44E5">
      <w:pPr>
        <w:pStyle w:val="Heading1"/>
        <w:rPr>
          <w:rtl/>
          <w:lang w:bidi="fa-IR"/>
        </w:rPr>
      </w:pPr>
      <w:bookmarkStart w:id="4" w:name="_Toc515185335"/>
      <w:bookmarkStart w:id="5" w:name="_Toc515185396"/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گم کرده‌ام</w:t>
      </w:r>
      <w:bookmarkEnd w:id="4"/>
      <w:bookmarkEnd w:id="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که ما از اسلام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افسوس که فقط به اسم،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واقع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اسلام به دور مانده‌ا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ساخته‌ا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آن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فرستاده است،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آسمان فرق دارد.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من! الان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ثابت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صبر کن!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بگو</w:t>
      </w:r>
      <w:r>
        <w:rPr>
          <w:rtl/>
          <w:lang w:bidi="fa-IR"/>
        </w:rPr>
        <w:t xml:space="preserve"> بدانم کلمه «عبادت»، تو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</w:t>
      </w:r>
      <w:r>
        <w:rPr>
          <w:rtl/>
          <w:lang w:bidi="fa-IR"/>
        </w:rPr>
        <w:t xml:space="preserve"> معلوم است، نماز، روزه، حج و...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بتواند به مکّه برود و کنار کعبه «اعتکاف» کند،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 را انجام داده است. اعتکاف،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مسجد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روزها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شب‌ها نماز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قبول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کنار خانه خدا به اعتکاف بپردازد،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عبادت را انجام داده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مهمان خانه خدا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هر روز،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شب نماز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 در واقع هم نماز، هم روزه و هم حج را با خود به همراه دارد.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«اگر</w:t>
      </w:r>
      <w:r>
        <w:rPr>
          <w:rtl/>
          <w:lang w:bidi="fa-IR"/>
        </w:rPr>
        <w:t xml:space="preserve"> تو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دانشمندان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از علم و دانش آنها بهره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تو، نزد خدا بهتر از هزار سال عبادت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اعتکاف کنار کعبه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شخص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از هفتاد حج و عمره بهتر است».</w:t>
      </w:r>
      <w:r w:rsidRPr="007B44E5">
        <w:rPr>
          <w:rStyle w:val="libFootnotenumChar"/>
          <w:rtl/>
          <w:lang w:bidi="fa-IR"/>
        </w:rPr>
        <w:t>2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دوست</w:t>
      </w:r>
      <w:r>
        <w:rPr>
          <w:rtl/>
          <w:lang w:bidi="fa-IR"/>
        </w:rPr>
        <w:t xml:space="preserve"> خوب من!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راه را گم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جوانان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به عشق عبادت رو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و روزه آورده‌اند، امّا آنان کمتر به کسب 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سعادت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واقعاً خدا را عبادت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بهتر است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و معرفت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خود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چرا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دانشمندان را بالاتر از هزار سال عبادت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تو هزاران سال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امّا با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ممکن است لحظه آخر همه را بر باد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چقدر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بوده‌اند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نماز خواندند، امّا سرانجام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خوردند و دست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برداشتند.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امروز با خود عهد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به دنبال دانش بودن را بهتر از هزار سال عبادت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بارِ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بارِ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است، پس ما چه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چرا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از علم و دانش فاصله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چرا؟</w:t>
      </w:r>
    </w:p>
    <w:p w:rsidR="00277305" w:rsidRDefault="00376CD9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376CD9">
      <w:pPr>
        <w:pStyle w:val="Heading1"/>
        <w:rPr>
          <w:rtl/>
          <w:lang w:bidi="fa-IR"/>
        </w:rPr>
      </w:pPr>
      <w:bookmarkStart w:id="6" w:name="_Toc515185336"/>
      <w:bookmarkStart w:id="7" w:name="_Toc515185397"/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فرشتگان من شده‌ا</w:t>
      </w:r>
      <w:r>
        <w:rPr>
          <w:rFonts w:hint="cs"/>
          <w:rtl/>
          <w:lang w:bidi="fa-IR"/>
        </w:rPr>
        <w:t>ی</w:t>
      </w:r>
      <w:bookmarkEnd w:id="6"/>
      <w:bookmarkEnd w:id="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مهمان به خانه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376CD9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سو</w:t>
      </w:r>
      <w:r w:rsidR="00376CD9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ل ندارد، معلوم است، به او می‌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«خوش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حالا اگر مهمان تو،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عرب‌زبان باشد به او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بگردم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خوش‌آمد گفتن به مهمان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«مَرحَبا بِکَ».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عرب‌ها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خوش‌آمد گفتن به مهمان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! بگو بدانم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حرف‌ها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به بنده خود «مَرحَبا بِکَ»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بنده خود خوش‌آمد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عجب!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است.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جواب سو</w:t>
      </w:r>
      <w:r w:rsidR="00EB6A4F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لت می‌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دانش از خانه خود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خدا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خود او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به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 چه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به چه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بدان که تو امروز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فرشتگان من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تو را به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رسانم</w:t>
      </w:r>
      <w:r>
        <w:rPr>
          <w:rtl/>
          <w:lang w:bidi="fa-IR"/>
        </w:rPr>
        <w:t xml:space="preserve"> و حاجت تو را روا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.3</w:t>
      </w:r>
    </w:p>
    <w:p w:rsidR="00277305" w:rsidRDefault="00376CD9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376CD9">
      <w:pPr>
        <w:pStyle w:val="Heading1"/>
        <w:rPr>
          <w:rtl/>
          <w:lang w:bidi="fa-IR"/>
        </w:rPr>
      </w:pPr>
      <w:bookmarkStart w:id="8" w:name="_Toc515185337"/>
      <w:bookmarkStart w:id="9" w:name="_Toc515185398"/>
      <w:r>
        <w:rPr>
          <w:rFonts w:hint="eastAsia"/>
          <w:rtl/>
          <w:lang w:bidi="fa-IR"/>
        </w:rPr>
        <w:t>فانوس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سلام!</w:t>
      </w:r>
      <w:bookmarkEnd w:id="8"/>
      <w:bookmarkEnd w:id="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شب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اثرات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خودت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رحمت خدا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بله، به خاطر نماز خواندن تو،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جامعه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امّا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و روزه،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بهره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و علم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جامعه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خودت زحمت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چراغ،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اطراف خود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فانوس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 خود را گم کر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مطالعه علم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همچون فانوس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تو چقدر با ارزش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همه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آن است، بهتر است».</w:t>
      </w:r>
      <w:r w:rsidRPr="00C92E13">
        <w:rPr>
          <w:rStyle w:val="libFootnotenumChar"/>
          <w:rtl/>
        </w:rPr>
        <w:t>4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92E13">
      <w:pPr>
        <w:pStyle w:val="Heading1"/>
        <w:rPr>
          <w:rtl/>
          <w:lang w:bidi="fa-IR"/>
        </w:rPr>
      </w:pPr>
      <w:bookmarkStart w:id="10" w:name="_Toc515185338"/>
      <w:bookmarkStart w:id="11" w:name="_Toc515185399"/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بهتر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ثروت؟</w:t>
      </w:r>
      <w:bookmarkEnd w:id="10"/>
      <w:bookmarkEnd w:id="1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مدرسه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معلّمان ما، هر سال به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که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انشا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علم بهتر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ثروت؟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 با آن ذهن کودکانه خود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علم بهتر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جامعه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قبول ندارد،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جامعه، ثروت را بهتر از علم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خوب شعار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علم بهتر است، امّا باور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باعث عقب‌ماندگ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شده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روزگار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باور داشتم که ثروت بهتر از علم است، مدّت‌ها گذشت تا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دارم علم بهتر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277305" w:rsidRDefault="00277305" w:rsidP="00C92E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در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C92E13">
        <w:rPr>
          <w:rtl/>
        </w:rPr>
        <w:t>سو</w:t>
      </w:r>
      <w:r w:rsidR="00C92E13" w:rsidRPr="00C92E13">
        <w:rPr>
          <w:rFonts w:hint="cs"/>
          <w:rtl/>
        </w:rPr>
        <w:t>ا</w:t>
      </w:r>
      <w:r w:rsidRPr="00C92E13">
        <w:rPr>
          <w:rFonts w:hint="cs"/>
          <w:rtl/>
        </w:rPr>
        <w:t>ل</w:t>
      </w:r>
      <w:r>
        <w:rPr>
          <w:rFonts w:hint="cs"/>
          <w:rtl/>
          <w:lang w:bidi="fa-IR"/>
        </w:rPr>
        <w:t xml:space="preserve"> تو، سخنی</w:t>
      </w:r>
      <w:r>
        <w:rPr>
          <w:rtl/>
          <w:lang w:bidi="fa-IR"/>
        </w:rPr>
        <w:t xml:space="preserve"> از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فرمود: به چند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بهتر از ثروت است: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1 -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خوبان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خود، علم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گذاشتند و ستمکاران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ثروت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گذاشتند، پس علم و دانش،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خوبان است و ثروت،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ستمکاران.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بگو بدانم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من به دنبال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باشم؟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علم هرگز با انفاق کم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خودت هزاران نفر را بهره‌مند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امّا اگر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جمع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من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که با انفاق کردن کم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مواظب آن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سرقت نبرد،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نگهبان ثروت خود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علم نگهبان توست،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آن را از تو بربا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4 - اگر همه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ثروت فقط تا لحظه مرگ مال توست،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مال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تو از همه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کفن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علم و دانش کسب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و معرفت نسبت به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را با خو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آن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C92E13">
        <w:rPr>
          <w:rStyle w:val="libFootnotenumChar"/>
          <w:rtl/>
        </w:rPr>
        <w:t>5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92E13">
      <w:pPr>
        <w:pStyle w:val="Heading1"/>
        <w:rPr>
          <w:rtl/>
          <w:lang w:bidi="fa-IR"/>
        </w:rPr>
      </w:pPr>
      <w:bookmarkStart w:id="12" w:name="_Toc515185339"/>
      <w:bookmarkStart w:id="13" w:name="_Toc515185400"/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هفتاد هزار فرشته !</w:t>
      </w:r>
      <w:bookmarkEnd w:id="12"/>
      <w:bookmarkEnd w:id="1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به مسجد.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الان که وقت نماز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مسجد که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در آنجا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بشنوم،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اموزم</w:t>
      </w:r>
      <w:r>
        <w:rPr>
          <w:rtl/>
          <w:lang w:bidi="fa-IR"/>
        </w:rPr>
        <w:t>. الان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مسجد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پس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علم و دانش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ممنونم که مرا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بدان که قبل از تو عدّه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هفتاد هزار فرشته.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چه حرف‌ها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مگر فرشتگان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هستند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! من خودم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از خانه‌اش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هفتاد هزار فرشته به همراه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خدا طلبِ رحمت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 w:rsidRPr="00C92E13">
        <w:rPr>
          <w:rStyle w:val="libFootnotenumChar"/>
          <w:rtl/>
        </w:rPr>
        <w:t>6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روزگار،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مردم از سواد خواندن و نوشتن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بودند،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دانش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بروند و در مجلس علم شرکت کنند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سخن گفتند: «هر کس از خانه‌اش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علم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برود، فر</w:t>
      </w:r>
      <w:r>
        <w:rPr>
          <w:rFonts w:hint="eastAsia"/>
          <w:rtl/>
          <w:lang w:bidi="fa-IR"/>
        </w:rPr>
        <w:t>شتگان</w:t>
      </w:r>
      <w:r>
        <w:rPr>
          <w:rtl/>
          <w:lang w:bidi="fa-IR"/>
        </w:rPr>
        <w:t xml:space="preserve"> او را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امروز تو در خانه‌ات نشسته‌ا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حوصله‌ات 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وقت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امّا برنامه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هم روشن است،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صرف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محتوا</w:t>
      </w:r>
      <w:r>
        <w:rPr>
          <w:rtl/>
          <w:lang w:bidi="fa-IR"/>
        </w:rPr>
        <w:t xml:space="preserve"> بکنم خوب است کتاب مطالعه کنم. امّا چه کتاب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خوب است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بخوانم که دانش و معرفت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بالا ببرد.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قفسه کتاب به دنبال ترجمه کتاب «اصول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باور کن آن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کتاب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هفتاد هزار فرشته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هم مثل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خانه‌ات،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قفسه کتاب هم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ما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کرده‌اند که کمتر به فکر کتاب و کتابخانه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نشانه مردان بزرگ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انس با کتاب و داشتن کتابخانه 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خوب،</w:t>
      </w:r>
      <w:r>
        <w:rPr>
          <w:rtl/>
          <w:lang w:bidi="fa-IR"/>
        </w:rPr>
        <w:t xml:space="preserve">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بکن.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خودت را روشن کن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به دنبال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کتاب خوب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شروع به مطالعه آن کن.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باور</w:t>
      </w:r>
      <w:r>
        <w:rPr>
          <w:rtl/>
          <w:lang w:bidi="fa-IR"/>
        </w:rPr>
        <w:t xml:space="preserve"> کن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به دانلود کتاب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هفتاد هزار فرشته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تو با خواندن آن کتاب، پا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معرفت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و دوستِ خدا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فرشتگان حق دارند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کنند.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92E13">
      <w:pPr>
        <w:pStyle w:val="Heading1"/>
        <w:rPr>
          <w:rtl/>
          <w:lang w:bidi="fa-IR"/>
        </w:rPr>
      </w:pPr>
      <w:bookmarkStart w:id="14" w:name="_Toc515185340"/>
      <w:bookmarkStart w:id="15" w:name="_Toc515185401"/>
      <w:r>
        <w:rPr>
          <w:rFonts w:hint="eastAsia"/>
          <w:rtl/>
          <w:lang w:bidi="fa-IR"/>
        </w:rPr>
        <w:t>دوازده</w:t>
      </w:r>
      <w:r>
        <w:rPr>
          <w:rtl/>
          <w:lang w:bidi="fa-IR"/>
        </w:rPr>
        <w:t xml:space="preserve"> هزار ختم قرآن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</w:t>
      </w:r>
      <w:bookmarkEnd w:id="14"/>
      <w:bookmarkEnd w:id="1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به دنبال کسب علم و دانش بودن از خواندن همه قرآن بهتر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چگونه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دنبال علم بودن از ختم قرآن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ثواب دارد؟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دنبال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فراموش نکن که خدا،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دانش را از دوازده هزار ختم قرآن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دارد.</w:t>
      </w:r>
      <w:r w:rsidRPr="00C92E13">
        <w:rPr>
          <w:rStyle w:val="libFootnotenumChar"/>
          <w:rtl/>
        </w:rPr>
        <w:t>7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تو را هرگز فراموش نخواهم کرد.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مثل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آن انجام بدهم، اصلاً ثواب‌ها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چندان جذاب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C92E13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هدف</w:t>
      </w:r>
      <w:r>
        <w:rPr>
          <w:rtl/>
          <w:lang w:bidi="fa-IR"/>
        </w:rPr>
        <w:t xml:space="preserve">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نجا،</w:t>
      </w:r>
      <w:r>
        <w:rPr>
          <w:rtl/>
          <w:lang w:bidi="fa-IR"/>
        </w:rPr>
        <w:t xml:space="preserve"> ذکر کردن ثواب‌ها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هدف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علم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داشته باشم، تو به آن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توجّه کن و به راز ارزشمند کسب علم و معرفت، فکر کن!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DE0DB6">
      <w:pPr>
        <w:pStyle w:val="Heading1"/>
        <w:rPr>
          <w:rtl/>
          <w:lang w:bidi="fa-IR"/>
        </w:rPr>
      </w:pPr>
      <w:bookmarkStart w:id="16" w:name="_Toc515185341"/>
      <w:bookmarkStart w:id="17" w:name="_Toc515185402"/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 من!</w:t>
      </w:r>
      <w:bookmarkEnd w:id="16"/>
      <w:bookmarkEnd w:id="1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تو قرآن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رنگ و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امّا اگر هزاران بار قرآن را از اوّل تا آخر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خواندن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تو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بگذارد.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ابوذر با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فرق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راز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ابوذر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اهل دانش و معرفت شد.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عثمان،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سوم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آمد، همه به خواندن قرآن مشغول بودند، مسجدها پر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خواندند،</w:t>
      </w:r>
      <w:r>
        <w:rPr>
          <w:rtl/>
          <w:lang w:bidi="fa-IR"/>
        </w:rPr>
        <w:t xml:space="preserve"> امّا فق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ابوذر بود که مقابل ظلم‌ها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برآورد و اعتراض کرد.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که اهل دانش و شناخت بود،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عثمان چگونه آرمان‌ها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چون اهل دانش بود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اعتراض خود را برآورد و آرامش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بر هم زد. عثمان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«رَبَذه»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 تا مظلومانه در آن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جان بدهد.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ابوذر در «رَبَذه»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هرگز خاموش نشد،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هنوز هم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</w:t>
      </w:r>
      <w:r w:rsidRPr="00C92E13">
        <w:rPr>
          <w:rStyle w:val="libFootnotenumChar"/>
          <w:rtl/>
        </w:rPr>
        <w:t>8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92E13">
      <w:pPr>
        <w:pStyle w:val="Heading1"/>
        <w:rPr>
          <w:rtl/>
          <w:lang w:bidi="fa-IR"/>
        </w:rPr>
      </w:pPr>
      <w:bookmarkStart w:id="18" w:name="_Toc515185342"/>
      <w:bookmarkStart w:id="19" w:name="_Toc515185403"/>
      <w:r>
        <w:rPr>
          <w:rFonts w:hint="eastAsia"/>
          <w:rtl/>
          <w:lang w:bidi="fa-IR"/>
        </w:rPr>
        <w:t>صلوات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18"/>
      <w:bookmarkEnd w:id="1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بگو بدانم تو چه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احترام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صلوات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فرستم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در تشهد نماز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اللهمَّ صَلِّ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! بر محمّد و آل محمّد درود بفرست.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چه موقع صلوات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مثل 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هفتاد هزار فرشته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تو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کصدا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«اللهمَّ صَلِّ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هفتاد هزار فرشته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دنت</w:t>
      </w:r>
      <w:r>
        <w:rPr>
          <w:rtl/>
          <w:lang w:bidi="fa-IR"/>
        </w:rPr>
        <w:t xml:space="preserve"> صف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کشند</w:t>
      </w:r>
      <w:r>
        <w:rPr>
          <w:rtl/>
          <w:lang w:bidi="fa-IR"/>
        </w:rPr>
        <w:t xml:space="preserve"> و همه با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اللهمَّ صَلِّ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مُحَمَّدٍ».</w:t>
      </w:r>
      <w:r w:rsidRPr="00C92E13">
        <w:rPr>
          <w:rStyle w:val="libFootnotenumChar"/>
          <w:rtl/>
        </w:rPr>
        <w:t>9</w:t>
      </w:r>
    </w:p>
    <w:p w:rsidR="00277305" w:rsidRDefault="00C92E13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92E13">
      <w:pPr>
        <w:pStyle w:val="Heading1"/>
        <w:rPr>
          <w:rtl/>
          <w:lang w:bidi="fa-IR"/>
        </w:rPr>
      </w:pPr>
      <w:bookmarkStart w:id="20" w:name="_Toc515185343"/>
      <w:bookmarkStart w:id="21" w:name="_Toc515185404"/>
      <w:r>
        <w:rPr>
          <w:rFonts w:hint="eastAsia"/>
          <w:rtl/>
          <w:lang w:bidi="fa-IR"/>
        </w:rPr>
        <w:t>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شهر</w:t>
      </w:r>
      <w:bookmarkEnd w:id="20"/>
      <w:bookmarkEnd w:id="2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شما معلوم است که مسافر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شهر طوس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درست 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به شهر شما آمده‌ام و به دنبال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گردم</w:t>
      </w:r>
      <w:r>
        <w:rPr>
          <w:rtl/>
          <w:lang w:bidi="fa-IR"/>
        </w:rPr>
        <w:t xml:space="preserve"> تا در آن اقامت کنم.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افتخار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امشب، مهمان خانه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نه. من مزاحم شما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چه مزاحمت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ما مردمان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مهمان‌نواز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برداشتم و همراه او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خانه‌اش رفتم. خدا را شکر کردم که من را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تنها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رها نکرد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دروازه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برادر مرا به خانه دعوت کرد.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صاحب‌خانه آن شب چه شام خوشمزه‌ا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بود، من که بعد از مدّت‌ها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بودم، شام مفصّل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آماده شدم. از صاحب‌خانه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به خواب ناز فرو رفتم.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کنم چند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شاهزادگان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کجا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کجا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چه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برم</w:t>
      </w:r>
      <w:r>
        <w:rPr>
          <w:rtl/>
          <w:lang w:bidi="fa-IR"/>
        </w:rPr>
        <w:t>!».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شدم، هوا هنوز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اذان صبح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بود، با خود گفتم: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رختخواب رفتم،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دوباره همان صدا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شاهزادگان! کجا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...».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خواب از سرم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بلند شدم وضو گرفتم و نماز شب خواندم. بعد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صبح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صاحب‌خانه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شده بود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به مسجد برود،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رفتم، سلام کرده و گفتم: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آن گونه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افتخار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خدا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سعادت را داده است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باشم.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تو آن قدر خسته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حال و حوصله نداشت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ما، خواجه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عالم بزرگ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عجب! خوب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آن گونه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او معمولاً شب‌ها تا به صبح مشغول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است، او هرگز دست از کسب دانش برنم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او در سکوت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دارد،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مطالعه به او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ناخودآگاه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شاهزادگان کجا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 من به فکر فرو رفتم.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خواجه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کسب علم و 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بهتر از همه لذّت‌ها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علم و دانش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آنقدر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لذّت‌بخش است که ناخودآگاه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آن را فراموش نخواهد کرد،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 سر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لذّت به دنبال پول و ثروت و مقام هستند، خواهد بود،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پول و مقام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لذّت شما زودگذر است،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از پست و مقام و پول خود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علم و دانش بوده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از لذّت </w:t>
      </w:r>
      <w:r>
        <w:rPr>
          <w:rtl/>
          <w:lang w:bidi="fa-IR"/>
        </w:rPr>
        <w:lastRenderedPageBreak/>
        <w:t>خود جدا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لذّت او از درون و عمق وجود اوست، و لذّت شما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>!</w:t>
      </w:r>
      <w:r w:rsidRPr="002813F0">
        <w:rPr>
          <w:rStyle w:val="libFootnotenumChar"/>
          <w:rtl/>
        </w:rPr>
        <w:t>10</w:t>
      </w:r>
    </w:p>
    <w:p w:rsidR="00277305" w:rsidRDefault="002813F0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2813F0">
      <w:pPr>
        <w:pStyle w:val="Heading1"/>
        <w:rPr>
          <w:rtl/>
          <w:lang w:bidi="fa-IR"/>
        </w:rPr>
      </w:pPr>
      <w:bookmarkStart w:id="22" w:name="_Toc515185344"/>
      <w:bookmarkStart w:id="23" w:name="_Toc515185405"/>
      <w:r>
        <w:rPr>
          <w:rFonts w:hint="eastAsia"/>
          <w:rtl/>
          <w:lang w:bidi="fa-IR"/>
        </w:rPr>
        <w:t>آغوش</w:t>
      </w:r>
      <w:r>
        <w:rPr>
          <w:rtl/>
          <w:lang w:bidi="fa-IR"/>
        </w:rPr>
        <w:t xml:space="preserve"> مهربان فرشته‌ها</w:t>
      </w:r>
      <w:bookmarkEnd w:id="22"/>
      <w:bookmarkEnd w:id="2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خانه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دانش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در راه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دانستن قدم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بدان که به هر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ثواب هزار سال عبادت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فرشتگان با بال‌ها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تو را در آغوش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 w:rsidRPr="002813F0">
        <w:rPr>
          <w:rStyle w:val="libFootnotenumChar"/>
          <w:rtl/>
        </w:rPr>
        <w:t>.11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کدام کار خوب را سراغ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راه قدم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تو را دوست داشته باشد؟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هنوز هم شک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به خدا،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علم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با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بدان که رحمت خدا بر تو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دوست دارد که بندگانش با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دانش او را عبادت کنند،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بندگان خود را به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نموده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چقدر</w:t>
      </w:r>
      <w:r>
        <w:rPr>
          <w:rtl/>
          <w:lang w:bidi="fa-IR"/>
        </w:rPr>
        <w:t xml:space="preserve"> خوب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باشد!</w:t>
      </w:r>
    </w:p>
    <w:p w:rsidR="002813F0" w:rsidRDefault="002813F0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2813F0">
      <w:pPr>
        <w:pStyle w:val="Heading1"/>
        <w:rPr>
          <w:rtl/>
          <w:lang w:bidi="fa-IR"/>
        </w:rPr>
      </w:pPr>
      <w:bookmarkStart w:id="24" w:name="_Toc515185345"/>
      <w:bookmarkStart w:id="25" w:name="_Toc515185406"/>
      <w:r>
        <w:rPr>
          <w:rFonts w:hint="eastAsia"/>
          <w:rtl/>
          <w:lang w:bidi="fa-IR"/>
        </w:rPr>
        <w:t>گل</w:t>
      </w:r>
      <w:r>
        <w:rPr>
          <w:rtl/>
          <w:lang w:bidi="fa-IR"/>
        </w:rPr>
        <w:t xml:space="preserve"> سرسبد سخن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</w:t>
      </w:r>
      <w:bookmarkEnd w:id="24"/>
      <w:bookmarkEnd w:id="2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نام «س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رَض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</w:t>
      </w:r>
    </w:p>
    <w:p w:rsidR="00277305" w:rsidRDefault="00277305" w:rsidP="002813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2813F0" w:rsidRPr="002813F0">
        <w:rPr>
          <w:rtl/>
          <w:lang w:bidi="fa-IR"/>
        </w:rPr>
        <w:t xml:space="preserve"> </w:t>
      </w:r>
      <w:r w:rsidR="002813F0">
        <w:rPr>
          <w:rtl/>
          <w:lang w:bidi="fa-IR"/>
        </w:rPr>
        <w:t>که</w:t>
      </w:r>
      <w:r>
        <w:rPr>
          <w:rtl/>
          <w:lang w:bidi="fa-IR"/>
        </w:rPr>
        <w:t xml:space="preserve"> عمر خود را صرف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سخنان ارزشمند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نمود. تا زمان او،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مجموعه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 آن حضرت را جمع‌آور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بود.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او، سال‌ها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سرانجام کار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«نهج البلاغه»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نام او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جمع‌آور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زحمت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جاودانه شد.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 گهربار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بهره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«نهج البلاغه» مراجعه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درض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را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هم نزد او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از او سو</w:t>
      </w:r>
      <w:r>
        <w:rPr>
          <w:rFonts w:hint="cs"/>
          <w:rtl/>
          <w:lang w:bidi="fa-IR"/>
        </w:rPr>
        <w:t>لی</w:t>
      </w:r>
      <w:r>
        <w:rPr>
          <w:rtl/>
          <w:lang w:bidi="fa-IR"/>
        </w:rPr>
        <w:t xml:space="preserve"> بپرسم.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من موافق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جناب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رَض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>! چقدر خوب شد که شما «نهج البلاغه» را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امروز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ارزشمند را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 گهربار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فقط با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 است. اگر آن حضرت به من کمک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بدهم.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شما کدام سخن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است.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گل سرسبد کتاب شما کدام 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همه سخنان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ارزشمند است، امّا به نظر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 آن حضرت هست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به آن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مثل و مانند ندارد.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آن سخن کدام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امّا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معنا. آنجا که حضرت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هر کس به مقدار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دارد»،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هر چه انسان دانش و علم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ارزش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اردها</w:t>
      </w:r>
      <w:r>
        <w:rPr>
          <w:rtl/>
          <w:lang w:bidi="fa-IR"/>
        </w:rPr>
        <w:t xml:space="preserve"> ثروت و پول د</w:t>
      </w:r>
      <w:r>
        <w:rPr>
          <w:rFonts w:hint="eastAsia"/>
          <w:rtl/>
          <w:lang w:bidi="fa-IR"/>
        </w:rPr>
        <w:t>ارند،</w:t>
      </w:r>
      <w:r>
        <w:rPr>
          <w:rtl/>
          <w:lang w:bidi="fa-IR"/>
        </w:rPr>
        <w:t xml:space="preserve"> امّا از دانش بهره‌ا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نبرده‌اند.</w:t>
      </w:r>
      <w:r w:rsidRPr="002813F0">
        <w:rPr>
          <w:rStyle w:val="libFootnotenumChar"/>
          <w:rtl/>
        </w:rPr>
        <w:t>12</w:t>
      </w:r>
    </w:p>
    <w:p w:rsidR="00277305" w:rsidRDefault="002813F0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2813F0">
      <w:pPr>
        <w:pStyle w:val="Heading1"/>
        <w:rPr>
          <w:rtl/>
          <w:lang w:bidi="fa-IR"/>
        </w:rPr>
      </w:pPr>
      <w:bookmarkStart w:id="26" w:name="_Toc515185346"/>
      <w:bookmarkStart w:id="27" w:name="_Toc515185407"/>
      <w:r>
        <w:rPr>
          <w:rFonts w:hint="eastAsia"/>
          <w:rtl/>
          <w:lang w:bidi="fa-IR"/>
        </w:rPr>
        <w:t>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bookmarkEnd w:id="26"/>
      <w:bookmarkEnd w:id="2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گروه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در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مسجد جمع شده‌اند.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آنجا چه خبر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علم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به مسجد آمده است و مردم به دور او جمع شده‌اند.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او چه علم و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او شعرها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حفظ است و همه حوادث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سال‌ها قبل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دارد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ندارد و ندانستن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ندارد.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روز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که فقط به دنبال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بروند که ارزش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دانستن آن سعادت و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ارمغان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</w:t>
      </w:r>
      <w:r w:rsidRPr="002813F0">
        <w:rPr>
          <w:rStyle w:val="libFootnotenumChar"/>
          <w:rtl/>
        </w:rPr>
        <w:t>13</w:t>
      </w:r>
    </w:p>
    <w:p w:rsidR="00277305" w:rsidRDefault="002813F0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2813F0">
      <w:pPr>
        <w:pStyle w:val="Heading1"/>
        <w:rPr>
          <w:rtl/>
          <w:lang w:bidi="fa-IR"/>
        </w:rPr>
      </w:pPr>
      <w:bookmarkStart w:id="28" w:name="_Toc515185347"/>
      <w:bookmarkStart w:id="29" w:name="_Toc515185408"/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 خود چه کنم؟</w:t>
      </w:r>
      <w:bookmarkEnd w:id="28"/>
      <w:bookmarkEnd w:id="2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چرا دلم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شده است. اصلاً حال و حوصله ندارم. خسته‌ام،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دارم، امّا نشاط ندارم،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 پول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حال که به آن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ده‌ام،</w:t>
      </w:r>
      <w:r>
        <w:rPr>
          <w:rtl/>
          <w:lang w:bidi="fa-IR"/>
        </w:rPr>
        <w:t xml:space="preserve"> آن شور و نشاط را ندارم، دل‌مرده‌ام، چه کنم؟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راه 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دآقا</w:t>
      </w:r>
      <w:r>
        <w:rPr>
          <w:rtl/>
          <w:lang w:bidi="fa-IR"/>
        </w:rPr>
        <w:t xml:space="preserve"> 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مشاوره نزد من آمده بود. به نظر شما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درست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دل او مرده بود، و تو خودت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دل‌مرده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نشاط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اصلا از عبادت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جذّاب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خود فکر کردم،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رضا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افتادم. در آن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اشاره شده بود که هر کس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آن مجلس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بشود و سخنان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شود، او هرگز دل‌مرده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بنده خدا گفتم: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هر روز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سخنان چهارده معصوم مانند آب زلال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قلب تو را جان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زنده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سخن آنان نور است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نشاط جان تو خواهد شد.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علوم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است.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فرا برسد، همه انسان‌ها، دل‌مرده خواهند بود، امّا قلب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علم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 گرفته‌اند، شاداب و با نشاط خواهد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وعده امام رضا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مرا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بده که همواره با دانش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مأنوس هستند و از آب زلال سخنان آنها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  <w:r w:rsidRPr="002813F0">
        <w:rPr>
          <w:rStyle w:val="libFootnotenumChar"/>
          <w:rtl/>
        </w:rPr>
        <w:t>14</w:t>
      </w:r>
    </w:p>
    <w:p w:rsidR="00277305" w:rsidRDefault="002813F0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2813F0">
      <w:pPr>
        <w:pStyle w:val="Heading1"/>
        <w:rPr>
          <w:rtl/>
          <w:lang w:bidi="fa-IR"/>
        </w:rPr>
      </w:pPr>
      <w:bookmarkStart w:id="30" w:name="_Toc515185348"/>
      <w:bookmarkStart w:id="31" w:name="_Toc515185409"/>
      <w:r>
        <w:rPr>
          <w:rFonts w:hint="eastAsia"/>
          <w:rtl/>
          <w:lang w:bidi="fa-IR"/>
        </w:rPr>
        <w:t>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</w:t>
      </w:r>
      <w:bookmarkEnd w:id="30"/>
      <w:bookmarkEnd w:id="3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عجله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صبر کن من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نزد پدر بروم تا او مرا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کند، به خدا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راه سعادت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دوست دارم تا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«لقمان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بشنوم. خوشا به حال تو که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لقمان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خوب،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هم نزد پدر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لقمان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سلام کرده و منتظر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لقمان 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به ما بدهد.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لقمان،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قرآن در مورد حکمت و دانش او سخن گفته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لقمان رو به پسرش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«فرزندم</w:t>
      </w:r>
      <w:r>
        <w:rPr>
          <w:rtl/>
          <w:lang w:bidi="fa-IR"/>
        </w:rPr>
        <w:t>! تلاش کن تا در هر ساعت از شبانه‌روز بهره‌ا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و دانش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تو لحظه‌ها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خود را صرف علم و دانش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ضرر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030A2F">
        <w:rPr>
          <w:rStyle w:val="libFootnotenumChar"/>
          <w:rtl/>
        </w:rPr>
        <w:t>15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عمر گرانبها را صرف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علم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سرانجام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030A2F" w:rsidRDefault="00030A2F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30A2F">
      <w:pPr>
        <w:pStyle w:val="Heading1"/>
        <w:rPr>
          <w:rtl/>
          <w:lang w:bidi="fa-IR"/>
        </w:rPr>
      </w:pPr>
      <w:bookmarkStart w:id="32" w:name="_Toc515185349"/>
      <w:bookmarkStart w:id="33" w:name="_Toc515185410"/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دل تنگت بگو</w:t>
      </w:r>
      <w:bookmarkEnd w:id="32"/>
      <w:bookmarkEnd w:id="33"/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رماه</w:t>
      </w:r>
      <w:r>
        <w:rPr>
          <w:rtl/>
          <w:lang w:bidi="fa-IR"/>
        </w:rPr>
        <w:t xml:space="preserve"> سال 1389 بود و من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سفر عمره رفته بودم، سفر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خاطره‌انگ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شب‌ها که کنار کعبه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نزد من آمد و سو</w:t>
      </w:r>
      <w:r>
        <w:rPr>
          <w:rFonts w:hint="cs"/>
          <w:rtl/>
          <w:lang w:bidi="fa-IR"/>
        </w:rPr>
        <w:t>لی</w:t>
      </w:r>
      <w:r>
        <w:rPr>
          <w:rtl/>
          <w:lang w:bidi="fa-IR"/>
        </w:rPr>
        <w:t xml:space="preserve"> را مطرح کرد. من با حوصله به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 xml:space="preserve">ل </w:t>
      </w:r>
      <w:r>
        <w:rPr>
          <w:rFonts w:hint="cs"/>
          <w:rtl/>
          <w:lang w:bidi="fa-IR"/>
        </w:rPr>
        <w:t>او جواب دادم. فکر می‌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جواب من حدود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م‌ساعت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با دقّت به سخنان من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من تمام شد، قطرات اشک را در گوشه چشم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او رو به کعبه کرد و از خدا تشکّر کرد و بعد به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 xml:space="preserve">ل </w:t>
      </w:r>
      <w:r>
        <w:rPr>
          <w:rFonts w:hint="cs"/>
          <w:rtl/>
          <w:lang w:bidi="fa-IR"/>
        </w:rPr>
        <w:t>را در مسجد محلّه خود از آقایی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به من چه گفت؟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خوب معلوم است، جواب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 xml:space="preserve">ل </w:t>
      </w:r>
      <w:r>
        <w:rPr>
          <w:rFonts w:hint="cs"/>
          <w:rtl/>
          <w:lang w:bidi="fa-IR"/>
        </w:rPr>
        <w:t>تو را داد؟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او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مرا شنی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گفت: «تو کافر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!». او چون جواب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مرا نمی‌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به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گفت. من هم از آن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مسجد نرفتم. من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مطرح کرده بودم، آن هم به صورت خصوصی</w:t>
      </w:r>
      <w:r>
        <w:rPr>
          <w:rtl/>
          <w:lang w:bidi="fa-IR"/>
        </w:rPr>
        <w:t>. من به دنبال پاسخ بودم، امّا او...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من! اگر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به ذهن تو رسی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دنبال جواب آن باش، باور کن که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تو ، شبهه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رحمت است، باعث رشد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جامعه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بدان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ذهن تو نقش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بندد،</w:t>
      </w:r>
      <w:r>
        <w:rPr>
          <w:rtl/>
          <w:lang w:bidi="fa-IR"/>
        </w:rPr>
        <w:t xml:space="preserve">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هست، فقط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جستجو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بتواند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تو را بدهد.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بخوانم.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به خاطر بسپار، از آن به بعد هر کس به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کردن تو اعتراض کرد،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بخوان.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خود را بپرسد و هرگز کسی</w:t>
      </w:r>
      <w:r>
        <w:rPr>
          <w:rtl/>
          <w:lang w:bidi="fa-IR"/>
        </w:rPr>
        <w:t xml:space="preserve"> به خاطر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کردن از چی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سرزنش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030A2F">
        <w:rPr>
          <w:rStyle w:val="libFootnotenumChar"/>
          <w:rtl/>
        </w:rPr>
        <w:t>16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در مکتب اسلام،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قداست دارد، کسی</w:t>
      </w:r>
      <w:r>
        <w:rPr>
          <w:rtl/>
          <w:lang w:bidi="fa-IR"/>
        </w:rPr>
        <w:t xml:space="preserve"> را که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احترام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من جواب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 xml:space="preserve"> او را نمی‌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او را قانع کنم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برآورم که تو چرا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شبهه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روشن است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ات را نبای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 مطرح نمود،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همه مثل تو که حوصله ندارند به دنبال جواب بروند، ممکن است فقط </w:t>
      </w:r>
      <w:r w:rsidR="00030A2F">
        <w:rPr>
          <w:rtl/>
          <w:lang w:bidi="fa-IR"/>
        </w:rPr>
        <w:t>سو</w:t>
      </w:r>
      <w:r w:rsidR="00030A2F">
        <w:rPr>
          <w:rFonts w:hint="cs"/>
          <w:rtl/>
          <w:lang w:bidi="fa-IR"/>
        </w:rPr>
        <w:t xml:space="preserve">ل </w:t>
      </w:r>
      <w:r>
        <w:rPr>
          <w:rFonts w:hint="cs"/>
          <w:rtl/>
          <w:lang w:bidi="fa-IR"/>
        </w:rPr>
        <w:t>را به خاطر بسپارند و هرگز به دنبال جواب آن نروند.</w:t>
      </w:r>
    </w:p>
    <w:p w:rsidR="00277305" w:rsidRDefault="00030A2F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30A2F">
      <w:pPr>
        <w:pStyle w:val="Heading1"/>
        <w:rPr>
          <w:rtl/>
          <w:lang w:bidi="fa-IR"/>
        </w:rPr>
      </w:pPr>
      <w:bookmarkStart w:id="34" w:name="_Toc515185350"/>
      <w:bookmarkStart w:id="35" w:name="_Toc515185411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چه انس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bookmarkEnd w:id="34"/>
      <w:bookmarkEnd w:id="3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مسجد آمد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گفت: طلب دانش بر همه شما واجب است،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طلب دانش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 عبادت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مورد مسائل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فرشتگان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ثواب گفتن «سبحان اللّه»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 افراد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صدقه حساب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بلاها را از شما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علم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انس شما در تنها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هاست</w:t>
      </w:r>
      <w:r>
        <w:rPr>
          <w:rtl/>
          <w:lang w:bidi="fa-IR"/>
        </w:rPr>
        <w:t>. فرشتگان بر اهل علم درود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فرستند</w:t>
      </w:r>
      <w:r>
        <w:rPr>
          <w:rtl/>
          <w:lang w:bidi="fa-IR"/>
        </w:rPr>
        <w:t xml:space="preserve"> و همه موجودات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طلب رحمت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علم،</w:t>
      </w:r>
      <w:r>
        <w:rPr>
          <w:rtl/>
          <w:lang w:bidi="fa-IR"/>
        </w:rPr>
        <w:t xml:space="preserve"> باعث زنده شدن قلب‌ها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انسان را به مقام‌ها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>.</w:t>
      </w:r>
      <w:r w:rsidRPr="00030A2F">
        <w:rPr>
          <w:rStyle w:val="libFootnotenumChar"/>
          <w:rtl/>
        </w:rPr>
        <w:t>17</w:t>
      </w:r>
    </w:p>
    <w:p w:rsidR="00277305" w:rsidRDefault="00030A2F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30A2F">
      <w:pPr>
        <w:pStyle w:val="Heading1"/>
        <w:rPr>
          <w:rtl/>
          <w:lang w:bidi="fa-IR"/>
        </w:rPr>
      </w:pPr>
      <w:bookmarkStart w:id="36" w:name="_Toc515185351"/>
      <w:bookmarkStart w:id="37" w:name="_Toc515185412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کن!</w:t>
      </w:r>
      <w:bookmarkEnd w:id="36"/>
      <w:bookmarkEnd w:id="3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بغداد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جهان اسلام است. روزگارم 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به قدر توان خود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کمک کنم. حتماً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حسن عسکر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شهر سامرّا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. سامرّا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شهر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حکومت وقت که از امام عسکر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ترس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اجازه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امام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پادگان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شود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آنها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 xml:space="preserve"> که فرزند او، همان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موعود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دارم. آخرِ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به سامرّا خواهم رفت و امام خود را خواهم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تو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نگران</w:t>
      </w:r>
      <w:r>
        <w:rPr>
          <w:rtl/>
          <w:lang w:bidi="fa-IR"/>
        </w:rPr>
        <w:t xml:space="preserve"> نباش! من در حکومت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درست است که آنها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امّا با من رفاقت دارند، آنها مواظب من هستند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روز جمعه من در حضور امام خود خواهم بود و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را احساس خواهم کرد.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آن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است، من به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توانسته‌ام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کنم.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آن را به سامرّا ببرم تا نشان امام عسکر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بدهم.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خوب چرا آن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همراه داشتن کتاب که جُرم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تو چقدر ساده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مأموران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بفهمند که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دارم، آن را گرفته و پاره‌اش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سامرّا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 برجِ متوکّل است که به چشم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علامتِ آن است که راه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مقصد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030A2F">
        <w:rPr>
          <w:rStyle w:val="libFootnotenumChar"/>
          <w:rtl/>
        </w:rPr>
        <w:t>18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به دروازه شهر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بهتر است وارد شهر بشوم.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سامرّا</w:t>
      </w:r>
      <w:r>
        <w:rPr>
          <w:rtl/>
          <w:lang w:bidi="fa-IR"/>
        </w:rPr>
        <w:t xml:space="preserve"> چه شهر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ابان‌ها،</w:t>
      </w:r>
      <w:r>
        <w:rPr>
          <w:rtl/>
          <w:lang w:bidi="fa-IR"/>
        </w:rPr>
        <w:t xml:space="preserve"> بازارها و ساختمان‌ها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>! هر جا را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قصرها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باشکوه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ما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قصرها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 و ستم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امام خود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کوچه‌ها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خانه امام‌ع</w:t>
      </w:r>
      <w:r>
        <w:rPr>
          <w:rFonts w:hint="eastAsia"/>
          <w:rtl/>
          <w:lang w:bidi="fa-IR"/>
        </w:rPr>
        <w:t>سکر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ابوجعفر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همراه خود آورده‌ا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نوشته است،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به چه زحمت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کرده‌ام.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شروع به مطالعه کتاب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با دقّت مطالب کتاب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رفت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کاظم و امام رضا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 و در بغداد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او تلاش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انجام داد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زحمات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متحمّل شد.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اکنون امام رو به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«خداوند به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به عدد هر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نوشته است،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عطا خواهد نمود».</w:t>
      </w:r>
      <w:r w:rsidRPr="00030A2F">
        <w:rPr>
          <w:rStyle w:val="libFootnotenumChar"/>
          <w:rtl/>
        </w:rPr>
        <w:t>19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من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انسان بتواند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دانش و علم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بردارد. خوشا به حالت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>!</w:t>
      </w:r>
    </w:p>
    <w:p w:rsidR="00277305" w:rsidRDefault="00030A2F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30A2F">
      <w:pPr>
        <w:pStyle w:val="Heading1"/>
        <w:rPr>
          <w:rtl/>
          <w:lang w:bidi="fa-IR"/>
        </w:rPr>
      </w:pPr>
      <w:bookmarkStart w:id="38" w:name="_Toc515185352"/>
      <w:bookmarkStart w:id="39" w:name="_Toc515185413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بهتر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خواب!</w:t>
      </w:r>
      <w:bookmarkEnd w:id="38"/>
      <w:bookmarkEnd w:id="3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نظر شما تنها راه سعادت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راه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و معرفت به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با من هم‌عق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جهالت و نادان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را به سراش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سقوط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کشاند؟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همواره از ما خواسته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دانش گام بنه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خود و جامعه خود را از خطر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مسلمانان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قلّه‌ها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باشند و از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باشند.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«خواب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دانشمند از نما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جاهل بهتر است».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جاهل است و از علم و دانش بهره‌ا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نماز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او را از خطر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بدهد،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دانش و شعور دارد.</w:t>
      </w:r>
      <w:r w:rsidRPr="00F35109">
        <w:rPr>
          <w:rStyle w:val="libFootnotenumChar"/>
          <w:rtl/>
        </w:rPr>
        <w:t>20</w:t>
      </w:r>
    </w:p>
    <w:p w:rsidR="00277305" w:rsidRDefault="00F35109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F35109">
      <w:pPr>
        <w:pStyle w:val="Heading1"/>
        <w:rPr>
          <w:rtl/>
          <w:lang w:bidi="fa-IR"/>
        </w:rPr>
      </w:pPr>
      <w:bookmarkStart w:id="40" w:name="_Toc515185353"/>
      <w:bookmarkStart w:id="41" w:name="_Toc515185414"/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 درخت چنار</w:t>
      </w:r>
      <w:bookmarkEnd w:id="40"/>
      <w:bookmarkEnd w:id="4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شاگردان من! من هر چه فکر کردم نتوانستم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حل کنم.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جمع شما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او در اصفهان مجلس درس دارد و شاگردان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درس او شرکت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 w:rsidRPr="00F35109">
        <w:rPr>
          <w:rStyle w:val="libFootnotenumChar"/>
          <w:rtl/>
        </w:rPr>
        <w:t>21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شاگردانش بتواند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را حل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اتّفاق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فتد،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سال‌ها تلاش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شاگردانش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نبوده است.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فردا صبر کند تا شاگردانش به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بپردازند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جواب برسند.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مسأله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سکوت مسجد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شکند،</w:t>
      </w:r>
      <w:r>
        <w:rPr>
          <w:rtl/>
          <w:lang w:bidi="fa-IR"/>
        </w:rPr>
        <w:t xml:space="preserve"> همه سرها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افتاده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شما فرصت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</w:t>
      </w:r>
      <w:r>
        <w:rPr>
          <w:rtl/>
          <w:lang w:bidi="fa-IR"/>
        </w:rPr>
        <w:t xml:space="preserve"> تمام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تو هم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و دفتر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دنبال کفشت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کفش تو امروز سرجا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همه بروند آن وقت هر کفش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ماند، کفش توست.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اطراف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کنار کفش‌ها،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نشسته است،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همان گدا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مدّت‌هاست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کمک کند.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جلو او برگ‌ها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چنار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است.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گدا سواد هم دارد،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 چنار نوشته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سوزد،</w:t>
      </w:r>
      <w:r>
        <w:rPr>
          <w:rtl/>
          <w:lang w:bidi="fa-IR"/>
        </w:rPr>
        <w:t xml:space="preserve"> او پول ندارد کاغذ بخرد، نوشته‌ها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 چنار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امّا او آدم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است،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برگ‌ها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نوشت!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ناگهان نگاهت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برگ‌ها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است.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مسأله‌ا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استاد دو روز است در درس مطرح کرده است. به سطر بعد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مسأله است!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باور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رو به آن مرد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اسم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من صالح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 چنار را با خود ببرم؟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 چنار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برگ چنار که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آن را مطالعه کنم.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باشد،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مال تو باشد.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 چنارها،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او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خانه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نوشته صالح مازندارن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باور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باسواد باشد، چقدر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جواب </w:t>
      </w:r>
      <w:r w:rsidR="00F35109">
        <w:rPr>
          <w:rtl/>
          <w:lang w:bidi="fa-IR"/>
        </w:rPr>
        <w:t>سو</w:t>
      </w:r>
      <w:r w:rsidR="00F35109">
        <w:rPr>
          <w:rFonts w:hint="cs"/>
          <w:rtl/>
          <w:lang w:bidi="fa-IR"/>
        </w:rPr>
        <w:t xml:space="preserve">ل </w:t>
      </w:r>
      <w:r>
        <w:rPr>
          <w:rFonts w:hint="cs"/>
          <w:rtl/>
          <w:lang w:bidi="fa-IR"/>
        </w:rPr>
        <w:t>استاد را داده است. او با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به درس و بحث </w:t>
      </w:r>
      <w:r>
        <w:rPr>
          <w:rtl/>
          <w:lang w:bidi="fa-IR"/>
        </w:rPr>
        <w:lastRenderedPageBreak/>
        <w:t>مشغول است. خوشا به حال او!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جور باشد تا چند صفحه کتاب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صالح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همه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مشکلات، درس خواندن را رها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او علم را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موفّق شده است، امّا من علم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پول، ثروت و مقام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موفّق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مهتاب راه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جواب را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چهلم است که آن را از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مسجد اصفهان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را آورده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جناب استاد! من جواب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افته‌ام</w:t>
      </w:r>
      <w:r>
        <w:rPr>
          <w:rtl/>
          <w:lang w:bidi="fa-IR"/>
        </w:rPr>
        <w:t>.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گفتن آنچه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حفظ کرده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استاد با دقّت به سخنان تو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او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تو چگونه توانست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سخن تو تمام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تو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امّا استاد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به تو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راز سکوت استاد را نم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داند.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استاد رو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جواب تو،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بود،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>! امّا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از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که شاگردان خود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از خودت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راستش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از صالح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جوان!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داده است،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نابغه روزگار خواهد شد و تو نام او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استاد!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حالا بگو بدانم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به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کجاست؟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استاد!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مدّت‌هاست کنار درِ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درس شما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او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بر تن دارد، همه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به داخل مسجد دعوت کنم؟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نابغه خود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در گمنام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داده است؟ چرا او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است؟ چه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گمنام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او آن را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عوض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چند نفر بروند و لباس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فاخر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و به صالح مازندارن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بدهند تا آن را بپوشد و بعد از آن رسماً از او دعوت کنند تا وارد مسجد شود.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 مازندان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احترام تمام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مسجد هستند به احترام او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در آغوش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و...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آن روز به بعد همه «ملا صالح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</w:t>
      </w:r>
      <w:r>
        <w:rPr>
          <w:rtl/>
          <w:lang w:bidi="fa-IR"/>
        </w:rPr>
        <w:t>.</w:t>
      </w:r>
      <w:r w:rsidRPr="00F35109">
        <w:rPr>
          <w:rStyle w:val="libFootnotenumChar"/>
          <w:rtl/>
        </w:rPr>
        <w:t>22</w:t>
      </w:r>
    </w:p>
    <w:p w:rsidR="00277305" w:rsidRDefault="00F35109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F35109">
      <w:pPr>
        <w:pStyle w:val="Heading1"/>
        <w:rPr>
          <w:rtl/>
          <w:lang w:bidi="fa-IR"/>
        </w:rPr>
      </w:pPr>
      <w:bookmarkStart w:id="42" w:name="_Toc515185354"/>
      <w:bookmarkStart w:id="43" w:name="_Toc515185415"/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دنبال صدقه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</w:t>
      </w:r>
      <w:bookmarkEnd w:id="42"/>
      <w:bookmarkEnd w:id="4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و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روح انسان را آلوده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مانع رشد و کمال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باعث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لذّت مناجات با خداوند را درک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با خدا معاشقه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درگاه او قطره اشک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گناهانمان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اثرات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 البته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مربوط به حقّ النّاس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حقّ مردم را پرداخت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مربوط به حق اللّه است، چگونه از پرونده خود بزدا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امامان</w:t>
      </w:r>
      <w:r>
        <w:rPr>
          <w:rtl/>
          <w:lang w:bidi="fa-IR"/>
        </w:rPr>
        <w:t xml:space="preserve"> معصوم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سخنان خود، صدقه دادن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گناهان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کرده‌اند.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در قرآن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صدقه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وعده بخشش و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بزرگ داده است.</w:t>
      </w:r>
      <w:r w:rsidRPr="00F35109">
        <w:rPr>
          <w:rStyle w:val="libFootnotenumChar"/>
          <w:rtl/>
        </w:rPr>
        <w:t>23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باعث بخشش گناهان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صدقه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دادن ذکر شده است: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صدقه غضب خداوند را خاموش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گناهان بزرگ را از پرونده اعمال انسان پاک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. مرگ بد و بلاها را از انسان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باعث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عمر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F35109">
        <w:rPr>
          <w:rStyle w:val="libFootnotenumChar"/>
          <w:rtl/>
        </w:rPr>
        <w:t>24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خود را از آلودگ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پاک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به ساحت قدس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معمولاً</w:t>
      </w:r>
      <w:r>
        <w:rPr>
          <w:rtl/>
          <w:lang w:bidi="fa-IR"/>
        </w:rPr>
        <w:t xml:space="preserve"> تا کلمه صدقه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فورا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صندوق صدقات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عنوان صدقه داخل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شما را با صدقه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کنم که کمتر به آن توجّه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همان‌طور که کمک به فقرا را به عنوان صدقه مورد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دادن علم و دانش را هم به عنوان صدقه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F35109">
        <w:rPr>
          <w:rStyle w:val="libFootnotenumChar"/>
          <w:rtl/>
        </w:rPr>
        <w:t>25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که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تا همواره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دانش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</w:t>
      </w:r>
      <w:r w:rsidR="00F35109">
        <w:rPr>
          <w:rtl/>
          <w:lang w:bidi="fa-IR"/>
        </w:rPr>
        <w:t>سو</w:t>
      </w:r>
      <w:r w:rsidR="00F35109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جواب او را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تو،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است، هم برکتِ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هم بلاها را از تو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هم باعث بخشش گناهان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77305" w:rsidRDefault="00F35109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F35109">
      <w:pPr>
        <w:pStyle w:val="Heading1"/>
        <w:rPr>
          <w:rtl/>
          <w:lang w:bidi="fa-IR"/>
        </w:rPr>
      </w:pPr>
      <w:bookmarkStart w:id="44" w:name="_Toc515185355"/>
      <w:bookmarkStart w:id="45" w:name="_Toc515185416"/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زنده‌ا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نور علم !</w:t>
      </w:r>
      <w:bookmarkEnd w:id="44"/>
      <w:bookmarkEnd w:id="4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فقط به دنبال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و ثروت هستند، تو به فکر کسب دانش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فرق تو با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F35109">
        <w:rPr>
          <w:rtl/>
          <w:lang w:bidi="fa-IR"/>
        </w:rPr>
        <w:t>سو</w:t>
      </w:r>
      <w:r w:rsidR="00F35109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، خوب است سخن پی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نقل کنم. آن حضرت فرمود: «کس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است، مانند زنده‌ا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مردگان».</w:t>
      </w:r>
      <w:r w:rsidRPr="00F35109">
        <w:rPr>
          <w:rStyle w:val="libFootnotenumChar"/>
          <w:rtl/>
        </w:rPr>
        <w:t>26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آنها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پول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مرده است، امّا تو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همه لحظه‌ها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دنبال کسب دانش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زنده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نه تنها زنده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نور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تو داده است،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بهره‌مند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آنان نشان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F35109" w:rsidP="00F3510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515185356"/>
      <w:bookmarkStart w:id="47" w:name="_Toc515185417"/>
      <w:r w:rsidR="00277305">
        <w:rPr>
          <w:rFonts w:hint="eastAsia"/>
          <w:rtl/>
          <w:lang w:bidi="fa-IR"/>
        </w:rPr>
        <w:lastRenderedPageBreak/>
        <w:t>وقت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ع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ها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من گم شد</w:t>
      </w:r>
      <w:bookmarkEnd w:id="46"/>
      <w:bookmarkEnd w:id="4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هشت ساله.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من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جمع کرده بودم، بارها آنها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شمردم</w:t>
      </w:r>
      <w:r>
        <w:rPr>
          <w:rtl/>
          <w:lang w:bidi="fa-IR"/>
        </w:rPr>
        <w:t>. در آن سن و سال، آن مقدار پول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ارزشمند بود.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دوچرخه‌ا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عصر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سوار بر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شدم</w:t>
      </w:r>
      <w:r>
        <w:rPr>
          <w:rtl/>
          <w:lang w:bidi="fa-IR"/>
        </w:rPr>
        <w:t xml:space="preserve"> و به پارک رفته و با دوستانم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همراه خود برداشتم و سوار دوچرخه شدم،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پارک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متوجّه شدم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افتاده‌اند.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برگشتم، تمام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با دقّت نگاه </w:t>
      </w:r>
      <w:r>
        <w:rPr>
          <w:rFonts w:hint="eastAsia"/>
          <w:rtl/>
          <w:lang w:bidi="fa-IR"/>
        </w:rPr>
        <w:t>کردم،</w:t>
      </w:r>
      <w:r>
        <w:rPr>
          <w:rtl/>
          <w:lang w:bidi="fa-IR"/>
        </w:rPr>
        <w:t xml:space="preserve"> امّا پول‌ها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چند بار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از اوّل تا آخر گشتم، امّا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کار من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بود که بروم و تمام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جستجو کنم!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نشد. تا سال بعد هر وقت از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گذشتم،</w:t>
      </w:r>
      <w:r>
        <w:rPr>
          <w:rtl/>
          <w:lang w:bidi="fa-IR"/>
        </w:rPr>
        <w:t xml:space="preserve"> ناخودآگاه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بودم.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ارزشمند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گم کند، از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دست برنم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گمشده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نشانه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277305" w:rsidRDefault="00277305" w:rsidP="000460A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 w:rsidR="000460A1">
        <w:rPr>
          <w:rtl/>
          <w:lang w:bidi="fa-IR"/>
        </w:rPr>
        <w:t xml:space="preserve"> فرمود: «علم، گمشده م</w:t>
      </w:r>
      <w:r w:rsidR="000460A1">
        <w:rPr>
          <w:rFonts w:hint="cs"/>
          <w:rtl/>
          <w:lang w:bidi="fa-IR"/>
        </w:rPr>
        <w:t>وم</w:t>
      </w:r>
      <w:r>
        <w:rPr>
          <w:rFonts w:hint="cs"/>
          <w:rtl/>
          <w:lang w:bidi="fa-IR"/>
        </w:rPr>
        <w:t>ن است».</w:t>
      </w:r>
      <w:r w:rsidRPr="000460A1">
        <w:rPr>
          <w:rStyle w:val="libFootnotenumChar"/>
          <w:rFonts w:hint="cs"/>
          <w:rtl/>
        </w:rPr>
        <w:t>27</w:t>
      </w:r>
    </w:p>
    <w:p w:rsidR="00277305" w:rsidRDefault="000460A1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ومن</w:t>
      </w:r>
      <w:r w:rsidR="00277305">
        <w:rPr>
          <w:rtl/>
          <w:lang w:bidi="fa-IR"/>
        </w:rPr>
        <w:t xml:space="preserve"> واقع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همواره در جستجو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علم است، او به هر کجا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رود</w:t>
      </w:r>
      <w:r w:rsidR="00277305">
        <w:rPr>
          <w:rtl/>
          <w:lang w:bidi="fa-IR"/>
        </w:rPr>
        <w:t xml:space="preserve"> به دنبال گمشده خود است، از هر فرصت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استفاده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کند</w:t>
      </w:r>
      <w:r w:rsidR="00277305">
        <w:rPr>
          <w:rtl/>
          <w:lang w:bidi="fa-IR"/>
        </w:rPr>
        <w:t xml:space="preserve"> تا بتواند به آن برسد.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افسوس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ما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هستند، ما خود را مسلمان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دنبال شور و احساس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دنبال شعور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کسب علم!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علم، گمشده ما باشد، آن روز جامعه ما، جامعه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شد.</w:t>
      </w:r>
    </w:p>
    <w:p w:rsidR="00277305" w:rsidRDefault="000460A1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460A1">
      <w:pPr>
        <w:pStyle w:val="Heading1"/>
        <w:rPr>
          <w:rtl/>
          <w:lang w:bidi="fa-IR"/>
        </w:rPr>
      </w:pPr>
      <w:bookmarkStart w:id="48" w:name="_Toc515185357"/>
      <w:bookmarkStart w:id="49" w:name="_Toc515185418"/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تلاش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  <w:bookmarkEnd w:id="48"/>
      <w:bookmarkEnd w:id="4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است و همه مردم سر از خاک برداشته‌اند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ترس و وحشت همه جا را فرا گرفته است،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غوغا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منتظر هستند تا نوبت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فرا برسد.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و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جهنّم.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فرشتگان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مأمور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از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پرسند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«ما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فرشتگان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«چرا به علم خود عمل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«ما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فرشتگان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«چرا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امروز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عذر و بهانه‌ا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</w:t>
      </w:r>
      <w:r>
        <w:rPr>
          <w:rtl/>
          <w:lang w:bidi="fa-IR"/>
        </w:rPr>
        <w:t>!</w:t>
      </w:r>
      <w:r w:rsidRPr="000460A1">
        <w:rPr>
          <w:rStyle w:val="libFootnotenumChar"/>
          <w:rtl/>
        </w:rPr>
        <w:t>28</w:t>
      </w:r>
    </w:p>
    <w:p w:rsidR="00277305" w:rsidRDefault="000460A1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460A1">
      <w:pPr>
        <w:pStyle w:val="Heading1"/>
        <w:rPr>
          <w:rtl/>
          <w:lang w:bidi="fa-IR"/>
        </w:rPr>
      </w:pPr>
      <w:bookmarkStart w:id="50" w:name="_Toc515185358"/>
      <w:bookmarkStart w:id="51" w:name="_Toc515185419"/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نامه ما را بخوان</w:t>
      </w:r>
      <w:bookmarkEnd w:id="50"/>
      <w:bookmarkEnd w:id="5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چه کنم؟ حس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را باز کنم و آن را بخوانم، چند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وطن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آمده‌ام، تا امروز نامه‌ها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نَراق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آمده است و من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را نخوانده‌ام.</w:t>
      </w:r>
      <w:r w:rsidRPr="000460A1">
        <w:rPr>
          <w:rStyle w:val="libFootnotenumChar"/>
          <w:rtl/>
        </w:rPr>
        <w:t>29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نه! من به خودم قول داده‌ام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درسم تمام نشده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نخوانم.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تعجّب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گرفته‌ام.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شهر نجف هجرت کردم تا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دانش بپردازم،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جامعه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و دانشمند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دارد، من به نجف آمدم تا به اوج قلّه علم برسم،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امده‌ام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</w:t>
      </w:r>
      <w:r>
        <w:rPr>
          <w:rFonts w:hint="eastAsia"/>
          <w:rtl/>
          <w:lang w:bidi="fa-IR"/>
        </w:rPr>
        <w:t>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بشوم.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آن هدف بزرگ،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زحمت بکشم،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شبانه‌روز درس بخوانم،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هر سال هوس وطن بکنم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آب و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نراق به شهر خود برگردم! نه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را به جان و دل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تا بتوانم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بکنم. من </w:t>
      </w:r>
      <w:r>
        <w:rPr>
          <w:rFonts w:hint="eastAsia"/>
          <w:rtl/>
          <w:lang w:bidi="fa-IR"/>
        </w:rPr>
        <w:t>نامه‌ها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نراق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را اصلاً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ترسم</w:t>
      </w:r>
      <w:r>
        <w:rPr>
          <w:rtl/>
          <w:lang w:bidi="fa-IR"/>
        </w:rPr>
        <w:t xml:space="preserve"> حواسم را پرت کند و دلم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به وطن کند.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همه برادران در خانه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شده‌اند، هنوز همه لباس مشک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 دارند،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آنها عزادار هستند،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است که پدر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نامه 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هم نامه را نخوانده است. واقعاً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اصلاً نامه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خبر فوت پدر را به او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استاد او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از او بخواهم او را روانه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استاد! شما را ناراحت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چه شده است؟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آقامهد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چه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ع‌تر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نراق به دست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پدر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نراق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استاد! ان‌شاءاللّه خدا او را شفا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شما درس را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درس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واجب‌تر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آقامهد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مرا مجبور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اصل خبر را به تو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پدر شما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است، خدا او را رحمت کند، من به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چه زودتر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نراق است، همه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آقامهد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شده‌اند، مردم نراق هم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فوت پدر را به او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سه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آقامهد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به نجف بازگردد، همه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راه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هنوز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از بدنت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نرفته 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هزار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را با اسب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صبر کن تا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برطرف شود!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!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تا درس بخوانم و دانشمند بشوم، من هدف مقدّس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برسم.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را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آن قدر در نجف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آوازه دانش تو، همه جهان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تو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ت‌اللّه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حاج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نامت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دانشمندان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قرن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درخشد</w:t>
      </w:r>
      <w:r>
        <w:rPr>
          <w:rtl/>
          <w:lang w:bidi="fa-IR"/>
        </w:rPr>
        <w:t>.</w:t>
      </w:r>
      <w:r w:rsidRPr="000460A1">
        <w:rPr>
          <w:rStyle w:val="libFootnotenumChar"/>
          <w:rtl/>
        </w:rPr>
        <w:t>30</w:t>
      </w:r>
    </w:p>
    <w:p w:rsidR="00277305" w:rsidRDefault="000460A1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460A1">
      <w:pPr>
        <w:pStyle w:val="Heading1"/>
        <w:rPr>
          <w:rtl/>
          <w:lang w:bidi="fa-IR"/>
        </w:rPr>
      </w:pPr>
      <w:bookmarkStart w:id="52" w:name="_Toc515185359"/>
      <w:bookmarkStart w:id="53" w:name="_Toc515185420"/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در شب قدر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bookmarkEnd w:id="52"/>
      <w:bookmarkEnd w:id="5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قدر بود و همه مشغول خواندن دعا بودند، در مسجد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 انداختن نبود.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الغَوثَ</w:t>
      </w:r>
      <w:r>
        <w:rPr>
          <w:rtl/>
          <w:lang w:bidi="fa-IR"/>
        </w:rPr>
        <w:t xml:space="preserve"> الغَوثَ خَلِّصْنا مِنَ النّارِ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رّبِّ!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دوستان</w:t>
      </w:r>
      <w:r>
        <w:rPr>
          <w:rtl/>
          <w:lang w:bidi="fa-IR"/>
        </w:rPr>
        <w:t xml:space="preserve"> همه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خواندند،</w:t>
      </w:r>
      <w:r>
        <w:rPr>
          <w:rtl/>
          <w:lang w:bidi="fa-IR"/>
        </w:rPr>
        <w:t xml:space="preserve"> چه حال و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داشت، مناجات با خدا آن هم در شب قدر.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نگاهم</w:t>
      </w:r>
      <w:r>
        <w:rPr>
          <w:rtl/>
          <w:lang w:bidi="fa-IR"/>
        </w:rPr>
        <w:t xml:space="preserve"> به گوشه مسجد افتاد که استادم با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دور هم جمع شده بودند و مشغول گفتگو بودند.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آنها مشغول بحث‌ها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من تعجّب کردم، آخر امشب شب قدر است، همه مشغول دعا و عبادت هستند، چطور شده است که استاد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من کنار آنها نشستم،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بپرسم، آن موقع من شانزده سال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نداشتم و آدم کم‌رو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بودم.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استاد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کرد، او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کارِ امشب آنها تعجّب کرده‌ام. او رو به من کرد و گفت: برو کتاب «مَفات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حُ</w:t>
      </w:r>
      <w:r>
        <w:rPr>
          <w:rtl/>
          <w:lang w:bidi="fa-IR"/>
        </w:rPr>
        <w:t xml:space="preserve"> الجنان»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رفتم و آن را آوردم و به استاد دادم. او کتاب را باز کرد و صفحه‌ا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آورد و به من گفت تا آن را بخوانم. من کتاب را گرفتم و شروع به خواندن کردم.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ماه رمضان که ذکر شده بود. آنجا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شده بود: «وقال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خُنا</w:t>
      </w:r>
      <w:r>
        <w:rPr>
          <w:rtl/>
          <w:lang w:bidi="fa-IR"/>
        </w:rPr>
        <w:t xml:space="preserve"> الصَّدوق: وَم</w:t>
      </w:r>
      <w:r>
        <w:rPr>
          <w:rFonts w:hint="eastAsia"/>
          <w:rtl/>
          <w:lang w:bidi="fa-IR"/>
        </w:rPr>
        <w:t>َن</w:t>
      </w:r>
      <w:r>
        <w:rPr>
          <w:rtl/>
          <w:lang w:bidi="fa-IR"/>
        </w:rPr>
        <w:t xml:space="preserve"> أَح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هاتَ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اللَّ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لَتَ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بِمُذاکَرةِ العِلمِ فَهوَ أَفضَلُ: اگر تو در شب قدر به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تو از همه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بهتر است».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به فکر فرو رفته و سکوت کردم، استاد رو به من کرد و گفت: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قرن چهارم است.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شب قدر را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که خودش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شب قدر را ذکر کرده است،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امشب را،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  <w:r w:rsidRPr="000460A1">
        <w:rPr>
          <w:rStyle w:val="libFootnotenumChar"/>
          <w:rtl/>
        </w:rPr>
        <w:t>31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پس من هم بهتر است به جمع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خودت است، ما چند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خواندن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معرفت و شناخت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ساعت آخر شب را به مناجات با خدا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پرداخت و دعا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معرفت باشد، انسان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او خلوت کند.</w:t>
      </w:r>
    </w:p>
    <w:p w:rsidR="00277305" w:rsidRDefault="000460A1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0460A1">
      <w:pPr>
        <w:pStyle w:val="Heading1"/>
        <w:rPr>
          <w:rtl/>
          <w:lang w:bidi="fa-IR"/>
        </w:rPr>
      </w:pPr>
      <w:bookmarkStart w:id="54" w:name="_Toc515185360"/>
      <w:bookmarkStart w:id="55" w:name="_Toc515185421"/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  <w:bookmarkEnd w:id="54"/>
      <w:bookmarkEnd w:id="5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آلمان به عراق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درست است که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تسلّط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اسلام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 دارد.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نگاهت به مجله‌ا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که نام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«العلم»،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مجله دانش. آن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طرح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جلد آن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تو را جذب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کلمه «العلم» را در وسط نوشته شده و چهار جمله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اطراف آن با خط نستعل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آمده است. آن </w:t>
      </w:r>
      <w:r>
        <w:rPr>
          <w:rFonts w:hint="eastAsia"/>
          <w:rtl/>
          <w:lang w:bidi="fa-IR"/>
        </w:rPr>
        <w:t>جمله‌ها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آنها را با زحمت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طَلَبُ</w:t>
      </w:r>
      <w:r>
        <w:rPr>
          <w:rtl/>
          <w:lang w:bidi="fa-IR"/>
        </w:rPr>
        <w:t xml:space="preserve"> العِلمِ 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مُسلِمٍ.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اطلُبوا</w:t>
      </w:r>
      <w:r>
        <w:rPr>
          <w:rtl/>
          <w:lang w:bidi="fa-IR"/>
        </w:rPr>
        <w:t xml:space="preserve"> العِلمَ مِنَ المَهدِ إِل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اللَّحدِ.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اطلُبوا</w:t>
      </w:r>
      <w:r>
        <w:rPr>
          <w:rtl/>
          <w:lang w:bidi="fa-IR"/>
        </w:rPr>
        <w:t xml:space="preserve"> العِلمَ وَلَو بِالصِّ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الحِکمَةُ</w:t>
      </w:r>
      <w:r>
        <w:rPr>
          <w:rtl/>
          <w:lang w:bidi="fa-IR"/>
        </w:rPr>
        <w:t xml:space="preserve"> ضالَّةُ المُؤمِنِ.</w:t>
      </w:r>
      <w:r w:rsidRPr="000460A1">
        <w:rPr>
          <w:rStyle w:val="libFootnotenumChar"/>
          <w:rtl/>
        </w:rPr>
        <w:t>32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ترجمه کند تا تو بفهم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جمله‌ها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دقّت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علم بر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گهواره تا گور دانش بجو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طلب دانش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مجبور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C4F7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و حکمت گمشده </w:t>
      </w:r>
      <w:r w:rsidR="002C4F7B">
        <w:rPr>
          <w:rtl/>
          <w:lang w:bidi="fa-IR"/>
        </w:rPr>
        <w:t>م</w:t>
      </w:r>
      <w:r w:rsidR="002C4F7B">
        <w:rPr>
          <w:rFonts w:hint="cs"/>
          <w:rtl/>
          <w:lang w:bidi="fa-IR"/>
        </w:rPr>
        <w:t xml:space="preserve">ومن </w:t>
      </w:r>
      <w:r>
        <w:rPr>
          <w:rFonts w:hint="cs"/>
          <w:rtl/>
          <w:lang w:bidi="fa-IR"/>
        </w:rPr>
        <w:t>است.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ترجمه</w:t>
      </w:r>
      <w:r>
        <w:rPr>
          <w:rtl/>
          <w:lang w:bidi="fa-IR"/>
        </w:rPr>
        <w:t xml:space="preserve"> ابن چهار جمله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تو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40655C">
        <w:rPr>
          <w:rtl/>
          <w:lang w:bidi="fa-IR"/>
        </w:rPr>
        <w:t>سوال</w:t>
      </w:r>
      <w:r w:rsidR="0040655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است. تو باور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به مسلمانان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داده است! پس چرا مسلمانان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از قافله علم عقب مانده‌اند؟ چرا؟ چه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را فراموش کردند و فقط به </w:t>
      </w:r>
      <w:r>
        <w:rPr>
          <w:rFonts w:hint="eastAsia"/>
          <w:rtl/>
          <w:lang w:bidi="fa-IR"/>
        </w:rPr>
        <w:t>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عمل کردند؟</w:t>
      </w:r>
      <w:r w:rsidRPr="0040655C">
        <w:rPr>
          <w:rStyle w:val="libFootnotenumChar"/>
          <w:rtl/>
        </w:rPr>
        <w:t>33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مستشرق آلمان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با تو هستم! گوش کن!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شب قدر را کسب علم دانسته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در طلب علم بودن را بهتر از هزار سال عبادت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و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شما، گال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را به جُرم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مورد قانون جاذبه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محاکمه و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چقدر تفاوت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شماست؟ امّا چه شد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فکر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هنوز...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دشمنان ما کردند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ما را نسبت به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کردند، سال‌هاست که ما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خود را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ساعت‌ها وقت خود را صرف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امّا حاضر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مطالعه کتاب بپردازد.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مستشرق آلمان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 هستم،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خواند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ماست، امّا آمار مطالعه کشور ما، کمتر از هشت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در روز است؟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داده است که همواره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مدرک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کتاب و مطالعه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شعار ماست: ز گهواره تا گور دانش بجو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عمل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است: زگهواره تا مدرک، دانش بجو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افسوس</w:t>
      </w:r>
      <w:r>
        <w:rPr>
          <w:rtl/>
          <w:lang w:bidi="fa-IR"/>
        </w:rPr>
        <w:t xml:space="preserve"> که ما از اسلام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مانده‌ا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افسوس که نگذاشتند ما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افسوس که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شور و احساس خلاصه کردند!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40655C">
      <w:pPr>
        <w:pStyle w:val="Heading1"/>
        <w:rPr>
          <w:rtl/>
          <w:lang w:bidi="fa-IR"/>
        </w:rPr>
      </w:pPr>
      <w:bookmarkStart w:id="56" w:name="_Toc515185361"/>
      <w:bookmarkStart w:id="57" w:name="_Toc515185422"/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فراموش کرده‌ام</w:t>
      </w:r>
      <w:bookmarkEnd w:id="56"/>
      <w:bookmarkEnd w:id="5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همسر مهربان خود ازدواج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زحمت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نموده و امشب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خود را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امشب شب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اجاره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است، امّا قلب تو مثل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همسرت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او تو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شناسد</w:t>
      </w:r>
      <w:r>
        <w:rPr>
          <w:rtl/>
          <w:lang w:bidi="fa-IR"/>
        </w:rPr>
        <w:t xml:space="preserve"> و تو را به عنوان مرد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انتخاب کرده است تا در پناه تو،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آغاز کند.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عصر، زنان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آمدند و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عروس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آوردند،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خانه تو، جان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تو هم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دل تو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کتاب‌ها خوش است!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کنار</w:t>
      </w:r>
      <w:r>
        <w:rPr>
          <w:rtl/>
          <w:lang w:bidi="fa-IR"/>
        </w:rPr>
        <w:t xml:space="preserve"> درِ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همسرت را به داخل خانه دعوت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به خانه خودت خوش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مهمانان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زنان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هستند،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از مهمانان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بعد از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کم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 چند نفر از زنان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تا به اتاق عروس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تو از جا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نزد همسرت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حجله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وسط اتاق بسته‌اند.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هنوز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شلوغ است، خواهران تو هنوز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هستند.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خوب است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هستند به اتاق خود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مشغول مطالعه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فکر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به همسر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چند صفحه مطالعه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تو وارد اتاق خودت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نگاهت که به کتاب‌ها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مشغول مطالعه!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تو چه لذّت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مطالعه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ردّ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را در کتاب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همه مهمانان رفته‌اند و همسرت تنها مانده است و تو هنوز مطالعه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بار همسر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تو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تو اصلاً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فراموش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امشب، شب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توست، او هم دلش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تو را از معشوقت که کتاب است، جدا کند!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خسته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امشب به آغوش کتاب پناه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گذر زمان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اکبر!</w:t>
      </w:r>
    </w:p>
    <w:p w:rsidR="00277305" w:rsidRDefault="00277305" w:rsidP="00406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 w:rsidR="0040655C" w:rsidRPr="0040655C">
        <w:rPr>
          <w:rFonts w:hint="cs"/>
          <w:rtl/>
        </w:rPr>
        <w:t>من</w:t>
      </w:r>
      <w:r>
        <w:rPr>
          <w:rFonts w:hint="cs"/>
          <w:rtl/>
          <w:lang w:bidi="fa-IR"/>
        </w:rPr>
        <w:t xml:space="preserve"> است، اذان صبح شده است! سرت را از روی</w:t>
      </w:r>
      <w:r>
        <w:rPr>
          <w:rtl/>
          <w:lang w:bidi="fa-IR"/>
        </w:rPr>
        <w:t xml:space="preserve"> کتاب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امشب، شب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بود.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تو اوج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نامت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تو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دمحمّدباقر</w:t>
      </w:r>
      <w:r>
        <w:rPr>
          <w:rtl/>
          <w:lang w:bidi="fa-IR"/>
        </w:rPr>
        <w:t xml:space="preserve"> دُرچِه‌ا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40655C">
        <w:rPr>
          <w:rStyle w:val="libFootnotenumChar"/>
          <w:rtl/>
        </w:rPr>
        <w:t>34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شاگرد تو شده و از تو بهره‌ها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  <w:r w:rsidRPr="0040655C">
        <w:rPr>
          <w:rStyle w:val="libFootnotenumChar"/>
          <w:rtl/>
        </w:rPr>
        <w:t>35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40655C">
      <w:pPr>
        <w:pStyle w:val="Heading1"/>
        <w:rPr>
          <w:rtl/>
          <w:lang w:bidi="fa-IR"/>
        </w:rPr>
      </w:pPr>
      <w:bookmarkStart w:id="58" w:name="_Toc515185362"/>
      <w:bookmarkStart w:id="59" w:name="_Toc515185423"/>
      <w:r>
        <w:rPr>
          <w:rFonts w:hint="eastAsia"/>
          <w:rtl/>
          <w:lang w:bidi="fa-IR"/>
        </w:rPr>
        <w:t>دانه</w:t>
      </w:r>
      <w:r>
        <w:rPr>
          <w:rtl/>
          <w:lang w:bidi="fa-IR"/>
        </w:rPr>
        <w:t xml:space="preserve"> به دنبال خاک نرم است</w:t>
      </w:r>
      <w:bookmarkEnd w:id="58"/>
      <w:bookmarkEnd w:id="59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کن! آن دوازده نفر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آنها «حوّار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ون»</w:t>
      </w:r>
      <w:r>
        <w:rPr>
          <w:rtl/>
          <w:lang w:bidi="fa-IR"/>
        </w:rPr>
        <w:t xml:space="preserve"> هستند. حوّار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حضرت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الان آنها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 همراه آنها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4065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درخت نشسته است، حوّار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هر کدام از آنان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40655C">
        <w:rPr>
          <w:rtl/>
        </w:rPr>
        <w:t>و سو</w:t>
      </w:r>
      <w:r w:rsidR="0040655C" w:rsidRPr="0040655C">
        <w:rPr>
          <w:rFonts w:hint="cs"/>
          <w:rtl/>
        </w:rPr>
        <w:t>ا</w:t>
      </w:r>
      <w:r w:rsidRPr="0040655C">
        <w:rPr>
          <w:rFonts w:hint="cs"/>
          <w:rtl/>
        </w:rPr>
        <w:t>لی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پرسد</w:t>
      </w:r>
      <w:r>
        <w:rPr>
          <w:rtl/>
          <w:lang w:bidi="fa-IR"/>
        </w:rPr>
        <w:t xml:space="preserve">. همه جواب </w:t>
      </w:r>
      <w:r w:rsidRPr="0040655C">
        <w:rPr>
          <w:rtl/>
        </w:rPr>
        <w:t>سو</w:t>
      </w:r>
      <w:r w:rsidR="0040655C" w:rsidRPr="0040655C">
        <w:rPr>
          <w:rFonts w:hint="cs"/>
          <w:rtl/>
        </w:rPr>
        <w:t>ا</w:t>
      </w:r>
      <w:r w:rsidRPr="0040655C">
        <w:rPr>
          <w:rFonts w:hint="cs"/>
          <w:rtl/>
        </w:rPr>
        <w:t>ل‌های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شنوند</w:t>
      </w:r>
      <w:r>
        <w:rPr>
          <w:rtl/>
          <w:lang w:bidi="fa-IR"/>
        </w:rPr>
        <w:t xml:space="preserve">.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 به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77305">
        <w:rPr>
          <w:rtl/>
          <w:lang w:bidi="fa-IR"/>
        </w:rPr>
        <w:t xml:space="preserve"> 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اران</w:t>
      </w:r>
      <w:r w:rsidR="00277305">
        <w:rPr>
          <w:rtl/>
          <w:lang w:bidi="fa-IR"/>
        </w:rPr>
        <w:t xml:space="preserve"> من! امروز از شما خواسته‌ا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دارم. ام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دوارم</w:t>
      </w:r>
      <w:r w:rsidR="00277305">
        <w:rPr>
          <w:rtl/>
          <w:lang w:bidi="fa-IR"/>
        </w:rPr>
        <w:t xml:space="preserve"> که شما خواسته مرا بپذ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ر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و آن را رد نکن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>.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77305">
        <w:rPr>
          <w:rtl/>
          <w:lang w:bidi="fa-IR"/>
        </w:rPr>
        <w:t xml:space="preserve"> هر چه از ما بخواه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ما قبول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کن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م</w:t>
      </w:r>
      <w:r w:rsidR="00277305"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کنار چشمه‌ا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ظرف خود را پر از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کن!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مانع بشوند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شما قول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خواسته مرا قبول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همه با تعجّب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دهد؟</w:t>
      </w:r>
      <w:r>
        <w:rPr>
          <w:rtl/>
          <w:lang w:bidi="fa-IR"/>
        </w:rPr>
        <w:t xml:space="preserve">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77305">
        <w:rPr>
          <w:rtl/>
          <w:lang w:bidi="fa-IR"/>
        </w:rPr>
        <w:t xml:space="preserve"> 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ع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س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>! ما با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پا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شما را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شست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م،</w:t>
      </w:r>
      <w:r w:rsidR="00277305">
        <w:rPr>
          <w:rtl/>
          <w:lang w:bidi="fa-IR"/>
        </w:rPr>
        <w:t xml:space="preserve"> چرا شما 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ن</w:t>
      </w:r>
      <w:r w:rsidR="00277305">
        <w:rPr>
          <w:rtl/>
          <w:lang w:bidi="fa-IR"/>
        </w:rPr>
        <w:t xml:space="preserve"> کار را کرد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د؟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.</w:t>
      </w:r>
      <w:r w:rsidR="00277305">
        <w:rPr>
          <w:rtl/>
          <w:lang w:bidi="fa-IR"/>
        </w:rPr>
        <w:t xml:space="preserve"> من 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ن</w:t>
      </w:r>
      <w:r w:rsidR="00277305">
        <w:rPr>
          <w:rtl/>
          <w:lang w:bidi="fa-IR"/>
        </w:rPr>
        <w:t xml:space="preserve"> کار را کردم تا شما بدان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که دانشمند با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برا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گران</w:t>
      </w:r>
      <w:r w:rsidR="00277305">
        <w:rPr>
          <w:rtl/>
          <w:lang w:bidi="fa-IR"/>
        </w:rPr>
        <w:t xml:space="preserve"> تواضع و فروتن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نما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>. من 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ن‌گونه</w:t>
      </w:r>
      <w:r w:rsidR="00277305">
        <w:rPr>
          <w:rtl/>
          <w:lang w:bidi="fa-IR"/>
        </w:rPr>
        <w:t xml:space="preserve"> برا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شما فروتن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کردم تا شما پس از من نسبت به مردم متواضع باش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>.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77305">
        <w:rPr>
          <w:rtl/>
          <w:lang w:bidi="fa-IR"/>
        </w:rPr>
        <w:t xml:space="preserve"> چرا دانشمند با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ن‌قدر</w:t>
      </w:r>
      <w:r w:rsidR="00277305">
        <w:rPr>
          <w:rtl/>
          <w:lang w:bidi="fa-IR"/>
        </w:rPr>
        <w:t xml:space="preserve"> فروتن باشد؟</w:t>
      </w:r>
    </w:p>
    <w:p w:rsidR="00277305" w:rsidRDefault="0040655C" w:rsidP="0027730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77305">
        <w:rPr>
          <w:rtl/>
          <w:lang w:bidi="fa-IR"/>
        </w:rPr>
        <w:t xml:space="preserve"> آ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</w:t>
      </w:r>
      <w:r w:rsidR="00277305">
        <w:rPr>
          <w:rtl/>
          <w:lang w:bidi="fa-IR"/>
        </w:rPr>
        <w:t xml:space="preserve"> 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ده‌ا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که در سنگ سخت، 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اه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برو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د؟</w:t>
      </w:r>
      <w:r w:rsidR="00277305">
        <w:rPr>
          <w:rtl/>
          <w:lang w:bidi="fa-IR"/>
        </w:rPr>
        <w:t xml:space="preserve"> 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اه</w:t>
      </w:r>
      <w:r w:rsidR="00277305">
        <w:rPr>
          <w:rtl/>
          <w:lang w:bidi="fa-IR"/>
        </w:rPr>
        <w:t xml:space="preserve"> در زم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ن</w:t>
      </w:r>
      <w:r w:rsidR="00277305">
        <w:rPr>
          <w:rtl/>
          <w:lang w:bidi="fa-IR"/>
        </w:rPr>
        <w:t xml:space="preserve"> نرم جوانه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زند</w:t>
      </w:r>
      <w:r w:rsidR="00277305">
        <w:rPr>
          <w:rtl/>
          <w:lang w:bidi="fa-IR"/>
        </w:rPr>
        <w:t xml:space="preserve"> و رشد م</w:t>
      </w:r>
      <w:r w:rsidR="00277305">
        <w:rPr>
          <w:rFonts w:hint="cs"/>
          <w:rtl/>
          <w:lang w:bidi="fa-IR"/>
        </w:rPr>
        <w:t>ی‌</w:t>
      </w:r>
      <w:r w:rsidR="00277305">
        <w:rPr>
          <w:rFonts w:hint="eastAsia"/>
          <w:rtl/>
          <w:lang w:bidi="fa-IR"/>
        </w:rPr>
        <w:t>کند</w:t>
      </w:r>
      <w:r w:rsidR="00277305">
        <w:rPr>
          <w:rtl/>
          <w:lang w:bidi="fa-IR"/>
        </w:rPr>
        <w:t>. شما اگر بخواه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علم و دانش را به مردم فرا ده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با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تواضع کن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د،</w:t>
      </w:r>
      <w:r w:rsidR="00277305">
        <w:rPr>
          <w:rtl/>
          <w:lang w:bidi="fa-IR"/>
        </w:rPr>
        <w:t xml:space="preserve"> هرگز با تکبّر و غرور نخواه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 xml:space="preserve"> توانست گ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اه</w:t>
      </w:r>
      <w:r w:rsidR="00277305">
        <w:rPr>
          <w:rtl/>
          <w:lang w:bidi="fa-IR"/>
        </w:rPr>
        <w:t xml:space="preserve"> علم و دانش را در م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ان</w:t>
      </w:r>
      <w:r w:rsidR="00277305">
        <w:rPr>
          <w:rtl/>
          <w:lang w:bidi="fa-IR"/>
        </w:rPr>
        <w:t xml:space="preserve"> دل‌ها</w:t>
      </w:r>
      <w:r w:rsidR="00277305">
        <w:rPr>
          <w:rFonts w:hint="cs"/>
          <w:rtl/>
          <w:lang w:bidi="fa-IR"/>
        </w:rPr>
        <w:t>ی</w:t>
      </w:r>
      <w:r w:rsidR="00277305">
        <w:rPr>
          <w:rtl/>
          <w:lang w:bidi="fa-IR"/>
        </w:rPr>
        <w:t xml:space="preserve"> مردم بکار</w:t>
      </w:r>
      <w:r w:rsidR="00277305">
        <w:rPr>
          <w:rFonts w:hint="cs"/>
          <w:rtl/>
          <w:lang w:bidi="fa-IR"/>
        </w:rPr>
        <w:t>ی</w:t>
      </w:r>
      <w:r w:rsidR="00277305">
        <w:rPr>
          <w:rFonts w:hint="eastAsia"/>
          <w:rtl/>
          <w:lang w:bidi="fa-IR"/>
        </w:rPr>
        <w:t>د</w:t>
      </w:r>
      <w:r w:rsidR="00277305">
        <w:rPr>
          <w:rtl/>
          <w:lang w:bidi="fa-IR"/>
        </w:rPr>
        <w:t>.</w:t>
      </w:r>
      <w:r w:rsidR="00277305" w:rsidRPr="00CA4364">
        <w:rPr>
          <w:rStyle w:val="libFootnotenumChar"/>
          <w:rtl/>
        </w:rPr>
        <w:t>36</w:t>
      </w:r>
    </w:p>
    <w:p w:rsidR="00277305" w:rsidRDefault="00CA4364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A4364">
      <w:pPr>
        <w:pStyle w:val="Heading1"/>
        <w:rPr>
          <w:rtl/>
          <w:lang w:bidi="fa-IR"/>
        </w:rPr>
      </w:pPr>
      <w:bookmarkStart w:id="60" w:name="_Toc515185363"/>
      <w:bookmarkStart w:id="61" w:name="_Toc515185424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bookmarkEnd w:id="60"/>
      <w:bookmarkEnd w:id="61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خانه خود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آن حضرت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سلام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سپس دست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از مرکز شهر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آنجا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 xml:space="preserve"> و بعد رو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امروز مرا به خاطر بسپار!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دانش بهتر از ثروت است،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مواظب ثروت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علم از تو مواظبت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مال خود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انفاق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 خود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!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به دنبال دانش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که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خدا به تو پاداش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داد، تو با کسب 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! 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در واقع مرده است، اگر چه به ظاهر، زنده باشد، امّا دانشمندان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زنده هستند، اگر چه جسمشان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خاک‌ها باشد.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جسم او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پنهان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آنها در قبر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خاطره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دلها زنده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37</w:t>
      </w:r>
    </w:p>
    <w:p w:rsidR="00277305" w:rsidRDefault="00CA4364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A4364">
      <w:pPr>
        <w:pStyle w:val="Heading1"/>
        <w:rPr>
          <w:rtl/>
          <w:lang w:bidi="fa-IR"/>
        </w:rPr>
      </w:pPr>
      <w:bookmarkStart w:id="62" w:name="_Toc515185364"/>
      <w:bookmarkStart w:id="63" w:name="_Toc515185425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قلم احترام دارد</w:t>
      </w:r>
      <w:bookmarkEnd w:id="62"/>
      <w:bookmarkEnd w:id="63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فکر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انسان‌ها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چگونه به اوج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رسند؟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معمولاً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آنان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به خاطر آن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افتخار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رسند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وقت‌ها آنها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کوچک، امّا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ارزشمند. خدا هم به خاطر آن کار کوچک، آنها را بزرگ 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نام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مرجع بزرگ جهان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که آوازه‌اش در تمام جهان اسلام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شخص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نمونه آن را جهان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چشم 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نه خواهد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بزرگ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بزرگ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استراحت کند، در اتاق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</w:t>
      </w:r>
      <w:r>
        <w:rPr>
          <w:rtl/>
          <w:lang w:bidi="fa-IR"/>
        </w:rPr>
        <w:t xml:space="preserve"> تا مبادا قلم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باشد!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استراحت کند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آن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سخن امامان معصوم</w:t>
      </w:r>
      <w:r w:rsidR="007B44E5" w:rsidRPr="007B44E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نوشته شده بود، او اوّل آن قلم را از اتاق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نمود</w:t>
      </w:r>
      <w:r>
        <w:rPr>
          <w:rtl/>
          <w:lang w:bidi="fa-IR"/>
        </w:rPr>
        <w:t xml:space="preserve"> و بعداً استراحت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از او </w:t>
      </w:r>
      <w:r w:rsidR="0040655C">
        <w:rPr>
          <w:rtl/>
          <w:lang w:bidi="fa-IR"/>
        </w:rPr>
        <w:t>سوال</w:t>
      </w:r>
      <w:r w:rsidR="00CA436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در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من به آن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آن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نوشته شد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است، احترام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آن اتاق دراز کنم!</w:t>
      </w:r>
    </w:p>
    <w:p w:rsidR="00277305" w:rsidRDefault="00277305" w:rsidP="00EB6A4F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به قلم احترام گذاشت، اگر در اتاق،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آن علوم محمّد و آل محمّد</w:t>
      </w:r>
      <w:r w:rsidR="00CA4364" w:rsidRPr="00CA4364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نوشته شده بود، هرگز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دراز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38</w:t>
      </w:r>
    </w:p>
    <w:p w:rsidR="00CA4364" w:rsidRDefault="00CA4364" w:rsidP="00CA4364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277305" w:rsidRDefault="00277305" w:rsidP="00CA4364">
      <w:pPr>
        <w:pStyle w:val="Heading1"/>
        <w:rPr>
          <w:rtl/>
          <w:lang w:bidi="fa-IR"/>
        </w:rPr>
      </w:pPr>
      <w:bookmarkStart w:id="64" w:name="_Toc515185365"/>
      <w:bookmarkStart w:id="65" w:name="_Toc515185426"/>
      <w:r>
        <w:rPr>
          <w:rFonts w:hint="eastAsia"/>
          <w:rtl/>
          <w:lang w:bidi="fa-IR"/>
        </w:rPr>
        <w:lastRenderedPageBreak/>
        <w:t>نکته‌ها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</w:t>
      </w:r>
      <w:bookmarkEnd w:id="64"/>
      <w:bookmarkEnd w:id="65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1 - اگر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دانستند</w:t>
      </w:r>
      <w:r>
        <w:rPr>
          <w:rtl/>
          <w:lang w:bidi="fa-IR"/>
        </w:rPr>
        <w:t xml:space="preserve"> که طلب دانش چقدر ارزشمند است با همه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آن را جستجو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39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2 -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فرشتگان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نهند</w:t>
      </w:r>
      <w:r>
        <w:rPr>
          <w:rtl/>
          <w:lang w:bidi="fa-IR"/>
        </w:rPr>
        <w:t xml:space="preserve"> که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دانش هستند.</w:t>
      </w:r>
      <w:r w:rsidRPr="00CA4364">
        <w:rPr>
          <w:rStyle w:val="libFootnotenumChar"/>
          <w:rtl/>
        </w:rPr>
        <w:t>40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سعادت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بخواهد به او فهم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41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دانش از خانه‌ات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بدان که غفران و بخشش خدا شامل حال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42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دانش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شود، رحمت و بخشش خدا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5 -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باشد، امّا از فهم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43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6 -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دانشمند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عبادت کننده در هراس و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عبادت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فقط به فکر کمال خودش است، امّا شخص دانشمند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همه زحمت‌ها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و مانع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بشود.</w:t>
      </w:r>
      <w:r w:rsidRPr="00CA4364">
        <w:rPr>
          <w:rStyle w:val="libFootnotenumChar"/>
          <w:rtl/>
        </w:rPr>
        <w:t>44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همه آنچه در اطراف تو هستند تو را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45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8 - علوم مختلف آن 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که تو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همه آنها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از هر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انتخاب کن و وقت خود را صرف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بنما.</w:t>
      </w:r>
      <w:r w:rsidRPr="00CA4364">
        <w:rPr>
          <w:rStyle w:val="libFootnotenumChar"/>
          <w:rtl/>
        </w:rPr>
        <w:t>46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9 -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بهره‌ا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نباشد،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آباد کردن آن نبوده است.</w:t>
      </w:r>
      <w:r w:rsidRPr="00CA4364">
        <w:rPr>
          <w:rStyle w:val="libFootnotenumChar"/>
          <w:rtl/>
        </w:rPr>
        <w:t>47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10 - هر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زکات آن را هم پرداخت کند، زکات ثروت، کمک کردن به افراد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امّا زکات علم و دانش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هر آنچه فرا گرفته‌ا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علم و دانش خودت هم برکت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48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علم و دانش خود او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واقع به او زندگ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دوباره داده‌ا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را زنده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.49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«هر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زنده کند،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همه مردم را زنده نموده است».</w:t>
      </w:r>
      <w:r w:rsidRPr="00CA4364">
        <w:rPr>
          <w:rStyle w:val="libFootnotenumChar"/>
          <w:rtl/>
        </w:rPr>
        <w:t>50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جمع کردن اندوخته‌ها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مبادا اقدام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تو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مبر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اندوخته‌ا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علم و دانش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پول و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بگذارند و بروند، مالِ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مالِ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امّا تو با کس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علمِ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شناخت خداوند،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اندوخته‌ا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آن بهره‌ها 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آنجا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CA4364">
        <w:rPr>
          <w:rStyle w:val="libFootnotenumChar"/>
          <w:rtl/>
        </w:rPr>
        <w:t>51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</w:t>
      </w:r>
    </w:p>
    <w:p w:rsidR="00277305" w:rsidRDefault="00CA4364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7305" w:rsidRDefault="00277305" w:rsidP="00CA4364">
      <w:pPr>
        <w:pStyle w:val="Heading1"/>
        <w:rPr>
          <w:rtl/>
          <w:lang w:bidi="fa-IR"/>
        </w:rPr>
      </w:pPr>
      <w:bookmarkStart w:id="66" w:name="_Toc515185366"/>
      <w:bookmarkStart w:id="67" w:name="_Toc515185427"/>
      <w:r>
        <w:rPr>
          <w:rFonts w:hint="eastAsia"/>
          <w:rtl/>
          <w:lang w:bidi="fa-IR"/>
        </w:rPr>
        <w:t>منابع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bookmarkEnd w:id="66"/>
      <w:bookmarkEnd w:id="67"/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 . الاختصاص ، المنسوب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محمّد بن محمّد بن النعمان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الرابعة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 . الإرشاد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حجج اللّه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العباد ، أبو عبد اللّه محمّد بن محمّد بن النعمان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. الاستذکار لمذهب علماء الأمصار ، الحافظ أبو عمر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بن محمّد بن عبد البرّ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368 ه ) ، القاهرة : 1971 م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 .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الأصحاب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القُرطُب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وعادل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 . اُسد الغابة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الصحابة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الکرم محمّد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الجَزَر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630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وعادل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 . الإصابة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الصحابة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عادل أحمد عبد الموجود ،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 . إعلام الور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بأعلام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دارالمعرفة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 .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محسن بن عبد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الشقرائ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1371 ه ) ، إعداد: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دارالتعارف ، الطبعة الخامسة،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 . إکمال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أسماء الرجال،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مغلطا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762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أبو عبد الرحمن وأبو محمّد عادل بن محمّد، مصر: الفاروق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ثة</w:t>
      </w:r>
      <w:r>
        <w:rPr>
          <w:rtl/>
          <w:lang w:bidi="fa-IR"/>
        </w:rPr>
        <w:t xml:space="preserve"> للطباعة والنشر،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 .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أبو عبد اللّه محمّد بن النعمان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اُستاد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 .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جعفر محمّد بن الحسن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البعثة ، قمّ : دار الثقافة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 .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الصدوق)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البعثة ، قمّ : مؤسّسة البعثة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13 . إمتاع الأسماع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الحفدة والمتاع،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بن محمّد المقر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845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عبد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14 . بحار الأنوار الجامعة لدرر أخبار الأئمّة الأطهار ، محمّد بن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1110 ه )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1386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15 . البحر 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،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الغرناط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745 ه)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 .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أبو الفداء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774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مکتبة المعارف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مکتبة المعارف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17 . بصائر الدرجات ، أبو جعفر محمّد بن الحسن الصفّار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فروخ (ت 290 ه ) ، قمّ : مکتبة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اللّه المرعش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18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خلدون ، عبد الرحمن بن محمّد الحضرم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خلدون) (ت 808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19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الإسلام ووف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المشاه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والأعلام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عمر عبد السلام تدمر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20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الاُمم والملوک) ، أبو جعفر محمّد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310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أبو الفضل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المعارف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21 .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عبد اللّه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22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الکوفة،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أحمد البراق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1332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ماجد بن أحمد العط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23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المنوّرة ، أبو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عمر بن شبّه النم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262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فه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محمّد شلتوت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التراث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24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أحمد 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جعفر بن وهب بن واضح المعروف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284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صادر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25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أو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السلام ، أبو بکر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القادر عطاء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26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عساکر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571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27 .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الأحکام الشرع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الإمام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الحسن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المطهّر المعروف بالعلاّمة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726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البهادر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قمّ: مؤسّسة الإمام الصادق،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1420ه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28 . التحر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الطاووس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حسن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(صاحب المعالم) ( ت 1011 ه ) ، قمّ : دار الذخائر ، 1368 ش.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29 . تحف العقول عن آل الرسول ، أبو محمّد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الحرّان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شُعبة (ت 381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30 . تحفة الأحوذ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المبارکفور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1282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31 . تذکرة الحفّاظ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32 . تغل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 الرحمن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القزق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المکتب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عمّار،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33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، أبو الفداء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البصرو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774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ومحمّد أحمد عاشور ، ومحمّد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البنّا ، القاهرة : دار الشعب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34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(معالم التنز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) ، أبو محمّد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مسعود الفرّاء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516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النضر محمّد بن مسعود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320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المکتبة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36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(الجامع لأحکام القرآن) ، أبو عبد اللّه محمّد بن أحمد الأنصار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671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عبد الرحمن المرعشل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37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329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منشورات مکتبة الهد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الثالثة، 1404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38 .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الفخر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أبو عبد اللّه محمّد بن عمر المعروف بفخر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604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39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عبد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جمعة العروس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1112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الرابعة، 1412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40 .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الموطّأ من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عبد البرّ) (ت 463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ومحمّد عبد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مکتبة السواد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41 .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هاشم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42 .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القادر عطا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43 .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أسماء الرجال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بن عبد الرحمن المزّ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742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الدکتور بشّار عوّاد معروف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الرابعة ، 1406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44 .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المقال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کتاب الرجال ، محمّد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الموحّد الأبطح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(معاصر) ، قمّ : ابن المؤلف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1417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45 . الثقات ، محمّد بن حبّان البست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354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الکتب الثقاف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46 . ثواب الأعمال وعقاب الأعمال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الصدوق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47 .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1383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48 . جامع الرواة ،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1101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الأضواء ،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49 .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1401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50 . الجرح والتعد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حاتم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327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1371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51 . جواهر الکلام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شرائع الإسلام ، محمّد حسن النجف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1266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52 . الحدائق الناضرة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أحکام العترة الطاهرة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أحمد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1186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وإشراف :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مو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53 . خصائص الأئمّة ، أبو الحسن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406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مشهد : آستان قدس رضو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54 . خصائص الإمام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عبد الرحمن أحمد بن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303 ه ) ، إعداد: محمّد باقر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55 . الدرّ المنثور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المأثور 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56 . دستور معالم الحکم ومأثور مکارم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أبو عبد اللّه بن محمّد بن سلامة القضاع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454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1401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57 . دعائم الإسلام وذکر الحلال والحرام والقضا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والأحکام ، أبو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النعمان بن محمّد بن منصور بن ـ أحمد بن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آصف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أصغر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مصر : دارالمعارف ، الطبعة الثالثة ، 1389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58 . ذخائر العقب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مناقب 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أحمد بن عبد اللّه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693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أکرم البوش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مکتبة الصحابة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59 . الذر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آقا بزرگ الطهران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1348 ه 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الأضواء ، الطبعة الثالثة ،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60 . رجال ابن داوود 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داود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صادق آل بحر العلوم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61 . رجال العلاّمة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(خلاصة الأقوال) ، الحسن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المطهّر المعروف بالعلاّمة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(726 ه )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62 . رجال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(فهرس أسماء مصنّف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>) ، أبو العبّاس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450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الأضواء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63 . روح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محمود بن عبد اللّه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1270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64 .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محمّد بن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الفتّال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508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1406 ه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65 . سنن ابن ماجة ، أبو عبداللّه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ماجة القزو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فو</w:t>
      </w:r>
      <w:r>
        <w:rPr>
          <w:rFonts w:hint="cs"/>
          <w:rtl/>
          <w:lang w:bidi="fa-IR"/>
        </w:rPr>
        <w:t>د عبد الباقی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277305" w:rsidRDefault="00277305" w:rsidP="00347E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66 . سنن ابن ماجة ، أبو عبداللّه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ماجة القزو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</w:t>
      </w:r>
      <w:r w:rsidRPr="00347E6F">
        <w:rPr>
          <w:rtl/>
        </w:rPr>
        <w:t>فو</w:t>
      </w:r>
      <w:r w:rsidR="00347E6F" w:rsidRPr="00347E6F">
        <w:rPr>
          <w:rFonts w:hint="cs"/>
          <w:rtl/>
        </w:rPr>
        <w:t>ا</w:t>
      </w:r>
      <w:r w:rsidRPr="00347E6F">
        <w:rPr>
          <w:rFonts w:hint="cs"/>
          <w:rtl/>
        </w:rPr>
        <w:t>د</w:t>
      </w:r>
      <w:r>
        <w:rPr>
          <w:rFonts w:hint="cs"/>
          <w:rtl/>
          <w:lang w:bidi="fa-IR"/>
        </w:rPr>
        <w:t xml:space="preserve"> عبد الباقی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67 .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، أبو داود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أشعث السِّجِستان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اللحّام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68 .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الجامع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) ، أبو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سورة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الرحمن محمّد عثمان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69 . سنن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عبد اللّه بن عبد الرحمن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العلم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70 .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بکر أحمد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458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71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أعلام النبلاء ، أبو عبد اللّه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شُع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العاشرة،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72 .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برهان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73 . شرح الأخبار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فضائل الأئمّة الأطهار ، أبو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القاض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النعمان بن محمّد المصر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74 . شرح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الآثار، أبو جعفر أحمد بن محمّد بن سلامة الأزد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321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زهر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النجّار،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الثالثة، 1416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75 . شرح نهج البلاغة ، عبد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محمّد المعتزل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(ت 656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أبو الفضل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1387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76 .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محمّد محسن بن شاه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1091 ه ) ، طهران : مکتبة الصدر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77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حبّان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بلبان الفارس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بلبان (ت 739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78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عبد اللّه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الطبعة الرابعة،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79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 بن الحجّاج القش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261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طبعة مصحّحة ومقابلة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عدّة مخطوطات ونسخ معتمدة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80 . الطبقات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(الطبقة الخامسة من الصحابة) ، محمّد بن سعد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الزهر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230 ه ) ، الطائف : مکتبة الصدّ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81 .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ونجاة الساع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العبّاس أحمد بن محمّد بن فهد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أحمد موحّد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وجدان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82 .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بدر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855 ه ) ، مصر : دار الطباعة المن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83 . عمدة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صحاح الأخبار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مناقب إمام الأبرار (العمدة)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الحسن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البطر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(ت 600 ه 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84 . عوائد الأ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العلاّمة المول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بن محمّد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1245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مرکز الدراسات والأبحاث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قمّ: مرکز النشر التابع لمکتب الإعلام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85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الحکم والمواعظ ، أبو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الواسط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ق 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دار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1376 ش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86 .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المرام وحجّة الخصام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الإمام ، هاشم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1422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87 .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عبد اللّه بن باز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88 . فتوح الشام، أبو عبد اللّه محمّد بن عمر الواقد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2071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89 . الفتوح، أبو محمّد أحمد بن أعثم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314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الأضواء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1411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90 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شرح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محمّد عبد الرؤوف المناو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أحمد عبد السلام،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91 . قاموس الرجال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رواة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ومحدّث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،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کاظم التستر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1320 ه 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92 . قاموس الرجال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رواة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ومحدّث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،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کاظم التستر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1320 ه 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93 .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جعفر ثقة الإسلام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إسحاق الکل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329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1389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94 . الکامل، عبد اللّه بن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365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مختار غزّاو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الطبعة الثالثة ، 1409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95 .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أبو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 630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96 .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97 . کشف الخفاء والإلباس عمّا اشتهر من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ألسنة الناس ،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محمّد العجلون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الجرّاح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1162 ه)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98 . کشف الظنون عن أسام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الکتب والفنون،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( ت 1067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99 . کنز الدقائق ، محمّد بن محمّد رضا المشهد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100 . کنز العمّال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سنن الأقوال والأفعال 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حسام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975 ه ) ، ضبط وتفس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وفهرسة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صفوة السقا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مو</w:t>
      </w:r>
      <w:r>
        <w:rPr>
          <w:rFonts w:hint="cs"/>
          <w:rtl/>
          <w:lang w:bidi="fa-IR"/>
        </w:rPr>
        <w:t>ّسة الرسالة ، الطبعة الاُولی</w:t>
      </w:r>
      <w:r>
        <w:rPr>
          <w:rtl/>
          <w:lang w:bidi="fa-IR"/>
        </w:rPr>
        <w:t xml:space="preserve"> ، 1397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101 . کنز الفوائد ، أبو الفتح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عثمان الکراجک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الطرابلس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449 ه ) ، إعداد : عبد اللّه نعمة ، قمّ : دار الذخائر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102 . لسان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الثالثة ، 1406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103 . لواقح الأنوار القدس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العهود المحمّد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 الوهّاب الشعران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973 ه )، مصر: مکتبة ومطبعة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1393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104 . المبسوط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 الإمام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أبو جعفر محمّد بن الحسن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المکتبة المرتضو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الثالثة، 1387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105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، أبو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.)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فضل اللّه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106 . مجمع الزوائد ومنبع الفوائد ، نور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807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107 . المجموع (شرح المهذّب) ، الإمام أبو 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شرف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ت676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108 . مستدرک الوسائل ومستنبط المسائل ،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1320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109 .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المثنّ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إرشاد الحقّ الأثر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دار القبلة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110 . مسند أحمد ، أحمد بن محمّد بن حنبل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اللّه محمّد الدرو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111 . مسند إسحاق بن راهو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أبو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إسحاق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الحنظل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238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الغفور عبد الحقّ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البلوش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المنوّرة : مکتبة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1412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112 . مسند الشام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بن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113 . مسند الشهاب ، أبو عبد اللّه محمّد بن سلامة القضاع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454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114 .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، أبو نُع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أحمد بن عبد اللّه الإصفهان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430 ه) ، القاهرة: مکتبة الآداب ، 1981 م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115 . مشکاة الأنوار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غرر الأخبار ، أبو الفضل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ق 7 ه ) ، طهران : دارالکتب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1385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116 . المصنّف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والأثار ، أبو بکر عبد اللّه بن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</w:t>
      </w:r>
      <w:r>
        <w:rPr>
          <w:rtl/>
          <w:lang w:bidi="fa-IR"/>
        </w:rPr>
        <w:t xml:space="preserve"> العبس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235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اللحّام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117 . معالم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وملاذ المجتهد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الحسن (نجل 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 ت 1011 ه )، قمّ: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بقمّ.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118 . المعتبر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المختصر، أبو القاسم نجم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جعفر بن الحسن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676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عدّة من الأفاضل، قمّ: مؤسّسة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الشهداء، 1364 ش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119 . المعجم الأوسط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قسم التحق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1415 ه ، القاهرة : 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120 . معجم البلدان ، أبو عبد اللّه شهاب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بن عبد اللّه الحمو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626 ه 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121 . المعجم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بن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عثمان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1401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122 .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123 .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أبو القاسم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الخوئ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1413 ه ) ، قمّ : منشورات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العلم ، الطبعة الثالثة ، 1403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124 . معرفة علوم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محمّد بن عبد اللّه الحاکم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405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الآفاق الجد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دة</w:t>
      </w:r>
      <w:r>
        <w:rPr>
          <w:rtl/>
          <w:lang w:bidi="fa-IR"/>
        </w:rPr>
        <w:t xml:space="preserve"> ، الطبعة الرابعة، 1400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125 .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(مناقب ابن شهر آشوب ) ، أبو جعفر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شهر آشوب المازندران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588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126 .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آداب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والمستف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965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رضا المختار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مکتب الإعلام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1409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127 . موارد الظمآن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زوائد ابن حبّان ، نور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الرزّاق حمزة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128 . المهذّب البارع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المختصر النافع، أبو العبّاس أحمد بن محمّد بن فهد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بقمّ، 1407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129 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نقد الرجال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البجاو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130 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نقد الرجال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البجاو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t>131 . نزهة الناظر وتنب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 ، أبو عبد اللّه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محمّد الحلوان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(عج) ، قمّ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(عج)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132 .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مسائل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محمّد بن الحسن الحرّ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1104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277305" w:rsidRDefault="00277305" w:rsidP="002773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133 .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لذو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1294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جمال أشرف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الاُسوة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1416 ه .</w:t>
      </w:r>
    </w:p>
    <w:p w:rsidR="00277305" w:rsidRDefault="00277305" w:rsidP="00EB6A4F">
      <w:pPr>
        <w:pStyle w:val="libNormal"/>
        <w:rPr>
          <w:rtl/>
          <w:lang w:bidi="fa-IR"/>
        </w:rPr>
      </w:pPr>
      <w:r>
        <w:rPr>
          <w:rtl/>
          <w:lang w:bidi="fa-IR"/>
        </w:rPr>
        <w:t>1 . خرج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فإذا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المسجد مجلسان: مجلسٌ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تفقّهون،</w:t>
      </w:r>
      <w:r>
        <w:rPr>
          <w:rtl/>
          <w:lang w:bidi="fa-IR"/>
        </w:rPr>
        <w:t xml:space="preserve"> ومجلسٌ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اللّه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سألونه،</w:t>
      </w:r>
      <w:r>
        <w:rPr>
          <w:rtl/>
          <w:lang w:bidi="fa-IR"/>
        </w:rPr>
        <w:t xml:space="preserve"> فقال: کلا المجلس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رٍ،</w:t>
      </w:r>
      <w:r>
        <w:rPr>
          <w:rtl/>
          <w:lang w:bidi="fa-IR"/>
        </w:rPr>
        <w:t xml:space="preserve"> أمّا هو</w:t>
      </w:r>
      <w:r>
        <w:rPr>
          <w:rFonts w:hint="cs"/>
          <w:rtl/>
          <w:lang w:bidi="fa-IR"/>
        </w:rPr>
        <w:t>اء فی</w:t>
      </w:r>
      <w:r>
        <w:rPr>
          <w:rFonts w:hint="eastAsia"/>
          <w:rtl/>
          <w:lang w:bidi="fa-IR"/>
        </w:rPr>
        <w:t>دعون</w:t>
      </w:r>
      <w:r>
        <w:rPr>
          <w:rtl/>
          <w:lang w:bidi="fa-IR"/>
        </w:rPr>
        <w:t xml:space="preserve"> اللّه، وأمّا هو</w:t>
      </w:r>
      <w:r>
        <w:rPr>
          <w:rFonts w:hint="cs"/>
          <w:rtl/>
          <w:lang w:bidi="fa-IR"/>
        </w:rPr>
        <w:t>اء فی</w:t>
      </w:r>
      <w:r>
        <w:rPr>
          <w:rFonts w:hint="eastAsia"/>
          <w:rtl/>
          <w:lang w:bidi="fa-IR"/>
        </w:rPr>
        <w:t>تعلّمون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فقّهون</w:t>
      </w:r>
      <w:r>
        <w:rPr>
          <w:rtl/>
          <w:lang w:bidi="fa-IR"/>
        </w:rPr>
        <w:t xml:space="preserve"> الجاهل، هو</w:t>
      </w:r>
      <w:r>
        <w:rPr>
          <w:rFonts w:hint="cs"/>
          <w:rtl/>
          <w:lang w:bidi="fa-IR"/>
        </w:rPr>
        <w:t>اء أفضلُ، بالتعلی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أُرسِلتُ. ثمّ قعد معهم: المجموع للنوو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20،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106، بحار الأنوار ج 1 ص 206. 2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جلوس ساعةٍ عند العلماء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عبادة ألف سنةٍ، والنظر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العالم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اعتکاف سنةٍ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الحرام،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ارة</w:t>
      </w:r>
      <w:r>
        <w:rPr>
          <w:rtl/>
          <w:lang w:bidi="fa-IR"/>
        </w:rPr>
        <w:t xml:space="preserve"> العلماء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طوافاً حول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وأفضل من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حجّةٍ وعمرة مبرورة مقبولة، ورفع اللّه له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درجةً، وأنزل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الرحمة، وشهدت له الملائکة أنّ الجنّة وجبت له: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75، بحار الأنوار ج 1 ص 205،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16 ص 236. 3 . 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إنّ الع</w:t>
      </w:r>
      <w:r>
        <w:rPr>
          <w:rFonts w:hint="eastAsia"/>
          <w:rtl/>
          <w:lang w:bidi="fa-IR"/>
        </w:rPr>
        <w:t>بد</w:t>
      </w:r>
      <w:r>
        <w:rPr>
          <w:rtl/>
          <w:lang w:bidi="fa-IR"/>
        </w:rPr>
        <w:t xml:space="preserve"> إذا خرج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العلم ناداه اللّه عزّ وجلّ من فوق العرش: مرحباً بک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أتدر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منزلةٍ تطلب؟ وأ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درجةٍ تروم؟ تضاه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ملائکت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المقرّب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لتکون لهم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ناً،</w:t>
      </w:r>
      <w:r>
        <w:rPr>
          <w:rtl/>
          <w:lang w:bidi="fa-IR"/>
        </w:rPr>
        <w:t xml:space="preserve"> لأبلغنّک مرادک ولأوصلنّک بحاجتک: بحار الأنوار ج 1 ص 180 و ج 22 ص 340. 4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لأن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بک رجلاً واحداً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لک حُمر النعم. 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أُخر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لک من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: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101، بحار الأنوار ج 1 ص 101، وراجع مسند أحمد ج 5 ص 333،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207،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ج 7 ص 122،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6 ص 101، عمدة القا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16 ص 215،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ص 110، خصائص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ص 56، شرح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الآثار ج 3 ص 207،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حبّان ج 15 ص 378،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6 ص 152،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لابن عبد البرّ ج 2 ص 218، شرح نهج البلاغة ج 4 ص 14، کنز العمّال ج 6 ص 294،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9 ص 201،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180،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البحر 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ج 6 ص 183،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42 ص 86، أُسد الغابة ج 4 ص 28، الإصابة ج 1 ص 38،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ج 4 ص 211، إمتاع الأسماع ج 11 ص 285، سبل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والرشاد ج 5 ص 125،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ج 2 ص 736،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ج 1 ص 153،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المرام ج 5 ص 55، العمدة لابن البطر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ص 142، ذخائر العقب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73. 5 . العلم أفضل من المال بسبعةٍ: الأوّل: إنّه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الأنب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والمال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الفراعنة،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العلم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نقص</w:t>
      </w:r>
      <w:r>
        <w:rPr>
          <w:rtl/>
          <w:lang w:bidi="fa-IR"/>
        </w:rPr>
        <w:t xml:space="preserve"> بالنفقة والمال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نقص</w:t>
      </w:r>
      <w:r>
        <w:rPr>
          <w:rtl/>
          <w:lang w:bidi="fa-IR"/>
        </w:rPr>
        <w:t xml:space="preserve"> بها، الثالث: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المال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الحافظ والعلم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حفظ</w:t>
      </w:r>
      <w:r>
        <w:rPr>
          <w:rtl/>
          <w:lang w:bidi="fa-IR"/>
        </w:rPr>
        <w:t xml:space="preserve"> صاحبه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الرابع: 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الکفن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المال، الخامس: المال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حصل</w:t>
      </w:r>
      <w:r>
        <w:rPr>
          <w:rtl/>
          <w:lang w:bidi="fa-IR"/>
        </w:rPr>
        <w:t xml:space="preserve"> للمو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والکافر والعلم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حصل</w:t>
      </w:r>
      <w:r>
        <w:rPr>
          <w:rtl/>
          <w:lang w:bidi="fa-IR"/>
        </w:rPr>
        <w:t xml:space="preserve"> إلاّ للمو</w:t>
      </w:r>
      <w:r>
        <w:rPr>
          <w:rFonts w:hint="cs"/>
          <w:rtl/>
          <w:lang w:bidi="fa-IR"/>
        </w:rPr>
        <w:t>ن خاصّة، السادس: جمی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حتاجون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العلم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حتاجون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المال، السابع: 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المرور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الصراط والمال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منعه</w:t>
      </w:r>
      <w:r>
        <w:rPr>
          <w:rtl/>
          <w:lang w:bidi="fa-IR"/>
        </w:rPr>
        <w:t xml:space="preserve">: 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110، بحار الأنوار ج 1 ص 185،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183. 6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قِلابَة، قال: 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مَن خرج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علماً 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سبعون ألف ملک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ستغفرون</w:t>
      </w:r>
      <w:r>
        <w:rPr>
          <w:rtl/>
          <w:lang w:bidi="fa-IR"/>
        </w:rPr>
        <w:t xml:space="preserve"> له: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182، بحار الأنوار ج 1 ص 170 و ج 66 ص 382. 7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ذر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عنه قال: 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ذر، الجلوس ساعة عند مذاکرة العلم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ألف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ألف رکعة، والجلوس ساعة عند مذاکرة العلم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ألف غزوة وقراءة القرآن کلّه.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اللّه، م</w:t>
      </w:r>
      <w:r>
        <w:rPr>
          <w:rFonts w:hint="eastAsia"/>
          <w:rtl/>
          <w:lang w:bidi="fa-IR"/>
        </w:rPr>
        <w:t>ذاکرة</w:t>
      </w:r>
      <w:r>
        <w:rPr>
          <w:rtl/>
          <w:lang w:bidi="fa-IR"/>
        </w:rPr>
        <w:t xml:space="preserve"> العلم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قراءة القرآن کلّه؟ فقال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ذر، الجلوس </w:t>
      </w:r>
      <w:r>
        <w:rPr>
          <w:rtl/>
          <w:lang w:bidi="fa-IR"/>
        </w:rPr>
        <w:lastRenderedPageBreak/>
        <w:t>ساعة عند مذاکرة العلم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قراءة القرآن کلّه اثنا عشر ألف مرّة،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بمذاکرة العلم، فإنّ بالعلم تعرفون الحلال من الحرام.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ذر، الجلوس ساعة عند م</w:t>
      </w:r>
      <w:r>
        <w:rPr>
          <w:rFonts w:hint="eastAsia"/>
          <w:rtl/>
          <w:lang w:bidi="fa-IR"/>
        </w:rPr>
        <w:t>ذاکرة</w:t>
      </w:r>
      <w:r>
        <w:rPr>
          <w:rtl/>
          <w:lang w:bidi="fa-IR"/>
        </w:rPr>
        <w:t xml:space="preserve"> العلم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لک من عبادة سنة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نهارها 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لها،</w:t>
      </w:r>
      <w:r>
        <w:rPr>
          <w:rtl/>
          <w:lang w:bidi="fa-IR"/>
        </w:rPr>
        <w:t xml:space="preserve"> والنظر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العالم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لک من عتق ألف رقبة: مستدرک الوسائل ج 5 ص 396، بحار الأنوار ج 1 ص 203. 8 . راجع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71،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ص 710،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148،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42،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ج 1 ص 253، شرح نهج البلاغة ج 3 ص 52،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51،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154،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95،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10 ص 87،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 15 ص 170، قاموس الرجال ج 9 ص 154، الطبقات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226، الثقات لابن حبّان ج 2 ص 247،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ج 3 ص 1034،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371،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 2 ص 280،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الإسلام ج 3 ص 411،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خلدون ج 2 ص 139، کتاب الفتوح ج 2 ص 375. 9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طالب 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سبعون ألف ملک من مفرق السماء،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>: صلِّ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محمّدٍ وآل محمّد: ب</w:t>
      </w:r>
      <w:r>
        <w:rPr>
          <w:rFonts w:hint="eastAsia"/>
          <w:rtl/>
          <w:lang w:bidi="fa-IR"/>
        </w:rPr>
        <w:t>صائر</w:t>
      </w:r>
      <w:r>
        <w:rPr>
          <w:rtl/>
          <w:lang w:bidi="fa-IR"/>
        </w:rPr>
        <w:t xml:space="preserve"> الدرجات ص 24، بحار الأنوار ج 1 ص 173. 10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ج 1 ص 61،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دفتر انتشارات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جامعه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قم، سال چاپ 1367. 11 . قال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مَن خرج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لتمس</w:t>
      </w:r>
      <w:r>
        <w:rPr>
          <w:rtl/>
          <w:lang w:bidi="fa-IR"/>
        </w:rPr>
        <w:t xml:space="preserve"> باباً من العلم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نتفع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علّمه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کتب اللّه له بکلّ خطوة عبادة ألف سنة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امها</w:t>
      </w:r>
      <w:r>
        <w:rPr>
          <w:rtl/>
          <w:lang w:bidi="fa-IR"/>
        </w:rPr>
        <w:t xml:space="preserve"> 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امها،</w:t>
      </w:r>
      <w:r>
        <w:rPr>
          <w:rtl/>
          <w:lang w:bidi="fa-IR"/>
        </w:rPr>
        <w:t xml:space="preserve"> وحفّته الملائکة بأجنحتها، وصلّ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السماء،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البحر، ودواب البرّ، وأنزله اللّه منزلة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قاً،</w:t>
      </w:r>
      <w:r>
        <w:rPr>
          <w:rtl/>
          <w:lang w:bidi="fa-IR"/>
        </w:rPr>
        <w:t xml:space="preserve"> وکان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له من أن کانت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کلّها له فجعلها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الآخرة: بحار الأنوار ج 1 ص 177. 12 . 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کلّ امرئٍ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حسن»</w:t>
      </w:r>
      <w:r>
        <w:rPr>
          <w:rtl/>
          <w:lang w:bidi="fa-IR"/>
        </w:rPr>
        <w:t xml:space="preserve"> [قال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وهذه الکلمة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tl/>
          <w:lang w:bidi="fa-IR"/>
        </w:rPr>
        <w:lastRenderedPageBreak/>
        <w:t>تُصاب لها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مة،</w:t>
      </w:r>
      <w:r>
        <w:rPr>
          <w:rtl/>
          <w:lang w:bidi="fa-IR"/>
        </w:rPr>
        <w:t xml:space="preserve"> ولا تُوزن بها حکمة، ولا تُقرن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کلمة: نهج البلاغة ج 4 ص 18، شرح نهج البلاغة ج 18 ص 230، وراجع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4 ص 389، تحف العقول ص 201، روض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10، الإرشاد ج 1 ص 300، کنز الفوائد ص 147،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ج 1 ص 326، بحار الأنوار ج 1 ص 166، 182، جامع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العلم وفضله ج 1 ص 99، کنز العمّال ج 16 ص 268،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4 ص 212،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کنز الدقائق ج 1 ص 586،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ج 5 ص 238،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206،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خلدون ج 1 ص 403،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341؛ عن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الأوس الأنصار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قال: سمعتُ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أحمد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أحثّ کلمة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علمٍ قول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: قدر کلّ امرئٍ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>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494، بحار الأنوار ج 1 ص 166 و ج 74 ص 405؛ وقال الجوهر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ء؛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</w:t>
      </w:r>
      <w:r>
        <w:rPr>
          <w:rtl/>
          <w:lang w:bidi="fa-IR"/>
        </w:rPr>
        <w:t xml:space="preserve">: مختار الصحاح ص 80؛ وهو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إحساناً؛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</w:t>
      </w:r>
      <w:r>
        <w:rPr>
          <w:rtl/>
          <w:lang w:bidi="fa-IR"/>
        </w:rPr>
        <w:t>: القاموس 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ج 4 ص 214، تاج العروس ج 18 ص 143: عن عبد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آبائه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هم‌السلام،</w:t>
      </w:r>
      <w:r>
        <w:rPr>
          <w:rtl/>
          <w:lang w:bidi="fa-IR"/>
        </w:rPr>
        <w:t xml:space="preserve"> قال: قلتُ أربعاً أنزل اللّه </w:t>
      </w:r>
      <w:r>
        <w:rPr>
          <w:rFonts w:hint="eastAsia"/>
          <w:rtl/>
          <w:lang w:bidi="fa-IR"/>
        </w:rPr>
        <w:t>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کتابه، قلتُ: المرء مخبوء تحت لسانه، فإذا تکلّم ظهر، فأنزل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«وَ لَتَعْرِفَنَّهُمْ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لَحْنِ الْقَوْلِ». قلتُ: فمن جهل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عاداه، فأنزل اللّه: «بَلْ کَذَّبُواْ بِمَا لَمْ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طُواْ</w:t>
      </w:r>
      <w:r>
        <w:rPr>
          <w:rtl/>
          <w:lang w:bidi="fa-IR"/>
        </w:rPr>
        <w:t xml:space="preserve"> بِعِلْمِهِ». وقلتُ: قدر أو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کلّ امرئٍ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حسن،</w:t>
      </w:r>
      <w:r>
        <w:rPr>
          <w:rtl/>
          <w:lang w:bidi="fa-IR"/>
        </w:rPr>
        <w:t xml:space="preserve"> فأنزل اللّه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قصّة طالوت: «إِنَّ اللَّهَ اصْطَفَاهُ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کُمْ</w:t>
      </w:r>
      <w:r>
        <w:rPr>
          <w:rtl/>
          <w:lang w:bidi="fa-IR"/>
        </w:rPr>
        <w:t xml:space="preserve"> وَزَادَهُ‌و بَسْطَةً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الْعِلْمِ وَالْجِسْمِ». وقلتُ: القتلُ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قِلُّ</w:t>
      </w:r>
      <w:r>
        <w:rPr>
          <w:rtl/>
          <w:lang w:bidi="fa-IR"/>
        </w:rPr>
        <w:t xml:space="preserve"> القتلَ، فأنزل اللّه: «وَ لَکُمْ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الْقِصَاصِ حَ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وةٌ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ـأُوْلِ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الْأَلْبَـبِ»: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494، بحار الأنو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 1 ص 166. 13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جعفر، عن آبائه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هم‌السلام،</w:t>
      </w:r>
      <w:r>
        <w:rPr>
          <w:rtl/>
          <w:lang w:bidi="fa-IR"/>
        </w:rPr>
        <w:t xml:space="preserve"> قال: دخل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المسجد فإذا جماعة قد أطافوا برجلٍ، فقال: ما هذا؟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علاّمة، قال: وما العلاّمة؟ قالوا: أعلم الناس بأنساب العرب ووقائعها، وأ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وبالأشع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فقال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ذاک علم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ضرّ</w:t>
      </w:r>
      <w:r>
        <w:rPr>
          <w:rtl/>
          <w:lang w:bidi="fa-IR"/>
        </w:rPr>
        <w:t xml:space="preserve"> من جهله،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نفع</w:t>
      </w:r>
      <w:r>
        <w:rPr>
          <w:rtl/>
          <w:lang w:bidi="fa-IR"/>
        </w:rPr>
        <w:t xml:space="preserve"> من علمه: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32،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17 ص 327،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113، بحار الأنوار ج 1 ص 211، معالم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22. 14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فضّال،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قال: قال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مَن جلس مجلساً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أمرنا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قلبه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تموت القلوب.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: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أمرهم بذکر فضائلهم، ونشر أخبارهم، وحفظ آثارهم: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ص 264، مشکاه الأنوار ص 448، بحار الأنوار ج 1 ص 199، وراجع الدعوات للراوند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278،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ص 131. 15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eastAsia"/>
          <w:rtl/>
          <w:lang w:bidi="fa-IR"/>
        </w:rPr>
        <w:t>بد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کان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وعظ لقمان ابنه، أنّه قال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اجعل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امک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وساعاتک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العلم، فإنّک لن تجد له تض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مثل ترکه: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292،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68، بحار الأنوار ج 1 ص 169. 16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مَن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من حرجٍ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</w:t>
      </w:r>
      <w:r>
        <w:rPr>
          <w:rtl/>
          <w:lang w:bidi="fa-IR"/>
        </w:rPr>
        <w:t xml:space="preserve"> عمّا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>: مستدرک الوسائل ج 5 ص 430، بحار الأنوار ج 1 ص 177. 17 . سمعتُ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طلب العلم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مسلمٍ، فاطلبوا العلم من مظانّه، واقتبسوه من أهله، فإنّ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للّه حسنة، وطلبه عبا</w:t>
      </w:r>
      <w:r>
        <w:rPr>
          <w:rFonts w:hint="eastAsia"/>
          <w:rtl/>
          <w:lang w:bidi="fa-IR"/>
        </w:rPr>
        <w:t>دة،</w:t>
      </w:r>
      <w:r>
        <w:rPr>
          <w:rtl/>
          <w:lang w:bidi="fa-IR"/>
        </w:rPr>
        <w:t xml:space="preserve"> والمذاکرة به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والعمل به جهاد، وتعل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من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علمه</w:t>
      </w:r>
      <w:r>
        <w:rPr>
          <w:rtl/>
          <w:lang w:bidi="fa-IR"/>
        </w:rPr>
        <w:t xml:space="preserve"> صدقة، وبذله لأهله قربةٍ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لأنّه معالم الحلال والحرام، ومنار سبل الجنّة، والمو</w:t>
      </w:r>
      <w:r>
        <w:rPr>
          <w:rFonts w:hint="cs"/>
          <w:rtl/>
          <w:lang w:bidi="fa-IR"/>
        </w:rPr>
        <w:t>س فی</w:t>
      </w:r>
      <w:r>
        <w:rPr>
          <w:rtl/>
          <w:lang w:bidi="fa-IR"/>
        </w:rPr>
        <w:t xml:space="preserve"> الوحشة، والصاحب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الغربة والوحدة، والمحدّث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الخلوة، والدل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السرّاء والضرّاء، والسلاح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الأعداء،</w:t>
      </w:r>
      <w:r>
        <w:rPr>
          <w:rtl/>
          <w:lang w:bidi="fa-IR"/>
        </w:rPr>
        <w:t xml:space="preserve"> والز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عند الأخلاّء،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رفع</w:t>
      </w:r>
      <w:r>
        <w:rPr>
          <w:rtl/>
          <w:lang w:bidi="fa-IR"/>
        </w:rPr>
        <w:t xml:space="preserve"> اللّه به أقواماً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قادةً تُقتبس آثارهم،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هتد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بفعالهم،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هم،</w:t>
      </w:r>
      <w:r>
        <w:rPr>
          <w:rtl/>
          <w:lang w:bidi="fa-IR"/>
        </w:rPr>
        <w:t xml:space="preserve"> وترغب الملائکة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خلّتهم، وبأجنحتها تمسحهم، 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صلاتها تبارک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ستغفر</w:t>
      </w:r>
      <w:r>
        <w:rPr>
          <w:rtl/>
          <w:lang w:bidi="fa-IR"/>
        </w:rPr>
        <w:t xml:space="preserve"> لهم کلّ رطبٍ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ابسٍ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البحر وهوامّه، </w:t>
      </w:r>
      <w:r>
        <w:rPr>
          <w:rtl/>
          <w:lang w:bidi="fa-IR"/>
        </w:rPr>
        <w:lastRenderedPageBreak/>
        <w:t>وسباع البرّ وأنعامه، إنّ العلم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القلوب من الجهل، 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الأبصار من الظلمة، وقوّة الأبدان من الضعف،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</w:t>
      </w:r>
      <w:r>
        <w:rPr>
          <w:rtl/>
          <w:lang w:bidi="fa-IR"/>
        </w:rPr>
        <w:t xml:space="preserve"> بالعبد منازل الأخ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ومجالس الأبرار، والدرجات العُل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والآخرة، الذکر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عدل</w:t>
      </w:r>
      <w:r>
        <w:rPr>
          <w:rtl/>
          <w:lang w:bidi="fa-IR"/>
        </w:rPr>
        <w:t xml:space="preserve"> بالص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ومدارسته بالق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طاع</w:t>
      </w:r>
      <w:r>
        <w:rPr>
          <w:rtl/>
          <w:lang w:bidi="fa-IR"/>
        </w:rPr>
        <w:t xml:space="preserve"> الربّ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عبد،</w:t>
      </w:r>
      <w:r>
        <w:rPr>
          <w:rtl/>
          <w:lang w:bidi="fa-IR"/>
        </w:rPr>
        <w:t xml:space="preserve"> وبه توصل الأرحام، وبه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الحلال والحرام، العلم إمام العمل، والعمل تابعه،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لهمه</w:t>
      </w:r>
      <w:r>
        <w:rPr>
          <w:rtl/>
          <w:lang w:bidi="fa-IR"/>
        </w:rPr>
        <w:t xml:space="preserve"> السُّعداءَ،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حرمه</w:t>
      </w:r>
      <w:r>
        <w:rPr>
          <w:rtl/>
          <w:lang w:bidi="fa-IR"/>
        </w:rPr>
        <w:t xml:space="preserve"> الأشق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اءَ،</w:t>
      </w:r>
      <w:r>
        <w:rPr>
          <w:rtl/>
          <w:lang w:bidi="fa-IR"/>
        </w:rPr>
        <w:t xml:space="preserve"> فطوب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حرمه</w:t>
      </w:r>
      <w:r>
        <w:rPr>
          <w:rtl/>
          <w:lang w:bidi="fa-IR"/>
        </w:rPr>
        <w:t xml:space="preserve"> اللّه منه حظّه: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448،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63،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108، بحار الأنوار ج 1 ص 171،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89. 18 . وأمر برفع منار</w:t>
      </w:r>
      <w:r>
        <w:rPr>
          <w:rFonts w:hint="eastAsia"/>
          <w:rtl/>
          <w:lang w:bidi="fa-IR"/>
        </w:rPr>
        <w:t>ة؛</w:t>
      </w:r>
      <w:r>
        <w:rPr>
          <w:rtl/>
          <w:lang w:bidi="fa-IR"/>
        </w:rPr>
        <w:t xml:space="preserve"> لتعلو أصوات المو</w:t>
      </w:r>
      <w:r>
        <w:rPr>
          <w:rFonts w:hint="cs"/>
          <w:rtl/>
          <w:lang w:bidi="fa-IR"/>
        </w:rPr>
        <w:t>ّنی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 فراسخ: معجم البلدان ج 3 ص 175. 19 . قال لنا أبو هاشم داود بن القاسم الجعفر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عرضتُ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محمّدٍ صاحب العسکر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ومٍ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ونس،</w:t>
      </w:r>
      <w:r>
        <w:rPr>
          <w:rtl/>
          <w:lang w:bidi="fa-IR"/>
        </w:rPr>
        <w:t xml:space="preserve"> فقال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مَن هذا؟ فقلتُ: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فق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: أعطاه اللّه بکلّ حرفٍ نوراً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</w:t>
      </w:r>
      <w:r>
        <w:rPr>
          <w:rtl/>
          <w:lang w:bidi="fa-IR"/>
        </w:rPr>
        <w:t>: رجال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447، خلاصه الأقوال ص 296، رجال ابن داود ص 207: التحر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الطاووس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207، نقد الرجال ج 5 ص 109، جامع الرواة ج 2 ص 357،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 21 ص 210،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المقال ج 1 ص 84، قاموس الرجال ج 11 ص 171، الذ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386،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158. 20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نومٌ مع علمٍ،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من صلاةٍ مع جهلٍ: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104، بحار الأنوار ج 1 ص 185. 21 . منظور از «علامه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ملامحمدتق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«مجلس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اوّل» مشهور است.م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او پدرِ صاحب کتاب بحار الأنوار است. 22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 ج 1 ص 83،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دفتر انتشارات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جامعه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قم، سال چاپ 1367. 23 . «وَالْمُتَصَدِّقِ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الْمُتَصَدِّقَاتِ وَ الصَّائِمِ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وَالصَّـلـءِمَـتِ وَ الْحَـفِظِ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فُرُوجَهُمْ وَ </w:t>
      </w:r>
      <w:r>
        <w:rPr>
          <w:rFonts w:hint="eastAsia"/>
          <w:rtl/>
          <w:lang w:bidi="fa-IR"/>
        </w:rPr>
        <w:t>الْحَـفِظَـتِ</w:t>
      </w:r>
      <w:r>
        <w:rPr>
          <w:rtl/>
          <w:lang w:bidi="fa-IR"/>
        </w:rPr>
        <w:t xml:space="preserve"> وَ الذَّ کِرِ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اللَّهَ کَثِ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رًا</w:t>
      </w:r>
      <w:r>
        <w:rPr>
          <w:rtl/>
          <w:lang w:bidi="fa-IR"/>
        </w:rPr>
        <w:t xml:space="preserve"> وَ الذَّ کِرَ تِ أَعَدَّ اللَّهُ لَهُم </w:t>
      </w:r>
      <w:r>
        <w:rPr>
          <w:rtl/>
          <w:lang w:bidi="fa-IR"/>
        </w:rPr>
        <w:lastRenderedPageBreak/>
        <w:t>مَّغْفِرَةً وَ أَجْرًا عَظِ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مًا»</w:t>
      </w:r>
      <w:r>
        <w:rPr>
          <w:rtl/>
          <w:lang w:bidi="fa-IR"/>
        </w:rPr>
        <w:t xml:space="preserve"> الأحزاب: 35. 24 . جهت اطّلاع از آثار وبرکات صدقه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8، دعائم الإسلام ج 2 ص 331، ثواب الأعمال ص 142، بحار الأنو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 93 ص 176. 25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أفضل الصدقة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المرء علماً ثمّ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علّمه</w:t>
      </w:r>
      <w:r>
        <w:rPr>
          <w:rtl/>
          <w:lang w:bidi="fa-IR"/>
        </w:rPr>
        <w:t xml:space="preserve"> أخاه: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105، بحار الأنوار ج 2 ص 25، سنن ابن ماجة ج 1 ص 89،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1 ص 188، کنز العمّال ج 6 ص 421،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2 ص 48، الدرّ المنثور ج 1 ص 338، ته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19 ص 60. 26 . عن حمزة بن حمران،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اللّه، عن آبائه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هم‌السلام،</w:t>
      </w:r>
      <w:r>
        <w:rPr>
          <w:rtl/>
          <w:lang w:bidi="fa-IR"/>
        </w:rPr>
        <w:t xml:space="preserve"> قال: 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طالب العلم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الجهّال کالح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الأموات: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577، بحار الأنوار ج 1 ص 181؛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قال رسول اللّه صل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العالم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الجهّال کالح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الأموات، وإنّ طالب العلم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ستغفر</w:t>
      </w:r>
      <w:r>
        <w:rPr>
          <w:rtl/>
          <w:lang w:bidi="fa-IR"/>
        </w:rPr>
        <w:t xml:space="preserve"> له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البحر وهوامّه، وسباع البرّ وأنعامه، فاطلبوا العلم، فإنّه السبب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اللّه عزّ وجلّ، وإنّ طلب العلم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مسلمٍ: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29، بحار الأن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ج 1 ص 172،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89. 27 . عن الرضا، عن آبائه،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</w:t>
      </w:r>
      <w:r>
        <w:rPr>
          <w:rtl/>
          <w:lang w:bidi="fa-IR"/>
        </w:rPr>
        <w:t xml:space="preserve"> أنّه قال: العلم ضالّة المو</w:t>
      </w:r>
      <w:r>
        <w:rPr>
          <w:rFonts w:hint="cs"/>
          <w:rtl/>
          <w:lang w:bidi="fa-IR"/>
        </w:rPr>
        <w:t>ن: عی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1 ص 71،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240، بحار الأنوار ج 1 ص 178. 28 . سمعتُ جعفر بن محمّد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وقد سُئل عن قوله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فللّه الحجّة البالغة. فقال: إنّ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للعبد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</w:t>
      </w:r>
      <w:r>
        <w:rPr>
          <w:rtl/>
          <w:lang w:bidi="fa-IR"/>
        </w:rPr>
        <w:t>: أکنتَ عالماً؟ فإن قال: نعم، قال له: أفلا عملت بما علمت؟ وإن قال: کنتُ جاهلاً، قال له: أفلا تعلّمت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تعمل؟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خصمه،</w:t>
      </w:r>
      <w:r>
        <w:rPr>
          <w:rtl/>
          <w:lang w:bidi="fa-IR"/>
        </w:rPr>
        <w:t xml:space="preserve"> وذلک الحجّة البالغة: بحار الأنوار ج 1 ص 178، کشف اللثام ج 4 ص 417، مفتاح الک</w:t>
      </w:r>
      <w:r>
        <w:rPr>
          <w:rFonts w:hint="eastAsia"/>
          <w:rtl/>
          <w:lang w:bidi="fa-IR"/>
        </w:rPr>
        <w:t>رامة</w:t>
      </w:r>
      <w:r>
        <w:rPr>
          <w:rtl/>
          <w:lang w:bidi="fa-IR"/>
        </w:rPr>
        <w:t xml:space="preserve"> ج 9 ص 278، جواهر الکلام ج 12 ص 229،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228،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9،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169،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776. </w:t>
      </w:r>
      <w:r>
        <w:rPr>
          <w:rtl/>
          <w:lang w:bidi="fa-IR"/>
        </w:rPr>
        <w:lastRenderedPageBreak/>
        <w:t>29 . «نراق»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کاشان ـ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است. 30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 ج 1 ص 58،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دفتر انتشار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جامعه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قم، سال چاپ 1367. 31 . مَن 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بمذاکرة العلم فهو أفضلُ: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ص 747، وراجع بحار الأنوار ج 10 ص 401، مفتاح الکرامة ج 9 ص 190. 32 . طلبُ العلم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مسلمٍ: المحاسن ج 1 ص 225، بصائر الدرجات ص 22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30، دعائم الإسلام ج 1 ص 83،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27 ص 25، مستدرک الوسائل ج 17 ص 244، کنز الفوائد ص 239،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63، بحار الأنوار ج 1 ص 171 و 172 و 179 و 180، سنن ابن ماجة ج 1 ص 81، مجمع الزوائد ج 1 ص 119،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ص 223، المعجم الأو</w:t>
      </w:r>
      <w:r>
        <w:rPr>
          <w:rFonts w:hint="eastAsia"/>
          <w:rtl/>
          <w:lang w:bidi="fa-IR"/>
        </w:rPr>
        <w:t>سط</w:t>
      </w:r>
      <w:r>
        <w:rPr>
          <w:rtl/>
          <w:lang w:bidi="fa-IR"/>
        </w:rPr>
        <w:t xml:space="preserve"> ج 1 ص 8،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10 ص 195، مسند الشام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202، معرفة علوم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92،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ص 24، مسند الشهاب ج 1 ص 135، العهود المحمّد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ص 24،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1 ص 168، کنز العمّال ج 10 ص 130، کشف الخفاء ج 1 ص 138،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340،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295،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11 ص 49، معالم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13،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357، الجرح والتعد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 4 ص 262، الکامل لابن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179،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ج 1 ص 15،تار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22 ص 322، أُسد الغابة ج 5 ص 610،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24 ص 127،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أعلام النبلاء ج 16 ص 531،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1 ص 36، إکمال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1 ص 318،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4 ص 197، لسان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ج 1 ص 64،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الإسلام ج 27ص 145، المعتبر ج 1 ص 18،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الأحکام ج 1 ص 35، الحدائق الناضرة ج 3 ص 42، عوائد الأ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ص 287، جواهر ال</w:t>
      </w:r>
      <w:r>
        <w:rPr>
          <w:rFonts w:hint="eastAsia"/>
          <w:rtl/>
          <w:lang w:bidi="fa-IR"/>
        </w:rPr>
        <w:t>کلام</w:t>
      </w:r>
      <w:r>
        <w:rPr>
          <w:rtl/>
          <w:lang w:bidi="fa-IR"/>
        </w:rPr>
        <w:t xml:space="preserve"> ج 22 ص 415، المجموع ج 1 ص 24، </w:t>
      </w:r>
      <w:r>
        <w:rPr>
          <w:rtl/>
          <w:lang w:bidi="fa-IR"/>
        </w:rPr>
        <w:lastRenderedPageBreak/>
        <w:t>المبسوط للسرخس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2؛ اطلبوا العلم من المهد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اللحد: کشف الظنون ج 1 ص 51،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4 ص 112؛ اطلبوا العلم ولو بالص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.: کشف الخفاء ج 2 ص 44،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226؛ الحکمة ضالّة المؤمن: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173، وراجع ن</w:t>
      </w:r>
      <w:r>
        <w:rPr>
          <w:rFonts w:hint="eastAsia"/>
          <w:rtl/>
          <w:lang w:bidi="fa-IR"/>
        </w:rPr>
        <w:t>هج</w:t>
      </w:r>
      <w:r>
        <w:rPr>
          <w:rtl/>
          <w:lang w:bidi="fa-IR"/>
        </w:rPr>
        <w:t xml:space="preserve"> البلاغة ج 4 ص 18،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167، تحف العقول ص 201، خصائص الأئمّة ص 94،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625، بحار الأنوار ج 1 ص 148، سنن ابن ماجة ج 2 ص 1395،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155، المصنّف للکوف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317، مسند الشهاب ج 1 ص 118، نزهة الناظر ص 42، شرح نهج البلاغة ج 10 ص 97،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2 ص 302، کنز العمّال ج 10 ص 148،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2 ص 691،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31 ص 217،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3 ص 289، الدرّ المنثور ج 1 ص 349،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ج 8 ص 245،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12 ص 24،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131، لسان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ج 4 ص 135، فت</w:t>
      </w:r>
      <w:r>
        <w:rPr>
          <w:rFonts w:hint="eastAsia"/>
          <w:rtl/>
          <w:lang w:bidi="fa-IR"/>
        </w:rPr>
        <w:t>وح</w:t>
      </w:r>
      <w:r>
        <w:rPr>
          <w:rtl/>
          <w:lang w:bidi="fa-IR"/>
        </w:rPr>
        <w:t xml:space="preserve"> الشام ج 2 ص 76،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ج 2 ص 414. 33 . مردان عمل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 ص 50. 34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باقر درچه‌ا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1262 ه ق در درچه اصفهان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ودر سال 1303 ه ق وفات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35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 ج 1 ص 73،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دفتر ا</w:t>
      </w:r>
      <w:r>
        <w:rPr>
          <w:rFonts w:hint="eastAsia"/>
          <w:rtl/>
          <w:lang w:bidi="fa-IR"/>
        </w:rPr>
        <w:t>نتشارات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جامعه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قم، سال چاپ 1367. 36 . عن محمّد بن سنان، رفعه قال: قال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الحوار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حاجة اقضوها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قالوا: قُضَ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حاجتک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اللّه، فقام فغسل أقدامهم، فقالوا: کنّا نحن أحقّ بهذا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اللّه! فقال: إنّ أحقّ الناس بالخدمة العالم، إنّما تواضعتُ هکذا 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تتواضعوا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کتواضع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لکم. ثمّ قال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بالتواضع تعمر الحکمة لا بالتکبّر، وکذلک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نبت</w:t>
      </w:r>
      <w:r>
        <w:rPr>
          <w:rtl/>
          <w:lang w:bidi="fa-IR"/>
        </w:rPr>
        <w:t xml:space="preserve"> الزرع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الجبل: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37،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</w:t>
      </w:r>
      <w:r>
        <w:rPr>
          <w:rtl/>
          <w:lang w:bidi="fa-IR"/>
        </w:rPr>
        <w:lastRenderedPageBreak/>
        <w:t>276،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183، بحار الأنوار ج 2 ص 62،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14 ص 304. 37 . عن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قال: خرج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فأخذ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وأخرجن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الجَبّان، وجلس وجلستُ، ثمّ رفع رأسه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احفظ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أقول لک: الناس ثلاثةٌ: عالمٌ ربّان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ومتعل</w:t>
      </w:r>
      <w:r>
        <w:rPr>
          <w:rFonts w:hint="eastAsia"/>
          <w:rtl/>
          <w:lang w:bidi="fa-IR"/>
        </w:rPr>
        <w:t>ّمٌ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نجاة، وهمجٌ رعاعٌ أتباع کلّ ناعقٍ،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لون</w:t>
      </w:r>
      <w:r>
        <w:rPr>
          <w:rtl/>
          <w:lang w:bidi="fa-IR"/>
        </w:rPr>
        <w:t xml:space="preserve"> مع کلّ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حٍ،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ؤوا</w:t>
      </w:r>
      <w:r>
        <w:rPr>
          <w:rtl/>
          <w:lang w:bidi="fa-IR"/>
        </w:rPr>
        <w:t xml:space="preserve"> بنور العلم،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لجؤوا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رکنٍ وث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العلم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من المال، 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حرسک</w:t>
      </w:r>
      <w:r>
        <w:rPr>
          <w:rtl/>
          <w:lang w:bidi="fa-IR"/>
        </w:rPr>
        <w:t xml:space="preserve"> وأنت تحرس المال، والمال تنقصه النفقة والعلم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الإنفاق.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محبّة العالم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کسبه</w:t>
      </w:r>
      <w:r>
        <w:rPr>
          <w:rtl/>
          <w:lang w:bidi="fa-IR"/>
        </w:rPr>
        <w:t xml:space="preserve"> الطاعة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اته،</w:t>
      </w:r>
      <w:r>
        <w:rPr>
          <w:rtl/>
          <w:lang w:bidi="fa-IR"/>
        </w:rPr>
        <w:t xml:space="preserve"> وجم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الأُحدوثة بعد وفاته، فمنفعة المال تزول بزواله.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مات خزّان الأموال وهم 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والعلماء باقون ما 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الدهر،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انهم</w:t>
      </w:r>
      <w:r>
        <w:rPr>
          <w:rtl/>
          <w:lang w:bidi="fa-IR"/>
        </w:rPr>
        <w:t xml:space="preserve"> مفقودة وأمثالهم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القلوب موجودة، هاه! إنّ ها هنا ـ وأشار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صدره ـ لعلماً لو أصبت له حَمَلةً بَ</w:t>
      </w:r>
      <w:r>
        <w:rPr>
          <w:rFonts w:hint="eastAsia"/>
          <w:rtl/>
          <w:lang w:bidi="fa-IR"/>
        </w:rPr>
        <w:t>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أصبتُ له لَقِناً غ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مأمونٍ،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ستعمل</w:t>
      </w:r>
      <w:r>
        <w:rPr>
          <w:rtl/>
          <w:lang w:bidi="fa-IR"/>
        </w:rPr>
        <w:t xml:space="preserve"> آلة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ستظهر</w:t>
      </w:r>
      <w:r>
        <w:rPr>
          <w:rtl/>
          <w:lang w:bidi="fa-IR"/>
        </w:rPr>
        <w:t xml:space="preserve"> بحجج اللّه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خلقه، وبنعمه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عباده؛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تّخذه</w:t>
      </w:r>
      <w:r>
        <w:rPr>
          <w:rtl/>
          <w:lang w:bidi="fa-IR"/>
        </w:rPr>
        <w:t xml:space="preserve"> الضعفاء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جةً</w:t>
      </w:r>
      <w:r>
        <w:rPr>
          <w:rtl/>
          <w:lang w:bidi="fa-IR"/>
        </w:rPr>
        <w:t xml:space="preserve"> من دون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الحقّ، أو منقاداً لحملة العلم، لا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أحنائه،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قدح</w:t>
      </w:r>
      <w:r>
        <w:rPr>
          <w:rtl/>
          <w:lang w:bidi="fa-IR"/>
        </w:rPr>
        <w:t xml:space="preserve"> الشکّ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قلبه بأوّل عارضٍ من شبهةٍ، ألا لاذا ولا </w:t>
      </w:r>
      <w:r>
        <w:rPr>
          <w:rFonts w:hint="eastAsia"/>
          <w:rtl/>
          <w:lang w:bidi="fa-IR"/>
        </w:rPr>
        <w:t>ذاک،</w:t>
      </w:r>
      <w:r>
        <w:rPr>
          <w:rtl/>
          <w:lang w:bidi="fa-IR"/>
        </w:rPr>
        <w:t xml:space="preserve"> فمنهومٌ باللذات، سلس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للشهوات، أو مُغر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بالجمع والادّخار،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من رُعاة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أقرب شبهاً بهما الأنعام السائمة! کذلک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العلم بموت حامل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اللّهمّ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لا تخلو الأرض من قائمٍ بحجّةٍ ظاهرٍ، أو خاف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مغمورٍ؛ لئلاّ تبطل حجج اللّه وب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ناته،</w:t>
      </w:r>
      <w:r>
        <w:rPr>
          <w:rtl/>
          <w:lang w:bidi="fa-IR"/>
        </w:rPr>
        <w:t xml:space="preserve"> وکم ذا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أُولئک الأقلّون عدداً الأعظمون خطراً؟ بهم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حفظ</w:t>
      </w:r>
      <w:r>
        <w:rPr>
          <w:rtl/>
          <w:lang w:bidi="fa-IR"/>
        </w:rPr>
        <w:t xml:space="preserve"> اللّه حججه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ودعوها</w:t>
      </w:r>
      <w:r>
        <w:rPr>
          <w:rtl/>
          <w:lang w:bidi="fa-IR"/>
        </w:rPr>
        <w:t xml:space="preserve"> نظراءهم،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زرعوها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 أشباههم، هجم بهم العلم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حقائق الأُمور، فباشروا روح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واستلانوا ما استوعره المترفون، وأنسوا بما استوحش منه الجاهلون، صحبوا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بأبدانٍ أرواحه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معلّقة بالمحلّ الأعل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أُولئک خلفاء اللّه، والدعاة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شوقاً </w:t>
      </w:r>
      <w:r>
        <w:rPr>
          <w:rtl/>
          <w:lang w:bidi="fa-IR"/>
        </w:rPr>
        <w:lastRenderedPageBreak/>
        <w:t>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تهم، وأستغفر اللّه لی</w:t>
      </w:r>
      <w:r>
        <w:rPr>
          <w:rtl/>
          <w:lang w:bidi="fa-IR"/>
        </w:rPr>
        <w:t xml:space="preserve"> ولکم: نهج البلاغة ج 4 ص 36، الخصال ص 186،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291، تحف العقول ص 170، خصائص الأئمّة ص 105،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10 الغارات ج 1 ص 151، شرح </w:t>
      </w:r>
      <w:r>
        <w:rPr>
          <w:rFonts w:hint="eastAsia"/>
          <w:rtl/>
          <w:lang w:bidi="fa-IR"/>
        </w:rPr>
        <w:t>الأخبار</w:t>
      </w:r>
      <w:r>
        <w:rPr>
          <w:rtl/>
          <w:lang w:bidi="fa-IR"/>
        </w:rPr>
        <w:t xml:space="preserve"> ج 2 ص 370، الإرشاد ج 1 ص 227،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249، بحار الأنوار ج 1 ص 88 و ج 6 ص 203، وراجع دستور معالم الحکم ص 83، نزهة الناظر ص 57،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6 ص 383،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24 ص 220، تذکرة الحفّاظ ج 1 ص 11،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ج 1 ص 8؛ الجَبّان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الأصل ال</w:t>
      </w:r>
      <w:r>
        <w:rPr>
          <w:rFonts w:hint="eastAsia"/>
          <w:rtl/>
          <w:lang w:bidi="fa-IR"/>
        </w:rPr>
        <w:t>صحراء،</w:t>
      </w:r>
      <w:r>
        <w:rPr>
          <w:rtl/>
          <w:lang w:bidi="fa-IR"/>
        </w:rPr>
        <w:t xml:space="preserve"> وأهل الکوفة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سمّون</w:t>
      </w:r>
      <w:r>
        <w:rPr>
          <w:rtl/>
          <w:lang w:bidi="fa-IR"/>
        </w:rPr>
        <w:t xml:space="preserve"> المقابر جبّانة، وبالکوفة محالّ تُسمّ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بها...: معجم البلدان ج 2 ص 99،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الکوفة ص 183. 38 .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 ج 1 ص 41،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اللّه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دفتر انتشارات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جامعه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قم، سال چاپ 1367. 39 . وقال الصادق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لو علم الناس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العلم لطلبوه ولو بسفک المهج وخوض اللجج: المعتبر ج 1 ص 18، المهذّب البارع ج 1 ص 61، بحار الأنوار ج 1 ص 177. 40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عن جدّه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هم‌السلام،</w:t>
      </w:r>
      <w:r>
        <w:rPr>
          <w:rtl/>
          <w:lang w:bidi="fa-IR"/>
        </w:rPr>
        <w:t xml:space="preserve"> قال: واللّه ما برأ اللّه من بَر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أفضلَ من محمّد</w:t>
      </w:r>
      <w:r>
        <w:rPr>
          <w:rFonts w:hint="eastAsia"/>
          <w:rtl/>
          <w:lang w:bidi="fa-IR"/>
        </w:rPr>
        <w:t>ٍ</w:t>
      </w:r>
      <w:r>
        <w:rPr>
          <w:rtl/>
          <w:lang w:bidi="fa-IR"/>
        </w:rPr>
        <w:t xml:space="preserve"> ومنّ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وإنّ الملائکة لتضع أجنحتها لطلبة العلم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عتنا</w:t>
      </w:r>
      <w:r>
        <w:rPr>
          <w:rtl/>
          <w:lang w:bidi="fa-IR"/>
        </w:rPr>
        <w:t>: الاختصاص ص 234، بحار الأنوار ج 1 ص 181؛ 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مَن سلک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علماً، سلک اللّه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الجنّة، وأنّ الملائکة لتضع أجنحتها لطالب العلم رضاً به: </w:t>
      </w:r>
      <w:r>
        <w:rPr>
          <w:rFonts w:hint="eastAsia"/>
          <w:rtl/>
          <w:lang w:bidi="fa-IR"/>
        </w:rPr>
        <w:t>بصائر</w:t>
      </w:r>
      <w:r>
        <w:rPr>
          <w:rtl/>
          <w:lang w:bidi="fa-IR"/>
        </w:rPr>
        <w:t xml:space="preserve"> الدرجات ص 23،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34،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ص 116، ثواب الأعمال ص 131،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8، بحار الأنوار ج 1 ص 164، وراجع مسند أحمد ج 5 ص 196،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ج 2 ص 175،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153، تحفة الأحوذ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7 ص 375، کنز العمّال ج 10 ص 146. 41 . قال رسول 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مَن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اللّه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فقّهه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: دعائم </w:t>
      </w:r>
      <w:r>
        <w:rPr>
          <w:rtl/>
          <w:lang w:bidi="fa-IR"/>
        </w:rPr>
        <w:lastRenderedPageBreak/>
        <w:t>الإسلام ج 1 ص 81، کنز الفوائد ص 239،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99، بحار الأنوار ج 1 ص 177، مسند أحمد ج 1 ص 306، سنن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74،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25،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ج 3 ص 95، سنن ابن ماجة ج 1 ص 80،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137، مجمع الزوائد ج 1 ص 121،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147،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42، مسند ابن راهو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1 ص 400،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3 ص 426،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13 ص 371،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حبّان ج 1 ص 291، المعجم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2 ص 18،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10 ص 197، الاستذکار ج 8 ص 270،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لابن عبد البرّ ج 23 ص 78، موارد الظمآن ج 1 ص 179، تغل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 2 ص ×78 کنز العمّال ج 10 ص 140، کشف الخفاء ج 1 ص 215. 42 . قال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الشاخص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العلم کالمجاهد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اللّه، إنّ طلب العلم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eastAsia"/>
          <w:rtl/>
          <w:lang w:bidi="fa-IR"/>
        </w:rPr>
        <w:t>ّ</w:t>
      </w:r>
      <w:r>
        <w:rPr>
          <w:rtl/>
          <w:lang w:bidi="fa-IR"/>
        </w:rPr>
        <w:t xml:space="preserve"> مسلمٍ، وکم من مو</w:t>
      </w:r>
      <w:r>
        <w:rPr>
          <w:rFonts w:hint="cs"/>
          <w:rtl/>
          <w:lang w:bidi="fa-IR"/>
        </w:rPr>
        <w:t>نٍ 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 منزله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العلم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إلاّ مغفوراً: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10، بحار الأنوار ج 1 ص 179. 43 . عن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صلوات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قال: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الناس، 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نٍ</w:t>
      </w:r>
      <w:r>
        <w:rPr>
          <w:rtl/>
          <w:lang w:bidi="fa-IR"/>
        </w:rPr>
        <w:t xml:space="preserve"> لا تفقّه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 تدبّر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نُسُکٍ لا ور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المحاسن ج 1 ص 5، بحار الأنوار ج 1 ص 174. 44 . عن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هٌ</w:t>
      </w:r>
      <w:r>
        <w:rPr>
          <w:rtl/>
          <w:lang w:bidi="fa-IR"/>
        </w:rPr>
        <w:t xml:space="preserve"> واحد أشدّ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ألف عابدٍ: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366، بحار الأنوار ج 1 ص 177؛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فضل العالم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العابد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درجةً،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کلّ درجت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حُضر الفر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عاماً، وذلک أنّ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</w:t>
      </w:r>
      <w:r>
        <w:rPr>
          <w:rtl/>
          <w:lang w:bidi="fa-IR"/>
        </w:rPr>
        <w:t xml:space="preserve"> البدعة للناس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بصرها</w:t>
      </w:r>
      <w:r>
        <w:rPr>
          <w:rtl/>
          <w:lang w:bidi="fa-IR"/>
        </w:rPr>
        <w:t xml:space="preserve"> العالم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عنها، والعابد مُقبلٍ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توجّه</w:t>
      </w:r>
      <w:r>
        <w:rPr>
          <w:rtl/>
          <w:lang w:bidi="fa-IR"/>
        </w:rPr>
        <w:t xml:space="preserve"> لها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عرفها</w:t>
      </w:r>
      <w:r>
        <w:rPr>
          <w:rtl/>
          <w:lang w:bidi="fa-IR"/>
        </w:rPr>
        <w:t>: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12، بحار الأنوار ج 2 ص 23. 45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: إنّ طالب العلم إذا خرج من منزله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رجله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طبٍ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ابسٍ</w:t>
      </w:r>
      <w:r>
        <w:rPr>
          <w:rtl/>
          <w:lang w:bidi="fa-IR"/>
        </w:rPr>
        <w:t xml:space="preserve"> من الأرض إلاّ سبّحت له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الأرَض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السابعة: الخصال ص 518، بحار الأنوار ج 1 ص 168. 46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العلم أکثر من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فخذ من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أحسنه: کنز الفوائد ص 194، بحار الأنوار ج 1 ص 219،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25 ص 381،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ج 14 ص 38. 47 . عن الصادق،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قال: قال أبو ذر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عنه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خطبته: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مبتغ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العلم لا تشغلک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ولا أهلٌ ولا مالٌ عن نفسک، أنت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تفارقهم کض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بتّ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ثمّ غدوت عنهم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رهم،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والآخرة کمنزلٍ تحوّلت منه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وما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البعث</w:t>
      </w:r>
      <w:r>
        <w:rPr>
          <w:rtl/>
          <w:lang w:bidi="fa-IR"/>
        </w:rPr>
        <w:t xml:space="preserve"> والموت إلاّ کنومةٍ نمتها ثمّ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قظت</w:t>
      </w:r>
      <w:r>
        <w:rPr>
          <w:rtl/>
          <w:lang w:bidi="fa-IR"/>
        </w:rPr>
        <w:t xml:space="preserve"> عنها،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جاهل تعلّم العلم، فإنّ قلباً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ءٌ</w:t>
      </w:r>
      <w:r>
        <w:rPr>
          <w:rtl/>
          <w:lang w:bidi="fa-IR"/>
        </w:rPr>
        <w:t xml:space="preserve"> من العلم کالب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الخراب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عامر له: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543، بحار الأنوار ج 1 ص 182،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4 ص 236، أعلام الور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207. 48 . وقال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زکاة العلم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مَن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</w:t>
      </w:r>
      <w:r>
        <w:rPr>
          <w:rtl/>
          <w:lang w:bidi="fa-IR"/>
        </w:rPr>
        <w:t>: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63، بحار الأنوار ج 2 ص 25 و ج 93 ص 136؛ وعن الصادق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لکلّ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زکاةٌ، وزکاةُ العلم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علّمه</w:t>
      </w:r>
      <w:r>
        <w:rPr>
          <w:rtl/>
          <w:lang w:bidi="fa-IR"/>
        </w:rPr>
        <w:t xml:space="preserve"> أهله: تحف العقول ص 364،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63، بحار الأنوار ج 2 ص 25. 49 . عن سماعة قال: قلتُ 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أنزل اللّه عزّ وجلّ: «مَن قَتَلَ نَفْسَام بِغَ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نَفْسٍ أَوْ فَسَادٍ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الْأَرْضِ فَکَأَنَّمَا قَتَلَ النَّاسَ جَمِ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عًا</w:t>
      </w:r>
      <w:r>
        <w:rPr>
          <w:rtl/>
          <w:lang w:bidi="fa-IR"/>
        </w:rPr>
        <w:t xml:space="preserve"> وَمَنْ أَحْ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اهَا</w:t>
      </w:r>
      <w:r>
        <w:rPr>
          <w:rtl/>
          <w:lang w:bidi="fa-IR"/>
        </w:rPr>
        <w:t xml:space="preserve"> فَکَأَنَّمَآ أَحْ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النَّاسَ جَمِ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عًا»،</w:t>
      </w:r>
      <w:r>
        <w:rPr>
          <w:rtl/>
          <w:lang w:bidi="fa-IR"/>
        </w:rPr>
        <w:t xml:space="preserve"> قال: من أخرجها من ضلالٍ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فقد 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ومَن أخرجها مِن هد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إ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ضلالٍ فقد واللّه أماتها: المحاسن ج 1 ص 232،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210، مستدرک الوسائل ج 12 ص 238،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226، بحار الأنوار ج 2 ص 16،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14 ص 461،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313،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618. 50 . «وَمَنْ أَحْ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اهَا</w:t>
      </w:r>
      <w:r>
        <w:rPr>
          <w:rtl/>
          <w:lang w:bidi="fa-IR"/>
        </w:rPr>
        <w:t xml:space="preserve"> فَکَأَنَّمَ</w:t>
      </w:r>
      <w:r>
        <w:rPr>
          <w:rFonts w:hint="eastAsia"/>
          <w:rtl/>
          <w:lang w:bidi="fa-IR"/>
        </w:rPr>
        <w:t>آ</w:t>
      </w:r>
      <w:r>
        <w:rPr>
          <w:rtl/>
          <w:lang w:bidi="fa-IR"/>
        </w:rPr>
        <w:t xml:space="preserve"> أَحْ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النَّاسَ جَمِ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عًا»</w:t>
      </w:r>
      <w:r>
        <w:rPr>
          <w:rtl/>
          <w:lang w:bidi="fa-IR"/>
        </w:rPr>
        <w:t>: مائده: 32. 51 . قال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الناس، إنّه لا کنز أنفع من العلم: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19، </w:t>
      </w:r>
      <w:r>
        <w:rPr>
          <w:rtl/>
          <w:lang w:bidi="fa-IR"/>
        </w:rPr>
        <w:lastRenderedPageBreak/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399،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73،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4 ص 406، وراجع تحف العقول ص 93، کنز الفوائد ص 147،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الحکم </w:t>
      </w:r>
      <w:r>
        <w:rPr>
          <w:rFonts w:hint="eastAsia"/>
          <w:rtl/>
          <w:lang w:bidi="fa-IR"/>
        </w:rPr>
        <w:t>والمواعظ</w:t>
      </w:r>
      <w:r>
        <w:rPr>
          <w:rtl/>
          <w:lang w:bidi="fa-IR"/>
        </w:rPr>
        <w:t xml:space="preserve"> ص 537، بحار الأنوار ج 1 ص 165،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472. -</w:t>
      </w:r>
    </w:p>
    <w:p w:rsidR="008F24C2" w:rsidRDefault="00347E6F" w:rsidP="00347E6F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68" w:name="_Toc515185367"/>
      <w:bookmarkStart w:id="69" w:name="_Toc515185428"/>
      <w:r>
        <w:rPr>
          <w:rFonts w:hint="cs"/>
          <w:rtl/>
          <w:lang w:bidi="fa-IR"/>
        </w:rPr>
        <w:lastRenderedPageBreak/>
        <w:t>فهرست مطالب</w:t>
      </w:r>
      <w:bookmarkEnd w:id="68"/>
      <w:bookmarkEnd w:id="69"/>
    </w:p>
    <w:sdt>
      <w:sdtPr>
        <w:id w:val="26004102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F374BC" w:rsidRDefault="00F374BC" w:rsidP="00F374BC">
          <w:pPr>
            <w:pStyle w:val="TOCHeading"/>
          </w:pPr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185394" w:history="1">
            <w:r w:rsidRPr="00D15320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395" w:history="1">
            <w:r w:rsidRPr="00D15320">
              <w:rPr>
                <w:rStyle w:val="Hyperlink"/>
                <w:noProof/>
                <w:rtl/>
                <w:lang w:bidi="fa-IR"/>
              </w:rPr>
              <w:t>به سو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کدام گروه م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D15320">
              <w:rPr>
                <w:rStyle w:val="Hyperlink"/>
                <w:noProof/>
                <w:rtl/>
                <w:lang w:bidi="fa-IR"/>
              </w:rPr>
              <w:t>آ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D15320">
              <w:rPr>
                <w:rStyle w:val="Hyperlink"/>
                <w:noProof/>
                <w:rtl/>
                <w:lang w:bidi="fa-IR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396" w:history="1">
            <w:r w:rsidRPr="00D15320">
              <w:rPr>
                <w:rStyle w:val="Hyperlink"/>
                <w:noProof/>
                <w:rtl/>
                <w:lang w:bidi="fa-IR"/>
              </w:rPr>
              <w:t>عبادت واقع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را گم کرده‌ام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397" w:history="1">
            <w:r w:rsidRPr="00D15320">
              <w:rPr>
                <w:rStyle w:val="Hyperlink"/>
                <w:noProof/>
                <w:rtl/>
                <w:lang w:bidi="fa-IR"/>
              </w:rPr>
              <w:t>تو شب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ه فرشتگان من شده‌ا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398" w:history="1">
            <w:r w:rsidRPr="00D15320">
              <w:rPr>
                <w:rStyle w:val="Hyperlink"/>
                <w:noProof/>
                <w:rtl/>
                <w:lang w:bidi="fa-IR"/>
              </w:rPr>
              <w:t>فانوس در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D15320">
              <w:rPr>
                <w:rStyle w:val="Hyperlink"/>
                <w:noProof/>
                <w:rtl/>
                <w:lang w:bidi="fa-IR"/>
              </w:rPr>
              <w:t>، سلام!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399" w:history="1">
            <w:r w:rsidRPr="00D15320">
              <w:rPr>
                <w:rStyle w:val="Hyperlink"/>
                <w:noProof/>
                <w:rtl/>
                <w:lang w:bidi="fa-IR"/>
              </w:rPr>
              <w:t xml:space="preserve">علم بهتر است 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ا ثروت؟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0" w:history="1">
            <w:r w:rsidRPr="00D15320">
              <w:rPr>
                <w:rStyle w:val="Hyperlink"/>
                <w:noProof/>
                <w:rtl/>
                <w:lang w:bidi="fa-IR"/>
              </w:rPr>
              <w:t>سلام 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هفتاد هزار فرشته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1" w:history="1">
            <w:r w:rsidRPr="00D15320">
              <w:rPr>
                <w:rStyle w:val="Hyperlink"/>
                <w:noProof/>
                <w:rtl/>
                <w:lang w:bidi="fa-IR"/>
              </w:rPr>
              <w:t xml:space="preserve">دوازده هزار ختم قرآن در 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ک ساعت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2" w:history="1">
            <w:r w:rsidRPr="00D15320">
              <w:rPr>
                <w:rStyle w:val="Hyperlink"/>
                <w:noProof/>
                <w:rtl/>
                <w:lang w:bidi="fa-IR"/>
              </w:rPr>
              <w:t>دوست خوب من!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3" w:history="1">
            <w:r w:rsidRPr="00D15320">
              <w:rPr>
                <w:rStyle w:val="Hyperlink"/>
                <w:noProof/>
                <w:rtl/>
                <w:lang w:bidi="fa-IR"/>
              </w:rPr>
              <w:t>صلوات برا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تو م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D15320">
              <w:rPr>
                <w:rStyle w:val="Hyperlink"/>
                <w:noProof/>
                <w:rtl/>
                <w:lang w:bidi="fa-IR"/>
              </w:rPr>
              <w:t>فرست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4" w:history="1">
            <w:r w:rsidRPr="00D15320">
              <w:rPr>
                <w:rStyle w:val="Hyperlink"/>
                <w:noProof/>
                <w:rtl/>
                <w:lang w:bidi="fa-IR"/>
              </w:rPr>
              <w:t>فر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اد در ن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مه شب شهر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5" w:history="1">
            <w:r w:rsidRPr="00D15320">
              <w:rPr>
                <w:rStyle w:val="Hyperlink"/>
                <w:noProof/>
                <w:rtl/>
                <w:lang w:bidi="fa-IR"/>
              </w:rPr>
              <w:t>آغوش مهربان فرشته‌ها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6" w:history="1">
            <w:r w:rsidRPr="00D15320">
              <w:rPr>
                <w:rStyle w:val="Hyperlink"/>
                <w:noProof/>
                <w:rtl/>
                <w:lang w:bidi="fa-IR"/>
              </w:rPr>
              <w:t>گل سرسبد سخن مولا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تو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7" w:history="1">
            <w:r w:rsidRPr="00D15320">
              <w:rPr>
                <w:rStyle w:val="Hyperlink"/>
                <w:noProof/>
                <w:rtl/>
                <w:lang w:bidi="fa-IR"/>
              </w:rPr>
              <w:t>دانش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که فا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ده‌ا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8" w:history="1">
            <w:r w:rsidRPr="00D15320">
              <w:rPr>
                <w:rStyle w:val="Hyperlink"/>
                <w:noProof/>
                <w:rtl/>
                <w:lang w:bidi="fa-IR"/>
              </w:rPr>
              <w:t>برا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دل خود چه کنم؟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09" w:history="1">
            <w:r w:rsidRPr="00D15320">
              <w:rPr>
                <w:rStyle w:val="Hyperlink"/>
                <w:noProof/>
                <w:rtl/>
                <w:lang w:bidi="fa-IR"/>
              </w:rPr>
              <w:t>پند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از بهتر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0" w:history="1">
            <w:r w:rsidRPr="00D15320">
              <w:rPr>
                <w:rStyle w:val="Hyperlink"/>
                <w:noProof/>
                <w:rtl/>
                <w:lang w:bidi="fa-IR"/>
              </w:rPr>
              <w:t>هر چه م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D15320">
              <w:rPr>
                <w:rStyle w:val="Hyperlink"/>
                <w:noProof/>
                <w:rtl/>
                <w:lang w:bidi="fa-IR"/>
              </w:rPr>
              <w:t>خواهد دل تنگت بگو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1" w:history="1">
            <w:r w:rsidRPr="00D15320">
              <w:rPr>
                <w:rStyle w:val="Hyperlink"/>
                <w:noProof/>
                <w:rtl/>
                <w:lang w:bidi="fa-IR"/>
              </w:rPr>
              <w:t>در تنها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به چه انس م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D15320">
              <w:rPr>
                <w:rStyle w:val="Hyperlink"/>
                <w:noProof/>
                <w:rtl/>
                <w:lang w:bidi="fa-IR"/>
              </w:rPr>
              <w:t>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2" w:history="1">
            <w:r w:rsidRPr="00D15320">
              <w:rPr>
                <w:rStyle w:val="Hyperlink"/>
                <w:noProof/>
                <w:rtl/>
                <w:lang w:bidi="fa-IR"/>
              </w:rPr>
              <w:t>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کتاب را مخف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کن!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3" w:history="1">
            <w:r w:rsidRPr="00D15320">
              <w:rPr>
                <w:rStyle w:val="Hyperlink"/>
                <w:noProof/>
                <w:rtl/>
                <w:lang w:bidi="fa-IR"/>
              </w:rPr>
              <w:t xml:space="preserve">نماز بهتر است 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ا خواب!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4" w:history="1">
            <w:r w:rsidRPr="00D15320">
              <w:rPr>
                <w:rStyle w:val="Hyperlink"/>
                <w:noProof/>
                <w:rtl/>
                <w:lang w:bidi="fa-IR"/>
              </w:rPr>
              <w:t>بهتر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برگ درخت چنار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5" w:history="1">
            <w:r w:rsidRPr="00D15320">
              <w:rPr>
                <w:rStyle w:val="Hyperlink"/>
                <w:noProof/>
                <w:rtl/>
                <w:lang w:bidi="fa-IR"/>
              </w:rPr>
              <w:t>به دنبال صدقه 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گر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هستم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6" w:history="1">
            <w:r w:rsidRPr="00D15320">
              <w:rPr>
                <w:rStyle w:val="Hyperlink"/>
                <w:noProof/>
                <w:rtl/>
                <w:lang w:bidi="fa-IR"/>
              </w:rPr>
              <w:t>تو زنده‌ا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به نور علم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7" w:history="1">
            <w:r w:rsidRPr="00D15320">
              <w:rPr>
                <w:rStyle w:val="Hyperlink"/>
                <w:noProof/>
                <w:rtl/>
                <w:lang w:bidi="fa-IR"/>
              </w:rPr>
              <w:t>وقت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ع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D15320">
              <w:rPr>
                <w:rStyle w:val="Hyperlink"/>
                <w:noProof/>
                <w:rtl/>
                <w:lang w:bidi="fa-IR"/>
              </w:rPr>
              <w:t>ها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من گم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8" w:history="1">
            <w:r w:rsidRPr="00D15320">
              <w:rPr>
                <w:rStyle w:val="Hyperlink"/>
                <w:noProof/>
                <w:rtl/>
                <w:lang w:bidi="fa-IR"/>
              </w:rPr>
              <w:t>چرا تلاش نکرد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که بدان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19" w:history="1">
            <w:r w:rsidRPr="00D15320">
              <w:rPr>
                <w:rStyle w:val="Hyperlink"/>
                <w:noProof/>
                <w:rtl/>
                <w:lang w:bidi="fa-IR"/>
              </w:rPr>
              <w:t xml:space="preserve">فقط 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ک بار نامه ما را بخوان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0" w:history="1">
            <w:r w:rsidRPr="00D15320">
              <w:rPr>
                <w:rStyle w:val="Hyperlink"/>
                <w:noProof/>
                <w:rtl/>
                <w:lang w:bidi="fa-IR"/>
              </w:rPr>
              <w:t>بهتر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عمل در شب قدر چ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1" w:history="1">
            <w:r w:rsidRPr="00D15320">
              <w:rPr>
                <w:rStyle w:val="Hyperlink"/>
                <w:noProof/>
                <w:rtl/>
                <w:lang w:bidi="fa-IR"/>
              </w:rPr>
              <w:t>کاش ما چن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پ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امبر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داشت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م!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2" w:history="1">
            <w:r w:rsidRPr="00D15320">
              <w:rPr>
                <w:rStyle w:val="Hyperlink"/>
                <w:noProof/>
                <w:rtl/>
                <w:lang w:bidi="fa-IR"/>
              </w:rPr>
              <w:t>شب عروس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خود را فراموش کرده‌ام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3" w:history="1">
            <w:r w:rsidRPr="00D15320">
              <w:rPr>
                <w:rStyle w:val="Hyperlink"/>
                <w:noProof/>
                <w:rtl/>
                <w:lang w:bidi="fa-IR"/>
              </w:rPr>
              <w:t>دانه به دنبال خاک نرم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4" w:history="1">
            <w:r w:rsidRPr="00D15320">
              <w:rPr>
                <w:rStyle w:val="Hyperlink"/>
                <w:noProof/>
                <w:rtl/>
                <w:lang w:bidi="fa-IR"/>
              </w:rPr>
              <w:t>پ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ش به سو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جاودانگ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5" w:history="1">
            <w:r w:rsidRPr="00D15320">
              <w:rPr>
                <w:rStyle w:val="Hyperlink"/>
                <w:noProof/>
                <w:rtl/>
                <w:lang w:bidi="fa-IR"/>
              </w:rPr>
              <w:t>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ن قلم احترام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6" w:history="1">
            <w:r w:rsidRPr="00D15320">
              <w:rPr>
                <w:rStyle w:val="Hyperlink"/>
                <w:noProof/>
                <w:rtl/>
                <w:lang w:bidi="fa-IR"/>
              </w:rPr>
              <w:t>نکته‌ها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 xml:space="preserve"> 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7" w:history="1">
            <w:r w:rsidRPr="00D15320">
              <w:rPr>
                <w:rStyle w:val="Hyperlink"/>
                <w:noProof/>
                <w:rtl/>
                <w:lang w:bidi="fa-IR"/>
              </w:rPr>
              <w:t>منابع تحق</w:t>
            </w:r>
            <w:r w:rsidRPr="00D1532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15320">
              <w:rPr>
                <w:rStyle w:val="Hyperlink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15185428" w:history="1">
            <w:r w:rsidRPr="00D15320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Toc515185428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74BC" w:rsidRDefault="00F374BC">
          <w:r>
            <w:fldChar w:fldCharType="end"/>
          </w:r>
        </w:p>
      </w:sdtContent>
    </w:sdt>
    <w:p w:rsidR="00F374BC" w:rsidRDefault="00F374BC" w:rsidP="00F374BC">
      <w:pPr>
        <w:pStyle w:val="libNormal"/>
        <w:rPr>
          <w:rFonts w:hint="cs"/>
          <w:rtl/>
          <w:lang w:bidi="fa-IR"/>
        </w:rPr>
      </w:pPr>
    </w:p>
    <w:sectPr w:rsidR="00F374B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0B6" w:rsidRDefault="000560B6">
      <w:r>
        <w:separator/>
      </w:r>
    </w:p>
  </w:endnote>
  <w:endnote w:type="continuationSeparator" w:id="0">
    <w:p w:rsidR="000560B6" w:rsidRDefault="00056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5C" w:rsidRDefault="0040655C">
    <w:pPr>
      <w:pStyle w:val="Footer"/>
    </w:pPr>
    <w:fldSimple w:instr=" PAGE   \* MERGEFORMAT ">
      <w:r w:rsidR="00EB6A4F">
        <w:rPr>
          <w:noProof/>
          <w:rtl/>
        </w:rPr>
        <w:t>58</w:t>
      </w:r>
    </w:fldSimple>
  </w:p>
  <w:p w:rsidR="0040655C" w:rsidRDefault="004065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5C" w:rsidRDefault="0040655C">
    <w:pPr>
      <w:pStyle w:val="Footer"/>
    </w:pPr>
    <w:fldSimple w:instr=" PAGE   \* MERGEFORMAT ">
      <w:r w:rsidR="00EB6A4F">
        <w:rPr>
          <w:noProof/>
          <w:rtl/>
        </w:rPr>
        <w:t>57</w:t>
      </w:r>
    </w:fldSimple>
  </w:p>
  <w:p w:rsidR="0040655C" w:rsidRDefault="004065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5C" w:rsidRDefault="0040655C">
    <w:pPr>
      <w:pStyle w:val="Footer"/>
    </w:pPr>
    <w:fldSimple w:instr=" PAGE   \* MERGEFORMAT ">
      <w:r w:rsidR="00EB6A4F">
        <w:rPr>
          <w:noProof/>
          <w:rtl/>
        </w:rPr>
        <w:t>1</w:t>
      </w:r>
    </w:fldSimple>
  </w:p>
  <w:p w:rsidR="0040655C" w:rsidRDefault="004065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0B6" w:rsidRDefault="000560B6">
      <w:r>
        <w:separator/>
      </w:r>
    </w:p>
  </w:footnote>
  <w:footnote w:type="continuationSeparator" w:id="0">
    <w:p w:rsidR="000560B6" w:rsidRDefault="00056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4E5"/>
    <w:rsid w:val="00005A19"/>
    <w:rsid w:val="00010942"/>
    <w:rsid w:val="000217A6"/>
    <w:rsid w:val="00024AA0"/>
    <w:rsid w:val="000267FE"/>
    <w:rsid w:val="00030622"/>
    <w:rsid w:val="00030A2F"/>
    <w:rsid w:val="00040272"/>
    <w:rsid w:val="00040798"/>
    <w:rsid w:val="00043023"/>
    <w:rsid w:val="000460A1"/>
    <w:rsid w:val="00054406"/>
    <w:rsid w:val="000560B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59CA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7305"/>
    <w:rsid w:val="002813F0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7B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7E6F"/>
    <w:rsid w:val="0035368E"/>
    <w:rsid w:val="00354493"/>
    <w:rsid w:val="00360A5F"/>
    <w:rsid w:val="003618AA"/>
    <w:rsid w:val="00362F97"/>
    <w:rsid w:val="00363C94"/>
    <w:rsid w:val="0036400D"/>
    <w:rsid w:val="00373085"/>
    <w:rsid w:val="00376CD9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261"/>
    <w:rsid w:val="00402C65"/>
    <w:rsid w:val="004035D1"/>
    <w:rsid w:val="00404EB7"/>
    <w:rsid w:val="0040655C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4E5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2E13"/>
    <w:rsid w:val="00C97009"/>
    <w:rsid w:val="00CA2801"/>
    <w:rsid w:val="00CA41BF"/>
    <w:rsid w:val="00CA4364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0DB6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4799"/>
    <w:rsid w:val="00E96F05"/>
    <w:rsid w:val="00EA340E"/>
    <w:rsid w:val="00EA3B1F"/>
    <w:rsid w:val="00EB55D0"/>
    <w:rsid w:val="00EB5646"/>
    <w:rsid w:val="00EB5ADB"/>
    <w:rsid w:val="00EB61F4"/>
    <w:rsid w:val="00EB6A4F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35109"/>
    <w:rsid w:val="00F374BC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EB6A4F"/>
    <w:pPr>
      <w:bidi w:val="0"/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EB6A4F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EB6A4F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_ramaz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A9DA9-5DC5-45A8-A991-029AA407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114</TotalTime>
  <Pages>91</Pages>
  <Words>13923</Words>
  <Characters>79362</Characters>
  <Application>Microsoft Office Word</Application>
  <DocSecurity>0</DocSecurity>
  <Lines>661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1601-01-01T00:00:00Z</cp:lastPrinted>
  <dcterms:created xsi:type="dcterms:W3CDTF">2018-05-26T08:49:00Z</dcterms:created>
  <dcterms:modified xsi:type="dcterms:W3CDTF">2018-05-27T07:25:00Z</dcterms:modified>
</cp:coreProperties>
</file>