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42" w:rsidRDefault="00A43042" w:rsidP="00A43042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A43042" w:rsidRDefault="00A43042" w:rsidP="00A43042">
      <w:pPr>
        <w:pStyle w:val="libNotice"/>
        <w:bidi w:val="0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A6450A" w:rsidRDefault="00A6450A" w:rsidP="00A6450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A6450A" w:rsidRDefault="00A6450A" w:rsidP="00A6450A">
      <w:pPr>
        <w:pStyle w:val="libCenter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آیین دلبری</w:t>
      </w:r>
    </w:p>
    <w:p w:rsidR="00A43042" w:rsidRDefault="00A43042" w:rsidP="00A43042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 xml:space="preserve">نویسنده: </w:t>
      </w:r>
      <w:r>
        <w:rPr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A43042">
      <w:pPr>
        <w:pStyle w:val="Heading1"/>
        <w:rPr>
          <w:rtl/>
          <w:lang w:bidi="fa-IR"/>
        </w:rPr>
      </w:pPr>
      <w:bookmarkStart w:id="0" w:name="_Toc531765193"/>
      <w:r>
        <w:rPr>
          <w:rFonts w:hint="eastAsia"/>
          <w:rtl/>
          <w:lang w:bidi="fa-IR"/>
        </w:rPr>
        <w:t>سرآغاز</w:t>
      </w:r>
      <w:bookmarkEnd w:id="0"/>
    </w:p>
    <w:p w:rsidR="00A43042" w:rsidRDefault="00A43042" w:rsidP="0039063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ختگان</w:t>
      </w:r>
      <w:r>
        <w:rPr>
          <w:rtl/>
          <w:lang w:bidi="fa-IR"/>
        </w:rPr>
        <w:t xml:space="preserve"> عالم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بانشاط و آرام، به وضع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مبادرت نمودند تا در پرتو آن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انسان ها بتوانند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بهره و لذت را از عمر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ببرند. که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</w:t>
      </w:r>
      <w:r w:rsidR="0039063A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39063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اتومب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39063A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رفاه،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آرامش ما باشد؛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 نبودند، اتومب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مخوف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سلاح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مرگبار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0E0E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چه رو امر ازدواج، مسأل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چرا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ما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آرامش که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بشر است،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آن،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محال است، هم</w:t>
      </w:r>
      <w:r>
        <w:rPr>
          <w:rFonts w:hint="eastAsia"/>
          <w:rtl/>
          <w:lang w:bidi="fa-IR"/>
        </w:rPr>
        <w:t>انگونه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آب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دانا، اثر مهم و معجزه آسا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و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همسران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جنس خودتان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در کنار آنان آرامش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انتان</w:t>
      </w:r>
      <w:r>
        <w:rPr>
          <w:rtl/>
          <w:lang w:bidi="fa-IR"/>
        </w:rPr>
        <w:t xml:space="preserve"> مودّت و رحمت قرار داد؛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</w:t>
      </w:r>
      <w:r w:rsidRPr="000E0E71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امان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نشان داده اند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متأهل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است؛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E0E7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مختلف به ازدواج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43042" w:rsidRPr="000E0E71" w:rsidRDefault="000E0E71" w:rsidP="000E0E7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0E0E71">
      <w:pPr>
        <w:pStyle w:val="libFootnote0"/>
        <w:rPr>
          <w:rtl/>
          <w:lang w:bidi="fa-IR"/>
        </w:rPr>
      </w:pPr>
      <w:r>
        <w:rPr>
          <w:rtl/>
          <w:lang w:bidi="fa-IR"/>
        </w:rPr>
        <w:t>1- روم،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21.</w:t>
      </w:r>
    </w:p>
    <w:p w:rsidR="00A43042" w:rsidRDefault="000E0E71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ما</w:t>
      </w:r>
      <w:r w:rsidR="00A43042">
        <w:rPr>
          <w:rtl/>
          <w:lang w:bidi="fa-IR"/>
        </w:rPr>
        <w:t xml:space="preserve"> ازدواج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تا در کنار هم و با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گر،</w:t>
      </w:r>
      <w:r w:rsidR="00A43042">
        <w:rPr>
          <w:rtl/>
          <w:lang w:bidi="fa-IR"/>
        </w:rPr>
        <w:t xml:space="preserve"> پله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ترق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شرفت</w:t>
      </w:r>
      <w:r w:rsidR="00A43042">
        <w:rPr>
          <w:rtl/>
          <w:lang w:bidi="fa-IR"/>
        </w:rPr>
        <w:t xml:space="preserve"> را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پس از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ط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و به موفق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و بهروز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آرزو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تمام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انسان ها است، دست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کم نبودند و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ستند</w:t>
      </w:r>
      <w:r w:rsidR="00A43042">
        <w:rPr>
          <w:rtl/>
          <w:lang w:bidi="fa-IR"/>
        </w:rPr>
        <w:t xml:space="preserve"> بزرگان و نام آوران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شرفت</w:t>
      </w:r>
      <w:r w:rsidR="00A43042">
        <w:rPr>
          <w:rtl/>
          <w:lang w:bidi="fa-IR"/>
        </w:rPr>
        <w:t xml:space="preserve"> و سعادت خود را مد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ون</w:t>
      </w:r>
      <w:r w:rsidR="00A43042">
        <w:rPr>
          <w:rtl/>
          <w:lang w:bidi="fa-IR"/>
        </w:rPr>
        <w:t xml:space="preserve"> همسران دلسوز و مهربان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رسان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دانند.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مهربان،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باوفا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ما را رها نکند و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 مطمئن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باشد.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محرم اسرار ما باشد.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چاره ساز مشکلات ما باشد.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جان و دل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دوست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0E0E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شهد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گوارا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را بچش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بشر، دوست داشتن و دوست داشته شدن را برآورده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صورت برآورده نشدن، آرامش،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پربها را نخواه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صاحب فرزند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 آمال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وجود آنان خلاصه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 آنان را چنان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مراتب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که باعث افتخارمان گردند.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در سفر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خوش و خرم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بهشت بنا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 خود را از کمند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0E0E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0E0E71" w:rsidRPr="000E0E71">
        <w:rPr>
          <w:rFonts w:ascii="Traditional Arabic" w:eastAsiaTheme="minorHAnsi" w:hAnsi="Traditional Arabic" w:cs="Traditional Arabic"/>
          <w:rtl/>
        </w:rPr>
        <w:t xml:space="preserve"> </w:t>
      </w:r>
      <w:r w:rsidR="000E0E71" w:rsidRPr="000E0E71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ازدواج کند،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برآورد که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او!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از گزند من حفظ کرد.</w:t>
      </w:r>
      <w:r w:rsidRPr="000E0E71">
        <w:rPr>
          <w:rStyle w:val="libFootnotenumChar"/>
          <w:rtl/>
        </w:rPr>
        <w:t xml:space="preserve"> (1)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آرامش،</w:t>
      </w:r>
      <w:r>
        <w:rPr>
          <w:rtl/>
          <w:lang w:bidi="fa-IR"/>
        </w:rPr>
        <w:t xml:space="preserve"> عشق، شاد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شور، بهروز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 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لبخند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در کنار ما به سر خواهد برد که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چگونه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دلدار خود رفتار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راز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رفتار عاشقانه و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بردن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به طور خلاصه،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تداوم عشق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کار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tl/>
          <w:lang w:bidi="fa-IR"/>
        </w:rPr>
        <w:t xml:space="preserve"> و آرزوها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تا قبل از ازدواج در 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پرورانده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راز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کار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آنگاه است که خود و همسر و فرزندانمان را از داشتن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آرام،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 و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بهره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0E0E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مجال</w:t>
      </w:r>
      <w:r>
        <w:rPr>
          <w:rtl/>
          <w:lang w:bidi="fa-IR"/>
        </w:rPr>
        <w:t xml:space="preserve"> سخن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است. اما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رازها پرداخت. اگر چه قلم زدن دربار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اسرار زمان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طلبد. خلاصه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قرارند:</w:t>
      </w:r>
    </w:p>
    <w:p w:rsidR="00A43042" w:rsidRPr="000E0E71" w:rsidRDefault="000E0E71" w:rsidP="000E0E7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0E0E71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5، ص 2251، ح 7805.</w:t>
      </w:r>
    </w:p>
    <w:p w:rsidR="000E0E71" w:rsidRDefault="00A43042" w:rsidP="000E0E71">
      <w:pPr>
        <w:pStyle w:val="libFootnote0"/>
        <w:rPr>
          <w:rtl/>
          <w:lang w:bidi="fa-IR"/>
        </w:rPr>
      </w:pPr>
      <w:r>
        <w:rPr>
          <w:rtl/>
          <w:lang w:bidi="fa-IR"/>
        </w:rPr>
        <w:t>1-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راستگو بودن</w:t>
      </w:r>
    </w:p>
    <w:p w:rsidR="00A43042" w:rsidRDefault="000E0E71" w:rsidP="000E0E7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0E0E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خالق اعتماد است و اعتماد، ستون و پا</w:t>
      </w:r>
      <w:r>
        <w:rPr>
          <w:rFonts w:hint="cs"/>
          <w:rtl/>
          <w:lang w:bidi="fa-IR"/>
        </w:rPr>
        <w:t>ی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 با فرود آمدن کژ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برون رفتن اعتماد از خان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عشاق، کلبه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عاشقان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آنان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 نغم</w:t>
      </w:r>
      <w:r w:rsidR="000E0E71"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عشق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شود، از هم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پاشد.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آرامش و شور و نشاط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و فرزندان و جامع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آنان به ارمغان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آورد؛ و چنان فردوس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اگر هزاران سال در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عشق بنوشند، از مست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اگر اعتماد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برود، زن و مرد مانند دو کارآگاه مشغول جستجو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هر دو به هم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مجرم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ز</w:t>
      </w:r>
      <w:r>
        <w:rPr>
          <w:rFonts w:hint="eastAsia"/>
          <w:rtl/>
          <w:lang w:bidi="fa-IR"/>
        </w:rPr>
        <w:t>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دچار آشفتگ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چرا که شرط اول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بودن، شک است. همه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مجرم هستند، مگر آنکه عکس آن ثابت شود.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0E0E71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0E0E71" w:rsidRDefault="000E0E71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</w:t>
            </w:r>
            <w:r>
              <w:rPr>
                <w:rtl/>
                <w:lang w:bidi="fa-IR"/>
              </w:rPr>
              <w:t>فت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راست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برهاندت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0E71" w:rsidRDefault="000E0E71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0E71" w:rsidRDefault="000E0E71" w:rsidP="004B292C">
            <w:pPr>
              <w:pStyle w:val="libPoem"/>
            </w:pPr>
            <w:r>
              <w:rPr>
                <w:rtl/>
                <w:lang w:bidi="fa-IR"/>
              </w:rPr>
              <w:t>داد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خواندت </w:t>
            </w:r>
            <w:r w:rsidRPr="000E0E71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0E0E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شک</w:t>
      </w:r>
      <w:r>
        <w:rPr>
          <w:rtl/>
          <w:lang w:bidi="fa-IR"/>
        </w:rPr>
        <w:t xml:space="preserve"> مانند زلزله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رانگر،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رحمانه کلب</w:t>
      </w:r>
      <w:r w:rsidR="000E0E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عشاق را به لرزه در آورده و آن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ساکنانش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فقط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غم و اندوه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عشاق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و فارقان امروز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شک،</w:t>
      </w:r>
      <w:r>
        <w:rPr>
          <w:rtl/>
          <w:lang w:bidi="fa-IR"/>
        </w:rPr>
        <w:t xml:space="preserve"> خالق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است.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ارند</w:t>
      </w:r>
      <w:r>
        <w:rPr>
          <w:rtl/>
          <w:lang w:bidi="fa-IR"/>
        </w:rPr>
        <w:t xml:space="preserve"> همسران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شک به همسر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در گرو اغ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نهاده است، دست به انتقام زدند و دامن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آلوده ساختند؛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آنان</w:t>
      </w:r>
    </w:p>
    <w:p w:rsidR="00A43042" w:rsidRPr="000E0E71" w:rsidRDefault="000E0E71" w:rsidP="000E0E7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0E0E71" w:rsidRDefault="00A43042" w:rsidP="000E0E71">
      <w:pPr>
        <w:pStyle w:val="libFootnote0"/>
        <w:rPr>
          <w:rtl/>
          <w:lang w:bidi="fa-IR"/>
        </w:rPr>
      </w:pPr>
      <w:r>
        <w:rPr>
          <w:rtl/>
          <w:lang w:bidi="fa-IR"/>
        </w:rPr>
        <w:t>1- مثنو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0E0E71" w:rsidP="000E0E7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A0059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نداشتند و تنها شک داشتند. شک، خزان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 باغ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ناگهان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پر پر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بلبل عاشق را از گل محبوب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رحمانه کاشان</w:t>
      </w:r>
      <w:r w:rsidR="00A0059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عاشق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و دلشکستگ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همسران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شک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وهم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همسرم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من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دل بسته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9"/>
        <w:gridCol w:w="3313"/>
      </w:tblGrid>
      <w:tr w:rsidR="00A00590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A00590" w:rsidRDefault="00A00590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تا کج 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نم</w:t>
            </w:r>
            <w:r>
              <w:rPr>
                <w:rtl/>
                <w:lang w:bidi="fa-IR"/>
              </w:rPr>
              <w:t xml:space="preserve"> راست 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0590" w:rsidRDefault="00A00590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0590" w:rsidRDefault="00A00590" w:rsidP="004B292C">
            <w:pPr>
              <w:pStyle w:val="libPoem"/>
            </w:pPr>
            <w:r>
              <w:rPr>
                <w:rtl/>
                <w:lang w:bidi="fa-IR"/>
              </w:rPr>
              <w:t>که کژ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ماتم آرد، راست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سور </w:t>
            </w:r>
            <w:r w:rsidRPr="00A00590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00590" w:rsidRDefault="00A00590" w:rsidP="00A43042">
      <w:pPr>
        <w:pStyle w:val="libNormal"/>
        <w:rPr>
          <w:rtl/>
          <w:lang w:bidi="fa-IR"/>
        </w:rPr>
      </w:pPr>
    </w:p>
    <w:p w:rsidR="00A43042" w:rsidRDefault="00A00590" w:rsidP="00A0059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همسران</w:t>
      </w:r>
      <w:r w:rsidR="00A43042">
        <w:rPr>
          <w:rtl/>
          <w:lang w:bidi="fa-IR"/>
        </w:rPr>
        <w:t xml:space="preserve">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داشته باشند که مورد توجه خاص و محبوب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هستند، تا عشق،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عط</w:t>
      </w:r>
      <w:r w:rsidR="00A4304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اله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آنها مستحکم گردد و مهمان فرخند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خان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آنان شود. اگر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همسران به عدم صداقت و کژگو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ببرد،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ناً</w:t>
      </w:r>
      <w:r w:rsidR="00A43042">
        <w:rPr>
          <w:rtl/>
          <w:lang w:bidi="fa-IR"/>
        </w:rPr>
        <w:t xml:space="preserve"> به عشق 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انشان</w:t>
      </w:r>
      <w:r w:rsidR="00A43042">
        <w:rPr>
          <w:rtl/>
          <w:lang w:bidi="fa-IR"/>
        </w:rPr>
        <w:t xml:space="preserve"> شک خواهد کرد و تمام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روابط عاشقان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خو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را سست و بر پا</w:t>
      </w:r>
      <w:r w:rsidR="00A4304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دروغ خواهد دانست.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پس از کشف عدم صداقت همسر، به خود حق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دهد که اعتماد را از دل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رون</w:t>
      </w:r>
      <w:r w:rsidR="00A43042">
        <w:rPr>
          <w:rtl/>
          <w:lang w:bidi="fa-IR"/>
        </w:rPr>
        <w:t xml:space="preserve"> کند.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005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A00590" w:rsidRPr="00A00590">
        <w:rPr>
          <w:rFonts w:ascii="Traditional Arabic" w:eastAsiaTheme="minorHAnsi" w:hAnsi="Traditional Arabic" w:cs="Traditional Arabic"/>
          <w:rtl/>
        </w:rPr>
        <w:t xml:space="preserve"> </w:t>
      </w:r>
      <w:r w:rsidR="00A00590" w:rsidRPr="00A00590">
        <w:rPr>
          <w:rStyle w:val="libAlaemChar"/>
          <w:rFonts w:eastAsiaTheme="minorHAnsi"/>
          <w:rtl/>
        </w:rPr>
        <w:t>صلى‌الله‌عليه‌وآله‌وسلم</w:t>
      </w:r>
      <w:r w:rsidR="00A0059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صداقت و راست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چون در دوستت صداقت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او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باش، وگرنه به او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مبند. (2)</w:t>
      </w:r>
    </w:p>
    <w:p w:rsidR="00A43042" w:rsidRPr="00A00590" w:rsidRDefault="00A00590" w:rsidP="00A0059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A00590">
      <w:pPr>
        <w:pStyle w:val="libFootnote0"/>
        <w:rPr>
          <w:rtl/>
          <w:lang w:bidi="fa-IR"/>
        </w:rPr>
      </w:pPr>
      <w:r>
        <w:rPr>
          <w:rtl/>
          <w:lang w:bidi="fa-IR"/>
        </w:rPr>
        <w:t>1- انور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00590">
      <w:pPr>
        <w:pStyle w:val="libFootnote0"/>
        <w:rPr>
          <w:rtl/>
          <w:lang w:bidi="fa-IR"/>
        </w:rPr>
      </w:pPr>
      <w:r>
        <w:rPr>
          <w:rtl/>
          <w:lang w:bidi="fa-IR"/>
        </w:rPr>
        <w:t>2- نهج الفصاحه، ص227، ح 1998.</w:t>
      </w:r>
    </w:p>
    <w:p w:rsidR="00A43042" w:rsidRDefault="00A00590" w:rsidP="00A0059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دروغ</w:t>
      </w:r>
      <w:r w:rsidR="00A43042">
        <w:rPr>
          <w:rtl/>
          <w:lang w:bidi="fa-IR"/>
        </w:rPr>
        <w:t xml:space="preserve"> و کژگو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تندباد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 که کانون گرم خانواده را سرد و مجروح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سازد. عدم صداقت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 xml:space="preserve"> </w:t>
      </w:r>
      <w:r w:rsidR="00A43042">
        <w:rPr>
          <w:rFonts w:hint="eastAsia"/>
          <w:rtl/>
          <w:lang w:bidi="fa-IR"/>
        </w:rPr>
        <w:t>رنگ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ناپسند و جفا کارانه است و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ادام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خسارت جبران ناپذ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 همراه دارد. دروغ آنچنان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وند</w:t>
      </w:r>
      <w:r w:rsidR="00A43042">
        <w:rPr>
          <w:rtl/>
          <w:lang w:bidi="fa-IR"/>
        </w:rPr>
        <w:t xml:space="preserve"> آسمان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عشق را در هم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شکند که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بازساز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اش نخواهد ب</w:t>
      </w:r>
      <w:r w:rsidR="00A43042">
        <w:rPr>
          <w:rFonts w:hint="eastAsia"/>
          <w:rtl/>
          <w:lang w:bidi="fa-IR"/>
        </w:rPr>
        <w:t>ود</w:t>
      </w:r>
      <w:r w:rsidR="00A43042">
        <w:rPr>
          <w:rtl/>
          <w:lang w:bidi="fa-IR"/>
        </w:rPr>
        <w:t>.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جلوگ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عقوبت،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از ابتدا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مرحل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آشنا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صداقت و راست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روش و منش فرد قرار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رد</w:t>
      </w:r>
      <w:r w:rsidR="00A43042">
        <w:rPr>
          <w:rtl/>
          <w:lang w:bidi="fa-IR"/>
        </w:rPr>
        <w:t xml:space="preserve"> و تمام حقا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در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زن و مرد است و دانستن آن حق همسر است، بدون پنهان کار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به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عرضه گردد که آشکار شدن حقا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tl/>
          <w:lang w:bidi="fa-IR"/>
        </w:rPr>
        <w:t xml:space="preserve"> پنهان، اگر چه مهم و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انبار</w:t>
      </w:r>
      <w:r w:rsidR="00A43042">
        <w:rPr>
          <w:rtl/>
          <w:lang w:bidi="fa-IR"/>
        </w:rPr>
        <w:t xml:space="preserve"> هم نباشند، </w:t>
      </w:r>
      <w:r w:rsidR="00A43042">
        <w:rPr>
          <w:rFonts w:hint="eastAsia"/>
          <w:rtl/>
          <w:lang w:bidi="fa-IR"/>
        </w:rPr>
        <w:t>باعث</w:t>
      </w:r>
      <w:r w:rsidR="00A43042">
        <w:rPr>
          <w:rtl/>
          <w:lang w:bidi="fa-IR"/>
        </w:rPr>
        <w:t xml:space="preserve"> اختلال در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کم شدن محبت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شود. با دروغ و پنهان کردن حقا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ق،</w:t>
      </w:r>
      <w:r w:rsidR="00A43042">
        <w:rPr>
          <w:rtl/>
          <w:lang w:bidi="fa-IR"/>
        </w:rPr>
        <w:t xml:space="preserve"> به جا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صداقت، اگر چه ممکن است هر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 خواست</w:t>
      </w:r>
      <w:r w:rsidR="00A43042">
        <w:rPr>
          <w:rFonts w:hint="cs"/>
          <w:rtl/>
          <w:lang w:bidi="fa-IR"/>
        </w:rPr>
        <w:t>ۀ</w:t>
      </w:r>
      <w:r w:rsidR="00A43042">
        <w:rPr>
          <w:rtl/>
          <w:lang w:bidi="fa-IR"/>
        </w:rPr>
        <w:t xml:space="preserve"> خود برسد و طرف مقابل خود را 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فت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سازد، اما زمان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حق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قت</w:t>
      </w:r>
      <w:r w:rsidR="00A43042">
        <w:rPr>
          <w:rtl/>
          <w:lang w:bidi="fa-IR"/>
        </w:rPr>
        <w:t xml:space="preserve"> آشکار گردد، 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درپ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خواهد آمد.</w:t>
      </w:r>
    </w:p>
    <w:p w:rsidR="00A43042" w:rsidRDefault="00A43042" w:rsidP="00A005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همسران متوجه شود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از در کژ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کژ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وارد شده و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نکرده است، ممکن است نسبت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و فرزندان دلسرد گردد و نتواند با درد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اگر هم به ناچار مجبور به ادام</w:t>
      </w:r>
      <w:r w:rsidR="00A0059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 w:rsidR="00A0059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عاشقانه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کرد. ممکن است که او با دل شکسته و قلب رنجور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ادامه دهد، اما همانند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که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اسارت ندارد!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خود خواهد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چرا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اش، همسر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با او رو راست نبوده و پاسخ </w:t>
      </w:r>
      <w:r>
        <w:rPr>
          <w:rFonts w:hint="eastAsia"/>
          <w:rtl/>
          <w:lang w:bidi="fa-IR"/>
        </w:rPr>
        <w:t>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صداقت و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با دروغ و حقه داده است! اعتماد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005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دربار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اثرات پرخ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برکت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راست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A00590" w:rsidRPr="00A00590">
        <w:rPr>
          <w:rFonts w:ascii="Traditional Arabic" w:eastAsiaTheme="minorHAnsi" w:hAnsi="Traditional Arabic" w:cs="Traditional Arabic"/>
          <w:rtl/>
        </w:rPr>
        <w:t xml:space="preserve"> </w:t>
      </w:r>
      <w:r w:rsidR="00A00590" w:rsidRPr="00A00590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بر شما باد به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که آن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بهشت. </w:t>
      </w:r>
      <w:r w:rsidRPr="00A00590">
        <w:rPr>
          <w:rStyle w:val="libFootnotenumChar"/>
          <w:rtl/>
        </w:rPr>
        <w:t>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8"/>
        <w:gridCol w:w="268"/>
        <w:gridCol w:w="3326"/>
      </w:tblGrid>
      <w:tr w:rsidR="00A00590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A00590" w:rsidRDefault="00A00590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کژ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کردم بس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آشوب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0590" w:rsidRDefault="00A00590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0590" w:rsidRDefault="00A00590" w:rsidP="004B292C">
            <w:pPr>
              <w:pStyle w:val="libPoem"/>
            </w:pPr>
            <w:r>
              <w:rPr>
                <w:rtl/>
                <w:lang w:bidi="fa-IR"/>
              </w:rPr>
              <w:t>به جرم آن پر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 w:rsidRPr="00A00590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A00590" w:rsidRDefault="00A00590" w:rsidP="00A0059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A00590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6، ص 2993، ح 10170.</w:t>
      </w:r>
    </w:p>
    <w:p w:rsidR="00A43042" w:rsidRDefault="00A43042" w:rsidP="00A00590">
      <w:pPr>
        <w:pStyle w:val="libFootnote0"/>
        <w:rPr>
          <w:rtl/>
          <w:lang w:bidi="fa-IR"/>
        </w:rPr>
      </w:pPr>
      <w:r>
        <w:rPr>
          <w:rtl/>
          <w:lang w:bidi="fa-IR"/>
        </w:rPr>
        <w:t>2- سلمان ساوج</w:t>
      </w:r>
      <w:r>
        <w:rPr>
          <w:rFonts w:hint="cs"/>
          <w:rtl/>
          <w:lang w:bidi="fa-IR"/>
        </w:rPr>
        <w:t>ی</w:t>
      </w:r>
    </w:p>
    <w:p w:rsidR="00A43042" w:rsidRDefault="00A00590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A00590">
      <w:pPr>
        <w:pStyle w:val="Heading1"/>
        <w:rPr>
          <w:rtl/>
          <w:lang w:bidi="fa-IR"/>
        </w:rPr>
      </w:pPr>
      <w:bookmarkStart w:id="1" w:name="_Toc531765194"/>
      <w:r>
        <w:rPr>
          <w:rtl/>
          <w:lang w:bidi="fa-IR"/>
        </w:rPr>
        <w:t>2</w:t>
      </w:r>
      <w:r w:rsidR="00A0059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رفاقت</w:t>
      </w:r>
      <w:bookmarkEnd w:id="1"/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ندامتگاه ها،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مجازات، قراردادن مجرم در سلول انفراد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شکنجه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است که اگر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فرد دچار اختلالات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عذاب طاقت فرسا، ممکن است خودکش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طوفان زده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خروشان، تنها آرزو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ساحل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طوفان است، بودن در کنار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روزها را با او به شب و شب ها را به صبح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رساند.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چه رو انسان از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هراسان و لرزان است؟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انسان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خواهان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 برخوردار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وفاست تا مونس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و غم خوار دردها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باشند.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روست که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از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تنها به سر بردن و تنها غذاخوردن و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خانه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هزاران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ازدواج، نجات و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انسان از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دوست و همدم و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1"/>
        <w:gridCol w:w="254"/>
        <w:gridCol w:w="3337"/>
      </w:tblGrid>
      <w:tr w:rsidR="00A00590" w:rsidTr="00A00590">
        <w:trPr>
          <w:trHeight w:val="350"/>
        </w:trPr>
        <w:tc>
          <w:tcPr>
            <w:tcW w:w="3331" w:type="dxa"/>
            <w:shd w:val="clear" w:color="auto" w:fill="auto"/>
          </w:tcPr>
          <w:p w:rsidR="00A00590" w:rsidRDefault="00A00590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</w:t>
            </w:r>
            <w:r>
              <w:rPr>
                <w:rtl/>
                <w:lang w:bidi="fa-IR"/>
              </w:rPr>
              <w:t>ر در سفرم، تو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رف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tl/>
                <w:lang w:bidi="fa-IR"/>
              </w:rPr>
              <w:t xml:space="preserve"> سفرم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4" w:type="dxa"/>
            <w:shd w:val="clear" w:color="auto" w:fill="auto"/>
          </w:tcPr>
          <w:p w:rsidR="00A00590" w:rsidRDefault="00A00590" w:rsidP="004B292C">
            <w:pPr>
              <w:pStyle w:val="libPoem"/>
              <w:rPr>
                <w:rtl/>
              </w:rPr>
            </w:pPr>
          </w:p>
        </w:tc>
        <w:tc>
          <w:tcPr>
            <w:tcW w:w="3337" w:type="dxa"/>
            <w:shd w:val="clear" w:color="auto" w:fill="auto"/>
          </w:tcPr>
          <w:p w:rsidR="00A00590" w:rsidRDefault="00A00590" w:rsidP="004B292C">
            <w:pPr>
              <w:pStyle w:val="libPoem"/>
            </w:pPr>
            <w:r>
              <w:rPr>
                <w:rtl/>
                <w:lang w:bidi="fa-IR"/>
              </w:rPr>
              <w:t>ور در حضرم، تو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</w:t>
            </w:r>
            <w:r>
              <w:rPr>
                <w:rtl/>
                <w:lang w:bidi="fa-IR"/>
              </w:rPr>
              <w:t xml:space="preserve"> حضرم </w:t>
            </w:r>
            <w:r w:rsidRPr="00A00590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A00590" w:rsidRDefault="00A00590" w:rsidP="00A0059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43042" w:rsidRDefault="00A43042" w:rsidP="00A00590">
      <w:pPr>
        <w:pStyle w:val="libFootnote0"/>
        <w:rPr>
          <w:rtl/>
          <w:lang w:bidi="fa-IR"/>
        </w:rPr>
      </w:pPr>
      <w:r>
        <w:rPr>
          <w:rtl/>
          <w:lang w:bidi="fa-IR"/>
        </w:rPr>
        <w:t>1- ابوسع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</w:p>
    <w:p w:rsidR="00A43042" w:rsidRDefault="00A00590" w:rsidP="0081617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آن</w:t>
      </w:r>
      <w:r w:rsidR="00A43042">
        <w:rPr>
          <w:rtl/>
          <w:lang w:bidi="fa-IR"/>
        </w:rPr>
        <w:t xml:space="preserve"> هنگام که مرد و زن با صد شور و شعف، حلق</w:t>
      </w:r>
      <w:r w:rsidR="0081617B"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ازدواج را که نشانه 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وند</w:t>
      </w:r>
      <w:r w:rsidR="00A43042">
        <w:rPr>
          <w:rtl/>
          <w:lang w:bidi="fa-IR"/>
        </w:rPr>
        <w:t xml:space="preserve"> آسمان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است، در انگشت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قرار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دهند و دست خود را به نشان</w:t>
      </w:r>
      <w:r w:rsidR="0081617B"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عشق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آرا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ند،</w:t>
      </w:r>
      <w:r w:rsidR="00A43042">
        <w:rPr>
          <w:rtl/>
          <w:lang w:bidi="fa-IR"/>
        </w:rPr>
        <w:t xml:space="preserve"> دوست مهربان و باصفا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خود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افته</w:t>
      </w:r>
      <w:r w:rsidR="00A43042">
        <w:rPr>
          <w:rtl/>
          <w:lang w:bidi="fa-IR"/>
        </w:rPr>
        <w:t xml:space="preserve"> اند که هرگاه احساس غربت و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دلشان را ناآرام کند، با نگاه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</w:t>
      </w:r>
      <w:r w:rsidR="00A43042">
        <w:rPr>
          <w:rFonts w:hint="eastAsia"/>
          <w:rtl/>
          <w:lang w:bidi="fa-IR"/>
        </w:rPr>
        <w:t>ه</w:t>
      </w:r>
      <w:r w:rsidR="00A43042">
        <w:rPr>
          <w:rtl/>
          <w:lang w:bidi="fa-IR"/>
        </w:rPr>
        <w:t xml:space="preserve"> دست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ش،</w:t>
      </w:r>
      <w:r w:rsidR="00A43042">
        <w:rPr>
          <w:rtl/>
          <w:lang w:bidi="fa-IR"/>
        </w:rPr>
        <w:t xml:space="preserve"> به آنها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ادآور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شود که تنها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ستند</w:t>
      </w:r>
      <w:r w:rsidR="00A43042">
        <w:rPr>
          <w:rtl/>
          <w:lang w:bidi="fa-IR"/>
        </w:rPr>
        <w:t xml:space="preserve">. آنها با نهادن عسل در کام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گر،</w:t>
      </w:r>
      <w:r w:rsidR="00A43042">
        <w:rPr>
          <w:rtl/>
          <w:lang w:bidi="fa-IR"/>
        </w:rPr>
        <w:t xml:space="preserve"> اول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رفتار عاشقانه را تقد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هم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ند؛</w:t>
      </w:r>
      <w:r w:rsidR="00A43042">
        <w:rPr>
          <w:rtl/>
          <w:lang w:bidi="fa-IR"/>
        </w:rPr>
        <w:t xml:space="preserve"> و مانند دو پرند</w:t>
      </w:r>
      <w:r w:rsidR="00A43042">
        <w:rPr>
          <w:rFonts w:hint="cs"/>
          <w:rtl/>
          <w:lang w:bidi="fa-IR"/>
        </w:rPr>
        <w:t>ۀ</w:t>
      </w:r>
      <w:r w:rsidR="00A43042">
        <w:rPr>
          <w:rtl/>
          <w:lang w:bidi="fa-IR"/>
        </w:rPr>
        <w:t xml:space="preserve"> عاشق، از گلستان هم بهره گرفته، با مهربان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را به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ابد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خوانند. با گرفتن دستان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و گره زدن دلها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شان</w:t>
      </w:r>
      <w:r w:rsidR="00A43042">
        <w:rPr>
          <w:rtl/>
          <w:lang w:bidi="fa-IR"/>
        </w:rPr>
        <w:t xml:space="preserve"> به هم، چن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شاعرانه،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مهر و محبت و عشق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را به همد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</w:t>
      </w:r>
      <w:r w:rsidR="00A43042"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و مرد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خرد، تا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سفر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داشته باشد و در سفر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احساس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باعث عذاب روح او نشود.</w:t>
      </w:r>
    </w:p>
    <w:p w:rsidR="00A43042" w:rsidRDefault="00A43042" w:rsidP="0081617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بعد از ازدواج همچنان احساس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انسان را رها نکند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شور و عشق و مست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زار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اصل طلا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رفاقت را به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سپرده شده است. نگاه فرد به همسرش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همسر به همسر باشد، بلکه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دوست به </w:t>
      </w: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باشد، تا همسران عاشقانه به</w:t>
      </w:r>
      <w:r w:rsidR="0081617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نگاه کنند.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ارند</w:t>
      </w:r>
      <w:r>
        <w:rPr>
          <w:rtl/>
          <w:lang w:bidi="fa-IR"/>
        </w:rPr>
        <w:t xml:space="preserve"> همسران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شاعرانه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نسبت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ندارند و خود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محروم ساخته اند. آنان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از کابوس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نجات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>.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از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 و بهتر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</w:t>
      </w:r>
      <w:r w:rsidR="0081617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را از عطر خوش و ناب عشق آکنده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جان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شب من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 مونس روز هم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سفرم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حضر </w:t>
      </w:r>
      <w:r w:rsidRPr="0081617B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همسر خود را دوست خود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چشمانتان را بسته و دو باره باز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او نگاه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او نه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همسر، بلکه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مهربان بنگر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حال که از منظر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نگاه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را دوست خود 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کدل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جان و هم زبان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زن و شوهر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مقام رفاقت و دوست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ازات</w:t>
      </w:r>
      <w:r>
        <w:rPr>
          <w:rtl/>
          <w:lang w:bidi="fa-IR"/>
        </w:rPr>
        <w:t xml:space="preserve"> و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نسبت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خود را برتر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نداند.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احساس حاکم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نداشته باشند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سخن از رفاقت و دو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مهر و محبت باشد.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زن و شوهر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عشق، سالار باشد. راز دلبر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عشق سالار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</w:p>
    <w:p w:rsidR="00A43042" w:rsidRPr="0081617B" w:rsidRDefault="0081617B" w:rsidP="0081617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81617B">
      <w:pPr>
        <w:pStyle w:val="libFootnote0"/>
        <w:rPr>
          <w:rtl/>
          <w:lang w:bidi="fa-IR"/>
        </w:rPr>
      </w:pPr>
      <w:r>
        <w:rPr>
          <w:rtl/>
          <w:lang w:bidi="fa-IR"/>
        </w:rPr>
        <w:t>1-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>.</w:t>
      </w:r>
    </w:p>
    <w:p w:rsidR="00A43042" w:rsidRDefault="0081617B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رؤ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به شما معرف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کند؛ و شما دوست گرام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فراگ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مکتب عشق سالار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تواند به کتاب راز دلبر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مراجعه نما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.</w:t>
      </w:r>
    </w:p>
    <w:p w:rsidR="00A43042" w:rsidRDefault="00A43042" w:rsidP="0081617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و شوهر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بدانند که دو دوست و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راه هستند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هم عشق ورزند و مهر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نثار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از جام 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سازند. آنگاه است که از در کنار هم بودن،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دلزده و ملول و خسته نخواهند شد و اگر در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کاخ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در سر </w:t>
      </w:r>
      <w:r>
        <w:rPr>
          <w:rFonts w:hint="eastAsia"/>
          <w:rtl/>
          <w:lang w:bidi="fa-IR"/>
        </w:rPr>
        <w:t>سبزتر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نقاط در کنار هم به سر برند، همانگونه غرق شور و شعف هستند که در کلبه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محقر باشند. چرا که آنان دوست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گرند</w:t>
      </w:r>
      <w:r>
        <w:rPr>
          <w:rtl/>
          <w:lang w:bidi="fa-IR"/>
        </w:rPr>
        <w:t xml:space="preserve"> و تنها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دوست، وصال و خواست</w:t>
      </w:r>
      <w:r w:rsidR="0081617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کنار دوست بودن است، حال هرکجا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باشد. دربار</w:t>
      </w:r>
      <w:r w:rsidR="0081617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اثر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مشکلات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81617B" w:rsidRPr="0081617B">
        <w:rPr>
          <w:rFonts w:ascii="Traditional Arabic" w:eastAsiaTheme="minorHAnsi" w:hAnsi="Traditional Arabic" w:cs="Traditional Arabic"/>
          <w:rtl/>
        </w:rPr>
        <w:t xml:space="preserve"> </w:t>
      </w:r>
      <w:r w:rsidR="0081617B" w:rsidRPr="0081617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تنگ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کس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دوست بدارند. </w:t>
      </w:r>
      <w:r w:rsidRPr="0081617B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رفاقت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همسران حاکم شود،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نخواهد توانست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آنها را سست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81617B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81617B" w:rsidRDefault="0081617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>زار دشمنم ار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کنند قصد هلاک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617B" w:rsidRDefault="0081617B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617B" w:rsidRDefault="0081617B" w:rsidP="004B292C">
            <w:pPr>
              <w:pStyle w:val="libPoem"/>
            </w:pPr>
            <w:r>
              <w:rPr>
                <w:rtl/>
                <w:lang w:bidi="fa-IR"/>
              </w:rPr>
              <w:t>گرم تو دوست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دشمنان ندارم باک </w:t>
            </w:r>
            <w:r w:rsidRPr="0081617B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81617B" w:rsidRDefault="0081617B" w:rsidP="0081617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81617B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الفصاحه، ص219، ح1917.</w:t>
      </w:r>
    </w:p>
    <w:p w:rsidR="00A43042" w:rsidRDefault="00A43042" w:rsidP="0081617B">
      <w:pPr>
        <w:pStyle w:val="libFootnote0"/>
        <w:rPr>
          <w:rtl/>
          <w:lang w:bidi="fa-IR"/>
        </w:rPr>
      </w:pPr>
      <w:r>
        <w:rPr>
          <w:rtl/>
          <w:lang w:bidi="fa-IR"/>
        </w:rPr>
        <w:t>2- حافظ</w:t>
      </w:r>
    </w:p>
    <w:p w:rsidR="00A43042" w:rsidRDefault="00A43042" w:rsidP="0081617B">
      <w:pPr>
        <w:pStyle w:val="libFootnote0"/>
        <w:rPr>
          <w:rtl/>
          <w:lang w:bidi="fa-IR"/>
        </w:rPr>
      </w:pPr>
      <w:r>
        <w:rPr>
          <w:rtl/>
          <w:lang w:bidi="fa-IR"/>
        </w:rPr>
        <w:t>3- شجاعت در ابراز محبت</w:t>
      </w:r>
    </w:p>
    <w:p w:rsidR="00A43042" w:rsidRDefault="0081617B" w:rsidP="0081617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همسر</w:t>
      </w:r>
      <w:r w:rsidR="00A43042">
        <w:rPr>
          <w:rtl/>
          <w:lang w:bidi="fa-IR"/>
        </w:rPr>
        <w:t xml:space="preserve"> عز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tl/>
          <w:lang w:bidi="fa-IR"/>
        </w:rPr>
        <w:t xml:space="preserve"> ما، پربهاتر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دارا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و سرما</w:t>
      </w:r>
      <w:r w:rsidR="00A4304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ما در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است. هم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شه</w:t>
      </w:r>
      <w:r w:rsidR="00A43042">
        <w:rPr>
          <w:rtl/>
          <w:lang w:bidi="fa-IR"/>
        </w:rPr>
        <w:t xml:space="preserve"> در کنار ما،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tl/>
          <w:lang w:bidi="fa-IR"/>
        </w:rPr>
        <w:t xml:space="preserve">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اور،</w:t>
      </w:r>
      <w:r w:rsidR="00A43042">
        <w:rPr>
          <w:rtl/>
          <w:lang w:bidi="fa-IR"/>
        </w:rPr>
        <w:t xml:space="preserve"> محرم رازها، شر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خوش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ناخوش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مهمان هم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دل، همسفر ما و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دوست ما است. اگر در حق همسرمان که گل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باشد، خطا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ناخودآگاه از ما سر زد، آ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نبا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زان</w:t>
      </w:r>
      <w:r w:rsidR="00A43042">
        <w:rPr>
          <w:rFonts w:hint="eastAsia"/>
          <w:rtl/>
          <w:lang w:bidi="fa-IR"/>
        </w:rPr>
        <w:t>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ادب بر زم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زده و سر به نشان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پش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خم و زبان به عذرخواه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دلجو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باز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م؟</w:t>
      </w:r>
    </w:p>
    <w:p w:rsidR="00A43042" w:rsidRDefault="00A43042" w:rsidP="0081617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پوزش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محبوب، نشان</w:t>
      </w:r>
      <w:r w:rsidR="0081617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دلاو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شجاعت است. چرا که تنها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هستند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نفس خود را واپس زده و لب به اعتراف خطا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پوزش 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81617B" w:rsidRPr="0081617B">
        <w:rPr>
          <w:rFonts w:ascii="Traditional Arabic" w:eastAsiaTheme="minorHAnsi" w:hAnsi="Traditional Arabic" w:cs="Traditional Arabic"/>
          <w:rtl/>
        </w:rPr>
        <w:t xml:space="preserve"> </w:t>
      </w:r>
      <w:r w:rsidR="0081617B" w:rsidRPr="0081617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شجاع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شجاع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نفس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غالب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 w:rsidRPr="0081617B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دوستانه و عاشقانه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شجاعت را منش و روش خود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وار با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از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روح نواز عشق،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لحظه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محروم نگرد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انسان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زالخطا</w:t>
      </w:r>
      <w:r>
        <w:rPr>
          <w:rtl/>
          <w:lang w:bidi="fa-IR"/>
        </w:rPr>
        <w:t xml:space="preserve"> است. اما مهم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بروز خطا و اشتباه است. اگر ناخودآگاه د</w:t>
      </w:r>
      <w:r>
        <w:rPr>
          <w:rFonts w:hint="eastAsia"/>
          <w:rtl/>
          <w:lang w:bidi="fa-IR"/>
        </w:rPr>
        <w:t>چار</w:t>
      </w:r>
      <w:r>
        <w:rPr>
          <w:rtl/>
          <w:lang w:bidi="fa-IR"/>
        </w:rPr>
        <w:t xml:space="preserve"> اشتباه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پوزش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سخت و محال 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اگر از بد روزگار</w:t>
      </w:r>
    </w:p>
    <w:p w:rsidR="00A43042" w:rsidRPr="0081617B" w:rsidRDefault="0081617B" w:rsidP="0081617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81617B">
      <w:pPr>
        <w:pStyle w:val="libFootnote0"/>
        <w:rPr>
          <w:rtl/>
          <w:lang w:bidi="fa-IR"/>
        </w:rPr>
      </w:pPr>
      <w:r>
        <w:rPr>
          <w:rtl/>
          <w:lang w:bidi="fa-IR"/>
        </w:rPr>
        <w:t>1- . نهج الفصاحه، ص279، ح2571.</w:t>
      </w:r>
    </w:p>
    <w:p w:rsidR="00A43042" w:rsidRDefault="0081617B" w:rsidP="0081617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و</w:t>
      </w:r>
      <w:r w:rsidR="00A43042">
        <w:rPr>
          <w:rtl/>
          <w:lang w:bidi="fa-IR"/>
        </w:rPr>
        <w:t xml:space="preserve"> از رو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غفلت، خطا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در حق همسر خود دچار شد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و دل پاکش را غمگ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نمود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م،</w:t>
      </w:r>
      <w:r w:rsidR="00A43042">
        <w:rPr>
          <w:rtl/>
          <w:lang w:bidi="fa-IR"/>
        </w:rPr>
        <w:t xml:space="preserve"> با شجاعت، غرور و خودخواه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از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دلجو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از او پوزش بطلب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و سر را به نشان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پش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خم کرده، دست عز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زش</w:t>
      </w:r>
      <w:r w:rsidR="00A43042">
        <w:rPr>
          <w:rtl/>
          <w:lang w:bidi="fa-IR"/>
        </w:rPr>
        <w:t xml:space="preserve"> را به نشان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دلجو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ببوس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بزرگتر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خطاها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tl/>
          <w:lang w:bidi="fa-IR"/>
        </w:rPr>
        <w:t xml:space="preserve"> قابل بخشا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هستند. به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</w:t>
      </w:r>
      <w:r w:rsidR="00A43042">
        <w:rPr>
          <w:rFonts w:hint="eastAsia"/>
          <w:rtl/>
          <w:lang w:bidi="fa-IR"/>
        </w:rPr>
        <w:t>بخش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ده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81617B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81617B" w:rsidRDefault="0081617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پوزش گفت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ترک خطا</w:t>
            </w:r>
            <w:r>
              <w:rPr>
                <w:rFonts w:hint="cs"/>
                <w:rtl/>
                <w:lang w:bidi="fa-IR"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617B" w:rsidRDefault="0081617B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617B" w:rsidRDefault="0081617B" w:rsidP="004B292C">
            <w:pPr>
              <w:pStyle w:val="libPoem"/>
            </w:pPr>
            <w:r>
              <w:rPr>
                <w:rtl/>
                <w:lang w:bidi="fa-IR"/>
              </w:rPr>
              <w:t>خطا کردم خطا کردم خطا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</w:t>
            </w:r>
            <w:r w:rsidRPr="0081617B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ما،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بزرگ مشرق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علامه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سوءتفاهم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همسرشان رخ داد و بگو مگو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رد و بدل شد، جناب علامه ده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سکوت کردند و سپس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خود رفتند، پوزش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خم شدند و دست معشوق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بزرگ مشرق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دست همسر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بوسد، نشان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رسم عشق و عاشق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همسر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بزرگان و عالمان، محترم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آموخت.</w:t>
      </w:r>
      <w:r w:rsidRPr="00253A7D">
        <w:rPr>
          <w:rStyle w:val="libFootnotenumChar"/>
          <w:rtl/>
        </w:rPr>
        <w:t xml:space="preserve"> (2)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253A7D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253A7D" w:rsidRDefault="00253A7D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</w:t>
            </w:r>
            <w:r>
              <w:rPr>
                <w:rtl/>
                <w:lang w:bidi="fa-IR"/>
              </w:rPr>
              <w:t>ر من بشکنم آن مهر و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3A7D" w:rsidRDefault="00253A7D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3A7D" w:rsidRDefault="00253A7D" w:rsidP="004B292C">
            <w:pPr>
              <w:pStyle w:val="libPoem"/>
            </w:pPr>
            <w:r>
              <w:rPr>
                <w:rtl/>
                <w:lang w:bidi="fa-IR"/>
              </w:rPr>
              <w:t>به جز پوزش نمودن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درمان </w:t>
            </w:r>
            <w:r w:rsidRPr="00253A7D">
              <w:rPr>
                <w:rStyle w:val="libFootnotenumChar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253A7D" w:rsidRDefault="00253A7D" w:rsidP="00253A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253A7D">
      <w:pPr>
        <w:pStyle w:val="libFootnote0"/>
        <w:rPr>
          <w:rtl/>
          <w:lang w:bidi="fa-IR"/>
        </w:rPr>
      </w:pPr>
      <w:r>
        <w:rPr>
          <w:rtl/>
          <w:lang w:bidi="fa-IR"/>
        </w:rPr>
        <w:t>1- سلمان ساوج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253A7D">
      <w:pPr>
        <w:pStyle w:val="libFootnote0"/>
        <w:rPr>
          <w:rtl/>
          <w:lang w:bidi="fa-IR"/>
        </w:rPr>
      </w:pPr>
      <w:r>
        <w:rPr>
          <w:rtl/>
          <w:lang w:bidi="fa-IR"/>
        </w:rPr>
        <w:t>2- جاودان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ص220</w:t>
      </w:r>
    </w:p>
    <w:p w:rsidR="00A43042" w:rsidRDefault="00A43042" w:rsidP="00253A7D">
      <w:pPr>
        <w:pStyle w:val="libFootnote0"/>
        <w:rPr>
          <w:rtl/>
          <w:lang w:bidi="fa-IR"/>
        </w:rPr>
      </w:pPr>
      <w:r>
        <w:rPr>
          <w:rtl/>
          <w:lang w:bidi="fa-IR"/>
        </w:rPr>
        <w:t>3- فخرالد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اسعد گرگان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253A7D" w:rsidP="00253A7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cs"/>
          <w:rtl/>
          <w:lang w:bidi="fa-IR"/>
        </w:rPr>
        <w:lastRenderedPageBreak/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مظاهر شجاعت، تقد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با ارزش 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دارا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به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 که دوستش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حال چه 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ممکن است در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ارزشمندتر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 باشد؟ آ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طلا، پول، ملک و ماد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ات</w:t>
      </w:r>
      <w:r w:rsidR="00A43042">
        <w:rPr>
          <w:rtl/>
          <w:lang w:bidi="fa-IR"/>
        </w:rPr>
        <w:t xml:space="preserve"> ارزشمندتر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زها</w:t>
      </w:r>
      <w:r w:rsidR="00A43042">
        <w:rPr>
          <w:rtl/>
          <w:lang w:bidi="fa-IR"/>
        </w:rPr>
        <w:t xml:space="preserve"> هستند؟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ناً</w:t>
      </w:r>
      <w:r w:rsidR="00A43042">
        <w:rPr>
          <w:rtl/>
          <w:lang w:bidi="fa-IR"/>
        </w:rPr>
        <w:t xml:space="preserve"> خ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>. تقد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عشق و قلب است که شجاعت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طلبد. تقد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محبت، نشان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</w:t>
      </w:r>
      <w:r w:rsidR="00A43042">
        <w:rPr>
          <w:rFonts w:hint="eastAsia"/>
          <w:rtl/>
          <w:lang w:bidi="fa-IR"/>
        </w:rPr>
        <w:t>اک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دلاور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0D5FF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دلاوران</w:t>
      </w:r>
      <w:r>
        <w:rPr>
          <w:rtl/>
          <w:lang w:bidi="fa-IR"/>
        </w:rPr>
        <w:t xml:space="preserve"> از انجام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 و واهمه ندارند، هر چند سخت باشد. 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انسان، گذشتن از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اموال است و هرچه ارزش آن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 باشد، دل کندن از آن 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سخت تر خواهد بود. کم هستند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بتوانند شجاعانه از مال و ثروت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گذرند. در برخورد با همسر خود،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باکانه و شجاعانه، بدون ترس و واهمه،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که همان دل صاف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عاشقانه از جانب هر دو طرف همسران، آنها را در نظر هم جذاب تر و شجاع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0D5FF1" w:rsidRPr="000D5FF1">
        <w:rPr>
          <w:rFonts w:ascii="Traditional Arabic" w:eastAsiaTheme="minorHAnsi" w:hAnsi="Traditional Arabic" w:cs="Traditional Arabic"/>
          <w:rtl/>
        </w:rPr>
        <w:t xml:space="preserve"> </w:t>
      </w:r>
      <w:r w:rsidR="000D5FF1" w:rsidRPr="000D5FF1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شجاع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را بخشنده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</w:t>
      </w:r>
      <w:r w:rsidRPr="000D5FF1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ثروت و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همسرتان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همسرتان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جز شما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گنج</w:t>
      </w:r>
    </w:p>
    <w:p w:rsidR="00A43042" w:rsidRPr="000D5FF1" w:rsidRDefault="000D5FF1" w:rsidP="000D5FF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0D5FF1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ج6، ص2679، ح9164.</w:t>
      </w:r>
    </w:p>
    <w:p w:rsidR="00A43042" w:rsidRDefault="000D5FF1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پربها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را به همسرتان ندارد، بنابرا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در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دگاه</w:t>
      </w:r>
      <w:r w:rsidR="00A43042">
        <w:rPr>
          <w:rtl/>
          <w:lang w:bidi="fa-IR"/>
        </w:rPr>
        <w:t xml:space="preserve"> همسرتان شما شجاعت 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فرد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بذل</w:t>
      </w:r>
      <w:r>
        <w:rPr>
          <w:rtl/>
          <w:lang w:bidi="fa-IR"/>
        </w:rPr>
        <w:t xml:space="preserve"> و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عشق به همسر، راه به دست آوردن دل اوست. چرا که ازدواج داد و ستد است: دل دادن و دل گرفتن،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گذشت کردن و گذشت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صبر کردن و صبور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دن؛</w:t>
      </w:r>
      <w:r>
        <w:rPr>
          <w:rtl/>
          <w:lang w:bidi="fa-IR"/>
        </w:rPr>
        <w:t xml:space="preserve"> و از همه مهم تر عشق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مورد عشق واقع شدن.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9"/>
        <w:gridCol w:w="3309"/>
      </w:tblGrid>
      <w:tr w:rsidR="000D5FF1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0D5FF1" w:rsidRDefault="000D5FF1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جز</w:t>
            </w:r>
            <w:r>
              <w:rPr>
                <w:rtl/>
                <w:lang w:bidi="fa-IR"/>
              </w:rPr>
              <w:t xml:space="preserve"> دل تنگ من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مونس جان جا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5FF1" w:rsidRDefault="000D5FF1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5FF1" w:rsidRDefault="000D5FF1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>نگ مپسند دل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 که در او جا دار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 w:rsidRPr="000D5FF1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0D5FF1" w:rsidRDefault="000D5FF1" w:rsidP="000D5FF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0D5FF1">
      <w:pPr>
        <w:pStyle w:val="libFootnote0"/>
        <w:rPr>
          <w:rtl/>
          <w:lang w:bidi="fa-IR"/>
        </w:rPr>
      </w:pPr>
      <w:r>
        <w:rPr>
          <w:rtl/>
          <w:lang w:bidi="fa-IR"/>
        </w:rPr>
        <w:t>1-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>.</w:t>
      </w:r>
    </w:p>
    <w:p w:rsidR="00A43042" w:rsidRDefault="000D5FF1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0D5FF1">
      <w:pPr>
        <w:pStyle w:val="Heading1"/>
        <w:rPr>
          <w:rtl/>
          <w:lang w:bidi="fa-IR"/>
        </w:rPr>
      </w:pPr>
      <w:bookmarkStart w:id="2" w:name="_Toc531765195"/>
      <w:r>
        <w:rPr>
          <w:rtl/>
          <w:lang w:bidi="fa-IR"/>
        </w:rPr>
        <w:t>4</w:t>
      </w:r>
      <w:r w:rsidR="000D5FF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bookmarkEnd w:id="2"/>
    </w:p>
    <w:p w:rsidR="00A43042" w:rsidRDefault="00A43042" w:rsidP="000D5FF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زوج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 بگو مگو رخ داده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انسان ها با هم در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اختلاف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نظر دارند.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متفاوت است و نگرش افراد نسبت به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مختلف، متفاوت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زن و شوهر اختلاف نظر داشته باشند،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تنها زن و شوهر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مورد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ندادند و دل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ازردند</w:t>
      </w:r>
      <w:r>
        <w:rPr>
          <w:rtl/>
          <w:lang w:bidi="fa-IR"/>
        </w:rPr>
        <w:t xml:space="preserve"> و همواره مستانه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 حق، حضرت عل</w:t>
      </w:r>
      <w:r>
        <w:rPr>
          <w:rFonts w:hint="cs"/>
          <w:rtl/>
          <w:lang w:bidi="fa-IR"/>
        </w:rPr>
        <w:t>ی</w:t>
      </w:r>
      <w:r w:rsidR="000D5FF1" w:rsidRPr="000D5FF1">
        <w:rPr>
          <w:rFonts w:ascii="Traditional Arabic" w:eastAsiaTheme="minorHAnsi" w:hAnsi="Traditional Arabic" w:cs="Traditional Arabic"/>
          <w:rtl/>
        </w:rPr>
        <w:t xml:space="preserve"> </w:t>
      </w:r>
      <w:r w:rsidR="000D5FF1" w:rsidRPr="000D5FF1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و همسر بزرگوارشان، حضرت فاطمه</w:t>
      </w:r>
      <w:r w:rsidR="000D5FF1" w:rsidRPr="000D5FF1">
        <w:rPr>
          <w:rFonts w:ascii="Traditional Arabic" w:eastAsiaTheme="minorHAnsi" w:hAnsi="Traditional Arabic" w:cs="Traditional Arabic"/>
          <w:rtl/>
        </w:rPr>
        <w:t xml:space="preserve"> </w:t>
      </w:r>
      <w:r w:rsidR="000D5FF1" w:rsidRPr="000D5FF1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هستند.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همسران کدورت و اختلافات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در حق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خطا و جفا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البته انسان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زالخطاست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اساساً در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نه در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tl/>
          <w:lang w:bidi="fa-IR"/>
        </w:rPr>
        <w:t>. اگر همسران،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نبخشند،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ما ارزشمندتر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کرانش را به ما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داده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عشق و علاقه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وجود دارد، امکان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بنابر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غم و اندوه، استرس، سوءتفاهم، غفلت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متوجه رفتار ناپسند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نبوده، در حق او جفا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وجود دارد.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مواقع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عاشقانه از خطا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درگذر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پوزش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قبول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و رسم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عاشق، مانند مادر است. مادر، هر آنچه هم که فرزند در حقش جور و جفا کند،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مهر و محبتش کم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شود؛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ناسپاس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ببرد و به رسم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عذرخواه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بوسه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دستان پر مهر مادر بزند،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خطا و جرم او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گذرد. چرا که مادر عاشق است.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همسران نتوانند از خطا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از مهر و محبت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محروم ساخته اند و باعث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که عشق آنها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عاشق از خطا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معشوق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اگر چه دردناک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و رسم عشق و عاشق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0D5FF1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0D5FF1" w:rsidRDefault="000D5FF1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>شتاق توأم با همه جور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جفا</w:t>
            </w:r>
            <w:r>
              <w:rPr>
                <w:rFonts w:hint="cs"/>
                <w:rtl/>
                <w:lang w:bidi="fa-IR"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5FF1" w:rsidRDefault="000D5FF1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5FF1" w:rsidRDefault="000D5FF1" w:rsidP="004B292C">
            <w:pPr>
              <w:pStyle w:val="libPoem"/>
            </w:pPr>
            <w:r>
              <w:rPr>
                <w:rtl/>
                <w:lang w:bidi="fa-IR"/>
              </w:rPr>
              <w:t>محبوب من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با همه جرم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خطا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</w:t>
            </w:r>
            <w:r w:rsidRPr="000D5FF1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انسان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هاست؛ 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رو مطلق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انسان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غفلت، جفا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حق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مرتکب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سپس پوزش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طلبد. رسم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همسران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بدانند که باغب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حق گل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عمد جفا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اگر از اتفاق، خطا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او سرزد، پس از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دوباره از گل ها مراقبت کرده،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سرزندگ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گراند.</w:t>
      </w:r>
    </w:p>
    <w:p w:rsidR="00A43042" w:rsidRPr="000D5FF1" w:rsidRDefault="000D5FF1" w:rsidP="000D5FF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0D5FF1">
      <w:pPr>
        <w:pStyle w:val="libFootnote0"/>
        <w:rPr>
          <w:rtl/>
          <w:lang w:bidi="fa-IR"/>
        </w:rPr>
      </w:pPr>
      <w:r>
        <w:rPr>
          <w:rtl/>
          <w:lang w:bidi="fa-IR"/>
        </w:rPr>
        <w:t>1-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0D5FF1" w:rsidP="000D5FF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البته</w:t>
      </w:r>
      <w:r w:rsidR="00A43042">
        <w:rPr>
          <w:rtl/>
          <w:lang w:bidi="fa-IR"/>
        </w:rPr>
        <w:t xml:space="preserve"> درس عشق را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از مکتب پروردگار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اموز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او آنچنان عاشق بندگان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است که اگر بزرگ 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و بدتر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جرم و خطا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از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سرزند، مهربانانه بند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عص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</w:t>
      </w:r>
      <w:r w:rsidR="00A43042">
        <w:rPr>
          <w:rtl/>
          <w:lang w:bidi="fa-IR"/>
        </w:rPr>
        <w:t xml:space="preserve"> گر را مورد مهر و بخشا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قرار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دهد. پوزش او را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پذ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رد</w:t>
      </w:r>
      <w:r w:rsidR="00A43042">
        <w:rPr>
          <w:rtl/>
          <w:lang w:bidi="fa-IR"/>
        </w:rPr>
        <w:t>. چرا که او بندگانش را بس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tl/>
          <w:lang w:bidi="fa-IR"/>
        </w:rPr>
        <w:t xml:space="preserve"> دوست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دارد. </w:t>
      </w:r>
      <w:r w:rsidR="00A43042">
        <w:rPr>
          <w:rFonts w:hint="eastAsia"/>
          <w:rtl/>
          <w:lang w:bidi="fa-IR"/>
        </w:rPr>
        <w:t>چه</w:t>
      </w:r>
      <w:r w:rsidR="00A43042">
        <w:rPr>
          <w:rtl/>
          <w:lang w:bidi="fa-IR"/>
        </w:rPr>
        <w:t xml:space="preserve">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خداوند بخشا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گر مهربان در مورد بخشا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>: «پس گذشت کن، گذشت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کو</w:t>
      </w:r>
      <w:r w:rsidR="00A43042">
        <w:rPr>
          <w:rtl/>
          <w:lang w:bidi="fa-IR"/>
        </w:rPr>
        <w:t>.»</w:t>
      </w:r>
      <w:r w:rsidR="00A43042" w:rsidRPr="000D5FF1">
        <w:rPr>
          <w:rStyle w:val="libFootnotenumChar"/>
          <w:rtl/>
        </w:rPr>
        <w:t>(1)</w:t>
      </w:r>
      <w:r w:rsidR="00A43042">
        <w:rPr>
          <w:rtl/>
          <w:lang w:bidi="fa-IR"/>
        </w:rPr>
        <w:t xml:space="preserve"> بخشودن، مهر و محبت و عشق و علاقه را در دل همسران صد چندان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سازد.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رفتار عاشقانه، به دوست مهربان، محبوب باوفا و همسر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نظ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مسأله را اثبات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 که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دوست </w:t>
      </w:r>
      <w:r w:rsidR="00A43042">
        <w:rPr>
          <w:rFonts w:hint="eastAsia"/>
          <w:rtl/>
          <w:lang w:bidi="fa-IR"/>
        </w:rPr>
        <w:t>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و دوستان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توانند از جور و جفا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دوستان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درگذرند. زن و شوهر در برخوردها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دلجو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انه</w:t>
      </w:r>
      <w:r w:rsidR="00A43042">
        <w:rPr>
          <w:rtl/>
          <w:lang w:bidi="fa-IR"/>
        </w:rPr>
        <w:t xml:space="preserve"> از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گر،</w:t>
      </w:r>
      <w:r w:rsidR="00A43042">
        <w:rPr>
          <w:rtl/>
          <w:lang w:bidi="fa-IR"/>
        </w:rPr>
        <w:t xml:space="preserve">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محبت خود را به هم نشان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دهند و 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گذشت از جانب طرف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ن،</w:t>
      </w:r>
      <w:r w:rsidR="00A43042">
        <w:rPr>
          <w:rtl/>
          <w:lang w:bidi="fa-IR"/>
        </w:rPr>
        <w:t xml:space="preserve"> کامشان را 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کند. با منش و روش قرار دادن بخشا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ش،</w:t>
      </w:r>
      <w:r w:rsidR="00A43042">
        <w:rPr>
          <w:rtl/>
          <w:lang w:bidi="fa-IR"/>
        </w:rPr>
        <w:t xml:space="preserve"> در هر زمان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آرامش از دست رف</w:t>
      </w:r>
      <w:r w:rsidR="00A43042">
        <w:rPr>
          <w:rFonts w:hint="eastAsia"/>
          <w:rtl/>
          <w:lang w:bidi="fa-IR"/>
        </w:rPr>
        <w:t>ته،</w:t>
      </w:r>
      <w:r w:rsidR="00A43042">
        <w:rPr>
          <w:rtl/>
          <w:lang w:bidi="fa-IR"/>
        </w:rPr>
        <w:t xml:space="preserve"> باز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گردد.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9"/>
        <w:gridCol w:w="268"/>
        <w:gridCol w:w="3285"/>
      </w:tblGrid>
      <w:tr w:rsidR="000D5FF1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0D5FF1" w:rsidRDefault="000D5FF1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فطرت</w:t>
            </w:r>
            <w:r>
              <w:rPr>
                <w:rtl/>
                <w:lang w:bidi="fa-IR"/>
              </w:rPr>
              <w:t xml:space="preserve"> و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تو بخشا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و فضل و هنر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5FF1" w:rsidRDefault="000D5FF1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5FF1" w:rsidRDefault="000D5FF1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آن کس که نکو فطرت و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کو</w:t>
            </w:r>
            <w:r>
              <w:rPr>
                <w:rtl/>
                <w:lang w:bidi="fa-IR"/>
              </w:rPr>
              <w:t xml:space="preserve">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 w:rsidRPr="000D5FF1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0D5FF1" w:rsidRDefault="000D5FF1" w:rsidP="000D5FF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43042" w:rsidRDefault="00A43042" w:rsidP="000D5FF1">
      <w:pPr>
        <w:pStyle w:val="libFootnote0"/>
        <w:rPr>
          <w:rtl/>
          <w:lang w:bidi="fa-IR"/>
        </w:rPr>
      </w:pPr>
      <w:r>
        <w:rPr>
          <w:rtl/>
          <w:lang w:bidi="fa-IR"/>
        </w:rPr>
        <w:t>1- حجر،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85.</w:t>
      </w:r>
    </w:p>
    <w:p w:rsidR="00A43042" w:rsidRDefault="00A43042" w:rsidP="000D5FF1">
      <w:pPr>
        <w:pStyle w:val="libFootnote0"/>
        <w:rPr>
          <w:rtl/>
          <w:lang w:bidi="fa-IR"/>
        </w:rPr>
      </w:pPr>
      <w:r>
        <w:rPr>
          <w:rtl/>
          <w:lang w:bidi="fa-IR"/>
        </w:rPr>
        <w:t>2-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الممالک فراهان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0D5FF1" w:rsidP="000D5FF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البته</w:t>
      </w:r>
      <w:r w:rsidR="00A43042">
        <w:rPr>
          <w:rtl/>
          <w:lang w:bidi="fa-IR"/>
        </w:rPr>
        <w:t xml:space="preserve"> پس از برقرار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آرامش بر دل ها و مح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ط</w:t>
      </w:r>
      <w:r w:rsidR="00A43042">
        <w:rPr>
          <w:rtl/>
          <w:lang w:bidi="fa-IR"/>
        </w:rPr>
        <w:t xml:space="preserve"> خانه، چه بهتر است که علت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گذشته،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ادآور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نگردند. امام سجاد</w:t>
      </w:r>
      <w:r w:rsidRPr="000D5FF1">
        <w:rPr>
          <w:rFonts w:ascii="Traditional Arabic" w:eastAsiaTheme="minorHAnsi" w:hAnsi="Traditional Arabic" w:cs="Traditional Arabic"/>
          <w:rtl/>
        </w:rPr>
        <w:t xml:space="preserve"> </w:t>
      </w:r>
      <w:r w:rsidRPr="000D5FF1">
        <w:rPr>
          <w:rStyle w:val="libAlaemChar"/>
          <w:rFonts w:eastAsiaTheme="minorHAnsi"/>
          <w:rtl/>
        </w:rPr>
        <w:t>عليه‌السلام</w:t>
      </w:r>
      <w:r w:rsidR="00A43042">
        <w:rPr>
          <w:rtl/>
          <w:lang w:bidi="fa-IR"/>
        </w:rPr>
        <w:t xml:space="preserve"> آ</w:t>
      </w:r>
      <w:r w:rsidR="00A4304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«پس گذشت کن، گذشت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کو»</w:t>
      </w:r>
      <w:r w:rsidR="00A43042">
        <w:rPr>
          <w:rtl/>
          <w:lang w:bidi="fa-IR"/>
        </w:rPr>
        <w:t xml:space="preserve"> را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چن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تفس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: مقصود، گذشت بدون سرزنش است. </w:t>
      </w:r>
      <w:r w:rsidR="00A43042" w:rsidRPr="000D5FF1">
        <w:rPr>
          <w:rStyle w:val="libFootnotenumChar"/>
          <w:rtl/>
        </w:rPr>
        <w:t>(1)</w:t>
      </w:r>
    </w:p>
    <w:p w:rsidR="00A43042" w:rsidRPr="000D5FF1" w:rsidRDefault="000D5FF1" w:rsidP="000D5FF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3042" w:rsidRDefault="00A43042" w:rsidP="000D5FF1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ج8، ص3827، ص13200.</w:t>
      </w:r>
    </w:p>
    <w:p w:rsidR="00A43042" w:rsidRDefault="000D5FF1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0D5FF1">
      <w:pPr>
        <w:pStyle w:val="Heading1"/>
        <w:rPr>
          <w:rtl/>
          <w:lang w:bidi="fa-IR"/>
        </w:rPr>
      </w:pPr>
      <w:bookmarkStart w:id="3" w:name="_Toc531765196"/>
      <w:r>
        <w:rPr>
          <w:rtl/>
          <w:lang w:bidi="fa-IR"/>
        </w:rPr>
        <w:t>5</w:t>
      </w:r>
      <w:r w:rsidR="000D5FF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bookmarkEnd w:id="3"/>
    </w:p>
    <w:p w:rsidR="00A43042" w:rsidRDefault="00A43042" w:rsidP="005E01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انسان</w:t>
      </w:r>
      <w:r>
        <w:rPr>
          <w:rtl/>
          <w:lang w:bidi="fa-IR"/>
        </w:rPr>
        <w:t xml:space="preserve"> از آغاز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پوشاندن جسم خود بوده است.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گذر زمان به اختراع پارچه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لباس را به صورت امروز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پوشش خود ابداع کرد. لباس نه تنها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انسان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پوشاند، بلکه 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نموده، وقار و جلو</w:t>
      </w:r>
      <w:r w:rsidR="005E014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خشد</w:t>
      </w:r>
      <w:r>
        <w:rPr>
          <w:rtl/>
          <w:lang w:bidi="fa-IR"/>
        </w:rPr>
        <w:t>. لباس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دو چندان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عشق را در دل عاشقان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5E0144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5E0144" w:rsidRDefault="005E0144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>انند گل زِ جامه پد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دار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0144" w:rsidRDefault="005E0144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0144" w:rsidRDefault="005E0144" w:rsidP="004B292C">
            <w:pPr>
              <w:pStyle w:val="libPoem"/>
            </w:pPr>
            <w:r>
              <w:rPr>
                <w:rtl/>
                <w:lang w:bidi="fa-IR"/>
              </w:rPr>
              <w:t>اندام روشن تو زِ خوب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نازک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 w:rsidRPr="005E0144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E0144" w:rsidRDefault="005E0144" w:rsidP="00A43042">
      <w:pPr>
        <w:pStyle w:val="libNormal"/>
        <w:rPr>
          <w:rtl/>
          <w:lang w:bidi="fa-IR"/>
        </w:rPr>
      </w:pPr>
    </w:p>
    <w:p w:rsidR="00A43042" w:rsidRDefault="005E0144" w:rsidP="005E014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هم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ما کاست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 و نقص ها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در خود و رفتار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دار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نم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خواه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گران</w:t>
      </w:r>
      <w:r w:rsidR="00A43042">
        <w:rPr>
          <w:rtl/>
          <w:lang w:bidi="fa-IR"/>
        </w:rPr>
        <w:t xml:space="preserve"> بدانند. از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روست که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</w:t>
      </w:r>
      <w:r w:rsidR="00A43042">
        <w:rPr>
          <w:rtl/>
          <w:lang w:bidi="fa-IR"/>
        </w:rPr>
        <w:t xml:space="preserve"> ع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وب</w:t>
      </w:r>
      <w:r w:rsidR="00A43042">
        <w:rPr>
          <w:rtl/>
          <w:lang w:bidi="fa-IR"/>
        </w:rPr>
        <w:t xml:space="preserve"> و کاست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گران،</w:t>
      </w:r>
      <w:r w:rsidR="00A43042">
        <w:rPr>
          <w:rtl/>
          <w:lang w:bidi="fa-IR"/>
        </w:rPr>
        <w:t xml:space="preserve"> گناه بزرگ و نابخشودن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است. چرا که آبرو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افراد با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عمل ناشا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ست</w:t>
      </w:r>
      <w:r w:rsidR="00A43042">
        <w:rPr>
          <w:rtl/>
          <w:lang w:bidi="fa-IR"/>
        </w:rPr>
        <w:t xml:space="preserve"> از 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رود و خجالت و غم و اندوه به جا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گذارد.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مهربان، تنها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خبر از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دارد، همسر مهربان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و همراه ماست. دوستان آبرو و عزت و وقار دوست را از آن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دانند، همانگونه 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سرشکستگ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را از آن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ما، بر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ما آگاه است و با</w:t>
      </w:r>
    </w:p>
    <w:p w:rsidR="00A43042" w:rsidRPr="005E0144" w:rsidRDefault="005E0144" w:rsidP="005E014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3042" w:rsidRDefault="00A43042" w:rsidP="005E0144">
      <w:pPr>
        <w:pStyle w:val="libFootnote0"/>
        <w:rPr>
          <w:rtl/>
          <w:lang w:bidi="fa-IR"/>
        </w:rPr>
      </w:pPr>
      <w:r>
        <w:rPr>
          <w:rtl/>
          <w:lang w:bidi="fa-IR"/>
        </w:rPr>
        <w:t>1- اوحد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مراغه ا</w:t>
      </w:r>
      <w:r>
        <w:rPr>
          <w:rFonts w:hint="cs"/>
          <w:rtl/>
          <w:lang w:bidi="fa-IR"/>
        </w:rPr>
        <w:t>ی</w:t>
      </w:r>
    </w:p>
    <w:p w:rsidR="00A43042" w:rsidRDefault="005E0144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دانستن</w:t>
      </w:r>
      <w:r w:rsidR="00A43042">
        <w:rPr>
          <w:rtl/>
          <w:lang w:bidi="fa-IR"/>
        </w:rPr>
        <w:t xml:space="preserve"> و شناختن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ع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وب</w:t>
      </w:r>
      <w:r w:rsidR="00A43042">
        <w:rPr>
          <w:rtl/>
          <w:lang w:bidi="fa-IR"/>
        </w:rPr>
        <w:t xml:space="preserve"> و ناد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ده</w:t>
      </w:r>
      <w:r w:rsidR="00A43042">
        <w:rPr>
          <w:rtl/>
          <w:lang w:bidi="fa-IR"/>
        </w:rPr>
        <w:t xml:space="preserve"> گرفتن آنهاست که زن و مرد عشق را به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ثابت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کنند. آنها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دانند که در کنار هم بودن، کاست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شان</w:t>
      </w:r>
      <w:r w:rsidR="00A43042">
        <w:rPr>
          <w:rtl/>
          <w:lang w:bidi="fa-IR"/>
        </w:rPr>
        <w:t xml:space="preserve"> را جبران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 و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شان</w:t>
      </w:r>
      <w:r w:rsidR="00A43042">
        <w:rPr>
          <w:rtl/>
          <w:lang w:bidi="fa-IR"/>
        </w:rPr>
        <w:t xml:space="preserve"> را کامل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سازد.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و مرد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مانند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فاخر بر قامت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بپوشانند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را صد چندان کنند. خالق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حفظ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و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زنان شما لباس شما هستند و شما لباس آنان. </w:t>
      </w:r>
      <w:r w:rsidRPr="005E0144">
        <w:rPr>
          <w:rStyle w:val="libFootnotenumChar"/>
          <w:rtl/>
        </w:rPr>
        <w:t>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8"/>
        <w:gridCol w:w="3325"/>
      </w:tblGrid>
      <w:tr w:rsidR="005E0144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5E0144" w:rsidRDefault="005E0144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بساط کمال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چو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پوش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0144" w:rsidRDefault="005E0144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0144" w:rsidRDefault="005E0144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زِ</w:t>
            </w:r>
            <w:r>
              <w:rPr>
                <w:rtl/>
                <w:lang w:bidi="fa-IR"/>
              </w:rPr>
              <w:t xml:space="preserve"> دوستان لباس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،</w:t>
            </w:r>
            <w:r>
              <w:rPr>
                <w:rtl/>
                <w:lang w:bidi="fa-IR"/>
              </w:rPr>
              <w:t xml:space="preserve"> قبا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غ مدار </w:t>
            </w:r>
            <w:r w:rsidRPr="005E0144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</w:t>
      </w:r>
      <w:r>
        <w:rPr>
          <w:rtl/>
          <w:lang w:bidi="fa-IR"/>
        </w:rPr>
        <w:t xml:space="preserve"> در پرتو عشق،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تکامل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راه سعادت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 xml:space="preserve"> تا از گردنه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 خطرناک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 به سلامت به منزل مقصود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دست در دست هم با کمک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چون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اگران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همسران</w:t>
      </w:r>
      <w:r>
        <w:rPr>
          <w:rtl/>
          <w:lang w:bidi="fa-IR"/>
        </w:rPr>
        <w:t xml:space="preserve"> عاشق،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و کمالات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 عاشقانه،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آبرو، عزت، شکوه</w:t>
      </w:r>
    </w:p>
    <w:p w:rsidR="00A43042" w:rsidRPr="005E0144" w:rsidRDefault="005E0144" w:rsidP="005E014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5E0144">
      <w:pPr>
        <w:pStyle w:val="libFootnote0"/>
        <w:rPr>
          <w:rtl/>
          <w:lang w:bidi="fa-IR"/>
        </w:rPr>
      </w:pPr>
      <w:r>
        <w:rPr>
          <w:rtl/>
          <w:lang w:bidi="fa-IR"/>
        </w:rPr>
        <w:t>1- . بقره،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187.</w:t>
      </w:r>
    </w:p>
    <w:p w:rsidR="00A43042" w:rsidRDefault="00A43042" w:rsidP="005E0144">
      <w:pPr>
        <w:pStyle w:val="libFootnote0"/>
        <w:rPr>
          <w:rtl/>
          <w:lang w:bidi="fa-IR"/>
        </w:rPr>
      </w:pPr>
      <w:r>
        <w:rPr>
          <w:rtl/>
          <w:lang w:bidi="fa-IR"/>
        </w:rPr>
        <w:t>2- صائب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</w:p>
    <w:p w:rsidR="00A43042" w:rsidRDefault="005E0144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و</w:t>
      </w:r>
      <w:r w:rsidR="00A43042">
        <w:rPr>
          <w:rtl/>
          <w:lang w:bidi="fa-IR"/>
        </w:rPr>
        <w:t xml:space="preserve"> وقار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خرند. آنان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دانند که آبرو و شکوه همسرشان، افتخار و عزت آنان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tl/>
          <w:lang w:bidi="fa-IR"/>
        </w:rPr>
        <w:t xml:space="preserve"> هست؛ و اگر ع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وب</w:t>
      </w:r>
      <w:r w:rsidR="00A43042">
        <w:rPr>
          <w:rtl/>
          <w:lang w:bidi="fa-IR"/>
        </w:rPr>
        <w:t xml:space="preserve"> همسرشان را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اغ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tl/>
          <w:lang w:bidi="fa-IR"/>
        </w:rPr>
        <w:t xml:space="preserve"> بازگو نما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ند،</w:t>
      </w:r>
      <w:r w:rsidR="00A43042">
        <w:rPr>
          <w:rtl/>
          <w:lang w:bidi="fa-IR"/>
        </w:rPr>
        <w:t xml:space="preserve"> از وقار و شکوه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کاسته اند و همچن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tl/>
          <w:lang w:bidi="fa-IR"/>
        </w:rPr>
        <w:t xml:space="preserve"> مهربان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را غمگ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و خجول ساخته اند و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نکه</w:t>
      </w:r>
      <w:r w:rsidR="00A43042">
        <w:rPr>
          <w:rtl/>
          <w:lang w:bidi="fa-IR"/>
        </w:rPr>
        <w:t xml:space="preserve"> مقابله به مثل را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طرف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گر،</w:t>
      </w:r>
      <w:r w:rsidR="00A43042">
        <w:rPr>
          <w:rtl/>
          <w:lang w:bidi="fa-IR"/>
        </w:rPr>
        <w:t xml:space="preserve"> ممک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کرده اند.</w:t>
      </w:r>
    </w:p>
    <w:p w:rsidR="00A43042" w:rsidRDefault="00A43042" w:rsidP="005E01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به طور مطلق کامل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ممکن است تمام وجود 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حسن، کمال، شکوه و افتخار باشد؟ تنها گل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خار، خداوند و چهارده معصوم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هر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همانگونه که کمال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کمرنگ جلوه کردن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همسر خود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البته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گرفتن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همسر و پوشاندن آنها، به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گوشزد ننمودن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زن و شوهر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جان و دل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دوست دارند، خواهان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سعادت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هستند.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و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با کمک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هم، 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را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کمال و افتخار کنند. زن و شوهر بسان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اند.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اندازه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اگر زن و شوهر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هم گوشزد نکنند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برطرف نمودن آنها، کمک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نرسانند، حق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اورده</w:t>
      </w:r>
      <w:r>
        <w:rPr>
          <w:rtl/>
          <w:lang w:bidi="fa-IR"/>
        </w:rPr>
        <w:t xml:space="preserve"> اند. حضرت</w:t>
      </w:r>
      <w:r w:rsidR="005E014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="005E0144" w:rsidRPr="005E0144">
        <w:rPr>
          <w:rFonts w:ascii="Traditional Arabic" w:eastAsiaTheme="minorHAnsi" w:hAnsi="Traditional Arabic" w:cs="Traditional Arabic"/>
          <w:rtl/>
        </w:rPr>
        <w:t xml:space="preserve"> </w:t>
      </w:r>
      <w:r w:rsidR="005E0144" w:rsidRPr="005E0144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نشا 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تو را به تو نشان دهد، او دوست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 و هر که آنها را از تو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 دارد، او دشمن توست. </w:t>
      </w:r>
      <w:r w:rsidRPr="005E0144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برطرف کردن آنها، باعث دلخور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ناراخت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هنر و مهارت دارد.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گذاشتن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تا به طور کامل مورد قبول طرف مقابل </w:t>
      </w:r>
      <w:r>
        <w:rPr>
          <w:rtl/>
          <w:lang w:bidi="fa-IR"/>
        </w:rPr>
        <w:lastRenderedPageBreak/>
        <w:t>واقع شود. اول آنکه، قبل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وب همسرمان،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ها،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کمالات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عاشقانه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نموده، احساس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بودن در کنار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همسر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انتخاب مکان مناسب دقت شود. در هر مکان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همسر را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گوشزد نمود.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لوت،</w:t>
      </w:r>
      <w:r>
        <w:rPr>
          <w:rtl/>
          <w:lang w:bidi="fa-IR"/>
        </w:rPr>
        <w:t xml:space="preserve"> آرام و عاشقانه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مهم انتخاب شود. خلوت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عاشقانه که تنها عشق، بعنوان نفر سوم در کنار همسران باشد. به عنوان نمونه اتاق خواب،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آن در دست خود افراد است. نور اتاق خواب، درجه حرارت و نوا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عاشقانه تر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شود. در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آراستن خود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به خرج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اثرگذار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 و اندرز شما دو چندان شود.</w:t>
      </w:r>
    </w:p>
    <w:p w:rsidR="00A43042" w:rsidRPr="005E0144" w:rsidRDefault="005E0144" w:rsidP="005E014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5E0144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ج9، ص4223، ح 14688</w:t>
      </w:r>
    </w:p>
    <w:p w:rsidR="00A43042" w:rsidRDefault="005E0144" w:rsidP="005E014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زمان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پند و اندرز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رساندن به همسرتان انتخاب نما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که او در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حالت روح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روان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جسم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 سر برد و 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چ</w:t>
      </w:r>
      <w:r w:rsidR="00A43042">
        <w:rPr>
          <w:rtl/>
          <w:lang w:bidi="fa-IR"/>
        </w:rPr>
        <w:t xml:space="preserve"> گونه اضطراب، ناراحت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غم و درد در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نباشد.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زمان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شنهاد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هنگام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 که آتش عشق در وجود هر دو طرف شعله ور و از مهر و محبت لبر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tl/>
          <w:lang w:bidi="fa-IR"/>
        </w:rPr>
        <w:t xml:space="preserve"> شده باشد. در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حالت است که هر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آماد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پذ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رفتن</w:t>
      </w:r>
      <w:r w:rsidR="00A43042">
        <w:rPr>
          <w:rtl/>
          <w:lang w:bidi="fa-IR"/>
        </w:rPr>
        <w:t xml:space="preserve"> پند و اندرز و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جاد</w:t>
      </w:r>
      <w:r w:rsidR="00A43042">
        <w:rPr>
          <w:rtl/>
          <w:lang w:bidi="fa-IR"/>
        </w:rPr>
        <w:t xml:space="preserve"> تغ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و تحول در رفتار است.</w:t>
      </w:r>
    </w:p>
    <w:p w:rsidR="00A43042" w:rsidRDefault="00A43042" w:rsidP="005E01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نمودن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به طرف مقابل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جذاب،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آرامش بخش، محرمانه، عاشقانه، دوستانه و مشفقانه باشد؛ چرا که هم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انسان ها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گفتار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هستند. اگر اندرز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نشود،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داشت و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رفتار همسر مشاهده نخواهد شد.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بهتر با نحو</w:t>
      </w:r>
      <w:r w:rsidR="005E014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</w:t>
      </w:r>
      <w:r>
        <w:rPr>
          <w:rtl/>
          <w:lang w:bidi="fa-IR"/>
        </w:rPr>
        <w:t xml:space="preserve"> و جذاب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کتاب راز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3042" w:rsidRDefault="00A43042" w:rsidP="005E01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امکان دارد، از تکرار پند و اندرز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چرا که انسان، فه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گفته اند: اگر در خانه کس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حرف بس است! اگر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تکرار باشد، اجازه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مدت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بگذرد و اگر تحول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نشد، باز با همان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گذشته، به</w:t>
      </w:r>
      <w:r w:rsidR="005E014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همسرتان ادامه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البته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رفتارها، سال ها همراه شخص بوده اند و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آنها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تحول را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3042" w:rsidRDefault="00D4670B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BF2C99">
      <w:pPr>
        <w:pStyle w:val="Heading1"/>
        <w:rPr>
          <w:rtl/>
          <w:lang w:bidi="fa-IR"/>
        </w:rPr>
      </w:pPr>
      <w:bookmarkStart w:id="4" w:name="_Toc531765197"/>
      <w:r>
        <w:rPr>
          <w:rtl/>
          <w:lang w:bidi="fa-IR"/>
        </w:rPr>
        <w:t>6</w:t>
      </w:r>
      <w:r w:rsidR="00D4670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bookmarkEnd w:id="4"/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دلباخته قرار دارد، چون فرهاد؛ در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زن دلربا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داستان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قرار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زن و مرد، قصه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مستانه و پرشور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باشد. ه</w:t>
      </w:r>
      <w:r>
        <w:rPr>
          <w:rFonts w:hint="eastAsia"/>
          <w:rtl/>
          <w:lang w:bidi="fa-IR"/>
        </w:rPr>
        <w:t>مانند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فرهاد، عاشقانه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ستن،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زن و شوهر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دشوار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دارند.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ساکن جاودان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خواهد بود اگر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نجات بخش را به چنگ آورده و با خود همراه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دختر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پسران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شور و شعف در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مقدسشان را جشن گرفته اند و سرشار از عشق،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خود را آغاز کرده اند؛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افسوس که شور و شعف آنان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بوستان سرسبز و باصفا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آنان، جز خارستان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نمانده است و </w:t>
      </w:r>
      <w:r>
        <w:rPr>
          <w:rFonts w:hint="eastAsia"/>
          <w:rtl/>
          <w:lang w:bidi="fa-IR"/>
        </w:rPr>
        <w:t>لباس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وصال آنان،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فراق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سوگوار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آنان شده است.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D4670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مطابق</w:t>
      </w:r>
      <w:r>
        <w:rPr>
          <w:rtl/>
          <w:lang w:bidi="fa-IR"/>
        </w:rPr>
        <w:t xml:space="preserve"> آمار، طلاق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زوج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جوان، در سه سال اول ازدواج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است؟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ازدواج، زن و شوهر، دو شخص متفاوت هستند با رفتار، آداب،</w:t>
      </w:r>
      <w:r>
        <w:rPr>
          <w:rFonts w:hint="eastAsia"/>
          <w:rtl/>
          <w:lang w:bidi="fa-IR"/>
        </w:rPr>
        <w:t>اخلاق</w:t>
      </w:r>
      <w:r>
        <w:rPr>
          <w:rtl/>
          <w:lang w:bidi="fa-IR"/>
        </w:rPr>
        <w:t xml:space="preserve"> و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</w:t>
      </w:r>
      <w:r w:rsidR="00D4670B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که همسر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کاملاٌ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ابعاد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باشد، تفکر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محال و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چرا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با </w:t>
      </w:r>
      <w:r>
        <w:rPr>
          <w:rtl/>
          <w:lang w:bidi="fa-IR"/>
        </w:rPr>
        <w:lastRenderedPageBreak/>
        <w:t>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کامل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در پناه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و نقا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برط</w:t>
      </w:r>
      <w:r>
        <w:rPr>
          <w:rFonts w:hint="eastAsia"/>
          <w:rtl/>
          <w:lang w:bidi="fa-IR"/>
        </w:rPr>
        <w:t>رف</w:t>
      </w:r>
      <w:r>
        <w:rPr>
          <w:rtl/>
          <w:lang w:bidi="fa-IR"/>
        </w:rPr>
        <w:t xml:space="preserve"> نمود.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1"/>
        <w:gridCol w:w="268"/>
        <w:gridCol w:w="3293"/>
      </w:tblGrid>
      <w:tr w:rsidR="00090CC8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090CC8" w:rsidRDefault="00090CC8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>رس به کارها به شک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با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90CC8" w:rsidRDefault="00090CC8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90CC8" w:rsidRDefault="00090CC8" w:rsidP="004B292C">
            <w:pPr>
              <w:pStyle w:val="libPoem"/>
            </w:pPr>
            <w:r>
              <w:rPr>
                <w:rtl/>
                <w:lang w:bidi="fa-IR"/>
              </w:rPr>
              <w:t>که نصرت است شک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را </w:t>
            </w:r>
            <w:r w:rsidRPr="00090CC8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322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چنان با رفتار و آداب و اخلاق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 کرده اند که اگر با رق</w:t>
      </w:r>
      <w:r w:rsidR="0032255C"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دشان،</w:t>
      </w:r>
      <w:r>
        <w:rPr>
          <w:rtl/>
          <w:lang w:bidi="fa-IR"/>
        </w:rPr>
        <w:t xml:space="preserve"> فروغ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شان، ستار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سحر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شان، مهتاب شب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عشقشان،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همسرشان، از آنان بخواهد که آن دسته از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را که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سرشکستگ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سرافکندگ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ندارد، به کنار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نهاده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آداب و اخلاق و عادات و رفتار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افتخار و عزت و شکوه و جلال و آبرو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و همسر و فرزندانشان به ارمغان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سخت است که خواست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دوستان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همسرشان را اجابت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چرا که </w:t>
      </w:r>
      <w:r>
        <w:rPr>
          <w:rFonts w:hint="eastAsia"/>
          <w:rtl/>
          <w:lang w:bidi="fa-IR"/>
        </w:rPr>
        <w:t>انسان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اراد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شبه ره صدساله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نادرند.</w:t>
      </w:r>
    </w:p>
    <w:p w:rsidR="00A43042" w:rsidRDefault="00A43042" w:rsidP="00322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دانست که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نداشتن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آداب و رفتار ناپسند همسر و ندادن زمان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تحول ناگهان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اختلاف، کدورت،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دنبال دارد. دربار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راه نجات است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بلا، امام عل</w:t>
      </w:r>
      <w:r>
        <w:rPr>
          <w:rFonts w:hint="cs"/>
          <w:rtl/>
          <w:lang w:bidi="fa-IR"/>
        </w:rPr>
        <w:t>ی</w:t>
      </w:r>
      <w:r w:rsidR="0032255C" w:rsidRPr="0032255C">
        <w:rPr>
          <w:rFonts w:ascii="Traditional Arabic" w:eastAsiaTheme="minorHAnsi" w:hAnsi="Traditional Arabic" w:cs="Traditional Arabic"/>
          <w:rtl/>
        </w:rPr>
        <w:t xml:space="preserve"> </w:t>
      </w:r>
      <w:r w:rsidR="0032255C" w:rsidRPr="0032255C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A43042" w:rsidRPr="0032255C" w:rsidRDefault="0032255C" w:rsidP="003225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43042" w:rsidRDefault="00A43042" w:rsidP="0032255C">
      <w:pPr>
        <w:pStyle w:val="libFootnote0"/>
        <w:rPr>
          <w:rtl/>
          <w:lang w:bidi="fa-IR"/>
        </w:rPr>
      </w:pPr>
      <w:r>
        <w:rPr>
          <w:rtl/>
          <w:lang w:bidi="fa-IR"/>
        </w:rPr>
        <w:t>1- ناصر خسرو.</w:t>
      </w:r>
    </w:p>
    <w:p w:rsidR="00A43042" w:rsidRDefault="0032255C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که شک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نجات ندهد،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تاب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او را هلاک گرداند. </w:t>
      </w:r>
      <w:r w:rsidR="00A43042" w:rsidRPr="0032255C">
        <w:rPr>
          <w:rStyle w:val="libFootnotenumChar"/>
          <w:rtl/>
        </w:rPr>
        <w:t>(1)</w:t>
      </w:r>
    </w:p>
    <w:p w:rsidR="00A43042" w:rsidRDefault="00A43042" w:rsidP="00322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خالق آرامش است و آرامش، گره گشا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در آرامش، توان مغز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بهتر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قدرت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تفکر استفاده نمود و گره از مشکلات باز کرد. در آرامش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برطرف نمودن رفتار ناپسند همسرتان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شما راه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نبرد،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تفکر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بهره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مشاور، مشکل خود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مشورت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و اگر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مشاور امکان نداشت، به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استادان که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تفکرات،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و مطالعات آنان است، مراجعه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چگو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و با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دسته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ناپسند و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خود و همسرتان را با اخلاق و رفتار و آداب و عادات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دو طرف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32255C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32255C" w:rsidRDefault="0032255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</w:t>
            </w:r>
            <w:r>
              <w:rPr>
                <w:rtl/>
                <w:lang w:bidi="fa-IR"/>
              </w:rPr>
              <w:t>عادت با شک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با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بود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255C" w:rsidRDefault="0032255C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255C" w:rsidRDefault="0032255C" w:rsidP="004B292C">
            <w:pPr>
              <w:pStyle w:val="libPoem"/>
            </w:pPr>
            <w:r>
              <w:rPr>
                <w:rtl/>
                <w:lang w:bidi="fa-IR"/>
              </w:rPr>
              <w:t>زِ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صبر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رسوا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کشد کار</w:t>
            </w:r>
            <w:r w:rsidRPr="0032255C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غم بغل کردن و افسوس،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تلاش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آل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3042" w:rsidRPr="0032255C" w:rsidRDefault="0032255C" w:rsidP="003225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32255C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البلاغه، ص669، حکمت 189.</w:t>
      </w:r>
    </w:p>
    <w:p w:rsidR="00A43042" w:rsidRDefault="00A43042" w:rsidP="0032255C">
      <w:pPr>
        <w:pStyle w:val="libFootnote0"/>
        <w:rPr>
          <w:rtl/>
          <w:lang w:bidi="fa-IR"/>
        </w:rPr>
      </w:pPr>
      <w:r>
        <w:rPr>
          <w:rtl/>
          <w:lang w:bidi="fa-IR"/>
        </w:rPr>
        <w:t>2- هلال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جفتا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A43042" w:rsidRDefault="0032255C" w:rsidP="0032255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در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باره امام عل</w:t>
      </w:r>
      <w:r w:rsidR="00A43042">
        <w:rPr>
          <w:rFonts w:hint="cs"/>
          <w:rtl/>
          <w:lang w:bidi="fa-IR"/>
        </w:rPr>
        <w:t>ی</w:t>
      </w:r>
      <w:r w:rsidRPr="0032255C">
        <w:rPr>
          <w:rFonts w:ascii="Traditional Arabic" w:eastAsiaTheme="minorHAnsi" w:hAnsi="Traditional Arabic" w:cs="Traditional Arabic"/>
          <w:rtl/>
        </w:rPr>
        <w:t xml:space="preserve"> </w:t>
      </w:r>
      <w:r w:rsidRPr="0032255C">
        <w:rPr>
          <w:rStyle w:val="libAlaemChar"/>
          <w:rFonts w:eastAsiaTheme="minorHAnsi"/>
          <w:rtl/>
        </w:rPr>
        <w:t>عليه‌السلام</w:t>
      </w:r>
      <w:r w:rsidR="00A43042">
        <w:rPr>
          <w:rtl/>
          <w:lang w:bidi="fa-IR"/>
        </w:rPr>
        <w:t xml:space="preserve"> چن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شک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با،</w:t>
      </w:r>
      <w:r w:rsidR="00A43042">
        <w:rPr>
          <w:rtl/>
          <w:lang w:bidi="fa-IR"/>
        </w:rPr>
        <w:t xml:space="preserve">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روز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از دست نم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دهد، هر چند زمان دراز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چشم به راه بماند. </w:t>
      </w:r>
      <w:r w:rsidR="00A43042" w:rsidRPr="0032255C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انسان،</w:t>
      </w:r>
      <w:r>
        <w:rPr>
          <w:rtl/>
          <w:lang w:bidi="fa-IR"/>
        </w:rPr>
        <w:t xml:space="preserve"> خواهان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سعادت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از آداب و اخلاق و رسوم و رفتار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خود رنج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همواره خواستار تحول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با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 کرده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تحول در خود،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باوفا و صبور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دارد تا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راه سعادت را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و چه دوست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و مهربان تر و باوفاتر و صبورتر از همسر.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همسرتان</w:t>
      </w:r>
      <w:r>
        <w:rPr>
          <w:rtl/>
          <w:lang w:bidi="fa-IR"/>
        </w:rPr>
        <w:t xml:space="preserve">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بلند کرده است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کمک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خود را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ناپسند نجات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به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از خارستان، نارنجستان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با صفا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همگان را به 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همسرتان را به تمج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 خود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عشقتان ثابت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تنها عشاق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خواهان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معشوق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8"/>
        <w:gridCol w:w="268"/>
        <w:gridCol w:w="3336"/>
      </w:tblGrid>
      <w:tr w:rsidR="0032255C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32255C" w:rsidRDefault="0032255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عاشق را دوا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بهتر از صبر و شک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255C" w:rsidRDefault="0032255C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255C" w:rsidRDefault="0032255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</w:t>
            </w:r>
            <w:r>
              <w:rPr>
                <w:rtl/>
                <w:lang w:bidi="fa-IR"/>
              </w:rPr>
              <w:t>ر بود دانا، 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دانم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فرما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دش</w:t>
            </w:r>
            <w:r>
              <w:rPr>
                <w:rtl/>
                <w:lang w:bidi="fa-IR"/>
              </w:rPr>
              <w:t xml:space="preserve"> </w:t>
            </w:r>
            <w:r w:rsidRPr="0032255C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32255C" w:rsidRDefault="0032255C" w:rsidP="003225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32255C">
      <w:pPr>
        <w:pStyle w:val="libFootnote0"/>
        <w:rPr>
          <w:rtl/>
          <w:lang w:bidi="fa-IR"/>
        </w:rPr>
      </w:pPr>
      <w:r>
        <w:rPr>
          <w:rtl/>
          <w:lang w:bidi="fa-IR"/>
        </w:rPr>
        <w:t>1- فرهنگ آفتاب، ج7، ص3497.</w:t>
      </w:r>
    </w:p>
    <w:p w:rsidR="00A43042" w:rsidRDefault="00A43042" w:rsidP="0032255C">
      <w:pPr>
        <w:pStyle w:val="libFootnote0"/>
        <w:rPr>
          <w:rtl/>
          <w:lang w:bidi="fa-IR"/>
        </w:rPr>
      </w:pPr>
      <w:r>
        <w:rPr>
          <w:rtl/>
          <w:lang w:bidi="fa-IR"/>
        </w:rPr>
        <w:t>2-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خسرو دهلو</w:t>
      </w:r>
      <w:r>
        <w:rPr>
          <w:rFonts w:hint="cs"/>
          <w:rtl/>
          <w:lang w:bidi="fa-IR"/>
        </w:rPr>
        <w:t>ی</w:t>
      </w:r>
    </w:p>
    <w:p w:rsidR="0032255C" w:rsidRDefault="0032255C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BF2C99">
      <w:pPr>
        <w:pStyle w:val="Heading1"/>
        <w:rPr>
          <w:rtl/>
          <w:lang w:bidi="fa-IR"/>
        </w:rPr>
      </w:pPr>
      <w:bookmarkStart w:id="5" w:name="_Toc531765198"/>
      <w:r>
        <w:rPr>
          <w:rtl/>
          <w:lang w:bidi="fa-IR"/>
        </w:rPr>
        <w:t>7</w:t>
      </w:r>
      <w:r w:rsidR="0032255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وفادار</w:t>
      </w:r>
      <w:r>
        <w:rPr>
          <w:rFonts w:hint="cs"/>
          <w:rtl/>
          <w:lang w:bidi="fa-IR"/>
        </w:rPr>
        <w:t>ی</w:t>
      </w:r>
      <w:bookmarkEnd w:id="5"/>
    </w:p>
    <w:p w:rsidR="00A43042" w:rsidRDefault="00A43042" w:rsidP="00322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جلس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خواستگار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جلسه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راه نباشد؛ و در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ناخوش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مانند پروانه در کنار شمع وجود ما بماند.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7"/>
        <w:gridCol w:w="268"/>
        <w:gridCol w:w="3317"/>
      </w:tblGrid>
      <w:tr w:rsidR="0032255C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32255C" w:rsidRDefault="0032255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</w:t>
            </w:r>
            <w:r>
              <w:rPr>
                <w:rtl/>
                <w:lang w:bidi="fa-IR"/>
              </w:rPr>
              <w:t>ر رف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tl/>
                <w:lang w:bidi="fa-IR"/>
              </w:rPr>
              <w:t xml:space="preserve"> شف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درست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>
              <w:rPr>
                <w:rtl/>
                <w:lang w:bidi="fa-IR"/>
              </w:rPr>
              <w:t xml:space="preserve"> باش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255C" w:rsidRDefault="0032255C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255C" w:rsidRDefault="0032255C" w:rsidP="004B292C">
            <w:pPr>
              <w:pStyle w:val="libPoem"/>
            </w:pPr>
            <w:r>
              <w:rPr>
                <w:rtl/>
                <w:lang w:bidi="fa-IR"/>
              </w:rPr>
              <w:t>حر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>
              <w:rPr>
                <w:rtl/>
                <w:lang w:bidi="fa-IR"/>
              </w:rPr>
              <w:t xml:space="preserve"> خانه و گرمابه و گلستان باش </w:t>
            </w:r>
            <w:r w:rsidRPr="0032255C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322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 و مرد از آمال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چه تصور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 دارند و چه انتظارات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شبرد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دارند. از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ناراحت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خرسند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سازد،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البته در نهان آرزو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همسر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شان راز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بداند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کار بندد و با رفتار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عشق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قلب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مالامال از عشق و مهر و محبت سازد.</w:t>
      </w:r>
    </w:p>
    <w:p w:rsidR="00A43042" w:rsidRDefault="00A43042" w:rsidP="00322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هنگام که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عطر محبت و نور عشق، منور و 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دل صاف و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شور عشق به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زن و مرد سرمست از شور عشق، عهد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بندند که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فراموش نکنند؛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عشق پا به عرص</w:t>
      </w:r>
      <w:r w:rsidR="0032255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نهد. عهد زناشو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eastAsia"/>
          <w:rtl/>
          <w:lang w:bidi="fa-IR"/>
        </w:rPr>
        <w:t>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و کنار نهادن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نظر گرفتن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است. عهد با هم بودن است، تا هر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روزگار اجازه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3042" w:rsidRPr="0032255C" w:rsidRDefault="0032255C" w:rsidP="003225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32255C" w:rsidRDefault="00A43042" w:rsidP="0032255C">
      <w:pPr>
        <w:pStyle w:val="libFootnote0"/>
        <w:rPr>
          <w:rtl/>
          <w:lang w:bidi="fa-IR"/>
        </w:rPr>
      </w:pPr>
      <w:r>
        <w:rPr>
          <w:rtl/>
          <w:lang w:bidi="fa-IR"/>
        </w:rPr>
        <w:t>1- حافظ.</w:t>
      </w:r>
    </w:p>
    <w:p w:rsidR="00A43042" w:rsidRDefault="0032255C" w:rsidP="0032255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4C712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عهد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راست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کژ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کژگو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چون دو دوست مهربان در کنار هم بودن است. عهد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بودن و اعتراف به اشتباهات و خطاها و جفاها و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خطاها و جفاها است. عهد پرده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پرده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حفظ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 عهد صبر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صبور بو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است. عهد رازدار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مجرم اسرار بودن است. عهد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نکردن احساسات و عواطف عاشقانه است. عهد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انصاف و با عدل و داد با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رفتار نمودن است. عهد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والاتر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دانستن است. عهد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بودن در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ناخوش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است. عهد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همه جا</w:t>
      </w:r>
      <w:r>
        <w:rPr>
          <w:rFonts w:hint="eastAsia"/>
          <w:rtl/>
          <w:lang w:bidi="fa-IR"/>
        </w:rPr>
        <w:t>نبه</w:t>
      </w:r>
      <w:r>
        <w:rPr>
          <w:rtl/>
          <w:lang w:bidi="fa-IR"/>
        </w:rPr>
        <w:t xml:space="preserve"> و برآوردن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 عهد برداشتن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بودن به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 عهد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اولو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 w:rsidR="004C712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و از خودگذشتگ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عهد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جذاب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کشش است. عهد مدارا نمودن و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برخورد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 عهد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وفا بودن به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ها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 است. حضرت عل</w:t>
      </w:r>
      <w:r>
        <w:rPr>
          <w:rFonts w:hint="cs"/>
          <w:rtl/>
          <w:lang w:bidi="fa-IR"/>
        </w:rPr>
        <w:t>ی</w:t>
      </w:r>
      <w:r w:rsidR="004C7127" w:rsidRPr="004C7127">
        <w:rPr>
          <w:rFonts w:ascii="Traditional Arabic" w:eastAsiaTheme="minorHAnsi" w:hAnsi="Traditional Arabic" w:cs="Traditional Arabic"/>
          <w:rtl/>
        </w:rPr>
        <w:t xml:space="preserve"> </w:t>
      </w:r>
      <w:r w:rsidR="004C7127" w:rsidRPr="004C7127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دربار</w:t>
      </w:r>
      <w:r w:rsidR="004C712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دروغ بودن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وفادار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خود وفادار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اعتماد مکن. </w:t>
      </w:r>
      <w:r w:rsidRPr="004C7127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بسته است،</w:t>
      </w:r>
    </w:p>
    <w:p w:rsidR="00A43042" w:rsidRPr="004C7127" w:rsidRDefault="004C7127" w:rsidP="004C71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3042" w:rsidRDefault="00A43042" w:rsidP="004C7127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14، ص 6969، ح 22290.</w:t>
      </w:r>
    </w:p>
    <w:p w:rsidR="00A43042" w:rsidRDefault="004C7127" w:rsidP="004C712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تفاوت باشد و راه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وفا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در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رد،</w:t>
      </w:r>
      <w:r w:rsidR="00A43042">
        <w:rPr>
          <w:rtl/>
          <w:lang w:bidi="fa-IR"/>
        </w:rPr>
        <w:t xml:space="preserve"> همسرش حق دارد که نسبت به ادعا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مهر و محبت و عشق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شک کند. مهم است که عهد و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خود را فراموش نکن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را</w:t>
      </w:r>
      <w:r w:rsidR="00A43042">
        <w:rPr>
          <w:rtl/>
          <w:lang w:bidi="fa-IR"/>
        </w:rPr>
        <w:t xml:space="preserve"> با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بسته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قرار است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عمر رف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tl/>
          <w:lang w:bidi="fa-IR"/>
        </w:rPr>
        <w:t xml:space="preserve"> و همراه و همکار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tl/>
          <w:lang w:bidi="fa-IR"/>
        </w:rPr>
        <w:t xml:space="preserve"> و مشاور و همسر دلبند ما با</w:t>
      </w:r>
      <w:r w:rsidR="00A43042">
        <w:rPr>
          <w:rFonts w:hint="eastAsia"/>
          <w:rtl/>
          <w:lang w:bidi="fa-IR"/>
        </w:rPr>
        <w:t>شد</w:t>
      </w:r>
      <w:r w:rsidR="00A43042">
        <w:rPr>
          <w:rtl/>
          <w:lang w:bidi="fa-IR"/>
        </w:rPr>
        <w:t>.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آرزو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 با او بودن است. بدان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فراموش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همانا به انتها رس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دن</w:t>
      </w:r>
      <w:r w:rsidR="00A43042">
        <w:rPr>
          <w:rtl/>
          <w:lang w:bidi="fa-IR"/>
        </w:rPr>
        <w:t xml:space="preserve">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عشق و مهر و محبت است. چه زشت است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شکن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وفا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با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گانه</w:t>
      </w:r>
      <w:r w:rsidR="00A43042">
        <w:rPr>
          <w:rtl/>
          <w:lang w:bidi="fa-IR"/>
        </w:rPr>
        <w:t xml:space="preserve"> نازن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دلبرمان! و چه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اسو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عاشقان، امام عل</w:t>
      </w:r>
      <w:r w:rsidR="00A43042">
        <w:rPr>
          <w:rFonts w:hint="cs"/>
          <w:rtl/>
          <w:lang w:bidi="fa-IR"/>
        </w:rPr>
        <w:t>ی</w:t>
      </w:r>
      <w:r w:rsidRPr="004C7127">
        <w:rPr>
          <w:rFonts w:ascii="Traditional Arabic" w:eastAsiaTheme="minorHAnsi" w:hAnsi="Traditional Arabic" w:cs="Traditional Arabic"/>
          <w:rtl/>
        </w:rPr>
        <w:t xml:space="preserve"> </w:t>
      </w:r>
      <w:r w:rsidRPr="004C7127">
        <w:rPr>
          <w:rStyle w:val="libAlaemChar"/>
          <w:rFonts w:eastAsiaTheme="minorHAnsi"/>
          <w:rtl/>
        </w:rPr>
        <w:t>عليه‌السلام</w:t>
      </w:r>
      <w:r w:rsidR="00A43042">
        <w:rPr>
          <w:rtl/>
          <w:lang w:bidi="fa-IR"/>
        </w:rPr>
        <w:t>: چه زشت است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وفا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پس از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. </w:t>
      </w:r>
      <w:r w:rsidR="00A43042" w:rsidRPr="004C7127">
        <w:rPr>
          <w:rStyle w:val="libFootnotenumChar"/>
          <w:rtl/>
        </w:rPr>
        <w:t>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8"/>
        <w:gridCol w:w="3315"/>
      </w:tblGrid>
      <w:tr w:rsidR="004C7127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4C7127" w:rsidRDefault="004C7127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ترک</w:t>
            </w:r>
            <w:r>
              <w:rPr>
                <w:rtl/>
                <w:lang w:bidi="fa-IR"/>
              </w:rPr>
              <w:t xml:space="preserve"> عاشق کش من، ترک جفا خوش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C7127" w:rsidRDefault="004C7127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C7127" w:rsidRDefault="004C7127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وفا کوش که از دوست وفا خوش باشد </w:t>
            </w:r>
            <w:r w:rsidRPr="004C7127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4C712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دو طرف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وفادار بمانند.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از همسر خود انتظار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داشت،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خود به آنها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دربار</w:t>
      </w:r>
      <w:r w:rsidR="004C712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خاطر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</w:t>
      </w:r>
      <w:r>
        <w:rPr>
          <w:rFonts w:hint="eastAsia"/>
          <w:rtl/>
          <w:lang w:bidi="fa-IR"/>
        </w:rPr>
        <w:t>فقدان</w:t>
      </w:r>
      <w:r>
        <w:rPr>
          <w:rtl/>
          <w:lang w:bidi="fa-IR"/>
        </w:rPr>
        <w:t xml:space="preserve"> آن، آرامش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درگرو اثبات وفادار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در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محبوب، تمام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فدا</w:t>
      </w:r>
      <w:r>
        <w:rPr>
          <w:rFonts w:hint="cs"/>
          <w:rtl/>
          <w:lang w:bidi="fa-IR"/>
        </w:rPr>
        <w:t>ی</w:t>
      </w:r>
    </w:p>
    <w:p w:rsidR="00A43042" w:rsidRPr="004C7127" w:rsidRDefault="004C7127" w:rsidP="004C71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43042" w:rsidRDefault="00A43042" w:rsidP="004C7127">
      <w:pPr>
        <w:pStyle w:val="libFootnote0"/>
        <w:rPr>
          <w:rtl/>
          <w:lang w:bidi="fa-IR"/>
        </w:rPr>
      </w:pPr>
      <w:r>
        <w:rPr>
          <w:rtl/>
          <w:lang w:bidi="fa-IR"/>
        </w:rPr>
        <w:t>1- معارف و معار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ج 10، ص 348</w:t>
      </w:r>
    </w:p>
    <w:p w:rsidR="00A43042" w:rsidRDefault="00A43042" w:rsidP="004C7127">
      <w:pPr>
        <w:pStyle w:val="libFootnote0"/>
        <w:rPr>
          <w:rtl/>
          <w:lang w:bidi="fa-IR"/>
        </w:rPr>
      </w:pPr>
      <w:r>
        <w:rPr>
          <w:rtl/>
          <w:lang w:bidi="fa-IR"/>
        </w:rPr>
        <w:t>2-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خسرو دهلو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4C7127" w:rsidP="004C7127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  <w:r w:rsidR="00A43042">
        <w:rPr>
          <w:rFonts w:hint="cs"/>
          <w:rtl/>
          <w:lang w:bidi="fa-IR"/>
        </w:rPr>
        <w:lastRenderedPageBreak/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م،</w:t>
      </w:r>
      <w:r w:rsidR="00A43042">
        <w:rPr>
          <w:rtl/>
          <w:lang w:bidi="fa-IR"/>
        </w:rPr>
        <w:t xml:space="preserve"> به ام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وفادار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افزا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اعتماد ما به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>. حال اگر همسر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 عهد و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وفادار نماند، چگونه همسرش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تواند به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اعتماد کند؟ چگونه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تواند به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عشق و مهر و محبت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که 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چ</w:t>
      </w:r>
      <w:r w:rsidR="00A43042">
        <w:rPr>
          <w:rtl/>
          <w:lang w:bidi="fa-IR"/>
        </w:rPr>
        <w:t xml:space="preserve"> گاه او را رها نخواهد ساخت و جز او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</w:t>
      </w:r>
      <w:r w:rsidR="00A43042">
        <w:rPr>
          <w:rFonts w:hint="eastAsia"/>
          <w:rtl/>
          <w:lang w:bidi="fa-IR"/>
        </w:rPr>
        <w:t>مهمان</w:t>
      </w:r>
      <w:r w:rsidR="00A43042">
        <w:rPr>
          <w:rtl/>
          <w:lang w:bidi="fa-IR"/>
        </w:rPr>
        <w:t xml:space="preserve"> دل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نخواهند ساخت، اعتماد کند؟ در چن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حالت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کنار چن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همسر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وفا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بودن، احساس ناامن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ترس، دلهره، اضطراب را بر تمام وجود شخص مستول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کند. با وفادار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 عهد و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ها، آرامش و شاد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ساکن کلبه مستان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ساز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4C7127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4C7127" w:rsidRDefault="004C7127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در جفات بم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رم،</w:t>
            </w:r>
            <w:r>
              <w:rPr>
                <w:rtl/>
                <w:lang w:bidi="fa-IR"/>
              </w:rPr>
              <w:t xml:space="preserve"> بخوان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آنچه نوشتم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C7127" w:rsidRDefault="004C7127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C7127" w:rsidRDefault="004C7127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>ر آستان تو از خون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حرف وفا را </w:t>
            </w:r>
            <w:r w:rsidRPr="004C7127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4C7127" w:rsidRDefault="004C7127" w:rsidP="004C71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4C7127">
      <w:pPr>
        <w:pStyle w:val="libFootnote0"/>
        <w:rPr>
          <w:rtl/>
          <w:lang w:bidi="fa-IR"/>
        </w:rPr>
      </w:pPr>
      <w:r>
        <w:rPr>
          <w:rtl/>
          <w:lang w:bidi="fa-IR"/>
        </w:rPr>
        <w:t>1-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خسرو دهلو</w:t>
      </w:r>
      <w:r>
        <w:rPr>
          <w:rFonts w:hint="cs"/>
          <w:rtl/>
          <w:lang w:bidi="fa-IR"/>
        </w:rPr>
        <w:t>ی</w:t>
      </w:r>
    </w:p>
    <w:p w:rsidR="00A43042" w:rsidRDefault="004C7127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4C7127">
      <w:pPr>
        <w:pStyle w:val="Heading1"/>
        <w:rPr>
          <w:rtl/>
          <w:lang w:bidi="fa-IR"/>
        </w:rPr>
      </w:pPr>
      <w:bookmarkStart w:id="6" w:name="_Toc531765199"/>
      <w:r>
        <w:rPr>
          <w:rtl/>
          <w:lang w:bidi="fa-IR"/>
        </w:rPr>
        <w:t>8</w:t>
      </w:r>
      <w:r w:rsidR="004C712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تعادل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همسر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bookmarkEnd w:id="6"/>
    </w:p>
    <w:p w:rsidR="00A43042" w:rsidRDefault="00A43042" w:rsidP="004C712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خداوند دانا اراده نمود که ما پا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کره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 ما را در دامان پر مهر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دلسوز و در سا</w:t>
      </w:r>
      <w:r>
        <w:rPr>
          <w:rFonts w:hint="cs"/>
          <w:rtl/>
          <w:lang w:bidi="fa-IR"/>
        </w:rPr>
        <w:t>ی</w:t>
      </w:r>
      <w:r w:rsidR="004C712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فداکار قرارداد. پدر و مادر، از دل و جان تمام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برآورده ساختند؛ و چون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مونس و هم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ما خواهر و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عطا نمود تا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</w:t>
      </w:r>
      <w:r w:rsidR="004C712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تنها نمان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در کنار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فصل ها و سال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رفتند و ما بالغ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هنگام، مالک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روح و روان و س</w:t>
      </w:r>
      <w:r>
        <w:rPr>
          <w:rFonts w:hint="eastAsia"/>
          <w:rtl/>
          <w:lang w:bidi="fa-IR"/>
        </w:rPr>
        <w:t>لامت</w:t>
      </w:r>
      <w:r>
        <w:rPr>
          <w:rtl/>
          <w:lang w:bidi="fa-IR"/>
        </w:rPr>
        <w:t xml:space="preserve"> جسم و جان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ما به دوست داشتن و دوست داشته شدن، از سر لطف، به ما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و باوفا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 تا در کنار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لذت خوش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 حال 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لطف و احسان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مهربان!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گلستان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مملو از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رنگارنگ قرار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هر طرف که بنگر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قابل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که کدام گل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تر و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تر و خوشبوتر است. چرا که هر گل رنگ و بو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خاص دارد: پدر، تاج سر، افتخار،آبرو،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 و مددکار ماست. مادر، قوت قلب و نور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ماست. همسر،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باوفا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و مونس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ماست. برادر و خواهر، دوست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غم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دوران خوش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هستند.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مانند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کهکشان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هستند و ما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ها پرتو افشان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</w:t>
      </w:r>
      <w:r>
        <w:rPr>
          <w:rtl/>
          <w:lang w:bidi="fa-IR"/>
        </w:rPr>
        <w:lastRenderedPageBreak/>
        <w:t>همه را از نور پر مهر و محبت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بهره مند سازد. پدر، مادر، همسر، برادر، خواهر، همگان به مهر، محبت، عشق، دوست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احترام،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مشاوره، و دلسوز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 ما است که از مهر و محبت ستارگان پر فروغ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بهره مند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همانگونه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بهره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از مهر و محبت ما حق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است.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و مادر،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کرده اند و همسر،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کرانش را نثار ما ساخته و برادر و خواهر،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ما را از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نساخته اند. آنها دوستان و دوستدار ما هستند،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افسوس که انسان فراموش کار و ناسپاس است.</w:t>
      </w:r>
    </w:p>
    <w:p w:rsidR="00A43042" w:rsidRDefault="00A43042" w:rsidP="004C712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افراد، از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همسر خود 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بندند و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چشند،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دوستان گذشت</w:t>
      </w:r>
      <w:r w:rsidR="004C712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 را به ورط</w:t>
      </w:r>
      <w:r w:rsidR="004C712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سپارند. آنها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که ناتوان بودند،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آن زمان که چون نهال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شکننده بودند و پدر و</w:t>
      </w:r>
      <w:r w:rsidR="004C712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مادر،</w:t>
      </w:r>
      <w:r>
        <w:rPr>
          <w:rtl/>
          <w:lang w:bidi="fa-IR"/>
        </w:rPr>
        <w:t xml:space="preserve"> خود را عاشقانه سپر طوفان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نمودند، ملالت ها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هر آنچه آنها بزرگ تر شدند، پدر و مادر فرسوده تر و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تر شدند.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مهر، محبت، عشق،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و وفادار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آنها مانند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آب شناور است و از آن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اما افسوس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آب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آنگاه که دست روزگار آنان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ارشان</w:t>
      </w:r>
      <w:r>
        <w:rPr>
          <w:rtl/>
          <w:lang w:bidi="fa-IR"/>
        </w:rPr>
        <w:t xml:space="preserve">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سازد، تازه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چه دوست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دست داد ه اند.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2007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گروه محکوم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چرا که آنان متوجه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مهم نشده اند که همانگونه که خانواده،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گرانقدر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همسر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پربها است؛ و هر اندازه که همسر نور چشم و قوت قلب و آرامش بخش جان است، پدر و مادر و برادر و خواهر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غم خوار و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ما هستند.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گروه، هم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هم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همسرشان را؛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زانشان</w:t>
      </w:r>
      <w:r>
        <w:rPr>
          <w:rtl/>
          <w:lang w:bidi="fa-IR"/>
        </w:rPr>
        <w:t xml:space="preserve"> از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خشنود و خرسند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 و معتدل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همسر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زانشان،</w:t>
      </w:r>
      <w:r>
        <w:rPr>
          <w:rtl/>
          <w:lang w:bidi="fa-IR"/>
        </w:rPr>
        <w:t xml:space="preserve"> تعادل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دربار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تعادل، حضرت عل</w:t>
      </w:r>
      <w:r>
        <w:rPr>
          <w:rFonts w:hint="cs"/>
          <w:rtl/>
          <w:lang w:bidi="fa-IR"/>
        </w:rPr>
        <w:t>ی</w:t>
      </w:r>
      <w:r w:rsidR="002007F2" w:rsidRPr="002007F2">
        <w:rPr>
          <w:rFonts w:ascii="Traditional Arabic" w:eastAsiaTheme="minorHAnsi" w:hAnsi="Traditional Arabic" w:cs="Traditional Arabic"/>
          <w:rtl/>
        </w:rPr>
        <w:t xml:space="preserve"> </w:t>
      </w:r>
      <w:r w:rsidR="002007F2" w:rsidRPr="002007F2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نادان را تندرو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کندرو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2007F2">
        <w:rPr>
          <w:rStyle w:val="libFootnotenumChar"/>
          <w:rtl/>
        </w:rPr>
        <w:t>(1)</w:t>
      </w:r>
    </w:p>
    <w:p w:rsidR="00A43042" w:rsidRPr="002007F2" w:rsidRDefault="002007F2" w:rsidP="002007F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2007F2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البلاغه، ص639، ح 70.</w:t>
      </w:r>
    </w:p>
    <w:p w:rsidR="00A43042" w:rsidRDefault="002007F2" w:rsidP="002007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انسان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انه</w:t>
      </w:r>
      <w:r w:rsidR="00A43042">
        <w:rPr>
          <w:rtl/>
          <w:lang w:bidi="fa-IR"/>
        </w:rPr>
        <w:t xml:space="preserve"> رو و معتدل، هم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گاه</w:t>
      </w:r>
      <w:r w:rsidR="00A43042">
        <w:rPr>
          <w:rtl/>
          <w:lang w:bidi="fa-IR"/>
        </w:rPr>
        <w:t xml:space="preserve"> و احترام پدر و مادر را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شناسد و هم به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گاه</w:t>
      </w:r>
      <w:r w:rsidR="00A43042">
        <w:rPr>
          <w:rtl/>
          <w:lang w:bidi="fa-IR"/>
        </w:rPr>
        <w:t xml:space="preserve"> و منزلت همسر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آگاه است؛ و هم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گاه</w:t>
      </w:r>
      <w:r w:rsidR="00A43042">
        <w:rPr>
          <w:rtl/>
          <w:lang w:bidi="fa-IR"/>
        </w:rPr>
        <w:t xml:space="preserve"> و موقع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برادر و خواهر را به خوب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درک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 و حق و حقوق هر کدام از عز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زانش</w:t>
      </w:r>
      <w:r w:rsidR="00A43042">
        <w:rPr>
          <w:rtl/>
          <w:lang w:bidi="fa-IR"/>
        </w:rPr>
        <w:t xml:space="preserve"> را به خوب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 xml:space="preserve"> </w:t>
      </w:r>
      <w:r w:rsidR="00A43042">
        <w:rPr>
          <w:rtl/>
          <w:lang w:bidi="fa-IR"/>
        </w:rPr>
        <w:t>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 و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داند که هر گل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رنگ و بو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دارد و </w:t>
      </w:r>
      <w:r w:rsidR="00A43042">
        <w:rPr>
          <w:rFonts w:hint="eastAsia"/>
          <w:rtl/>
          <w:lang w:bidi="fa-IR"/>
        </w:rPr>
        <w:t>انسان</w:t>
      </w:r>
      <w:r w:rsidR="00A43042">
        <w:rPr>
          <w:rtl/>
          <w:lang w:bidi="fa-IR"/>
        </w:rPr>
        <w:t xml:space="preserve"> هنرمند و عاشق،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از عطر و رنگ و بو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گل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اش بهره مند گردد. در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صورت است که نور مهر و محبت 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افرد خانواده اش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تابد و هم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آنها از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خرسند و خشنود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باشند و 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شان</w:t>
      </w:r>
      <w:r w:rsidR="00A43042">
        <w:rPr>
          <w:rtl/>
          <w:lang w:bidi="fa-IR"/>
        </w:rPr>
        <w:t xml:space="preserve"> صلح و دوست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برقرار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گردد. انسان 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انه</w:t>
      </w:r>
      <w:r w:rsidR="00A43042">
        <w:rPr>
          <w:rtl/>
          <w:lang w:bidi="fa-IR"/>
        </w:rPr>
        <w:t xml:space="preserve"> ر</w:t>
      </w:r>
      <w:r w:rsidR="00A43042">
        <w:rPr>
          <w:rFonts w:hint="eastAsia"/>
          <w:rtl/>
          <w:lang w:bidi="fa-IR"/>
        </w:rPr>
        <w:t>و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داند که هرکدام از عز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زانش</w:t>
      </w:r>
      <w:r w:rsidR="00A43042">
        <w:rPr>
          <w:rtl/>
          <w:lang w:bidi="fa-IR"/>
        </w:rPr>
        <w:t xml:space="preserve">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گاه</w:t>
      </w:r>
      <w:r w:rsidR="00A43042">
        <w:rPr>
          <w:rtl/>
          <w:lang w:bidi="fa-IR"/>
        </w:rPr>
        <w:t xml:space="preserve"> و مقام و منزلت و شأن خاص خودش را دارد و نبا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گاه</w:t>
      </w:r>
      <w:r w:rsidR="00A43042">
        <w:rPr>
          <w:rtl/>
          <w:lang w:bidi="fa-IR"/>
        </w:rPr>
        <w:t xml:space="preserve"> 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چ</w:t>
      </w:r>
      <w:r w:rsidR="00A43042">
        <w:rPr>
          <w:rtl/>
          <w:lang w:bidi="fa-IR"/>
        </w:rPr>
        <w:t xml:space="preserve"> کدام را به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واگذار نما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82"/>
        <w:gridCol w:w="268"/>
        <w:gridCol w:w="3272"/>
      </w:tblGrid>
      <w:tr w:rsidR="002007F2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2007F2" w:rsidRDefault="002007F2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راه</w:t>
            </w:r>
            <w:r>
              <w:rPr>
                <w:rtl/>
                <w:lang w:bidi="fa-IR"/>
              </w:rPr>
              <w:t xml:space="preserve"> اوسط شو که شد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رالامور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07F2" w:rsidRDefault="002007F2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07F2" w:rsidRDefault="002007F2" w:rsidP="004B292C">
            <w:pPr>
              <w:pStyle w:val="libPoem"/>
            </w:pPr>
            <w:r>
              <w:rPr>
                <w:rtl/>
                <w:lang w:bidi="fa-IR"/>
              </w:rPr>
              <w:t>تا ره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دوزخ پر شر و شور </w:t>
            </w:r>
            <w:r w:rsidRPr="002007F2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007F2" w:rsidRPr="002007F2" w:rsidRDefault="002007F2" w:rsidP="002007F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43042" w:rsidRDefault="00A43042" w:rsidP="002007F2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2007F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2007F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2007F2" w:rsidP="00BF2C99">
      <w:pPr>
        <w:pStyle w:val="Heading1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bookmarkStart w:id="7" w:name="_Toc531765200"/>
      <w:r w:rsidR="00A43042">
        <w:rPr>
          <w:rtl/>
          <w:lang w:bidi="fa-IR"/>
        </w:rPr>
        <w:t>9</w:t>
      </w:r>
      <w:r>
        <w:rPr>
          <w:rFonts w:hint="cs"/>
          <w:rtl/>
          <w:lang w:bidi="fa-IR"/>
        </w:rPr>
        <w:t xml:space="preserve"> - </w:t>
      </w:r>
      <w:r w:rsidR="00A43042">
        <w:rPr>
          <w:rtl/>
          <w:lang w:bidi="fa-IR"/>
        </w:rPr>
        <w:t>رازدار</w:t>
      </w:r>
      <w:r w:rsidR="00A43042">
        <w:rPr>
          <w:rFonts w:hint="cs"/>
          <w:rtl/>
          <w:lang w:bidi="fa-IR"/>
        </w:rPr>
        <w:t>ی</w:t>
      </w:r>
      <w:bookmarkEnd w:id="7"/>
    </w:p>
    <w:p w:rsidR="00A43042" w:rsidRDefault="00A43042" w:rsidP="002007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گنجا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انسان محدود است و تاب تحمل درد و اندوه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ندارد.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غم و غصه ها آنقدر دردناکند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انسان را بسان آتشفشان، خروشان و جوشان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چنانکه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تاب در خود نگهداشتن اندوه دردناک و کشنده را نداشته باشد، شخص مانند تشنه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</w:t>
      </w:r>
      <w:r>
        <w:rPr>
          <w:rFonts w:hint="eastAsia"/>
          <w:rtl/>
          <w:lang w:bidi="fa-IR"/>
        </w:rPr>
        <w:t>وزان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ملتمسانه به هر سو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است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جرعه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چند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برطرف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نگرد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عقد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دل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لطف و رحمت و احسان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همانند باران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تفد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اش ما را سرد و آرام سازد.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ازدواج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گرفتار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لحظه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مونس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رازدار و محرم اسرار ما باشد. اسرار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را سخت و دشوار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ازدواج،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رازهاست.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4"/>
        <w:gridCol w:w="269"/>
        <w:gridCol w:w="3329"/>
      </w:tblGrid>
      <w:tr w:rsidR="002007F2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2007F2" w:rsidRDefault="002007F2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اُنس جان، اندر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اِنس و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07F2" w:rsidRDefault="002007F2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07F2" w:rsidRDefault="002007F2" w:rsidP="004B292C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رف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tl/>
                <w:lang w:bidi="fa-IR"/>
              </w:rPr>
              <w:t xml:space="preserve"> هم سرشت و هم دم و هم درد کو </w:t>
            </w:r>
            <w:r w:rsidRPr="002007F2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2007F2" w:rsidRDefault="002007F2" w:rsidP="002007F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2007F2">
      <w:pPr>
        <w:pStyle w:val="libFootnote0"/>
        <w:rPr>
          <w:rtl/>
          <w:lang w:bidi="fa-IR"/>
        </w:rPr>
      </w:pPr>
      <w:r>
        <w:rPr>
          <w:rtl/>
          <w:lang w:bidi="fa-IR"/>
        </w:rPr>
        <w:t>1- سنا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عزنو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2007F2" w:rsidP="002007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ازدواج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تا هر آنگاه که طوفان بلا،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پر فروغ و روشن ما را مانند شب، ت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ره</w:t>
      </w:r>
      <w:r w:rsidR="00A43042">
        <w:rPr>
          <w:rtl/>
          <w:lang w:bidi="fa-IR"/>
        </w:rPr>
        <w:t xml:space="preserve"> و تار نمود و ما را از ادام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بقا ناام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ساخت، چون بلبل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دا</w:t>
      </w:r>
      <w:r w:rsidR="00A43042">
        <w:rPr>
          <w:rtl/>
          <w:lang w:bidi="fa-IR"/>
        </w:rPr>
        <w:t xml:space="preserve"> خود را به گل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مان برسان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تا او بسان عاشق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فته،</w:t>
      </w:r>
      <w:r w:rsidR="00A43042">
        <w:rPr>
          <w:rtl/>
          <w:lang w:bidi="fa-IR"/>
        </w:rPr>
        <w:t xml:space="preserve"> ما را از لطف و احسان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بهره مند سازد و گوش جان به کلام </w:t>
      </w:r>
      <w:r w:rsidR="00A43042">
        <w:rPr>
          <w:rFonts w:hint="eastAsia"/>
          <w:rtl/>
          <w:lang w:bidi="fa-IR"/>
        </w:rPr>
        <w:t>ما</w:t>
      </w:r>
      <w:r w:rsidR="00A43042">
        <w:rPr>
          <w:rtl/>
          <w:lang w:bidi="fa-IR"/>
        </w:rPr>
        <w:t xml:space="preserve"> سپارد و ما را از غم و اندوه نجات بخشد و با نوازش ساحرانه و کلام طب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بانه</w:t>
      </w:r>
      <w:r w:rsidR="00A43042">
        <w:rPr>
          <w:rtl/>
          <w:lang w:bidi="fa-IR"/>
        </w:rPr>
        <w:t xml:space="preserve"> مرهم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 دردها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بگذارد.</w:t>
      </w:r>
    </w:p>
    <w:p w:rsidR="00A43042" w:rsidRDefault="00A43042" w:rsidP="002007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مُهر</w:t>
      </w:r>
      <w:r>
        <w:rPr>
          <w:rtl/>
          <w:lang w:bidi="fa-IR"/>
        </w:rPr>
        <w:t xml:space="preserve"> از زبان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صندوقچ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اسرار 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محبوب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از کابوس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شبانه و ملالت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روزانه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سِرّ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نزد همسرمان فاش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تا روزگار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سخت و تلخ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شود. پرده از اسرار درون کنار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شاهد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شدن خرمن وجودمان و به تاراج رفتن عمرمان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 همسر شور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حال خود از؛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آرامش،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عط</w:t>
      </w:r>
      <w:r>
        <w:rPr>
          <w:rFonts w:hint="cs"/>
          <w:rtl/>
          <w:lang w:bidi="fa-IR"/>
        </w:rPr>
        <w:t>ی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گران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انتظار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نگار ما به کلام ما گوش بسپارد تا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دوشمان بردارد و از غم و اندوه ما </w:t>
      </w:r>
      <w:r>
        <w:rPr>
          <w:rFonts w:hint="eastAsia"/>
          <w:rtl/>
          <w:lang w:bidi="fa-IR"/>
        </w:rPr>
        <w:t>بکاهد</w:t>
      </w:r>
      <w:r>
        <w:rPr>
          <w:rtl/>
          <w:lang w:bidi="fa-IR"/>
        </w:rPr>
        <w:t>. لطف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هر عاشق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انتظار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9"/>
        <w:gridCol w:w="3312"/>
      </w:tblGrid>
      <w:tr w:rsidR="002007F2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2007F2" w:rsidRDefault="002007F2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حق</w:t>
            </w:r>
            <w:r>
              <w:rPr>
                <w:rtl/>
                <w:lang w:bidi="fa-IR"/>
              </w:rPr>
              <w:t xml:space="preserve"> مرا گفت تو را لطف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07F2" w:rsidRDefault="002007F2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07F2" w:rsidRDefault="002007F2" w:rsidP="004B292C">
            <w:pPr>
              <w:pStyle w:val="libPoem"/>
            </w:pPr>
            <w:r>
              <w:rPr>
                <w:rtl/>
                <w:lang w:bidi="fa-IR"/>
              </w:rPr>
              <w:t xml:space="preserve">بر سر آن زخم ها مرهم نهم </w:t>
            </w:r>
            <w:r w:rsidRPr="002007F2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2007F2" w:rsidRDefault="002007F2" w:rsidP="002007F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43042" w:rsidRDefault="00A43042" w:rsidP="002007F2">
      <w:pPr>
        <w:pStyle w:val="libFootnote0"/>
        <w:rPr>
          <w:rtl/>
          <w:lang w:bidi="fa-IR"/>
        </w:rPr>
      </w:pPr>
      <w:r>
        <w:rPr>
          <w:rtl/>
          <w:lang w:bidi="fa-IR"/>
        </w:rPr>
        <w:t>1- مثنو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2007F2" w:rsidP="002007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حال</w:t>
      </w:r>
      <w:r w:rsidR="00A43042">
        <w:rPr>
          <w:rtl/>
          <w:lang w:bidi="fa-IR"/>
        </w:rPr>
        <w:t xml:space="preserve"> که همسرمان ما را محرم اسرار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گانه</w:t>
      </w:r>
      <w:r w:rsidR="00A43042">
        <w:rPr>
          <w:rtl/>
          <w:lang w:bidi="fa-IR"/>
        </w:rPr>
        <w:t xml:space="preserve"> طب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</w:t>
      </w:r>
      <w:r w:rsidR="00A43042">
        <w:rPr>
          <w:rtl/>
          <w:lang w:bidi="fa-IR"/>
        </w:rPr>
        <w:t xml:space="preserve"> دل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شناخته و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شفا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جسم و جان به ما پناه آورده است، اگر خواستار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تمنا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ابد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باشد و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شه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گانه</w:t>
      </w:r>
      <w:r w:rsidR="00A43042">
        <w:rPr>
          <w:rtl/>
          <w:lang w:bidi="fa-IR"/>
        </w:rPr>
        <w:t xml:space="preserve"> محرم او باش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م،</w:t>
      </w:r>
      <w:r w:rsidR="00A43042">
        <w:rPr>
          <w:rtl/>
          <w:lang w:bidi="fa-IR"/>
        </w:rPr>
        <w:t xml:space="preserve"> رسم امانت دار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رازدار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به جا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اور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در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باره امام عل</w:t>
      </w:r>
      <w:r w:rsidR="00A43042">
        <w:rPr>
          <w:rFonts w:hint="cs"/>
          <w:rtl/>
          <w:lang w:bidi="fa-IR"/>
        </w:rPr>
        <w:t>ی</w:t>
      </w:r>
      <w:r w:rsidRPr="002007F2">
        <w:rPr>
          <w:rFonts w:ascii="Traditional Arabic" w:eastAsiaTheme="minorHAnsi" w:hAnsi="Traditional Arabic" w:cs="Traditional Arabic"/>
          <w:rtl/>
        </w:rPr>
        <w:t xml:space="preserve"> </w:t>
      </w:r>
      <w:r w:rsidRPr="002007F2">
        <w:rPr>
          <w:rStyle w:val="libAlaemChar"/>
          <w:rFonts w:eastAsiaTheme="minorHAnsi"/>
          <w:rtl/>
        </w:rPr>
        <w:t>عليه‌السلام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را</w:t>
      </w:r>
      <w:r w:rsidR="00A43042">
        <w:rPr>
          <w:rFonts w:hint="eastAsia"/>
          <w:rtl/>
          <w:lang w:bidi="fa-IR"/>
        </w:rPr>
        <w:t>زدار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اساس راز سپردن است</w:t>
      </w:r>
      <w:r w:rsidR="00A43042" w:rsidRPr="002007F2">
        <w:rPr>
          <w:rStyle w:val="libFootnotenumChar"/>
          <w:rtl/>
        </w:rPr>
        <w:t>.(1)</w:t>
      </w:r>
    </w:p>
    <w:p w:rsidR="00A43042" w:rsidRDefault="00A43042" w:rsidP="002007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دلداد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ما، ما 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رازدار دانسته و سرّ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برملا ساخته است. او اگر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دانست،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راز همسر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برملا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گذر زمان رسوا کنند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همسران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 و برملا کنند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همس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است. اگر امروز اسرار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که به امانت در نزد ما نهاده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بازگو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او متوج</w:t>
      </w:r>
      <w:r w:rsidR="002007F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آن روز 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گفت و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چشمان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کرد؟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امروز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لب به آشکار کردن راز همسرتان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سر او را فاش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</w:t>
      </w:r>
      <w:r w:rsidR="0059149B">
        <w:rPr>
          <w:rFonts w:hint="cs"/>
          <w:rtl/>
          <w:lang w:bidi="fa-IR"/>
        </w:rPr>
        <w:t>ا</w:t>
      </w:r>
      <w:r>
        <w:rPr>
          <w:rtl/>
          <w:lang w:bidi="fa-IR"/>
        </w:rPr>
        <w:t>هد آمد که دوست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روز،</w:t>
      </w:r>
      <w:r>
        <w:rPr>
          <w:rtl/>
          <w:lang w:bidi="fa-IR"/>
        </w:rPr>
        <w:t xml:space="preserve"> دشمن امروز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آن روز، ممکن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انتقام، اسرار شما را نزد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فاش سازد. آنگاه است که شکوه، عزت، وقار و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و همسر و فرزندان و</w:t>
      </w:r>
    </w:p>
    <w:p w:rsidR="00A43042" w:rsidRPr="0059149B" w:rsidRDefault="0059149B" w:rsidP="0059149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43042" w:rsidRDefault="00A43042" w:rsidP="0059149B">
      <w:pPr>
        <w:pStyle w:val="libFootnote0"/>
        <w:rPr>
          <w:rtl/>
          <w:lang w:bidi="fa-IR"/>
        </w:rPr>
      </w:pPr>
      <w:r>
        <w:rPr>
          <w:rtl/>
          <w:lang w:bidi="fa-IR"/>
        </w:rPr>
        <w:t>1- غررالحکم، ص38، ح403.</w:t>
      </w:r>
    </w:p>
    <w:p w:rsidR="00A43042" w:rsidRDefault="0059149B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تان به تاراج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رود. آنگاه شما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جفا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بزرگ؛ و عاشق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دلشکسته که دلش از 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مهر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شما آنچنان پر سوز و گداز گرد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ده</w:t>
      </w:r>
      <w:r w:rsidR="00A43042">
        <w:rPr>
          <w:rtl/>
          <w:lang w:bidi="fa-IR"/>
        </w:rPr>
        <w:t xml:space="preserve"> است که اگر آن را در در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قرار دهند، آب در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را به جوش و خروش وا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دارد!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همسر عاشق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وجود همسرش،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همراه با آرامش و به دور از استرس و اضطراب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</w:t>
      </w:r>
      <w:r>
        <w:rPr>
          <w:rtl/>
          <w:lang w:bidi="fa-IR"/>
        </w:rPr>
        <w:t xml:space="preserve"> و فشارها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رازدار خوب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تا هرگاه که در اثر فشارها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استرس و اضطراب، وجود فرد را فرا گرفت،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نزد همسر و محرم خود بشتابد و از غم و اندوه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وجود آرام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متلاطم ساخته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وجودش را طوفان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است،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کند و راز دل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آرامش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لطف و احسان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حق همسر خود انجام داد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کرد. آرامش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همانند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انسان لازم و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9"/>
        <w:gridCol w:w="3324"/>
      </w:tblGrid>
      <w:tr w:rsidR="0059149B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</w:t>
            </w:r>
            <w:r>
              <w:rPr>
                <w:rtl/>
                <w:lang w:bidi="fa-IR"/>
              </w:rPr>
              <w:t>ر راز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نهان در پرده دار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9149B" w:rsidRDefault="0059149B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tl/>
                <w:lang w:bidi="fa-IR"/>
              </w:rPr>
              <w:t>بگو با من چرا دل مرده دار</w:t>
            </w:r>
            <w:r>
              <w:rPr>
                <w:rFonts w:hint="cs"/>
                <w:rtl/>
                <w:lang w:bidi="fa-IR"/>
              </w:rPr>
              <w:t>ی</w:t>
            </w:r>
            <w:r w:rsidRPr="0059149B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59149B" w:rsidRDefault="0059149B" w:rsidP="0059149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43042" w:rsidRDefault="00A43042" w:rsidP="0059149B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59149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عطار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59149B" w:rsidRDefault="0059149B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BF2C99">
      <w:pPr>
        <w:pStyle w:val="Heading1"/>
        <w:rPr>
          <w:rtl/>
          <w:lang w:bidi="fa-IR"/>
        </w:rPr>
      </w:pPr>
      <w:bookmarkStart w:id="8" w:name="_Toc531765201"/>
      <w:r>
        <w:rPr>
          <w:rtl/>
          <w:lang w:bidi="fa-IR"/>
        </w:rPr>
        <w:t>10</w:t>
      </w:r>
      <w:r w:rsidR="0059149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احساسات، خواسته ها و 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bookmarkEnd w:id="8"/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زم،</w:t>
      </w:r>
      <w:r>
        <w:rPr>
          <w:rtl/>
          <w:lang w:bidi="fa-IR"/>
        </w:rPr>
        <w:t xml:space="preserve"> همسرم، دوست دارم . تو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 آن تک ستاره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نغمه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عشق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من، در کنار تو آرامش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و لذت عشق را 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7"/>
        <w:gridCol w:w="269"/>
        <w:gridCol w:w="3316"/>
      </w:tblGrid>
      <w:tr w:rsidR="0059149B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مرده</w:t>
            </w:r>
            <w:r>
              <w:rPr>
                <w:rtl/>
                <w:lang w:bidi="fa-IR"/>
              </w:rPr>
              <w:t xml:space="preserve"> بدم زنده شدم، 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بدم خنده شدم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9149B" w:rsidRDefault="0059149B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دولت</w:t>
            </w:r>
            <w:r>
              <w:rPr>
                <w:rtl/>
                <w:lang w:bidi="fa-IR"/>
              </w:rPr>
              <w:t xml:space="preserve"> عشق آمد و من دولت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نده</w:t>
            </w:r>
            <w:r>
              <w:rPr>
                <w:rtl/>
                <w:lang w:bidi="fa-IR"/>
              </w:rPr>
              <w:t xml:space="preserve"> شدم </w:t>
            </w:r>
            <w:r w:rsidRPr="0059149B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که دست روزگار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من سخت و دشوار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من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حرکت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قله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ندارم،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کشش و جذ اب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توست</w:t>
      </w:r>
      <w:r>
        <w:rPr>
          <w:rtl/>
          <w:lang w:bidi="fa-IR"/>
        </w:rPr>
        <w:t xml:space="preserve"> که چون با رقه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در دل من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 به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دلبر</w:t>
      </w:r>
      <w:r>
        <w:rPr>
          <w:rtl/>
          <w:lang w:bidi="fa-IR"/>
        </w:rPr>
        <w:t xml:space="preserve"> و د لربا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تمام 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رها سازند من احساس ب</w:t>
      </w:r>
      <w:r>
        <w:rPr>
          <w:rFonts w:hint="cs"/>
          <w:rtl/>
          <w:lang w:bidi="fa-IR"/>
        </w:rPr>
        <w:t>ی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نخواهم کرد، آخر چون تو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بردارم.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جوش و خروشها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>
        <w:rPr>
          <w:rFonts w:hint="eastAsia"/>
          <w:rtl/>
          <w:lang w:bidi="fa-IR"/>
        </w:rPr>
        <w:t>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بزم جانانه مرا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وجود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معطر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کلبه مرا با صفا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غمها و دردها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چون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وفا دست من</w:t>
      </w:r>
    </w:p>
    <w:p w:rsidR="00A43042" w:rsidRPr="0059149B" w:rsidRDefault="0059149B" w:rsidP="0059149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59149B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59149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مولانا</w:t>
      </w:r>
    </w:p>
    <w:p w:rsidR="00A43042" w:rsidRDefault="0059149B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افتاده</w:t>
      </w:r>
      <w:r w:rsidR="00A43042">
        <w:rPr>
          <w:rtl/>
          <w:lang w:bidi="fa-IR"/>
        </w:rPr>
        <w:t xml:space="preserve"> را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دوان دوان مرا از سرزم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اه</w:t>
      </w:r>
      <w:r w:rsidR="00A43042">
        <w:rPr>
          <w:rtl/>
          <w:lang w:bidi="fa-IR"/>
        </w:rPr>
        <w:t xml:space="preserve"> غم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رون</w:t>
      </w:r>
      <w:r w:rsidR="00A43042">
        <w:rPr>
          <w:rtl/>
          <w:lang w:bidi="fa-IR"/>
        </w:rPr>
        <w:t xml:space="preserve"> و به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رسم</w:t>
      </w:r>
      <w:r>
        <w:rPr>
          <w:rtl/>
          <w:lang w:bidi="fa-IR"/>
        </w:rPr>
        <w:t xml:space="preserve"> 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افتخار و شکوه و عزت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نازند و من تنها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00"/>
        <w:gridCol w:w="268"/>
        <w:gridCol w:w="3354"/>
      </w:tblGrid>
      <w:tr w:rsidR="0059149B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زانکه گدا گشتم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برگ و نوا گشتم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9149B" w:rsidRDefault="0059149B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جمله شهنشاهان از عشق تو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نازم </w:t>
            </w:r>
            <w:r w:rsidRPr="0059149B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من،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من، دوست من،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هزاران هزار بار آن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قسمت من نمود سپاس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 است که انسان احساسات دل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را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نسبت</w:t>
      </w:r>
      <w:r>
        <w:rPr>
          <w:rtl/>
          <w:lang w:bidi="fa-IR"/>
        </w:rPr>
        <w:t xml:space="preserve"> به همسر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دلدادگ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او ثابت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 عاشقانه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 کند.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59149B" w:rsidRPr="0059149B">
        <w:rPr>
          <w:rFonts w:ascii="Traditional Arabic" w:eastAsiaTheme="minorHAnsi" w:hAnsi="Traditional Arabic" w:cs="Traditional Arabic"/>
          <w:rtl/>
        </w:rPr>
        <w:t xml:space="preserve"> </w:t>
      </w:r>
      <w:r w:rsidR="0059149B" w:rsidRPr="0059149B">
        <w:rPr>
          <w:rStyle w:val="libAlaemChar"/>
          <w:rFonts w:eastAsiaTheme="minorHAnsi"/>
          <w:rtl/>
        </w:rPr>
        <w:t>صلى‌الله‌عليه‌وآله‌وسلم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چون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او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دوستش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محبت را پابرجا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</w:t>
      </w:r>
      <w:r w:rsidRPr="0059149B">
        <w:rPr>
          <w:rStyle w:val="libFootnotenumChar"/>
          <w:rtl/>
        </w:rPr>
        <w:t>(2)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914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خواسته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دلسوزانه و مشفقانه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همسرتان به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صورت</w:t>
      </w:r>
      <w:r>
        <w:rPr>
          <w:rtl/>
          <w:lang w:bidi="fa-IR"/>
        </w:rPr>
        <w:t xml:space="preserve"> دلپذ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حتماً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اجابت</w:t>
      </w:r>
      <w:r w:rsidR="005914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چرا که او دلبسته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و عاشق شماست!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6"/>
        <w:gridCol w:w="268"/>
        <w:gridCol w:w="3298"/>
      </w:tblGrid>
      <w:tr w:rsidR="0059149B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</w:t>
            </w:r>
            <w:r>
              <w:rPr>
                <w:rtl/>
                <w:lang w:bidi="fa-IR"/>
              </w:rPr>
              <w:t xml:space="preserve"> 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ادا</w:t>
            </w:r>
            <w:r>
              <w:rPr>
                <w:rtl/>
                <w:lang w:bidi="fa-IR"/>
              </w:rPr>
              <w:t xml:space="preserve"> زِعشق وا 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9149B" w:rsidRDefault="0059149B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9149B" w:rsidRDefault="0059149B" w:rsidP="004B292C">
            <w:pPr>
              <w:pStyle w:val="libPoem"/>
            </w:pPr>
            <w:r>
              <w:rPr>
                <w:rtl/>
                <w:lang w:bidi="fa-IR"/>
              </w:rPr>
              <w:t xml:space="preserve">کارم به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طرفه نگار افتادا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9149B" w:rsidTr="004B292C">
        <w:trPr>
          <w:trHeight w:val="350"/>
        </w:trPr>
        <w:tc>
          <w:tcPr>
            <w:tcW w:w="3920" w:type="dxa"/>
          </w:tcPr>
          <w:p w:rsidR="0059149B" w:rsidRDefault="0059149B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داد من شکسته دادا دادا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9149B" w:rsidRDefault="0059149B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9149B" w:rsidRDefault="0059149B" w:rsidP="004B292C">
            <w:pPr>
              <w:pStyle w:val="libPoem"/>
            </w:pPr>
            <w:r>
              <w:rPr>
                <w:rtl/>
                <w:lang w:bidi="fa-IR"/>
              </w:rPr>
              <w:t xml:space="preserve">ورنه من و عشق هرچه بادا بادا </w:t>
            </w:r>
            <w:r w:rsidRPr="0059149B">
              <w:rPr>
                <w:rStyle w:val="libFootnotenumChar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FD175F" w:rsidRDefault="00FD175F" w:rsidP="00FD175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FD175F">
      <w:pPr>
        <w:pStyle w:val="libFootnote0"/>
        <w:rPr>
          <w:rtl/>
          <w:lang w:bidi="fa-IR"/>
        </w:rPr>
      </w:pPr>
      <w:r>
        <w:rPr>
          <w:rtl/>
          <w:lang w:bidi="fa-IR"/>
        </w:rPr>
        <w:t>1-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FD175F">
      <w:pPr>
        <w:pStyle w:val="libFootnote0"/>
        <w:rPr>
          <w:rtl/>
          <w:lang w:bidi="fa-IR"/>
        </w:rPr>
      </w:pPr>
      <w:r>
        <w:rPr>
          <w:rtl/>
          <w:lang w:bidi="fa-IR"/>
        </w:rPr>
        <w:t>2- نهج الفصاحه، ص 220 ، ح 19</w:t>
      </w:r>
    </w:p>
    <w:p w:rsidR="00A43042" w:rsidRDefault="00A43042" w:rsidP="00FD175F">
      <w:pPr>
        <w:pStyle w:val="libFootnote0"/>
        <w:rPr>
          <w:rtl/>
          <w:lang w:bidi="fa-IR"/>
        </w:rPr>
      </w:pPr>
      <w:r>
        <w:rPr>
          <w:rtl/>
          <w:lang w:bidi="fa-IR"/>
        </w:rPr>
        <w:t>3- ابوسع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A43042" w:rsidRDefault="00FD175F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همچن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گله و شکا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و نارضا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خود را نسبت به آن دسته از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کارها</w:t>
      </w:r>
      <w:r>
        <w:rPr>
          <w:rtl/>
          <w:lang w:bidi="fa-IR"/>
        </w:rPr>
        <w:t xml:space="preserve"> و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همسرتان که سبب رنجش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با کلام</w:t>
      </w:r>
      <w:r>
        <w:rPr>
          <w:rFonts w:hint="cs"/>
          <w:rtl/>
          <w:lang w:bidi="fa-IR"/>
        </w:rPr>
        <w:t>ی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عاشقانه و دوستانه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! او به عشق شما تلاش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نمود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باعث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نشود . چرا که او دوست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شما 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غرق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سرور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حضرت</w:t>
      </w:r>
    </w:p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گله کردن کردن، ما</w:t>
      </w:r>
      <w:r>
        <w:rPr>
          <w:rFonts w:hint="cs"/>
          <w:rtl/>
          <w:lang w:bidi="fa-IR"/>
        </w:rPr>
        <w:t>ی</w:t>
      </w:r>
      <w:r w:rsidR="00FD175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  <w:r w:rsidRPr="00FD175F">
        <w:rPr>
          <w:rStyle w:val="libFootnotenumChar"/>
          <w:rtl/>
        </w:rPr>
        <w:t xml:space="preserve"> (1)</w:t>
      </w:r>
    </w:p>
    <w:p w:rsidR="00A43042" w:rsidRPr="00FD175F" w:rsidRDefault="00FD175F" w:rsidP="00FD175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FD175F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ص69، ح174.</w:t>
      </w:r>
    </w:p>
    <w:p w:rsidR="00FD175F" w:rsidRDefault="00FD175F" w:rsidP="00FD175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FD175F">
      <w:pPr>
        <w:pStyle w:val="Heading1"/>
        <w:rPr>
          <w:rtl/>
          <w:lang w:bidi="fa-IR"/>
        </w:rPr>
      </w:pPr>
      <w:bookmarkStart w:id="9" w:name="_Toc531765202"/>
      <w:r>
        <w:rPr>
          <w:rtl/>
          <w:lang w:bidi="fa-IR"/>
        </w:rPr>
        <w:t>11</w:t>
      </w:r>
      <w:r w:rsidR="00FD175F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برابر دانستن همسرباخود</w:t>
      </w:r>
      <w:bookmarkEnd w:id="9"/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تنها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در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علاوه بر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خواسته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همسر مهربان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مهم بشمار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ازدواج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برداشتن تابلو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«من» از سر در خانه و نصب تابلو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«ما» بر سر در گلخانه. ازدواج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لذت ها و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دو و غم و اندوه و تلخ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کدام. ازدواج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دو و شکست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کدام. ازدواج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فرار از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پناه بردن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در کنار هم بودن.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بپسند.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FD175F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FD175F" w:rsidRDefault="00FD175F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کس مپسند رنج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کز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نپسند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175F" w:rsidRDefault="00FD175F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175F" w:rsidRDefault="00FD175F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دوش کس منه بار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خود بردنش نتوان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 w:rsidRPr="00FD175F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همانگونه</w:t>
      </w:r>
      <w:r>
        <w:rPr>
          <w:rtl/>
          <w:lang w:bidi="fa-IR"/>
        </w:rPr>
        <w:t xml:space="preserve"> که مرد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ازدواج حق دارد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بهره مند شود، زن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حق دارد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لذت ها و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عهدنام</w:t>
      </w:r>
      <w:r w:rsidR="00FD175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 گردد؛ وگرنه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عشق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و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ادشان</w:t>
      </w:r>
      <w:r>
        <w:rPr>
          <w:rtl/>
          <w:lang w:bidi="fa-IR"/>
        </w:rPr>
        <w:t xml:space="preserve"> باشد که فر اموششان نشود که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قان</w:t>
      </w:r>
      <w:r>
        <w:rPr>
          <w:rtl/>
          <w:lang w:bidi="fa-IR"/>
        </w:rPr>
        <w:t xml:space="preserve"> راه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لذت ها و ناخوش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</w:t>
      </w:r>
    </w:p>
    <w:p w:rsidR="00A43042" w:rsidRPr="00FD175F" w:rsidRDefault="00FD175F" w:rsidP="00FD175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FD175F">
      <w:pPr>
        <w:pStyle w:val="libFootnote0"/>
        <w:rPr>
          <w:rtl/>
          <w:lang w:bidi="fa-IR"/>
        </w:rPr>
      </w:pPr>
      <w:r>
        <w:rPr>
          <w:rtl/>
          <w:lang w:bidi="fa-IR"/>
        </w:rPr>
        <w:t>1- پرو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اعتصام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FD175F" w:rsidRDefault="00FD175F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تلخ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کنار هم بمانند . آنها با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رنگارنگ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دلپذ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دست به دست هم داده اند،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در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قله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رسانند.در گذشته مردان بر زنان حاکم بودند و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.امروز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روزگار ما، زنان اشتباه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نه مرد سالار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نه زن سالار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و تنها مکتب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حاکم</w:t>
      </w:r>
      <w:r>
        <w:rPr>
          <w:rtl/>
          <w:lang w:bidi="fa-IR"/>
        </w:rPr>
        <w:t xml:space="preserve"> بر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عشق باشد . مرد و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عشق را حاکم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خوشبخت هستند . خان</w:t>
      </w:r>
      <w:r w:rsidR="00FD175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آنهاگلخانه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 ک و با صفا است . عشق،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عشق به عنوان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عادل و دادگر،حکم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هر آنچه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همسرت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خواهان و خ</w:t>
      </w:r>
      <w:r>
        <w:rPr>
          <w:rFonts w:hint="eastAsia"/>
          <w:rtl/>
          <w:lang w:bidi="fa-IR"/>
        </w:rPr>
        <w:t>واستار</w:t>
      </w:r>
      <w:r>
        <w:rPr>
          <w:rtl/>
          <w:lang w:bidi="fa-IR"/>
        </w:rPr>
        <w:t xml:space="preserve"> باش . عشق 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لذت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دو طرف باشد، همانگونه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اگر تلخ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هر دو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کنار هم رنج و تلخ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راه خود بردارند.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83"/>
        <w:gridCol w:w="236"/>
        <w:gridCol w:w="3303"/>
      </w:tblGrid>
      <w:tr w:rsidR="00FD175F" w:rsidTr="00FD175F">
        <w:trPr>
          <w:trHeight w:val="350"/>
        </w:trPr>
        <w:tc>
          <w:tcPr>
            <w:tcW w:w="3383" w:type="dxa"/>
            <w:shd w:val="clear" w:color="auto" w:fill="auto"/>
          </w:tcPr>
          <w:p w:rsidR="00FD175F" w:rsidRDefault="00FD175F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چه نپسند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آن برخو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36" w:type="dxa"/>
            <w:shd w:val="clear" w:color="auto" w:fill="auto"/>
          </w:tcPr>
          <w:p w:rsidR="00FD175F" w:rsidRDefault="00FD175F" w:rsidP="004B292C">
            <w:pPr>
              <w:pStyle w:val="libPoem"/>
              <w:rPr>
                <w:rtl/>
              </w:rPr>
            </w:pPr>
          </w:p>
        </w:tc>
        <w:tc>
          <w:tcPr>
            <w:tcW w:w="3303" w:type="dxa"/>
            <w:shd w:val="clear" w:color="auto" w:fill="auto"/>
          </w:tcPr>
          <w:p w:rsidR="00FD175F" w:rsidRDefault="00FD175F" w:rsidP="004B292C">
            <w:pPr>
              <w:pStyle w:val="libPoem"/>
            </w:pPr>
            <w:r>
              <w:rPr>
                <w:rtl/>
                <w:lang w:bidi="fa-IR"/>
              </w:rPr>
              <w:t>بر 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مپسند و بشنو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سخن </w:t>
            </w:r>
            <w:r w:rsidRPr="00FD175F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تادن بر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قل</w:t>
      </w:r>
      <w:r w:rsidR="00FD175F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پرافتخار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همسر ما</w:t>
      </w:r>
    </w:p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خواهان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افتخار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پس همانگونه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او 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از</w:t>
      </w:r>
    </w:p>
    <w:p w:rsidR="00A43042" w:rsidRPr="00FD175F" w:rsidRDefault="00FD175F" w:rsidP="00FD175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FD175F" w:rsidRDefault="00A43042" w:rsidP="00FD175F">
      <w:pPr>
        <w:pStyle w:val="libFootnote0"/>
        <w:rPr>
          <w:rtl/>
          <w:lang w:bidi="fa-IR"/>
        </w:rPr>
      </w:pPr>
      <w:r>
        <w:rPr>
          <w:rtl/>
          <w:lang w:bidi="fa-IR"/>
        </w:rPr>
        <w:t>1-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</w:p>
    <w:p w:rsidR="00A43042" w:rsidRDefault="00FD175F" w:rsidP="00FD175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رسم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مهر</w:t>
      </w:r>
      <w:r>
        <w:rPr>
          <w:rtl/>
          <w:lang w:bidi="fa-IR"/>
        </w:rPr>
        <w:t xml:space="preserve"> و وفا به جا آورده،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دوست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خود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انجام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FD175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مکتب</w:t>
      </w:r>
      <w:r>
        <w:rPr>
          <w:rtl/>
          <w:lang w:bidi="fa-IR"/>
        </w:rPr>
        <w:t xml:space="preserve"> عشق خودخواه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تابد. اگر قرار باشد تنها به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و خواسته ها و آرزوها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خواسته</w:t>
      </w:r>
      <w:r>
        <w:rPr>
          <w:rtl/>
          <w:lang w:bidi="fa-IR"/>
        </w:rPr>
        <w:t xml:space="preserve"> ها و آرزوها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همسرمان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مهم نباشد ،</w:t>
      </w:r>
    </w:p>
    <w:p w:rsidR="00A43042" w:rsidRDefault="00A43042" w:rsidP="004B29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عاشقان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ما چه خواهد شد؟ آنگاه که فرد به عدل و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و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انصاف با همسر رفتار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خواسته ها و آرزوها و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مهم جلوه کند و بهره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لذت ها،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ها،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ازات</w:t>
      </w:r>
      <w:r>
        <w:rPr>
          <w:rtl/>
          <w:lang w:bidi="fa-IR"/>
        </w:rPr>
        <w:t xml:space="preserve"> و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مشترک ،</w:t>
      </w:r>
      <w:r w:rsidR="00FD175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حق</w:t>
      </w:r>
      <w:r>
        <w:rPr>
          <w:rtl/>
          <w:lang w:bidi="fa-IR"/>
        </w:rPr>
        <w:t xml:space="preserve"> او بداند، عشق را شناخته و آن را به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نشان داده</w:t>
      </w:r>
      <w:r w:rsidR="004B292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ازدواج خود را از گزند طوفان بلا حفظ</w:t>
      </w:r>
      <w:r w:rsidR="004B292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نموده</w:t>
      </w:r>
      <w:r>
        <w:rPr>
          <w:rtl/>
          <w:lang w:bidi="fa-IR"/>
        </w:rPr>
        <w:t xml:space="preserve"> ، خود و همسر و فرزندان را از نعمت سرشار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سرخوش و لذت بخش بهره مند ساخته است . حضرت عل</w:t>
      </w:r>
      <w:r>
        <w:rPr>
          <w:rFonts w:hint="cs"/>
          <w:rtl/>
          <w:lang w:bidi="fa-IR"/>
        </w:rPr>
        <w:t>ی</w:t>
      </w:r>
      <w:r w:rsidR="004B292C" w:rsidRPr="004B292C">
        <w:rPr>
          <w:rFonts w:ascii="Traditional Arabic" w:eastAsiaTheme="minorHAnsi" w:hAnsi="Traditional Arabic" w:cs="Traditional Arabic"/>
          <w:rtl/>
        </w:rPr>
        <w:t xml:space="preserve"> </w:t>
      </w:r>
      <w:r w:rsidR="004B292C" w:rsidRPr="004B292C">
        <w:rPr>
          <w:rStyle w:val="libAlaemChar"/>
          <w:rFonts w:eastAsiaTheme="minorHAnsi"/>
          <w:rtl/>
        </w:rPr>
        <w:t>عليه‌السلام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انصاف داشتن، محبت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</w:t>
      </w:r>
      <w:r w:rsidRPr="004B292C">
        <w:rPr>
          <w:rStyle w:val="libFootnotenumChar"/>
          <w:rtl/>
        </w:rPr>
        <w:t xml:space="preserve"> 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4B292C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نگارا</w:t>
            </w:r>
            <w:r>
              <w:rPr>
                <w:rtl/>
                <w:lang w:bidi="fa-IR"/>
              </w:rPr>
              <w:t xml:space="preserve"> عزم آن دارم که جان در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افشانم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292C" w:rsidRDefault="004B292C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بوسه از لب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تو انصاف بستانم </w:t>
            </w:r>
            <w:r w:rsidRPr="004B292C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4B292C" w:rsidRDefault="004B292C" w:rsidP="004B29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4B292C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ج13، ص6307، ح20197.</w:t>
      </w:r>
    </w:p>
    <w:p w:rsidR="004B292C" w:rsidRDefault="00A43042" w:rsidP="004B292C">
      <w:pPr>
        <w:pStyle w:val="libFootnote0"/>
        <w:rPr>
          <w:rtl/>
          <w:lang w:bidi="fa-IR"/>
        </w:rPr>
      </w:pPr>
      <w:r>
        <w:rPr>
          <w:rtl/>
          <w:lang w:bidi="fa-IR"/>
        </w:rPr>
        <w:t>2-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خسرو دهلو</w:t>
      </w:r>
      <w:r>
        <w:rPr>
          <w:rFonts w:hint="cs"/>
          <w:rtl/>
          <w:lang w:bidi="fa-IR"/>
        </w:rPr>
        <w:t>ی</w:t>
      </w:r>
    </w:p>
    <w:p w:rsidR="00A43042" w:rsidRDefault="004B292C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4B292C">
      <w:pPr>
        <w:pStyle w:val="Heading1"/>
        <w:rPr>
          <w:rtl/>
          <w:lang w:bidi="fa-IR"/>
        </w:rPr>
      </w:pPr>
      <w:bookmarkStart w:id="10" w:name="_Toc531765203"/>
      <w:r>
        <w:rPr>
          <w:rtl/>
          <w:lang w:bidi="fa-IR"/>
        </w:rPr>
        <w:t>12</w:t>
      </w:r>
      <w:r w:rsidR="004B29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همسر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  <w:bookmarkEnd w:id="10"/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هنگام که دختر و پسر به رشد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مهم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همدم و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ابند،</w:t>
      </w:r>
      <w:r>
        <w:rPr>
          <w:rtl/>
          <w:lang w:bidi="fa-IR"/>
        </w:rPr>
        <w:t xml:space="preserve">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و در کنار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خوشبخت شوند.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ذهن خود،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آل دارد؛ و بر طبق آن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مرد و زن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43042" w:rsidRDefault="00A43042" w:rsidP="004B29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انتخاب همسر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ازدواج، زن و مرد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توجه خود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مبذول دارند و از توجه به زنان و مردان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 البته، توجه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معناست که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انتخاب خود بدانند و از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 w:rsidR="004B292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زنان و مردان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4B292C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>را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نازن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نگار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292C" w:rsidRDefault="004B292C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tl/>
                <w:lang w:bidi="fa-IR"/>
              </w:rPr>
              <w:t>به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ماه بس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خوشتر از نوبهار </w:t>
            </w:r>
            <w:r w:rsidRPr="004B292C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B292C" w:rsidRDefault="004B292C" w:rsidP="00A43042">
      <w:pPr>
        <w:pStyle w:val="libNormal"/>
        <w:rPr>
          <w:rtl/>
          <w:lang w:bidi="fa-IR"/>
        </w:rPr>
      </w:pPr>
    </w:p>
    <w:p w:rsidR="00A43042" w:rsidRDefault="004B292C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بعد</w:t>
      </w:r>
      <w:r w:rsidR="00A43042">
        <w:rPr>
          <w:rtl/>
          <w:lang w:bidi="fa-IR"/>
        </w:rPr>
        <w:t xml:space="preserve"> از ازدواج، زن و مرد حق ندارد به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غ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از همسر دلربا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شان</w:t>
      </w:r>
      <w:r w:rsidR="00A43042">
        <w:rPr>
          <w:rtl/>
          <w:lang w:bidi="fa-IR"/>
        </w:rPr>
        <w:t xml:space="preserve">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شد</w:t>
      </w:r>
      <w:r w:rsidR="00A43042">
        <w:rPr>
          <w:rtl/>
          <w:lang w:bidi="fa-IR"/>
        </w:rPr>
        <w:t xml:space="preserve"> و در برابر او از اغ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tl/>
          <w:lang w:bidi="fa-IR"/>
        </w:rPr>
        <w:t xml:space="preserve"> سخن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 زبان رانند. کسان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از رو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فکر و عشق همسر برم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نند،</w:t>
      </w:r>
      <w:r w:rsidR="00A43042">
        <w:rPr>
          <w:rtl/>
          <w:lang w:bidi="fa-IR"/>
        </w:rPr>
        <w:t xml:space="preserve"> به انتخاب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احترام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گذارند و عاشقانه با محبوب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کنند. آنها از مقا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سه</w:t>
      </w:r>
      <w:r w:rsidR="00A43042">
        <w:rPr>
          <w:rtl/>
          <w:lang w:bidi="fa-IR"/>
        </w:rPr>
        <w:t xml:space="preserve"> نمودن همسر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با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گران</w:t>
      </w:r>
      <w:r w:rsidR="00A43042">
        <w:rPr>
          <w:rtl/>
          <w:lang w:bidi="fa-IR"/>
        </w:rPr>
        <w:t xml:space="preserve"> خوددار</w:t>
      </w:r>
      <w:r w:rsidR="00A43042">
        <w:rPr>
          <w:rFonts w:hint="cs"/>
          <w:rtl/>
          <w:lang w:bidi="fa-IR"/>
        </w:rPr>
        <w:t>ی</w:t>
      </w:r>
    </w:p>
    <w:p w:rsidR="00A43042" w:rsidRPr="004B292C" w:rsidRDefault="004B292C" w:rsidP="004B29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3042" w:rsidRDefault="00A43042" w:rsidP="004B292C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4B29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مسعود سعد سلمان</w:t>
      </w:r>
    </w:p>
    <w:p w:rsidR="00A43042" w:rsidRDefault="004B292C" w:rsidP="004B29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کنند.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آنها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ن،</w:t>
      </w:r>
      <w:r w:rsidR="00A43042">
        <w:rPr>
          <w:rtl/>
          <w:lang w:bidi="fa-IR"/>
        </w:rPr>
        <w:t xml:space="preserve">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و برتر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شخص همسر است.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را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شان</w:t>
      </w:r>
      <w:r w:rsidR="00A43042">
        <w:rPr>
          <w:rtl/>
          <w:lang w:bidi="fa-IR"/>
        </w:rPr>
        <w:t xml:space="preserve"> عاشق هستند. در مورد اثر عشق در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زناشو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حضرت عل</w:t>
      </w:r>
      <w:r w:rsidR="00A43042">
        <w:rPr>
          <w:rFonts w:hint="cs"/>
          <w:rtl/>
          <w:lang w:bidi="fa-IR"/>
        </w:rPr>
        <w:t>ی</w:t>
      </w:r>
      <w:r w:rsidRPr="004B292C">
        <w:rPr>
          <w:rFonts w:ascii="Traditional Arabic" w:eastAsiaTheme="minorHAnsi" w:hAnsi="Traditional Arabic" w:cs="Traditional Arabic"/>
          <w:rtl/>
        </w:rPr>
        <w:t xml:space="preserve"> </w:t>
      </w:r>
      <w:r w:rsidRPr="004B292C">
        <w:rPr>
          <w:rStyle w:val="libAlaemChar"/>
          <w:rFonts w:eastAsiaTheme="minorHAnsi"/>
          <w:rtl/>
        </w:rPr>
        <w:t>عليه‌السلام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چشم عاشق از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دن</w:t>
      </w:r>
      <w:r w:rsidR="00A43042">
        <w:rPr>
          <w:rtl/>
          <w:lang w:bidi="fa-IR"/>
        </w:rPr>
        <w:t xml:space="preserve"> ع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معشوق کور است و گوش او از شن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دن</w:t>
      </w:r>
      <w:r w:rsidR="00A43042">
        <w:rPr>
          <w:rtl/>
          <w:lang w:bidi="fa-IR"/>
        </w:rPr>
        <w:t xml:space="preserve"> زشت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کر است. </w:t>
      </w:r>
      <w:r w:rsidR="00A43042" w:rsidRPr="004B292C">
        <w:rPr>
          <w:rStyle w:val="libFootnotenumChar"/>
          <w:rtl/>
        </w:rPr>
        <w:t>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6"/>
        <w:gridCol w:w="268"/>
        <w:gridCol w:w="3328"/>
      </w:tblGrid>
      <w:tr w:rsidR="004B292C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خود را مگو شر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مه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292C" w:rsidRDefault="004B292C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tl/>
                <w:lang w:bidi="fa-IR"/>
              </w:rPr>
              <w:t>در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نکو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که لاشر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له است </w:t>
            </w:r>
            <w:r w:rsidRPr="004B292C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4B29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همسرش را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گرفتار رنج و عذاب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است. امام عل</w:t>
      </w:r>
      <w:r>
        <w:rPr>
          <w:rFonts w:hint="cs"/>
          <w:rtl/>
          <w:lang w:bidi="fa-IR"/>
        </w:rPr>
        <w:t>ی</w:t>
      </w:r>
      <w:r w:rsidR="004B292C" w:rsidRPr="004B292C">
        <w:rPr>
          <w:rFonts w:ascii="Traditional Arabic" w:eastAsiaTheme="minorHAnsi" w:hAnsi="Traditional Arabic" w:cs="Traditional Arabic"/>
          <w:rtl/>
        </w:rPr>
        <w:t xml:space="preserve"> </w:t>
      </w:r>
      <w:r w:rsidR="004B292C" w:rsidRPr="004B292C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قسمت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خشنود باشد،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نشود. </w:t>
      </w:r>
      <w:r w:rsidRPr="004B292C">
        <w:rPr>
          <w:rStyle w:val="libFootnotenumChar"/>
          <w:rtl/>
        </w:rPr>
        <w:t>(3)</w:t>
      </w:r>
    </w:p>
    <w:p w:rsidR="00A43042" w:rsidRDefault="00A43042" w:rsidP="004B29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ظاهر افراد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است؟ ظاهر فرد نشان دهند</w:t>
      </w:r>
      <w:r w:rsidR="004B292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تمام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چه بسا اگر نهان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آشکار گردد، از جان و دل خداوند را سپاس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ظاهر افراد توجه دارد و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</w:t>
      </w:r>
      <w:r>
        <w:rPr>
          <w:rtl/>
          <w:lang w:bidi="fa-IR"/>
        </w:rPr>
        <w:t xml:space="preserve">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و پنهان خود را کامل و پاک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داند؟ چگونه انسان که بالطبع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دارد، انتظار دارد همسرش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نقص باشد؟</w:t>
      </w:r>
    </w:p>
    <w:p w:rsidR="00A43042" w:rsidRPr="004B292C" w:rsidRDefault="004B292C" w:rsidP="004B29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4B292C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ج2، ص937، ح3067.</w:t>
      </w:r>
    </w:p>
    <w:p w:rsidR="00A43042" w:rsidRDefault="00A43042" w:rsidP="004B292C">
      <w:pPr>
        <w:pStyle w:val="libFootnote0"/>
        <w:rPr>
          <w:rtl/>
          <w:lang w:bidi="fa-IR"/>
        </w:rPr>
      </w:pPr>
      <w:r>
        <w:rPr>
          <w:rtl/>
          <w:lang w:bidi="fa-IR"/>
        </w:rPr>
        <w:t>2- عبدالرحمن جام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4B292C">
      <w:pPr>
        <w:pStyle w:val="libFootnote0"/>
        <w:rPr>
          <w:rtl/>
          <w:lang w:bidi="fa-IR"/>
        </w:rPr>
      </w:pPr>
      <w:r>
        <w:rPr>
          <w:rtl/>
          <w:lang w:bidi="fa-IR"/>
        </w:rPr>
        <w:t>3-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ج10، ص5057، ح17164.</w:t>
      </w:r>
    </w:p>
    <w:p w:rsidR="00A43042" w:rsidRDefault="004B292C" w:rsidP="004B29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ما</w:t>
      </w:r>
      <w:r w:rsidR="00A43042">
        <w:rPr>
          <w:rtl/>
          <w:lang w:bidi="fa-IR"/>
        </w:rPr>
        <w:t xml:space="preserve"> تابع تصو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ذهن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هست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و رفتارها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 از آن تصاو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ذهن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سرچشمه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رند</w:t>
      </w:r>
      <w:r w:rsidR="00A43042">
        <w:rPr>
          <w:rtl/>
          <w:lang w:bidi="fa-IR"/>
        </w:rPr>
        <w:t>. اگر تصو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tl/>
          <w:lang w:bidi="fa-IR"/>
        </w:rPr>
        <w:t xml:space="preserve"> از همسرمان در ذهن ساخته باش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م،</w:t>
      </w:r>
      <w:r w:rsidR="00A43042">
        <w:rPr>
          <w:rtl/>
          <w:lang w:bidi="fa-IR"/>
        </w:rPr>
        <w:t xml:space="preserve"> رفتارها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 هم با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عاشقانه خواهد بود. بنابرا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و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تصو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از نازن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ارمان</w:t>
      </w:r>
      <w:r w:rsidR="00A43042">
        <w:rPr>
          <w:rtl/>
          <w:lang w:bidi="fa-IR"/>
        </w:rPr>
        <w:t xml:space="preserve"> را در نگارخان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ذهنمان به نما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گذار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و به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باور برس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او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و برتر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شخص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4B292C" w:rsidTr="004B292C">
        <w:trPr>
          <w:trHeight w:val="350"/>
        </w:trPr>
        <w:tc>
          <w:tcPr>
            <w:tcW w:w="3920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حسن تو در جهان خوب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292C" w:rsidRDefault="004B292C" w:rsidP="004B292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292C" w:rsidRDefault="004B292C" w:rsidP="004B292C">
            <w:pPr>
              <w:pStyle w:val="libPoem"/>
            </w:pPr>
            <w:r>
              <w:rPr>
                <w:rtl/>
                <w:lang w:bidi="fa-IR"/>
              </w:rPr>
              <w:t>و شر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و مثل و همتا </w:t>
            </w:r>
            <w:r w:rsidRPr="004B292C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نمودن همسرش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ادامه دهد، کم کم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بهتر است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رها کرده، دنبال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جذاب تر باشد!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همسران،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جذاب نبودن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همسران در چشم هم کم رنگ شود؛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ناپسند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همسران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جاذبه و کشش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ندارند.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آنها به هجر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برآورده نمودن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و ناسپاس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</w:t>
      </w:r>
    </w:p>
    <w:p w:rsidR="00A43042" w:rsidRPr="004B292C" w:rsidRDefault="004B292C" w:rsidP="004B29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A43042" w:rsidRDefault="00A43042" w:rsidP="004B292C">
      <w:pPr>
        <w:pStyle w:val="libFootnote0"/>
        <w:rPr>
          <w:rtl/>
          <w:lang w:bidi="fa-IR"/>
        </w:rPr>
      </w:pPr>
      <w:r>
        <w:rPr>
          <w:rtl/>
          <w:lang w:bidi="fa-IR"/>
        </w:rPr>
        <w:t>1- عمادالد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B292C" w:rsidRDefault="004B292C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BF2C99">
      <w:pPr>
        <w:pStyle w:val="Heading1"/>
        <w:rPr>
          <w:rtl/>
          <w:lang w:bidi="fa-IR"/>
        </w:rPr>
      </w:pPr>
      <w:bookmarkStart w:id="11" w:name="_Toc531765204"/>
      <w:r>
        <w:rPr>
          <w:rtl/>
          <w:lang w:bidi="fa-IR"/>
        </w:rPr>
        <w:t>13</w:t>
      </w:r>
      <w:r w:rsidR="004B29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شراکت</w:t>
      </w:r>
      <w:bookmarkEnd w:id="11"/>
    </w:p>
    <w:p w:rsidR="00A43042" w:rsidRDefault="00A43042" w:rsidP="00231F2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ازدواج، من، من هستم و او، اوست. ثروت من علم من،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من، پدر و مادر من، برادر و خواهر من،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غم و اندوه من،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من. همه و همه از آن من و مال من است و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پس از ازدواج اما، «من»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چر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از مجموع دو «من»، «ما» حاصل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«ما»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هم جدا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آنچنان در عشق و مهر و محبت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غرقند که فقط کالبدها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جداست،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روح در وجود «ما»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حضرت عل</w:t>
      </w:r>
      <w:r>
        <w:rPr>
          <w:rFonts w:hint="cs"/>
          <w:rtl/>
          <w:lang w:bidi="fa-IR"/>
        </w:rPr>
        <w:t>ی</w:t>
      </w:r>
      <w:r w:rsidR="00231F21" w:rsidRPr="00231F21">
        <w:rPr>
          <w:rFonts w:ascii="Traditional Arabic" w:eastAsiaTheme="minorHAnsi" w:hAnsi="Traditional Arabic" w:cs="Traditional Arabic"/>
          <w:rtl/>
        </w:rPr>
        <w:t xml:space="preserve"> </w:t>
      </w:r>
      <w:r w:rsidR="00231F21" w:rsidRPr="00231F21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دربار</w:t>
      </w:r>
      <w:r w:rsidR="00231F2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دوستان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روحند، در چند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>.</w:t>
      </w:r>
      <w:r w:rsidRPr="00231F21">
        <w:rPr>
          <w:rStyle w:val="libFootnotenumChar"/>
          <w:rtl/>
        </w:rPr>
        <w:t xml:space="preserve"> 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231F21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231F21" w:rsidRDefault="00231F21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ر دو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ک قبله و خروشان دو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31F21" w:rsidRDefault="00231F21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31F21" w:rsidRDefault="00231F21" w:rsidP="005025E0">
            <w:pPr>
              <w:pStyle w:val="libPoem"/>
            </w:pPr>
            <w:r>
              <w:rPr>
                <w:rtl/>
                <w:lang w:bidi="fa-IR"/>
              </w:rPr>
              <w:t xml:space="preserve">هر دو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روح و کالبدشان دو </w:t>
            </w:r>
            <w:r w:rsidRPr="00231F21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ازدواج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باوفا است.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نورزد و راه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رسم شراکت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بداند. آموختن رسم</w:t>
      </w:r>
    </w:p>
    <w:p w:rsidR="00A43042" w:rsidRPr="00231F21" w:rsidRDefault="00231F21" w:rsidP="00231F2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231F21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ج6، ص3009، ح10218.</w:t>
      </w:r>
    </w:p>
    <w:p w:rsidR="00A43042" w:rsidRDefault="00A43042" w:rsidP="00231F21">
      <w:pPr>
        <w:pStyle w:val="libFootnote0"/>
        <w:rPr>
          <w:rtl/>
          <w:lang w:bidi="fa-IR"/>
        </w:rPr>
      </w:pPr>
      <w:r>
        <w:rPr>
          <w:rtl/>
          <w:lang w:bidi="fa-IR"/>
        </w:rPr>
        <w:t>2- سنا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غزنو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231F21" w:rsidP="00231F2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شراکت</w:t>
      </w:r>
      <w:r w:rsidR="00A43042">
        <w:rPr>
          <w:rtl/>
          <w:lang w:bidi="fa-IR"/>
        </w:rPr>
        <w:t xml:space="preserve"> و شر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نواز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به کار بستن آن، باعث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شود تا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شراکت عاشقان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پربها را تا ابد از آن خود ساز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و از آن بهره بر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د؛</w:t>
      </w:r>
      <w:r w:rsidR="00A43042">
        <w:rPr>
          <w:rtl/>
          <w:lang w:bidi="fa-IR"/>
        </w:rPr>
        <w:t xml:space="preserve"> و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شه</w:t>
      </w:r>
      <w:r w:rsidR="00A43042">
        <w:rPr>
          <w:rtl/>
          <w:lang w:bidi="fa-IR"/>
        </w:rPr>
        <w:t xml:space="preserve"> دلشاد و دلخوش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. اول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رسم، دانستن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نکته است که همسر، شر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و سرما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ه</w:t>
      </w:r>
      <w:r w:rsidR="00A43042">
        <w:rPr>
          <w:rtl/>
          <w:lang w:bidi="fa-IR"/>
        </w:rPr>
        <w:t xml:space="preserve"> و همانند و برابر با خود ما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باشد. سرما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ه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ما، عشق ما است که به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تقد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مش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فا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شراکت، آرامش است.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از</w:t>
      </w:r>
      <w:r w:rsidR="00A43042">
        <w:rPr>
          <w:rtl/>
          <w:lang w:bidi="fa-IR"/>
        </w:rPr>
        <w:t xml:space="preserve"> انسان به همسر به هم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ل</w:t>
      </w:r>
      <w:r w:rsidR="00A43042">
        <w:rPr>
          <w:rtl/>
          <w:lang w:bidi="fa-IR"/>
        </w:rPr>
        <w:t xml:space="preserve"> است و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برآورده شدن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از</w:t>
      </w:r>
      <w:r w:rsidR="00A43042">
        <w:rPr>
          <w:rtl/>
          <w:lang w:bidi="fa-IR"/>
        </w:rPr>
        <w:t xml:space="preserve"> است که رو به سو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نهند. شراکت در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معناست که هم در شاد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هم در غم و اندوه، زن و مرد به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انداز</w:t>
      </w:r>
      <w:r w:rsidR="00A43042">
        <w:rPr>
          <w:rFonts w:hint="eastAsia"/>
          <w:rtl/>
          <w:lang w:bidi="fa-IR"/>
        </w:rPr>
        <w:t>ه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را همراه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کنند، نه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نکه</w:t>
      </w:r>
      <w:r w:rsidR="00A43042">
        <w:rPr>
          <w:rtl/>
          <w:lang w:bidi="fa-IR"/>
        </w:rPr>
        <w:t xml:space="preserve"> بار غم و سخت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 دوش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آنها و شاد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خوش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آن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231F21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231F21" w:rsidRDefault="00231F21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غم و اندوه باشد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با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اران</w:t>
            </w:r>
            <w:r>
              <w:rPr>
                <w:rtl/>
                <w:lang w:bidi="fa-IR"/>
              </w:rPr>
              <w:t xml:space="preserve"> شر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31F21" w:rsidRDefault="00231F21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31F21" w:rsidRDefault="00231F21" w:rsidP="005025E0">
            <w:pPr>
              <w:pStyle w:val="libPoem"/>
            </w:pPr>
            <w:r>
              <w:rPr>
                <w:rtl/>
                <w:lang w:bidi="fa-IR"/>
              </w:rPr>
              <w:t>در نشاط و کامران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نبود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شان</w:t>
            </w:r>
            <w:r>
              <w:rPr>
                <w:rtl/>
                <w:lang w:bidi="fa-IR"/>
              </w:rPr>
              <w:t xml:space="preserve"> جدا </w:t>
            </w:r>
            <w:r w:rsidRPr="00231F21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231F2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شراکت و شرکت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شرکا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شرکت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اهداف خود، هرکدام بنا بر تخصص و علاق</w:t>
      </w:r>
      <w:r w:rsidR="00231F2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 شرکت را بر عهده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با کمک هم شرکت را به اهداف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رسانند. اهداف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مهم است.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شراکت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شراکت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زن و مرد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اساس تخصص و علاقه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A43042" w:rsidRPr="00231F21" w:rsidRDefault="00231F21" w:rsidP="00231F2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43042" w:rsidRDefault="00A43042" w:rsidP="00231F21">
      <w:pPr>
        <w:pStyle w:val="libFootnote0"/>
        <w:rPr>
          <w:rtl/>
          <w:lang w:bidi="fa-IR"/>
        </w:rPr>
      </w:pPr>
      <w:r>
        <w:rPr>
          <w:rtl/>
          <w:lang w:bidi="fa-IR"/>
        </w:rPr>
        <w:t>1-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231F21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آسمان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بر عهده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رند</w:t>
      </w:r>
      <w:r w:rsidR="00A43042">
        <w:rPr>
          <w:rtl/>
          <w:lang w:bidi="fa-IR"/>
        </w:rPr>
        <w:t xml:space="preserve"> و تمام تلاش خود را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دن</w:t>
      </w:r>
      <w:r w:rsidR="00A43042">
        <w:rPr>
          <w:rtl/>
          <w:lang w:bidi="fa-IR"/>
        </w:rPr>
        <w:t xml:space="preserve"> به آرزوها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مشترک به کار بندند.</w:t>
      </w:r>
    </w:p>
    <w:p w:rsidR="00A43042" w:rsidRDefault="00A43042" w:rsidP="00231F2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فرهنگ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خلقت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مرد است،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زن و مرد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 که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خانه و کسب و کار و به دست آوردن پول و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خانه، همچون خورد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خوراک، پوشاک، مسکن،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شاد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شرفت،</w:t>
      </w:r>
      <w:r>
        <w:rPr>
          <w:rtl/>
          <w:lang w:bidi="fa-IR"/>
        </w:rPr>
        <w:t xml:space="preserve"> همه و همه برعهد</w:t>
      </w:r>
      <w:r w:rsidR="00231F2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مرد است. چرا که زن کانون ناز و مرد سرچشم</w:t>
      </w:r>
      <w:r w:rsidR="00231F2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وصال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دلنواز، او را بر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ناز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دلکش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بخرد، هرچند که گران باشد. زن، همانند گل 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و تداوم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طراوت دلفروز گل، وجود باغبان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و باوفا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باغبان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عاشقانه، تمام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نثار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برابر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نعمت همدم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بهره مند شود.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باغبان دلداده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باد و طوفان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سپارد و او را از گزند حوادث مصون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231F21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231F21" w:rsidRDefault="00231F21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بشکست</w:t>
            </w:r>
            <w:r>
              <w:rPr>
                <w:rtl/>
                <w:lang w:bidi="fa-IR"/>
              </w:rPr>
              <w:t xml:space="preserve"> اگر دل من به فدا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چشم مستت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31F21" w:rsidRDefault="00231F21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31F21" w:rsidRDefault="00231F21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</w:t>
            </w:r>
            <w:r>
              <w:rPr>
                <w:rtl/>
                <w:lang w:bidi="fa-IR"/>
              </w:rPr>
              <w:t>ر خمّ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سلامت، شکند اگر سبو</w:t>
            </w:r>
            <w:r>
              <w:rPr>
                <w:rFonts w:hint="cs"/>
                <w:rtl/>
                <w:lang w:bidi="fa-IR"/>
              </w:rPr>
              <w:t>یی</w:t>
            </w:r>
            <w:r w:rsidRPr="00231F21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231F21" w:rsidRDefault="00231F21" w:rsidP="00231F2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231F21">
      <w:pPr>
        <w:pStyle w:val="libFootnote0"/>
        <w:rPr>
          <w:rtl/>
          <w:lang w:bidi="fa-IR"/>
        </w:rPr>
      </w:pPr>
      <w:r>
        <w:rPr>
          <w:rtl/>
          <w:lang w:bidi="fa-IR"/>
        </w:rPr>
        <w:t>1- 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الزمان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231F21" w:rsidP="00231F2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مسئول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رون</w:t>
      </w:r>
      <w:r w:rsidR="00A43042">
        <w:rPr>
          <w:rtl/>
          <w:lang w:bidi="fa-IR"/>
        </w:rPr>
        <w:t xml:space="preserve"> از خانه، مانند باد و طوفان سهمگ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است که وجود گل گون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زن را پژمرده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سازد. هر آنچه مسئول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رون</w:t>
      </w:r>
      <w:r w:rsidR="00A43042">
        <w:rPr>
          <w:rtl/>
          <w:lang w:bidi="fa-IR"/>
        </w:rPr>
        <w:t xml:space="preserve"> از منزل، از فروغ و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زن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کاهد، در مقابل مسئول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خانه، و 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است</w:t>
      </w:r>
      <w:r w:rsidR="00A43042">
        <w:rPr>
          <w:rtl/>
          <w:lang w:bidi="fa-IR"/>
        </w:rPr>
        <w:t xml:space="preserve"> بر اهل خانه، فروغ و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او را صد چندان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سازد.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امبر</w:t>
      </w:r>
      <w:r w:rsidRPr="00231F21">
        <w:rPr>
          <w:rFonts w:ascii="Traditional Arabic" w:eastAsiaTheme="minorHAnsi" w:hAnsi="Traditional Arabic" w:cs="Traditional Arabic"/>
          <w:rtl/>
        </w:rPr>
        <w:t xml:space="preserve"> </w:t>
      </w:r>
      <w:r w:rsidRPr="00231F21">
        <w:rPr>
          <w:rStyle w:val="libAlaemChar"/>
          <w:rFonts w:eastAsiaTheme="minorHAnsi"/>
          <w:rtl/>
        </w:rPr>
        <w:t>صلى‌الله‌عليه‌وآله‌وسلم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</w:t>
      </w:r>
      <w:r w:rsidR="00A43042">
        <w:rPr>
          <w:rFonts w:hint="eastAsia"/>
          <w:rtl/>
          <w:lang w:bidi="fa-IR"/>
        </w:rPr>
        <w:t>هر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از انسان ها فرمانروا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است. مرد، فرمانروا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همسر و فرزندان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است و زن فرمانروا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خانه است. </w:t>
      </w:r>
      <w:r w:rsidR="00A43042" w:rsidRPr="00231F21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ازدواج،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شراکت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تا به آرامش و لذت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به طور کامل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تنها با در کنار هم بودن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لذت جان فروز و جان بخش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Pr="00B84AFC" w:rsidRDefault="00B84AFC" w:rsidP="00B84AF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B84AFC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الفصاحه، ص422، ح4102</w:t>
      </w:r>
    </w:p>
    <w:p w:rsidR="00A43042" w:rsidRDefault="00B84AFC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BF2C99">
      <w:pPr>
        <w:pStyle w:val="Heading1"/>
        <w:rPr>
          <w:rtl/>
          <w:lang w:bidi="fa-IR"/>
        </w:rPr>
      </w:pPr>
      <w:bookmarkStart w:id="12" w:name="_Toc531765205"/>
      <w:r>
        <w:rPr>
          <w:rtl/>
          <w:lang w:bidi="fa-IR"/>
        </w:rPr>
        <w:t>14</w:t>
      </w:r>
      <w:r w:rsidR="00B84AF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همه جانبه</w:t>
      </w:r>
      <w:bookmarkEnd w:id="12"/>
    </w:p>
    <w:p w:rsidR="00A43042" w:rsidRDefault="00A43042" w:rsidP="00B84AF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آشکار</w:t>
      </w:r>
      <w:r>
        <w:rPr>
          <w:rtl/>
          <w:lang w:bidi="fa-IR"/>
        </w:rPr>
        <w:t xml:space="preserve"> است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بدون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شما و همسرتان، هر دو انسان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رنگارنگ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با؛</w:t>
      </w:r>
      <w:r>
        <w:rPr>
          <w:rtl/>
          <w:lang w:bidi="fa-IR"/>
        </w:rPr>
        <w:t xml:space="preserve"> و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آرزوها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محال است؛ و دو همسر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تحت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همه جانب</w:t>
      </w:r>
      <w:r w:rsidR="00B84AF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خود قرار دهند.</w:t>
      </w:r>
    </w:p>
    <w:p w:rsidR="00A43042" w:rsidRDefault="00A43042" w:rsidP="00B84AF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مرد، در کنار داشتن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است؛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زن، بهره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 او باشد. هر مرد و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انتظار دارد که همسرش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جانانه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عاشقانه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نسازد. که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باشد،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همسر انسان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وجود ندارد. عدم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ظلم در حق همسر است و باعث ناامن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امام صادق</w:t>
      </w:r>
      <w:r w:rsidR="00B84AFC" w:rsidRPr="00B84AFC">
        <w:rPr>
          <w:rFonts w:ascii="Traditional Arabic" w:eastAsiaTheme="minorHAnsi" w:hAnsi="Traditional Arabic" w:cs="Traditional Arabic"/>
          <w:rtl/>
        </w:rPr>
        <w:t xml:space="preserve"> </w:t>
      </w:r>
      <w:r w:rsidR="00B84AFC" w:rsidRPr="00B84AFC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آنکه هر کمک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دستش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تو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نکند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خود بدان. </w:t>
      </w:r>
      <w:r w:rsidRPr="00B84AFC">
        <w:rPr>
          <w:rStyle w:val="libFootnotenumChar"/>
          <w:rtl/>
        </w:rPr>
        <w:t>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9"/>
        <w:gridCol w:w="3314"/>
      </w:tblGrid>
      <w:tr w:rsidR="00B84AFC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B84AFC" w:rsidRDefault="00B84AFC" w:rsidP="005025E0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ار را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دن، نهادن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او بر چشم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4AFC" w:rsidRDefault="00B84AFC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4AFC" w:rsidRDefault="00B84AFC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عجب نبود زِ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اران</w:t>
            </w:r>
            <w:r>
              <w:rPr>
                <w:rtl/>
                <w:lang w:bidi="fa-IR"/>
              </w:rPr>
              <w:t xml:space="preserve"> چشم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داشتن </w:t>
            </w:r>
            <w:r w:rsidRPr="00B84AFC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84AFC" w:rsidRPr="00B84AFC" w:rsidRDefault="00B84AFC" w:rsidP="00B84AF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B84AFC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ج6، ص3025، ح1030.</w:t>
      </w:r>
    </w:p>
    <w:p w:rsidR="00A43042" w:rsidRDefault="00A43042" w:rsidP="00B84AFC">
      <w:pPr>
        <w:pStyle w:val="libFootnote0"/>
        <w:rPr>
          <w:rtl/>
          <w:lang w:bidi="fa-IR"/>
        </w:rPr>
      </w:pPr>
      <w:r>
        <w:rPr>
          <w:rtl/>
          <w:lang w:bidi="fa-IR"/>
        </w:rPr>
        <w:t>2- صفا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B84AFC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هرگز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راز دلبر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فراموش نکن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رفتار ماست که عشق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نفرت را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آفر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</w:t>
      </w:r>
      <w:r w:rsidR="00A43042">
        <w:rPr>
          <w:rtl/>
          <w:lang w:bidi="fa-IR"/>
        </w:rPr>
        <w:t>. هر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دوستان خود و کسان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او را مورد لطف و احسان قرار داده اند، از جان و دل دوست دارد، همانگونه که نسبت به کسان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او نبوده اند، احساس ناخشنود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گاه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نفرت دارد. زن </w:t>
      </w:r>
      <w:r w:rsidR="00A43042">
        <w:rPr>
          <w:rFonts w:hint="eastAsia"/>
          <w:rtl/>
          <w:lang w:bidi="fa-IR"/>
        </w:rPr>
        <w:t>و</w:t>
      </w:r>
      <w:r w:rsidR="00A43042">
        <w:rPr>
          <w:rtl/>
          <w:lang w:bidi="fa-IR"/>
        </w:rPr>
        <w:t xml:space="preserve"> مرد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که دوست دارند همواره مورد عشق و محبت طرف مقابل خود قرار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رند،</w:t>
      </w:r>
      <w:r w:rsidR="00A43042">
        <w:rPr>
          <w:rtl/>
          <w:lang w:bidi="fa-IR"/>
        </w:rPr>
        <w:t xml:space="preserve">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رفتار و گفتار خود را مراقبت کنند و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را از حما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عاطف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محروم نسازند.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84"/>
        <w:gridCol w:w="268"/>
        <w:gridCol w:w="3270"/>
      </w:tblGrid>
      <w:tr w:rsidR="00116148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116148" w:rsidRDefault="001161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اوح</w:t>
            </w:r>
            <w:r>
              <w:rPr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دوارست و دارد چشم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16148" w:rsidRDefault="00116148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16148" w:rsidRDefault="001161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تو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او نباش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،</w:t>
            </w:r>
            <w:r>
              <w:rPr>
                <w:rtl/>
                <w:lang w:bidi="fa-IR"/>
              </w:rPr>
              <w:t xml:space="preserve">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کس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ارش</w:t>
            </w:r>
            <w:r>
              <w:rPr>
                <w:rtl/>
                <w:lang w:bidi="fa-IR"/>
              </w:rPr>
              <w:t xml:space="preserve"> نباشد</w:t>
            </w:r>
            <w:r w:rsidRPr="00116148">
              <w:rPr>
                <w:rStyle w:val="libFootnotenumChar"/>
                <w:rtl/>
              </w:rPr>
              <w:t xml:space="preserve"> 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کمال</w:t>
      </w:r>
      <w:r>
        <w:rPr>
          <w:rtl/>
          <w:lang w:bidi="fa-IR"/>
        </w:rPr>
        <w:t xml:space="preserve"> خودخواه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ناسپاس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انتظار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جانبه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باشد، اما خود در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کند!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امر،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به مرور زمان، همسر دست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بردارد.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است که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دور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همسران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0"/>
        <w:gridCol w:w="268"/>
        <w:gridCol w:w="3294"/>
      </w:tblGrid>
      <w:tr w:rsidR="00116148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116148" w:rsidRDefault="001161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</w:t>
            </w:r>
            <w:r>
              <w:rPr>
                <w:rtl/>
                <w:lang w:bidi="fa-IR"/>
              </w:rPr>
              <w:t>مر بگذشت و دلم جز عاشق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16148" w:rsidRDefault="00116148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16148" w:rsidRDefault="001161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چشم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داشت از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اران،</w:t>
            </w:r>
            <w:r>
              <w:rPr>
                <w:rtl/>
                <w:lang w:bidi="fa-IR"/>
              </w:rPr>
              <w:t xml:space="preserve"> 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افت</w:t>
            </w:r>
            <w:r w:rsidRPr="00116148">
              <w:rPr>
                <w:rStyle w:val="libFootnotenumChar"/>
                <w:rtl/>
              </w:rPr>
              <w:t xml:space="preserve"> 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16148" w:rsidRPr="00116148" w:rsidRDefault="00116148" w:rsidP="0011614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116148">
      <w:pPr>
        <w:pStyle w:val="libFootnote0"/>
        <w:rPr>
          <w:rtl/>
          <w:lang w:bidi="fa-IR"/>
        </w:rPr>
      </w:pPr>
      <w:r>
        <w:rPr>
          <w:rtl/>
          <w:lang w:bidi="fa-IR"/>
        </w:rPr>
        <w:t>1- اوحد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مراغه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116148">
      <w:pPr>
        <w:pStyle w:val="libFootnote0"/>
        <w:rPr>
          <w:rtl/>
          <w:lang w:bidi="fa-IR"/>
        </w:rPr>
      </w:pPr>
      <w:r>
        <w:rPr>
          <w:rtl/>
          <w:lang w:bidi="fa-IR"/>
        </w:rPr>
        <w:t>2-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16148" w:rsidRDefault="00116148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116148">
      <w:pPr>
        <w:pStyle w:val="Heading1"/>
        <w:rPr>
          <w:rtl/>
          <w:lang w:bidi="fa-IR"/>
        </w:rPr>
      </w:pPr>
      <w:bookmarkStart w:id="13" w:name="_Toc531765206"/>
      <w:r>
        <w:rPr>
          <w:rtl/>
          <w:lang w:bidi="fa-IR"/>
        </w:rPr>
        <w:t>15</w:t>
      </w:r>
      <w:r w:rsidR="0011614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برآورده نمودن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برحق همسر</w:t>
      </w:r>
      <w:bookmarkEnd w:id="13"/>
    </w:p>
    <w:p w:rsidR="00A43042" w:rsidRDefault="00A43042" w:rsidP="00955B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</w:t>
      </w:r>
      <w:r w:rsidR="001161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محتاج به برآورده شدن آنهاست.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دانا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برآورده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و ممکن شدن ادام</w:t>
      </w:r>
      <w:r w:rsidR="001161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انسان،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انسان قرار داده است تا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1161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آنها بتواند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برطرف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 w:rsidR="001161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انسا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پدر و مادر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که از سر عشق، تمام خو</w:t>
      </w:r>
      <w:r w:rsidR="00116148">
        <w:rPr>
          <w:rFonts w:hint="cs"/>
          <w:rtl/>
          <w:lang w:bidi="fa-IR"/>
        </w:rPr>
        <w:t>ا</w:t>
      </w:r>
      <w:r>
        <w:rPr>
          <w:rtl/>
          <w:lang w:bidi="fa-IR"/>
        </w:rPr>
        <w:t>سته 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فرزندشان را برآورده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سازند، تا لبخند، مهمان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فرزند دلبندشان بماند. فرزند در دامان پر مهر و محبت پدر و مادر و با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رشد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برآورده ساختن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پدر و مادر قادر به پاسخگو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در کنار او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 به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 و برحق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برآورده سازند و آرامش،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جاودان را به دست آورند. از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بشر، مرد طالب وصال بوده است و به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محبوب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دلبند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 اوست که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ناز و کرشم</w:t>
      </w:r>
      <w:r w:rsidR="00955B1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محبوب،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را بپردازد.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جز جان،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خور شأن و منزلت او برآورده سازد،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منت و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A43042" w:rsidRDefault="00A43042" w:rsidP="00955B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مرد،</w:t>
      </w:r>
      <w:r>
        <w:rPr>
          <w:rtl/>
          <w:lang w:bidi="fa-IR"/>
        </w:rPr>
        <w:t xml:space="preserve"> مانند باغبان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است و همسر، گل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و اگر در برآورده نمودن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گل،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پژمرده خواهد شد. پژمردگ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گل، باعث اندوه باغبان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پژمرده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رسم عشق و عاشق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برحق همسرتان را برآورده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ن باره امام عاشقان، </w:t>
      </w:r>
      <w:r>
        <w:rPr>
          <w:rtl/>
          <w:lang w:bidi="fa-IR"/>
        </w:rPr>
        <w:lastRenderedPageBreak/>
        <w:t>حضرت عل</w:t>
      </w:r>
      <w:r>
        <w:rPr>
          <w:rFonts w:hint="cs"/>
          <w:rtl/>
          <w:lang w:bidi="fa-IR"/>
        </w:rPr>
        <w:t>ی</w:t>
      </w:r>
      <w:r w:rsidR="00955B13" w:rsidRPr="00955B13">
        <w:rPr>
          <w:rFonts w:ascii="Traditional Arabic" w:eastAsiaTheme="minorHAnsi" w:hAnsi="Traditional Arabic" w:cs="Traditional Arabic"/>
          <w:rtl/>
        </w:rPr>
        <w:t xml:space="preserve"> </w:t>
      </w:r>
      <w:r w:rsidR="00955B13" w:rsidRPr="00955B13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دوست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ازت</w:t>
      </w:r>
      <w:r>
        <w:rPr>
          <w:rtl/>
          <w:lang w:bidi="fa-IR"/>
        </w:rPr>
        <w:t xml:space="preserve"> را برآورده سازد.</w:t>
      </w:r>
      <w:r w:rsidRPr="00955B13">
        <w:rPr>
          <w:rStyle w:val="libFootnotenumChar"/>
          <w:rtl/>
        </w:rPr>
        <w:t>(1)</w:t>
      </w:r>
      <w:r>
        <w:rPr>
          <w:rtl/>
          <w:lang w:bidi="fa-IR"/>
        </w:rPr>
        <w:t xml:space="preserve"> اگر باغبان خواهان بقا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طراوت گل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باشد و خواستار آن است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آکنده از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 w:rsidR="00955B1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خوش باشد،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برحق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خود را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ساختن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تواند،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مهربان، مرد را مأمور برآورده ساختن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برحق زن قرار داده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زن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همسرش را از نظر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 نخواهد ساخت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طراوت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منزل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همسران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توجه کنند،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اگر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ارضا نشود،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دو همسر، به آرامش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به راه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مؤثر 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برآورده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کتاب راز دلبر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فصل روابط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955B13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955B13" w:rsidRDefault="00955B13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مرد</w:t>
            </w:r>
            <w:r>
              <w:rPr>
                <w:rtl/>
                <w:lang w:bidi="fa-IR"/>
              </w:rPr>
              <w:t xml:space="preserve"> را چون در شبستان زن نباشد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55B13" w:rsidRDefault="00955B13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55B13" w:rsidRDefault="00955B13" w:rsidP="005025E0">
            <w:pPr>
              <w:pStyle w:val="libPoem"/>
            </w:pPr>
            <w:r>
              <w:rPr>
                <w:rtl/>
                <w:lang w:bidi="fa-IR"/>
              </w:rPr>
              <w:t>بهره از شاد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ن عالم ندارد</w:t>
            </w:r>
            <w:r w:rsidRPr="00955B13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955B13" w:rsidRDefault="00955B13" w:rsidP="00955B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43042" w:rsidRDefault="00A43042" w:rsidP="00955B13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ص79، ح241</w:t>
      </w:r>
    </w:p>
    <w:p w:rsidR="00A43042" w:rsidRDefault="00A43042" w:rsidP="00955B13">
      <w:pPr>
        <w:pStyle w:val="libFootnote0"/>
        <w:rPr>
          <w:rtl/>
          <w:lang w:bidi="fa-IR"/>
        </w:rPr>
      </w:pPr>
      <w:r>
        <w:rPr>
          <w:rtl/>
          <w:lang w:bidi="fa-IR"/>
        </w:rPr>
        <w:t>2-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الممالک فراهان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955B13" w:rsidP="00955B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زن</w:t>
      </w:r>
      <w:r w:rsidR="00A43042">
        <w:rPr>
          <w:rtl/>
          <w:lang w:bidi="fa-IR"/>
        </w:rPr>
        <w:t xml:space="preserve"> و مرد، وظ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فه</w:t>
      </w:r>
      <w:r w:rsidR="00A43042">
        <w:rPr>
          <w:rtl/>
          <w:lang w:bidi="fa-IR"/>
        </w:rPr>
        <w:t xml:space="preserve"> دارند که با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رساندن به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گر،</w:t>
      </w:r>
      <w:r w:rsidR="00A43042">
        <w:rPr>
          <w:rtl/>
          <w:lang w:bidi="fa-IR"/>
        </w:rPr>
        <w:t xml:space="preserve">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ازها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روح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عاطف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 را برآورده سازند و بسان دو بلبل 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دا،</w:t>
      </w:r>
      <w:r w:rsidR="00A43042">
        <w:rPr>
          <w:rtl/>
          <w:lang w:bidi="fa-IR"/>
        </w:rPr>
        <w:t xml:space="preserve"> خواسته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را اجابت نما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</w:t>
      </w:r>
      <w:r w:rsidR="00A43042">
        <w:rPr>
          <w:rtl/>
          <w:lang w:bidi="fa-IR"/>
        </w:rPr>
        <w:t xml:space="preserve"> تا به آرامش دست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ابند</w:t>
      </w:r>
      <w:r w:rsidR="00A43042">
        <w:rPr>
          <w:rtl/>
          <w:lang w:bidi="fa-IR"/>
        </w:rPr>
        <w:t>. اگر زن و مرد در کنار هم به آرامش دست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ب</w:t>
      </w:r>
      <w:r w:rsidR="00A43042">
        <w:rPr>
          <w:rFonts w:hint="eastAsia"/>
          <w:rtl/>
          <w:lang w:bidi="fa-IR"/>
        </w:rPr>
        <w:t>ند،</w:t>
      </w:r>
      <w:r w:rsidR="00A43042">
        <w:rPr>
          <w:rtl/>
          <w:lang w:bidi="fa-IR"/>
        </w:rPr>
        <w:t xml:space="preserve"> از لذت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برخوردار نگشته، ممکن است به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روح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tl/>
          <w:lang w:bidi="fa-IR"/>
        </w:rPr>
        <w:t xml:space="preserve"> مبتلا گردند.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نمودها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روح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اعت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اد</w:t>
      </w:r>
      <w:r w:rsidR="00A43042">
        <w:rPr>
          <w:rtl/>
          <w:lang w:bidi="fa-IR"/>
        </w:rPr>
        <w:t xml:space="preserve"> است که خانمان بشر را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سوزاند و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خودکش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 که در اثر افسردگ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حاصل از ناآرام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اتفاق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افتد.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عدم آرامش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همسران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در کنار همسر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آرامش برسند، آن را در اغ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دل به عشق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سپارند. غافل از آنکه نه تنها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آنان به روز روشن نخواهد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بلکه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شب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درمانده خواهند ماند و هرگز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آرامش را نخواهند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زن و مرد باز 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ناً</w:t>
      </w:r>
      <w:r>
        <w:rPr>
          <w:rtl/>
          <w:lang w:bidi="fa-IR"/>
        </w:rPr>
        <w:t xml:space="preserve"> به آرامش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چه بسا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قتل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7"/>
        <w:gridCol w:w="268"/>
        <w:gridCol w:w="3337"/>
      </w:tblGrid>
      <w:tr w:rsidR="00955B13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955B13" w:rsidRDefault="00955B13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خرّم</w:t>
            </w:r>
            <w:r>
              <w:rPr>
                <w:rtl/>
                <w:lang w:bidi="fa-IR"/>
              </w:rPr>
              <w:t xml:space="preserve"> آن روز که من با دوست کار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داشتم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55B13" w:rsidRDefault="00955B13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55B13" w:rsidRDefault="00955B13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>ا وصال او ب</w:t>
            </w:r>
            <w:r>
              <w:rPr>
                <w:rFonts w:hint="cs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شاد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روزگار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داشتم </w:t>
            </w:r>
            <w:r w:rsidRPr="00955B1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55B13" w:rsidRPr="00955B13" w:rsidRDefault="00955B13" w:rsidP="00955B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43042" w:rsidRDefault="00A43042" w:rsidP="00955B13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955B1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خسرو دهلو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955B13" w:rsidP="00955B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در</w:t>
      </w:r>
      <w:r w:rsidR="00A43042">
        <w:rPr>
          <w:rtl/>
          <w:lang w:bidi="fa-IR"/>
        </w:rPr>
        <w:t xml:space="preserve"> سا</w:t>
      </w:r>
      <w:r w:rsidR="00A4304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آرامش روح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روان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 که استعدادها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 و فرزندانمان شکوفا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شود و اگر بر اثر غفلت و خودخواه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آن را از خود در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غ</w:t>
      </w:r>
      <w:r w:rsidR="00A43042">
        <w:rPr>
          <w:rtl/>
          <w:lang w:bidi="fa-IR"/>
        </w:rPr>
        <w:t xml:space="preserve"> 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م،</w:t>
      </w:r>
      <w:r w:rsidR="00A43042">
        <w:rPr>
          <w:rtl/>
          <w:lang w:bidi="fa-IR"/>
        </w:rPr>
        <w:t xml:space="preserve"> به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گاه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که 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ستگ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آن را دار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م،</w:t>
      </w:r>
      <w:r w:rsidR="00A43042">
        <w:rPr>
          <w:rtl/>
          <w:lang w:bidi="fa-IR"/>
        </w:rPr>
        <w:t xml:space="preserve"> دست نخواه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افت</w:t>
      </w:r>
      <w:r w:rsidR="00A43042">
        <w:rPr>
          <w:rtl/>
          <w:lang w:bidi="fa-IR"/>
        </w:rPr>
        <w:t>. اما نکت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مهم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است که آرامش را چگونه به دست آور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و به خود و خانواده </w:t>
      </w:r>
      <w:r w:rsidR="00A43042">
        <w:rPr>
          <w:rFonts w:hint="eastAsia"/>
          <w:rtl/>
          <w:lang w:bidi="fa-IR"/>
        </w:rPr>
        <w:t>مان</w:t>
      </w:r>
      <w:r w:rsidR="00A43042">
        <w:rPr>
          <w:rtl/>
          <w:lang w:bidi="fa-IR"/>
        </w:rPr>
        <w:t xml:space="preserve"> هد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ه</w:t>
      </w:r>
      <w:r w:rsidR="00A43042">
        <w:rPr>
          <w:rtl/>
          <w:lang w:bidi="fa-IR"/>
        </w:rPr>
        <w:t xml:space="preserve"> ده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م؟</w:t>
      </w:r>
      <w:r w:rsidR="00A43042">
        <w:rPr>
          <w:rtl/>
          <w:lang w:bidi="fa-IR"/>
        </w:rPr>
        <w:t xml:space="preserve"> مهم 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راه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است که هرگز راز دلبر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فراموش نکن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: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رفتار ماست که عشق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نفرت را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آفر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</w:t>
      </w:r>
      <w:r w:rsidR="00A43042">
        <w:rPr>
          <w:rtl/>
          <w:lang w:bidi="fa-IR"/>
        </w:rPr>
        <w:t>. ما در کتاب راز دلبر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رفتارها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عشق آفر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را به طور کامل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</w:t>
      </w:r>
      <w:r w:rsidR="00A43042">
        <w:rPr>
          <w:rtl/>
          <w:lang w:bidi="fa-IR"/>
        </w:rPr>
        <w:t xml:space="preserve"> نموده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توان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با مراجعه به آن کتاب، آن رفتارها را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اموز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و عشق را به </w:t>
      </w:r>
      <w:r w:rsidR="00A43042">
        <w:rPr>
          <w:rFonts w:hint="eastAsia"/>
          <w:rtl/>
          <w:lang w:bidi="fa-IR"/>
        </w:rPr>
        <w:t>دست</w:t>
      </w:r>
      <w:r w:rsidR="00A43042">
        <w:rPr>
          <w:rtl/>
          <w:lang w:bidi="fa-IR"/>
        </w:rPr>
        <w:t xml:space="preserve"> آور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و به خود و خانواد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هد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ه</w:t>
      </w:r>
      <w:r w:rsidR="00A43042">
        <w:rPr>
          <w:rtl/>
          <w:lang w:bidi="fa-IR"/>
        </w:rPr>
        <w:t xml:space="preserve"> ده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د؛</w:t>
      </w:r>
      <w:r w:rsidR="00A43042">
        <w:rPr>
          <w:rtl/>
          <w:lang w:bidi="fa-IR"/>
        </w:rPr>
        <w:t xml:space="preserve"> و آن را اکس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آرامش روح و روان در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خود ساز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1"/>
        <w:gridCol w:w="268"/>
        <w:gridCol w:w="3323"/>
      </w:tblGrid>
      <w:tr w:rsidR="00955B13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955B13" w:rsidRDefault="00955B13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ساق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آر ز سرما</w:t>
            </w:r>
            <w:r>
              <w:rPr>
                <w:rFonts w:hint="cs"/>
                <w:rtl/>
                <w:lang w:bidi="fa-IR"/>
              </w:rPr>
              <w:t>یه</w:t>
            </w:r>
            <w:r>
              <w:rPr>
                <w:rtl/>
                <w:lang w:bidi="fa-IR"/>
              </w:rPr>
              <w:t xml:space="preserve"> شاد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55B13" w:rsidRDefault="00955B13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55B13" w:rsidRDefault="00955B13" w:rsidP="005025E0">
            <w:pPr>
              <w:pStyle w:val="libPoem"/>
            </w:pPr>
            <w:r>
              <w:rPr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تابد چون تاج قباد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5B13" w:rsidTr="005025E0">
        <w:trPr>
          <w:trHeight w:val="350"/>
        </w:trPr>
        <w:tc>
          <w:tcPr>
            <w:tcW w:w="3920" w:type="dxa"/>
          </w:tcPr>
          <w:p w:rsidR="00955B13" w:rsidRDefault="001C08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زان</w:t>
            </w:r>
            <w:r>
              <w:rPr>
                <w:rtl/>
                <w:lang w:bidi="fa-IR"/>
              </w:rPr>
              <w:t xml:space="preserve"> باده که با بو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گل و گون</w:t>
            </w:r>
            <w:r>
              <w:rPr>
                <w:rFonts w:hint="cs"/>
                <w:rtl/>
                <w:lang w:bidi="fa-IR"/>
              </w:rPr>
              <w:t>ه</w:t>
            </w:r>
            <w:r w:rsidR="00955B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5B13" w:rsidRDefault="00955B13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5B13" w:rsidRDefault="001C0848" w:rsidP="005025E0">
            <w:pPr>
              <w:pStyle w:val="libPoem"/>
            </w:pPr>
            <w:r>
              <w:rPr>
                <w:rtl/>
                <w:lang w:bidi="fa-IR"/>
              </w:rPr>
              <w:t>لعلتقفل در کوهست و کل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در شاد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(1)</w:t>
            </w:r>
            <w:r w:rsidR="00955B1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1C0848" w:rsidRDefault="001C0848" w:rsidP="001C084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43042" w:rsidRDefault="00A43042" w:rsidP="001C0848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ابوسع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</w:p>
    <w:p w:rsidR="00A43042" w:rsidRDefault="001C0848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1C0848">
      <w:pPr>
        <w:pStyle w:val="Heading1"/>
        <w:rPr>
          <w:rtl/>
          <w:lang w:bidi="fa-IR"/>
        </w:rPr>
      </w:pPr>
      <w:bookmarkStart w:id="14" w:name="_Toc531765207"/>
      <w:r>
        <w:rPr>
          <w:rtl/>
          <w:lang w:bidi="fa-IR"/>
        </w:rPr>
        <w:t>16</w:t>
      </w:r>
      <w:r w:rsidR="001C084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مثبت</w:t>
      </w:r>
      <w:bookmarkEnd w:id="14"/>
    </w:p>
    <w:p w:rsidR="00A43042" w:rsidRDefault="00A43042" w:rsidP="001C0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دچار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ناً</w:t>
      </w:r>
      <w:r>
        <w:rPr>
          <w:rtl/>
          <w:lang w:bidi="fa-IR"/>
        </w:rPr>
        <w:t xml:space="preserve"> به پزشک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داروها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به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>. حال پرسش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چرا داروها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پزشک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نموده است،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چون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تفکر ما نسبت به پزشک و علم و کارآمد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است و او را باوردار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وگرنه هرگز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نکت</w:t>
      </w:r>
      <w:r w:rsidR="001C08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پزشکان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دهند، مگر آنکه شخص آنها را باور داشته و نسبت به آنها خوش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باشد. پرسش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چرا ما همسر خود را به عنوان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3042" w:rsidRDefault="00A43042" w:rsidP="001C0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همسر خود عهد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دل در گرو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چرا که ذهن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نسبت به هم مثبت است و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افکار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رفتار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نوع رفتار ما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تابع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ما تابع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و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انعکاس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C08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ماست. اگر </w:t>
      </w:r>
      <w:r>
        <w:rPr>
          <w:rFonts w:hint="eastAsia"/>
          <w:rtl/>
          <w:lang w:bidi="fa-IR"/>
        </w:rPr>
        <w:t>تفکر</w:t>
      </w:r>
      <w:r>
        <w:rPr>
          <w:rtl/>
          <w:lang w:bidi="fa-IR"/>
        </w:rPr>
        <w:t xml:space="preserve">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ذهن ما نسبت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باشد،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 شده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مثبت،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جذاب و دلپسند خواهد بود و و نگاه 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</w:t>
      </w:r>
      <w:r w:rsidR="001C08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اعتماد و احترام خواهد بود و رفتار برگرفته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والا،</w:t>
      </w:r>
      <w:r>
        <w:rPr>
          <w:rFonts w:hint="eastAsia"/>
          <w:rtl/>
          <w:lang w:bidi="fa-IR"/>
        </w:rPr>
        <w:t>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خواهد بود . اگر تفکر ما نسبت به</w:t>
      </w:r>
      <w:r w:rsidR="001C08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همسرمان</w:t>
      </w:r>
      <w:r>
        <w:rPr>
          <w:rtl/>
          <w:lang w:bidi="fa-IR"/>
        </w:rPr>
        <w:t xml:space="preserve"> مثبت باشد،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جذاب و دلربا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1C08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ذهن</w:t>
      </w:r>
      <w:r>
        <w:rPr>
          <w:rtl/>
          <w:lang w:bidi="fa-IR"/>
        </w:rPr>
        <w:t xml:space="preserve"> ما نقش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3"/>
        <w:gridCol w:w="268"/>
        <w:gridCol w:w="3321"/>
      </w:tblGrid>
      <w:tr w:rsidR="001C0848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1C0848" w:rsidRDefault="001C08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>گشود نگار من نقاب از طرف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C0848" w:rsidRDefault="001C0848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C0848" w:rsidRDefault="001C0848" w:rsidP="005025E0">
            <w:pPr>
              <w:pStyle w:val="libPoem"/>
            </w:pPr>
            <w:r>
              <w:rPr>
                <w:rtl/>
                <w:lang w:bidi="fa-IR"/>
              </w:rPr>
              <w:t>برداشت سپ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دم حجاب از طرف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0848" w:rsidTr="005025E0">
        <w:trPr>
          <w:trHeight w:val="350"/>
        </w:trPr>
        <w:tc>
          <w:tcPr>
            <w:tcW w:w="3920" w:type="dxa"/>
          </w:tcPr>
          <w:p w:rsidR="001C0848" w:rsidRDefault="001C08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گر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امت</w:t>
            </w:r>
            <w:r>
              <w:rPr>
                <w:rtl/>
                <w:lang w:bidi="fa-IR"/>
              </w:rPr>
              <w:t xml:space="preserve"> زِ چه رو گشت پد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C0848" w:rsidRDefault="001C0848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C0848" w:rsidRDefault="001C0848" w:rsidP="005025E0">
            <w:pPr>
              <w:pStyle w:val="libPoem"/>
            </w:pPr>
            <w:r>
              <w:rPr>
                <w:rtl/>
                <w:lang w:bidi="fa-IR"/>
              </w:rPr>
              <w:t>ماه از طرف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آفتاب از طرف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 w:rsidRPr="001C0848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1C0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اگر همسر ما،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باشد، اما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تفکر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نظر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داشت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دارش</w:t>
      </w:r>
      <w:r>
        <w:rPr>
          <w:rtl/>
          <w:lang w:bidi="fa-IR"/>
        </w:rPr>
        <w:t xml:space="preserve"> شاد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همسرشان و داشتن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آل و عاشق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رمال ها و فالگ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مراج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غافل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آن 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کند،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C08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آنان نسبت به همسرشان است.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چشمان برداشته شود، آنگاه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خارق العاده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امام عل</w:t>
      </w:r>
      <w:r>
        <w:rPr>
          <w:rFonts w:hint="cs"/>
          <w:rtl/>
          <w:lang w:bidi="fa-IR"/>
        </w:rPr>
        <w:t>ی</w:t>
      </w:r>
      <w:r w:rsidR="001C0848" w:rsidRPr="001C0848">
        <w:rPr>
          <w:rFonts w:ascii="Traditional Arabic" w:eastAsiaTheme="minorHAnsi" w:hAnsi="Traditional Arabic" w:cs="Traditional Arabic"/>
          <w:rtl/>
        </w:rPr>
        <w:t xml:space="preserve"> </w:t>
      </w:r>
      <w:r w:rsidR="001C0848" w:rsidRPr="001C0848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دربار</w:t>
      </w:r>
      <w:r w:rsidR="001C08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اثر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C084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مثبت و خوش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هرکه به مردم خوش گمان باشد، از آنان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</w:t>
      </w:r>
      <w:r w:rsidRPr="001C0848">
        <w:rPr>
          <w:rStyle w:val="libFootnotenumChar"/>
          <w:rtl/>
        </w:rPr>
        <w:t>(2)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خواهان بقا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A43042" w:rsidRPr="001C0848" w:rsidRDefault="001C0848" w:rsidP="001C084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43042" w:rsidRDefault="00A43042" w:rsidP="001C0848">
      <w:pPr>
        <w:pStyle w:val="libFootnote0"/>
        <w:rPr>
          <w:rtl/>
          <w:lang w:bidi="fa-IR"/>
        </w:rPr>
      </w:pPr>
      <w:r>
        <w:rPr>
          <w:rtl/>
          <w:lang w:bidi="fa-IR"/>
        </w:rPr>
        <w:t>1- ابوسع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A43042" w:rsidRDefault="00A43042" w:rsidP="001C0848">
      <w:pPr>
        <w:pStyle w:val="libFootnote0"/>
        <w:rPr>
          <w:rtl/>
          <w:lang w:bidi="fa-IR"/>
        </w:rPr>
      </w:pPr>
      <w:r>
        <w:rPr>
          <w:rtl/>
          <w:lang w:bidi="fa-IR"/>
        </w:rPr>
        <w:t>2- غررالحکم، ص761، ح9510.</w:t>
      </w:r>
    </w:p>
    <w:p w:rsidR="00A43042" w:rsidRDefault="001C0848" w:rsidP="001C084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رس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دن</w:t>
      </w:r>
      <w:r w:rsidR="00A43042">
        <w:rPr>
          <w:rtl/>
          <w:lang w:bidi="fa-IR"/>
        </w:rPr>
        <w:t xml:space="preserve"> به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خواسته، اند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مثبت و تصو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ذهن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از همسر خود در ذهن داشته باشند و به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اند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شه</w:t>
      </w:r>
      <w:r w:rsidR="00A43042">
        <w:rPr>
          <w:rtl/>
          <w:lang w:bidi="fa-IR"/>
        </w:rPr>
        <w:t xml:space="preserve"> تداوم بخشند. خوش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مشترک و همسر، باعث تجد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اعتماد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شود؛ و احساس اعتماد، حس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خالق آرامش است. اگر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حس کمرنگ شود، عشق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tl/>
          <w:lang w:bidi="fa-IR"/>
        </w:rPr>
        <w:t xml:space="preserve"> کمرنگ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گردد </w:t>
      </w:r>
      <w:r w:rsidR="00A43042">
        <w:rPr>
          <w:rFonts w:hint="eastAsia"/>
          <w:rtl/>
          <w:lang w:bidi="fa-IR"/>
        </w:rPr>
        <w:t>و</w:t>
      </w:r>
      <w:r w:rsidR="00A43042">
        <w:rPr>
          <w:rtl/>
          <w:lang w:bidi="fa-IR"/>
        </w:rPr>
        <w:t xml:space="preserve"> نت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جه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جز افسردگ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اندوه نخواهد داشت.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3"/>
        <w:gridCol w:w="269"/>
        <w:gridCol w:w="3320"/>
      </w:tblGrid>
      <w:tr w:rsidR="001C0848" w:rsidTr="005025E0">
        <w:trPr>
          <w:trHeight w:val="350"/>
        </w:trPr>
        <w:tc>
          <w:tcPr>
            <w:tcW w:w="3920" w:type="dxa"/>
            <w:shd w:val="clear" w:color="auto" w:fill="auto"/>
          </w:tcPr>
          <w:p w:rsidR="001C0848" w:rsidRDefault="001C0848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گل،</w:t>
            </w:r>
            <w:r>
              <w:rPr>
                <w:rtl/>
                <w:lang w:bidi="fa-IR"/>
              </w:rPr>
              <w:t xml:space="preserve"> رنگ نگار ما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C0848" w:rsidRDefault="001C0848" w:rsidP="005025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C0848" w:rsidRDefault="001C0848" w:rsidP="001C0848">
            <w:pPr>
              <w:pStyle w:val="libNormal"/>
            </w:pPr>
            <w:r>
              <w:rPr>
                <w:rtl/>
                <w:lang w:bidi="fa-IR"/>
              </w:rPr>
              <w:t>بو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خوش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ما ندارد </w:t>
            </w:r>
            <w:r w:rsidRPr="001C0848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213FCA" w:rsidP="005025E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÷</w:t>
      </w:r>
      <w:r w:rsidR="00A43042">
        <w:rPr>
          <w:rFonts w:hint="eastAsia"/>
          <w:rtl/>
          <w:lang w:bidi="fa-IR"/>
        </w:rPr>
        <w:t>امام</w:t>
      </w:r>
      <w:r w:rsidR="00A43042">
        <w:rPr>
          <w:rtl/>
          <w:lang w:bidi="fa-IR"/>
        </w:rPr>
        <w:t xml:space="preserve"> عل</w:t>
      </w:r>
      <w:r w:rsidR="00A43042">
        <w:rPr>
          <w:rFonts w:hint="cs"/>
          <w:rtl/>
          <w:lang w:bidi="fa-IR"/>
        </w:rPr>
        <w:t>ی</w:t>
      </w:r>
      <w:r w:rsidR="00A43042">
        <w:rPr>
          <w:lang w:bidi="fa-IR"/>
        </w:rPr>
        <w:t></w:t>
      </w:r>
      <w:r w:rsidR="00A43042">
        <w:rPr>
          <w:rtl/>
          <w:lang w:bidi="fa-IR"/>
        </w:rPr>
        <w:t xml:space="preserve"> به فرزندشان امام حسن</w:t>
      </w:r>
      <w:r w:rsidR="00A43042">
        <w:rPr>
          <w:lang w:bidi="fa-IR"/>
        </w:rPr>
        <w:t></w:t>
      </w:r>
      <w:r w:rsidR="00A43042">
        <w:rPr>
          <w:rtl/>
          <w:lang w:bidi="fa-IR"/>
        </w:rPr>
        <w:t xml:space="preserve"> سفارش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کنند: بدگمان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تو را از دوست دلسوز محروم نکند. (2)اند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Fonts w:hint="cs"/>
          <w:rtl/>
          <w:lang w:bidi="fa-IR"/>
        </w:rPr>
        <w:t>ۀ</w:t>
      </w:r>
      <w:r w:rsidR="00A43042">
        <w:rPr>
          <w:rtl/>
          <w:lang w:bidi="fa-IR"/>
        </w:rPr>
        <w:t xml:space="preserve"> منف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نسبت به همسر و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گران،</w:t>
      </w:r>
      <w:r w:rsidR="00A43042">
        <w:rPr>
          <w:rtl/>
          <w:lang w:bidi="fa-IR"/>
        </w:rPr>
        <w:t xml:space="preserve"> آرامش را که ما</w:t>
      </w:r>
      <w:r w:rsidR="00A43042">
        <w:rPr>
          <w:rFonts w:hint="cs"/>
          <w:rtl/>
          <w:lang w:bidi="fa-IR"/>
        </w:rPr>
        <w:t>یۀ</w:t>
      </w:r>
      <w:r w:rsidR="00A43042">
        <w:rPr>
          <w:rtl/>
          <w:lang w:bidi="fa-IR"/>
        </w:rPr>
        <w:t xml:space="preserve"> ح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ات</w:t>
      </w:r>
      <w:r w:rsidR="00A43042">
        <w:rPr>
          <w:rtl/>
          <w:lang w:bidi="fa-IR"/>
        </w:rPr>
        <w:t xml:space="preserve"> و دوام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است، از انسان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رد</w:t>
      </w:r>
      <w:r w:rsidR="00A43042">
        <w:rPr>
          <w:rtl/>
          <w:lang w:bidi="fa-IR"/>
        </w:rPr>
        <w:t xml:space="preserve"> و استرس، اضطراب، غم و اندوه و درد، در سراسر وجود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شود و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ناآ</w:t>
      </w:r>
      <w:r w:rsidR="00A43042">
        <w:rPr>
          <w:rFonts w:hint="eastAsia"/>
          <w:rtl/>
          <w:lang w:bidi="fa-IR"/>
        </w:rPr>
        <w:t>رام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نت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جه</w:t>
      </w:r>
      <w:r w:rsidR="00A43042">
        <w:rPr>
          <w:rtl/>
          <w:lang w:bidi="fa-IR"/>
        </w:rPr>
        <w:t xml:space="preserve"> اش جدا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از همسر، رو آوردن به مواد مخدر،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روح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روان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جسم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خواهد بود. دربار</w:t>
      </w:r>
      <w:r w:rsidR="00A43042">
        <w:rPr>
          <w:rFonts w:hint="cs"/>
          <w:rtl/>
          <w:lang w:bidi="fa-IR"/>
        </w:rPr>
        <w:t>ۀ</w:t>
      </w:r>
      <w:r w:rsidR="00A43042">
        <w:rPr>
          <w:rtl/>
          <w:lang w:bidi="fa-IR"/>
        </w:rPr>
        <w:t xml:space="preserve"> رابط</w:t>
      </w:r>
      <w:r w:rsidR="00A43042">
        <w:rPr>
          <w:rFonts w:hint="cs"/>
          <w:rtl/>
          <w:lang w:bidi="fa-IR"/>
        </w:rPr>
        <w:t>ۀ</w:t>
      </w:r>
      <w:r w:rsidR="00A43042">
        <w:rPr>
          <w:rtl/>
          <w:lang w:bidi="fa-IR"/>
        </w:rPr>
        <w:t xml:space="preserve"> خوش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اند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Fonts w:hint="cs"/>
          <w:rtl/>
          <w:lang w:bidi="fa-IR"/>
        </w:rPr>
        <w:t>ۀ</w:t>
      </w:r>
      <w:r w:rsidR="00A43042">
        <w:rPr>
          <w:rtl/>
          <w:lang w:bidi="fa-IR"/>
        </w:rPr>
        <w:t xml:space="preserve"> مثبت با آرامش روح و روان، امام صادق</w:t>
      </w:r>
      <w:r w:rsidR="005025E0" w:rsidRPr="005025E0">
        <w:rPr>
          <w:rFonts w:ascii="Traditional Arabic" w:eastAsiaTheme="minorHAnsi" w:hAnsi="Traditional Arabic" w:cs="Traditional Arabic"/>
          <w:rtl/>
        </w:rPr>
        <w:t xml:space="preserve"> </w:t>
      </w:r>
      <w:r w:rsidR="005025E0" w:rsidRPr="005025E0">
        <w:rPr>
          <w:rStyle w:val="libAlaemChar"/>
          <w:rFonts w:eastAsiaTheme="minorHAnsi"/>
          <w:rtl/>
        </w:rPr>
        <w:t>عليه‌السلام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از خوش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بهره 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ر،</w:t>
      </w:r>
      <w:r w:rsidR="00A43042">
        <w:rPr>
          <w:rtl/>
          <w:lang w:bidi="fa-IR"/>
        </w:rPr>
        <w:t xml:space="preserve"> تا با آن دلت آرام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رد</w:t>
      </w:r>
      <w:r w:rsidR="00A43042">
        <w:rPr>
          <w:rtl/>
          <w:lang w:bidi="fa-IR"/>
        </w:rPr>
        <w:t xml:space="preserve"> و کارت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رود. </w:t>
      </w:r>
      <w:r w:rsidR="00A43042" w:rsidRPr="005025E0">
        <w:rPr>
          <w:rStyle w:val="libFootnotenumChar"/>
          <w:rtl/>
        </w:rPr>
        <w:t>(3)</w:t>
      </w:r>
    </w:p>
    <w:p w:rsidR="00A43042" w:rsidRPr="005025E0" w:rsidRDefault="005025E0" w:rsidP="005025E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3042" w:rsidRDefault="00A43042" w:rsidP="005025E0">
      <w:pPr>
        <w:pStyle w:val="libFootnote0"/>
        <w:rPr>
          <w:rtl/>
          <w:lang w:bidi="fa-IR"/>
        </w:rPr>
      </w:pPr>
      <w:r>
        <w:rPr>
          <w:rtl/>
          <w:lang w:bidi="fa-IR"/>
        </w:rPr>
        <w:t>1-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خسرو دهلو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</w:t>
      </w:r>
    </w:p>
    <w:p w:rsidR="00A43042" w:rsidRDefault="00A43042" w:rsidP="005025E0">
      <w:pPr>
        <w:pStyle w:val="libFootnote0"/>
        <w:rPr>
          <w:rtl/>
          <w:lang w:bidi="fa-IR"/>
        </w:rPr>
      </w:pPr>
      <w:r>
        <w:rPr>
          <w:rtl/>
          <w:lang w:bidi="fa-IR"/>
        </w:rPr>
        <w:t>2-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7، ص 3401 ، ح 11.</w:t>
      </w:r>
    </w:p>
    <w:p w:rsidR="00A43042" w:rsidRDefault="00A43042" w:rsidP="005025E0">
      <w:pPr>
        <w:pStyle w:val="libFootnote0"/>
        <w:rPr>
          <w:rtl/>
          <w:lang w:bidi="fa-IR"/>
        </w:rPr>
      </w:pPr>
      <w:r>
        <w:rPr>
          <w:rtl/>
          <w:lang w:bidi="fa-IR"/>
        </w:rPr>
        <w:t>3-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ج7، ص3401، ح11574.</w:t>
      </w:r>
    </w:p>
    <w:p w:rsidR="00A43042" w:rsidRDefault="005025E0" w:rsidP="005025E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شک</w:t>
      </w:r>
      <w:r w:rsidR="00A43042">
        <w:rPr>
          <w:rtl/>
          <w:lang w:bidi="fa-IR"/>
        </w:rPr>
        <w:t xml:space="preserve"> و گمان مسبب جدا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خ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انت</w:t>
      </w:r>
      <w:r w:rsidR="00A43042">
        <w:rPr>
          <w:rtl/>
          <w:lang w:bidi="fa-IR"/>
        </w:rPr>
        <w:t xml:space="preserve"> و جنا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است که به طور کامل در قانون صداقت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ان</w:t>
      </w:r>
      <w:r w:rsidR="00A43042">
        <w:rPr>
          <w:rtl/>
          <w:lang w:bidi="fa-IR"/>
        </w:rPr>
        <w:t xml:space="preserve"> شد.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امبر</w:t>
      </w:r>
      <w:r w:rsidRPr="005025E0">
        <w:rPr>
          <w:rFonts w:ascii="Traditional Arabic" w:eastAsiaTheme="minorHAnsi" w:hAnsi="Traditional Arabic" w:cs="Traditional Arabic"/>
          <w:rtl/>
        </w:rPr>
        <w:t xml:space="preserve"> </w:t>
      </w:r>
      <w:r w:rsidRPr="005025E0">
        <w:rPr>
          <w:rStyle w:val="libAlaemChar"/>
          <w:rFonts w:eastAsiaTheme="minorHAnsi"/>
          <w:rtl/>
        </w:rPr>
        <w:t>صلى‌الله‌عليه‌وآله‌وسلم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چون به 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گمان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آن را حق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قت</w:t>
      </w:r>
      <w:r w:rsidR="00A43042">
        <w:rPr>
          <w:rtl/>
          <w:lang w:bidi="fa-IR"/>
        </w:rPr>
        <w:t xml:space="preserve"> مپندار! </w:t>
      </w:r>
      <w:r w:rsidR="00A43042" w:rsidRPr="005025E0">
        <w:rPr>
          <w:rStyle w:val="libFootnotenumChar"/>
          <w:rtl/>
        </w:rPr>
        <w:t>(1)</w:t>
      </w:r>
    </w:p>
    <w:p w:rsidR="00A43042" w:rsidRDefault="005025E0" w:rsidP="005025E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A43042">
        <w:rPr>
          <w:rFonts w:hint="eastAsia"/>
          <w:rtl/>
          <w:lang w:bidi="fa-IR"/>
        </w:rPr>
        <w:t>هر</w:t>
      </w:r>
      <w:r w:rsidR="00A43042">
        <w:rPr>
          <w:rtl/>
          <w:lang w:bidi="fa-IR"/>
        </w:rPr>
        <w:t xml:space="preserve"> عکس العمل، نت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عمل است. اگر همسر ما به ما بدگمان است و به ما به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ترد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و شک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نگرد، 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گناه و خطا از جانب ماست. شا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با کارها و رفتارها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کار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کرده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 xml:space="preserve"> که او نسبت به ما بدب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شود. در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زناشو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مهم 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قانون و اول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اصل، صداقت و راس</w:t>
      </w:r>
      <w:r w:rsidR="00A43042">
        <w:rPr>
          <w:rFonts w:hint="eastAsia"/>
          <w:rtl/>
          <w:lang w:bidi="fa-IR"/>
        </w:rPr>
        <w:t>ت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است. کژ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کژگو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و پوشاندن حقا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ق</w:t>
      </w:r>
      <w:r w:rsidR="00A43042">
        <w:rPr>
          <w:rtl/>
          <w:lang w:bidi="fa-IR"/>
        </w:rPr>
        <w:t xml:space="preserve"> زندگ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اگر منش و روش ما در برخورد با همسرمان قرار 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رد،</w:t>
      </w:r>
      <w:r w:rsidR="00A43042">
        <w:rPr>
          <w:rtl/>
          <w:lang w:bidi="fa-IR"/>
        </w:rPr>
        <w:t xml:space="preserve">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</w:t>
      </w:r>
      <w:r w:rsidR="00A43042">
        <w:rPr>
          <w:rtl/>
          <w:lang w:bidi="fa-IR"/>
        </w:rPr>
        <w:t xml:space="preserve"> زود همسر ما به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رنگ نبودن ما پ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برد و آن هنگام است که اند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مثبت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نسبت به ما منف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شود. آنگاه تصو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ز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ذهنش مخدوش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گردد و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خوش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نخواهد بود و به هم</w:t>
      </w:r>
      <w:r>
        <w:rPr>
          <w:rFonts w:hint="cs"/>
          <w:rtl/>
          <w:lang w:bidi="fa-IR"/>
        </w:rPr>
        <w:t>ه</w:t>
      </w:r>
      <w:r w:rsidR="00A43042">
        <w:rPr>
          <w:rtl/>
          <w:lang w:bidi="fa-IR"/>
        </w:rPr>
        <w:t xml:space="preserve"> کارها و رفتارها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ما به 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Fonts w:hint="cs"/>
          <w:rtl/>
          <w:lang w:bidi="fa-IR"/>
        </w:rPr>
        <w:t>ۀ</w:t>
      </w:r>
      <w:r w:rsidR="00A43042">
        <w:rPr>
          <w:rtl/>
          <w:lang w:bidi="fa-IR"/>
        </w:rPr>
        <w:t xml:space="preserve"> شک و ترد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نگرد. رفتار عاشقانه اش تغ</w:t>
      </w:r>
      <w:r w:rsidR="00A43042">
        <w:rPr>
          <w:rFonts w:hint="cs"/>
          <w:rtl/>
          <w:lang w:bidi="fa-IR"/>
        </w:rPr>
        <w:t>یی</w:t>
      </w:r>
      <w:r w:rsidR="00A43042">
        <w:rPr>
          <w:rFonts w:hint="eastAsia"/>
          <w:rtl/>
          <w:lang w:bidi="fa-IR"/>
        </w:rPr>
        <w:t>ر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 آن کس که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بلا را بر سر ما و دل ما آورده است، خود ما هست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حضرت عل</w:t>
      </w:r>
      <w:r w:rsidR="00A43042">
        <w:rPr>
          <w:rFonts w:hint="cs"/>
          <w:rtl/>
          <w:lang w:bidi="fa-IR"/>
        </w:rPr>
        <w:t>ی</w:t>
      </w:r>
      <w:r w:rsidRPr="005025E0">
        <w:rPr>
          <w:rFonts w:ascii="Traditional Arabic" w:eastAsiaTheme="minorHAnsi" w:hAnsi="Traditional Arabic" w:cs="Traditional Arabic"/>
          <w:rtl/>
        </w:rPr>
        <w:t xml:space="preserve"> </w:t>
      </w:r>
      <w:r w:rsidRPr="005025E0">
        <w:rPr>
          <w:rStyle w:val="libAlaemChar"/>
          <w:rFonts w:eastAsiaTheme="minorHAnsi"/>
          <w:rtl/>
        </w:rPr>
        <w:t>عليه‌السلام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>: هر که خود را در جا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گاه</w:t>
      </w:r>
      <w:r w:rsidR="00A43042">
        <w:rPr>
          <w:rtl/>
          <w:lang w:bidi="fa-IR"/>
        </w:rPr>
        <w:t xml:space="preserve"> تهمت و بدگمان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قرار دهد، نبا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که به او گمان بد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</w:t>
      </w:r>
      <w:r w:rsidR="00A43042">
        <w:rPr>
          <w:rFonts w:hint="eastAsia"/>
          <w:rtl/>
          <w:lang w:bidi="fa-IR"/>
        </w:rPr>
        <w:t>برد،</w:t>
      </w:r>
      <w:r w:rsidR="00A43042">
        <w:rPr>
          <w:rtl/>
          <w:lang w:bidi="fa-IR"/>
        </w:rPr>
        <w:t xml:space="preserve"> سرزنش کند.</w:t>
      </w:r>
      <w:r w:rsidR="00A43042" w:rsidRPr="005025E0">
        <w:rPr>
          <w:rStyle w:val="libFootnotenumChar"/>
          <w:rtl/>
        </w:rPr>
        <w:t xml:space="preserve"> (2)</w:t>
      </w:r>
    </w:p>
    <w:p w:rsidR="00A43042" w:rsidRPr="005025E0" w:rsidRDefault="005025E0" w:rsidP="005025E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3042" w:rsidRDefault="00A43042" w:rsidP="005025E0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الفصاحه، ص 229 ، ح 2</w:t>
      </w:r>
    </w:p>
    <w:p w:rsidR="00A43042" w:rsidRDefault="00A43042" w:rsidP="005025E0">
      <w:pPr>
        <w:pStyle w:val="libFootnote0"/>
        <w:rPr>
          <w:rtl/>
          <w:lang w:bidi="fa-IR"/>
        </w:rPr>
      </w:pPr>
      <w:r>
        <w:rPr>
          <w:rtl/>
          <w:lang w:bidi="fa-IR"/>
        </w:rPr>
        <w:t>2-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7، ص 3393 ، ح 1</w:t>
      </w:r>
    </w:p>
    <w:p w:rsidR="005025E0" w:rsidRDefault="005025E0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5025E0">
      <w:pPr>
        <w:pStyle w:val="Heading1"/>
        <w:rPr>
          <w:rtl/>
          <w:lang w:bidi="fa-IR"/>
        </w:rPr>
      </w:pPr>
      <w:bookmarkStart w:id="15" w:name="_Toc531765208"/>
      <w:r>
        <w:rPr>
          <w:rtl/>
          <w:lang w:bidi="fa-IR"/>
        </w:rPr>
        <w:t>17</w:t>
      </w:r>
      <w:r w:rsidR="005025E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خانواده، اولو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bookmarkEnd w:id="15"/>
    </w:p>
    <w:p w:rsidR="00A43042" w:rsidRDefault="00A43042" w:rsidP="005025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عاشقان</w:t>
      </w:r>
      <w:r>
        <w:rPr>
          <w:rtl/>
          <w:lang w:bidi="fa-IR"/>
        </w:rPr>
        <w:t xml:space="preserve"> هر آنچه دارند در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محبوب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>. مجنون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 را از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 رهان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طوق عشق را بر گردن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فرهاد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وصال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دست گرفت. پس از ازدواج،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eastAsia"/>
          <w:rtl/>
          <w:lang w:bidi="fa-IR"/>
        </w:rPr>
        <w:t>مسر</w:t>
      </w:r>
      <w:r>
        <w:rPr>
          <w:rtl/>
          <w:lang w:bidi="fa-IR"/>
        </w:rPr>
        <w:t xml:space="preserve"> انسان است.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انسان بعد از ازدواج، برآورده ساختن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و رساندن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آرزوها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راستا، مردان هر روز صبح با عزم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راسخ آغاز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مبارز به جنگ روزگار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شتابند. زنان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صبحگاه تا شامگاه در منزل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فرزندان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به چه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مشتاقانه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مراتب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 چرا مردان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نگران پس انداز و 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هستند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بهبود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چرا زنان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و همسر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باشند؟ هم</w:t>
      </w:r>
      <w:r w:rsidR="005025E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کار و تلاش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انسان بدون تلاش،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هم</w:t>
      </w:r>
      <w:r w:rsidR="005025E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دانش و هنر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ارزش انسان را به مقدار بهره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 و دانش و هنر وابسته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هم</w:t>
      </w:r>
      <w:r w:rsidR="005025E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ثروت و امکانات مال</w:t>
      </w:r>
      <w:r>
        <w:rPr>
          <w:rFonts w:hint="cs"/>
          <w:rtl/>
          <w:lang w:bidi="fa-IR"/>
        </w:rPr>
        <w:t>ی</w:t>
      </w:r>
      <w:r w:rsidR="005025E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 خواهان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5025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انسان</w:t>
      </w:r>
      <w:r>
        <w:rPr>
          <w:rtl/>
          <w:lang w:bidi="fa-IR"/>
        </w:rPr>
        <w:t xml:space="preserve"> مانند پرنده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اوج پرواز کند. اما هرگز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فراموش کند که ازدواج، خط بطلان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«من» و پا</w:t>
      </w:r>
      <w:r>
        <w:rPr>
          <w:rFonts w:hint="cs"/>
          <w:rtl/>
          <w:lang w:bidi="fa-IR"/>
        </w:rPr>
        <w:t>ی</w:t>
      </w:r>
      <w:r w:rsidR="005025E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«ما» است.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ازدواج، کار،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شاد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شرفت،</w:t>
      </w:r>
      <w:r>
        <w:rPr>
          <w:rtl/>
          <w:lang w:bidi="fa-IR"/>
        </w:rPr>
        <w:t xml:space="preserve"> ادامه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آن «من»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«من» است، اما بعد از ازدواج، هم</w:t>
      </w:r>
      <w:r w:rsidR="005025E0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«ما» و از آن ماست؛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خودمان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خواهان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بزرگ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ازدواج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تمام اهداف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رفاه و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و فرزندان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 نشود،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موفق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لذت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را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3042" w:rsidRDefault="00A43042" w:rsidP="005025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قبل از ازدواج، هدف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خودمان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پس از ازدواج اهداف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هدف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باشد.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انجام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خانواده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بر دوش زن و مرد قرار دارد و هر دو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تلاش کنند.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5025E0" w:rsidRPr="005025E0">
        <w:rPr>
          <w:rFonts w:ascii="Traditional Arabic" w:eastAsiaTheme="minorHAnsi" w:hAnsi="Traditional Arabic" w:cs="Traditional Arabic"/>
          <w:rtl/>
        </w:rPr>
        <w:t xml:space="preserve"> </w:t>
      </w:r>
      <w:r w:rsidR="005025E0" w:rsidRPr="005025E0">
        <w:rPr>
          <w:rStyle w:val="libAlaemChar"/>
          <w:rFonts w:eastAsiaTheme="minorHAnsi"/>
          <w:rtl/>
        </w:rPr>
        <w:t>صلى‌الله‌عليه‌وآله‌وسلم</w:t>
      </w:r>
      <w:r w:rsidR="005025E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محبوب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بندگان نزد خداوند، آن کس است که به خانواده اش سودمندتر باشد. </w:t>
      </w:r>
      <w:r w:rsidRPr="005025E0">
        <w:rPr>
          <w:rStyle w:val="libFootnotenumChar"/>
          <w:rtl/>
        </w:rPr>
        <w:t>(1)</w:t>
      </w:r>
    </w:p>
    <w:p w:rsidR="00A43042" w:rsidRPr="005025E0" w:rsidRDefault="005025E0" w:rsidP="005025E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3042" w:rsidRDefault="00A43042" w:rsidP="005025E0">
      <w:pPr>
        <w:pStyle w:val="libFootnote0"/>
        <w:rPr>
          <w:rtl/>
          <w:lang w:bidi="fa-IR"/>
        </w:rPr>
      </w:pPr>
      <w:r>
        <w:rPr>
          <w:rtl/>
          <w:lang w:bidi="fa-IR"/>
        </w:rPr>
        <w:t>1- معارف و معار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ج 5، ص 32</w:t>
      </w:r>
    </w:p>
    <w:p w:rsidR="00A43042" w:rsidRDefault="005025E0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انسان</w:t>
      </w:r>
      <w:r w:rsidR="00A43042">
        <w:rPr>
          <w:rtl/>
          <w:lang w:bidi="fa-IR"/>
        </w:rPr>
        <w:t xml:space="preserve">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حفظ آرامش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از</w:t>
      </w:r>
      <w:r w:rsidR="00A43042">
        <w:rPr>
          <w:rtl/>
          <w:lang w:bidi="fa-IR"/>
        </w:rPr>
        <w:t xml:space="preserve"> به تفر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ح،</w:t>
      </w:r>
      <w:r w:rsidR="00A43042">
        <w:rPr>
          <w:rtl/>
          <w:lang w:bidi="fa-IR"/>
        </w:rPr>
        <w:t xml:space="preserve"> باز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شاد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دارد. البته تفر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ح،</w:t>
      </w:r>
      <w:r w:rsidR="00A43042">
        <w:rPr>
          <w:rtl/>
          <w:lang w:bidi="fa-IR"/>
        </w:rPr>
        <w:t xml:space="preserve"> مسافرت، شاد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رفت و آمد با دوستان، نبا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آرامش، شاد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رفاه خانواده را از آنان بگ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رد</w:t>
      </w:r>
      <w:r w:rsidR="00A43042">
        <w:rPr>
          <w:rtl/>
          <w:lang w:bidi="fa-IR"/>
        </w:rPr>
        <w:t>.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تفر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ح</w:t>
      </w:r>
      <w:r w:rsidR="00A43042">
        <w:rPr>
          <w:rtl/>
          <w:lang w:bidi="fa-IR"/>
        </w:rPr>
        <w:t xml:space="preserve"> و شاد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بخش 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باز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لذت بخش 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لذت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همسر مهربان آن است که اوقات خو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را در کن</w:t>
      </w:r>
      <w:r w:rsidR="00A43042">
        <w:rPr>
          <w:rFonts w:hint="eastAsia"/>
          <w:rtl/>
          <w:lang w:bidi="fa-IR"/>
        </w:rPr>
        <w:t>ار</w:t>
      </w:r>
      <w:r w:rsidR="00A43042">
        <w:rPr>
          <w:rtl/>
          <w:lang w:bidi="fa-IR"/>
        </w:rPr>
        <w:t xml:space="preserve"> همسر و فرزندانش به سر برد. بهتر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دوست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</w:t>
      </w:r>
      <w:r w:rsidR="00A43042">
        <w:rPr>
          <w:rtl/>
          <w:lang w:bidi="fa-IR"/>
        </w:rPr>
        <w:t xml:space="preserve"> همسر، همسر او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باشد.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5025E0" w:rsidTr="005025E0">
        <w:trPr>
          <w:trHeight w:val="350"/>
        </w:trPr>
        <w:tc>
          <w:tcPr>
            <w:tcW w:w="3344" w:type="dxa"/>
            <w:shd w:val="clear" w:color="auto" w:fill="auto"/>
          </w:tcPr>
          <w:p w:rsidR="005025E0" w:rsidRDefault="005025E0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</w:t>
            </w:r>
            <w:r>
              <w:rPr>
                <w:rtl/>
                <w:lang w:bidi="fa-IR"/>
              </w:rPr>
              <w:t>واهم اندر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ت افتم، دامنت 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رم</w:t>
            </w:r>
            <w:r>
              <w:rPr>
                <w:rtl/>
                <w:lang w:bidi="fa-IR"/>
              </w:rPr>
              <w:t xml:space="preserve"> به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5025E0" w:rsidRDefault="005025E0" w:rsidP="005025E0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5025E0" w:rsidRDefault="005025E0" w:rsidP="005025E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تو را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دم،</w:t>
            </w:r>
            <w:r>
              <w:rPr>
                <w:rtl/>
                <w:lang w:bidi="fa-IR"/>
              </w:rPr>
              <w:t xml:space="preserve"> زِ شاد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دست و پا گم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کنم </w:t>
            </w:r>
            <w:r w:rsidRPr="005025E0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قرار باشد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 و خانواده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کدام را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به حکم عقل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خانواده 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به طور مثال، اگر شغل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درآمد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به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شد، اما مستلزم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به مدت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و شما هم از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</w:t>
      </w:r>
      <w:r>
        <w:rPr>
          <w:rFonts w:hint="eastAsia"/>
          <w:rtl/>
          <w:lang w:bidi="fa-IR"/>
        </w:rPr>
        <w:t>تاً</w:t>
      </w:r>
      <w:r>
        <w:rPr>
          <w:rtl/>
          <w:lang w:bidi="fa-IR"/>
        </w:rPr>
        <w:t xml:space="preserve"> خوب بهره مند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هرگز آن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بدست آوردن ثروت و پول است و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آرامش، رفاه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اما شغل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آرامش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خانواده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با درآمد معمول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روزگار بگذراند، روا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آرامش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خود و خانواده اش سلب کند.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 و مرد برا</w:t>
      </w:r>
      <w:r>
        <w:rPr>
          <w:rFonts w:hint="cs"/>
          <w:rtl/>
          <w:lang w:bidi="fa-IR"/>
        </w:rPr>
        <w:t>ی</w:t>
      </w:r>
    </w:p>
    <w:p w:rsidR="00A43042" w:rsidRPr="00E3311E" w:rsidRDefault="00E3311E" w:rsidP="00E331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3042" w:rsidRDefault="00A43042" w:rsidP="00E3311E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E331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E3311E" w:rsidP="00E331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استحکام</w:t>
      </w:r>
      <w:r w:rsidR="00A43042">
        <w:rPr>
          <w:rtl/>
          <w:lang w:bidi="fa-IR"/>
        </w:rPr>
        <w:t xml:space="preserve"> و موفق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ت</w:t>
      </w:r>
      <w:r w:rsidR="00A43042">
        <w:rPr>
          <w:rtl/>
          <w:lang w:bidi="fa-IR"/>
        </w:rPr>
        <w:t xml:space="preserve"> آن تلاش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کنند خانواده است؛ و مشغله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باعث دور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همسران از 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کد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گر</w:t>
      </w:r>
      <w:r w:rsidR="00A43042">
        <w:rPr>
          <w:rtl/>
          <w:lang w:bidi="fa-IR"/>
        </w:rPr>
        <w:t xml:space="preserve"> و از فرزندانشان شود. در هر صورت، خانواده از شغل انسان مهم تر است. اگر چه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بقا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خانواده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درآمد وجود داشته باشد، ول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کسب درآمد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شتر،</w:t>
      </w:r>
      <w:r w:rsidR="00A43042">
        <w:rPr>
          <w:rtl/>
          <w:lang w:bidi="fa-IR"/>
        </w:rPr>
        <w:t xml:space="preserve"> دل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ل</w:t>
      </w:r>
      <w:r w:rsidR="00A43042">
        <w:rPr>
          <w:rtl/>
          <w:lang w:bidi="fa-IR"/>
        </w:rPr>
        <w:t xml:space="preserve"> مناسب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برا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فرو</w:t>
      </w:r>
      <w:r w:rsidR="00A43042">
        <w:rPr>
          <w:rFonts w:hint="eastAsia"/>
          <w:rtl/>
          <w:lang w:bidi="fa-IR"/>
        </w:rPr>
        <w:t>پاش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ده</w:t>
      </w:r>
      <w:r w:rsidR="00A43042">
        <w:rPr>
          <w:rtl/>
          <w:lang w:bidi="fa-IR"/>
        </w:rPr>
        <w:t xml:space="preserve"> شدن خانواده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ست</w:t>
      </w:r>
      <w:r w:rsidR="00A43042">
        <w:rPr>
          <w:rtl/>
          <w:lang w:bidi="fa-IR"/>
        </w:rPr>
        <w:t>.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امبر</w:t>
      </w:r>
      <w:r w:rsidRPr="00E3311E">
        <w:rPr>
          <w:rFonts w:ascii="Traditional Arabic" w:eastAsiaTheme="minorHAnsi" w:hAnsi="Traditional Arabic" w:cs="Traditional Arabic"/>
          <w:rtl/>
        </w:rPr>
        <w:t xml:space="preserve"> </w:t>
      </w:r>
      <w:r w:rsidRPr="00E3311E">
        <w:rPr>
          <w:rStyle w:val="libAlaemChar"/>
          <w:rFonts w:eastAsiaTheme="minorHAnsi"/>
          <w:rtl/>
        </w:rPr>
        <w:t>صلى‌الله‌عليه‌وآله‌وسلم</w:t>
      </w:r>
      <w:r w:rsidR="00A43042">
        <w:rPr>
          <w:rtl/>
          <w:lang w:bidi="fa-IR"/>
        </w:rPr>
        <w:t xml:space="preserve"> 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ند</w:t>
      </w:r>
      <w:r w:rsidR="00A43042">
        <w:rPr>
          <w:rtl/>
          <w:lang w:bidi="fa-IR"/>
        </w:rPr>
        <w:t>: بسا در ق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امت</w:t>
      </w:r>
      <w:r w:rsidR="00A43042">
        <w:rPr>
          <w:rtl/>
          <w:lang w:bidi="fa-IR"/>
        </w:rPr>
        <w:t xml:space="preserve"> کس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را حاضر کنند که حسنه 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نداشته باشد. خداوند بفرما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او را به بهشت بر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که و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به خانواده اش مهربان بوده. </w:t>
      </w:r>
      <w:r w:rsidR="00A43042" w:rsidRPr="00E3311E">
        <w:rPr>
          <w:rStyle w:val="libFootnotenumChar"/>
          <w:rtl/>
        </w:rPr>
        <w:t>(1)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8"/>
        <w:gridCol w:w="3312"/>
      </w:tblGrid>
      <w:tr w:rsidR="00E3311E" w:rsidTr="0079456E">
        <w:trPr>
          <w:trHeight w:val="350"/>
        </w:trPr>
        <w:tc>
          <w:tcPr>
            <w:tcW w:w="3920" w:type="dxa"/>
            <w:shd w:val="clear" w:color="auto" w:fill="auto"/>
          </w:tcPr>
          <w:p w:rsidR="00E3311E" w:rsidRDefault="00E3311E" w:rsidP="007945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ق مهربان 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ار همدم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3311E" w:rsidRDefault="00E3311E" w:rsidP="007945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3311E" w:rsidRDefault="00E3311E" w:rsidP="0079456E">
            <w:pPr>
              <w:pStyle w:val="libPoem"/>
            </w:pPr>
            <w:r>
              <w:rPr>
                <w:rtl/>
                <w:lang w:bidi="fa-IR"/>
              </w:rPr>
              <w:t>همه کس دوست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دارند و من هم </w:t>
            </w:r>
            <w:r w:rsidRPr="00E3311E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E3311E" w:rsidRDefault="00E3311E" w:rsidP="00E331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43042" w:rsidRDefault="00A43042" w:rsidP="00E3311E">
      <w:pPr>
        <w:pStyle w:val="libFootnote0"/>
        <w:rPr>
          <w:rtl/>
          <w:lang w:bidi="fa-IR"/>
        </w:rPr>
      </w:pPr>
      <w:r>
        <w:rPr>
          <w:rtl/>
          <w:lang w:bidi="fa-IR"/>
        </w:rPr>
        <w:t>1- معارف و معار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ج5، ص32.</w:t>
      </w:r>
    </w:p>
    <w:p w:rsidR="00A43042" w:rsidRDefault="00A43042" w:rsidP="00E3311E">
      <w:pPr>
        <w:pStyle w:val="libFootnote0"/>
        <w:rPr>
          <w:rtl/>
          <w:lang w:bidi="fa-IR"/>
        </w:rPr>
      </w:pPr>
      <w:r>
        <w:rPr>
          <w:rtl/>
          <w:lang w:bidi="fa-IR"/>
        </w:rPr>
        <w:t>2</w:t>
      </w:r>
      <w:r w:rsidR="00E331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E3311E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E3311E">
      <w:pPr>
        <w:pStyle w:val="Heading1"/>
        <w:rPr>
          <w:rtl/>
          <w:lang w:bidi="fa-IR"/>
        </w:rPr>
      </w:pPr>
      <w:bookmarkStart w:id="16" w:name="_Toc531765209"/>
      <w:r>
        <w:rPr>
          <w:rtl/>
          <w:lang w:bidi="fa-IR"/>
        </w:rPr>
        <w:t>18</w:t>
      </w:r>
      <w:r w:rsidR="00E331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مقدم داشتن منافع خانواده بر منفعت شخص</w:t>
      </w:r>
      <w:r>
        <w:rPr>
          <w:rFonts w:hint="cs"/>
          <w:rtl/>
          <w:lang w:bidi="fa-IR"/>
        </w:rPr>
        <w:t>ی</w:t>
      </w:r>
      <w:bookmarkEnd w:id="16"/>
    </w:p>
    <w:p w:rsidR="00A43042" w:rsidRDefault="00A43042" w:rsidP="00E331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انسان ها به دنبال آرزوها و منافع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هستند و هدف آنها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آن آرزوها و خواسته هاست. اما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بزرگ، از آرزوها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پوشند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آرزوها و خواسته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برسند.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مردان بزرگ روزگارند. چهارده ستار</w:t>
      </w:r>
      <w:r w:rsidR="00E3311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درخشان آسمان </w:t>
      </w:r>
      <w:r>
        <w:rPr>
          <w:rFonts w:hint="eastAsia"/>
          <w:rtl/>
          <w:lang w:bidi="fa-IR"/>
        </w:rPr>
        <w:t>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نمون</w:t>
      </w:r>
      <w:r w:rsidR="00E3311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بارز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راد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 هم که از جان خود به خاطر وطن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گذشتند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افراد هستند. هم</w:t>
      </w:r>
      <w:r w:rsidR="00E3311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از جان و دل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خاطر ما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ما، از آرزوها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گذشتند،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و گذشت آنان را فر</w:t>
      </w:r>
      <w:r>
        <w:rPr>
          <w:rFonts w:hint="eastAsia"/>
          <w:rtl/>
          <w:lang w:bidi="fa-IR"/>
        </w:rPr>
        <w:t>اموش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تلاش ها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پدر و مادر مهربان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اند،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ما به خواسته ها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آرزوها و خوسته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سپردند و ما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بر خود و آرزوه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مقدم داشتند. ما هم اگر خواهان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و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خواهان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همسر و فرزندان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به دست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دستاورد بزرگ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مگر آنکه بذر عشق و محبت بپاش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E3311E" w:rsidP="00E3311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A43042">
        <w:rPr>
          <w:rFonts w:hint="eastAsia"/>
          <w:rtl/>
          <w:lang w:bidi="fa-IR"/>
        </w:rPr>
        <w:t>در</w:t>
      </w:r>
      <w:r w:rsidR="00A43042">
        <w:rPr>
          <w:rtl/>
          <w:lang w:bidi="fa-IR"/>
        </w:rPr>
        <w:t xml:space="preserve"> زندگ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زناشو</w:t>
      </w:r>
      <w:r w:rsidR="00A43042">
        <w:rPr>
          <w:rFonts w:hint="cs"/>
          <w:rtl/>
          <w:lang w:bidi="fa-IR"/>
        </w:rPr>
        <w:t>یی</w:t>
      </w:r>
      <w:r w:rsidR="00A43042">
        <w:rPr>
          <w:rtl/>
          <w:lang w:bidi="fa-IR"/>
        </w:rPr>
        <w:t xml:space="preserve">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اهل از خود گذشتگ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،</w:t>
      </w:r>
      <w:r w:rsidR="00A43042">
        <w:rPr>
          <w:rtl/>
          <w:lang w:bidi="fa-IR"/>
        </w:rPr>
        <w:t xml:space="preserve"> فداکار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و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ثار</w:t>
      </w:r>
    </w:p>
    <w:p w:rsidR="00A43042" w:rsidRDefault="00A43042" w:rsidP="00E331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و آرزوها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را بر آرزوها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مقدم داشت.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عشق و علاقه را دوچندان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حضرت عل</w:t>
      </w:r>
      <w:r>
        <w:rPr>
          <w:rFonts w:hint="cs"/>
          <w:rtl/>
          <w:lang w:bidi="fa-IR"/>
        </w:rPr>
        <w:t>ی</w:t>
      </w:r>
      <w:r w:rsidR="00E3311E" w:rsidRPr="00E3311E">
        <w:rPr>
          <w:rFonts w:ascii="Traditional Arabic" w:eastAsiaTheme="minorHAnsi" w:hAnsi="Traditional Arabic" w:cs="Traditional Arabic"/>
          <w:rtl/>
        </w:rPr>
        <w:t xml:space="preserve"> </w:t>
      </w:r>
      <w:r w:rsidR="00E3311E" w:rsidRPr="00E3311E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و از خودگذشتگ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بند</w:t>
      </w:r>
      <w:r w:rsidR="00E3311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E3311E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پرداخت جان باشد، بلکه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هم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خاطر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همسر، از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خود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اگر همسر ما خواستار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شغل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خسارت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شغل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زند،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دوستان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اشتراک انتخاب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اگر همسرمان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قطع رابطه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 و آن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رابطه با آن شخص لجاجت نورز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74"/>
        <w:gridCol w:w="268"/>
        <w:gridCol w:w="3280"/>
      </w:tblGrid>
      <w:tr w:rsidR="00E3311E" w:rsidTr="0079456E">
        <w:trPr>
          <w:trHeight w:val="350"/>
        </w:trPr>
        <w:tc>
          <w:tcPr>
            <w:tcW w:w="3920" w:type="dxa"/>
            <w:shd w:val="clear" w:color="auto" w:fill="auto"/>
          </w:tcPr>
          <w:p w:rsidR="00E3311E" w:rsidRDefault="00E3311E" w:rsidP="007945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از سر من و از جان من عز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زتر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3311E" w:rsidRDefault="00E3311E" w:rsidP="007945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3311E" w:rsidRDefault="00E3311E" w:rsidP="0079456E">
            <w:pPr>
              <w:pStyle w:val="libPoem"/>
            </w:pPr>
            <w:r>
              <w:rPr>
                <w:rtl/>
                <w:lang w:bidi="fa-IR"/>
              </w:rPr>
              <w:t>بخ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ار نکنم سر فدا و جان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ثار</w:t>
            </w:r>
            <w:r>
              <w:rPr>
                <w:rtl/>
                <w:lang w:bidi="fa-IR"/>
              </w:rPr>
              <w:t xml:space="preserve"> </w:t>
            </w:r>
            <w:r w:rsidRPr="00E3311E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E331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عشق را دوچندان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مثلاً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مسافرت،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مورد علاق</w:t>
      </w:r>
      <w:r w:rsidR="00E3311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همسر ماست،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چندان به آن علاقه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نوع آراستگ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همسر ما خواستار آن است،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</w:t>
      </w:r>
    </w:p>
    <w:p w:rsidR="00A43042" w:rsidRPr="00E3311E" w:rsidRDefault="00E3311E" w:rsidP="00E331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3042" w:rsidRDefault="00A43042" w:rsidP="00E3311E">
      <w:pPr>
        <w:pStyle w:val="libFootnote0"/>
        <w:rPr>
          <w:rtl/>
          <w:lang w:bidi="fa-IR"/>
        </w:rPr>
      </w:pPr>
      <w:r>
        <w:rPr>
          <w:rtl/>
          <w:lang w:bidi="fa-IR"/>
        </w:rPr>
        <w:t>1-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ص25، ح25.</w:t>
      </w:r>
    </w:p>
    <w:p w:rsidR="00A43042" w:rsidRDefault="00A43042" w:rsidP="00E3311E">
      <w:pPr>
        <w:pStyle w:val="libFootnote0"/>
        <w:rPr>
          <w:rtl/>
          <w:lang w:bidi="fa-IR"/>
        </w:rPr>
      </w:pPr>
      <w:r>
        <w:rPr>
          <w:rtl/>
          <w:lang w:bidi="fa-IR"/>
        </w:rPr>
        <w:t>2-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E3311E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علاقه</w:t>
      </w:r>
      <w:r w:rsidR="00A43042">
        <w:rPr>
          <w:rtl/>
          <w:lang w:bidi="fa-IR"/>
        </w:rPr>
        <w:t xml:space="preserve"> و موارد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از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دست که گذشتن از آنها مشکل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جاد</w:t>
      </w:r>
      <w:r w:rsidR="00A43042">
        <w:rPr>
          <w:rtl/>
          <w:lang w:bidi="fa-IR"/>
        </w:rPr>
        <w:t xml:space="preserve"> نم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کند!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8"/>
        <w:gridCol w:w="268"/>
        <w:gridCol w:w="3306"/>
      </w:tblGrid>
      <w:tr w:rsidR="007E13ED" w:rsidTr="0079456E">
        <w:trPr>
          <w:trHeight w:val="350"/>
        </w:trPr>
        <w:tc>
          <w:tcPr>
            <w:tcW w:w="3920" w:type="dxa"/>
            <w:shd w:val="clear" w:color="auto" w:fill="auto"/>
          </w:tcPr>
          <w:p w:rsidR="007E13ED" w:rsidRDefault="007E13ED" w:rsidP="007945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>ا بود عشقت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جان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13ED" w:rsidRDefault="007E13ED" w:rsidP="007945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13ED" w:rsidRDefault="007E13ED" w:rsidP="0079456E">
            <w:pPr>
              <w:pStyle w:val="libPoem"/>
            </w:pPr>
            <w:r>
              <w:rPr>
                <w:rtl/>
                <w:lang w:bidi="fa-IR"/>
              </w:rPr>
              <w:t>جان ما در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ما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ثار</w:t>
            </w:r>
            <w:r>
              <w:rPr>
                <w:rtl/>
                <w:lang w:bidi="fa-IR"/>
              </w:rPr>
              <w:t xml:space="preserve"> ماست </w:t>
            </w:r>
            <w:r w:rsidRPr="007E13ED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Pr="007E13ED" w:rsidRDefault="007E13ED" w:rsidP="007E13E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3042" w:rsidRDefault="00A43042" w:rsidP="007E13ED">
      <w:pPr>
        <w:pStyle w:val="libFootnote0"/>
        <w:rPr>
          <w:rtl/>
          <w:lang w:bidi="fa-IR"/>
        </w:rPr>
      </w:pPr>
      <w:r>
        <w:rPr>
          <w:rtl/>
          <w:lang w:bidi="fa-IR"/>
        </w:rPr>
        <w:t>1- عطار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E13ED" w:rsidRDefault="007E13ED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7E13ED">
      <w:pPr>
        <w:pStyle w:val="Heading1"/>
        <w:rPr>
          <w:rtl/>
          <w:lang w:bidi="fa-IR"/>
        </w:rPr>
      </w:pPr>
      <w:bookmarkStart w:id="17" w:name="_Toc531765210"/>
      <w:r>
        <w:rPr>
          <w:rtl/>
          <w:lang w:bidi="fa-IR"/>
        </w:rPr>
        <w:t>19</w:t>
      </w:r>
      <w:r w:rsidR="007E1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جذاب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bookmarkEnd w:id="17"/>
    </w:p>
    <w:p w:rsidR="00A43042" w:rsidRDefault="00A43042" w:rsidP="007E13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انسان</w:t>
      </w:r>
      <w:r>
        <w:rPr>
          <w:rtl/>
          <w:lang w:bidi="fa-IR"/>
        </w:rPr>
        <w:t xml:space="preserve"> به صورت فطر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نرو</w:t>
      </w:r>
      <w:r>
        <w:rPr>
          <w:rtl/>
          <w:lang w:bidi="fa-IR"/>
        </w:rPr>
        <w:t xml:space="preserve">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باشد، در مکان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آنجا احساس آرامش و شعف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بودن در آن لذت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از چه رو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است؟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که آن مکان ها ب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جذاب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و روحشان را جذب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مانند پرتو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پروانه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انسان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با احساس است 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انسان ها، مکان ها،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جذاب و پرکشش، واکنش مثبت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به سمت آنها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>
        <w:rPr>
          <w:rFonts w:hint="eastAsia"/>
          <w:rtl/>
          <w:lang w:bidi="fa-IR"/>
        </w:rPr>
        <w:t>بنابر</w:t>
      </w:r>
      <w:r>
        <w:rPr>
          <w:rtl/>
          <w:lang w:bidi="fa-IR"/>
        </w:rPr>
        <w:t xml:space="preserve"> آمار، در کشور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طلاق ها در سه سال اول ازدواج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مهم و قابل ذکر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زن و مرد پس از گذشت زمان،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جذاب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کننده و شورانگ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نسبت به هم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تکرار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عروس خانم از نگاه کردن و چشم انداختن به قد و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 لذت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برد؛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مرد به همسرش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زن و شوهر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عشق هم غرق شور و شعف بودند و دل از هم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کندند،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برداشته و راه خود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گرفته است.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 w:rsidR="007E13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آراستگ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جذاب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است، اما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اگر شما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باروتر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اما 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چگونه با همسر خود رفتار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عشق را تازه نگه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عشق در دل همسرتان نخواهد ماند. همسران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بدانند که اگر آموزش همسردار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مهارت ز</w:t>
      </w:r>
      <w:r>
        <w:rPr>
          <w:rFonts w:hint="eastAsia"/>
          <w:rtl/>
          <w:lang w:bidi="fa-IR"/>
        </w:rPr>
        <w:t>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فرانگ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احتمال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آنها سست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گسسته شود،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</w:t>
      </w:r>
      <w:r>
        <w:rPr>
          <w:rtl/>
          <w:lang w:bidi="fa-IR"/>
        </w:rPr>
        <w:t xml:space="preserve"> چگونه رفتار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آتش عشق در دل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سرد و خاموش نگردد؟ هر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آموزش دارد.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اتومب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آشپز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ورزش و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آموزش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است. ما در کتاب راز دلبر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چگونه رفتار کردن با همسر و سرشار از عشق و مهر و محبت شدن را به شما آم</w:t>
      </w:r>
      <w:r>
        <w:rPr>
          <w:rFonts w:hint="eastAsia"/>
          <w:rtl/>
          <w:lang w:bidi="fa-IR"/>
        </w:rPr>
        <w:t>وزش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همسرتان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راز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هرگز فراموش نفرما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 ماست که عشق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نفرت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همواره جذاب بودن و همواره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چگونه عاشق ماندن، به کتاب راز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راز دلبر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آموختن عشق.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عشق سالار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 عشق که افتخار مردم عاشق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7E13ED">
      <w:pPr>
        <w:pStyle w:val="Heading1"/>
        <w:rPr>
          <w:rtl/>
          <w:lang w:bidi="fa-IR"/>
        </w:rPr>
      </w:pPr>
      <w:bookmarkStart w:id="18" w:name="_Toc531765211"/>
      <w:r>
        <w:rPr>
          <w:rtl/>
          <w:lang w:bidi="fa-IR"/>
        </w:rPr>
        <w:t>20</w:t>
      </w:r>
      <w:r w:rsidR="007E1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مدارا</w:t>
      </w:r>
      <w:bookmarkEnd w:id="18"/>
    </w:p>
    <w:p w:rsidR="00A43042" w:rsidRDefault="00A43042" w:rsidP="007E13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7E13ED" w:rsidRPr="007E13ED">
        <w:rPr>
          <w:rFonts w:ascii="Traditional Arabic" w:eastAsiaTheme="minorHAnsi" w:hAnsi="Traditional Arabic" w:cs="Traditional Arabic"/>
          <w:rtl/>
        </w:rPr>
        <w:t xml:space="preserve"> </w:t>
      </w:r>
      <w:r w:rsidR="007E13ED" w:rsidRPr="007E13ED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و همسر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فاطم</w:t>
      </w:r>
      <w:r w:rsidR="007E13E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زهرا</w:t>
      </w:r>
      <w:r w:rsidR="007E13ED" w:rsidRPr="007E13ED">
        <w:rPr>
          <w:rFonts w:ascii="Traditional Arabic" w:eastAsiaTheme="minorHAnsi" w:hAnsi="Traditional Arabic" w:cs="Traditional Arabic"/>
          <w:rtl/>
        </w:rPr>
        <w:t xml:space="preserve"> </w:t>
      </w:r>
      <w:r w:rsidR="007E13ED" w:rsidRPr="007E13ED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زوج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کامل بودن و عاشق بودن،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نخواهد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همسران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از هر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خطا به دور بوده اند.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جسم انسان هستند، بق</w:t>
      </w:r>
      <w:r>
        <w:rPr>
          <w:rFonts w:hint="cs"/>
          <w:rtl/>
          <w:lang w:bidi="fa-IR"/>
        </w:rPr>
        <w:t>ی</w:t>
      </w:r>
      <w:r w:rsidR="007E13E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انسان ها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نقا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اما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رادات،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به وجود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>. با مدارا کردن و انعطاف در برابر مشکلات،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لذت را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داشته باشد. زن و مرد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مانند باغبان باشند. باغبان به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عشق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ورزد، با آنکه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گل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خار هم دارند و چه بسا، دستانش به هنگام نوازش گل ها، به خار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باشد! امام عل</w:t>
      </w:r>
      <w:r>
        <w:rPr>
          <w:rFonts w:hint="cs"/>
          <w:rtl/>
          <w:lang w:bidi="fa-IR"/>
        </w:rPr>
        <w:t>ی</w:t>
      </w:r>
      <w:r w:rsidR="007E13ED" w:rsidRPr="007E13ED">
        <w:rPr>
          <w:rFonts w:ascii="Traditional Arabic" w:eastAsiaTheme="minorHAnsi" w:hAnsi="Traditional Arabic" w:cs="Traditional Arabic"/>
          <w:rtl/>
        </w:rPr>
        <w:t xml:space="preserve"> </w:t>
      </w:r>
      <w:r w:rsidR="007E13ED" w:rsidRPr="007E13ED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یفرمای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مدارا،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 w:rsidRPr="007E13ED">
        <w:rPr>
          <w:rStyle w:val="libFootnotenumChar"/>
          <w:rtl/>
        </w:rPr>
        <w:t>(1)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7E13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و مرد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و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برطرف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مدارا نمودن و کنار آمدن با کاست</w:t>
      </w:r>
      <w:r>
        <w:rPr>
          <w:rFonts w:hint="cs"/>
          <w:rtl/>
          <w:lang w:bidi="fa-IR"/>
        </w:rPr>
        <w:t>ی</w:t>
      </w:r>
      <w:r w:rsidR="007E13ED">
        <w:rPr>
          <w:rFonts w:cs="Times New Roman"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های</w:t>
      </w:r>
      <w:r>
        <w:rPr>
          <w:rtl/>
          <w:lang w:bidi="fa-IR"/>
        </w:rPr>
        <w:t xml:space="preserve"> همسر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آنها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آن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و کاست</w:t>
      </w:r>
      <w:r>
        <w:rPr>
          <w:rFonts w:hint="cs"/>
          <w:rtl/>
          <w:lang w:bidi="fa-IR"/>
        </w:rPr>
        <w:t>ی</w:t>
      </w:r>
      <w:r w:rsidR="007E13ED">
        <w:rPr>
          <w:rFonts w:cs="Times New Roman"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البته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داد. </w:t>
      </w:r>
      <w:r>
        <w:rPr>
          <w:rFonts w:hint="eastAsia"/>
          <w:rtl/>
          <w:lang w:bidi="fa-IR"/>
        </w:rPr>
        <w:t>مثلاً</w:t>
      </w:r>
      <w:r>
        <w:rPr>
          <w:rtl/>
          <w:lang w:bidi="fa-IR"/>
        </w:rPr>
        <w:t xml:space="preserve"> 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صورت، نا متعادل بودن</w:t>
      </w:r>
    </w:p>
    <w:p w:rsidR="00A43042" w:rsidRPr="007E13ED" w:rsidRDefault="007E13ED" w:rsidP="007E13E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3042" w:rsidRDefault="00A43042" w:rsidP="007E13ED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7E1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ج5، ص2107، ح7365.</w:t>
      </w:r>
    </w:p>
    <w:p w:rsidR="00A43042" w:rsidRDefault="007E13ED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3042">
        <w:rPr>
          <w:rFonts w:hint="eastAsia"/>
          <w:rtl/>
          <w:lang w:bidi="fa-IR"/>
        </w:rPr>
        <w:lastRenderedPageBreak/>
        <w:t>قد</w:t>
      </w:r>
      <w:r w:rsidR="00A43042">
        <w:rPr>
          <w:rtl/>
          <w:lang w:bidi="fa-IR"/>
        </w:rPr>
        <w:t xml:space="preserve"> و قامت، اصل و نسب، ب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مار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لاعلاج و... که با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د</w:t>
      </w:r>
      <w:r w:rsidR="00A43042">
        <w:rPr>
          <w:rtl/>
          <w:lang w:bidi="fa-IR"/>
        </w:rPr>
        <w:t xml:space="preserve"> پ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ش</w:t>
      </w:r>
      <w:r w:rsidR="00A43042">
        <w:rPr>
          <w:rtl/>
          <w:lang w:bidi="fa-IR"/>
        </w:rPr>
        <w:t xml:space="preserve"> از ازدواج با دقت به ا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ن</w:t>
      </w:r>
      <w:r w:rsidR="00A43042">
        <w:rPr>
          <w:rtl/>
          <w:lang w:bidi="fa-IR"/>
        </w:rPr>
        <w:t xml:space="preserve"> موارد، چشم ها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خود را بازکن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! پس از ازدواج ن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ز</w:t>
      </w:r>
      <w:r w:rsidR="00A43042">
        <w:rPr>
          <w:rtl/>
          <w:lang w:bidi="fa-IR"/>
        </w:rPr>
        <w:t xml:space="preserve"> به انتخاب خود احترام بگذار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م</w:t>
      </w:r>
      <w:r w:rsidR="00A43042">
        <w:rPr>
          <w:rtl/>
          <w:lang w:bidi="fa-IR"/>
        </w:rPr>
        <w:t>. ع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</w:t>
      </w:r>
      <w:r w:rsidR="00A43042">
        <w:rPr>
          <w:rtl/>
          <w:lang w:bidi="fa-IR"/>
        </w:rPr>
        <w:t xml:space="preserve"> بستن به همسر، به معنا</w:t>
      </w:r>
      <w:r w:rsidR="00A43042">
        <w:rPr>
          <w:rFonts w:hint="cs"/>
          <w:rtl/>
          <w:lang w:bidi="fa-IR"/>
        </w:rPr>
        <w:t>ی</w:t>
      </w:r>
      <w:r w:rsidR="00A43042">
        <w:rPr>
          <w:rtl/>
          <w:lang w:bidi="fa-IR"/>
        </w:rPr>
        <w:t xml:space="preserve"> ع</w:t>
      </w:r>
      <w:r w:rsidR="00A43042">
        <w:rPr>
          <w:rFonts w:hint="cs"/>
          <w:rtl/>
          <w:lang w:bidi="fa-IR"/>
        </w:rPr>
        <w:t>ی</w:t>
      </w:r>
      <w:r w:rsidR="00A43042">
        <w:rPr>
          <w:rFonts w:hint="eastAsia"/>
          <w:rtl/>
          <w:lang w:bidi="fa-IR"/>
        </w:rPr>
        <w:t>ب</w:t>
      </w:r>
      <w:r w:rsidR="00A43042">
        <w:rPr>
          <w:rtl/>
          <w:lang w:bidi="fa-IR"/>
        </w:rPr>
        <w:t xml:space="preserve"> خرد و انتخاب ماست!</w:t>
      </w:r>
    </w:p>
    <w:p w:rsidR="00A43042" w:rsidRDefault="00A43042" w:rsidP="007E13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طوفان</w:t>
      </w:r>
      <w:r w:rsidR="007E13E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های</w:t>
      </w:r>
      <w:r>
        <w:rPr>
          <w:rtl/>
          <w:lang w:bidi="fa-IR"/>
        </w:rPr>
        <w:t xml:space="preserve"> سهمگ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درختان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که انعطاف</w:t>
      </w:r>
      <w:r w:rsidR="007E13ED">
        <w:rPr>
          <w:rFonts w:cs="Times New Roman"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پذی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باشند. درختان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انعطاف و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نرمش و مدارا نباشند،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شکنند. ما هم اگر اهل مدارا و انعطاف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را با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خاص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</w:t>
      </w:r>
      <w:r w:rsidR="007E13E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همسر خود سازگار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لشکسته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باعث سرخوردگ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افسردگ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3"/>
        <w:gridCol w:w="269"/>
        <w:gridCol w:w="3320"/>
      </w:tblGrid>
      <w:tr w:rsidR="00894304" w:rsidTr="0079456E">
        <w:trPr>
          <w:trHeight w:val="350"/>
        </w:trPr>
        <w:tc>
          <w:tcPr>
            <w:tcW w:w="3920" w:type="dxa"/>
            <w:shd w:val="clear" w:color="auto" w:fill="auto"/>
          </w:tcPr>
          <w:p w:rsidR="00894304" w:rsidRDefault="00894304" w:rsidP="0079456E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به من باز جفا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94304" w:rsidRDefault="00894304" w:rsidP="007945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94304" w:rsidRDefault="00894304" w:rsidP="007945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ترک</w:t>
            </w:r>
            <w:r>
              <w:rPr>
                <w:rtl/>
                <w:lang w:bidi="fa-IR"/>
              </w:rPr>
              <w:t xml:space="preserve"> مدارا و وفا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کند </w:t>
            </w:r>
            <w:r w:rsidRPr="00894304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43042" w:rsidRDefault="00A43042" w:rsidP="008943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انسان به طور مطلق کامل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ما و همسر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مستثنا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توهم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بنگار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کنار هم کامل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مدارا کردن، اساس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امام عل</w:t>
      </w:r>
      <w:r>
        <w:rPr>
          <w:rFonts w:hint="cs"/>
          <w:rtl/>
          <w:lang w:bidi="fa-IR"/>
        </w:rPr>
        <w:t>ی</w:t>
      </w:r>
      <w:r w:rsidR="00894304" w:rsidRPr="00894304">
        <w:rPr>
          <w:rFonts w:ascii="Traditional Arabic" w:eastAsiaTheme="minorHAnsi" w:hAnsi="Traditional Arabic" w:cs="Traditional Arabic"/>
          <w:rtl/>
        </w:rPr>
        <w:t xml:space="preserve"> </w:t>
      </w:r>
      <w:r w:rsidR="00894304" w:rsidRPr="00894304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ند: با مردم مداراکن تا از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بهره مند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894304">
        <w:rPr>
          <w:rStyle w:val="libFootnotenumChar"/>
          <w:rtl/>
        </w:rPr>
        <w:t>(2)</w:t>
      </w:r>
    </w:p>
    <w:p w:rsidR="00A43042" w:rsidRPr="00894304" w:rsidRDefault="00894304" w:rsidP="0089430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3042" w:rsidRDefault="00A43042" w:rsidP="00894304">
      <w:pPr>
        <w:pStyle w:val="libFootnote0"/>
        <w:rPr>
          <w:rtl/>
          <w:lang w:bidi="fa-IR"/>
        </w:rPr>
      </w:pPr>
      <w:r>
        <w:rPr>
          <w:rtl/>
          <w:lang w:bidi="fa-IR"/>
        </w:rPr>
        <w:t>1- طغرل احرار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894304">
      <w:pPr>
        <w:pStyle w:val="libFootnote0"/>
        <w:rPr>
          <w:rtl/>
          <w:lang w:bidi="fa-IR"/>
        </w:rPr>
      </w:pPr>
      <w:r>
        <w:rPr>
          <w:rtl/>
          <w:lang w:bidi="fa-IR"/>
        </w:rPr>
        <w:t>2-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ج4، ص1641، ح5507.</w:t>
      </w:r>
    </w:p>
    <w:p w:rsidR="00A43042" w:rsidRDefault="00894304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894304">
      <w:pPr>
        <w:pStyle w:val="Heading1"/>
        <w:rPr>
          <w:rtl/>
          <w:lang w:bidi="fa-IR"/>
        </w:rPr>
      </w:pPr>
      <w:bookmarkStart w:id="19" w:name="_Toc531765212"/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آخر</w:t>
      </w:r>
      <w:bookmarkEnd w:id="19"/>
    </w:p>
    <w:p w:rsidR="00A43042" w:rsidRDefault="00A43042" w:rsidP="008943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هدف</w:t>
      </w:r>
      <w:r>
        <w:rPr>
          <w:rtl/>
          <w:lang w:bidi="fa-IR"/>
        </w:rPr>
        <w:t xml:space="preserve"> از نگارش دو کتاب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راز دلبر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نشان دادن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عشق در زندگ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های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بر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 نباشد و دل را آرام نسازد، غم و اندوه، روان انسان را در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تباه ساختن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عاقبت او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فقدان ع</w:t>
      </w:r>
      <w:r>
        <w:rPr>
          <w:rFonts w:hint="eastAsia"/>
          <w:rtl/>
          <w:lang w:bidi="fa-IR"/>
        </w:rPr>
        <w:t>شق</w:t>
      </w:r>
      <w:r>
        <w:rPr>
          <w:rtl/>
          <w:lang w:bidi="fa-IR"/>
        </w:rPr>
        <w:t xml:space="preserve"> در خانواده، باعث فروپاش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به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راز دلبر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است: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89430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طلاق: متأسفانه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طاعون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اه،</w:t>
      </w:r>
      <w:r>
        <w:rPr>
          <w:rtl/>
          <w:lang w:bidi="fa-IR"/>
        </w:rPr>
        <w:t xml:space="preserve"> روز به روز در جامع</w:t>
      </w:r>
      <w:r w:rsidR="0089430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ما رو به گسترش است. در سال</w:t>
      </w:r>
      <w:r>
        <w:rPr>
          <w:rFonts w:hint="cs"/>
          <w:rtl/>
          <w:lang w:bidi="fa-IR"/>
        </w:rPr>
        <w:t>های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آنچنان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مورد هجوم قرار داده است که ده</w:t>
      </w:r>
      <w:r w:rsidR="0089430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ده</w:t>
      </w:r>
      <w:r w:rsidR="0089430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کولاک طلاق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و فرزندانمان را تباه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89430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>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باتلاق مواد مخدر م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پرتنش و پراسترس هستند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دردها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</w:t>
      </w:r>
      <w:r w:rsidR="0089430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مواد مخدر پناه م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</w:t>
      </w:r>
      <w:r>
        <w:rPr>
          <w:rtl/>
          <w:lang w:bidi="fa-IR"/>
        </w:rPr>
        <w:t>. اگر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عشق نباشد، زن و مرد هرگز آرامش نخواهند داشت. چرا که عشق، خالق آرامش است و کم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ستند زن و شوهران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استرس و اضطراب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پرتنش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به مواد مخدر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</w:t>
      </w:r>
      <w:r>
        <w:rPr>
          <w:rFonts w:hint="cs"/>
          <w:rtl/>
          <w:lang w:bidi="fa-IR"/>
        </w:rPr>
        <w:t xml:space="preserve"> و خو</w:t>
      </w:r>
      <w:r>
        <w:rPr>
          <w:rtl/>
          <w:lang w:bidi="fa-IR"/>
        </w:rPr>
        <w:t>د را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چنگال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نموده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اند.</w:t>
      </w:r>
    </w:p>
    <w:p w:rsidR="00A43042" w:rsidRDefault="00A43042" w:rsidP="0089430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 به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پرتنش و پراسترس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قابل تحمل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کم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زن و شوهران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عوامل استرس زا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 به دارو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گل با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رنگ و بو، رو به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</w:t>
      </w:r>
      <w:r>
        <w:rPr>
          <w:rtl/>
          <w:lang w:bidi="fa-IR"/>
        </w:rPr>
        <w:t>. غافل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روز به روز اس</w:t>
      </w:r>
      <w:r>
        <w:rPr>
          <w:rFonts w:hint="eastAsia"/>
          <w:rtl/>
          <w:lang w:bidi="fa-IR"/>
        </w:rPr>
        <w:t>ترس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خوهد شد.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بنابر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پزشکان و روان پزشکان، داشتن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تنش و پر استرس منشأ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پوک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استخوان، فشار خون سرطان، افسردگ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و... م</w:t>
      </w:r>
      <w:r>
        <w:rPr>
          <w:rFonts w:hint="cs"/>
          <w:rtl/>
          <w:lang w:bidi="fa-IR"/>
        </w:rPr>
        <w:t>ی</w:t>
      </w:r>
      <w:r>
        <w:rPr>
          <w:rFonts w:cs="Times New Roman" w:hint="cs"/>
          <w:rtl/>
          <w:lang w:bidi="fa-IR"/>
        </w:rPr>
        <w:t>¬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89430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خودکش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هرگاه فشارها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استرس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پرتنش، روز به روز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شود،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شوهر و فرزندان آنان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امکان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ساکن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</w:t>
      </w:r>
      <w:r w:rsidR="0089430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وحشت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فشارها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اقدام به خودکش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کم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و فساد و فحشا: هرگاه زن و شوهر نتوانند به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عشق بورزند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را به دوست داشتن ودوست داشته شدن برآورده سازند،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برآورده ساختن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مهم، ممکن است رو به اغ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آورند و دل در گرو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نهند.</w:t>
      </w:r>
    </w:p>
    <w:p w:rsidR="00A43042" w:rsidRDefault="00A43042" w:rsidP="0089430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: زن و شوهران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از جان و دل دوست دارند و به هم عشق م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وزند،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همسر خود را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ازارند</w:t>
      </w:r>
      <w:r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معجز</w:t>
      </w:r>
      <w:r w:rsidR="0089430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عشق است؛ اما همسران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عشق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مهر و محبت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کمرنگ است، سا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شوم نفرت بر زند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پرملال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 دست به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بزنند.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894304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فرزندان: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زن و مرد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داشتن فرزندان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سالم، موفق و خلاق است و تمام رنج ها و سخت</w:t>
      </w:r>
      <w:r>
        <w:rPr>
          <w:rFonts w:hint="cs"/>
          <w:rtl/>
          <w:lang w:bidi="fa-IR"/>
        </w:rPr>
        <w:t>ی</w:t>
      </w:r>
      <w:r w:rsidR="00894304">
        <w:rPr>
          <w:rFonts w:cs="Times New Roman"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زن و 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خود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بستر رشد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آنان را فراهم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شرفت،</w:t>
      </w:r>
      <w:r>
        <w:rPr>
          <w:rtl/>
          <w:lang w:bidi="fa-IR"/>
        </w:rPr>
        <w:t xml:space="preserve"> آرامش روح و روان است. در آرامش است که قدرت ذهن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بهتر م</w:t>
      </w:r>
      <w:r>
        <w:rPr>
          <w:rFonts w:hint="cs"/>
          <w:rtl/>
          <w:lang w:bidi="fa-IR"/>
        </w:rPr>
        <w:t>ی</w:t>
      </w:r>
      <w:r>
        <w:rPr>
          <w:rFonts w:cs="Times New Roman" w:hint="cs"/>
          <w:rtl/>
          <w:lang w:bidi="fa-IR"/>
        </w:rPr>
        <w:t>¬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از توان نامتناه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بهره برد و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روست که روان شناسان معتقدندکه در هر خانه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و شوهر عشق حاکم باشد،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ها ب</w:t>
      </w:r>
      <w:r>
        <w:rPr>
          <w:rFonts w:hint="eastAsia"/>
          <w:rtl/>
          <w:lang w:bidi="fa-IR"/>
        </w:rPr>
        <w:t>الاتر</w:t>
      </w:r>
      <w:r>
        <w:rPr>
          <w:rtl/>
          <w:lang w:bidi="fa-IR"/>
        </w:rPr>
        <w:t xml:space="preserve"> است. پدر و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عاشقانه و توأم با محبت و آرامش ب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باشند و صاحب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پرتنش و پر استرس هستند، امکان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فرزندانشان مبتلا به اعت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مشروبات الکل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 w:rsidR="008943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فساد و فحشا، دوستان ناباب، جرم و بزه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و... شوند،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است. بنا</w:t>
      </w:r>
      <w:r w:rsidR="008943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 آمار، هشتاد درصد بزه کاران جامعه به خاطر نبود عشق و مهر و محبت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پدران و مادرانشان،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پژمرده و پرپر شده اند.</w:t>
      </w: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تمام</w:t>
      </w:r>
      <w:r>
        <w:rPr>
          <w:rtl/>
          <w:lang w:bidi="fa-IR"/>
        </w:rPr>
        <w:t xml:space="preserve">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شد،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مباحث مطرح شده در کتاب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ظرا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در کتاب راز دلبر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خواننده آشکار شود.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عشق،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حاکم نموده، همچون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فرهاد عاشقانه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و همسر و </w:t>
      </w:r>
      <w:r>
        <w:rPr>
          <w:rtl/>
          <w:lang w:bidi="fa-IR"/>
        </w:rPr>
        <w:lastRenderedPageBreak/>
        <w:t xml:space="preserve">فرزندانمان را از داشتن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خوش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نساز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سر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سهم بسزا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3042" w:rsidRDefault="00894304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3042" w:rsidRDefault="00A43042" w:rsidP="00894304">
      <w:pPr>
        <w:pStyle w:val="Heading1"/>
        <w:rPr>
          <w:rtl/>
          <w:lang w:bidi="fa-IR"/>
        </w:rPr>
      </w:pPr>
      <w:bookmarkStart w:id="20" w:name="_Toc531765213"/>
      <w:r>
        <w:rPr>
          <w:rFonts w:hint="eastAsia"/>
          <w:rtl/>
          <w:lang w:bidi="fa-IR"/>
        </w:rPr>
        <w:t>فهرست</w:t>
      </w:r>
      <w:r>
        <w:rPr>
          <w:rtl/>
          <w:lang w:bidi="fa-IR"/>
        </w:rPr>
        <w:t xml:space="preserve"> منابع</w:t>
      </w:r>
      <w:bookmarkEnd w:id="20"/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2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8جلد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دارالکتب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چاپ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1381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3 بحا رالانوار،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110 جلد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دارالکتب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چاپ</w:t>
      </w:r>
      <w:r>
        <w:rPr>
          <w:rtl/>
          <w:lang w:bidi="fa-IR"/>
        </w:rPr>
        <w:t xml:space="preserve"> 1380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4 حکمت نامه جوان،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چاپ پنجم،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1386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5 غررالحکم،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عصر، چاپ دوم، 1382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6 فرهنگ آفتاب، عبدالمج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خواه،</w:t>
      </w:r>
      <w:r>
        <w:rPr>
          <w:rtl/>
          <w:lang w:bidi="fa-IR"/>
        </w:rPr>
        <w:t xml:space="preserve"> 9جلد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نشر ذره،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چاپ</w:t>
      </w:r>
      <w:r>
        <w:rPr>
          <w:rtl/>
          <w:lang w:bidi="fa-IR"/>
        </w:rPr>
        <w:t xml:space="preserve"> اول، 1372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7 فرهنگ بزرگ سخن، حسن انور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8جلد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سخن، چاپ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اول،</w:t>
      </w:r>
      <w:r>
        <w:rPr>
          <w:rtl/>
          <w:lang w:bidi="fa-IR"/>
        </w:rPr>
        <w:t xml:space="preserve"> 1381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8 فرهنگ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محمد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6جلد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چاپ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1382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9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15 جلد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چاپ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پنجم،</w:t>
      </w:r>
      <w:r>
        <w:rPr>
          <w:rtl/>
          <w:lang w:bidi="fa-IR"/>
        </w:rPr>
        <w:t xml:space="preserve"> 1384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10 نهج البلاغه،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ترجمه محمد 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پارسا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1382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 87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11 نهج الفصاحه، ترجمه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پارسا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چاپ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دوم،</w:t>
      </w:r>
      <w:r>
        <w:rPr>
          <w:rtl/>
          <w:lang w:bidi="fa-IR"/>
        </w:rPr>
        <w:t xml:space="preserve"> 1382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tl/>
          <w:lang w:bidi="fa-IR"/>
        </w:rPr>
        <w:t>12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20 جلد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مؤسسه الاعلم</w:t>
      </w:r>
      <w:r>
        <w:rPr>
          <w:rFonts w:hint="cs"/>
          <w:rtl/>
          <w:lang w:bidi="fa-IR"/>
        </w:rPr>
        <w:t>ی</w:t>
      </w:r>
    </w:p>
    <w:p w:rsidR="00A43042" w:rsidRDefault="00A43042" w:rsidP="00A43042">
      <w:pPr>
        <w:pStyle w:val="libNormal"/>
        <w:rPr>
          <w:rtl/>
          <w:lang w:bidi="fa-IR"/>
        </w:rPr>
      </w:pPr>
    </w:p>
    <w:p w:rsidR="00A43042" w:rsidRDefault="00A43042" w:rsidP="00A430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للمطبوعات،</w:t>
      </w:r>
      <w:r>
        <w:rPr>
          <w:rtl/>
          <w:lang w:bidi="fa-IR"/>
        </w:rPr>
        <w:t xml:space="preserve"> چاپ 1427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8F24C2" w:rsidRDefault="00894304" w:rsidP="0089430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1" w:name="_Toc531765214"/>
      <w:r>
        <w:rPr>
          <w:rFonts w:hint="cs"/>
          <w:rtl/>
          <w:lang w:bidi="fa-IR"/>
        </w:rPr>
        <w:lastRenderedPageBreak/>
        <w:t>فهرست مطالب</w:t>
      </w:r>
      <w:bookmarkEnd w:id="21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39089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732987" w:rsidRDefault="00732987" w:rsidP="00732987">
          <w:pPr>
            <w:pStyle w:val="TOCHeading"/>
          </w:pPr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AD5DF0">
            <w:fldChar w:fldCharType="begin"/>
          </w:r>
          <w:r w:rsidR="00732987">
            <w:instrText xml:space="preserve"> TOC \o "1-3" \h \z \u </w:instrText>
          </w:r>
          <w:r w:rsidRPr="00AD5DF0">
            <w:fldChar w:fldCharType="separate"/>
          </w:r>
          <w:hyperlink w:anchor="_Toc531765193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سرآغاز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Toc531765193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194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2 - رفاقت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Toc531765194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195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4 - بخشا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ش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Toc531765195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196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5 - ع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ب پوش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Toc531765196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197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6 - شک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با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Toc531765197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198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7 - وفادار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Toc531765198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199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8 - ا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جاد تعادل م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ان همسر و د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گر عز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زان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Toc531765199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0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9 - رازدار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Toc531765200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1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10 - ب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ان احساسات، خواسته ها و گلا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ه ها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Toc531765201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2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11 - برابر دانستن همسرباخود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Toc531765202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3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12 - همسر شما برا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 xml:space="preserve"> شما بهتر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ن است.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Toc531765203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4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13 - شراکت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Toc531765204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5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14 - حما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ت همه جانبه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Toc531765205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6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15 - برآورده نمودن ن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ازها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 xml:space="preserve"> برحق همسر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Toc531765206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7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16 - اند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ش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ۀ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 xml:space="preserve"> مثبت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Toc531765207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8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17 - خانواده، اولو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ت اول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Toc531765208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09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18 - مقدم داشتن منافع خانواده بر منفعت شخص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Toc531765209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10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19 - جذاب</w:t>
            </w:r>
            <w:r w:rsidR="00732987" w:rsidRPr="009766F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32987" w:rsidRPr="009766F6">
              <w:rPr>
                <w:rStyle w:val="Hyperlink"/>
                <w:noProof/>
                <w:rtl/>
                <w:lang w:bidi="fa-IR"/>
              </w:rPr>
              <w:t>ت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Toc531765210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11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20 - مدارا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Toc531765211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12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سخن آخر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Toc531765212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13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فهرست منابع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Toc531765213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1765214" w:history="1">
            <w:r w:rsidR="00732987" w:rsidRPr="009766F6">
              <w:rPr>
                <w:rStyle w:val="Hyperlink"/>
                <w:noProof/>
                <w:rtl/>
                <w:lang w:bidi="fa-IR"/>
              </w:rPr>
              <w:t>فهرست مطالب</w:t>
            </w:r>
            <w:r w:rsidR="0073298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 w:rsidR="00732987">
              <w:rPr>
                <w:noProof/>
                <w:webHidden/>
              </w:rPr>
              <w:instrText>PAGEREF</w:instrText>
            </w:r>
            <w:r w:rsidR="00732987">
              <w:rPr>
                <w:noProof/>
                <w:webHidden/>
                <w:rtl/>
              </w:rPr>
              <w:instrText xml:space="preserve"> _</w:instrText>
            </w:r>
            <w:r w:rsidR="00732987">
              <w:rPr>
                <w:noProof/>
                <w:webHidden/>
              </w:rPr>
              <w:instrText>Toc531765214 \h</w:instrText>
            </w:r>
            <w:r w:rsidR="0073298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32987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32987" w:rsidRDefault="00AD5DF0">
          <w:r>
            <w:fldChar w:fldCharType="end"/>
          </w:r>
        </w:p>
      </w:sdtContent>
    </w:sdt>
    <w:p w:rsidR="00894304" w:rsidRPr="00B300E7" w:rsidRDefault="00894304" w:rsidP="00894304">
      <w:pPr>
        <w:pStyle w:val="libNormal"/>
        <w:rPr>
          <w:lang w:bidi="fa-IR"/>
        </w:rPr>
      </w:pPr>
    </w:p>
    <w:sectPr w:rsidR="00894304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1BE" w:rsidRDefault="004231BE">
      <w:r>
        <w:separator/>
      </w:r>
    </w:p>
  </w:endnote>
  <w:endnote w:type="continuationSeparator" w:id="0">
    <w:p w:rsidR="004231BE" w:rsidRDefault="00423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E0" w:rsidRDefault="00AD5DF0">
    <w:pPr>
      <w:pStyle w:val="Footer"/>
    </w:pPr>
    <w:fldSimple w:instr=" PAGE   \* MERGEFORMAT ">
      <w:r w:rsidR="00A6450A">
        <w:rPr>
          <w:noProof/>
          <w:rtl/>
        </w:rPr>
        <w:t>2</w:t>
      </w:r>
    </w:fldSimple>
  </w:p>
  <w:p w:rsidR="005025E0" w:rsidRDefault="005025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E0" w:rsidRDefault="00AD5DF0">
    <w:pPr>
      <w:pStyle w:val="Footer"/>
    </w:pPr>
    <w:fldSimple w:instr=" PAGE   \* MERGEFORMAT ">
      <w:r w:rsidR="00A6450A">
        <w:rPr>
          <w:noProof/>
          <w:rtl/>
        </w:rPr>
        <w:t>91</w:t>
      </w:r>
    </w:fldSimple>
  </w:p>
  <w:p w:rsidR="005025E0" w:rsidRDefault="005025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E0" w:rsidRDefault="00AD5DF0">
    <w:pPr>
      <w:pStyle w:val="Footer"/>
    </w:pPr>
    <w:fldSimple w:instr=" PAGE   \* MERGEFORMAT ">
      <w:r w:rsidR="00A6450A">
        <w:rPr>
          <w:noProof/>
          <w:rtl/>
        </w:rPr>
        <w:t>1</w:t>
      </w:r>
    </w:fldSimple>
  </w:p>
  <w:p w:rsidR="005025E0" w:rsidRDefault="00502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1BE" w:rsidRDefault="004231BE">
      <w:r>
        <w:separator/>
      </w:r>
    </w:p>
  </w:footnote>
  <w:footnote w:type="continuationSeparator" w:id="0">
    <w:p w:rsidR="004231BE" w:rsidRDefault="00423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63A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0CC8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5FF1"/>
    <w:rsid w:val="000D71B7"/>
    <w:rsid w:val="000E0E71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148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0848"/>
    <w:rsid w:val="001C5EDB"/>
    <w:rsid w:val="001D41A1"/>
    <w:rsid w:val="001D60DA"/>
    <w:rsid w:val="001D67C0"/>
    <w:rsid w:val="001E25DC"/>
    <w:rsid w:val="001E4B5F"/>
    <w:rsid w:val="001F0713"/>
    <w:rsid w:val="001F160F"/>
    <w:rsid w:val="002007F2"/>
    <w:rsid w:val="00202C7B"/>
    <w:rsid w:val="002054C5"/>
    <w:rsid w:val="00213662"/>
    <w:rsid w:val="002139CB"/>
    <w:rsid w:val="00213FCA"/>
    <w:rsid w:val="00214801"/>
    <w:rsid w:val="00224964"/>
    <w:rsid w:val="002267C7"/>
    <w:rsid w:val="00227FEE"/>
    <w:rsid w:val="00231F21"/>
    <w:rsid w:val="00240F71"/>
    <w:rsid w:val="00241F59"/>
    <w:rsid w:val="0024265C"/>
    <w:rsid w:val="00244C2E"/>
    <w:rsid w:val="00250E0A"/>
    <w:rsid w:val="00251E02"/>
    <w:rsid w:val="00253A7D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C7AAB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255C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063A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31BE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292C"/>
    <w:rsid w:val="004B3F28"/>
    <w:rsid w:val="004C3E90"/>
    <w:rsid w:val="004C4336"/>
    <w:rsid w:val="004C7127"/>
    <w:rsid w:val="004C77B5"/>
    <w:rsid w:val="004D6BCF"/>
    <w:rsid w:val="004D7678"/>
    <w:rsid w:val="004D7CD7"/>
    <w:rsid w:val="004E6E95"/>
    <w:rsid w:val="004F4B1F"/>
    <w:rsid w:val="004F58BA"/>
    <w:rsid w:val="005022E5"/>
    <w:rsid w:val="005025E0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149B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0144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6C6"/>
    <w:rsid w:val="00721FA0"/>
    <w:rsid w:val="00723983"/>
    <w:rsid w:val="00723D07"/>
    <w:rsid w:val="00725377"/>
    <w:rsid w:val="00725F9E"/>
    <w:rsid w:val="0073042E"/>
    <w:rsid w:val="00730E45"/>
    <w:rsid w:val="00731AD7"/>
    <w:rsid w:val="0073298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13ED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1617B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4304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5B13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590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3042"/>
    <w:rsid w:val="00A44704"/>
    <w:rsid w:val="00A478DC"/>
    <w:rsid w:val="00A50FBD"/>
    <w:rsid w:val="00A51FCA"/>
    <w:rsid w:val="00A6076B"/>
    <w:rsid w:val="00A60B19"/>
    <w:rsid w:val="00A60E79"/>
    <w:rsid w:val="00A6450A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D5DF0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4AFC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2C99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70B"/>
    <w:rsid w:val="00D46C32"/>
    <w:rsid w:val="00D52EC6"/>
    <w:rsid w:val="00D539DC"/>
    <w:rsid w:val="00D53C02"/>
    <w:rsid w:val="00D54728"/>
    <w:rsid w:val="00D6145E"/>
    <w:rsid w:val="00D64D90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3311E"/>
    <w:rsid w:val="00E40FCC"/>
    <w:rsid w:val="00E41833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175F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430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A43042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_rabial%20aval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2CA36-8DC3-4BEB-83C7-C34BE48A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233</TotalTime>
  <Pages>91</Pages>
  <Words>11799</Words>
  <Characters>67256</Characters>
  <Application>Microsoft Office Word</Application>
  <DocSecurity>0</DocSecurity>
  <Lines>560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1601-01-01T00:00:00Z</cp:lastPrinted>
  <dcterms:created xsi:type="dcterms:W3CDTF">2018-12-04T07:58:00Z</dcterms:created>
  <dcterms:modified xsi:type="dcterms:W3CDTF">2018-12-05T06:09:00Z</dcterms:modified>
</cp:coreProperties>
</file>