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EF" w:rsidRDefault="00273EEF" w:rsidP="00273EEF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273EEF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273EEF" w:rsidRDefault="00273EEF" w:rsidP="00273EEF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273EEF" w:rsidRDefault="00273EEF" w:rsidP="00273EEF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73EEF" w:rsidRDefault="00A40535" w:rsidP="00273EEF">
      <w:pPr>
        <w:pStyle w:val="libCenterBold1"/>
        <w:rPr>
          <w:lang w:bidi="fa-IR"/>
        </w:rPr>
      </w:pPr>
      <w:r>
        <w:rPr>
          <w:rtl/>
          <w:lang w:bidi="fa-IR"/>
        </w:rPr>
        <w:t>چگونه فرزندان باهوش و خلاق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273EEF" w:rsidP="00273EEF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A40535">
        <w:rPr>
          <w:rtl/>
          <w:lang w:bidi="fa-IR"/>
        </w:rPr>
        <w:t xml:space="preserve"> صمد شاه محمدپور.</w:t>
      </w:r>
    </w:p>
    <w:p w:rsidR="00A40535" w:rsidRDefault="00273EEF" w:rsidP="00273EE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1565708"/>
      <w:bookmarkStart w:id="1" w:name="_Toc1565868"/>
      <w:r w:rsidR="00A40535">
        <w:rPr>
          <w:rFonts w:hint="eastAsia"/>
          <w:rtl/>
          <w:lang w:bidi="fa-IR"/>
        </w:rPr>
        <w:lastRenderedPageBreak/>
        <w:t>سخن</w:t>
      </w:r>
      <w:r w:rsidR="00A40535">
        <w:rPr>
          <w:rtl/>
          <w:lang w:bidi="fa-IR"/>
        </w:rPr>
        <w:t xml:space="preserve"> نو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سنده</w:t>
      </w:r>
      <w:bookmarkEnd w:id="0"/>
      <w:bookmarkEnd w:id="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خواننده</w:t>
      </w:r>
      <w:r>
        <w:rPr>
          <w:rtl/>
          <w:lang w:bidi="fa-IR"/>
        </w:rPr>
        <w:t xml:space="preserve"> محترم؛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از کتاب «چگونه فرزندان باهوش و خلاق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م؟»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نگارش</w:t>
      </w:r>
      <w:r>
        <w:rPr>
          <w:rtl/>
          <w:lang w:bidi="fa-IR"/>
        </w:rPr>
        <w:t xml:space="preserve"> کتاب حاضر به</w:t>
      </w:r>
      <w:r w:rsidR="00273E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کاملاً ساده و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موضوع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م</w:t>
      </w:r>
      <w:r>
        <w:rPr>
          <w:rFonts w:hint="cs"/>
          <w:rtl/>
          <w:lang w:bidi="fa-IR"/>
        </w:rPr>
        <w:t>ی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پردازد</w:t>
      </w:r>
      <w:r>
        <w:rPr>
          <w:rtl/>
          <w:lang w:bidi="fa-IR"/>
        </w:rPr>
        <w:t xml:space="preserve"> و با ذکر مثال و ارائه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شنهادات</w:t>
      </w:r>
      <w:r>
        <w:rPr>
          <w:rtl/>
          <w:lang w:bidi="fa-IR"/>
        </w:rPr>
        <w:t xml:space="preserve"> مختلف به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لازم به ذکر است در تمام مراحل نگارش، جنس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مقاطع مختلف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در نظر گرفته شده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جهت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فرزندان از دوره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تا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دوره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با وجود مشترک بودن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هدف، از نظر موضوع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 مستقل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کتابها عبارتند از: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273EEF" w:rsidP="00273EEF">
      <w:pPr>
        <w:pStyle w:val="libNormal"/>
        <w:ind w:firstLine="0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A40535">
        <w:rPr>
          <w:rtl/>
          <w:lang w:bidi="fa-IR"/>
        </w:rPr>
        <w:t xml:space="preserve"> چگونه فرزندان باهوش و خلاق ترب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کن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فرزندان خود را درک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فرزندانمان تثب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فرزندان متعادل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بلوغ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فرزندان موفق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فرزندان باح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خودآگاه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کتابها مجموعه</w:t>
      </w:r>
      <w:r w:rsidR="00273E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ضمن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موضوعات مختلف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و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بخشها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آن، با مباحث مهم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 به</w:t>
      </w:r>
      <w:r w:rsidR="00273E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نحو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آشنا شوند.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سرافراز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است.</w:t>
      </w:r>
    </w:p>
    <w:p w:rsidR="00A40535" w:rsidRDefault="00273EEF" w:rsidP="00273EE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1565709"/>
      <w:bookmarkStart w:id="3" w:name="_Toc1565869"/>
      <w:r w:rsidR="00A40535">
        <w:rPr>
          <w:rFonts w:hint="eastAsia"/>
          <w:rtl/>
          <w:lang w:bidi="fa-IR"/>
        </w:rPr>
        <w:lastRenderedPageBreak/>
        <w:t>سپاسگزار</w:t>
      </w:r>
      <w:r w:rsidR="00A40535">
        <w:rPr>
          <w:rFonts w:hint="cs"/>
          <w:rtl/>
          <w:lang w:bidi="fa-IR"/>
        </w:rPr>
        <w:t>ی</w:t>
      </w:r>
      <w:bookmarkEnd w:id="2"/>
      <w:bookmarkEnd w:id="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نگارش</w:t>
      </w:r>
      <w:r>
        <w:rPr>
          <w:rtl/>
          <w:lang w:bidi="fa-IR"/>
        </w:rPr>
        <w:t xml:space="preserve"> و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کتابها بدون کمک همکاران و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من انجام نم</w:t>
      </w:r>
      <w:r>
        <w:rPr>
          <w:rFonts w:hint="cs"/>
          <w:rtl/>
          <w:lang w:bidi="fa-IR"/>
        </w:rPr>
        <w:t>ی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خانم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لوفر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که سخنران</w:t>
      </w:r>
      <w:r>
        <w:rPr>
          <w:rFonts w:hint="cs"/>
          <w:rtl/>
          <w:lang w:bidi="fa-IR"/>
        </w:rPr>
        <w:t>ی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مطالب را دسته</w:t>
      </w:r>
      <w:r w:rsidR="00273E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دقت نظر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کردند،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متشکرم.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خانم فاطمه کرم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بابت آماده</w:t>
      </w:r>
      <w:r w:rsidR="00273E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و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سپاسگزارم.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همسرم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عشق و محبت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نثار من کرد 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کتابها مشوق من بود؛ و از فرزندانم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کتابها بودند، متشکرم.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دو،</w:t>
      </w:r>
      <w:r>
        <w:rPr>
          <w:rtl/>
          <w:lang w:bidi="fa-IR"/>
        </w:rPr>
        <w:t xml:space="preserve"> بهانه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عشق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محمدپور</w:t>
      </w:r>
    </w:p>
    <w:p w:rsidR="00273EEF" w:rsidRDefault="00273EEF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273EEF">
      <w:pPr>
        <w:pStyle w:val="Heading1"/>
        <w:rPr>
          <w:rtl/>
          <w:lang w:bidi="fa-IR"/>
        </w:rPr>
      </w:pPr>
      <w:bookmarkStart w:id="4" w:name="_Toc1565710"/>
      <w:bookmarkStart w:id="5" w:name="_Toc1565870"/>
      <w:r>
        <w:rPr>
          <w:rFonts w:hint="eastAsia"/>
          <w:rtl/>
          <w:lang w:bidi="fa-IR"/>
        </w:rPr>
        <w:t>مقدمه</w:t>
      </w:r>
      <w:bookmarkEnd w:id="4"/>
      <w:bookmarkEnd w:id="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و مسائل مربوط به آن، واژه</w:t>
      </w:r>
      <w:r w:rsidR="00273EE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گذشته مورد توجه فلاسفه و متفکر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است؛ به طور مثال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دو هزار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افلاطون در کتاب "جمهور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"، هوش را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کننده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طول زمانها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 به افراد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داده شده و از آنها به عنوان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باهوش نام برده شده است. اما مطالعه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هوش، از قرن نوزدهم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تفاوتها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علم ژنت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تکامل آغاز شد. روانشناسان معتقدند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شاخه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مطال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در بهز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مؤثر نبوده است</w:t>
      </w:r>
      <w:r w:rsidRPr="00273EEF">
        <w:rPr>
          <w:rStyle w:val="libFootnotenumChar"/>
          <w:rtl/>
          <w:lang w:bidi="fa-IR"/>
        </w:rPr>
        <w:t>.(1)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معتقدند همانطور که افراد از نظر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متفاوتند، از نظر خصا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هوش، استعداد و رغبت هم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تفاوتها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موردتوجه فلاسفه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شمندان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چنانچه افلاطون در کتاب جمهور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عنوان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هر فرد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متناسب با استعدادها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گمارده شود و اشاره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اشخاص به طور کاملاً</w:t>
      </w:r>
    </w:p>
    <w:p w:rsidR="00A40535" w:rsidRPr="00273EEF" w:rsidRDefault="00273EEF" w:rsidP="00273E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A40535" w:rsidRDefault="00A40535" w:rsidP="00273EEF">
      <w:pPr>
        <w:pStyle w:val="libFootnote0"/>
        <w:rPr>
          <w:rtl/>
          <w:lang w:bidi="fa-IR"/>
        </w:rPr>
      </w:pPr>
      <w:r>
        <w:rPr>
          <w:rtl/>
          <w:lang w:bidi="fa-IR"/>
        </w:rPr>
        <w:t>1- مبان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/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گودرز</w:t>
      </w:r>
      <w:r>
        <w:rPr>
          <w:rFonts w:hint="cs"/>
          <w:rtl/>
          <w:lang w:bidi="fa-IR"/>
        </w:rPr>
        <w:t>ی</w:t>
      </w:r>
    </w:p>
    <w:p w:rsidR="00A40535" w:rsidRDefault="00273EEF" w:rsidP="00273E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cs"/>
          <w:rtl/>
          <w:lang w:bidi="fa-IR"/>
        </w:rPr>
        <w:lastRenderedPageBreak/>
        <w:t>ی</w:t>
      </w:r>
      <w:r w:rsidR="00A40535">
        <w:rPr>
          <w:rFonts w:hint="eastAsia"/>
          <w:rtl/>
          <w:lang w:bidi="fa-IR"/>
        </w:rPr>
        <w:t>کسان</w:t>
      </w:r>
      <w:r w:rsidR="00A40535">
        <w:rPr>
          <w:rtl/>
          <w:lang w:bidi="fa-IR"/>
        </w:rPr>
        <w:t xml:space="preserve"> به دن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</w:t>
      </w:r>
      <w:r w:rsidR="00A40535">
        <w:rPr>
          <w:rtl/>
          <w:lang w:bidi="fa-IR"/>
        </w:rPr>
        <w:t xml:space="preserve"> نم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آ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ند</w:t>
      </w:r>
      <w:r w:rsidR="00A40535">
        <w:rPr>
          <w:rtl/>
          <w:lang w:bidi="fa-IR"/>
        </w:rPr>
        <w:t xml:space="preserve"> بلکه از نظر استعدادها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طب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ع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با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گر</w:t>
      </w:r>
      <w:r w:rsidR="00A40535">
        <w:rPr>
          <w:rtl/>
          <w:lang w:bidi="fa-IR"/>
        </w:rPr>
        <w:t xml:space="preserve"> تفاوت دارند. </w:t>
      </w:r>
      <w:r w:rsidR="00A40535" w:rsidRPr="00273EEF">
        <w:rPr>
          <w:rStyle w:val="libFootnotenumChar"/>
          <w:rtl/>
          <w:lang w:bidi="fa-IR"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نوع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شغل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مناسب است؛ لذا هوش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واژه هوش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273EE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حالت انتزاع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و قابل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مسأله</w:t>
      </w:r>
      <w:r>
        <w:rPr>
          <w:rtl/>
          <w:lang w:bidi="fa-IR"/>
        </w:rPr>
        <w:t xml:space="preserve"> هوش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تفاوت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انسانها موجب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رباز</w:t>
      </w:r>
      <w:r>
        <w:rPr>
          <w:rtl/>
          <w:lang w:bidi="fa-IR"/>
        </w:rPr>
        <w:t xml:space="preserve"> مورد توجه بوده است؛ لذا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توجه به عامل هوش را در علوم مختلف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مشاهده کرد.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علاوه</w:t>
      </w:r>
      <w:r>
        <w:rPr>
          <w:rtl/>
          <w:lang w:bidi="fa-IR"/>
        </w:rPr>
        <w:t xml:space="preserve"> بر هوش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آن م</w:t>
      </w:r>
      <w:r>
        <w:rPr>
          <w:rFonts w:hint="cs"/>
          <w:rtl/>
          <w:lang w:bidi="fa-IR"/>
        </w:rPr>
        <w:t>ی</w:t>
      </w:r>
      <w:r w:rsidR="00DA082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 اشاره خواهد شد.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صه</w:t>
      </w:r>
      <w:r>
        <w:rPr>
          <w:rtl/>
          <w:lang w:bidi="fa-IR"/>
        </w:rPr>
        <w:t xml:space="preserve"> انسان است. غنا،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بقاء هر فرهنگ و تمدن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مردمان آن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بارها به اثبات رسانده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در آغاز هزاره سوم به جرأت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مدرن بشر متمدن را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انسان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اکنون در شروع قرن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انسانها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کرات دور دست و سکونت در فضا را به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بدل کردهاند،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لحظه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انسانها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آنه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همانند بشر هزاران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است؛ لذا با تصور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تفاوت، به راز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موهبت منحصربه فرد انسان،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برد.</w:t>
      </w:r>
    </w:p>
    <w:p w:rsidR="00A40535" w:rsidRPr="00AB6857" w:rsidRDefault="00AB6857" w:rsidP="00AB68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AB6857" w:rsidRDefault="00A40535" w:rsidP="00AB6857">
      <w:pPr>
        <w:pStyle w:val="libFootnote0"/>
        <w:rPr>
          <w:rtl/>
          <w:lang w:bidi="fa-IR"/>
        </w:rPr>
      </w:pPr>
      <w:r>
        <w:rPr>
          <w:rtl/>
          <w:lang w:bidi="fa-IR"/>
        </w:rPr>
        <w:t>1- هوش و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ناسار</w:t>
      </w:r>
    </w:p>
    <w:p w:rsidR="00AB6857" w:rsidRDefault="00AB6857" w:rsidP="00AB68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AB6857">
      <w:pPr>
        <w:pStyle w:val="Heading1"/>
        <w:rPr>
          <w:rtl/>
          <w:lang w:bidi="fa-IR"/>
        </w:rPr>
      </w:pPr>
      <w:bookmarkStart w:id="6" w:name="_Toc1565711"/>
      <w:bookmarkStart w:id="7" w:name="_Toc1565871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اول: هوش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چه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</w:t>
      </w:r>
      <w:bookmarkEnd w:id="6"/>
      <w:bookmarkEnd w:id="7"/>
    </w:p>
    <w:p w:rsidR="00AB6857" w:rsidRDefault="00AB6857" w:rsidP="00A40535">
      <w:pPr>
        <w:pStyle w:val="libNormal"/>
        <w:rPr>
          <w:rtl/>
          <w:lang w:bidi="fa-IR"/>
        </w:rPr>
      </w:pPr>
    </w:p>
    <w:p w:rsidR="00A40535" w:rsidRDefault="00A40535" w:rsidP="00AB685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وجوه قابل توجه در سازش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با «مح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ط»</w:t>
      </w:r>
      <w:r>
        <w:rPr>
          <w:rtl/>
          <w:lang w:bidi="fa-IR"/>
        </w:rPr>
        <w:t xml:space="preserve"> و از عوامل مهم در تفاوت افراد بشر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شمار م</w:t>
      </w:r>
      <w:r>
        <w:rPr>
          <w:rFonts w:hint="cs"/>
          <w:rtl/>
          <w:lang w:bidi="fa-IR"/>
        </w:rPr>
        <w:t>ی</w:t>
      </w:r>
      <w:r w:rsidR="00AB685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گستره هوش برحسب عوامل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دهنده آن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همواره مورد توجه صاحبنظران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حوزه بوده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را به عنوان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را واجد مؤلفه ها و مقوله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جذاب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جالب توجه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جلوه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موجودات مختلف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متفاوت مشاهده م</w:t>
      </w:r>
      <w:r>
        <w:rPr>
          <w:rFonts w:hint="cs"/>
          <w:rtl/>
          <w:lang w:bidi="fa-IR"/>
        </w:rPr>
        <w:t>ی</w:t>
      </w:r>
      <w:r w:rsidR="00AB685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واژه</w:t>
      </w:r>
      <w:r>
        <w:rPr>
          <w:rtl/>
          <w:lang w:bidi="fa-IR"/>
        </w:rPr>
        <w:t xml:space="preserve"> هوش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AB685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حالت انتزاع</w:t>
      </w:r>
      <w:r>
        <w:rPr>
          <w:rFonts w:hint="cs"/>
          <w:rtl/>
          <w:lang w:bidi="fa-IR"/>
        </w:rPr>
        <w:t>ی</w:t>
      </w:r>
      <w:r w:rsidRPr="00AB6857">
        <w:rPr>
          <w:rStyle w:val="libFootnotenumChar"/>
          <w:rtl/>
        </w:rPr>
        <w:t>(1)</w:t>
      </w:r>
      <w:r>
        <w:rPr>
          <w:rtl/>
          <w:lang w:bidi="fa-IR"/>
        </w:rPr>
        <w:t xml:space="preserve"> بوده و قابل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به علت دارا بودن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 مشکل است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ارائه شده است:</w:t>
      </w:r>
    </w:p>
    <w:p w:rsidR="00A40535" w:rsidRDefault="00AB6857" w:rsidP="00AB685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A40535">
        <w:rPr>
          <w:rFonts w:hint="eastAsia"/>
          <w:rtl/>
          <w:lang w:bidi="fa-IR"/>
        </w:rPr>
        <w:t>هوش</w:t>
      </w:r>
      <w:r w:rsidR="00A40535">
        <w:rPr>
          <w:rtl/>
          <w:lang w:bidi="fa-IR"/>
        </w:rPr>
        <w:t xml:space="preserve"> کنش مغز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و توان روان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موجود زنده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حل مسائل و امور است.</w:t>
      </w:r>
    </w:p>
    <w:p w:rsidR="00A40535" w:rsidRPr="00AB6857" w:rsidRDefault="00AB6857" w:rsidP="00AB68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AB6857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انتزاع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تجربه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آهنجش،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اختصار، فشرده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اطلاعات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شناسا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استخراج و سپس جداساز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است.</w:t>
      </w:r>
    </w:p>
    <w:p w:rsidR="00A40535" w:rsidRDefault="00AB685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هوش</w:t>
      </w:r>
      <w:r w:rsidR="00A40535">
        <w:rPr>
          <w:rtl/>
          <w:lang w:bidi="fa-IR"/>
        </w:rPr>
        <w:t xml:space="preserve"> ترک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ب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از تفکر و تخ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</w:t>
      </w:r>
      <w:r w:rsidR="00A40535">
        <w:rPr>
          <w:rtl/>
          <w:lang w:bidi="fa-IR"/>
        </w:rPr>
        <w:t xml:space="preserve"> است.</w:t>
      </w:r>
    </w:p>
    <w:p w:rsidR="00A40535" w:rsidRDefault="00A40535" w:rsidP="00AB68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درک روابط علت و معلول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AB685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 w:rsidR="00AB6857"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مشهور درباره هوش عبارت است از: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 w:rsidRPr="00AB6857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فرض استوار بود که هوش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و استدلال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شکل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جلوه گر شود.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قوه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قضاوت است که گاه از آن تحت عنوان عقل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عقل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انطباق با ش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درست قضاوت کردن، درست درک کردن و درست استدلال کردن را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و بر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هوش را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فرد در قضاوت، ادراک و استدلال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معتقد است ساختمان هوش از چهار استعداد فهم، ابتکار، انتظار و استعداد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فکر، در جهت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</w:t>
      </w:r>
      <w:r w:rsidRPr="00AB6857">
        <w:rPr>
          <w:rStyle w:val="libFootnotenumChar"/>
          <w:rtl/>
        </w:rPr>
        <w:t>(2).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وکسلر</w:t>
      </w:r>
      <w:r w:rsidRPr="00AB6857">
        <w:rPr>
          <w:rStyle w:val="libFootnotenumChar"/>
          <w:rtl/>
        </w:rPr>
        <w:t>(3)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وکسلر، هوش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متقابل فرد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است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متقابل به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متعادل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موجب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AB685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او هوش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جامع فرد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طور هدفمند عمل کند، به طور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به</w:t>
      </w:r>
      <w:r w:rsidR="00AB68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مؤثر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طش</w:t>
      </w:r>
      <w:r>
        <w:rPr>
          <w:rtl/>
          <w:lang w:bidi="fa-IR"/>
        </w:rPr>
        <w:t xml:space="preserve"> به مبادله بپردازد.</w:t>
      </w:r>
      <w:r w:rsidRPr="00AB6857">
        <w:rPr>
          <w:rStyle w:val="libFootnotenumChar"/>
          <w:rtl/>
        </w:rPr>
        <w:t>(4)</w:t>
      </w:r>
    </w:p>
    <w:p w:rsidR="00A40535" w:rsidRPr="00AB6857" w:rsidRDefault="00AB6857" w:rsidP="00AB68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lastRenderedPageBreak/>
        <w:t xml:space="preserve">1- </w:t>
      </w:r>
      <w:r>
        <w:rPr>
          <w:lang w:bidi="fa-IR"/>
        </w:rPr>
        <w:t>Alfred Binet Theodore Simon</w:t>
      </w:r>
    </w:p>
    <w:p w:rsidR="00A40535" w:rsidRDefault="00A40535" w:rsidP="00030D78">
      <w:pPr>
        <w:pStyle w:val="libFootnote0"/>
        <w:rPr>
          <w:rtl/>
          <w:lang w:bidi="fa-IR"/>
        </w:rPr>
      </w:pPr>
      <w:r>
        <w:rPr>
          <w:rtl/>
          <w:lang w:bidi="fa-IR"/>
        </w:rPr>
        <w:t>2-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و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سوسن.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مهسا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Wechsler</w:t>
      </w:r>
    </w:p>
    <w:p w:rsidR="00A40535" w:rsidRDefault="00A40535" w:rsidP="00030D78">
      <w:pPr>
        <w:pStyle w:val="libFootnote0"/>
        <w:rPr>
          <w:rtl/>
          <w:lang w:bidi="fa-IR"/>
        </w:rPr>
      </w:pPr>
      <w:r>
        <w:rPr>
          <w:rtl/>
          <w:lang w:bidi="fa-IR"/>
        </w:rPr>
        <w:t>4- همان منبع</w:t>
      </w:r>
    </w:p>
    <w:p w:rsidR="00030D78" w:rsidRDefault="00030D78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ثورندا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Pr="00030D78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سه گروه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30D7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  <w:r w:rsidRPr="00030D78">
        <w:rPr>
          <w:rStyle w:val="libFootnotenumChar"/>
          <w:rtl/>
        </w:rPr>
        <w:t xml:space="preserve">(2) </w:t>
      </w:r>
      <w:r>
        <w:rPr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اشخاص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رابطه با آنهاست.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30D7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  <w:r w:rsidRPr="00030D78">
        <w:rPr>
          <w:rStyle w:val="libFootnotenumChar"/>
          <w:rtl/>
        </w:rPr>
        <w:t>(3)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کار کردن با آنها مانند تجارب ماهرانه و کار با ابزار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30D7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انتزاع</w:t>
      </w:r>
      <w:r>
        <w:rPr>
          <w:rFonts w:hint="cs"/>
          <w:rtl/>
          <w:lang w:bidi="fa-IR"/>
        </w:rPr>
        <w:t>ی</w:t>
      </w:r>
      <w:r w:rsidRPr="00030D78">
        <w:rPr>
          <w:rStyle w:val="libFootnotenumChar"/>
          <w:rtl/>
        </w:rPr>
        <w:t>:(4)</w:t>
      </w:r>
      <w:r>
        <w:rPr>
          <w:rtl/>
          <w:lang w:bidi="fa-IR"/>
        </w:rPr>
        <w:t xml:space="preserve"> که اختصاص به انسان دارد،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علائم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 کردن با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نظر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هوش، استعداد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مورد استفاده قرار دادن آموخته ها در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اوضاع تازه و حل مسائل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و به</w:t>
      </w:r>
      <w:r w:rsidR="00030D7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هوش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انعطاف در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معتقد است که هوش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عده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 استعدادها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الفاظ، استعداد عدد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استعداد تصور و تجسم روابط مکان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استعداد ادراک، استعداد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شناخت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کلمات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اعداد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.</w:t>
      </w:r>
      <w:r w:rsidRPr="00030D78">
        <w:rPr>
          <w:rStyle w:val="libFootnotenumChar"/>
          <w:rtl/>
        </w:rPr>
        <w:t>(5)</w:t>
      </w:r>
    </w:p>
    <w:p w:rsidR="00A40535" w:rsidRDefault="00030D78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030D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اشترن</w:t>
      </w:r>
      <w:r w:rsidRPr="00030D78">
        <w:rPr>
          <w:rStyle w:val="libFootnotenumChar"/>
          <w:rtl/>
        </w:rPr>
        <w:t>(6)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هوش،</w:t>
      </w:r>
      <w:r>
        <w:rPr>
          <w:rtl/>
          <w:lang w:bidi="fa-IR"/>
        </w:rPr>
        <w:t xml:space="preserve"> استعداد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مشکلات و اوضاع تازه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هوش، استعداد استفاده از تجربه</w:t>
      </w:r>
      <w:r w:rsidR="00030D7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حل مسائل تازه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مسائل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Pr="00030D78" w:rsidRDefault="00030D78" w:rsidP="00030D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Edward Lee Thorndik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social intelligence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mechanical intelligence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abstract intelligence</w:t>
      </w:r>
    </w:p>
    <w:p w:rsidR="00A40535" w:rsidRDefault="00A40535" w:rsidP="00030D78">
      <w:pPr>
        <w:pStyle w:val="libFootnote0"/>
        <w:rPr>
          <w:rtl/>
          <w:lang w:bidi="fa-IR"/>
        </w:rPr>
      </w:pPr>
      <w:r>
        <w:rPr>
          <w:rtl/>
          <w:lang w:bidi="fa-IR"/>
        </w:rPr>
        <w:t>5- همان منبع</w:t>
      </w:r>
    </w:p>
    <w:p w:rsidR="00A40535" w:rsidRDefault="00A40535" w:rsidP="00030D78">
      <w:pPr>
        <w:pStyle w:val="libFootnote0"/>
        <w:rPr>
          <w:lang w:bidi="fa-IR"/>
        </w:rPr>
      </w:pPr>
      <w:r>
        <w:rPr>
          <w:rtl/>
          <w:lang w:bidi="fa-IR"/>
        </w:rPr>
        <w:t xml:space="preserve">6- </w:t>
      </w:r>
      <w:r>
        <w:rPr>
          <w:lang w:bidi="fa-IR"/>
        </w:rPr>
        <w:t>Willam Stern</w:t>
      </w:r>
    </w:p>
    <w:p w:rsidR="00030D78" w:rsidRDefault="00030D78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</w:t>
      </w:r>
      <w:r w:rsidRPr="00030D78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</w:t>
      </w:r>
      <w:r w:rsidR="00030D7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مؤلفه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هوش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کرده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آموختن و بهره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تجربه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تفکر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استدلال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انتزاع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انطباق با نوسانات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استوار در حال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شخص انجام آنها را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Pr="00F67654">
        <w:rPr>
          <w:rStyle w:val="libFootnotenumChar"/>
          <w:rtl/>
        </w:rPr>
        <w:t>(2)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صاحب نظران معتقدند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سه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ارائه داد: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را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سبب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هوش استعداد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 w:rsidR="00F6765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را به صورت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استفاده از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F6765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رمز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توان سازگار شدن با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تازه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را وکسلر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کاربرد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روان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آن را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F67654">
        <w:rPr>
          <w:rStyle w:val="libFootnotenumChar"/>
          <w:rtl/>
        </w:rPr>
        <w:t>(3)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F67654" w:rsidRPr="00F67654" w:rsidRDefault="00F67654" w:rsidP="00F6765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lang w:bidi="fa-IR"/>
        </w:rPr>
        <w:t>Edwin Garrigues Boring</w:t>
      </w:r>
    </w:p>
    <w:p w:rsidR="00A40535" w:rsidRDefault="00A40535" w:rsidP="00F67654">
      <w:pPr>
        <w:pStyle w:val="libFootnote0"/>
        <w:rPr>
          <w:rtl/>
          <w:lang w:bidi="fa-IR"/>
        </w:rPr>
      </w:pPr>
      <w:r>
        <w:rPr>
          <w:rtl/>
          <w:lang w:bidi="fa-IR"/>
        </w:rPr>
        <w:t>2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همان منبع</w:t>
      </w:r>
    </w:p>
    <w:p w:rsidR="00A40535" w:rsidRDefault="00A40535" w:rsidP="00F67654">
      <w:pPr>
        <w:pStyle w:val="libFootnote0"/>
        <w:rPr>
          <w:rtl/>
          <w:lang w:bidi="fa-IR"/>
        </w:rPr>
      </w:pPr>
      <w:r>
        <w:rPr>
          <w:rtl/>
          <w:lang w:bidi="fa-IR"/>
        </w:rPr>
        <w:t>3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هوش.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سمانه</w:t>
      </w:r>
    </w:p>
    <w:p w:rsidR="00F67654" w:rsidRDefault="00F67654" w:rsidP="00F6765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1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F67654" w:rsidRDefault="00F67654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توجه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نقش و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هوش و توجه عده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ساختمان هوش؛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3- وسواس در به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بردن اصطلاحات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درک روانشناسان را بهتر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67654">
        <w:rPr>
          <w:rFonts w:hint="cs"/>
          <w:rtl/>
          <w:lang w:bidi="fa-IR"/>
        </w:rPr>
        <w:t xml:space="preserve"> </w:t>
      </w:r>
      <w:r w:rsidR="00F67654">
        <w:rPr>
          <w:rFonts w:cs="Times New Roman" w:hint="cs"/>
          <w:rtl/>
          <w:lang w:bidi="fa-IR"/>
        </w:rPr>
        <w:t>–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F6765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هوش از راه سنجش آن؛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لحاظ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اختلافات و پرداختن به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هوش اصطلاح رفتار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رفتار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را که عامل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با مطالعه نظرات مختلف دانشمندان در خصوص هوش، درم</w:t>
      </w:r>
      <w:r>
        <w:rPr>
          <w:rFonts w:hint="cs"/>
          <w:rtl/>
          <w:lang w:bidi="fa-IR"/>
        </w:rPr>
        <w:t>ی</w:t>
      </w:r>
      <w:r w:rsidR="00F6765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هوش الزاماً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ابعاد و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نظر اول بتوان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ندارند، اما با توجه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هوش ابعاد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دارد؛ لذا در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کارکرد و سنجش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ابعاد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سابقه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ذکر نمود که مسئولان آموزش و پرورش شهر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ابزار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بهره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بتوان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عدم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F6765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آنها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داد،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به نام آلف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Pr="00F67654">
        <w:rPr>
          <w:rStyle w:val="libFootnotenumChar"/>
          <w:rtl/>
        </w:rPr>
        <w:t>(1)</w:t>
      </w:r>
      <w:r>
        <w:rPr>
          <w:rtl/>
          <w:lang w:bidi="fa-IR"/>
        </w:rPr>
        <w:t xml:space="preserve"> را به خدمت گرفتند.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 مربوط به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روانشناس جوان را به تکاپو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گسترده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تحقق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فهم واداشت.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عده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کودکان داد و بر اساس پاسخ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و نادرست آنها توانست ابزار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فراهم آورد که قدرت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شکست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را در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مدرسه ا</w:t>
      </w:r>
      <w:r>
        <w:rPr>
          <w:rFonts w:hint="cs"/>
          <w:rtl/>
          <w:lang w:bidi="fa-IR"/>
        </w:rPr>
        <w:t>ی</w:t>
      </w:r>
    </w:p>
    <w:p w:rsidR="00A40535" w:rsidRPr="00F67654" w:rsidRDefault="00F67654" w:rsidP="00F6765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Alferd Binet</w:t>
      </w:r>
    </w:p>
    <w:p w:rsidR="00A40535" w:rsidRDefault="00F6765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داشته</w:t>
      </w:r>
      <w:r w:rsidR="00A40535">
        <w:rPr>
          <w:rtl/>
          <w:lang w:bidi="fa-IR"/>
        </w:rPr>
        <w:t xml:space="preserve"> باشد. بد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ترت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ب</w:t>
      </w:r>
      <w:r w:rsidR="00A40535">
        <w:rPr>
          <w:rtl/>
          <w:lang w:bidi="fa-IR"/>
        </w:rPr>
        <w:t xml:space="preserve"> نخست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تست هوش</w:t>
      </w:r>
      <w:r w:rsidR="00A40535" w:rsidRPr="00F67654">
        <w:rPr>
          <w:rStyle w:val="libFootnotenumChar"/>
          <w:rtl/>
        </w:rPr>
        <w:t>(1)</w:t>
      </w:r>
      <w:r w:rsidR="00A40535">
        <w:rPr>
          <w:rtl/>
          <w:lang w:bidi="fa-IR"/>
        </w:rPr>
        <w:t xml:space="preserve"> در سال 1905 ساخته شد که ناگز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tl/>
          <w:lang w:bidi="fa-IR"/>
        </w:rPr>
        <w:t xml:space="preserve"> تعر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ف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خاص از موفق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تحص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در آن نهفته است و تعر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ف</w:t>
      </w:r>
      <w:r w:rsidR="00A40535">
        <w:rPr>
          <w:rtl/>
          <w:lang w:bidi="fa-IR"/>
        </w:rPr>
        <w:t xml:space="preserve"> مستتر در آن بر جهت 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نظامها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آموزش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سا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ه</w:t>
      </w:r>
      <w:r w:rsidR="00A40535">
        <w:rPr>
          <w:rtl/>
          <w:lang w:bidi="fa-IR"/>
        </w:rPr>
        <w:t xml:space="preserve"> افکند. لازم به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ذکر است که 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نه</w:t>
      </w:r>
      <w:r w:rsidR="00A40535">
        <w:rPr>
          <w:rtl/>
          <w:lang w:bidi="fa-IR"/>
        </w:rPr>
        <w:t xml:space="preserve"> و همکارش س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مون</w:t>
      </w:r>
      <w:r w:rsidR="00A40535">
        <w:rPr>
          <w:rtl/>
          <w:lang w:bidi="fa-IR"/>
        </w:rPr>
        <w:t xml:space="preserve"> تست کاملتر هوش را در سال 1908 تول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</w:t>
      </w:r>
      <w:r w:rsidR="00A40535">
        <w:rPr>
          <w:rtl/>
          <w:lang w:bidi="fa-IR"/>
        </w:rPr>
        <w:t xml:space="preserve"> کردن</w:t>
      </w:r>
      <w:r w:rsidR="00A40535">
        <w:rPr>
          <w:rFonts w:hint="eastAsia"/>
          <w:rtl/>
          <w:lang w:bidi="fa-IR"/>
        </w:rPr>
        <w:t>د</w:t>
      </w:r>
      <w:r w:rsidR="00A40535">
        <w:rPr>
          <w:rtl/>
          <w:lang w:bidi="fa-IR"/>
        </w:rPr>
        <w:t>.</w:t>
      </w:r>
      <w:r w:rsidR="00A40535" w:rsidRPr="00F67654">
        <w:rPr>
          <w:rStyle w:val="libFootnotenumChar"/>
          <w:rtl/>
        </w:rPr>
        <w:t>(2)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ترمن</w:t>
      </w:r>
      <w:r w:rsidRPr="00F67654">
        <w:rPr>
          <w:rStyle w:val="libFootnotenumChar"/>
          <w:rtl/>
        </w:rPr>
        <w:t>(3)</w:t>
      </w:r>
      <w:r>
        <w:rPr>
          <w:rtl/>
          <w:lang w:bidi="fa-IR"/>
        </w:rPr>
        <w:t xml:space="preserve"> در سال 1916،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آزمون هنجار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هوش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الات</w:t>
      </w:r>
      <w:r>
        <w:rPr>
          <w:rtl/>
          <w:lang w:bidi="fa-IR"/>
        </w:rPr>
        <w:t xml:space="preserve"> متحده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ساخت که از آن با عنوان آزمون استانفورد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نام برده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آزمون از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سنجش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 در طول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در ارتش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بوده است که به شکل گسترده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استخدام افراد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tl/>
          <w:lang w:bidi="fa-IR"/>
        </w:rPr>
        <w:t xml:space="preserve"> بر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سنجش و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شدن آن به بخش جدا</w:t>
      </w:r>
      <w:r>
        <w:rPr>
          <w:rFonts w:hint="cs"/>
          <w:rtl/>
          <w:lang w:bidi="fa-IR"/>
        </w:rPr>
        <w:t>یی</w:t>
      </w:r>
      <w:r w:rsidR="00F6765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تفکر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شمار آورد.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</w:t>
      </w:r>
      <w:r w:rsidRPr="00F67654">
        <w:rPr>
          <w:rStyle w:val="libFootnotenumChar"/>
          <w:rtl/>
        </w:rPr>
        <w:t>(4)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شاخص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چهره حوزه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دانست،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ساخت آزمون سنجش هوش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اژه،</w:t>
      </w:r>
      <w:r>
        <w:rPr>
          <w:rtl/>
          <w:lang w:bidi="fa-IR"/>
        </w:rPr>
        <w:t xml:space="preserve"> ضمن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علاقه مند شد تا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پاسخها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نادرست کودکان به پرسش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شده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در طول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متماد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منجر به ارائه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مشهور به "مراحل تحول شناخت" 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از جانب طرفداران هوش چندگانه مورد نقد واقع شده، آن است که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قدرت استدلال فرد در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مراحل</w:t>
      </w:r>
    </w:p>
    <w:p w:rsidR="00A40535" w:rsidRPr="00F67654" w:rsidRDefault="00F67654" w:rsidP="00F6765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Intelligence Quotiont (IQ</w:t>
      </w:r>
      <w:r>
        <w:rPr>
          <w:rtl/>
          <w:lang w:bidi="fa-IR"/>
        </w:rPr>
        <w:t>)</w:t>
      </w:r>
    </w:p>
    <w:p w:rsidR="00A40535" w:rsidRDefault="00A40535" w:rsidP="00F67654">
      <w:pPr>
        <w:pStyle w:val="libFootnote0"/>
        <w:rPr>
          <w:rtl/>
          <w:lang w:bidi="fa-IR"/>
        </w:rPr>
      </w:pPr>
      <w:r>
        <w:rPr>
          <w:rtl/>
          <w:lang w:bidi="fa-IR"/>
        </w:rPr>
        <w:t>2-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و دلالت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برنامه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مهر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محمود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Lewis Trrman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Piaget</w:t>
      </w:r>
    </w:p>
    <w:p w:rsidR="00A40535" w:rsidRDefault="00F6765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رشد</w:t>
      </w:r>
      <w:r w:rsidR="00A40535">
        <w:rPr>
          <w:rtl/>
          <w:lang w:bidi="fa-IR"/>
        </w:rPr>
        <w:t xml:space="preserve"> عموم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دارد و وابسته به مضمون و محتوا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خاص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</w:t>
      </w:r>
      <w:r w:rsidR="00A40535">
        <w:rPr>
          <w:rtl/>
          <w:lang w:bidi="fa-IR"/>
        </w:rPr>
        <w:t xml:space="preserve">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</w:t>
      </w:r>
      <w:r w:rsidR="00A40535">
        <w:rPr>
          <w:rtl/>
          <w:lang w:bidi="fa-IR"/>
        </w:rPr>
        <w:t xml:space="preserve"> به سخن 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گر،</w:t>
      </w:r>
      <w:r w:rsidR="00A40535">
        <w:rPr>
          <w:rtl/>
          <w:lang w:bidi="fa-IR"/>
        </w:rPr>
        <w:t xml:space="preserve"> تک وضع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</w:t>
      </w:r>
      <w:r>
        <w:rPr>
          <w:rtl/>
          <w:lang w:bidi="fa-IR"/>
        </w:rPr>
        <w:t xml:space="preserve"> از لفظ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نکرده و درباره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نگفته است، اما در بطن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نگاه به هوش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مقوله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تکساحت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F67654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اسپ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رمن</w:t>
      </w:r>
      <w:r w:rsidRPr="00F67654">
        <w:rPr>
          <w:rStyle w:val="libFootnotenumChar"/>
          <w:rtl/>
        </w:rPr>
        <w:t>(2)،</w:t>
      </w:r>
      <w:r>
        <w:rPr>
          <w:rtl/>
          <w:lang w:bidi="fa-IR"/>
        </w:rPr>
        <w:t xml:space="preserve">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 است، که آن را "هوش کل</w:t>
      </w:r>
      <w:r>
        <w:rPr>
          <w:rFonts w:hint="cs"/>
          <w:rtl/>
          <w:lang w:bidi="fa-IR"/>
        </w:rPr>
        <w:t>ی</w:t>
      </w:r>
      <w:r w:rsidRPr="00F67654">
        <w:rPr>
          <w:rStyle w:val="libFootnotenumChar"/>
          <w:rtl/>
        </w:rPr>
        <w:t>(3)</w:t>
      </w:r>
      <w:r>
        <w:rPr>
          <w:rtl/>
          <w:lang w:bidi="fa-IR"/>
        </w:rPr>
        <w:t>"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فورد</w:t>
      </w:r>
      <w:r w:rsidRPr="00F67654">
        <w:rPr>
          <w:rStyle w:val="libFootnotenumChar"/>
          <w:rtl/>
        </w:rPr>
        <w:t xml:space="preserve">(4) </w:t>
      </w:r>
      <w:r>
        <w:rPr>
          <w:rtl/>
          <w:lang w:bidi="fa-IR"/>
        </w:rPr>
        <w:t>معتقد بود هوش از 120 عامل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که مفهوم هوش از مطالعات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معما شکل و کاغذ و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سطح جامعه و روابط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افراد،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مسائل انتقال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هوش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اذهان پژوهشگران را به خود مشغول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اشترنبرگ</w:t>
      </w:r>
      <w:r>
        <w:rPr>
          <w:rtl/>
          <w:lang w:bidi="fa-IR"/>
        </w:rPr>
        <w:t xml:space="preserve"> سه گونه هوش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خلاق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گاردنر</w:t>
      </w:r>
      <w:r>
        <w:rPr>
          <w:rtl/>
          <w:lang w:bidi="fa-IR"/>
        </w:rPr>
        <w:t xml:space="preserve"> هشت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گونه مختلف هوش را دسته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هوش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فضا</w:t>
      </w:r>
      <w:r>
        <w:rPr>
          <w:rFonts w:hint="cs"/>
          <w:rtl/>
          <w:lang w:bidi="fa-IR"/>
        </w:rPr>
        <w:t>یی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هوش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زبان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هوش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هوش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جنبش</w:t>
      </w:r>
      <w:r>
        <w:rPr>
          <w:rFonts w:hint="cs"/>
          <w:rtl/>
          <w:lang w:bidi="fa-IR"/>
        </w:rPr>
        <w:t>ی</w:t>
      </w:r>
    </w:p>
    <w:p w:rsidR="00A40535" w:rsidRPr="00F67654" w:rsidRDefault="00F67654" w:rsidP="00F6765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F67654">
      <w:pPr>
        <w:pStyle w:val="libFootnote0"/>
        <w:rPr>
          <w:rtl/>
          <w:lang w:bidi="fa-IR"/>
        </w:rPr>
      </w:pPr>
      <w:r>
        <w:rPr>
          <w:rtl/>
          <w:lang w:bidi="fa-IR"/>
        </w:rPr>
        <w:t>1- همان منبع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Charles Edward Spearman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General intelligence</w:t>
      </w:r>
    </w:p>
    <w:p w:rsidR="00A40535" w:rsidRDefault="00A40535" w:rsidP="00F67654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Guilford</w:t>
      </w:r>
    </w:p>
    <w:p w:rsidR="00A40535" w:rsidRDefault="00F6765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tl/>
          <w:lang w:bidi="fa-IR"/>
        </w:rPr>
        <w:lastRenderedPageBreak/>
        <w:t>6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- هوش درون فرد</w:t>
      </w:r>
      <w:r w:rsidR="00A40535"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(فرافرد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F6765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r w:rsidRPr="00F67654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گاردنر</w:t>
      </w:r>
      <w:r w:rsidRPr="00F67654">
        <w:rPr>
          <w:rStyle w:val="libFootnotenumChar"/>
          <w:rtl/>
        </w:rPr>
        <w:t xml:space="preserve">(2) </w:t>
      </w:r>
      <w:r>
        <w:rPr>
          <w:rtl/>
          <w:lang w:bidi="fa-IR"/>
        </w:rPr>
        <w:t>با نام بردن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آلبرت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F67654">
        <w:rPr>
          <w:rStyle w:val="libFootnotenumChar"/>
          <w:rtl/>
        </w:rPr>
        <w:t xml:space="preserve">(3) </w:t>
      </w:r>
      <w:r>
        <w:rPr>
          <w:rtl/>
          <w:lang w:bidi="fa-IR"/>
        </w:rPr>
        <w:t>(ف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کدان</w:t>
      </w:r>
      <w:r>
        <w:rPr>
          <w:rtl/>
          <w:lang w:bidi="fa-IR"/>
        </w:rPr>
        <w:t>)،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اولف</w:t>
      </w:r>
      <w:r w:rsidRPr="00F67654">
        <w:rPr>
          <w:rStyle w:val="libFootnotenumChar"/>
          <w:rtl/>
        </w:rPr>
        <w:t>(4)</w:t>
      </w:r>
      <w:r>
        <w:rPr>
          <w:rtl/>
          <w:lang w:bidi="fa-IR"/>
        </w:rPr>
        <w:t xml:space="preserve"> (رماننو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)،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گوراستراو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نسک</w:t>
      </w:r>
      <w:r>
        <w:rPr>
          <w:rFonts w:hint="cs"/>
          <w:rtl/>
          <w:lang w:bidi="fa-IR"/>
        </w:rPr>
        <w:t>ی</w:t>
      </w:r>
      <w:r w:rsidRPr="00F67654">
        <w:rPr>
          <w:rStyle w:val="libFootnotenumChar"/>
          <w:rtl/>
        </w:rPr>
        <w:t xml:space="preserve">(5) </w:t>
      </w:r>
      <w:r>
        <w:rPr>
          <w:rtl/>
          <w:lang w:bidi="fa-IR"/>
        </w:rPr>
        <w:t>(موس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و آهنگساز)، پابلو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کاسو</w:t>
      </w:r>
      <w:r w:rsidRPr="00F67654">
        <w:rPr>
          <w:rStyle w:val="libFootnotenumChar"/>
          <w:rtl/>
        </w:rPr>
        <w:t>(6)</w:t>
      </w:r>
      <w:r>
        <w:rPr>
          <w:rtl/>
          <w:lang w:bidi="fa-IR"/>
        </w:rPr>
        <w:t xml:space="preserve"> (نقاش)، ماهاتما گاند</w:t>
      </w:r>
      <w:r>
        <w:rPr>
          <w:rFonts w:hint="cs"/>
          <w:rtl/>
          <w:lang w:bidi="fa-IR"/>
        </w:rPr>
        <w:t>ی</w:t>
      </w:r>
      <w:r w:rsidRPr="00F67654">
        <w:rPr>
          <w:rStyle w:val="libFootnotenumChar"/>
          <w:rtl/>
        </w:rPr>
        <w:t xml:space="preserve">(7) </w:t>
      </w:r>
      <w:r>
        <w:rPr>
          <w:rtl/>
          <w:lang w:bidi="fa-IR"/>
        </w:rPr>
        <w:t>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</w:t>
      </w:r>
      <w:r>
        <w:rPr>
          <w:rtl/>
          <w:lang w:bidi="fa-IR"/>
        </w:rPr>
        <w:t xml:space="preserve"> و مصلح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گموند</w:t>
      </w:r>
      <w:r>
        <w:rPr>
          <w:rtl/>
          <w:lang w:bidi="fa-IR"/>
        </w:rPr>
        <w:t xml:space="preserve"> فرو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F67654">
        <w:rPr>
          <w:rStyle w:val="libFootnotenumChar"/>
          <w:rtl/>
        </w:rPr>
        <w:t xml:space="preserve">(8) </w:t>
      </w:r>
      <w:r>
        <w:rPr>
          <w:rtl/>
          <w:lang w:bidi="fa-IR"/>
        </w:rPr>
        <w:t>(روانشناس)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را مطرح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 و باهوش تر هستند؟!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نام افراد متعدد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همچون بتهوون</w:t>
      </w:r>
      <w:r w:rsidRPr="00F67654">
        <w:rPr>
          <w:rStyle w:val="libFootnotenumChar"/>
          <w:rtl/>
        </w:rPr>
        <w:t>(9)</w:t>
      </w:r>
      <w:r>
        <w:rPr>
          <w:rtl/>
          <w:lang w:bidi="fa-IR"/>
        </w:rPr>
        <w:t>، شکسپ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Pr="00F67654">
        <w:rPr>
          <w:rStyle w:val="libFootnotenumChar"/>
          <w:rtl/>
        </w:rPr>
        <w:t>(10)،</w:t>
      </w:r>
      <w:r>
        <w:rPr>
          <w:rtl/>
          <w:lang w:bidi="fa-IR"/>
        </w:rPr>
        <w:t xml:space="preserve"> داوو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</w:t>
      </w:r>
      <w:r>
        <w:rPr>
          <w:rFonts w:hint="cs"/>
          <w:rtl/>
          <w:lang w:bidi="fa-IR"/>
        </w:rPr>
        <w:t>ی</w:t>
      </w:r>
      <w:r w:rsidRPr="00F67654">
        <w:rPr>
          <w:rStyle w:val="libFootnotenumChar"/>
          <w:rtl/>
        </w:rPr>
        <w:t>(11)</w:t>
      </w:r>
      <w:r>
        <w:rPr>
          <w:rtl/>
          <w:lang w:bidi="fa-IR"/>
        </w:rPr>
        <w:t>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آنژ</w:t>
      </w:r>
      <w:r w:rsidRPr="00F67654">
        <w:rPr>
          <w:rStyle w:val="libFootnotenumChar"/>
          <w:rtl/>
        </w:rPr>
        <w:t>(12)</w:t>
      </w:r>
      <w:r>
        <w:rPr>
          <w:rtl/>
          <w:lang w:bidi="fa-IR"/>
        </w:rPr>
        <w:t>، باخ</w:t>
      </w:r>
      <w:r w:rsidRPr="00F67654">
        <w:rPr>
          <w:rStyle w:val="libFootnotenumChar"/>
          <w:rtl/>
        </w:rPr>
        <w:t>(13)</w:t>
      </w:r>
      <w:r>
        <w:rPr>
          <w:rtl/>
          <w:lang w:bidi="fa-IR"/>
        </w:rPr>
        <w:t xml:space="preserve"> و عده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برجستگان مشرق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مانند حافظ، مولانا، خوارزم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حان،</w:t>
      </w:r>
      <w:r>
        <w:rPr>
          <w:rtl/>
          <w:lang w:bidi="fa-IR"/>
        </w:rPr>
        <w:t xml:space="preserve"> ابوعل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... را به آن نامها افزود.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کردن </w:t>
      </w:r>
      <w:r>
        <w:rPr>
          <w:rFonts w:hint="eastAsia"/>
          <w:rtl/>
          <w:lang w:bidi="fa-IR"/>
        </w:rPr>
        <w:t>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تحول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تمدن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6A7CC6">
        <w:rPr>
          <w:rStyle w:val="libFootnotenumChar"/>
          <w:rtl/>
        </w:rPr>
        <w:t>(14)</w:t>
      </w:r>
    </w:p>
    <w:p w:rsidR="00A40535" w:rsidRPr="006A7CC6" w:rsidRDefault="006A7CC6" w:rsidP="006A7C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رابطه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جندگانه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سطح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دانشآموزان. رضا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اکبر. مصرآباد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جواد.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Howard Gardner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Albert Einstein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Adeline Virginia Woolf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5- </w:t>
      </w:r>
      <w:r>
        <w:rPr>
          <w:lang w:bidi="fa-IR"/>
        </w:rPr>
        <w:t>Igor Fyodorovich Stravinsky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lastRenderedPageBreak/>
        <w:t xml:space="preserve">6- </w:t>
      </w:r>
      <w:r>
        <w:rPr>
          <w:lang w:bidi="fa-IR"/>
        </w:rPr>
        <w:t>Pablo Picasso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7- </w:t>
      </w:r>
      <w:r>
        <w:rPr>
          <w:lang w:bidi="fa-IR"/>
        </w:rPr>
        <w:t>Mahatma Gandhi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8- </w:t>
      </w:r>
      <w:r>
        <w:rPr>
          <w:lang w:bidi="fa-IR"/>
        </w:rPr>
        <w:t>Sigmund Freud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9- </w:t>
      </w:r>
      <w:r>
        <w:rPr>
          <w:lang w:bidi="fa-IR"/>
        </w:rPr>
        <w:t>Ludwig van Beethoven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10- </w:t>
      </w:r>
      <w:r>
        <w:rPr>
          <w:lang w:bidi="fa-IR"/>
        </w:rPr>
        <w:t>William Shakespeare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11- </w:t>
      </w:r>
      <w:r>
        <w:rPr>
          <w:lang w:bidi="fa-IR"/>
        </w:rPr>
        <w:t>Leonardo da Vinci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12- </w:t>
      </w:r>
      <w:r>
        <w:rPr>
          <w:lang w:bidi="fa-IR"/>
        </w:rPr>
        <w:t>Michelangelo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13- </w:t>
      </w:r>
      <w:r>
        <w:rPr>
          <w:lang w:bidi="fa-IR"/>
        </w:rPr>
        <w:t>Johann Sebastian Bach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14-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و دلالت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برنامه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مهر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محمود</w:t>
      </w:r>
    </w:p>
    <w:p w:rsidR="00A40535" w:rsidRDefault="006A7CC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اول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کس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که بر رو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هوش (اندازه 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هوش) کار کرد، ترمن</w:t>
      </w:r>
      <w:r w:rsidR="00A40535" w:rsidRPr="006A7CC6">
        <w:rPr>
          <w:rStyle w:val="libFootnotenumChar"/>
          <w:rtl/>
        </w:rPr>
        <w:t>(1)</w:t>
      </w:r>
      <w:r w:rsidR="00A40535">
        <w:rPr>
          <w:rtl/>
          <w:lang w:bidi="fa-IR"/>
        </w:rPr>
        <w:t xml:space="preserve"> آمر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بود. مطالعات او نشان داد که افراد سرآمد و باهوش از نظر شغل، رضا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از زندگ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درآمد، رفتار با همسر و فرزندان در سطح بالا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قرار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سالها</w:t>
      </w:r>
      <w:r>
        <w:rPr>
          <w:rtl/>
          <w:lang w:bidi="fa-IR"/>
        </w:rPr>
        <w:t xml:space="preserve"> بعد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موند</w:t>
      </w:r>
      <w:r>
        <w:rPr>
          <w:rtl/>
          <w:lang w:bidi="fa-IR"/>
        </w:rPr>
        <w:t xml:space="preserve"> کتل</w:t>
      </w:r>
      <w:r w:rsidRPr="006A7CC6">
        <w:rPr>
          <w:rStyle w:val="libFootnotenumChar"/>
          <w:rtl/>
        </w:rPr>
        <w:t>(2)</w:t>
      </w:r>
      <w:r>
        <w:rPr>
          <w:rtl/>
          <w:lang w:bidi="fa-IR"/>
        </w:rPr>
        <w:t>،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وجود انواع مختلف هوش را رد کرد و اظهار داشت که دو نوع هوش وجود دارد: هوش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 w:rsidRPr="006A7CC6">
        <w:rPr>
          <w:rStyle w:val="libFootnotenumChar"/>
          <w:rtl/>
        </w:rPr>
        <w:t>(3)</w:t>
      </w:r>
      <w:r>
        <w:rPr>
          <w:rtl/>
          <w:lang w:bidi="fa-IR"/>
        </w:rPr>
        <w:t xml:space="preserve"> و هوش متبلور</w:t>
      </w:r>
      <w:r w:rsidRPr="006A7CC6">
        <w:rPr>
          <w:rStyle w:val="libFootnotenumChar"/>
          <w:rtl/>
        </w:rPr>
        <w:t>(4)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کسب شناختها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و حل مسائل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هوش متبلور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تراکم شناختها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ادامه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که هوش متبلور با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سن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برعکس هوش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نزول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بهتر از افراد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A7CC6">
      <w:pPr>
        <w:pStyle w:val="Heading2"/>
        <w:rPr>
          <w:rtl/>
        </w:rPr>
      </w:pPr>
      <w:bookmarkStart w:id="8" w:name="_Toc1565712"/>
      <w:bookmarkStart w:id="9" w:name="_Toc1565872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رفتار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8"/>
      <w:bookmarkEnd w:id="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حساس</w:t>
      </w:r>
      <w:r>
        <w:rPr>
          <w:rtl/>
          <w:lang w:bidi="fa-IR"/>
        </w:rPr>
        <w:t xml:space="preserve"> 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بودن به آنچه در اطراف فرد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تجسم</w:t>
      </w:r>
      <w:r>
        <w:rPr>
          <w:rtl/>
          <w:lang w:bidi="fa-IR"/>
        </w:rPr>
        <w:t xml:space="preserve"> و نگهدار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ابداع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ابتکار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انتقاد</w:t>
      </w:r>
      <w:r>
        <w:rPr>
          <w:rtl/>
          <w:lang w:bidi="fa-IR"/>
        </w:rPr>
        <w:t xml:space="preserve"> از خود؛</w:t>
      </w:r>
    </w:p>
    <w:p w:rsidR="00A40535" w:rsidRPr="006A7CC6" w:rsidRDefault="006A7CC6" w:rsidP="006A7C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Lewis Terman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Raymod Cattell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Crystallized Intelligence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Fluid Intelligence</w:t>
      </w:r>
    </w:p>
    <w:p w:rsidR="00A40535" w:rsidRDefault="006A7CC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پشتکار</w:t>
      </w:r>
      <w:r w:rsidR="00A40535">
        <w:rPr>
          <w:rtl/>
          <w:lang w:bidi="fa-IR"/>
        </w:rPr>
        <w:t xml:space="preserve"> و اعتماد بر خود؛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که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قادر به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بالقوه آزمودن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تنها نمونه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نسبتاً محدود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A7CC6">
      <w:pPr>
        <w:pStyle w:val="Heading2"/>
        <w:rPr>
          <w:rtl/>
        </w:rPr>
      </w:pPr>
      <w:bookmarkStart w:id="10" w:name="_Toc1565713"/>
      <w:bookmarkStart w:id="11" w:name="_Toc1565873"/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مختلف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هوش</w:t>
      </w:r>
      <w:bookmarkEnd w:id="10"/>
      <w:bookmarkEnd w:id="1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هوش ارائه شده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اند،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طبقه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انطباق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دارند،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موضوعات مختلف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دارند،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تفکر انتزاع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استفاده از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مختلف، نمادها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دارند.</w:t>
      </w:r>
      <w:r w:rsidRPr="006A7CC6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مورد مفهوم هوش، روانشناسان به دو گروه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اند: گروه اول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اعتقادند که هوش،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استعداد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واحد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اما گروه دوم معتقدند انواع مختلف هوش وجود دارد. آنچه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هوش را دچار مناقشه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آن است که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مفهوم انتزاع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واقع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محسوس،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برچسب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ندهاست</w:t>
      </w:r>
      <w:r>
        <w:rPr>
          <w:rtl/>
          <w:lang w:bidi="fa-IR"/>
        </w:rPr>
        <w:t xml:space="preserve"> که از رفتارها و پاسخها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آشکار افراد استنباط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6A7CC6">
        <w:rPr>
          <w:rStyle w:val="libFootnotenumChar"/>
          <w:rtl/>
        </w:rPr>
        <w:t>(2)</w:t>
      </w:r>
    </w:p>
    <w:p w:rsidR="00A40535" w:rsidRPr="006A7CC6" w:rsidRDefault="006A7CC6" w:rsidP="006A7C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1-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پورشر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2-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حمزه</w:t>
      </w:r>
    </w:p>
    <w:p w:rsidR="00A40535" w:rsidRDefault="006A7CC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از</w:t>
      </w:r>
      <w:r w:rsidR="00A40535">
        <w:rPr>
          <w:rtl/>
          <w:lang w:bidi="fa-IR"/>
        </w:rPr>
        <w:t xml:space="preserve"> نظر کارکرد اندام و اعضاء بدن، هوش پد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است که در اثر فعال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اخته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قشر خارج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مغز آشکار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گردد</w:t>
      </w:r>
      <w:r w:rsidR="00A40535">
        <w:rPr>
          <w:rtl/>
          <w:lang w:bidi="fa-IR"/>
        </w:rPr>
        <w:t xml:space="preserve"> و از نظر روان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نقش انطباق و سازگار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موجود زنده با شرا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ط</w:t>
      </w:r>
      <w:r w:rsidR="00A40535">
        <w:rPr>
          <w:rtl/>
          <w:lang w:bidi="fa-IR"/>
        </w:rPr>
        <w:t xml:space="preserve"> مح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ط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و ز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را بر عهده دارد</w:t>
      </w:r>
      <w:r w:rsidR="00A40535" w:rsidRPr="006A7CC6">
        <w:rPr>
          <w:rStyle w:val="libFootnotenumChar"/>
          <w:rtl/>
        </w:rPr>
        <w:t>.(1)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ترستون، هوش از هفت استعداد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مستقل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قرارند: کلام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استعداد عدد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استعداد تجسم فضا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حافظه تداع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سرعت ادراک و استدلال.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لفورد،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تعداد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داده و اظهار داشت: هوش، دستکم از 120 عامل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وکسلر</w:t>
      </w:r>
      <w:r w:rsidRPr="006A7CC6">
        <w:rPr>
          <w:rStyle w:val="libFootnotenumChar"/>
          <w:rtl/>
        </w:rPr>
        <w:t>(2)،</w:t>
      </w:r>
      <w:r>
        <w:rPr>
          <w:rtl/>
          <w:lang w:bidi="fa-IR"/>
        </w:rPr>
        <w:t xml:space="preserve"> از معروفتر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نافذ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ارائه نموده است. از نظر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عبارت است از "توانا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جامع در فرد که باعث تفکر منطق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هدفمند و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."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نظر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جامع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مرکب از عناصر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اجزائ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طور کامل مستقل از 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نشانه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آن 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صورت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اعمال برخواسته از هوش او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هدفدار هستند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هوش به فرد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خود را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انطباق دهد.</w:t>
      </w:r>
      <w:r w:rsidRPr="006A7CC6">
        <w:rPr>
          <w:rStyle w:val="libFootnotenumChar"/>
          <w:rtl/>
        </w:rPr>
        <w:t>(3)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آلفرد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Pr="006A7CC6">
        <w:rPr>
          <w:rStyle w:val="libFootnotenumChar"/>
          <w:rtl/>
        </w:rPr>
        <w:t>(4)</w:t>
      </w:r>
      <w:r>
        <w:rPr>
          <w:rtl/>
          <w:lang w:bidi="fa-IR"/>
        </w:rPr>
        <w:t>، روانشناس فرانسو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"هوش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آن را م</w:t>
      </w:r>
      <w:r>
        <w:rPr>
          <w:rFonts w:hint="cs"/>
          <w:rtl/>
          <w:lang w:bidi="fa-IR"/>
        </w:rPr>
        <w:t>ی</w:t>
      </w:r>
      <w:r w:rsidR="006A7CC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سنجند</w:t>
      </w:r>
      <w:r>
        <w:rPr>
          <w:rtl/>
          <w:lang w:bidi="fa-IR"/>
        </w:rPr>
        <w:t xml:space="preserve"> و باعث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افراد عقب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مانده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باهوش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شوند.</w:t>
      </w:r>
      <w:r w:rsidRPr="006A7CC6">
        <w:rPr>
          <w:rStyle w:val="libFootnotenumChar"/>
          <w:rtl/>
        </w:rPr>
        <w:t>(5)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هوش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کاربرد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برا</w:t>
      </w:r>
      <w:r>
        <w:rPr>
          <w:rFonts w:hint="cs"/>
          <w:rtl/>
          <w:lang w:bidi="fa-IR"/>
        </w:rPr>
        <w:t>ی</w:t>
      </w:r>
    </w:p>
    <w:p w:rsidR="00A40535" w:rsidRPr="006A7CC6" w:rsidRDefault="006A7CC6" w:rsidP="006A7C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1- اصول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روس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David Wechsler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3-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حمزه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Alfred Binet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5-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نوجوانان استسنا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فر. بهروز.</w:t>
      </w:r>
    </w:p>
    <w:p w:rsidR="00A40535" w:rsidRDefault="006A7CC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سازگار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با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ازها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فرهنگ و مح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ط</w:t>
      </w:r>
      <w:r w:rsidR="00A40535">
        <w:rPr>
          <w:rtl/>
          <w:lang w:bidi="fa-IR"/>
        </w:rPr>
        <w:t xml:space="preserve"> فرد است و مع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ار</w:t>
      </w:r>
      <w:r w:rsidR="00A40535">
        <w:rPr>
          <w:rtl/>
          <w:lang w:bidi="fa-IR"/>
        </w:rPr>
        <w:t xml:space="preserve"> باهوش بودن در جوامع مختلف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کسان</w:t>
      </w:r>
      <w:r w:rsidR="00A40535">
        <w:rPr>
          <w:rtl/>
          <w:lang w:bidi="fa-IR"/>
        </w:rPr>
        <w:t xml:space="preserve">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</w:t>
      </w:r>
      <w:r w:rsidR="00A40535"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موند</w:t>
      </w:r>
      <w:r>
        <w:rPr>
          <w:rtl/>
          <w:lang w:bidi="fa-IR"/>
        </w:rPr>
        <w:t xml:space="preserve"> کتل</w:t>
      </w:r>
      <w:r w:rsidRPr="006A7CC6">
        <w:rPr>
          <w:rStyle w:val="libFootnotenumChar"/>
          <w:rtl/>
        </w:rPr>
        <w:t>(1)</w:t>
      </w:r>
      <w:r>
        <w:rPr>
          <w:rtl/>
          <w:lang w:bidi="fa-IR"/>
        </w:rPr>
        <w:t>، هوش را با توجه به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استعداد کسب شناختها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و سپس تراکم شناختها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کاربرد شناختها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حل مسائل)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6A7CC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مجموعه استعدادها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آنها شناخت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شناختها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عناصر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هنده</w:t>
      </w:r>
      <w:r>
        <w:rPr>
          <w:rtl/>
          <w:lang w:bidi="fa-IR"/>
        </w:rPr>
        <w:t xml:space="preserve"> فرهنگ را به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مسائل روزانه را حل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ثابت و در حال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سازگار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6A7CC6">
        <w:rPr>
          <w:rStyle w:val="libFootnotenumChar"/>
          <w:rtl/>
        </w:rPr>
        <w:t>(2)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همانطور</w:t>
      </w:r>
      <w:r>
        <w:rPr>
          <w:rtl/>
          <w:lang w:bidi="fa-IR"/>
        </w:rPr>
        <w:t xml:space="preserve"> که مشاهده م</w:t>
      </w:r>
      <w:r>
        <w:rPr>
          <w:rFonts w:hint="cs"/>
          <w:rtl/>
          <w:lang w:bidi="fa-IR"/>
        </w:rPr>
        <w:t>ی</w:t>
      </w:r>
      <w:r w:rsidR="006A7CC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عمده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به سه گروه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که 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: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عوامل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6A7CC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دهنده</w:t>
      </w:r>
      <w:r>
        <w:rPr>
          <w:rtl/>
          <w:lang w:bidi="fa-IR"/>
        </w:rPr>
        <w:t xml:space="preserve"> هوش و سنجش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آزمودن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مدنظر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مطالب،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جنبه مدنظر گرفته شوند: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استعداد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درک امور مختلف،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سازش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اطراف،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گذشته، به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بردن قضاوت و استدلال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راه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حل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مواجه شدن با مشکلات.</w:t>
      </w:r>
      <w:r w:rsidRPr="006A7CC6">
        <w:rPr>
          <w:rStyle w:val="libFootnotenumChar"/>
          <w:rtl/>
        </w:rPr>
        <w:t>(3)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صاحبنظران در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A7CC6">
      <w:pPr>
        <w:pStyle w:val="libNormal"/>
        <w:rPr>
          <w:rtl/>
          <w:lang w:bidi="fa-IR"/>
        </w:rPr>
      </w:pPr>
      <w:r>
        <w:rPr>
          <w:rtl/>
          <w:lang w:bidi="fa-IR"/>
        </w:rPr>
        <w:t>"توانا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مسائل و انطباق آن با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قابلت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"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باهوش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مسائل و مشکلات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</w:t>
      </w:r>
    </w:p>
    <w:p w:rsidR="00A40535" w:rsidRPr="006A7CC6" w:rsidRDefault="006A7CC6" w:rsidP="006A7CC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6A7CC6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Raymond Cattell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2-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حمزه</w:t>
      </w:r>
    </w:p>
    <w:p w:rsidR="00A40535" w:rsidRDefault="00A40535" w:rsidP="006A7CC6">
      <w:pPr>
        <w:pStyle w:val="libFootnote0"/>
        <w:rPr>
          <w:rtl/>
          <w:lang w:bidi="fa-IR"/>
        </w:rPr>
      </w:pPr>
      <w:r>
        <w:rPr>
          <w:rtl/>
          <w:lang w:bidi="fa-IR"/>
        </w:rPr>
        <w:t>3-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نوجوانان استسنا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فر. بهروز.</w:t>
      </w:r>
    </w:p>
    <w:p w:rsidR="00A40535" w:rsidRDefault="006A7CC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راحت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حل و فصل کنند و خود را با مح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ط</w:t>
      </w:r>
      <w:r w:rsidR="00A40535">
        <w:rPr>
          <w:rtl/>
          <w:lang w:bidi="fa-IR"/>
        </w:rPr>
        <w:t xml:space="preserve"> به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گونها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انطباق دهند که کارها را به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خوب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پ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</w:t>
      </w:r>
      <w:r w:rsidR="00A40535">
        <w:rPr>
          <w:rtl/>
          <w:lang w:bidi="fa-IR"/>
        </w:rPr>
        <w:t xml:space="preserve"> ببرند. حدود نود درصد مردم جامعه از ضر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ب</w:t>
      </w:r>
      <w:r w:rsidR="00A40535">
        <w:rPr>
          <w:rtl/>
          <w:lang w:bidi="fa-IR"/>
        </w:rPr>
        <w:t xml:space="preserve"> هوش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طب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ع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برخوردار هستند.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A7CC6">
      <w:pPr>
        <w:pStyle w:val="Heading2"/>
        <w:rPr>
          <w:rtl/>
        </w:rPr>
      </w:pPr>
      <w:bookmarkStart w:id="12" w:name="_Toc1565714"/>
      <w:bookmarkStart w:id="13" w:name="_Toc1565874"/>
      <w:r>
        <w:rPr>
          <w:rFonts w:hint="eastAsia"/>
          <w:rtl/>
        </w:rPr>
        <w:t>رابطه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هوش و نبوغ</w:t>
      </w:r>
      <w:bookmarkEnd w:id="12"/>
      <w:bookmarkEnd w:id="1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 نبوغ، درجه حداقل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بالا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آن درجه 130 است. اما 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 که همه افراد باهوش، نابغه اند؛ ممکن است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هوش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بهر 160، نابغه نباشد!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</w:t>
      </w:r>
      <w:r w:rsidR="006A7C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نابغه و نام آور جهان حدس زده شده است، بالاتر از 180 است و آن متعلق به شاعر،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 آلمان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وهان</w:t>
      </w:r>
      <w:r>
        <w:rPr>
          <w:rtl/>
          <w:lang w:bidi="fa-IR"/>
        </w:rPr>
        <w:t xml:space="preserve"> ولفگانگ گوته</w:t>
      </w:r>
      <w:r w:rsidRPr="003254B7">
        <w:rPr>
          <w:rStyle w:val="libFootnotenumChar"/>
          <w:rtl/>
        </w:rPr>
        <w:t>(1)</w:t>
      </w:r>
      <w:r>
        <w:rPr>
          <w:rtl/>
          <w:lang w:bidi="fa-IR"/>
        </w:rPr>
        <w:t>» است. «لئونادو داو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</w:t>
      </w:r>
      <w:r>
        <w:rPr>
          <w:rFonts w:hint="cs"/>
          <w:rtl/>
          <w:lang w:bidi="fa-IR"/>
        </w:rPr>
        <w:t>ی</w:t>
      </w:r>
      <w:r w:rsidRPr="003254B7">
        <w:rPr>
          <w:rStyle w:val="libFootnotenumChar"/>
          <w:rtl/>
        </w:rPr>
        <w:t>(2)</w:t>
      </w:r>
      <w:r>
        <w:rPr>
          <w:rtl/>
          <w:lang w:bidi="fa-IR"/>
        </w:rPr>
        <w:t>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هوش بهر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حدود 140 داشته که البته نابغه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54B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هنرمندان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 w:rsidR="003254B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شده، هوش بهر حافظ و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140 تخم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زده شده است. در واقع هوش افراد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حدود چهار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بعد قابل سنجش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متخصص با انجام پرسشها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که کودک، متناسب با گروه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نه. اگر 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سن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هوش</w:t>
      </w:r>
      <w:r w:rsidR="003254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فرمول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وجود دارد: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بهر =100× (سن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÷ 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54B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کودک شش ساله</w:t>
      </w:r>
      <w:r w:rsidR="003254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قادر به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هشت ساله است، بر اساس فرمول بالا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هشت ساله است و هوش</w:t>
      </w:r>
      <w:r w:rsidR="003254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بهر او در رده افرد باهوش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: 133=100× (6 ÷ 8)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محققان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داشتن هوش بالا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فرد، مطلقاً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</w:p>
    <w:p w:rsidR="00A40535" w:rsidRPr="003254B7" w:rsidRDefault="003254B7" w:rsidP="003254B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3254B7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Johann Wolfgang Von Goethe</w:t>
      </w:r>
    </w:p>
    <w:p w:rsidR="00A40535" w:rsidRDefault="00A40535" w:rsidP="003254B7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Leonardo da Vinci</w:t>
      </w:r>
    </w:p>
    <w:p w:rsidR="00A40535" w:rsidRDefault="003254B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</w:t>
      </w:r>
      <w:r w:rsidR="00A40535">
        <w:rPr>
          <w:rtl/>
          <w:lang w:bidi="fa-IR"/>
        </w:rPr>
        <w:t xml:space="preserve"> که او در جامعه از موفق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برخوردار باشد. آنان معتقدند که همراه با ضر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ب</w:t>
      </w:r>
      <w:r w:rsidR="00A40535">
        <w:rPr>
          <w:rtl/>
          <w:lang w:bidi="fa-IR"/>
        </w:rPr>
        <w:t xml:space="preserve"> هوش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هوش عاطف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آنها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ز</w:t>
      </w:r>
      <w:r w:rsidR="00A40535">
        <w:rPr>
          <w:rtl/>
          <w:lang w:bidi="fa-IR"/>
        </w:rPr>
        <w:t xml:space="preserve"> با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</w:t>
      </w:r>
      <w:r w:rsidR="00A40535">
        <w:rPr>
          <w:rtl/>
          <w:lang w:bidi="fa-IR"/>
        </w:rPr>
        <w:t xml:space="preserve"> در نظر گرفته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منظور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بزرگسال قادر باشد در برابر دشوار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مقاومت کند و با صبور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بتواند منافع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خودش را به منافع کوتاه مدت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محققان،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برخوردارند، در جامعه و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موفقترند؛ هرچند ممکن است در کا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باشند.</w:t>
      </w:r>
    </w:p>
    <w:p w:rsidR="00A40535" w:rsidRDefault="003254B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54B7">
      <w:pPr>
        <w:pStyle w:val="Heading1"/>
        <w:rPr>
          <w:rtl/>
          <w:lang w:bidi="fa-IR"/>
        </w:rPr>
      </w:pPr>
      <w:bookmarkStart w:id="14" w:name="_Toc1565715"/>
      <w:bookmarkStart w:id="15" w:name="_Toc1565875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دوم:انواع هوش</w:t>
      </w:r>
      <w:bookmarkEnd w:id="14"/>
      <w:bookmarkEnd w:id="15"/>
    </w:p>
    <w:p w:rsidR="003254B7" w:rsidRDefault="003254B7" w:rsidP="00A40535">
      <w:pPr>
        <w:pStyle w:val="libNormal"/>
        <w:rPr>
          <w:rtl/>
          <w:lang w:bidi="fa-IR"/>
        </w:rPr>
      </w:pPr>
    </w:p>
    <w:p w:rsidR="00A40535" w:rsidRDefault="00A40535" w:rsidP="003254B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هوش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هوش عاطف</w:t>
      </w:r>
      <w:r>
        <w:rPr>
          <w:rFonts w:hint="cs"/>
          <w:rtl/>
          <w:lang w:bidi="fa-IR"/>
        </w:rPr>
        <w:t>ی</w:t>
      </w:r>
      <w:r w:rsidRPr="003254B7">
        <w:rPr>
          <w:rStyle w:val="libFootnotenumChar"/>
          <w:rtl/>
        </w:rPr>
        <w:t>(1)</w:t>
      </w:r>
      <w:r>
        <w:rPr>
          <w:rtl/>
          <w:lang w:bidi="fa-IR"/>
        </w:rPr>
        <w:t>، بخش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«هوش» است که شامل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شناخت، درک و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tl/>
          <w:lang w:bidi="fa-IR"/>
        </w:rPr>
        <w:t xml:space="preserve"> (احساسات) و استفاده از آنها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اصطلاح هوش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سال 1990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بنام سالو</w:t>
      </w:r>
      <w:r>
        <w:rPr>
          <w:rFonts w:hint="cs"/>
          <w:rtl/>
          <w:lang w:bidi="fa-IR"/>
        </w:rPr>
        <w:t>ی</w:t>
      </w:r>
      <w:r w:rsidRPr="003254B7">
        <w:rPr>
          <w:rStyle w:val="libFootnotenumChar"/>
          <w:rtl/>
        </w:rPr>
        <w:t xml:space="preserve">(2)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درک احساسات افراد، همدرد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احس</w:t>
      </w:r>
      <w:r>
        <w:rPr>
          <w:rFonts w:hint="eastAsia"/>
          <w:rtl/>
          <w:lang w:bidi="fa-IR"/>
        </w:rPr>
        <w:t>اسات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اداره مطلوب خلق وخو به کار برد.</w:t>
      </w:r>
    </w:p>
    <w:p w:rsidR="00A40535" w:rsidRDefault="003254B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54B7">
      <w:pPr>
        <w:pStyle w:val="Heading2"/>
        <w:rPr>
          <w:rtl/>
        </w:rPr>
      </w:pPr>
      <w:bookmarkStart w:id="16" w:name="_Toc1565716"/>
      <w:bookmarkStart w:id="17" w:name="_Toc1565876"/>
      <w:r>
        <w:rPr>
          <w:rFonts w:hint="eastAsia"/>
          <w:rtl/>
        </w:rPr>
        <w:t>هوش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و هوش عموم</w:t>
      </w:r>
      <w:r>
        <w:rPr>
          <w:rFonts w:hint="cs"/>
          <w:rtl/>
        </w:rPr>
        <w:t>ی</w:t>
      </w:r>
      <w:bookmarkEnd w:id="16"/>
      <w:bookmarkEnd w:id="1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 </w:t>
      </w:r>
      <w:r w:rsidRPr="003254B7">
        <w:rPr>
          <w:rStyle w:val="libFootnotenumChar"/>
          <w:rtl/>
        </w:rPr>
        <w:t>(3)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نظر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lang w:bidi="fa-IR"/>
        </w:rPr>
        <w:t>IQ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از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نمودار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است. سن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سن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است و سن</w:t>
      </w:r>
    </w:p>
    <w:p w:rsidR="00A40535" w:rsidRPr="003254B7" w:rsidRDefault="003254B7" w:rsidP="003254B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A40535" w:rsidRDefault="00A40535" w:rsidP="003254B7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Emotional Quotient (EQ</w:t>
      </w:r>
      <w:r>
        <w:rPr>
          <w:rtl/>
          <w:lang w:bidi="fa-IR"/>
        </w:rPr>
        <w:t>)</w:t>
      </w:r>
    </w:p>
    <w:p w:rsidR="00A40535" w:rsidRDefault="00A40535" w:rsidP="003254B7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Petrr Salovy</w:t>
      </w:r>
    </w:p>
    <w:p w:rsidR="00A40535" w:rsidRDefault="00A40535" w:rsidP="003254B7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Intelligence Quotient</w:t>
      </w:r>
    </w:p>
    <w:p w:rsidR="00A40535" w:rsidRDefault="003254B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عقل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</w:t>
      </w:r>
      <w:r w:rsidR="00A40535">
        <w:rPr>
          <w:rtl/>
          <w:lang w:bidi="fa-IR"/>
        </w:rPr>
        <w:t xml:space="preserve"> هوش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از طر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ق</w:t>
      </w:r>
      <w:r w:rsidR="00A40535">
        <w:rPr>
          <w:rtl/>
          <w:lang w:bidi="fa-IR"/>
        </w:rPr>
        <w:t xml:space="preserve"> آزمون 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سنجش که به کودک داده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شود،</w:t>
      </w:r>
      <w:r w:rsidR="00A40535">
        <w:rPr>
          <w:rtl/>
          <w:lang w:bidi="fa-IR"/>
        </w:rPr>
        <w:t xml:space="preserve"> تع</w:t>
      </w:r>
      <w:r w:rsidR="00A40535">
        <w:rPr>
          <w:rFonts w:hint="cs"/>
          <w:rtl/>
          <w:lang w:bidi="fa-IR"/>
        </w:rPr>
        <w:t>یی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گردد</w:t>
      </w:r>
      <w:r w:rsidR="00A40535"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هرچه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آزمونها بهتر باشد،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آنان را با دقت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دهد و هر چقدر کودک قادر به انجام تست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بزرگتر از خود باشد،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خواهد بود.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معمولاً</w:t>
      </w:r>
      <w:r>
        <w:rPr>
          <w:rtl/>
          <w:lang w:bidi="fa-IR"/>
        </w:rPr>
        <w:t xml:space="preserve"> چنانچه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100 باشد، کودک از هوش بهر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 و اگر از 100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باشد، طفل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نوجوان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بهر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بوده و با توجه به مقدار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ممکن است جزء کودکان نابغه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زهوش</w:t>
      </w:r>
      <w:r>
        <w:rPr>
          <w:rtl/>
          <w:lang w:bidi="fa-IR"/>
        </w:rPr>
        <w:t xml:space="preserve"> قلمداد گردد و اگر از 100 کمتر 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با توجه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کمبود، جزء گروه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رآموز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عقب</w:t>
      </w:r>
      <w:r w:rsidR="003254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مانده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معمول</w:t>
      </w:r>
      <w:r w:rsidR="003254B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 به کار گرفته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دو تست استنفورد </w:t>
      </w:r>
      <w:r>
        <w:rPr>
          <w:rFonts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بی</w:t>
      </w:r>
      <w:r>
        <w:rPr>
          <w:rFonts w:hint="eastAsia"/>
          <w:rtl/>
          <w:lang w:bidi="fa-IR"/>
        </w:rPr>
        <w:t>نه</w:t>
      </w:r>
      <w:r w:rsidRPr="003254B7">
        <w:rPr>
          <w:rStyle w:val="libFootnotenumChar"/>
          <w:rtl/>
        </w:rPr>
        <w:t>(1)</w:t>
      </w:r>
      <w:r>
        <w:rPr>
          <w:rtl/>
          <w:lang w:bidi="fa-IR"/>
        </w:rPr>
        <w:t xml:space="preserve"> و وکسلر</w:t>
      </w:r>
      <w:r w:rsidRPr="003254B7">
        <w:rPr>
          <w:rStyle w:val="libFootnotenumChar"/>
          <w:rtl/>
        </w:rPr>
        <w:t xml:space="preserve">(2) </w:t>
      </w:r>
      <w:r>
        <w:rPr>
          <w:rtl/>
          <w:lang w:bidi="fa-IR"/>
        </w:rPr>
        <w:t>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طبق آزمون وکسلر،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حدود 75 تا 70 و کمتر از آن باشد، جزء کودکان عقب مانده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گردند</w:t>
      </w:r>
      <w:r>
        <w:rPr>
          <w:rtl/>
          <w:lang w:bidi="fa-IR"/>
        </w:rPr>
        <w:t xml:space="preserve"> و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100 تا 75 مربوط به کودکان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رآموز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ذکر است که اگر 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برابر باشند،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100 خواهد بود؛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 کودک به هنجار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</w:t>
      </w:r>
      <w:r>
        <w:rPr>
          <w:rtl/>
          <w:lang w:bidi="fa-IR"/>
        </w:rPr>
        <w:t xml:space="preserve"> به هنجار،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باشد.</w:t>
      </w:r>
    </w:p>
    <w:p w:rsidR="00A40535" w:rsidRPr="00F21D1B" w:rsidRDefault="00F21D1B" w:rsidP="00F21D1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F21D1B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Stanford-–-Binet-Test</w:t>
      </w:r>
    </w:p>
    <w:p w:rsidR="00F21D1B" w:rsidRDefault="00A40535" w:rsidP="00F21D1B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wechsler Test</w:t>
      </w:r>
    </w:p>
    <w:p w:rsidR="00A40535" w:rsidRDefault="00F21D1B" w:rsidP="00F21D1B">
      <w:pPr>
        <w:pStyle w:val="libNormal"/>
        <w:rPr>
          <w:lang w:bidi="fa-IR"/>
        </w:rPr>
      </w:pPr>
      <w:r>
        <w:rPr>
          <w:lang w:bidi="fa-IR"/>
        </w:rPr>
        <w:br w:type="page"/>
      </w:r>
    </w:p>
    <w:p w:rsidR="00A40535" w:rsidRDefault="00A40535" w:rsidP="00F21D1B">
      <w:pPr>
        <w:pStyle w:val="Heading2"/>
        <w:rPr>
          <w:rtl/>
        </w:rPr>
      </w:pPr>
      <w:bookmarkStart w:id="18" w:name="_Toc1565717"/>
      <w:bookmarkStart w:id="19" w:name="_Toc1565877"/>
      <w:r>
        <w:rPr>
          <w:rFonts w:hint="eastAsia"/>
          <w:rtl/>
        </w:rPr>
        <w:t>هوش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bookmarkEnd w:id="18"/>
      <w:bookmarkEnd w:id="1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اصطلاح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1995 توسط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گلمن</w:t>
      </w:r>
      <w:r w:rsidRPr="00F21D1B">
        <w:rPr>
          <w:rStyle w:val="libFootnotenumChar"/>
          <w:rtl/>
        </w:rPr>
        <w:t xml:space="preserve">(1) </w:t>
      </w:r>
      <w:r>
        <w:rPr>
          <w:rtl/>
          <w:lang w:bidi="fa-IR"/>
        </w:rPr>
        <w:t>مطرح شد و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احساسات و عواطف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ارتباط و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با مردم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دارد.</w:t>
      </w:r>
      <w:r w:rsidRPr="00F21D1B">
        <w:rPr>
          <w:rStyle w:val="libFootnotenumChar"/>
          <w:rtl/>
        </w:rPr>
        <w:t>(2)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پژوهشگران</w:t>
      </w:r>
      <w:r>
        <w:rPr>
          <w:rtl/>
          <w:lang w:bidi="fa-IR"/>
        </w:rPr>
        <w:t xml:space="preserve"> با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رشد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وقوف فرد بر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توان کنترل آن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جانها،</w:t>
      </w:r>
      <w:r>
        <w:rPr>
          <w:rtl/>
          <w:lang w:bidi="fa-IR"/>
        </w:rPr>
        <w:t xml:space="preserve"> به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پرداخته اند.</w:t>
      </w:r>
      <w:r w:rsidRPr="00F21D1B">
        <w:rPr>
          <w:rStyle w:val="libFootnotenumChar"/>
          <w:rtl/>
        </w:rPr>
        <w:t>(3)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>آن</w:t>
      </w:r>
      <w:r w:rsidRPr="00F21D1B">
        <w:rPr>
          <w:rStyle w:val="libFootnotenumChar"/>
          <w:rtl/>
        </w:rPr>
        <w:t>(4)</w:t>
      </w:r>
      <w:r>
        <w:rPr>
          <w:rtl/>
          <w:lang w:bidi="fa-IR"/>
        </w:rPr>
        <w:t>،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(هوش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 عامل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 را با سلامت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مجموع با سلامت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  <w:r w:rsidRPr="00F21D1B">
        <w:rPr>
          <w:rStyle w:val="libFootnotenumChar"/>
          <w:rtl/>
        </w:rPr>
        <w:t>(5)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>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حدود سال 1980، هوش بهر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کرد و در همان سال به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نامه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اعتقاد بارآن هوش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شاخص عمده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افراد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افراد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آنطور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  <w:r w:rsidRPr="00F21D1B">
        <w:rPr>
          <w:rStyle w:val="libFootnotenumChar"/>
          <w:rtl/>
        </w:rPr>
        <w:t>(6)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هوش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دشوار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اصطلاح از زمان انتشار کتاب معروف گلمن (1995) به گونه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گسترده به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زبان روزمره درآمد و بحثها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</w:t>
      </w:r>
    </w:p>
    <w:p w:rsidR="00A40535" w:rsidRPr="00F21D1B" w:rsidRDefault="00F21D1B" w:rsidP="00F21D1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A40535" w:rsidRDefault="00A40535" w:rsidP="00F21D1B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Daniel Goleman</w:t>
      </w:r>
    </w:p>
    <w:p w:rsidR="00A40535" w:rsidRDefault="00A40535" w:rsidP="00F21D1B">
      <w:pPr>
        <w:pStyle w:val="libFootnote0"/>
        <w:rPr>
          <w:rtl/>
          <w:lang w:bidi="fa-IR"/>
        </w:rPr>
      </w:pPr>
      <w:r>
        <w:rPr>
          <w:rtl/>
          <w:lang w:bidi="fa-IR"/>
        </w:rPr>
        <w:t>2-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گلمن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ترجمه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پارسا</w:t>
      </w:r>
    </w:p>
    <w:p w:rsidR="00A40535" w:rsidRDefault="00A40535" w:rsidP="00F21D1B">
      <w:pPr>
        <w:pStyle w:val="libFootnote0"/>
        <w:rPr>
          <w:rtl/>
          <w:lang w:bidi="fa-IR"/>
        </w:rPr>
      </w:pPr>
      <w:r>
        <w:rPr>
          <w:rtl/>
          <w:lang w:bidi="fa-IR"/>
        </w:rPr>
        <w:t>3- همان منبع.</w:t>
      </w:r>
    </w:p>
    <w:p w:rsidR="00A40535" w:rsidRDefault="00A40535" w:rsidP="00F21D1B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Bar-On</w:t>
      </w:r>
    </w:p>
    <w:p w:rsidR="00A40535" w:rsidRDefault="00A40535" w:rsidP="00F21D1B">
      <w:pPr>
        <w:pStyle w:val="libFootnote0"/>
        <w:rPr>
          <w:rtl/>
          <w:lang w:bidi="fa-IR"/>
        </w:rPr>
      </w:pPr>
      <w:r>
        <w:rPr>
          <w:rtl/>
          <w:lang w:bidi="fa-IR"/>
        </w:rPr>
        <w:t>5- همان منبع.</w:t>
      </w:r>
    </w:p>
    <w:p w:rsidR="00A40535" w:rsidRDefault="00A40535" w:rsidP="00F21D1B">
      <w:pPr>
        <w:pStyle w:val="libFootnote0"/>
        <w:rPr>
          <w:rtl/>
          <w:lang w:bidi="fa-IR"/>
        </w:rPr>
      </w:pPr>
      <w:r>
        <w:rPr>
          <w:rtl/>
          <w:lang w:bidi="fa-IR"/>
        </w:rPr>
        <w:t>6- همان منبع.</w:t>
      </w:r>
    </w:p>
    <w:p w:rsidR="00A40535" w:rsidRDefault="00F21D1B" w:rsidP="00F21D1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گلمن</w:t>
      </w:r>
      <w:r w:rsidR="00A40535">
        <w:rPr>
          <w:rtl/>
          <w:lang w:bidi="fa-IR"/>
        </w:rPr>
        <w:t xml:space="preserve"> در مصاحبه 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با جان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نل</w:t>
      </w:r>
      <w:r w:rsidR="00A40535">
        <w:rPr>
          <w:rtl/>
          <w:lang w:bidi="fa-IR"/>
        </w:rPr>
        <w:t xml:space="preserve"> (1996) هوش ه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جان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را چن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توص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ف</w:t>
      </w:r>
      <w:r w:rsidR="00A40535">
        <w:rPr>
          <w:rtl/>
          <w:lang w:bidi="fa-IR"/>
        </w:rPr>
        <w:t xml:space="preserve">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"هوش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مشتمل بر شناخت احساسات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و استفاده از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اتخاذ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اداره مطلوب خلق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وضع روان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کنترل و تکانشها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هنگام شکست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هدف، در شخص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هم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احساسات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هستند. مهارت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کنار آمدن با مردم و کنترل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رابطه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آنان."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مجموعه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مقابله با اقتضائات و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آموزش داد و فراگرفت.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چهار مهارت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مهارت خودآگاه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خودمان. خودآگاه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کنترل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خود در نحوه واکنش به اوضاع و افراد مختلف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برخوردار است، نسبت به احساسات خود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 w:rsidR="00F21D1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واسطه</w:t>
      </w:r>
      <w:r>
        <w:rPr>
          <w:rtl/>
          <w:lang w:bidi="fa-IR"/>
        </w:rPr>
        <w:t xml:space="preserve"> و بدون وقفه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مهارت خود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واکنشها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مقابل همه مردم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مختلف، کنترل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مهارت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 w:rsidR="00F21D1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درک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اغلب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 که طرز تفکر و احساسات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درک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خودمان همان احساسات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تفکرات را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همدل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مهارت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رابطه: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به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) به منظور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کنترل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تعاملها.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ارتباط واضح با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کنترل مؤثر تعارض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دشوار را شامل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F21D1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F21D1B">
      <w:pPr>
        <w:pStyle w:val="Heading2"/>
        <w:rPr>
          <w:rtl/>
        </w:rPr>
      </w:pPr>
      <w:bookmarkStart w:id="20" w:name="_Toc1565718"/>
      <w:bookmarkStart w:id="21" w:name="_Toc156587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دگاهها</w:t>
      </w:r>
      <w:r>
        <w:rPr>
          <w:rFonts w:hint="cs"/>
          <w:rtl/>
        </w:rPr>
        <w:t>ی</w:t>
      </w:r>
      <w:r>
        <w:rPr>
          <w:rtl/>
        </w:rPr>
        <w:t xml:space="preserve"> هوش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bookmarkEnd w:id="20"/>
      <w:bookmarkEnd w:id="21"/>
    </w:p>
    <w:p w:rsidR="00A40535" w:rsidRDefault="00A40535" w:rsidP="00F21D1B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نگاه به 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متعدد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دو راهبرد 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مشخص نمود: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21D1B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به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در 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عاطفه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21D1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دوم 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مختلط مشهور است و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توانمند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Heading2"/>
        <w:rPr>
          <w:rtl/>
        </w:rPr>
      </w:pPr>
      <w:bookmarkStart w:id="22" w:name="_Toc1565719"/>
      <w:bookmarkStart w:id="23" w:name="_Toc1565879"/>
      <w:r>
        <w:rPr>
          <w:rFonts w:hint="eastAsia"/>
          <w:rtl/>
        </w:rPr>
        <w:t>هوش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از نقطه نظر گلمن</w:t>
      </w:r>
      <w:bookmarkEnd w:id="22"/>
      <w:bookmarkEnd w:id="2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 w:rsidR="00F21D1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گلمن،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 w:rsidRPr="00F21D1B">
        <w:rPr>
          <w:rStyle w:val="libFootnotenumChar"/>
          <w:rtl/>
        </w:rPr>
        <w:t>(1)</w:t>
      </w:r>
      <w:r>
        <w:rPr>
          <w:rtl/>
          <w:lang w:bidi="fa-IR"/>
        </w:rPr>
        <w:t>هم شامل عناصر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عناصر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خودآگاه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خودانگاره، احساس استقلال و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عناصر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روابط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سهولت در همدل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احساس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</w:p>
    <w:p w:rsidR="00A40535" w:rsidRPr="00F21D1B" w:rsidRDefault="00F21D1B" w:rsidP="00F21D1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F21D1B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F21D1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 ترجمه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</w:p>
    <w:p w:rsidR="00A40535" w:rsidRDefault="00F21D1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توانا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حل مشکلات ه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جان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توانا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مقابله با استرس و تکانه ها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شود</w:t>
      </w:r>
      <w:r w:rsidR="00A40535"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گلمن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هوش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 کرده و به نظر او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استفاده بهتر از هوش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خودکنترل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و پشتکار و خودانگ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او مفهوم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5 حوزه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>
        <w:rPr>
          <w:rtl/>
          <w:lang w:bidi="fa-IR"/>
        </w:rPr>
        <w:t xml:space="preserve"> خود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[بازشناس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احساس، آنگونه که رخ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]، محور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کنترل لحظه به لحظه احساسات،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روانشناخت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درک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گلمن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گرفته،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است"درک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روشن از احساسات،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جانات،</w:t>
      </w:r>
      <w:r>
        <w:rPr>
          <w:rtl/>
          <w:lang w:bidi="fa-IR"/>
        </w:rPr>
        <w:t xml:space="preserve"> نقاط ضعف و قوت،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و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خود."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احساسات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>
        <w:rPr>
          <w:rtl/>
          <w:lang w:bidi="fa-IR"/>
        </w:rPr>
        <w:t xml:space="preserve"> خود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مهارت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کنترل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هستند،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رواقع</w:t>
      </w:r>
      <w:r w:rsidR="00F21D1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حد توان آنها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با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صادق هستند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هر نوع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چه اندازه بر آنها و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</w:p>
    <w:p w:rsidR="00A40535" w:rsidRDefault="00F21D1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F21D1B">
      <w:pPr>
        <w:pStyle w:val="Heading2"/>
        <w:rPr>
          <w:rtl/>
        </w:rPr>
      </w:pPr>
      <w:bookmarkStart w:id="24" w:name="_Toc1565720"/>
      <w:bookmarkStart w:id="25" w:name="_Toc1565880"/>
      <w:r>
        <w:rPr>
          <w:rFonts w:hint="eastAsia"/>
          <w:rtl/>
        </w:rPr>
        <w:t>کنترل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bookmarkEnd w:id="24"/>
      <w:bookmarkEnd w:id="25"/>
    </w:p>
    <w:p w:rsidR="00A40535" w:rsidRDefault="00A40535" w:rsidP="00F21D1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کنترل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مناسب، مهارت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دنبال خودآگاه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اشخاص کارآمد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بهتر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اضطراب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و در فراز و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کمتر با مشکل مواجه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صورت بروز مشکل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سرعت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</w:t>
      </w:r>
      <w:r w:rsidR="00F21D1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مشکل زا و ناراحت کننده به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مطلوب بازگردند.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برعکس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همواره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احساسات درمانده کننده هستند.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21D1B">
      <w:pPr>
        <w:pStyle w:val="Heading2"/>
        <w:rPr>
          <w:rtl/>
        </w:rPr>
      </w:pPr>
      <w:bookmarkStart w:id="26" w:name="_Toc1565721"/>
      <w:bookmarkStart w:id="27" w:name="_Toc1565881"/>
      <w:r>
        <w:rPr>
          <w:rFonts w:hint="eastAsia"/>
          <w:rtl/>
        </w:rPr>
        <w:t>خود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bookmarkEnd w:id="26"/>
      <w:bookmarkEnd w:id="2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مؤلفه، مربوط به تمرکز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اهداف با قدرت از جمله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نان،</w:t>
      </w:r>
      <w:r>
        <w:rPr>
          <w:rtl/>
          <w:lang w:bidi="fa-IR"/>
        </w:rPr>
        <w:t xml:space="preserve"> توجه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افراد خود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خته،</w:t>
      </w:r>
      <w:r>
        <w:rPr>
          <w:rtl/>
          <w:lang w:bidi="fa-IR"/>
        </w:rPr>
        <w:t xml:space="preserve"> ارضاء و سرکوب خواسته ها را به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اندازند،</w:t>
      </w:r>
      <w:r>
        <w:rPr>
          <w:rtl/>
          <w:lang w:bidi="fa-IR"/>
        </w:rPr>
        <w:t xml:space="preserve"> اغلب به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 w:rsidR="003212E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پردازند،</w:t>
      </w:r>
      <w:r>
        <w:rPr>
          <w:rtl/>
          <w:lang w:bidi="fa-IR"/>
        </w:rPr>
        <w:t xml:space="preserve"> همواره در تکاپو و حرکت هستند 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دارند که همواره مؤ</w:t>
      </w:r>
      <w:r>
        <w:rPr>
          <w:rFonts w:hint="eastAsia"/>
          <w:rtl/>
          <w:lang w:bidi="fa-IR"/>
        </w:rPr>
        <w:t>ثر</w:t>
      </w:r>
      <w:r>
        <w:rPr>
          <w:rtl/>
          <w:lang w:bidi="fa-IR"/>
        </w:rPr>
        <w:t xml:space="preserve"> و مولد باشند.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گلمن، خودانگ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زبان، محرک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کوشش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جهت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حد مطلوب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>.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صه</w:t>
      </w:r>
      <w:r>
        <w:rPr>
          <w:rtl/>
          <w:lang w:bidi="fa-IR"/>
        </w:rPr>
        <w:t xml:space="preserve"> را دارند،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محور هستند و محرک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اهداف و استانداردها وجود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طور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صفت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م</w:t>
      </w:r>
      <w:r>
        <w:rPr>
          <w:rFonts w:hint="cs"/>
          <w:rtl/>
          <w:lang w:bidi="fa-IR"/>
        </w:rPr>
        <w:t>ی</w:t>
      </w:r>
      <w:r w:rsidR="003212E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مورد انتظار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Heading2"/>
        <w:rPr>
          <w:rtl/>
        </w:rPr>
      </w:pPr>
      <w:bookmarkStart w:id="28" w:name="_Toc1565722"/>
      <w:bookmarkStart w:id="29" w:name="_Toc1565882"/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28"/>
      <w:bookmarkEnd w:id="2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اساس مهارت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افراد همدل با سرنخ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تعاملها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و خواسته</w:t>
      </w:r>
      <w:r w:rsidR="003212E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باشند، مأنوس و آشنا هستند.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مهارت، افراد را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آموزش حرفه</w:t>
      </w:r>
      <w:r w:rsidR="003212E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توانمند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با احساس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قبال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نسبت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گلمن عبارت است از "درک احساسات و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به کارگ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مناسب و واکنش مورد علاقه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ما ق</w:t>
      </w:r>
      <w:r>
        <w:rPr>
          <w:rFonts w:hint="eastAsia"/>
          <w:rtl/>
          <w:lang w:bidi="fa-IR"/>
        </w:rPr>
        <w:t>رار</w:t>
      </w:r>
      <w:r>
        <w:rPr>
          <w:rtl/>
          <w:lang w:bidi="fa-IR"/>
        </w:rPr>
        <w:t xml:space="preserve"> گرفته اند."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خوبم و تو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تمام احساسات طرف مقابل را</w:t>
      </w:r>
      <w:r w:rsidR="003212E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همدل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تأمل و ملاحظه احساسات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A40535" w:rsidRDefault="003212E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12E4">
      <w:pPr>
        <w:pStyle w:val="Heading2"/>
        <w:rPr>
          <w:rtl/>
        </w:rPr>
      </w:pPr>
      <w:bookmarkStart w:id="30" w:name="_Toc1565723"/>
      <w:bookmarkStart w:id="31" w:name="_Toc1565883"/>
      <w:r>
        <w:rPr>
          <w:rFonts w:hint="eastAsia"/>
          <w:rtl/>
        </w:rPr>
        <w:t>کنترل</w:t>
      </w:r>
      <w:r>
        <w:rPr>
          <w:rtl/>
        </w:rPr>
        <w:t xml:space="preserve"> روابط</w:t>
      </w:r>
      <w:bookmarkEnd w:id="30"/>
      <w:bookmarkEnd w:id="3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مهارت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با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مشترک در کنترل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و تعامل سازگارانه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همراه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روابط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منظم، موزون و سازگار ارتباط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نظر گلمن،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رابطه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مؤثر واقع شوند،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ص،</w:t>
      </w:r>
      <w:r>
        <w:rPr>
          <w:rtl/>
          <w:lang w:bidi="fa-IR"/>
        </w:rPr>
        <w:t xml:space="preserve"> تفک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کنترل احساسات خود را داشته باشند، سپس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رابطه مناسب برقرار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فقط شامل دوست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گرچه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را دارند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 دوستانه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دوست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هدفمند مربوط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به</w:t>
      </w:r>
      <w:r w:rsidR="003212E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در 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گلمن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کتاب خود با عنوان "هوش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کار"، پنج مؤلفه فوق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 توانش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نظم کارکنان، اعتماد</w:t>
      </w:r>
      <w:r w:rsidR="003212E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</w:t>
      </w:r>
      <w:r w:rsidR="003212E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نفس،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شرفت،</w:t>
      </w:r>
      <w:r>
        <w:rPr>
          <w:rtl/>
          <w:lang w:bidi="fa-IR"/>
        </w:rPr>
        <w:t xml:space="preserve"> استقامت،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اق،</w:t>
      </w:r>
      <w:r>
        <w:rPr>
          <w:rtl/>
          <w:lang w:bidi="fa-IR"/>
        </w:rPr>
        <w:t xml:space="preserve"> خوشب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کنترل خود.</w:t>
      </w:r>
    </w:p>
    <w:p w:rsidR="00A40535" w:rsidRDefault="003212E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12E4">
      <w:pPr>
        <w:pStyle w:val="Heading2"/>
        <w:rPr>
          <w:rtl/>
        </w:rPr>
      </w:pPr>
      <w:bookmarkStart w:id="32" w:name="_Toc1565724"/>
      <w:bookmarkStart w:id="33" w:name="_Toc1565884"/>
      <w:r>
        <w:rPr>
          <w:rFonts w:hint="eastAsia"/>
          <w:rtl/>
        </w:rPr>
        <w:t>هوش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 w:rsidR="003212E4">
        <w:rPr>
          <w:rtl/>
        </w:rPr>
        <w:t xml:space="preserve"> از نقطه نظر بار</w:t>
      </w:r>
      <w:r>
        <w:rPr>
          <w:rtl/>
        </w:rPr>
        <w:t xml:space="preserve"> آن</w:t>
      </w:r>
      <w:bookmarkEnd w:id="32"/>
      <w:bookmarkEnd w:id="33"/>
    </w:p>
    <w:p w:rsidR="003212E4" w:rsidRDefault="003212E4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3212E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پردازان</w:t>
      </w:r>
      <w:r>
        <w:rPr>
          <w:rtl/>
          <w:lang w:bidi="fa-IR"/>
        </w:rPr>
        <w:t xml:space="preserve"> مدل مختلط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بار آن است.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 w:rsidR="003212E4">
        <w:rPr>
          <w:rtl/>
          <w:lang w:bidi="fa-IR"/>
        </w:rPr>
        <w:t xml:space="preserve"> بار</w:t>
      </w:r>
      <w:r>
        <w:rPr>
          <w:rtl/>
          <w:lang w:bidi="fa-IR"/>
        </w:rPr>
        <w:t xml:space="preserve"> آن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است: "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دسته از مهارتها، استعدادها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فرد را در مقابله با فشارها و اقتضائات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دهد.»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مهم در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بهداشت روان</w:t>
      </w:r>
      <w:r>
        <w:rPr>
          <w:rFonts w:hint="cs"/>
          <w:rtl/>
          <w:lang w:bidi="fa-IR"/>
        </w:rPr>
        <w:t>ی</w:t>
      </w:r>
      <w:r w:rsidR="003212E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فرد</w:t>
      </w:r>
      <w:r>
        <w:rPr>
          <w:rtl/>
          <w:lang w:bidi="fa-IR"/>
        </w:rPr>
        <w:t xml:space="preserve"> 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(توانا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فرد در مقابله با اقتضائات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>)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آمادگ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استعداد هوش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محدود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تعامل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مدل</w:t>
      </w:r>
      <w:r>
        <w:rPr>
          <w:rtl/>
          <w:lang w:bidi="fa-IR"/>
        </w:rPr>
        <w:t xml:space="preserve"> بار آن از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چند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مربوط به استعدادها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عملکرد است تا خود عملکرد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استعداد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تا خود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مدل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ندمدار</w:t>
      </w:r>
      <w:r>
        <w:rPr>
          <w:rtl/>
          <w:lang w:bidi="fa-IR"/>
        </w:rPr>
        <w:t xml:space="preserve"> است تا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مدار.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جامع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مدل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براساس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مؤلفه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آنها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قرار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آن پانزده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پانزده خرده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پرسش نامه هوش بهر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 w:rsidR="003212E4">
        <w:rPr>
          <w:rtl/>
          <w:lang w:bidi="fa-IR"/>
        </w:rPr>
        <w:t xml:space="preserve"> بار</w:t>
      </w:r>
      <w:r>
        <w:rPr>
          <w:rtl/>
          <w:lang w:bidi="fa-IR"/>
        </w:rPr>
        <w:t xml:space="preserve"> آن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</w:t>
      </w:r>
      <w:r>
        <w:rPr>
          <w:rtl/>
          <w:lang w:bidi="fa-IR"/>
        </w:rPr>
        <w:lastRenderedPageBreak/>
        <w:t>رشد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آموزش و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تکن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را بهبود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پانزده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 w:rsidR="003212E4">
        <w:rPr>
          <w:rtl/>
          <w:lang w:bidi="fa-IR"/>
        </w:rPr>
        <w:t xml:space="preserve"> که توسط بار</w:t>
      </w:r>
      <w:r>
        <w:rPr>
          <w:rtl/>
          <w:lang w:bidi="fa-IR"/>
        </w:rPr>
        <w:t xml:space="preserve"> آن به عنوان عامل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گرفته شده اند عبارتند از: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خودآگاه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احترام به خود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خودشکوفا</w:t>
      </w:r>
      <w:r>
        <w:rPr>
          <w:rFonts w:hint="cs"/>
          <w:rtl/>
          <w:lang w:bidi="fa-IR"/>
        </w:rPr>
        <w:t>یی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استقلال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همدل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تحمل استرس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حل مسأله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سنج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کنترل تکانه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شادکام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خوش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3212E4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روابط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آن 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توانشها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ارائه داده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مدل پنج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گستره از مهارتها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در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:</w:t>
      </w:r>
    </w:p>
    <w:p w:rsidR="00A40535" w:rsidRDefault="003212E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12E4">
      <w:pPr>
        <w:pStyle w:val="Heading2"/>
        <w:rPr>
          <w:rtl/>
        </w:rPr>
      </w:pPr>
      <w:bookmarkStart w:id="34" w:name="_Toc1565725"/>
      <w:bookmarkStart w:id="35" w:name="_Toc1565885"/>
      <w:r>
        <w:rPr>
          <w:rFonts w:hint="eastAsia"/>
          <w:rtl/>
        </w:rPr>
        <w:t>مهارتها</w:t>
      </w:r>
      <w:r>
        <w:rPr>
          <w:rFonts w:hint="cs"/>
          <w:rtl/>
        </w:rPr>
        <w:t>ی</w:t>
      </w:r>
      <w:r>
        <w:rPr>
          <w:rtl/>
        </w:rPr>
        <w:t xml:space="preserve"> درون فرد</w:t>
      </w:r>
      <w:r>
        <w:rPr>
          <w:rFonts w:hint="cs"/>
          <w:rtl/>
        </w:rPr>
        <w:t>ی</w:t>
      </w:r>
      <w:bookmarkEnd w:id="34"/>
      <w:bookmarkEnd w:id="3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شامل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بازشناس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فهم احساسات خود؛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جرأت</w:t>
      </w:r>
      <w:r>
        <w:rPr>
          <w:rtl/>
          <w:lang w:bidi="fa-IR"/>
        </w:rPr>
        <w:t>: ابراز احساسات،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تفکرات و دفاع از حقوق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سازنده؛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فهم،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و احترام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تحقق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بالقوه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استقلال</w:t>
      </w:r>
      <w:r>
        <w:rPr>
          <w:rtl/>
          <w:lang w:bidi="fa-IR"/>
        </w:rPr>
        <w:t>: خودفرمان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خودکنترل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تفکر و عمل شخص و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وابستگ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3212E4" w:rsidRDefault="003212E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12E4">
      <w:pPr>
        <w:pStyle w:val="Heading2"/>
        <w:rPr>
          <w:rtl/>
        </w:rPr>
      </w:pPr>
      <w:bookmarkStart w:id="36" w:name="_Toc1565726"/>
      <w:bookmarkStart w:id="37" w:name="_Toc1565886"/>
      <w:r>
        <w:rPr>
          <w:rFonts w:hint="eastAsia"/>
          <w:rtl/>
        </w:rPr>
        <w:t>مهارتها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bookmarkEnd w:id="36"/>
      <w:bookmarkEnd w:id="3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شامل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روابط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فهم و درک احساسات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و حفظ روابط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 دو جانبه که به صورت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تعهد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عضو مؤثر و سازنده گروه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بودن، نشان دادن خود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خوب؛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سازگار</w:t>
      </w:r>
      <w:r>
        <w:rPr>
          <w:rFonts w:hint="cs"/>
          <w:rtl/>
          <w:lang w:bidi="fa-IR"/>
        </w:rPr>
        <w:t>ی</w:t>
      </w:r>
    </w:p>
    <w:p w:rsidR="003212E4" w:rsidRDefault="003212E4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شامل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مسأله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مسائل،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راهکارها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مؤثر؛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آزمون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: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مطابقت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آنچه به طور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آنچه به طور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3212E4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انعطاف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جان،</w:t>
      </w:r>
      <w:r>
        <w:rPr>
          <w:rtl/>
          <w:lang w:bidi="fa-IR"/>
        </w:rPr>
        <w:t xml:space="preserve"> تفکر و رفتار به هنگام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>.</w:t>
      </w:r>
    </w:p>
    <w:p w:rsidR="00A40535" w:rsidRDefault="003212E4" w:rsidP="003212E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212E4">
      <w:pPr>
        <w:pStyle w:val="Heading2"/>
        <w:rPr>
          <w:rtl/>
        </w:rPr>
      </w:pPr>
      <w:bookmarkStart w:id="38" w:name="_Toc1565727"/>
      <w:bookmarkStart w:id="39" w:name="_Toc1565887"/>
      <w:r>
        <w:rPr>
          <w:rFonts w:hint="eastAsia"/>
          <w:rtl/>
        </w:rPr>
        <w:t>کنترل</w:t>
      </w:r>
      <w:r>
        <w:rPr>
          <w:rtl/>
        </w:rPr>
        <w:t xml:space="preserve"> استرس</w:t>
      </w:r>
      <w:bookmarkEnd w:id="38"/>
      <w:bookmarkEnd w:id="3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شامل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تحمل استرس: مقاومت در برابر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نامطلوب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استرس زا؛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کنترل</w:t>
      </w:r>
      <w:r>
        <w:rPr>
          <w:rtl/>
          <w:lang w:bidi="fa-IR"/>
        </w:rPr>
        <w:t xml:space="preserve"> تکانه: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تکانه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انکار تکانه.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212E4">
      <w:pPr>
        <w:pStyle w:val="Heading2"/>
        <w:rPr>
          <w:rtl/>
        </w:rPr>
      </w:pPr>
      <w:bookmarkStart w:id="40" w:name="_Toc1565728"/>
      <w:bookmarkStart w:id="41" w:name="_Toc1565888"/>
      <w:r>
        <w:rPr>
          <w:rFonts w:hint="eastAsia"/>
          <w:rtl/>
        </w:rPr>
        <w:t>خلق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bookmarkEnd w:id="40"/>
      <w:bookmarkEnd w:id="4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شامل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احساس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شتن،</w:t>
      </w:r>
      <w:r>
        <w:rPr>
          <w:rtl/>
          <w:lang w:bidi="fa-IR"/>
        </w:rPr>
        <w:t xml:space="preserve"> شاد کردن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گران؛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نگاه به جنبه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حفظ نگرش مثبت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مواجهه با ناملا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>.</w:t>
      </w:r>
    </w:p>
    <w:p w:rsidR="00A40535" w:rsidRDefault="00736C7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36C77">
      <w:pPr>
        <w:pStyle w:val="Heading2"/>
        <w:rPr>
          <w:rtl/>
        </w:rPr>
      </w:pPr>
      <w:bookmarkStart w:id="42" w:name="_Toc1565729"/>
      <w:bookmarkStart w:id="43" w:name="_Toc1565889"/>
      <w:r>
        <w:rPr>
          <w:rFonts w:hint="eastAsia"/>
          <w:rtl/>
        </w:rPr>
        <w:t>عوامل</w:t>
      </w:r>
      <w:r>
        <w:rPr>
          <w:rtl/>
        </w:rPr>
        <w:t xml:space="preserve"> مؤثر بر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هوش</w:t>
      </w:r>
      <w:bookmarkEnd w:id="42"/>
      <w:bookmarkEnd w:id="43"/>
    </w:p>
    <w:p w:rsidR="00A40535" w:rsidRDefault="00A40535" w:rsidP="00736C7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محققان</w:t>
      </w:r>
      <w:r>
        <w:rPr>
          <w:rtl/>
          <w:lang w:bidi="fa-IR"/>
        </w:rPr>
        <w:t xml:space="preserve"> دانشگاه سوربن با ارائه 10 روش ساده، موفق به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 افراد شدند.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هزار نفر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گرفتند و آزمون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سنجش هوش آنها به عمل آمد.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آن، محققان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10 مورد را مطرح کردند و از افراد خواستند که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را در امور روزانه به کار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. چند ماه بعد از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تست سنجش هوش به عمل آمد که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آن کاملاً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 w:rsidR="00736C7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</w:t>
      </w:r>
      <w:r>
        <w:rPr>
          <w:rtl/>
          <w:lang w:bidi="fa-IR"/>
        </w:rPr>
        <w:t xml:space="preserve"> بود، چرا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هوش افراد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قابلت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موضوع، لازم است مطالعات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لذا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اختصار، اما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کاملاً دسته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موضوع هوش و ابعاد آن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شما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مطالعه موارد مطرح شده، در م</w:t>
      </w:r>
      <w:r>
        <w:rPr>
          <w:rFonts w:hint="cs"/>
          <w:rtl/>
          <w:lang w:bidi="fa-IR"/>
        </w:rPr>
        <w:t>ی</w:t>
      </w:r>
      <w:r w:rsidR="00736C7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عامل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tl/>
          <w:lang w:bidi="fa-IR"/>
        </w:rPr>
        <w:t xml:space="preserve"> و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هوش باشد؛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 استفاده کرده و راهکارها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را ارائه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خواهشمند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مطالب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دقت مطالعه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Pr="00736C77" w:rsidRDefault="00736C77" w:rsidP="00736C7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40535" w:rsidRDefault="00A40535" w:rsidP="00736C77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کاهش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</w:p>
    <w:p w:rsidR="00A40535" w:rsidRDefault="00736C7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زان</w:t>
      </w:r>
      <w:r w:rsidR="00A40535">
        <w:rPr>
          <w:rtl/>
          <w:lang w:bidi="fa-IR"/>
        </w:rPr>
        <w:t xml:space="preserve"> تماشا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تلو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ز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ون</w:t>
      </w:r>
      <w:r w:rsidR="00A40535">
        <w:rPr>
          <w:rtl/>
          <w:lang w:bidi="fa-IR"/>
        </w:rPr>
        <w:t xml:space="preserve"> را به حداقل کاهش ده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</w:t>
      </w:r>
      <w:r w:rsidR="00A40535">
        <w:rPr>
          <w:rtl/>
          <w:lang w:bidi="fa-IR"/>
        </w:rPr>
        <w:t>. تماشا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تلو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ز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ون</w:t>
      </w:r>
      <w:r w:rsidR="00A40535">
        <w:rPr>
          <w:rtl/>
          <w:lang w:bidi="fa-IR"/>
        </w:rPr>
        <w:t xml:space="preserve"> برا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بعض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از افراد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</w:t>
      </w:r>
      <w:r w:rsidR="00A40535">
        <w:rPr>
          <w:rtl/>
          <w:lang w:bidi="fa-IR"/>
        </w:rPr>
        <w:t xml:space="preserve"> سرگرم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بزرگ محسوب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شود</w:t>
      </w:r>
      <w:r w:rsidR="00A40535">
        <w:rPr>
          <w:rtl/>
          <w:lang w:bidi="fa-IR"/>
        </w:rPr>
        <w:t xml:space="preserve"> و برا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آنها به نوع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اعت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اد</w:t>
      </w:r>
      <w:r w:rsidR="00A40535">
        <w:rPr>
          <w:rtl/>
          <w:lang w:bidi="fa-IR"/>
        </w:rPr>
        <w:t xml:space="preserve"> تبد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</w:t>
      </w:r>
      <w:r w:rsidR="00A40535">
        <w:rPr>
          <w:rtl/>
          <w:lang w:bidi="fa-IR"/>
        </w:rPr>
        <w:t xml:space="preserve"> شده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 بزرگ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امکان استفاده از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فرد قرار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به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 را به تکاپو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درست مانند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فرد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داشته،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باشد و او را در انجام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با</w:t>
      </w:r>
    </w:p>
    <w:p w:rsidR="00A40535" w:rsidRDefault="00A40535" w:rsidP="00736C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وجود</w:t>
      </w:r>
      <w:r>
        <w:rPr>
          <w:rtl/>
          <w:lang w:bidi="fa-IR"/>
        </w:rPr>
        <w:t xml:space="preserve"> داشتن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نکنند.</w:t>
      </w:r>
      <w:r w:rsidR="00736C7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به حال دقت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پس از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بدنتان خشک شده و چشمانتان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سوزد؟</w:t>
      </w:r>
      <w:r w:rsidR="00736C77">
        <w:rPr>
          <w:rtl/>
          <w:lang w:bidi="fa-IR"/>
        </w:rPr>
        <w:t>!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تصور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ذهنتان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افتد! محققان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اوقات فراغت مطالعه کتاب، گفتگو با دوستان، گوش دادن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علاقه و گردش، به مراتب بهتر از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است.</w:t>
      </w:r>
    </w:p>
    <w:p w:rsidR="00A40535" w:rsidRDefault="00736C7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36C77">
      <w:pPr>
        <w:pStyle w:val="Heading2"/>
        <w:rPr>
          <w:rtl/>
        </w:rPr>
      </w:pPr>
      <w:bookmarkStart w:id="44" w:name="_Toc1565730"/>
      <w:bookmarkStart w:id="45" w:name="_Toc1565890"/>
      <w:r>
        <w:rPr>
          <w:rtl/>
        </w:rPr>
        <w:t>2</w:t>
      </w:r>
      <w:r w:rsidR="00736C77">
        <w:rPr>
          <w:rFonts w:hint="cs"/>
          <w:rtl/>
        </w:rPr>
        <w:t xml:space="preserve"> </w:t>
      </w:r>
      <w:r>
        <w:rPr>
          <w:rtl/>
        </w:rPr>
        <w:t>- ورزش به طور منظم</w:t>
      </w:r>
      <w:bookmarkEnd w:id="44"/>
      <w:bookmarkEnd w:id="4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محققان</w:t>
      </w:r>
      <w:r>
        <w:rPr>
          <w:rtl/>
          <w:lang w:bidi="fa-IR"/>
        </w:rPr>
        <w:t xml:space="preserve"> تا امروز فکر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در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مطالعه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علوم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پس از انجام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منظم ورزش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موج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بدن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در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تمرکز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46" w:name="_Toc1565731"/>
      <w:bookmarkStart w:id="47" w:name="_Toc1565891"/>
      <w:r>
        <w:rPr>
          <w:rtl/>
        </w:rPr>
        <w:t>3</w:t>
      </w:r>
      <w:r w:rsidR="00736C77">
        <w:rPr>
          <w:rFonts w:hint="cs"/>
          <w:rtl/>
        </w:rPr>
        <w:t xml:space="preserve"> </w:t>
      </w:r>
      <w:r>
        <w:rPr>
          <w:rtl/>
        </w:rPr>
        <w:t>- مطالعه کتابها</w:t>
      </w:r>
      <w:r>
        <w:rPr>
          <w:rFonts w:hint="cs"/>
          <w:rtl/>
        </w:rPr>
        <w:t>ی</w:t>
      </w:r>
      <w:r>
        <w:rPr>
          <w:rtl/>
        </w:rPr>
        <w:t xml:space="preserve"> چالش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46"/>
      <w:bookmarkEnd w:id="4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اکثر</w:t>
      </w:r>
      <w:r>
        <w:rPr>
          <w:rtl/>
          <w:lang w:bidi="fa-IR"/>
        </w:rPr>
        <w:t xml:space="preserve"> افراد به مطالعه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رمان علاقه مندند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محققان نشان داده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 که مطالعه کتابها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ذهن افراد را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 و پس از آن سؤالها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شود، به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48" w:name="_Toc1565732"/>
      <w:bookmarkStart w:id="49" w:name="_Toc1565892"/>
      <w:r>
        <w:rPr>
          <w:rtl/>
        </w:rPr>
        <w:t>4</w:t>
      </w:r>
      <w:r w:rsidR="00736C77">
        <w:rPr>
          <w:rFonts w:hint="cs"/>
          <w:rtl/>
        </w:rPr>
        <w:t xml:space="preserve"> </w:t>
      </w:r>
      <w:r>
        <w:rPr>
          <w:rtl/>
        </w:rPr>
        <w:t>- خواب کاف</w:t>
      </w:r>
      <w:r>
        <w:rPr>
          <w:rFonts w:hint="cs"/>
          <w:rtl/>
        </w:rPr>
        <w:t>ی</w:t>
      </w:r>
      <w:bookmarkEnd w:id="48"/>
      <w:bookmarkEnd w:id="4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اندازه کمبود خواب،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حافظه را کاهش دهد.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خواب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زود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شب و زود برخاستن در صبح است.</w:t>
      </w:r>
    </w:p>
    <w:p w:rsidR="00A40535" w:rsidRDefault="00736C7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36C77">
      <w:pPr>
        <w:pStyle w:val="Heading2"/>
        <w:rPr>
          <w:rtl/>
        </w:rPr>
      </w:pPr>
      <w:bookmarkStart w:id="50" w:name="_Toc1565733"/>
      <w:bookmarkStart w:id="51" w:name="_Toc1565893"/>
      <w:r>
        <w:rPr>
          <w:rtl/>
        </w:rPr>
        <w:t>5</w:t>
      </w:r>
      <w:r w:rsidR="00736C77">
        <w:rPr>
          <w:rFonts w:hint="cs"/>
          <w:rtl/>
        </w:rPr>
        <w:t xml:space="preserve"> </w:t>
      </w:r>
      <w:r>
        <w:rPr>
          <w:rtl/>
        </w:rPr>
        <w:t>- دادن فرصت برا</w:t>
      </w:r>
      <w:r>
        <w:rPr>
          <w:rFonts w:hint="cs"/>
          <w:rtl/>
        </w:rPr>
        <w:t>ی</w:t>
      </w:r>
      <w:r>
        <w:rPr>
          <w:rtl/>
        </w:rPr>
        <w:t xml:space="preserve"> واکنش به مسائل</w:t>
      </w:r>
      <w:bookmarkEnd w:id="50"/>
      <w:bookmarkEnd w:id="5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اتفاق،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زده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قالب شاد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خشم، ناراحت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اضطراب باشد.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لازم است که پس از برخورد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مسأله، به عنوان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قدم، به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فرصت کوتاه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تمام جوانب موضوع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با آرامش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آنقدر که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کننده نبوده و ارزش خراب کردن اوقات شما را نداشته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52" w:name="_Toc1565734"/>
      <w:bookmarkStart w:id="53" w:name="_Toc1565894"/>
      <w:r>
        <w:rPr>
          <w:rtl/>
        </w:rPr>
        <w:t>6</w:t>
      </w:r>
      <w:r w:rsidR="00736C77">
        <w:rPr>
          <w:rFonts w:hint="cs"/>
          <w:rtl/>
        </w:rPr>
        <w:t xml:space="preserve"> </w:t>
      </w:r>
      <w:r>
        <w:rPr>
          <w:rtl/>
        </w:rPr>
        <w:t>- معاشرت با افراد</w:t>
      </w:r>
      <w:r>
        <w:rPr>
          <w:rFonts w:hint="cs"/>
          <w:rtl/>
        </w:rPr>
        <w:t>ی</w:t>
      </w:r>
      <w:r>
        <w:rPr>
          <w:rtl/>
        </w:rPr>
        <w:t xml:space="preserve"> با تفکرات متفاوت</w:t>
      </w:r>
      <w:bookmarkEnd w:id="52"/>
      <w:bookmarkEnd w:id="5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شما امکان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تمام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ذهنتان فعال شود؛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تمام دوستانتان از قشر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اجتماع باشند.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پزشک، مهندس ، نقاش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رمان معاشرت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736C7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36C77">
      <w:pPr>
        <w:pStyle w:val="Heading2"/>
        <w:rPr>
          <w:rtl/>
        </w:rPr>
      </w:pPr>
      <w:bookmarkStart w:id="54" w:name="_Toc1565735"/>
      <w:bookmarkStart w:id="55" w:name="_Toc1565895"/>
      <w:r>
        <w:rPr>
          <w:rtl/>
        </w:rPr>
        <w:t>7</w:t>
      </w:r>
      <w:r w:rsidR="00736C77">
        <w:rPr>
          <w:rFonts w:hint="cs"/>
          <w:rtl/>
        </w:rPr>
        <w:t xml:space="preserve"> </w:t>
      </w:r>
      <w:r>
        <w:rPr>
          <w:rtl/>
        </w:rPr>
        <w:t>- مسافرت به نقاط مختلف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54"/>
      <w:bookmarkEnd w:id="5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وجود دارد، به نقاط مختلف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سفر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فرهنگها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باعث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افق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ذهنتان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قبلاً از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بوده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56" w:name="_Toc1565736"/>
      <w:bookmarkStart w:id="57" w:name="_Toc1565896"/>
      <w:r>
        <w:rPr>
          <w:rtl/>
        </w:rPr>
        <w:t>8</w:t>
      </w:r>
      <w:r w:rsidR="00736C77">
        <w:rPr>
          <w:rFonts w:hint="cs"/>
          <w:rtl/>
        </w:rPr>
        <w:t xml:space="preserve"> </w:t>
      </w:r>
      <w:r>
        <w:rPr>
          <w:rtl/>
        </w:rPr>
        <w:t>- زمان اختصاص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bookmarkEnd w:id="56"/>
      <w:bookmarkEnd w:id="5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روز، تلفن همراه خود را خاموش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پاسخ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در ساعات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کاملاً به خود اختصاص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خود به دور از تمام مشکلات خلوت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حافظه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قابل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A40535" w:rsidRDefault="00736C7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36C77">
      <w:pPr>
        <w:pStyle w:val="Heading2"/>
        <w:rPr>
          <w:rtl/>
        </w:rPr>
      </w:pPr>
      <w:bookmarkStart w:id="58" w:name="_Toc1565737"/>
      <w:bookmarkStart w:id="59" w:name="_Toc1565897"/>
      <w:r>
        <w:rPr>
          <w:rtl/>
        </w:rPr>
        <w:t>9</w:t>
      </w:r>
      <w:r w:rsidR="00736C77">
        <w:rPr>
          <w:rFonts w:hint="cs"/>
          <w:rtl/>
        </w:rPr>
        <w:t xml:space="preserve"> </w:t>
      </w:r>
      <w:r>
        <w:rPr>
          <w:rtl/>
        </w:rPr>
        <w:t>- نه گفتن را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8"/>
      <w:bookmarkEnd w:id="5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به مسائل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رو، نه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مطمئن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زمان و فرصت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وجود دارد. عجله در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 سود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بخش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چرا که استرس، پاک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کن حافظه است و اضطراب دائم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 سودمند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60" w:name="_Toc1565738"/>
      <w:bookmarkStart w:id="61" w:name="_Toc1565898"/>
      <w:r>
        <w:rPr>
          <w:rtl/>
        </w:rPr>
        <w:t>10</w:t>
      </w:r>
      <w:r w:rsidR="00736C77">
        <w:rPr>
          <w:rFonts w:hint="cs"/>
          <w:rtl/>
        </w:rPr>
        <w:t xml:space="preserve"> </w:t>
      </w:r>
      <w:r>
        <w:rPr>
          <w:rtl/>
        </w:rPr>
        <w:t>-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تعادل</w:t>
      </w:r>
      <w:bookmarkEnd w:id="60"/>
      <w:bookmarkEnd w:id="6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همه موارد، تعادل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 انجام عوامل مذکور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اعتدال، همواره مناسب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62" w:name="_Toc1565739"/>
      <w:bookmarkStart w:id="63" w:name="_Toc1565899"/>
      <w:r>
        <w:rPr>
          <w:rtl/>
        </w:rPr>
        <w:t>11</w:t>
      </w:r>
      <w:r w:rsidR="00736C77">
        <w:rPr>
          <w:rFonts w:hint="cs"/>
          <w:rtl/>
        </w:rPr>
        <w:t xml:space="preserve"> </w:t>
      </w:r>
      <w:r>
        <w:rPr>
          <w:rtl/>
        </w:rPr>
        <w:t>-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62"/>
      <w:bookmarkEnd w:id="6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عامل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مهم مؤثر بر هوش،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مناسب در دوران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بهداشت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مادر،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هوش نوزاد خواهد داشت.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سطح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امکانات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نوع ارتباط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کودک؛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عوامل مؤثر در رشد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هوش به شمار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عوامل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وجود محرکات مناسب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پرورش کودک که او را به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کنکاش وام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در بروز و ظهور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هوش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در ادامه به</w:t>
      </w:r>
      <w:r w:rsidR="00736C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مفصل به آن پرداخته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36C77">
      <w:pPr>
        <w:pStyle w:val="Heading2"/>
        <w:rPr>
          <w:rtl/>
        </w:rPr>
      </w:pPr>
      <w:bookmarkStart w:id="64" w:name="_Toc1565740"/>
      <w:bookmarkStart w:id="65" w:name="_Toc1565900"/>
      <w:r>
        <w:rPr>
          <w:rFonts w:hint="eastAsia"/>
          <w:rtl/>
        </w:rPr>
        <w:t>هوش</w:t>
      </w:r>
      <w:r>
        <w:rPr>
          <w:rtl/>
        </w:rPr>
        <w:t xml:space="preserve"> از نگاه گاردنر</w:t>
      </w:r>
      <w:bookmarkEnd w:id="64"/>
      <w:bookmarkEnd w:id="65"/>
    </w:p>
    <w:p w:rsidR="00A40535" w:rsidRDefault="00A40535" w:rsidP="00736C7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736C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به انواع هوش از نگاه دانشمند معروف، گاردنر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با مطالعه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از کتاب، شباهت ها و تفاوتها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فرزندان</w:t>
      </w:r>
      <w:r w:rsidR="00736C7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مشاهده نموده و آن را با مطالب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بخش،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مشاهدات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صحه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متخصص مشورت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شعار</w:t>
      </w:r>
      <w:r>
        <w:rPr>
          <w:rtl/>
          <w:lang w:bidi="fa-IR"/>
        </w:rPr>
        <w:t xml:space="preserve"> و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هاروارد گاردنر: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هوش چندگانه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گرفته شده و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هوش از نظر گاردنر، که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شناختن اشکال گوناگون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عبارت است از: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حل مسأله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(خلق)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محصول، ساخت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کم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فرهنگ ارزشمند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گاردنر هفت نوع هوش را در قالب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پردازش از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 چندگانه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ارائه کرد:</w:t>
      </w:r>
    </w:p>
    <w:p w:rsidR="00A40535" w:rsidRDefault="00A9640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9640A" w:rsidRDefault="00A40535" w:rsidP="009D35D7">
      <w:pPr>
        <w:pStyle w:val="Heading2"/>
        <w:rPr>
          <w:rtl/>
        </w:rPr>
      </w:pPr>
      <w:bookmarkStart w:id="66" w:name="_Toc1565741"/>
      <w:bookmarkStart w:id="67" w:name="_Toc1565901"/>
      <w:r>
        <w:rPr>
          <w:rFonts w:hint="eastAsia"/>
          <w:rtl/>
        </w:rPr>
        <w:t>هوش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>/ فضا</w:t>
      </w:r>
      <w:r>
        <w:rPr>
          <w:rFonts w:hint="cs"/>
          <w:rtl/>
        </w:rPr>
        <w:t>یی</w:t>
      </w:r>
      <w:bookmarkEnd w:id="66"/>
      <w:bookmarkEnd w:id="67"/>
    </w:p>
    <w:p w:rsidR="00A40535" w:rsidRDefault="00A40535" w:rsidP="00A9640A">
      <w:pPr>
        <w:pStyle w:val="libFootnotenum"/>
        <w:rPr>
          <w:rtl/>
          <w:lang w:bidi="fa-IR"/>
        </w:rPr>
      </w:pPr>
      <w:r>
        <w:rPr>
          <w:rtl/>
          <w:lang w:bidi="fa-IR"/>
        </w:rPr>
        <w:t>(1)</w:t>
      </w:r>
    </w:p>
    <w:p w:rsidR="00A9640A" w:rsidRDefault="00A40535" w:rsidP="00A964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هوش،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A9640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هوش،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دارند که با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فکر کنند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اطلاعات،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واضح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کنند. آنها از نگاه کردن به نقشه ها، نمودارها،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دئو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لذت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</w:t>
      </w:r>
      <w:r>
        <w:rPr>
          <w:rtl/>
          <w:lang w:bidi="fa-IR"/>
        </w:rPr>
        <w:cr/>
      </w:r>
    </w:p>
    <w:p w:rsidR="00A40535" w:rsidRDefault="00A40535" w:rsidP="00A9640A">
      <w:pPr>
        <w:pStyle w:val="Heading2"/>
        <w:rPr>
          <w:rtl/>
        </w:rPr>
      </w:pPr>
      <w:bookmarkStart w:id="68" w:name="_Toc1565742"/>
      <w:bookmarkStart w:id="69" w:name="_Toc1565902"/>
      <w:r>
        <w:rPr>
          <w:rFonts w:hint="eastAsia"/>
          <w:rtl/>
        </w:rPr>
        <w:t>مهارتها</w:t>
      </w:r>
      <w:r>
        <w:rPr>
          <w:rtl/>
        </w:rPr>
        <w:t>:</w:t>
      </w:r>
      <w:bookmarkEnd w:id="68"/>
      <w:bookmarkEnd w:id="6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ساختن</w:t>
      </w:r>
      <w:r>
        <w:rPr>
          <w:rtl/>
          <w:lang w:bidi="fa-IR"/>
        </w:rPr>
        <w:t xml:space="preserve"> پازل، خواندن، نوشتن، درک نمودارها و شکل ها، حس جهت شناس</w:t>
      </w:r>
      <w:r>
        <w:rPr>
          <w:rFonts w:hint="cs"/>
          <w:rtl/>
          <w:lang w:bidi="fa-IR"/>
        </w:rPr>
        <w:t>ی</w:t>
      </w:r>
    </w:p>
    <w:p w:rsidR="00A40535" w:rsidRPr="00A9640A" w:rsidRDefault="00A9640A" w:rsidP="00A9640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0535" w:rsidRDefault="00A40535" w:rsidP="00A9640A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Visual – Spatial Intelligence</w:t>
      </w:r>
    </w:p>
    <w:p w:rsidR="00A40535" w:rsidRDefault="00A9640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خوب،</w:t>
      </w:r>
      <w:r w:rsidR="00A40535">
        <w:rPr>
          <w:rtl/>
          <w:lang w:bidi="fa-IR"/>
        </w:rPr>
        <w:t xml:space="preserve"> نقاش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ساختن استعاره ها و تمث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</w:t>
      </w:r>
      <w:r w:rsidR="00A40535">
        <w:rPr>
          <w:rtl/>
          <w:lang w:bidi="fa-IR"/>
        </w:rPr>
        <w:t xml:space="preserve"> 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تصو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دست کار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کردن تصاو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ر،</w:t>
      </w:r>
      <w:r w:rsidR="00A40535">
        <w:rPr>
          <w:rtl/>
          <w:lang w:bidi="fa-IR"/>
        </w:rPr>
        <w:t xml:space="preserve"> تفس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tl/>
          <w:lang w:bidi="fa-IR"/>
        </w:rPr>
        <w:t xml:space="preserve"> تصاو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tl/>
          <w:lang w:bidi="fa-IR"/>
        </w:rPr>
        <w:t xml:space="preserve"> 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دار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70" w:name="_Toc1565743"/>
      <w:bookmarkStart w:id="71" w:name="_Toc1565903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70"/>
      <w:bookmarkEnd w:id="7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مجسمه</w:t>
      </w:r>
      <w:r>
        <w:rPr>
          <w:rtl/>
          <w:lang w:bidi="fa-IR"/>
        </w:rPr>
        <w:t xml:space="preserve"> ساز، هنرمند تجسم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مخترع، کاشف، نقاش، معمار، طراح داخل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مهندس، شطرنج باز، خلبان، جراح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72" w:name="_Toc1565744"/>
      <w:bookmarkStart w:id="73" w:name="_Toc1565904"/>
      <w:r>
        <w:rPr>
          <w:rFonts w:hint="eastAsia"/>
          <w:rtl/>
        </w:rPr>
        <w:t>هوش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/ زبان</w:t>
      </w:r>
      <w:r>
        <w:rPr>
          <w:rFonts w:hint="cs"/>
          <w:rtl/>
        </w:rPr>
        <w:t>ی</w:t>
      </w:r>
      <w:bookmarkEnd w:id="72"/>
      <w:bookmarkEnd w:id="7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استفاده از کلمات و زبان.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ها مهارت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تکامل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معمولاً سخنوران برجسته</w:t>
      </w:r>
      <w:r w:rsidR="00A9640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آنها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با کلمات فکر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74" w:name="_Toc1565745"/>
      <w:bookmarkStart w:id="75" w:name="_Toc1565905"/>
      <w:r>
        <w:rPr>
          <w:rFonts w:hint="eastAsia"/>
          <w:rtl/>
        </w:rPr>
        <w:t>مهارتها</w:t>
      </w:r>
      <w:r>
        <w:rPr>
          <w:rtl/>
        </w:rPr>
        <w:t>:</w:t>
      </w:r>
      <w:bookmarkEnd w:id="74"/>
      <w:bookmarkEnd w:id="75"/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گوشدادن،</w:t>
      </w:r>
      <w:r>
        <w:rPr>
          <w:rtl/>
          <w:lang w:bidi="fa-IR"/>
        </w:rPr>
        <w:t xml:space="preserve"> حرف زدن، قصه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دادن،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استفاده از طنز، درک قالب و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ها،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اطلاعات، قانع کردن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نقطه نظر آنها.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76" w:name="_Toc1565746"/>
      <w:bookmarkStart w:id="77" w:name="_Toc1565906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76"/>
      <w:bookmarkEnd w:id="77"/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شاعر،</w:t>
      </w:r>
      <w:r>
        <w:rPr>
          <w:rtl/>
          <w:lang w:bidi="fa-IR"/>
        </w:rPr>
        <w:t xml:space="preserve">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سنده،</w:t>
      </w:r>
      <w:r>
        <w:rPr>
          <w:rtl/>
          <w:lang w:bidi="fa-IR"/>
        </w:rPr>
        <w:t xml:space="preserve"> مترجم، معلم،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مدار، روزنامه نگار، رمان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سخنران.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78" w:name="_Toc1565747"/>
      <w:bookmarkStart w:id="79" w:name="_Toc1565907"/>
      <w:r>
        <w:rPr>
          <w:rFonts w:hint="eastAsia"/>
          <w:rtl/>
        </w:rPr>
        <w:t>هوش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/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bookmarkEnd w:id="78"/>
      <w:bookmarkEnd w:id="7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استفاده از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استدلال،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و روابط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آنها، تقارن و حل مسأله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مدلساز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استفاده از استدلال، منطق و اعداد.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ها به صورت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استفاده از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</w:p>
    <w:p w:rsidR="00A40535" w:rsidRPr="00A9640A" w:rsidRDefault="00A9640A" w:rsidP="00A9640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A9640A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Verbal – Linguistic Intelligence</w:t>
      </w:r>
    </w:p>
    <w:p w:rsidR="00A40535" w:rsidRDefault="00A40535" w:rsidP="00A9640A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Logical – Mathematical Intelligenc</w:t>
      </w:r>
    </w:p>
    <w:p w:rsidR="00A40535" w:rsidRDefault="00A9640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م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کنند و از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طر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ق</w:t>
      </w:r>
      <w:r w:rsidR="00A40535">
        <w:rPr>
          <w:rtl/>
          <w:lang w:bidi="fa-IR"/>
        </w:rPr>
        <w:t xml:space="preserve"> 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اطلاعات مختلف رابطه برقرار م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همواره در مورد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اطرافشان کنجکاوند، سؤالها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و دوست دارند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80" w:name="_Toc1565748"/>
      <w:bookmarkStart w:id="81" w:name="_Toc1565908"/>
      <w:r>
        <w:rPr>
          <w:rFonts w:hint="eastAsia"/>
          <w:rtl/>
        </w:rPr>
        <w:t>مهارتها</w:t>
      </w:r>
      <w:r>
        <w:rPr>
          <w:rtl/>
        </w:rPr>
        <w:t>:</w:t>
      </w:r>
      <w:bookmarkEnd w:id="80"/>
      <w:bookmarkEnd w:id="81"/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مسأله</w:t>
      </w:r>
      <w:r>
        <w:rPr>
          <w:rtl/>
          <w:lang w:bidi="fa-IR"/>
        </w:rPr>
        <w:t xml:space="preserve"> حل کردن،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اطلاعات، کار کردن با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انتزاع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رابطه شان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به کار بردن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استدلالها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شرفت،</w:t>
      </w:r>
      <w:r>
        <w:rPr>
          <w:rtl/>
          <w:lang w:bidi="fa-IR"/>
        </w:rPr>
        <w:t xml:space="preserve"> سؤال و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A9640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کار کردن با شکلها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9640A">
      <w:pPr>
        <w:pStyle w:val="Heading2"/>
        <w:rPr>
          <w:rtl/>
        </w:rPr>
      </w:pPr>
      <w:bookmarkStart w:id="82" w:name="_Toc1565749"/>
      <w:bookmarkStart w:id="83" w:name="_Toc1565909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82"/>
      <w:bookmarkEnd w:id="83"/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دانشمند،</w:t>
      </w:r>
      <w:r>
        <w:rPr>
          <w:rtl/>
          <w:lang w:bidi="fa-IR"/>
        </w:rPr>
        <w:t xml:space="preserve"> مهندس، برنامه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وتر،</w:t>
      </w:r>
      <w:r>
        <w:rPr>
          <w:rtl/>
          <w:lang w:bidi="fa-IR"/>
        </w:rPr>
        <w:t xml:space="preserve"> پژوهشگر، حسابدار،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علامه منطق.</w:t>
      </w:r>
    </w:p>
    <w:p w:rsidR="00A40535" w:rsidRDefault="00A9640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A9640A">
      <w:pPr>
        <w:pStyle w:val="Heading2"/>
        <w:rPr>
          <w:rtl/>
        </w:rPr>
      </w:pPr>
      <w:bookmarkStart w:id="84" w:name="_Toc1565750"/>
      <w:bookmarkStart w:id="85" w:name="_Toc1565910"/>
      <w:r>
        <w:rPr>
          <w:rFonts w:hint="eastAsia"/>
          <w:rtl/>
        </w:rPr>
        <w:t>هوش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/ جنبش</w:t>
      </w:r>
      <w:r>
        <w:rPr>
          <w:rFonts w:hint="cs"/>
          <w:rtl/>
        </w:rPr>
        <w:t>ی</w:t>
      </w:r>
      <w:bookmarkEnd w:id="84"/>
      <w:bookmarkEnd w:id="8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شامل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کنترل حرکات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 کردن ماهرانه با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 w:rsidR="00EC16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خودشان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حرکت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درک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حس تعادل و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و چشم دارند. به عنوان مثال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توپ،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استفاده از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تعادل مهارت دارند. آنها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تعامل با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اطرافشان قادر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هستند.</w:t>
      </w:r>
    </w:p>
    <w:p w:rsidR="00EC16FA" w:rsidRDefault="00EC16FA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86" w:name="_Toc1565751"/>
      <w:bookmarkStart w:id="87" w:name="_Toc1565911"/>
      <w:r>
        <w:rPr>
          <w:rFonts w:hint="eastAsia"/>
          <w:rtl/>
        </w:rPr>
        <w:t>مهارتها</w:t>
      </w:r>
      <w:r>
        <w:rPr>
          <w:rtl/>
        </w:rPr>
        <w:t>:</w:t>
      </w:r>
      <w:bookmarkEnd w:id="86"/>
      <w:bookmarkEnd w:id="8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کشند، گزارش خود را همراه با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رقص،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ورزش، استفاده از زبان بدن،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هنرپ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حرکات، استفاده از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خلق کردن، ابراز احساسات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بدن.</w:t>
      </w:r>
    </w:p>
    <w:p w:rsidR="00A40535" w:rsidRPr="00EC16FA" w:rsidRDefault="00EC16FA" w:rsidP="00EC16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0535" w:rsidRDefault="00A40535" w:rsidP="00EC16FA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lang w:bidi="fa-IR"/>
        </w:rPr>
        <w:t>Body – Kinesthetic Intelligence</w:t>
      </w:r>
    </w:p>
    <w:p w:rsidR="00A40535" w:rsidRDefault="00EC16FA" w:rsidP="00EC16FA">
      <w:pPr>
        <w:pStyle w:val="Heading2"/>
        <w:rPr>
          <w:rtl/>
        </w:rPr>
      </w:pPr>
      <w:r>
        <w:rPr>
          <w:rtl/>
        </w:rPr>
        <w:br w:type="page"/>
      </w:r>
      <w:bookmarkStart w:id="88" w:name="_Toc1565752"/>
      <w:bookmarkStart w:id="89" w:name="_Toc1565912"/>
      <w:r w:rsidR="00A40535">
        <w:rPr>
          <w:rFonts w:hint="eastAsia"/>
          <w:rtl/>
        </w:rPr>
        <w:lastRenderedPageBreak/>
        <w:t>شغلها</w:t>
      </w:r>
      <w:r w:rsidR="00A40535">
        <w:rPr>
          <w:rFonts w:hint="cs"/>
          <w:rtl/>
        </w:rPr>
        <w:t>ی</w:t>
      </w:r>
      <w:r w:rsidR="00A40535">
        <w:rPr>
          <w:rtl/>
        </w:rPr>
        <w:t xml:space="preserve"> مناسب:</w:t>
      </w:r>
      <w:bookmarkEnd w:id="88"/>
      <w:bookmarkEnd w:id="89"/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ورزشکار،</w:t>
      </w:r>
      <w:r>
        <w:rPr>
          <w:rtl/>
          <w:lang w:bidi="fa-IR"/>
        </w:rPr>
        <w:t xml:space="preserve"> معلم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هنرپ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آتش نشان، صنعتگر.</w:t>
      </w:r>
    </w:p>
    <w:p w:rsidR="00A40535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16FA">
      <w:pPr>
        <w:pStyle w:val="Heading2"/>
        <w:rPr>
          <w:rtl/>
        </w:rPr>
      </w:pPr>
      <w:bookmarkStart w:id="90" w:name="_Toc1565753"/>
      <w:bookmarkStart w:id="91" w:name="_Toc1565913"/>
      <w:r>
        <w:rPr>
          <w:rFonts w:hint="eastAsia"/>
          <w:rtl/>
        </w:rPr>
        <w:t>هوش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/ ر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90"/>
      <w:bookmarkEnd w:id="9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درک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 w:rsidR="00EC16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استفاده از صداها،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تمها</w:t>
      </w:r>
      <w:r>
        <w:rPr>
          <w:rtl/>
          <w:lang w:bidi="fa-IR"/>
        </w:rPr>
        <w:t xml:space="preserve"> و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آنها بلافاصله، چه با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چه با انتقاد،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عکس العمل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زنگ،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و چکه کردن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حساس هستند؛ لذا افراد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هوش، از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لذت برده و گوش دادن و تکرار آن را دوست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مهارتها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آواز</w:t>
      </w:r>
      <w:r>
        <w:rPr>
          <w:rtl/>
          <w:lang w:bidi="fa-IR"/>
        </w:rPr>
        <w:t xml:space="preserve"> خواندن، سوت زدن، نواختن آلات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آهنگ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آوردن ملود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92" w:name="_Toc1565754"/>
      <w:bookmarkStart w:id="93" w:name="_Toc1565914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92"/>
      <w:bookmarkEnd w:id="9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دان، نوازنده، خواننده، آهنگ ساز</w:t>
      </w:r>
    </w:p>
    <w:p w:rsidR="00A40535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16FA">
      <w:pPr>
        <w:pStyle w:val="Heading2"/>
        <w:rPr>
          <w:rtl/>
        </w:rPr>
      </w:pPr>
      <w:bookmarkStart w:id="94" w:name="_Toc1565755"/>
      <w:bookmarkStart w:id="95" w:name="_Toc1565915"/>
      <w:r>
        <w:rPr>
          <w:rFonts w:hint="eastAsia"/>
          <w:rtl/>
        </w:rPr>
        <w:t>هوش</w:t>
      </w:r>
      <w:r>
        <w:rPr>
          <w:rtl/>
        </w:rPr>
        <w:t xml:space="preserve"> درون فرد</w:t>
      </w:r>
      <w:r>
        <w:rPr>
          <w:rFonts w:hint="cs"/>
          <w:rtl/>
        </w:rPr>
        <w:t>ی</w:t>
      </w:r>
      <w:bookmarkEnd w:id="94"/>
      <w:bookmarkEnd w:id="9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 شامل استعداد شخص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درک احساسات، ترسها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خود و آگاه بودن از حالات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احساسات درون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اها،</w:t>
      </w:r>
      <w:r>
        <w:rPr>
          <w:rtl/>
          <w:lang w:bidi="fa-IR"/>
        </w:rPr>
        <w:t xml:space="preserve"> روابط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نقاط ضعف و قدرت خود را درک کنند.</w:t>
      </w:r>
    </w:p>
    <w:p w:rsidR="00A40535" w:rsidRPr="00EC16FA" w:rsidRDefault="00EC16FA" w:rsidP="00EC16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0535" w:rsidRDefault="00A40535" w:rsidP="00EC16FA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Musical Intelligenc</w:t>
      </w:r>
    </w:p>
    <w:p w:rsidR="00A40535" w:rsidRDefault="00A40535" w:rsidP="00EC16FA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Subjectivity Intelligence</w:t>
      </w:r>
    </w:p>
    <w:p w:rsidR="00A40535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امر مستلزم داشتن تصو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روشن از توانا</w:t>
      </w:r>
      <w:r w:rsidR="00A40535">
        <w:rPr>
          <w:rFonts w:hint="cs"/>
          <w:rtl/>
          <w:lang w:bidi="fa-IR"/>
        </w:rPr>
        <w:t>یی</w:t>
      </w:r>
      <w:r w:rsidR="00A40535">
        <w:rPr>
          <w:rFonts w:hint="eastAsia"/>
          <w:rtl/>
          <w:lang w:bidi="fa-IR"/>
        </w:rPr>
        <w:t>ها</w:t>
      </w:r>
      <w:r w:rsidR="00A40535">
        <w:rPr>
          <w:rtl/>
          <w:lang w:bidi="fa-IR"/>
        </w:rPr>
        <w:t xml:space="preserve"> و محدود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فرد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و آگاه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از حالات درون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مقاصد، انگ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زه</w:t>
      </w:r>
      <w:r w:rsidR="00A40535">
        <w:rPr>
          <w:rtl/>
          <w:lang w:bidi="fa-IR"/>
        </w:rPr>
        <w:t xml:space="preserve"> ها، خلق و خو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تما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لات،</w:t>
      </w:r>
      <w:r w:rsidR="00A40535">
        <w:rPr>
          <w:rtl/>
          <w:lang w:bidi="fa-IR"/>
        </w:rPr>
        <w:t xml:space="preserve"> خو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شتن</w:t>
      </w:r>
      <w:r w:rsidR="00A40535">
        <w:rPr>
          <w:rtl/>
          <w:lang w:bidi="fa-IR"/>
        </w:rPr>
        <w:t xml:space="preserve"> دار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انضباط فرد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ادراک و عزت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نفس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96" w:name="_Toc1565756"/>
      <w:bookmarkStart w:id="97" w:name="_Toc1565916"/>
      <w:r>
        <w:rPr>
          <w:rFonts w:hint="eastAsia"/>
          <w:rtl/>
        </w:rPr>
        <w:t>مهارتها</w:t>
      </w:r>
      <w:r>
        <w:rPr>
          <w:rtl/>
        </w:rPr>
        <w:t>:</w:t>
      </w:r>
      <w:bookmarkEnd w:id="96"/>
      <w:bookmarkEnd w:id="9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نقاط ضعف و قوت خود، درک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احساسات درون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و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اها،</w:t>
      </w:r>
      <w:r>
        <w:rPr>
          <w:rtl/>
          <w:lang w:bidi="fa-IR"/>
        </w:rPr>
        <w:t xml:space="preserve"> با خود استدلال و فکر کردن، درک نقش خود در روابط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98" w:name="_Toc1565757"/>
      <w:bookmarkStart w:id="99" w:name="_Toc1565917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98"/>
      <w:bookmarkEnd w:id="9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پژوهش</w:t>
      </w:r>
      <w:r>
        <w:rPr>
          <w:rtl/>
          <w:lang w:bidi="fa-IR"/>
        </w:rPr>
        <w:t xml:space="preserve"> گر،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پرداز،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>.</w:t>
      </w:r>
    </w:p>
    <w:p w:rsidR="00A40535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16FA">
      <w:pPr>
        <w:pStyle w:val="Heading2"/>
        <w:rPr>
          <w:rtl/>
        </w:rPr>
      </w:pPr>
      <w:bookmarkStart w:id="100" w:name="_Toc1565758"/>
      <w:bookmarkStart w:id="101" w:name="_Toc1565918"/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(فرافرد</w:t>
      </w:r>
      <w:r>
        <w:rPr>
          <w:rFonts w:hint="cs"/>
          <w:rtl/>
        </w:rPr>
        <w:t>ی</w:t>
      </w:r>
      <w:r>
        <w:rPr>
          <w:rtl/>
        </w:rPr>
        <w:t>)</w:t>
      </w:r>
      <w:bookmarkEnd w:id="100"/>
      <w:bookmarkEnd w:id="10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ارتباط برقرار کردن و فهم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ها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از نقطه نظر آدمها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تا بفهمند آنها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شند</w:t>
      </w:r>
      <w:r>
        <w:rPr>
          <w:rtl/>
          <w:lang w:bidi="fa-IR"/>
        </w:rPr>
        <w:t xml:space="preserve"> و احساس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معمولاً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خارق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العاده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درک احساسات، مقاصد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 w:rsidR="00EC16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دارند. آنها سازمان دهنده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هر چند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وقتها به دخالت متوسل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معمولاً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در گروه، آرامش برقرار کنند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کنند. آنها هم از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حرف زدن و هم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تماس چشم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زبان بدن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کانالها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برقرار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ناظر بر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حالات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مقاصد،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 و احساسات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است.</w:t>
      </w:r>
    </w:p>
    <w:p w:rsidR="00A40535" w:rsidRPr="00EC16FA" w:rsidRDefault="00EC16FA" w:rsidP="00EC16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EC16FA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Interpersonal intelligence</w:t>
      </w:r>
    </w:p>
    <w:p w:rsidR="00EC16FA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16FA">
      <w:pPr>
        <w:pStyle w:val="Heading2"/>
        <w:rPr>
          <w:rtl/>
        </w:rPr>
      </w:pPr>
      <w:bookmarkStart w:id="102" w:name="_Toc1565759"/>
      <w:bookmarkStart w:id="103" w:name="_Toc1565919"/>
      <w:r>
        <w:rPr>
          <w:rFonts w:hint="eastAsia"/>
          <w:rtl/>
        </w:rPr>
        <w:t>مهارتها</w:t>
      </w:r>
      <w:r>
        <w:rPr>
          <w:rtl/>
        </w:rPr>
        <w:t>:</w:t>
      </w:r>
      <w:bookmarkEnd w:id="102"/>
      <w:bookmarkEnd w:id="10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مسائل از نقطه نظر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(نقطه نظر دوگانه)، گوش کردن، همدل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درک خلق و احساسات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مشورت،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گروه، توجه به خلق و خو،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مردم، رابطه برقرار کردن چه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اعتمادساز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حل و فصل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روابط مثب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مردم.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104" w:name="_Toc1565760"/>
      <w:bookmarkStart w:id="105" w:name="_Toc1565920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104"/>
      <w:bookmarkEnd w:id="10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معلم،</w:t>
      </w:r>
      <w:r>
        <w:rPr>
          <w:rtl/>
          <w:lang w:bidi="fa-IR"/>
        </w:rPr>
        <w:t xml:space="preserve"> درمانگر، فروشنده،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مدار، تاجر، مشاور.</w:t>
      </w:r>
    </w:p>
    <w:p w:rsidR="00A40535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16FA">
      <w:pPr>
        <w:pStyle w:val="Heading2"/>
        <w:rPr>
          <w:rtl/>
        </w:rPr>
      </w:pPr>
      <w:bookmarkStart w:id="106" w:name="_Toc1565761"/>
      <w:bookmarkStart w:id="107" w:name="_Toc1565921"/>
      <w:r>
        <w:rPr>
          <w:rFonts w:hint="eastAsia"/>
          <w:rtl/>
        </w:rPr>
        <w:t>هوش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bookmarkEnd w:id="106"/>
      <w:bookmarkEnd w:id="10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گاردنر در کتاب "چهار ذهن" اعلام کرد که هر انسان، حداقل از هفت هوش برخوردار است؛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هوشها همبستگ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دارند.</w:t>
      </w:r>
    </w:p>
    <w:p w:rsidR="00A40535" w:rsidRDefault="00A40535" w:rsidP="00EC16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"بازنگر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چارچوبها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ذهن" که در سال 1999 منتشر شد،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 w:rsidR="00EC16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هفت هوش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اضافه کرد 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هوش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که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"هوش،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حل مسأله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خلق محصولات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فرهنگ باارزش هستند، فعال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."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که گاردنر عنوان کرده، به قرار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فضا</w:t>
      </w:r>
      <w:r>
        <w:rPr>
          <w:rFonts w:hint="cs"/>
          <w:rtl/>
          <w:lang w:bidi="fa-IR"/>
        </w:rPr>
        <w:t>یی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2- هوش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زبان</w:t>
      </w:r>
      <w:r>
        <w:rPr>
          <w:rFonts w:hint="cs"/>
          <w:rtl/>
          <w:lang w:bidi="fa-IR"/>
        </w:rPr>
        <w:t>ی</w:t>
      </w:r>
    </w:p>
    <w:p w:rsidR="00A40535" w:rsidRPr="00EC16FA" w:rsidRDefault="00EC16FA" w:rsidP="00EC16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0535" w:rsidRDefault="00A40535" w:rsidP="00EC16FA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Naturalistics Intelligenc</w:t>
      </w:r>
    </w:p>
    <w:p w:rsidR="00A40535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tl/>
          <w:lang w:bidi="fa-IR"/>
        </w:rPr>
        <w:lastRenderedPageBreak/>
        <w:t>3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- هوش منطق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/ ر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اض</w:t>
      </w:r>
      <w:r w:rsidR="00A40535"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جنبش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درون فرد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برون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(فرافرد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هوش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هوش، در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و جانوران مهارت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گرا،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ولوژ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گونه ها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آنها را در واژهها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شده به صورت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</w:t>
      </w:r>
      <w:r w:rsidR="00EC16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ممکن است استعداد مراقبت کردن، رام کردن و ارتباط برقرار کردن با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موجودات زنده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داشته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108" w:name="_Toc1565762"/>
      <w:bookmarkStart w:id="109" w:name="_Toc1565922"/>
      <w:r>
        <w:rPr>
          <w:rFonts w:hint="eastAsia"/>
          <w:rtl/>
        </w:rPr>
        <w:lastRenderedPageBreak/>
        <w:t>مهارتها</w:t>
      </w:r>
      <w:r>
        <w:rPr>
          <w:rtl/>
        </w:rPr>
        <w:t>:</w:t>
      </w:r>
      <w:bookmarkEnd w:id="108"/>
      <w:bookmarkEnd w:id="10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علاقه</w:t>
      </w:r>
      <w:r>
        <w:rPr>
          <w:rtl/>
          <w:lang w:bidi="fa-IR"/>
        </w:rPr>
        <w:t xml:space="preserve"> مند به موضوعات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جانورشناس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مهارت در رده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فهرست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اطلاعات، لذت بردن از باغبان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کشف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 w:rsidR="00EC16F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چادر زدن در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موضوعات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با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16FA">
      <w:pPr>
        <w:pStyle w:val="Heading2"/>
        <w:rPr>
          <w:rtl/>
        </w:rPr>
      </w:pPr>
      <w:bookmarkStart w:id="110" w:name="_Toc1565763"/>
      <w:bookmarkStart w:id="111" w:name="_Toc1565923"/>
      <w:r>
        <w:rPr>
          <w:rFonts w:hint="eastAsia"/>
          <w:rtl/>
        </w:rPr>
        <w:t>شغلها</w:t>
      </w:r>
      <w:r>
        <w:rPr>
          <w:rFonts w:hint="cs"/>
          <w:rtl/>
        </w:rPr>
        <w:t>ی</w:t>
      </w:r>
      <w:r>
        <w:rPr>
          <w:rtl/>
        </w:rPr>
        <w:t xml:space="preserve"> مناسب:</w:t>
      </w:r>
      <w:bookmarkEnd w:id="110"/>
      <w:bookmarkEnd w:id="111"/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شناس، حفاظت از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باغبان، مزرعه دار.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EC16FA" w:rsidRDefault="00EC16F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16FA">
      <w:pPr>
        <w:pStyle w:val="Heading2"/>
        <w:rPr>
          <w:rtl/>
        </w:rPr>
      </w:pPr>
      <w:bookmarkStart w:id="112" w:name="_Toc1565764"/>
      <w:bookmarkStart w:id="113" w:name="_Toc1565924"/>
      <w:r>
        <w:rPr>
          <w:rFonts w:hint="eastAsia"/>
          <w:rtl/>
        </w:rPr>
        <w:t>چه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توسعه هوشها</w:t>
      </w:r>
      <w:r>
        <w:rPr>
          <w:rFonts w:hint="cs"/>
          <w:rtl/>
        </w:rPr>
        <w:t>ی</w:t>
      </w:r>
      <w:r>
        <w:rPr>
          <w:rtl/>
        </w:rPr>
        <w:t xml:space="preserve"> چندگانه مؤثر است؟</w:t>
      </w:r>
      <w:bookmarkEnd w:id="112"/>
      <w:bookmarkEnd w:id="11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نکات عمده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 چندگانه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افراد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تمام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سطح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توانشان برسانند.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و توسعه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هوشها، به سه عامل مهم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استعداد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 w:rsidRPr="00162BA3">
        <w:rPr>
          <w:rStyle w:val="libFootnotenumChar"/>
          <w:rtl/>
        </w:rPr>
        <w:t>(1)</w:t>
      </w:r>
      <w:r>
        <w:rPr>
          <w:rtl/>
          <w:lang w:bidi="fa-IR"/>
        </w:rPr>
        <w:t>؛ عوامل ارث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ژنت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و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تولد را شامل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همسالان، دوستان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موجب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توقف رشد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سابقه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زمان و مکان تولد و پرورش فرد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اوضاع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را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شامل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 چندگانه، مدل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مقولات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پرورش را به اندازه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و سرشت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آن، حائز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کاربرد</w:t>
      </w:r>
      <w:r>
        <w:rPr>
          <w:rtl/>
          <w:lang w:bidi="fa-IR"/>
        </w:rPr>
        <w:t xml:space="preserve"> تجارب و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پرورش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</w:t>
      </w:r>
    </w:p>
    <w:p w:rsidR="00162BA3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14" w:name="_Toc1565765"/>
      <w:bookmarkStart w:id="115" w:name="_Toc1565925"/>
      <w:r>
        <w:rPr>
          <w:rFonts w:hint="eastAsia"/>
          <w:rtl/>
        </w:rPr>
        <w:t>هوش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/ فضا</w:t>
      </w:r>
      <w:r>
        <w:rPr>
          <w:rFonts w:hint="cs"/>
          <w:rtl/>
        </w:rPr>
        <w:t>یی</w:t>
      </w:r>
      <w:bookmarkEnd w:id="114"/>
      <w:bookmarkEnd w:id="11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 چندگانه،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هوش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گسترش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طراحان و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به هوش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ابعاد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مغفول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 آموزش و پرورش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کمتر توجه شده و عملاً فرص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تجارب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پرورش آن به مورد اجرا گذاشته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آنکه به استناد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 چندگانه،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تجارب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اقدام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اصولاً</w:t>
      </w:r>
      <w:r>
        <w:rPr>
          <w:rtl/>
          <w:lang w:bidi="fa-IR"/>
        </w:rPr>
        <w:t xml:space="preserve">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هوش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از معماها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</w:p>
    <w:p w:rsidR="00A40535" w:rsidRPr="00162BA3" w:rsidRDefault="00162BA3" w:rsidP="00162BA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40535" w:rsidRDefault="00A40535" w:rsidP="00162BA3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biology</w:t>
      </w: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لذت</w:t>
      </w:r>
      <w:r w:rsidR="00A40535">
        <w:rPr>
          <w:rtl/>
          <w:lang w:bidi="fa-IR"/>
        </w:rPr>
        <w:t xml:space="preserve">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برند</w:t>
      </w:r>
      <w:r w:rsidR="00A40535">
        <w:rPr>
          <w:rtl/>
          <w:lang w:bidi="fa-IR"/>
        </w:rPr>
        <w:t xml:space="preserve"> و در مقاطع بالاتر از دورب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عکاس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و ف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لمبردار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برا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ادگ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استفاده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کنند</w:t>
      </w:r>
      <w:r w:rsidR="00A40535"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موضوعات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مجسم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هوش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 w:rsidR="00162BA3">
        <w:rPr>
          <w:rFonts w:hint="cs"/>
          <w:rtl/>
          <w:lang w:bidi="fa-IR"/>
        </w:rPr>
        <w:t>ی</w:t>
      </w:r>
      <w:r>
        <w:rPr>
          <w:rtl/>
          <w:lang w:bidi="fa-IR"/>
        </w:rPr>
        <w:t>کند. لذا استفاده و کاربرد اشکال و انواع مختلف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عکس، پوستر، اسلا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لم،</w:t>
      </w:r>
      <w:r>
        <w:rPr>
          <w:rtl/>
          <w:lang w:bidi="fa-IR"/>
        </w:rPr>
        <w:t xml:space="preserve"> معماها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نرم افزارها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اشکال سه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داستانسرا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استعاره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کولاژ، نقا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آبرنگ، مجسمه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سفالگر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تمام حوزه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رشد و پرورش هوش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شگرف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62BA3">
      <w:pPr>
        <w:pStyle w:val="Heading2"/>
        <w:rPr>
          <w:rtl/>
        </w:rPr>
      </w:pPr>
      <w:bookmarkStart w:id="116" w:name="_Toc1565766"/>
      <w:bookmarkStart w:id="117" w:name="_Toc1565926"/>
      <w:r>
        <w:rPr>
          <w:rFonts w:hint="eastAsia"/>
          <w:rtl/>
        </w:rPr>
        <w:t>هوش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/ زبان</w:t>
      </w:r>
      <w:r>
        <w:rPr>
          <w:rFonts w:hint="cs"/>
          <w:rtl/>
        </w:rPr>
        <w:t>ی</w:t>
      </w:r>
      <w:bookmarkEnd w:id="116"/>
      <w:bookmarkEnd w:id="11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پرورش هوش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دامنه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و متکثر از قالبها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تجارب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در نظر گرفت.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تجارب و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داستانسرا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قصه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سخن گفتن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البداهه،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حروف و کلمات،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شنامه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مفهوم 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...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و رشد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فراهم کند.</w:t>
      </w: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18" w:name="_Toc1565767"/>
      <w:bookmarkStart w:id="119" w:name="_Toc1565927"/>
      <w:r>
        <w:rPr>
          <w:rFonts w:hint="eastAsia"/>
          <w:rtl/>
        </w:rPr>
        <w:t>هوش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/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bookmarkEnd w:id="118"/>
      <w:bookmarkEnd w:id="11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فراهم کردن تجارب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محاسبه و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اشکال مختلف معماها و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جداول اعداد به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... در غنا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برنامه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کودکان، به خصوص در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مؤثر بوده و آن را از پتانس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اثرگذار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ک</w:t>
      </w:r>
      <w:r>
        <w:rPr>
          <w:rFonts w:hint="eastAsia"/>
          <w:rtl/>
          <w:lang w:bidi="fa-IR"/>
        </w:rPr>
        <w:t>ودکان</w:t>
      </w:r>
      <w:r>
        <w:rPr>
          <w:rtl/>
          <w:lang w:bidi="fa-IR"/>
        </w:rPr>
        <w:t xml:space="preserve">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20" w:name="_Toc1565768"/>
      <w:bookmarkStart w:id="121" w:name="_Toc1565928"/>
      <w:r>
        <w:rPr>
          <w:rFonts w:hint="eastAsia"/>
          <w:rtl/>
        </w:rPr>
        <w:t>هوش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/ جنبش</w:t>
      </w:r>
      <w:r>
        <w:rPr>
          <w:rFonts w:hint="cs"/>
          <w:rtl/>
        </w:rPr>
        <w:t>ی</w:t>
      </w:r>
      <w:bookmarkEnd w:id="120"/>
      <w:bookmarkEnd w:id="12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گاردنر، هوش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استعداد کار با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به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حرکات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انگشتان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دستها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استفاده از کل بدن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او «اگرچه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استعداد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جداگانه در مغز هستند،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مهارت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کارها با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برقرار سازند.»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انواع و اشکال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پرورش هوش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کلام [پانتوم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]،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رقابت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باغبان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آشپز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حرکات و نرمشها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زبان بدن، تجارب لمس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گردشها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دستورز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بستر مساعد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به پرورش هوش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فراهم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22" w:name="_Toc1565769"/>
      <w:bookmarkStart w:id="123" w:name="_Toc1565929"/>
      <w:r>
        <w:rPr>
          <w:rFonts w:hint="eastAsia"/>
          <w:rtl/>
        </w:rPr>
        <w:t>هوش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/ ر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122"/>
      <w:bookmarkEnd w:id="123"/>
    </w:p>
    <w:p w:rsidR="00A40535" w:rsidRDefault="00A40535" w:rsidP="00162BA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پژوهشگران عرصه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گاردنر به استناد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انجام گرفته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نوزادان در 2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بم صدا و ملود</w:t>
      </w:r>
      <w:r>
        <w:rPr>
          <w:rFonts w:hint="cs"/>
          <w:rtl/>
          <w:lang w:bidi="fa-IR"/>
        </w:rPr>
        <w:t>ی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آواز مادران خود را شناخته، در 4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ساختار آهنگ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درک کرده و در 2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قادر هستند.</w:t>
      </w:r>
      <w:r w:rsidR="00162BA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مناسب، انواع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رشد هوش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کودکان و دانش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در نظام برنامه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شامل خواندن شعر و سرودها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صدا، نواختن آلات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(مناسب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tl/>
          <w:lang w:bidi="fa-IR"/>
        </w:rPr>
        <w:t>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معنا و مف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استفاده از نرم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افزارها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دانست که ضمن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رشد</w:t>
      </w:r>
      <w:r>
        <w:rPr>
          <w:rtl/>
          <w:lang w:bidi="fa-IR"/>
        </w:rPr>
        <w:t xml:space="preserve"> و پرورش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احساسات و نگرشها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دانش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در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ارتقاء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دارد.</w:t>
      </w: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24" w:name="_Toc1565770"/>
      <w:bookmarkStart w:id="125" w:name="_Toc1565930"/>
      <w:r>
        <w:rPr>
          <w:rFonts w:hint="eastAsia"/>
          <w:rtl/>
        </w:rPr>
        <w:t>هوش</w:t>
      </w:r>
      <w:r>
        <w:rPr>
          <w:rtl/>
        </w:rPr>
        <w:t xml:space="preserve"> درون فرد</w:t>
      </w:r>
      <w:r>
        <w:rPr>
          <w:rFonts w:hint="cs"/>
          <w:rtl/>
        </w:rPr>
        <w:t>ی</w:t>
      </w:r>
      <w:bookmarkEnd w:id="124"/>
      <w:bookmarkEnd w:id="12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گاردنر</w:t>
      </w:r>
      <w:r>
        <w:rPr>
          <w:rtl/>
          <w:lang w:bidi="fa-IR"/>
        </w:rPr>
        <w:t xml:space="preserve"> خود اذعان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ژه،</w:t>
      </w:r>
      <w:r>
        <w:rPr>
          <w:rtl/>
          <w:lang w:bidi="fa-IR"/>
        </w:rPr>
        <w:t xml:space="preserve"> هوش درونفرد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چراکه ما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اعلام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آنها نشان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چقدر درباره خودمان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چقدر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است»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در نظام برنامه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به کودکان و دانش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جهت خودشناس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شامل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نقاش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احساسات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از ناخوشا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خاطرات و ... باشد تا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درون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دانش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و کشف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ابعاد پنهان و ناشناخته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فراهم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26" w:name="_Toc1565771"/>
      <w:bookmarkStart w:id="127" w:name="_Toc1565931"/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(فرافرد</w:t>
      </w:r>
      <w:r>
        <w:rPr>
          <w:rFonts w:hint="cs"/>
          <w:rtl/>
        </w:rPr>
        <w:t>ی</w:t>
      </w:r>
      <w:r>
        <w:rPr>
          <w:rtl/>
        </w:rPr>
        <w:t>)</w:t>
      </w:r>
      <w:bookmarkEnd w:id="126"/>
      <w:bookmarkEnd w:id="12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جهت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درک و شناخت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مقاصد،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 و احساسات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 که حاصل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کودکان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مورگان،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تنها امکان شروع و تداوم روابط متقابل و مثبت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فراهم م</w:t>
      </w:r>
      <w:r>
        <w:rPr>
          <w:rFonts w:hint="cs"/>
          <w:rtl/>
          <w:lang w:bidi="fa-IR"/>
        </w:rPr>
        <w:t>ی</w:t>
      </w:r>
      <w:r w:rsidR="00162BA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آورد،</w:t>
      </w:r>
      <w:r>
        <w:rPr>
          <w:rtl/>
          <w:lang w:bidi="fa-IR"/>
        </w:rPr>
        <w:t xml:space="preserve"> بلکه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اهداف ارتباط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شخص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مطالب مذکور،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تدارک فرصتها و تجارب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مرتبط با 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نظام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شامل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ابعاد و مؤلفه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معماها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نوع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توجه و احترام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باشد.</w:t>
      </w:r>
    </w:p>
    <w:p w:rsidR="00A40535" w:rsidRDefault="00162BA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BA3">
      <w:pPr>
        <w:pStyle w:val="Heading2"/>
        <w:rPr>
          <w:rtl/>
        </w:rPr>
      </w:pPr>
      <w:bookmarkStart w:id="128" w:name="_Toc1565772"/>
      <w:bookmarkStart w:id="129" w:name="_Toc1565932"/>
      <w:r>
        <w:rPr>
          <w:rFonts w:hint="eastAsia"/>
          <w:rtl/>
        </w:rPr>
        <w:t>هوش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bookmarkEnd w:id="128"/>
      <w:bookmarkEnd w:id="12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شناسانه ناظر بر «مهارت شناخت و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و جانوران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است.»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مبنا در نظام برنامه</w:t>
      </w:r>
      <w:r w:rsidR="00162BA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فرصتها و تجارب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کودکان و دانش آموزان را با مظاهر و ابعاد مختلف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فراهم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رفتن به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فرصت ارتباط با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کاربرد ذره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کروسکوپ</w:t>
      </w:r>
      <w:r>
        <w:rPr>
          <w:rtl/>
          <w:lang w:bidi="fa-IR"/>
        </w:rPr>
        <w:t xml:space="preserve"> و تلسکوپ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عناصر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مختلف،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از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مشاهده و دقت در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اچه،</w:t>
      </w:r>
      <w:r>
        <w:rPr>
          <w:rtl/>
          <w:lang w:bidi="fa-IR"/>
        </w:rPr>
        <w:t xml:space="preserve"> آسمان، کوه، جنگل،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باغبان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کردن، آوردن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خانگ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کلاس درس و ...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رشد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هوش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شناسانه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مؤثر واقع شود.</w:t>
      </w:r>
    </w:p>
    <w:p w:rsidR="00A40535" w:rsidRDefault="00B46AD9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B46AD9">
      <w:pPr>
        <w:pStyle w:val="Heading2"/>
        <w:rPr>
          <w:rtl/>
        </w:rPr>
      </w:pPr>
      <w:bookmarkStart w:id="130" w:name="_Toc1565773"/>
      <w:bookmarkStart w:id="131" w:name="_Toc1565933"/>
      <w:r>
        <w:rPr>
          <w:rFonts w:hint="eastAsia"/>
          <w:rtl/>
        </w:rPr>
        <w:t>سؤال؛</w:t>
      </w:r>
      <w:r>
        <w:rPr>
          <w:rtl/>
        </w:rPr>
        <w:t xml:space="preserve"> چگونه هوش را شناسا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bookmarkEnd w:id="130"/>
      <w:bookmarkEnd w:id="131"/>
    </w:p>
    <w:p w:rsidR="00A40535" w:rsidRDefault="00A40535" w:rsidP="00B46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مقاله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معتبر که سال 1904 منتشر شد، «چارلز اسپ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رمن»،</w:t>
      </w:r>
      <w:r>
        <w:rPr>
          <w:rtl/>
          <w:lang w:bidi="fa-IR"/>
        </w:rPr>
        <w:t xml:space="preserve"> روانشناس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کوشش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 ساختمان هوش را با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 w:rsidR="00B46AD9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مون،</w:t>
      </w:r>
      <w:r>
        <w:rPr>
          <w:rtl/>
          <w:lang w:bidi="fa-IR"/>
        </w:rPr>
        <w:t xml:space="preserve"> در سال 1905 و به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دنبال آن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استاندارد شدن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استنفرد </w:t>
      </w:r>
      <w:r w:rsidR="00B46AD9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در سا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1916 در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کا،</w:t>
      </w:r>
      <w:r>
        <w:rPr>
          <w:rtl/>
          <w:lang w:bidi="fa-IR"/>
        </w:rPr>
        <w:t xml:space="preserve">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منظور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ابزار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بوده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در سال 1838 «اسک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رول»</w:t>
      </w:r>
      <w:r>
        <w:rPr>
          <w:rtl/>
          <w:lang w:bidi="fa-IR"/>
        </w:rPr>
        <w:t xml:space="preserve"> به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منظور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ضوابط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و طبقه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عقب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مانده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آزمود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مهارت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توانش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است. جالب آن که بعدها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مهارت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توانش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شناخته شد و امروز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اکثر تستها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را مواد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46AD9">
      <w:pPr>
        <w:pStyle w:val="Heading2"/>
        <w:rPr>
          <w:rtl/>
        </w:rPr>
      </w:pPr>
      <w:bookmarkStart w:id="132" w:name="_Toc1565774"/>
      <w:bookmarkStart w:id="133" w:name="_Toc1565934"/>
      <w:r>
        <w:rPr>
          <w:rFonts w:hint="eastAsia"/>
          <w:rtl/>
        </w:rPr>
        <w:t>طبقات</w:t>
      </w:r>
      <w:r>
        <w:rPr>
          <w:rtl/>
        </w:rPr>
        <w:t xml:space="preserve"> هوش</w:t>
      </w:r>
      <w:bookmarkEnd w:id="132"/>
      <w:bookmarkEnd w:id="13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نمرات حاصل از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بهره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افراد در طبقات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 در طبقه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افراد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طبقات کودن، کانا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گرفتند</w:t>
      </w:r>
      <w:r>
        <w:rPr>
          <w:rtl/>
          <w:lang w:bidi="fa-IR"/>
        </w:rPr>
        <w:t>. امروزه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طبقه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مانده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متوسط و بالا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B46AD9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B46AD9">
      <w:pPr>
        <w:pStyle w:val="Heading2"/>
        <w:rPr>
          <w:rtl/>
        </w:rPr>
      </w:pPr>
      <w:bookmarkStart w:id="134" w:name="_Toc1565775"/>
      <w:bookmarkStart w:id="135" w:name="_Toc1565935"/>
      <w:r>
        <w:rPr>
          <w:rFonts w:hint="eastAsia"/>
          <w:rtl/>
        </w:rPr>
        <w:t>انواع</w:t>
      </w:r>
      <w:r>
        <w:rPr>
          <w:rtl/>
        </w:rPr>
        <w:t xml:space="preserve"> آزمونها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bookmarkEnd w:id="134"/>
      <w:bookmarkEnd w:id="135"/>
    </w:p>
    <w:p w:rsidR="00B46AD9" w:rsidRDefault="00B46AD9" w:rsidP="00A40535">
      <w:pPr>
        <w:pStyle w:val="libNormal"/>
        <w:rPr>
          <w:rtl/>
          <w:lang w:bidi="fa-IR"/>
        </w:rPr>
      </w:pPr>
    </w:p>
    <w:p w:rsidR="00A40535" w:rsidRDefault="00A40535" w:rsidP="00B46AD9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B46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تست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عنوان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سنجش هوش شناخته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آزمون استنفرد </w:t>
      </w:r>
      <w:r w:rsidR="00B46AD9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شکل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نظر شده است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برگردانده شده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تست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است که به لحاظ سهولت اجرا معروف است. آزمون وکسلر که آزمون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سنجش ابعاد مختلف هوش است، آزمون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خردسالان و کودکان و بزرگسالان فرمها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دارد.</w:t>
      </w:r>
    </w:p>
    <w:p w:rsidR="00A40535" w:rsidRDefault="00A40535" w:rsidP="00B46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هوش فرزندان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توجه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هوش پارامتر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بُعد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انواع مختلف دارد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عدد است و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شما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نگران عدد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خود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کودک شما دچار عقب ماندگ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 و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خودباور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هدف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دهها پارامتر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رشد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فرزندتان مؤثر باشند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کشف استعداد و کسب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آنها را فراهم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امروزه</w:t>
      </w:r>
      <w:r>
        <w:rPr>
          <w:rtl/>
          <w:lang w:bidi="fa-IR"/>
        </w:rPr>
        <w:t xml:space="preserve"> معمولاً همه افراد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دانشگاه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شکسته شده و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اطلاعات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آسان است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عامل </w:t>
      </w:r>
      <w:r>
        <w:rPr>
          <w:rtl/>
          <w:lang w:bidi="fa-IR"/>
        </w:rPr>
        <w:lastRenderedPageBreak/>
        <w:t>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افراد شود، هنر متفاوت بودن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افراد است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استراتژ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46AD9">
      <w:pPr>
        <w:pStyle w:val="Heading2"/>
        <w:rPr>
          <w:rtl/>
        </w:rPr>
      </w:pPr>
      <w:bookmarkStart w:id="136" w:name="_Toc1565776"/>
      <w:bookmarkStart w:id="137" w:name="_Toc1565936"/>
      <w:r>
        <w:rPr>
          <w:rFonts w:hint="eastAsia"/>
          <w:rtl/>
        </w:rPr>
        <w:t>رابطه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آزمونها</w:t>
      </w:r>
      <w:r>
        <w:rPr>
          <w:rFonts w:hint="cs"/>
          <w:rtl/>
        </w:rPr>
        <w:t>ی</w:t>
      </w:r>
      <w:r>
        <w:rPr>
          <w:rtl/>
        </w:rPr>
        <w:t xml:space="preserve"> هوش با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bookmarkEnd w:id="136"/>
      <w:bookmarkEnd w:id="13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و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علوم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رشد، سنجش و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آمار،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فرض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دست آمده از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بتواند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افراد در شغلها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افرا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اصولاً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خود را تا سطوح بالاتر ادامه دهند و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دست آورند.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آنجا که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همبستگ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استعداد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70 تا 82 درصد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استعداد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لات،</w:t>
      </w:r>
      <w:r>
        <w:rPr>
          <w:rtl/>
          <w:lang w:bidi="fa-IR"/>
        </w:rPr>
        <w:t xml:space="preserve"> رابطه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دارد.</w:t>
      </w:r>
    </w:p>
    <w:p w:rsidR="00A40535" w:rsidRDefault="00B46AD9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B46AD9">
      <w:pPr>
        <w:pStyle w:val="Heading2"/>
        <w:rPr>
          <w:rtl/>
        </w:rPr>
      </w:pPr>
      <w:bookmarkStart w:id="138" w:name="_Toc1565777"/>
      <w:bookmarkStart w:id="139" w:name="_Toc1565937"/>
      <w:r>
        <w:rPr>
          <w:rFonts w:hint="eastAsia"/>
          <w:rtl/>
        </w:rPr>
        <w:t>کارکردها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bookmarkEnd w:id="138"/>
      <w:bookmarkEnd w:id="139"/>
    </w:p>
    <w:p w:rsidR="00A40535" w:rsidRDefault="00A40535" w:rsidP="00B46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به طور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توانا</w:t>
      </w:r>
      <w:r>
        <w:rPr>
          <w:rFonts w:hint="cs"/>
          <w:rtl/>
          <w:lang w:bidi="fa-IR"/>
        </w:rPr>
        <w:t>یی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است. تصور ما از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چند نسل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حوزه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پژوهش آلفرد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قرن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نشأت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به 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مؤسسات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بهره هو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هدفمند اوسوبل، ب</w:t>
      </w:r>
      <w:r>
        <w:rPr>
          <w:rFonts w:hint="cs"/>
          <w:rtl/>
          <w:lang w:bidi="fa-IR"/>
        </w:rPr>
        <w:t>ی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شک</w:t>
      </w:r>
      <w:r>
        <w:rPr>
          <w:rtl/>
          <w:lang w:bidi="fa-IR"/>
        </w:rPr>
        <w:t xml:space="preserve"> هوش بالا متضمن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مؤثر به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سپار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اقلام است که به خصوص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سلسله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مراتب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حذف سامان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مند سلسله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مراتب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ثمربخش است.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روانشناسها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 به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حافظه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پردخته 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درک ارتباط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هوش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باهوش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 موفق تر باشد، صرفاً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هوش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حال، ظاهراً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مانع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 به مسأله حافظه برم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فقط اگر بتوان تمام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سپرد،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موفق بود. به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ما،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باش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همانطور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هاروارد گاردنر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تئور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هوش ارائه داد که تفکرات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راجع به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او نشان داد که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هوش، فرهنگ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گراست؛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فرهنگ محدود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حس ششم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شکارچ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ملوان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کرونز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غرب از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رابرت</w:t>
      </w:r>
      <w:r>
        <w:rPr>
          <w:rtl/>
          <w:lang w:bidi="fa-IR"/>
        </w:rPr>
        <w:t xml:space="preserve"> استرنبرگ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مشابه و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را تکان داده است. استرنبرگ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سه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گانه خود راجع به هوش، سه نوع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داد: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46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تفکر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جزء به جزء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تفکر خلاق و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خردمندانه تجارب مجزا و متفاوت</w:t>
      </w:r>
      <w:r w:rsidR="00B46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فن شهرز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فرد را قادر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 xml:space="preserve"> تا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(د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تها،</w:t>
      </w:r>
      <w:r>
        <w:rPr>
          <w:rtl/>
          <w:lang w:bidi="fa-IR"/>
        </w:rPr>
        <w:t xml:space="preserve"> نهادها، بافتها) را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استرنبرگ</w:t>
      </w:r>
      <w:r>
        <w:rPr>
          <w:rtl/>
          <w:lang w:bidi="fa-IR"/>
        </w:rPr>
        <w:t xml:space="preserve"> استدلال کرد که قسمت عمده تئور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سرعت ذهن مربوط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لذا پژوهش خود را به آزمونها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اختصاص داد که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رت،</w:t>
      </w:r>
      <w:r>
        <w:rPr>
          <w:rtl/>
          <w:lang w:bidi="fa-IR"/>
        </w:rPr>
        <w:t xml:space="preserve"> حل مسأله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شعور،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از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امور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سنجند و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B46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سرانجام،</w:t>
      </w:r>
      <w:r>
        <w:rPr>
          <w:rtl/>
          <w:lang w:bidi="fa-IR"/>
        </w:rPr>
        <w:t xml:space="preserve"> اثر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گلمن به نام هوش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منظور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انحراف 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سنت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طور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را به </w:t>
      </w:r>
      <w:r>
        <w:rPr>
          <w:rtl/>
          <w:lang w:bidi="fa-IR"/>
        </w:rPr>
        <w:lastRenderedPageBreak/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کارکرد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چند احساس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خشم، ترس، لذت، عشق، نفرت، شرم و ...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پردازش مؤثر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شناخ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گلمن</w:t>
      </w:r>
      <w:r>
        <w:rPr>
          <w:rtl/>
          <w:lang w:bidi="fa-IR"/>
        </w:rPr>
        <w:t xml:space="preserve"> در بحث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استدلال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«ذهن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حساس</w:t>
      </w:r>
      <w:r w:rsidR="00B46A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از ذهن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درنگ و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بداند 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دفعتاً واکنش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سرعت از واکنش آگاهانه و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نشانه ذهن متفکر است،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کند»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نوع</w:t>
      </w:r>
      <w:r>
        <w:rPr>
          <w:rtl/>
          <w:lang w:bidi="fa-IR"/>
        </w:rPr>
        <w:t xml:space="preserve"> ششم و هفتم هوش مورد نظر گاردنر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درونفرد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پردازش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اما گلمن عاطفه را در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سطح سلسله مراتب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اشکال مختلف هوش توسط گاردنر، استرنبرگ و گلمن، راحتتر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رابطه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هوش با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 چندان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افراد صرف نظر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(با ب</w:t>
      </w:r>
      <w:r>
        <w:rPr>
          <w:rFonts w:hint="eastAsia"/>
          <w:rtl/>
          <w:lang w:bidi="fa-IR"/>
        </w:rPr>
        <w:t>هره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متفاوت)،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 موفق بوده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 اما گاردنر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مفهوم هوش اضافه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در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زبان دوم، نقش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 هوش آهنگ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سهولت نسب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و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زبان توسط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</w:t>
      </w:r>
      <w:r>
        <w:rPr>
          <w:rFonts w:hint="eastAsia"/>
          <w:rtl/>
          <w:lang w:bidi="fa-IR"/>
        </w:rPr>
        <w:t>موزان</w:t>
      </w:r>
      <w:r>
        <w:rPr>
          <w:rtl/>
          <w:lang w:bidi="fa-IR"/>
        </w:rPr>
        <w:t xml:space="preserve"> را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کند.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کاملاً مشهود و واضح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 با گمانهزن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مشخص کرد که هوش هندس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خصوص «تشخ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جهت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تا چه حد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آموزنده فرهنگ دوم را در رشد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دردسر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بافت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مد نظر استرنبرگ، مؤلفه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استعداد را روشن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سازد،</w:t>
      </w:r>
      <w:r>
        <w:rPr>
          <w:rtl/>
          <w:lang w:bidi="fa-IR"/>
        </w:rPr>
        <w:t xml:space="preserve"> استعداد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مؤثر و ب</w:t>
      </w:r>
      <w:r>
        <w:rPr>
          <w:rFonts w:hint="cs"/>
          <w:rtl/>
          <w:lang w:bidi="fa-IR"/>
        </w:rPr>
        <w:t>ی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دردسر</w:t>
      </w:r>
      <w:r>
        <w:rPr>
          <w:rtl/>
          <w:lang w:bidi="fa-IR"/>
        </w:rPr>
        <w:t xml:space="preserve"> زبان دارند.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هوش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توسط گلمن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احتمالاً در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دوم، هم در اتاق درس و هم در باف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فاقدآموزش،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مهمتر از هر عامل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</w:t>
      </w:r>
    </w:p>
    <w:p w:rsidR="00A40535" w:rsidRDefault="00A40535" w:rsidP="001A41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مؤسسات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هوش هفت گانه مورد نظر گاردنر را در انواع مختلف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محور، به کار برده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 به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مثال، توماس آرمسترانگ، توجه معلمان و دانش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به «هفت شکل هوشمند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معطوف کرد و آموزگاران را در فهم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که هوش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در نگاه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کننده</w:t>
      </w:r>
      <w:r>
        <w:rPr>
          <w:rtl/>
          <w:lang w:bidi="fa-IR"/>
        </w:rPr>
        <w:t xml:space="preserve"> نمرات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باشد، اما الزاماً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کار و کسب،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فروش، هنر،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ارتباط، مشاوره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آموزش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1A417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A4174">
      <w:pPr>
        <w:pStyle w:val="Heading1"/>
        <w:rPr>
          <w:rtl/>
          <w:lang w:bidi="fa-IR"/>
        </w:rPr>
      </w:pPr>
      <w:bookmarkStart w:id="140" w:name="_Toc1565778"/>
      <w:bookmarkStart w:id="141" w:name="_Toc1565938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سوم : عوامل مؤثردرهوش</w:t>
      </w:r>
      <w:bookmarkEnd w:id="140"/>
      <w:bookmarkEnd w:id="141"/>
    </w:p>
    <w:p w:rsidR="001A4174" w:rsidRDefault="001A4174" w:rsidP="00A40535">
      <w:pPr>
        <w:pStyle w:val="libNormal"/>
        <w:rPr>
          <w:rtl/>
          <w:lang w:bidi="fa-IR"/>
        </w:rPr>
      </w:pPr>
    </w:p>
    <w:p w:rsidR="00A40535" w:rsidRDefault="00A40535" w:rsidP="001A417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مطالعات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ژن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هر دو سهم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 کودک دارند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عوامل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سلامت،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ژنها نقش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داشته باشند، هرگز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ذهن کودک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گرفت. به خصوص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هنوز در حال شکل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تکامل است، توجه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شرکت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دال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موشه باشد،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مداربند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ارتقاء هوش کودک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1A417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A4174">
      <w:pPr>
        <w:pStyle w:val="Heading2"/>
        <w:rPr>
          <w:rtl/>
        </w:rPr>
      </w:pPr>
      <w:bookmarkStart w:id="142" w:name="_Toc1565779"/>
      <w:bookmarkStart w:id="143" w:name="_Toc1565939"/>
      <w:r>
        <w:rPr>
          <w:rFonts w:hint="eastAsia"/>
          <w:rtl/>
        </w:rPr>
        <w:t>دو</w:t>
      </w:r>
      <w:r>
        <w:rPr>
          <w:rtl/>
        </w:rPr>
        <w:t xml:space="preserve"> سال اول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دوران طلا</w:t>
      </w:r>
      <w:r>
        <w:rPr>
          <w:rFonts w:hint="cs"/>
          <w:rtl/>
        </w:rPr>
        <w:t>یی</w:t>
      </w:r>
      <w:r>
        <w:rPr>
          <w:rtl/>
        </w:rPr>
        <w:t xml:space="preserve"> رشد مغز</w:t>
      </w:r>
      <w:bookmarkEnd w:id="142"/>
      <w:bookmarkEnd w:id="143"/>
    </w:p>
    <w:p w:rsidR="00A40535" w:rsidRDefault="00A40535" w:rsidP="001A417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واقعاً</w:t>
      </w:r>
      <w:r>
        <w:rPr>
          <w:rtl/>
          <w:lang w:bidi="fa-IR"/>
        </w:rPr>
        <w:t xml:space="preserve"> لازم است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بدانند که چقدر داده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فرزندان، مهم و سرنوشت ساز است و کودک از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بدو تولد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دانشمندان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گروه شاهد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کودکان نشان داده است که تجارب و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رشد و تکامل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دو سال اول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دوره طلا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رشد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دوران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ارتباط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حسا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در مغز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300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ارتباط وجود دارد و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سلولها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هنوز مرتبط نشده اند و مورد استفاده قرار نگرفته اند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رقابل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A4174">
      <w:pPr>
        <w:pStyle w:val="Heading2"/>
        <w:rPr>
          <w:rtl/>
        </w:rPr>
      </w:pPr>
      <w:bookmarkStart w:id="144" w:name="_Toc1565780"/>
      <w:bookmarkStart w:id="145" w:name="_Toc1565940"/>
      <w:r>
        <w:rPr>
          <w:rFonts w:hint="eastAsia"/>
          <w:rtl/>
        </w:rPr>
        <w:t>به</w:t>
      </w:r>
      <w:r>
        <w:rPr>
          <w:rtl/>
        </w:rPr>
        <w:t xml:space="preserve"> چشمان کودک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44"/>
      <w:bookmarkEnd w:id="14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چشمان</w:t>
      </w:r>
      <w:r>
        <w:rPr>
          <w:rtl/>
          <w:lang w:bidi="fa-IR"/>
        </w:rPr>
        <w:t xml:space="preserve"> نوزاد در شش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فاصله 5/17 سانت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متمرکز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اندازه فاصلها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 کودک را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او نگاه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ارتباطها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هر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کودک کمک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در شناخت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مشابه و نامتشابه مهارت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</w:t>
      </w:r>
      <w:r>
        <w:rPr>
          <w:rtl/>
          <w:lang w:bidi="fa-IR"/>
        </w:rPr>
        <w:t xml:space="preserve"> سال اول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دوره طلا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رشد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دوران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ارتباطها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حساب م</w:t>
      </w:r>
      <w:r>
        <w:rPr>
          <w:rFonts w:hint="cs"/>
          <w:rtl/>
          <w:lang w:bidi="fa-IR"/>
        </w:rPr>
        <w:t>ی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A4174">
      <w:pPr>
        <w:pStyle w:val="Heading2"/>
        <w:rPr>
          <w:rtl/>
        </w:rPr>
      </w:pPr>
      <w:bookmarkStart w:id="146" w:name="_Toc1565781"/>
      <w:bookmarkStart w:id="147" w:name="_Toc1565941"/>
      <w:r>
        <w:rPr>
          <w:rFonts w:hint="eastAsia"/>
          <w:rtl/>
        </w:rPr>
        <w:t>با</w:t>
      </w:r>
      <w:r>
        <w:rPr>
          <w:rtl/>
        </w:rPr>
        <w:t xml:space="preserve"> کودکتان صحبت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46"/>
      <w:bookmarkEnd w:id="147"/>
    </w:p>
    <w:p w:rsidR="00A40535" w:rsidRDefault="00A40535" w:rsidP="001A41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هوتن لوچ، فوق تخصص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دانشگاه اوها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معتقد است: «فرمانها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هستند؛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زبان در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عملکرد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و هر درک و استنباط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زبان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لغتها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دامنه لغتها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صحبت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1A41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سال اول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ارتباط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A4174">
      <w:pPr>
        <w:pStyle w:val="Heading2"/>
        <w:rPr>
          <w:rtl/>
        </w:rPr>
      </w:pPr>
      <w:bookmarkStart w:id="148" w:name="_Toc1565782"/>
      <w:bookmarkStart w:id="149" w:name="_Toc1565942"/>
      <w:r>
        <w:rPr>
          <w:rFonts w:hint="eastAsia"/>
          <w:rtl/>
        </w:rPr>
        <w:t>کنجکاو</w:t>
      </w:r>
      <w:r>
        <w:rPr>
          <w:rFonts w:hint="cs"/>
          <w:rtl/>
        </w:rPr>
        <w:t>ی</w:t>
      </w:r>
      <w:r>
        <w:rPr>
          <w:rtl/>
        </w:rPr>
        <w:t xml:space="preserve"> کودک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48"/>
      <w:bookmarkEnd w:id="14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همگام</w:t>
      </w:r>
      <w:r>
        <w:rPr>
          <w:rtl/>
          <w:lang w:bidi="fa-IR"/>
        </w:rPr>
        <w:t xml:space="preserve"> با رشد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کودک، قدرت تفکر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حال رشد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 او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تجربه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شناسد</w:t>
      </w:r>
      <w:r>
        <w:rPr>
          <w:rtl/>
          <w:lang w:bidi="fa-IR"/>
        </w:rPr>
        <w:t xml:space="preserve"> و آن را کشف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بچه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آموزش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وجود سرشار از 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صورت هدفمند ارضاء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پدر و مادر با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هر گام کوچک کودک، کمک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خواهند کرد.</w:t>
      </w:r>
    </w:p>
    <w:p w:rsidR="00A40535" w:rsidRDefault="001A417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A4174">
      <w:pPr>
        <w:pStyle w:val="Heading2"/>
        <w:rPr>
          <w:rtl/>
        </w:rPr>
      </w:pPr>
      <w:bookmarkStart w:id="150" w:name="_Toc1565783"/>
      <w:bookmarkStart w:id="151" w:name="_Toc1565943"/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0"/>
      <w:bookmarkEnd w:id="15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بتوانند صحبت کنند، قادرند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اجسام مختلف و رنگها) را درک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اگر به او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عروسک خرس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او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 متعلق به کدام اسباب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انواع رنگها، اندازه</w:t>
      </w:r>
      <w:r w:rsidR="001A417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شکلها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درک کودک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A4174">
      <w:pPr>
        <w:pStyle w:val="Heading2"/>
        <w:rPr>
          <w:rtl/>
        </w:rPr>
      </w:pPr>
      <w:bookmarkStart w:id="152" w:name="_Toc1565784"/>
      <w:bookmarkStart w:id="153" w:name="_Toc1565944"/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کودکتان را جشن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2"/>
      <w:bookmarkEnd w:id="15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کودکتان موفق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از فنجان آب بخورد و شما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شما نه تنها او را خوشحال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بلکه ارتباطها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قشر جلو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مغز و بخش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او را که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احساسها است،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10 تا 18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ارتباطها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باعث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مغز او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چرخه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در مقابل، هرگونه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کودک، موجب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نشدن چرخه ارتباطها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و کودک نسبت به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دلسرد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دامنه لغت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صحبت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سال اول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1A4174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A4174">
      <w:pPr>
        <w:pStyle w:val="Heading2"/>
        <w:rPr>
          <w:rtl/>
        </w:rPr>
      </w:pPr>
      <w:bookmarkStart w:id="154" w:name="_Toc1565785"/>
      <w:bookmarkStart w:id="155" w:name="_Toc1565945"/>
      <w:r>
        <w:rPr>
          <w:rFonts w:hint="eastAsia"/>
          <w:rtl/>
        </w:rPr>
        <w:t>فقط</w:t>
      </w:r>
      <w:r>
        <w:rPr>
          <w:rtl/>
        </w:rPr>
        <w:t xml:space="preserve"> پدر و مادر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4"/>
      <w:bookmarkEnd w:id="15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توجه خود را از فرزندانتان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گرچه توجه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است، اما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شبکه</w:t>
      </w:r>
      <w:r w:rsidR="00D42A7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D42A7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خصوص آنها که به احساسها مربوط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تا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توسعه</w:t>
      </w:r>
      <w:r w:rsidR="00D42A7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کتاب خواندن فرزندتان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را در گفتگوها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مشوق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نقش ما به عنوان پدر و مادر تنها به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محدود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فرزندان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بزرگسال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و راهنما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دارند.</w:t>
      </w:r>
    </w:p>
    <w:p w:rsidR="00A40535" w:rsidRDefault="00D42A7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42A75">
      <w:pPr>
        <w:pStyle w:val="Heading2"/>
        <w:rPr>
          <w:rtl/>
        </w:rPr>
      </w:pPr>
      <w:bookmarkStart w:id="156" w:name="_Toc1565786"/>
      <w:bookmarkStart w:id="157" w:name="_Toc1565946"/>
      <w:r>
        <w:rPr>
          <w:rFonts w:hint="eastAsia"/>
          <w:rtl/>
        </w:rPr>
        <w:t>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</w:t>
      </w:r>
      <w:bookmarkEnd w:id="156"/>
      <w:bookmarkEnd w:id="15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مادر بارها و بارها گفته شده؛ از جمله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عفونتها،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قدرت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فراهم نمودن اِلِمانها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D42A7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اما آنچه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حائز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توسط دانشمندان دانمارک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دانشمندان</w:t>
      </w:r>
      <w:r>
        <w:rPr>
          <w:rtl/>
          <w:lang w:bidi="fa-IR"/>
        </w:rPr>
        <w:t xml:space="preserve"> اعلام نمودند که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مدت حداقل 9 ماه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رمادر</w:t>
      </w:r>
      <w:r>
        <w:rPr>
          <w:rtl/>
          <w:lang w:bidi="fa-IR"/>
        </w:rPr>
        <w:t xml:space="preserve">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نمودهاند، به طور واضح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باهوشتر از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به مدت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کماه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کمتر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مادر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شده 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0A0822">
      <w:pPr>
        <w:pStyle w:val="Heading2"/>
        <w:rPr>
          <w:rtl/>
        </w:rPr>
      </w:pPr>
      <w:bookmarkStart w:id="158" w:name="_Toc1565787"/>
      <w:bookmarkStart w:id="159" w:name="_Toc1565947"/>
      <w:r>
        <w:rPr>
          <w:rFonts w:hint="eastAsia"/>
          <w:rtl/>
        </w:rPr>
        <w:t>خوردن</w:t>
      </w:r>
      <w:r>
        <w:rPr>
          <w:rtl/>
        </w:rPr>
        <w:t xml:space="preserve"> صبحانه</w:t>
      </w:r>
      <w:bookmarkEnd w:id="158"/>
      <w:bookmarkEnd w:id="15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همواره نشان داده است که خوردن صبحانه سبب بهبود حافظه، تمرکز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لذا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خوردن صبحانه امتناع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زودتر خسته شده 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سر باز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درازمدت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tl/>
          <w:lang w:bidi="fa-IR"/>
        </w:rPr>
        <w:t xml:space="preserve"> باشد.</w:t>
      </w:r>
    </w:p>
    <w:p w:rsidR="00A40535" w:rsidRDefault="000A082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0A0822">
      <w:pPr>
        <w:pStyle w:val="Heading2"/>
        <w:rPr>
          <w:rtl/>
        </w:rPr>
      </w:pPr>
      <w:bookmarkStart w:id="160" w:name="_Toc1565788"/>
      <w:bookmarkStart w:id="161" w:name="_Toc1565948"/>
      <w:r>
        <w:rPr>
          <w:rFonts w:hint="eastAsia"/>
          <w:rtl/>
        </w:rPr>
        <w:t>عوامل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مؤثر بر هوش</w:t>
      </w:r>
      <w:bookmarkEnd w:id="160"/>
      <w:bookmarkEnd w:id="161"/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شطرنج و جدول، معما، ساخت و سازها و ... سبب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مغز شده و در شکل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افکار بچه 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و مؤثر هستند.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نواختن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براساس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انجام شده در دانشگاه تورنتو کانادا، مشخص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0A0822">
        <w:rPr>
          <w:rFonts w:hint="cs"/>
          <w:rtl/>
          <w:lang w:bidi="fa-IR"/>
        </w:rPr>
        <w:t>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نواختن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ساز،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بوده اند، از </w:t>
      </w:r>
      <w:r>
        <w:rPr>
          <w:lang w:bidi="fa-IR"/>
        </w:rPr>
        <w:t>IQ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همسالان خود برخوردار شده 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0A0822">
      <w:pPr>
        <w:pStyle w:val="libBold1"/>
        <w:rPr>
          <w:rtl/>
        </w:rPr>
      </w:pPr>
      <w:r>
        <w:rPr>
          <w:rFonts w:hint="eastAsia"/>
          <w:rtl/>
        </w:rPr>
        <w:t>ورزش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</w:p>
    <w:p w:rsidR="00A40535" w:rsidRDefault="00A40535" w:rsidP="000A08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انجام</w:t>
      </w:r>
      <w:r>
        <w:rPr>
          <w:rtl/>
          <w:lang w:bidi="fa-IR"/>
        </w:rPr>
        <w:t xml:space="preserve"> ورزش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گانه که سبب شرکت آنها در</w:t>
      </w:r>
      <w:r w:rsidR="000A082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در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مؤثر است. در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توسط رابرت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</w:t>
      </w:r>
      <w:r>
        <w:rPr>
          <w:rtl/>
          <w:lang w:bidi="fa-IR"/>
        </w:rPr>
        <w:t xml:space="preserve"> انجام شده است، مشخص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رعامل</w:t>
      </w:r>
      <w:r>
        <w:rPr>
          <w:rtl/>
          <w:lang w:bidi="fa-IR"/>
        </w:rPr>
        <w:t xml:space="preserve"> شرکتها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بودند، 81 درصد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فعالانه داشته اند.</w:t>
      </w:r>
    </w:p>
    <w:p w:rsidR="00A40535" w:rsidRDefault="000A082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دئو</w:t>
      </w:r>
      <w:r>
        <w:rPr>
          <w:rFonts w:hint="cs"/>
          <w:rtl/>
          <w:lang w:bidi="fa-IR"/>
        </w:rPr>
        <w:t>یی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تعجب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استفاده کرده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اند، قدرت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تفکر و برنامه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و مناسبتر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اند.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در انگلستان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معلمها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کلاس درس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بهتر دروس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مصرف</w:t>
      </w:r>
      <w:r>
        <w:rPr>
          <w:rtl/>
          <w:lang w:bidi="fa-IR"/>
        </w:rPr>
        <w:t xml:space="preserve"> کمتر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ارزش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مصرف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 w:rsidR="000A082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وعده</w:t>
      </w:r>
      <w:r w:rsidR="000A082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ارزش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کم اما حجم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برخوردارند، سبب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تا با پر کردن معده بچه ها مانع از مصرف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باارزش و لازم و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لذا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و آج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...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برنامه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آنها بگنجان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فرزندان خود را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اطراف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بردن آنها به فضاها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(کوه، صحرا، باغ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وحش، آکوار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 ...)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در ذهن کنجکاو آنها نموده و به سؤالات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شمار</w:t>
      </w:r>
      <w:r>
        <w:rPr>
          <w:rtl/>
          <w:lang w:bidi="fa-IR"/>
        </w:rPr>
        <w:t xml:space="preserve"> آنها پاسخ مناسب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در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کودکتان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مؤثر است.</w:t>
      </w: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مطالعه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ارزانتر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قابل دسترس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از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 فرزندتان استفاده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استفاده از کتاب و کتابخوان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همان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عکس دار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مطالعه 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است که قدرت شناخت کودک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و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هر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روابط اجتماع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خود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در جمع قادر به سخن گفتن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شعر خواندن گردد،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بالاتر در شرکت دادن آنها در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سبب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اعتماد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نفس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هوشمند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گردد.</w:t>
      </w:r>
    </w:p>
    <w:p w:rsidR="000A0822" w:rsidRDefault="000A082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0A0822">
      <w:pPr>
        <w:pStyle w:val="Heading2"/>
        <w:rPr>
          <w:rtl/>
        </w:rPr>
      </w:pPr>
      <w:bookmarkStart w:id="162" w:name="_Toc1565789"/>
      <w:bookmarkStart w:id="163" w:name="_Toc1565949"/>
      <w:r>
        <w:rPr>
          <w:rFonts w:hint="eastAsia"/>
          <w:rtl/>
        </w:rPr>
        <w:t>عوامل</w:t>
      </w:r>
      <w:r>
        <w:rPr>
          <w:rtl/>
        </w:rPr>
        <w:t xml:space="preserve"> مؤثر بر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نحوه و کارکرد هوش (متغ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هوش)</w:t>
      </w:r>
      <w:bookmarkEnd w:id="162"/>
      <w:bookmarkEnd w:id="163"/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مطابق</w:t>
      </w:r>
      <w:r>
        <w:rPr>
          <w:rtl/>
          <w:lang w:bidi="fa-IR"/>
        </w:rPr>
        <w:t xml:space="preserve"> پژوهش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هوش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آزمودن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انجام شده، ژنها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مسئول حدود 24 درصد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خلال چرخه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A082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معناست</w:t>
      </w:r>
      <w:r>
        <w:rPr>
          <w:rtl/>
          <w:lang w:bidi="fa-IR"/>
        </w:rPr>
        <w:t xml:space="preserve"> که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نقش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شکل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حفظ هوش،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ذهن ما و رشد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ط،</w:t>
      </w:r>
      <w:r>
        <w:rPr>
          <w:rtl/>
          <w:lang w:bidi="fa-IR"/>
        </w:rPr>
        <w:t xml:space="preserve"> دربرگ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بر هوش است. اگر به ذکر عوامل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مؤثر در رشد بپرداز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پنج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مهم را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</w:p>
    <w:p w:rsidR="00A40535" w:rsidRDefault="00A40535" w:rsidP="000A08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مردم چگونه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کنند؟</w:t>
      </w:r>
      <w:r>
        <w:rPr>
          <w:rtl/>
          <w:lang w:bidi="fa-IR"/>
        </w:rPr>
        <w:t>! چه ارزشها</w:t>
      </w:r>
      <w:r>
        <w:rPr>
          <w:rFonts w:hint="cs"/>
          <w:rtl/>
          <w:lang w:bidi="fa-IR"/>
        </w:rPr>
        <w:t>یی</w:t>
      </w:r>
      <w:r w:rsidR="000A082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دارند؟!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دهند؟</w:t>
      </w:r>
      <w:r>
        <w:rPr>
          <w:rtl/>
          <w:lang w:bidi="fa-IR"/>
        </w:rPr>
        <w:t>!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مهارتها</w:t>
      </w:r>
      <w:r w:rsidR="000A0822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بسط داده شده توسط افراد دارند.</w:t>
      </w:r>
    </w:p>
    <w:p w:rsidR="00A40535" w:rsidRDefault="000A082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0A082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علاوه</w:t>
      </w:r>
      <w:r w:rsidR="000A082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 w:rsidR="000A082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دارد؛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رحم آغاز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بر رشد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اثر بگذارد.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سوءتغذ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قرار گرفتن در معرض مواد 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تنش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تولد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تولد، حداقل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منجر به هوش روان سنج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B4671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خانواده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بدون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رشد ب</w:t>
      </w:r>
      <w:r w:rsidR="002B4671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هنجار کودک،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حداقل سطح مشخص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مراقبتها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مسئولانه است.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شدت محروم، همراه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آثار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از جمله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به عنوان مثال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استفاده از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کرد. مطابق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کودکان دارند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 به اندازه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است که در کشورها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مرسوم است منجر به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در سطح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پژوهشگران</w:t>
      </w:r>
      <w:r>
        <w:rPr>
          <w:rtl/>
          <w:lang w:bidi="fa-IR"/>
        </w:rPr>
        <w:t xml:space="preserve"> دو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محتمل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رابطه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نخست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شدت تنش زا هستند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طور معمول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طول هفته سه بار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تجربه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سالها ادامه 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به محرک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تنش 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پژوهشها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که فشار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 را به شکل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نشانگان فشار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وحشتناک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قرار است اتفاق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وحشت زده شدن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نشانگان با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مرتبط هستند.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مطالعات متعدد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ناخالص داخل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رابطه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متوسط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سطح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توسعه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نکنند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رود.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B4671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نحو احسن رشد کند،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محرکات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هرقدر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محرک مناسبتر باشد،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رشد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داشت.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همه بررس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نشان داده اند که رشد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2B4671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2B4671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روابط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نشان داده اند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نظر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دچار فقر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بوده اند، اکثراً به اختلالات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ناسازگار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ناسازگار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شده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B46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اختلالات در خانواده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علل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اناً</w:t>
      </w:r>
      <w:r>
        <w:rPr>
          <w:rtl/>
          <w:lang w:bidi="fa-IR"/>
        </w:rPr>
        <w:t xml:space="preserve"> روابط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کودک نامساعد بوده،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کودک،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صورت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مشکلات خود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 اختلالات خانوادگ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احساس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ارضاء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سوء اختلاف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خانواده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 گسسته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نزاع و مشاجره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عدم توافق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احساس حقارت و حس ناامن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کودک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2B4671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2B4671">
      <w:pPr>
        <w:pStyle w:val="Heading2"/>
        <w:rPr>
          <w:rtl/>
        </w:rPr>
      </w:pPr>
      <w:bookmarkStart w:id="164" w:name="_Toc1565790"/>
      <w:bookmarkStart w:id="165" w:name="_Toc1565950"/>
      <w:r>
        <w:rPr>
          <w:rFonts w:hint="eastAsia"/>
          <w:rtl/>
        </w:rPr>
        <w:t>راهکارها</w:t>
      </w:r>
      <w:r w:rsidR="002B4671"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هوش کودکان خردسال</w:t>
      </w:r>
      <w:bookmarkEnd w:id="164"/>
      <w:bookmarkEnd w:id="165"/>
    </w:p>
    <w:p w:rsidR="002B4671" w:rsidRDefault="002B4671" w:rsidP="00A40535">
      <w:pPr>
        <w:pStyle w:val="libNormal"/>
        <w:rPr>
          <w:rtl/>
          <w:lang w:bidi="fa-IR"/>
        </w:rPr>
      </w:pPr>
    </w:p>
    <w:p w:rsidR="00A40535" w:rsidRDefault="00A40535" w:rsidP="002B4671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خانواده</w:t>
      </w:r>
      <w:r>
        <w:rPr>
          <w:rtl/>
          <w:lang w:bidi="fa-IR"/>
        </w:rPr>
        <w:t xml:space="preserve"> و رشد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هوش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منزل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اندازه قابل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شده و آنها را به آموختن و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در حال رشدشان کمک کند.</w:t>
      </w:r>
    </w:p>
    <w:p w:rsidR="00A40535" w:rsidRDefault="00A40535" w:rsidP="002B46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نامساعد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رشد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را متوقف کند و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محدود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نوع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با کودکان داشته باشند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طول رشد کودک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بسزا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توانمند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محققان در خصوص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اگر وضع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در آن رشد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آزاد و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کودک بتواند 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باشد، ارتباط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برقرار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سطح هوش و استعداد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سطح خود </w:t>
      </w:r>
      <w:r>
        <w:rPr>
          <w:rFonts w:hint="eastAsia"/>
          <w:rtl/>
          <w:lang w:bidi="fa-IR"/>
        </w:rPr>
        <w:t>برسد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خانه سرد و پرتحکم باشد و کودک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محدود کنند و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ارتباط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کودک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توانمند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نه تنها رشد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بلکه به مرور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A40535" w:rsidRDefault="00A40535" w:rsidP="002B46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مثلاً</w:t>
      </w:r>
      <w:r>
        <w:rPr>
          <w:rtl/>
          <w:lang w:bidi="fa-IR"/>
        </w:rPr>
        <w:t xml:space="preserve"> در خانواده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خشونت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خانواده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محدودکننده و تحت 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کودکان، حدود سه سال از کودکان همسن و سال خود کمتر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tl/>
          <w:lang w:bidi="fa-IR"/>
        </w:rPr>
        <w:lastRenderedPageBreak/>
        <w:t>خانه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ارتباطات گرم و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کودکشان دارند، به سؤالات کودک خود با حوصله و صبر جواب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به حرفها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به آنها اجازه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تا در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شرکت کنند، سطح بهر</w:t>
      </w:r>
      <w:r w:rsidR="002B467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کودکان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آنچه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در انتخاب شکل و روش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نقش دارد و موجب رشد هوش و استعداد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نحوه صحبت کردن و 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بردن کلمات با کودکان خود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آنچه هوش و عقل و استعدادها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سازد،</w:t>
      </w:r>
      <w:r>
        <w:rPr>
          <w:rtl/>
          <w:lang w:bidi="fa-IR"/>
        </w:rPr>
        <w:t xml:space="preserve">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همان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طبق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و عکس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مغز کودکان برداشته شده است، در سه ماهه اول تولد 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وجود آمده و شروع به رشد و گسترش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حالا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پدران و مادران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ک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مغز بچه ها 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نحو بهتر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2B467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وجود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که هرقدر در ماهها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تولد کودک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حس کند، بشنود، بو بکشد، بچشد 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رشد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بهتر خواهد شد.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B467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پدران و مادران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که نوزادان آنها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حس کردن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و عوامل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اطراف خود دارند و به 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چشم، گوش، زبان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پوست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کار افتد.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دانشمندان انجام گرفته و مشاهده شده که مثلاً در کشور اوگاندا (در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با آنکه مردم آن نسبتاً عقب افتاده هستند، بچه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از نظر رشد وضع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جا مادران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بچه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و از صبح تا شام با کودک خود هستند و از او مراقبت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است که چون بر اثر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تماس احساسات کودکان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وادار شده است، آنها هفت هفته بعد از 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شوند و در هفت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کاملاً راه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به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دنبال اسباب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و آنطرف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دوند،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آن تمدن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شرفته،</w:t>
      </w:r>
      <w:r>
        <w:rPr>
          <w:rtl/>
          <w:lang w:bidi="fa-IR"/>
        </w:rPr>
        <w:t xml:space="preserve"> کودکان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آهسته و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به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افتند.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آن کشورها مادران به علت اشتغال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کودکان خود در تماس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بچه ها اغلب تنها هستند.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پدران و مادران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و عقل فرزندان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خودگذشتگ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داشته باشند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اوقات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بچه ها بگذرانند و با آنها سر و کله بزنند.</w:t>
      </w:r>
    </w:p>
    <w:p w:rsidR="00A40535" w:rsidRDefault="009F7F33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9F7F33">
      <w:pPr>
        <w:pStyle w:val="Heading2"/>
        <w:rPr>
          <w:rtl/>
        </w:rPr>
      </w:pPr>
      <w:bookmarkStart w:id="166" w:name="_Toc1565791"/>
      <w:bookmarkStart w:id="167" w:name="_Toc1565951"/>
      <w:r>
        <w:rPr>
          <w:rFonts w:hint="eastAsia"/>
          <w:rtl/>
        </w:rPr>
        <w:t>نقش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هوش کودکان</w:t>
      </w:r>
      <w:bookmarkEnd w:id="166"/>
      <w:bookmarkEnd w:id="167"/>
    </w:p>
    <w:p w:rsidR="009F7F33" w:rsidRDefault="009F7F33" w:rsidP="00A40535">
      <w:pPr>
        <w:pStyle w:val="libNormal"/>
        <w:rPr>
          <w:rtl/>
          <w:lang w:bidi="fa-IR"/>
        </w:rPr>
      </w:pPr>
    </w:p>
    <w:p w:rsidR="00A40535" w:rsidRDefault="00A40535" w:rsidP="009F7F33">
      <w:pPr>
        <w:pStyle w:val="libBold1"/>
        <w:rPr>
          <w:rtl/>
          <w:lang w:bidi="fa-IR"/>
        </w:rPr>
      </w:pPr>
      <w:r>
        <w:rPr>
          <w:rtl/>
          <w:lang w:bidi="fa-IR"/>
        </w:rPr>
        <w:t>1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شالوده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مغز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دنبال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و اگر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نکند،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است که به کودک خود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9F7F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تماس</w:t>
      </w:r>
      <w:r>
        <w:rPr>
          <w:rtl/>
          <w:lang w:bidi="fa-IR"/>
        </w:rPr>
        <w:t xml:space="preserve"> پوست با پوست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کودک کمک کند.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نگاه چشم در چشم، ماساژ دادن کودک، حرف زدن با</w:t>
      </w:r>
      <w:r w:rsidR="009F7F3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او،</w:t>
      </w:r>
      <w:r>
        <w:rPr>
          <w:rtl/>
          <w:lang w:bidi="fa-IR"/>
        </w:rPr>
        <w:t xml:space="preserve"> پوشاندن لباس به تن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را در بر دارند.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شما تازه متولد شده، شما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اجتماع دور افتاده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کودک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هر زمان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دارد. اما داشتن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رابطه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کودک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طول روز انجام شوند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کاغذ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همسر خود به توافق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چگونه آنها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مقابل کودک خود با هم مشاجره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نگران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فقط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دوباره احساس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کودک خود بازگردان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نوزاد متوجه کلمات شما نشود اما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احسا</w:t>
      </w:r>
      <w:r>
        <w:rPr>
          <w:rFonts w:hint="eastAsia"/>
          <w:rtl/>
          <w:lang w:bidi="fa-IR"/>
        </w:rPr>
        <w:t>سات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و همسرتان وجود دارد را درک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9F7F33">
      <w:pPr>
        <w:pStyle w:val="libBold1"/>
        <w:rPr>
          <w:rtl/>
          <w:lang w:bidi="fa-IR"/>
        </w:rPr>
      </w:pPr>
      <w:r>
        <w:rPr>
          <w:rtl/>
          <w:lang w:bidi="fa-IR"/>
        </w:rPr>
        <w:t>2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همه روز را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داستان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کارشناسان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دارند که در طول روز با کودک خود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حرف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مغز،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دنبال الگوها و نمونه محور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هر چه نمونه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بشنود،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حرف زدن را خواهد آموخت.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طول روز با کودک خود صحبت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داستان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اصولاً ما همه افکار خود را به زبان نم</w:t>
      </w:r>
      <w:r>
        <w:rPr>
          <w:rFonts w:hint="cs"/>
          <w:rtl/>
          <w:lang w:bidi="fa-IR"/>
        </w:rPr>
        <w:t>ی</w:t>
      </w:r>
      <w:r w:rsidR="009F7F3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و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اطلاعات به اصوات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باعث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قدرت مغز کودک خود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9F7F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کودک در سه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روان و واضح صحبت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حدود</w:t>
      </w:r>
      <w:r w:rsidR="009F7F3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برابر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مدرسه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توان خواندن، هج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نوشتن خواهند داشت.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استعداد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مغز کودک خود کاشت؟ سه راه وجود دارد: استفاده از کلمات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به</w:t>
      </w:r>
      <w:r w:rsidR="009F7F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بردن کلمات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متنوع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کلمات.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تمام روز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کودکتان داستان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ناخودآگاه از انواع مختلف کلمات و واژه ها استفاده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 استفاده از عبارت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«ماش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قرمز»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کاملاً تلخ» در واقع به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کودک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رنگ و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26B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کلمات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لحن بچه گانه با کودک صحبت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طور ناخودآگاه به مغز کودک خود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زبان را بهتر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اموزد؛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تفاوت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صداها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دهد. لحن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کلمات به کودکان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صداه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از هم تفک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کنند و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آسانتر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چون کودک آنها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خود در نم</w:t>
      </w:r>
      <w:r>
        <w:rPr>
          <w:rFonts w:hint="cs"/>
          <w:rtl/>
          <w:lang w:bidi="fa-IR"/>
        </w:rPr>
        <w:t>ی</w:t>
      </w:r>
      <w:r w:rsidR="00626B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آورد،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با او صحبت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خاطر کودکتان هم که شده،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او صحبت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26B88">
      <w:pPr>
        <w:pStyle w:val="libBold1"/>
        <w:rPr>
          <w:rtl/>
          <w:lang w:bidi="fa-IR"/>
        </w:rPr>
      </w:pPr>
      <w:r>
        <w:rPr>
          <w:rtl/>
          <w:lang w:bidi="fa-IR"/>
        </w:rPr>
        <w:t>3</w:t>
      </w:r>
      <w:r w:rsidR="00626B88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ارتباط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برقرارکردن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ساعتها به طور مداوم به چشمان با نمک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خود نگاه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لذت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ادامه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کمک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رشد مغز کودک خود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626B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محققان</w:t>
      </w:r>
      <w:r>
        <w:rPr>
          <w:rtl/>
          <w:lang w:bidi="fa-IR"/>
        </w:rPr>
        <w:t xml:space="preserve"> ثابت کرده اند نوزادان از 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چهار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 w:rsidR="00626B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چهره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البته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مانند. در 5 ماهگ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احساسات موجود در چهره فرد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درک کنند. در 7 تا 9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حالتها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دهند.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احساس،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کودک به واسطه آن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ارتباط برقرار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حالتها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چهره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شالوده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مهارت، کودک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بهتر، </w:t>
      </w:r>
      <w:r>
        <w:rPr>
          <w:rtl/>
          <w:lang w:bidi="fa-IR"/>
        </w:rPr>
        <w:lastRenderedPageBreak/>
        <w:t>کمتر مبارزه کردن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ارتباطات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همچون بزرگسالان پ</w:t>
      </w:r>
      <w:r>
        <w:rPr>
          <w:rFonts w:hint="eastAsia"/>
          <w:rtl/>
          <w:lang w:bidi="fa-IR"/>
        </w:rPr>
        <w:t>رورش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26B88">
      <w:pPr>
        <w:pStyle w:val="libBold1"/>
        <w:rPr>
          <w:rtl/>
          <w:lang w:bidi="fa-IR"/>
        </w:rPr>
      </w:pPr>
      <w:r>
        <w:rPr>
          <w:rtl/>
          <w:lang w:bidi="fa-IR"/>
        </w:rPr>
        <w:t>4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«جعبه» بودن را کاهش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زمان خود را داخل جعبه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منظور از جعبه، کالسکه،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همه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حرکات کودک را محدود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کودکان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وقتها درون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دارند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داخل اتومب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نباشند. درست است که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حرف اول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اما بهتر است تا حد امکان زمان محدود کردن حرکت کودک را کاهش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چرا؟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کودک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بتواند به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آزادانه به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خود پاسخ دهد.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دارد تا آزادانه حرکت کند و جلو، پشت و اطراف آنها برود.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در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و گوش خود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باعث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آنها شده است را دنبال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از پرورش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توجه و حواس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 تمرکز و توجه کودک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مراحل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626B88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626B88">
      <w:pPr>
        <w:pStyle w:val="libBold1"/>
        <w:rPr>
          <w:rtl/>
          <w:lang w:bidi="fa-IR"/>
        </w:rPr>
      </w:pPr>
      <w:r>
        <w:rPr>
          <w:rtl/>
          <w:lang w:bidi="fa-IR"/>
        </w:rPr>
        <w:t>5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اشاره با انگشتان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ثابت کرده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اند، اشاره کردن به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نام آنها، باعث رشد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کودکان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ابتدا،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ممکن است کودک به شما نگاه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بزرگتر شد، احتمالاً به انگشت اشاره شما هم نگاه خواهند کرد. در حدود 9 ماهگ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کودکان م</w:t>
      </w:r>
      <w:r>
        <w:rPr>
          <w:rFonts w:hint="cs"/>
          <w:rtl/>
          <w:lang w:bidi="fa-IR"/>
        </w:rPr>
        <w:t>ی</w:t>
      </w:r>
      <w:r w:rsidR="00626B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آموزند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نقطه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کنند که شما اشاره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سن 9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ده ماهگ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کودکان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تعامل دوطرفه را «توجه متقابل» م</w:t>
      </w:r>
      <w:r>
        <w:rPr>
          <w:rFonts w:hint="cs"/>
          <w:rtl/>
          <w:lang w:bidi="fa-IR"/>
        </w:rPr>
        <w:t>ی</w:t>
      </w:r>
      <w:r w:rsidR="00626B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نامند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که کودک م</w:t>
      </w:r>
      <w:r>
        <w:rPr>
          <w:rFonts w:hint="cs"/>
          <w:rtl/>
          <w:lang w:bidi="fa-IR"/>
        </w:rPr>
        <w:t>ی</w:t>
      </w:r>
      <w:r w:rsidR="00626B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آموزد</w:t>
      </w:r>
      <w:r>
        <w:rPr>
          <w:rtl/>
          <w:lang w:bidi="fa-IR"/>
        </w:rPr>
        <w:t xml:space="preserve"> تا خارج از محدود</w:t>
      </w:r>
      <w:r w:rsidR="00626B8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دو نفر، در مورد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شما ارتباط برقرار کند.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را پرورش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دهند؟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طور مداوم به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مختلف اشاره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مورد آنها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کودک کلمات شما را درک نکند اما به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ج،</w:t>
      </w:r>
      <w:r>
        <w:rPr>
          <w:rtl/>
          <w:lang w:bidi="fa-IR"/>
        </w:rPr>
        <w:t xml:space="preserve"> ارتباط شما با او مختلط تر خواهد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شما دو نفر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ارتباط دخ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خواهن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مثال،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باغ وحش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اسباب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مختلف اشاره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مورد آنها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رابطه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کودک، قدرت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و درک او و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را پرورش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بر کودکان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نشانه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باهوش</w:t>
      </w:r>
    </w:p>
    <w:p w:rsidR="00A40535" w:rsidRDefault="00A40535" w:rsidP="00626B88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کودک زود به حرف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نشانه نبوغ و</w:t>
      </w:r>
      <w:r w:rsidR="00626B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استعداد</w:t>
      </w:r>
      <w:r>
        <w:rPr>
          <w:rtl/>
          <w:lang w:bidi="fa-IR"/>
        </w:rPr>
        <w:t xml:space="preserve"> او باشد؛ اما اگر او از لغات و جملات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</w:t>
      </w:r>
      <w:r>
        <w:rPr>
          <w:rtl/>
          <w:lang w:bidi="fa-IR"/>
        </w:rPr>
        <w:t xml:space="preserve"> استفاده کند، احتمالاً به همان باهوش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فکرش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2 ساله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جمله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سگ آنجاست» را به زبان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اورد؛</w:t>
      </w:r>
      <w:r>
        <w:rPr>
          <w:rtl/>
          <w:lang w:bidi="fa-IR"/>
        </w:rPr>
        <w:t xml:space="preserve"> اما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نابغه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سگ قهوه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پشت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دارد گلها را بو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نشانه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باهوش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درک کنند، از روابط گوناگون سر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فکر کنند. آنها مشکلات را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و به راه حلها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خردسال نابغه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اسباب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سر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قرار دهد و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قرار نگرفته باشد،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موضوعات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ممکن است از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ناسورها</w:t>
      </w:r>
      <w:r>
        <w:rPr>
          <w:rtl/>
          <w:lang w:bidi="fa-IR"/>
        </w:rPr>
        <w:t xml:space="preserve"> خوششان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ماه بعد به سراغ مباحث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... بروند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نشان دهند.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به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سپارند</w:t>
      </w:r>
      <w:r>
        <w:rPr>
          <w:rtl/>
          <w:lang w:bidi="fa-IR"/>
        </w:rPr>
        <w:t xml:space="preserve"> و بعد از مدتها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آن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از جمله نمونه</w:t>
      </w:r>
      <w:r w:rsidR="00626B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شده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کودک 6 ساله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</w:t>
      </w:r>
      <w:r>
        <w:rPr>
          <w:rtl/>
          <w:lang w:bidi="fa-IR"/>
        </w:rPr>
        <w:lastRenderedPageBreak/>
        <w:t xml:space="preserve">کرد که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گردش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موزه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توانست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راکت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بکشد.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استعداد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هنر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اغلب با استعداد و نابغه هستند. کودکان خردسال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پرسپکت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(تناسب دور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)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کشند،</w:t>
      </w:r>
      <w:r>
        <w:rPr>
          <w:rtl/>
          <w:lang w:bidi="fa-IR"/>
        </w:rPr>
        <w:t xml:space="preserve"> کارشان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درک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رشته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در زمره کودکان با است</w:t>
      </w:r>
      <w:r>
        <w:rPr>
          <w:rFonts w:hint="eastAsia"/>
          <w:rtl/>
          <w:lang w:bidi="fa-IR"/>
        </w:rPr>
        <w:t>عداد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02136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کودکان با استعداد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گذشته (دوران</w:t>
      </w:r>
      <w:r w:rsidR="008021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طفول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)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. مثلاً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5 ساله نابغه ممکن است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2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به</w:t>
      </w:r>
      <w:r w:rsidR="0080213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نشانه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کودکان،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و نوشتن است. اگر کودک شما به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باهوش باشد، احتمالاً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آموزش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باشد،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خواندن و نوشتن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معمولاً کودکان را با ب</w:t>
      </w:r>
      <w:r>
        <w:rPr>
          <w:rFonts w:hint="cs"/>
          <w:rtl/>
          <w:lang w:bidi="fa-IR"/>
        </w:rPr>
        <w:t>ی</w:t>
      </w:r>
      <w:r w:rsidR="008021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شناسند</w:t>
      </w:r>
      <w:r>
        <w:rPr>
          <w:rtl/>
          <w:lang w:bidi="fa-IR"/>
        </w:rPr>
        <w:t xml:space="preserve"> اما کودکان گروه نابغه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مدت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تمرکز خود را حفظ کنند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موضوع خاص وقت بگذارند تا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برسند.</w:t>
      </w:r>
    </w:p>
    <w:p w:rsidR="00802136" w:rsidRDefault="0080213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802136">
      <w:pPr>
        <w:pStyle w:val="Heading1"/>
        <w:rPr>
          <w:rtl/>
          <w:lang w:bidi="fa-IR"/>
        </w:rPr>
      </w:pPr>
      <w:bookmarkStart w:id="168" w:name="_Toc1565792"/>
      <w:bookmarkStart w:id="169" w:name="_Toc1565952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چهارم: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درمراحل مختلف زندگ</w:t>
      </w:r>
      <w:r>
        <w:rPr>
          <w:rFonts w:hint="cs"/>
          <w:rtl/>
          <w:lang w:bidi="fa-IR"/>
        </w:rPr>
        <w:t>ی</w:t>
      </w:r>
      <w:bookmarkEnd w:id="168"/>
      <w:bookmarkEnd w:id="169"/>
    </w:p>
    <w:p w:rsidR="00802136" w:rsidRDefault="00802136" w:rsidP="00A40535">
      <w:pPr>
        <w:pStyle w:val="libNormal"/>
        <w:rPr>
          <w:rtl/>
          <w:lang w:bidi="fa-IR"/>
        </w:rPr>
      </w:pPr>
    </w:p>
    <w:p w:rsidR="00A40535" w:rsidRDefault="00A40535" w:rsidP="00802136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دانستن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مغز</w:t>
      </w:r>
      <w:r>
        <w:rPr>
          <w:rtl/>
          <w:lang w:bidi="fa-IR"/>
        </w:rPr>
        <w:t xml:space="preserve"> نوزاد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 کدام با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دارد، مثلاً بخش درک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بخش درک متن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آوا در دو قسمت مختلف هستند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بخش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و متناسب، هر بخش را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کرد تا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در همان بخش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اتصالات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. به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چهار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دارد: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محرک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صدا و لمس)؛ مانند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صدا (شامل حرف زدن با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)، لمس (شامل استفاده از حرکات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ضربه زدن) و نور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چراغ قوه را 4-3 بار روشن و خاموش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شامل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چرب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20 درصد مغز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سازد،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 w:rsidR="008021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و سبز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جات</w:t>
      </w:r>
      <w:r>
        <w:rPr>
          <w:rtl/>
          <w:lang w:bidi="fa-IR"/>
        </w:rPr>
        <w:t xml:space="preserve"> و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سرشار از کلس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0213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آرامش مادر؛ شامل ورزشها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وگا</w:t>
      </w:r>
      <w:r>
        <w:rPr>
          <w:rtl/>
          <w:lang w:bidi="fa-IR"/>
        </w:rPr>
        <w:t xml:space="preserve"> (که باعث گردش</w:t>
      </w:r>
      <w:r w:rsidR="008021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موادغذا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حرکات بدن موجب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علاوه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آن، به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با بدن مادر از هفته سوم به بعد، کودک هم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)، نداشتن استرس، استراحت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اجتناب از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گار</w:t>
      </w:r>
      <w:r>
        <w:rPr>
          <w:rtl/>
          <w:lang w:bidi="fa-IR"/>
        </w:rPr>
        <w:t xml:space="preserve">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گار</w:t>
      </w:r>
      <w:r>
        <w:rPr>
          <w:rtl/>
          <w:lang w:bidi="fa-IR"/>
        </w:rPr>
        <w:t xml:space="preserve"> با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آوردن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ژن،ضر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حدود 15-10 درصد کاهش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دهد)،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...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رنه دکار از دانشگاه هاروارد 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سال 1979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3000 کودک در داخل رحم کار کرده و آنها را بعد از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داشته است. او به چهار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مورد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رحم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کار شده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زمانبند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زمان حساس از 5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و تا 2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از دست رود،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قابل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جبران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مثلاً کودک در زمان تولد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نور باعث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قسمت خاص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مغز فعال شود.</w:t>
      </w:r>
    </w:p>
    <w:p w:rsidR="00A40535" w:rsidRDefault="00A40535" w:rsidP="0080213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بعد از تولد چشم کودک را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نرسد،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 w:rsidR="00802136">
        <w:rPr>
          <w:rFonts w:hint="cs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چشم به مغز مخابره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کودک تا ابد کور خواهد بود!!!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به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خاطر ضعف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مشکل چشم، بلکه به خاطر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نرون و مغز در قسمت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مثل درک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/ادب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>/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/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/ زبان دوم و ...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را دارد اگر زمان آن از دست برود،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قابل جبران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جهت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آموزشها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اند، بهتر با جهان خارج ارتباط برقرار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0213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02136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تحرک: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کودکان، کنترل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حرکات خود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0213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02136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احساسات: کودکان آموزش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آرامتر،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ارتر</w:t>
      </w:r>
      <w:r>
        <w:rPr>
          <w:rtl/>
          <w:lang w:bidi="fa-IR"/>
        </w:rPr>
        <w:t xml:space="preserve"> و شادتر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</w:t>
      </w:r>
      <w:r w:rsidR="008021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کمتر</w:t>
      </w:r>
      <w:r>
        <w:rPr>
          <w:rtl/>
          <w:lang w:bidi="fa-IR"/>
        </w:rPr>
        <w:t xml:space="preserve"> از دو هفته بعد از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نطفه، آن بخش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مربوط به قوه جاذبه و تعادل در فضا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گوش داخل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حرکات مادر و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اگر مادر برقصد،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سرعت و جهت حرکت مادر را ا</w:t>
      </w:r>
      <w:r>
        <w:rPr>
          <w:rFonts w:hint="eastAsia"/>
          <w:rtl/>
          <w:lang w:bidi="fa-IR"/>
        </w:rPr>
        <w:t>حساس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کوشد</w:t>
      </w:r>
      <w:r>
        <w:rPr>
          <w:rtl/>
          <w:lang w:bidi="fa-IR"/>
        </w:rPr>
        <w:t xml:space="preserve"> که با آن موازنه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کند. اگر شما برقص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خواه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ناخواه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رقص است.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برنامه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موازنه با شما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مغز او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مغز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8021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البته تعداد و زمان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حرکات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حساب شده باشد چون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زود خسته شده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استراحت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مغر</w:t>
      </w:r>
      <w:r>
        <w:rPr>
          <w:rtl/>
          <w:lang w:bidi="fa-IR"/>
        </w:rPr>
        <w:t xml:space="preserve"> انسان از دو قسمت چپ و راست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سمت</w:t>
      </w:r>
      <w:r>
        <w:rPr>
          <w:rtl/>
          <w:lang w:bidi="fa-IR"/>
        </w:rPr>
        <w:t xml:space="preserve"> راست = خودآگاه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سمت</w:t>
      </w:r>
      <w:r>
        <w:rPr>
          <w:rtl/>
          <w:lang w:bidi="fa-IR"/>
        </w:rPr>
        <w:t xml:space="preserve"> چپ = ناخودآگاه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اعمال</w:t>
      </w:r>
      <w:r>
        <w:rPr>
          <w:rtl/>
          <w:lang w:bidi="fa-IR"/>
        </w:rPr>
        <w:t xml:space="preserve"> ناخودآگاه، مثلاً ما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قواعد دستور زبان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کاربرد کلمات فکر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ناخودآگاه ضبط شده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مثلاً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ابتدا خودآگاه است و سمت راست مغز را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سمت چپ مغز من</w:t>
      </w:r>
      <w:r>
        <w:rPr>
          <w:rFonts w:hint="eastAsia"/>
          <w:rtl/>
          <w:lang w:bidi="fa-IR"/>
        </w:rPr>
        <w:t>تقل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ما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ممکن است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رانندگ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چند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73A5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نکته جالب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3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سمت راست مغز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سمت چپ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 در سمت راست شکل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بعد در صورت تکرار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به سمت چپ منتقل شود (مثل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 از دبستان به بعد).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5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درون رحم تا 3 سالگ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سمت راست مغز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در سمت چپ مغز ضبط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بعداً ناخودآگاه انسان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 xml:space="preserve"> که تا آخر عمر همراه اوست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انسان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ناخودآگاه ش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873A50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تلاش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که ناخودآگاه را پر از خاطرات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کودکان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زبان دوم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اموزند،</w:t>
      </w:r>
      <w:r>
        <w:rPr>
          <w:rtl/>
          <w:lang w:bidi="fa-IR"/>
        </w:rPr>
        <w:t xml:space="preserve"> خواندن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در حد چهار عمل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</w:t>
      </w:r>
      <w:r>
        <w:rPr>
          <w:rtl/>
          <w:lang w:bidi="fa-IR"/>
        </w:rPr>
        <w:t>.</w:t>
      </w:r>
    </w:p>
    <w:p w:rsidR="00A40535" w:rsidRDefault="00873A50" w:rsidP="00873A5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873A50">
      <w:pPr>
        <w:pStyle w:val="Heading2"/>
        <w:rPr>
          <w:rtl/>
        </w:rPr>
      </w:pPr>
      <w:bookmarkStart w:id="170" w:name="_Toc1565793"/>
      <w:bookmarkStart w:id="171" w:name="_Toc1565953"/>
      <w:r>
        <w:rPr>
          <w:rFonts w:hint="eastAsia"/>
          <w:rtl/>
        </w:rPr>
        <w:t>قبل</w:t>
      </w:r>
      <w:r>
        <w:rPr>
          <w:rtl/>
        </w:rPr>
        <w:t xml:space="preserve"> از تولد</w:t>
      </w:r>
      <w:bookmarkEnd w:id="170"/>
      <w:bookmarkEnd w:id="171"/>
    </w:p>
    <w:p w:rsidR="00A40535" w:rsidRDefault="00A40535" w:rsidP="00873A50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مصرف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ماده مغذ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گوشت، تخم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مرغ و حبوبات وجود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قهوه و خوردن دارو بدون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پزشک اجتناب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پزشک در دوران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مصرف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خود،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دتان</w:t>
      </w:r>
      <w:r>
        <w:rPr>
          <w:rtl/>
          <w:lang w:bidi="fa-IR"/>
        </w:rPr>
        <w:t xml:space="preserve"> را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خانمها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باردار سبب کاهش معن</w:t>
      </w:r>
      <w:r>
        <w:rPr>
          <w:rFonts w:hint="cs"/>
          <w:rtl/>
          <w:lang w:bidi="fa-IR"/>
        </w:rPr>
        <w:t>ی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هوش کودکان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خود، با او حرف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را صدا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هوش فرزند را در رحم مادر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با استفاده از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فرزند خود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بهتر و 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شروع کند.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در رحم مادر است،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باهوشتر باشد. با خوردن خوراک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سالم،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طور</w:t>
      </w:r>
      <w:r>
        <w:rPr>
          <w:rtl/>
          <w:lang w:bidi="fa-IR"/>
        </w:rPr>
        <w:t xml:space="preserve"> با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مثبت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به او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با مغز مادر ارتباط برقرار کند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هوش او خواهد داشت.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فرزند خود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</w:t>
      </w:r>
      <w:r>
        <w:rPr>
          <w:rFonts w:hint="eastAsia"/>
          <w:rtl/>
          <w:lang w:bidi="fa-IR"/>
        </w:rPr>
        <w:t>تورالعمل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خوراک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مصرف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امگا-3 داشته باشد.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امگا-3 نقش اساس</w:t>
      </w:r>
      <w:r>
        <w:rPr>
          <w:rFonts w:hint="cs"/>
          <w:rtl/>
          <w:lang w:bidi="fa-IR"/>
        </w:rPr>
        <w:t>ی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روغن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امگا-3 دارد، اما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سطح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بالاست؛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بهتر و عاقلانه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است که امگا-3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 را از منابع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رحم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قرآن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رحم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پخش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بعد از 23 هفته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کمکم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صداها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در خارج از رحم وجود دارد، بشنود.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نشان داده است که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باعث آرامش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گوش دادهاند، بهتر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 تمرکز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استرس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حداقل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استرس مادر باردار در هوش و پاسخ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باردار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شکم خود را نوازش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باعث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مثبت مغز فرزند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خود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لالا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آواز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حرف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فرزند شما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قبل از به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آمدن، آواها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بفهمد.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73A50">
      <w:pPr>
        <w:pStyle w:val="Heading2"/>
        <w:rPr>
          <w:rtl/>
        </w:rPr>
      </w:pPr>
      <w:bookmarkStart w:id="172" w:name="_Toc1565794"/>
      <w:bookmarkStart w:id="173" w:name="_Toc1565954"/>
      <w:r>
        <w:rPr>
          <w:rFonts w:hint="eastAsia"/>
          <w:rtl/>
        </w:rPr>
        <w:t>آرامش</w:t>
      </w:r>
      <w:r>
        <w:rPr>
          <w:rtl/>
        </w:rPr>
        <w:t xml:space="preserve"> مادران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به هوش کودکان کمک م</w:t>
      </w:r>
      <w:r>
        <w:rPr>
          <w:rFonts w:hint="cs"/>
          <w:rtl/>
        </w:rPr>
        <w:t>ی</w:t>
      </w:r>
      <w:r w:rsidR="00873A50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bookmarkEnd w:id="172"/>
      <w:bookmarkEnd w:id="17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نشان داده مادران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دوران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دارند، نسبت به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استرس دارند، فرزندان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>. چنانچه مادر در دوران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فشار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اضطراب باشد، نه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تنها فرزند از نظر رشد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مشکل شده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عموماً با وزن کمتر متولد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بلکه از نظر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سطح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استرس مادران در دوره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منجر به تولد کودک ناآرام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شده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ممکن است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انتها نرسد و مادر دچار سقط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متخصصان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دارند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متأثر از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هورمون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مادر، مراحل رشد خود را پشت سر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و استرس مادر موجب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ترشح کورت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همان هورمون استرس شده و موجب کاهش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لازم به</w:t>
      </w:r>
      <w:r w:rsidR="00873A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ذکر است استرس صرفاً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فشار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مفرط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استرس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مادران باردار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از نظر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و از نظر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873A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ازحد</w:t>
      </w:r>
      <w:r>
        <w:rPr>
          <w:rtl/>
          <w:lang w:bidi="fa-IR"/>
        </w:rPr>
        <w:t xml:space="preserve"> به خود فشار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تا فرزندان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 و بانشاط و باهوش داشته باشند.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20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820DA5" w:rsidRPr="00820DA5">
        <w:rPr>
          <w:rFonts w:ascii="Traditional Arabic" w:eastAsiaTheme="minorHAnsi" w:hAnsi="Traditional Arabic" w:cs="Traditional Arabic"/>
          <w:rtl/>
        </w:rPr>
        <w:t xml:space="preserve"> </w:t>
      </w:r>
      <w:r w:rsidR="00820DA5" w:rsidRPr="00820DA5">
        <w:rPr>
          <w:rStyle w:val="libAlaemChar"/>
          <w:rFonts w:eastAsiaTheme="minorHAnsi"/>
          <w:rtl/>
        </w:rPr>
        <w:t>عليه‌السلام</w:t>
      </w:r>
    </w:p>
    <w:p w:rsidR="00A40535" w:rsidRDefault="00A40535" w:rsidP="00820DA5">
      <w:pPr>
        <w:pStyle w:val="libNormal"/>
        <w:rPr>
          <w:rtl/>
          <w:lang w:bidi="fa-IR"/>
        </w:rPr>
      </w:pPr>
      <w:r>
        <w:rPr>
          <w:rtl/>
          <w:lang w:bidi="fa-IR"/>
        </w:rPr>
        <w:t>وَلاتُمَلِّکِ المرأَه أَمرَها ما جاوَزَ نَفسَها فَاِنَّ المَرأَه رَ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حانَهٌ</w:t>
      </w:r>
      <w:r>
        <w:rPr>
          <w:rtl/>
          <w:lang w:bidi="fa-IR"/>
        </w:rPr>
        <w:t xml:space="preserve"> وَلَ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سَت</w:t>
      </w:r>
      <w:r>
        <w:rPr>
          <w:rtl/>
          <w:lang w:bidi="fa-IR"/>
        </w:rPr>
        <w:t xml:space="preserve"> بِقَهرَمانَهٍ...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توان زن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او مسپار،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چون گُل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(ظر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 w:rsidR="00820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نه قهرمان و کار فرما.</w:t>
      </w:r>
      <w:r w:rsidRPr="00820DA5">
        <w:rPr>
          <w:rStyle w:val="libFootnotenumChar"/>
          <w:rtl/>
        </w:rPr>
        <w:t>(1)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20DA5">
      <w:pPr>
        <w:pStyle w:val="Heading2"/>
        <w:rPr>
          <w:rtl/>
        </w:rPr>
      </w:pPr>
      <w:bookmarkStart w:id="174" w:name="_Toc1565795"/>
      <w:bookmarkStart w:id="175" w:name="_Toc1565955"/>
      <w:r>
        <w:rPr>
          <w:rFonts w:hint="eastAsia"/>
          <w:rtl/>
        </w:rPr>
        <w:t>ارتباط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مادر با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وابستگ</w:t>
      </w:r>
      <w:r>
        <w:rPr>
          <w:rFonts w:hint="cs"/>
          <w:rtl/>
        </w:rPr>
        <w:t>ی</w:t>
      </w:r>
      <w:r>
        <w:rPr>
          <w:rtl/>
        </w:rPr>
        <w:t xml:space="preserve"> آن به هوش</w:t>
      </w:r>
      <w:bookmarkEnd w:id="174"/>
      <w:bookmarkEnd w:id="17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پاسخ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که مطالعه مادر در دوران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صحبتها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...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منجر به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هوش در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مشاور خانواده معتقد است مسأله هوش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جنبه ژنت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مطالعه قرآن و صحبتها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دادن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و ... به مدت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ناخودآگاه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بسته و بعدها در بزرگسال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فرد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</w:p>
    <w:p w:rsidR="00A40535" w:rsidRDefault="00820DA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820DA5">
      <w:pPr>
        <w:pStyle w:val="Heading2"/>
        <w:rPr>
          <w:rtl/>
        </w:rPr>
      </w:pPr>
      <w:bookmarkStart w:id="176" w:name="_Toc1565796"/>
      <w:bookmarkStart w:id="177" w:name="_Toc1565956"/>
      <w:r>
        <w:rPr>
          <w:rFonts w:hint="eastAsia"/>
          <w:rtl/>
        </w:rPr>
        <w:t>چه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در 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فرزند آموخت؟</w:t>
      </w:r>
      <w:bookmarkEnd w:id="176"/>
      <w:bookmarkEnd w:id="17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لمس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نوازش ،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جنب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برخ</w:t>
      </w:r>
      <w:r w:rsidR="00820DA5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صوت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سروصدا، آواز؛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عملکرد بدن: سرفه، سکسکه؛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A40535" w:rsidRPr="00820DA5" w:rsidRDefault="00820DA5" w:rsidP="00820DA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A40535" w:rsidRDefault="00A40535" w:rsidP="00820DA5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البلاغه/ از نام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31</w:t>
      </w:r>
    </w:p>
    <w:p w:rsidR="00A40535" w:rsidRDefault="00820DA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tl/>
          <w:lang w:bidi="fa-IR"/>
        </w:rPr>
        <w:lastRenderedPageBreak/>
        <w:t>6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- دما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>: سرما، گرما؛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حرکات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لگد زدن.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آموختن</w:t>
      </w:r>
      <w:r>
        <w:rPr>
          <w:rtl/>
          <w:lang w:bidi="fa-IR"/>
        </w:rPr>
        <w:t xml:space="preserve"> هر کدام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زمان و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آموختن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قبل از تولد، درک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 w:rsidR="00820DA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جهان داشته باشد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رحم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وجود دارد را درک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20DA5">
      <w:pPr>
        <w:pStyle w:val="Heading2"/>
        <w:rPr>
          <w:rtl/>
        </w:rPr>
      </w:pPr>
      <w:bookmarkStart w:id="178" w:name="_Toc1565797"/>
      <w:bookmarkStart w:id="179" w:name="_Toc1565957"/>
      <w:r>
        <w:rPr>
          <w:rFonts w:hint="eastAsia"/>
          <w:rtl/>
        </w:rPr>
        <w:t>حس</w:t>
      </w:r>
      <w:r>
        <w:rPr>
          <w:rtl/>
        </w:rPr>
        <w:t xml:space="preserve"> چشا</w:t>
      </w:r>
      <w:r>
        <w:rPr>
          <w:rFonts w:hint="cs"/>
          <w:rtl/>
        </w:rPr>
        <w:t>یی</w:t>
      </w:r>
      <w:r>
        <w:rPr>
          <w:rtl/>
        </w:rPr>
        <w:t xml:space="preserve"> 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78"/>
      <w:bookmarkEnd w:id="179"/>
    </w:p>
    <w:p w:rsidR="00A40535" w:rsidRDefault="00A40535" w:rsidP="00820DA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هفته 12 شروع به بلع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آنها 25 هفته قبل از تولد، ح</w:t>
      </w:r>
      <w:r w:rsidR="00820DA5">
        <w:rPr>
          <w:rFonts w:hint="cs"/>
          <w:rtl/>
          <w:lang w:bidi="fa-IR"/>
        </w:rPr>
        <w:t>س</w:t>
      </w:r>
      <w:r>
        <w:rPr>
          <w:rtl/>
          <w:lang w:bidi="fa-IR"/>
        </w:rPr>
        <w:t xml:space="preserve"> چشا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در خلال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عمدتاً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آمنوت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اطرافشان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چشند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مواد مختلف است که ذائقه کودک را به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وام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>.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سه ماهه سوم هر ساعت 15 تا 40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از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نوشد</w:t>
      </w:r>
      <w:r>
        <w:rPr>
          <w:rtl/>
          <w:lang w:bidi="fa-IR"/>
        </w:rPr>
        <w:t>. اگر بلع به طور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شود،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درشت و اگر کم باشد،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تلخ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 از خوردن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بلع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تا 2 برابر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الکل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بلع را متوقف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820DA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820DA5">
      <w:pPr>
        <w:pStyle w:val="Heading2"/>
        <w:rPr>
          <w:rtl/>
        </w:rPr>
      </w:pPr>
      <w:bookmarkStart w:id="180" w:name="_Toc1565798"/>
      <w:bookmarkStart w:id="181" w:name="_Toc1565958"/>
      <w:r>
        <w:rPr>
          <w:rFonts w:hint="eastAsia"/>
          <w:rtl/>
        </w:rPr>
        <w:t>چند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:</w:t>
      </w:r>
      <w:bookmarkEnd w:id="180"/>
      <w:bookmarkEnd w:id="18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خوردن مزه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در دوران باردار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کودک را با آن مزه ها آشنا کرد و بخش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مغز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کرد.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که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خوردن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مادر به حرکت در آمده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خوردن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از حد مواد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دوران باردار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نوزاد و بعدها فرد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باعث چاق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پس در خوردن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هرازگاه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مزه آن را به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فاصله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غذا تا رفتن آن به خون و بعد به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30-15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است؛ پس فاصله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مزه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ادرار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وجود دارد (اوره و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) پس لطفاً با خوردن آب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شدن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دفع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ادرار و چرخش بهتر مواد در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آمنوت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از هفته 15 انگشت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حس چشا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</w:t>
      </w:r>
      <w:r w:rsidR="00820DA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مزه ها را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شور، تلخ، ترش.اما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تلخ و ترش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820DA5">
      <w:pPr>
        <w:pStyle w:val="Heading2"/>
        <w:rPr>
          <w:rtl/>
        </w:rPr>
      </w:pPr>
      <w:bookmarkStart w:id="182" w:name="_Toc1565799"/>
      <w:bookmarkStart w:id="183" w:name="_Toc1565959"/>
      <w:r>
        <w:rPr>
          <w:rFonts w:hint="eastAsia"/>
          <w:rtl/>
        </w:rPr>
        <w:t>حس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82"/>
      <w:bookmarkEnd w:id="18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صوت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و نوزادتان و پل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ارتباط با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است.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اصوات، به حرف آمدن و تسلط بر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گستردگ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لغات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تولد به منزله خط تلفن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مکالمات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ممکن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هنگام تولد،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کاملتر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سلولها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کاملاً شکل گرفته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18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847E0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در 28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صدا واکنش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عکس العمل عضلان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علائم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پخش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4 تا 5 ماهه در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ماد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لندن به اثبات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بتهوون، برامس، راک تند آنها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موتزارت به آنها آرامش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>.</w:t>
      </w:r>
    </w:p>
    <w:p w:rsidR="00A40535" w:rsidRDefault="00A40535" w:rsidP="00847E0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از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خوششان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 w:rsidR="00847E0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آنکه خواستار سکوت باشند. در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نوزادان دکتر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استکهلم کشف کرد که نوازادان در نوع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لهجه هستند که آن را از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مادر در هنگام حاملگ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حاملگ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مجهزتر است، چون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مادران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است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پدران بم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تر. بخشها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فرکانس بالاتر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تولد، کاملاً رشد کردهاند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 تا قبل از سن بلوغ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دو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رسانا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(صوت از خارج وارد بدن شود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شود)؛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رسانا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(لرزه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صوت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حلق و 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اعضاء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و رحم به اتاقک صدا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رسانا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پس هر چه مادر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 تر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کردن با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دهان را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 مادر قرار دهند و شمرده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صحبت کنند. اگر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اضطراب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آور باشد، ممکن است کودک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از آن بترسد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را تکرار کند.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شما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شما با آرامش خود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دائماً مضطرب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کودک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و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ترشح آدرنال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خون شما دائماً مضطرب است.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خوردن در به هم و ... بهشدت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ترسد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>: از هفته 18 به بعد، با همسرتان دعوا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چون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نشان داده ضربان قلب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هنگام دعوا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و مادر تا 2 برابر شده،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گزارش سقط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از دعوا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هم شده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پروفسور</w:t>
      </w:r>
      <w:r>
        <w:rPr>
          <w:rtl/>
          <w:lang w:bidi="fa-IR"/>
        </w:rPr>
        <w:t xml:space="preserve"> سالک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معروف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پخش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ضربان قلب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مقدار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اضافه وزن کودکان را تحت نظر گرفت.برا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گروه از نوزادان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ضربان قلب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72 ضربه در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پخش م</w:t>
      </w:r>
      <w:r>
        <w:rPr>
          <w:rFonts w:hint="cs"/>
          <w:rtl/>
          <w:lang w:bidi="fa-IR"/>
        </w:rPr>
        <w:t>ی</w:t>
      </w:r>
      <w:r w:rsidR="00847E0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او واکنشها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سمع آنها را با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کروفن</w:t>
      </w:r>
      <w:r>
        <w:rPr>
          <w:rtl/>
          <w:lang w:bidi="fa-IR"/>
        </w:rPr>
        <w:t xml:space="preserve"> ضبط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را با عملکرد گروه مشابه که ضربان قلب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مق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کرد.70 درصد نوزادان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ضربان قلب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بودند، با مصرف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وزن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بودند. آنها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بهتر به خواب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و کمتر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اتفاقات به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آنها در دوران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مادر عادت کرده بودند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در </w:t>
      </w: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آرامش مادر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آرامبخش بود.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سالک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ضربان 128 ضربه در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پخش کرد. نوزادان نتوانستند تحمل کنند. آنها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شدند که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متوقف شد.</w:t>
      </w:r>
    </w:p>
    <w:p w:rsidR="00A40535" w:rsidRDefault="00847E08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847E08">
      <w:pPr>
        <w:pStyle w:val="Heading2"/>
        <w:rPr>
          <w:rtl/>
        </w:rPr>
      </w:pPr>
      <w:bookmarkStart w:id="184" w:name="_Toc1565800"/>
      <w:bookmarkStart w:id="185" w:name="_Toc1565960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84"/>
      <w:bookmarkEnd w:id="18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رابطه با ارتباط مادر با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 w:rsidR="00847E0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مادران باردار، شروع ارتباط نوزادانشان با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تولد آنهاست.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امروزه محقق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چهارماهه نسبت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واکنش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با آن در داخل رحم آرام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</w:t>
      </w:r>
      <w:r>
        <w:rPr>
          <w:rtl/>
          <w:lang w:bidi="fa-IR"/>
        </w:rPr>
        <w:t xml:space="preserve"> اظهارات دکتر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847E0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مطالعه نوزادان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«مرکز مراقبت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نوزادان» نشان داده است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کاهش ضربان قلب،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اشباع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ژن</w:t>
      </w:r>
      <w:r>
        <w:rPr>
          <w:rtl/>
          <w:lang w:bidi="fa-IR"/>
        </w:rPr>
        <w:t xml:space="preserve"> خون و کاهش استرس نوزاد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ترخ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زودتر (بهبود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>) آنها از بخش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847E0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«نوزاد دو</w:t>
      </w:r>
      <w:r w:rsidR="00847E0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ماهه قادر به درک اوج،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محتو</w:t>
      </w:r>
      <w:r>
        <w:rPr>
          <w:rFonts w:hint="cs"/>
          <w:rtl/>
          <w:lang w:bidi="fa-IR"/>
        </w:rPr>
        <w:t>ی</w:t>
      </w:r>
      <w:r w:rsidR="00847E0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ملود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صداها است. نوزاد چهارماهه ساختار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نوزاد ? ماهه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ملود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درک و واکنش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روانپزشک در ادامه افزود: «در حال حاضر، توافق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رشد و تکامل مغز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در رشد و توسعه زبان مؤثر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را تسه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مسائل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اعتمادبه نفس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قرار گرفتن کودکان در معرض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 دوران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بعد از تولد، در دوران رشد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دوران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موجب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کودکان باهوشتر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رکتر</w:t>
      </w:r>
      <w:r>
        <w:rPr>
          <w:rtl/>
          <w:lang w:bidi="fa-IR"/>
        </w:rPr>
        <w:t xml:space="preserve"> باشند. به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حال حاضر، شواهد و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ضمن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قرار گرفتن کودکان در معرض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گفت: «به مادران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دوران باردار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ماه چهارم، به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دهند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انتخاب کنند که موجب آرامش و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آنها 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موجب کاهش استرس مادر و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Heading2"/>
        <w:rPr>
          <w:rtl/>
        </w:rPr>
      </w:pPr>
      <w:bookmarkStart w:id="186" w:name="_Toc1565801"/>
      <w:bookmarkStart w:id="187" w:name="_Toc1565961"/>
      <w:r>
        <w:rPr>
          <w:rFonts w:hint="eastAsia"/>
          <w:rtl/>
        </w:rPr>
        <w:t>حس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نوزاد</w:t>
      </w:r>
      <w:bookmarkEnd w:id="186"/>
      <w:bookmarkEnd w:id="187"/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انسان مانند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نوزادان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که به سرعت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را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اطلاعات مانند حلقه رابط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مادر و کودک عمل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در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تولد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اگر دستمال استفاده شده و استفاده نشده مخصوص پستان مادر را در دو طرف سر نوزاد قرار دهند، نوزاد غالباً به سمت دستمال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شده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چرخد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خود به نوزاد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به سرعت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 شما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tl/>
          <w:lang w:bidi="fa-IR"/>
        </w:rPr>
        <w:t xml:space="preserve"> از نوزادان دو هفته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مادر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و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خشک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نشان داد نوزادان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خشک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توانستند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را تشخ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ص دهند.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تولد نوزاد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عطر و مخصوصاً اسپر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ربغل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کودک شما به </w:t>
      </w:r>
      <w:r>
        <w:rPr>
          <w:rtl/>
          <w:lang w:bidi="fa-IR"/>
        </w:rPr>
        <w:lastRenderedPageBreak/>
        <w:t>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خو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ممکن است تغ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بو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را در کودک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کند که با افراد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دارد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کودک و مادر کمرنگ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Heading2"/>
        <w:rPr>
          <w:rtl/>
        </w:rPr>
      </w:pPr>
      <w:bookmarkStart w:id="188" w:name="_Toc1565802"/>
      <w:bookmarkStart w:id="189" w:name="_Toc1565962"/>
      <w:r>
        <w:rPr>
          <w:rFonts w:hint="eastAsia"/>
          <w:rtl/>
        </w:rPr>
        <w:t>شش</w:t>
      </w:r>
      <w:r>
        <w:rPr>
          <w:rtl/>
        </w:rPr>
        <w:t xml:space="preserve"> ماه نخست زندگ</w:t>
      </w:r>
      <w:r>
        <w:rPr>
          <w:rFonts w:hint="cs"/>
          <w:rtl/>
        </w:rPr>
        <w:t>ی</w:t>
      </w:r>
      <w:bookmarkEnd w:id="188"/>
      <w:bookmarkEnd w:id="18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فرزند خود، لطفاً: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D49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صورت بروز افسردگ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 آن اقدام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D495D">
        <w:rPr>
          <w:rFonts w:hint="cs"/>
          <w:rtl/>
          <w:lang w:bidi="fa-IR"/>
        </w:rPr>
        <w:t xml:space="preserve"> -</w:t>
      </w:r>
      <w:r w:rsidR="007D495D">
        <w:rPr>
          <w:rtl/>
          <w:lang w:bidi="fa-IR"/>
        </w:rPr>
        <w:t xml:space="preserve"> </w:t>
      </w:r>
      <w:r>
        <w:rPr>
          <w:rtl/>
          <w:lang w:bidi="fa-IR"/>
        </w:rPr>
        <w:t>منابع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آهن مانند گوشت، سبز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جات،</w:t>
      </w:r>
      <w:r>
        <w:rPr>
          <w:rtl/>
          <w:lang w:bidi="fa-IR"/>
        </w:rPr>
        <w:t xml:space="preserve"> تخم مرغ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مصرف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D495D">
        <w:rPr>
          <w:rFonts w:hint="cs"/>
          <w:rtl/>
          <w:lang w:bidi="fa-IR"/>
        </w:rPr>
        <w:t xml:space="preserve"> -</w:t>
      </w:r>
      <w:r w:rsidR="007D495D">
        <w:rPr>
          <w:rtl/>
          <w:lang w:bidi="fa-IR"/>
        </w:rPr>
        <w:t xml:space="preserve"> </w:t>
      </w:r>
      <w:r>
        <w:rPr>
          <w:rtl/>
          <w:lang w:bidi="fa-IR"/>
        </w:rPr>
        <w:t>در زمان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خوردن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مانند مخمر، نان،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تخم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مرغ را فراموش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D495D">
        <w:rPr>
          <w:rFonts w:hint="cs"/>
          <w:rtl/>
          <w:lang w:bidi="fa-IR"/>
        </w:rPr>
        <w:t xml:space="preserve"> -</w:t>
      </w:r>
      <w:r w:rsidR="007D495D">
        <w:rPr>
          <w:rtl/>
          <w:lang w:bidi="fa-IR"/>
        </w:rPr>
        <w:t xml:space="preserve"> </w:t>
      </w:r>
      <w:r>
        <w:rPr>
          <w:rtl/>
          <w:lang w:bidi="fa-IR"/>
        </w:rPr>
        <w:t>فرزندتان را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مادر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D495D">
        <w:rPr>
          <w:rFonts w:hint="cs"/>
          <w:rtl/>
          <w:lang w:bidi="fa-IR"/>
        </w:rPr>
        <w:t xml:space="preserve"> -</w:t>
      </w:r>
      <w:r w:rsidR="007D495D">
        <w:rPr>
          <w:rtl/>
          <w:lang w:bidi="fa-IR"/>
        </w:rPr>
        <w:t xml:space="preserve"> </w:t>
      </w:r>
      <w:r>
        <w:rPr>
          <w:rtl/>
          <w:lang w:bidi="fa-IR"/>
        </w:rPr>
        <w:t>کودک را ماساژ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مطالعات نشان داده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 که ماساژ روزانه کودکان رشد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قابل </w:t>
      </w:r>
      <w:r w:rsidR="007D495D">
        <w:rPr>
          <w:rFonts w:hint="cs"/>
          <w:rtl/>
          <w:lang w:bidi="fa-IR"/>
        </w:rPr>
        <w:t>ت</w:t>
      </w:r>
      <w:r>
        <w:rPr>
          <w:rtl/>
          <w:lang w:bidi="fa-IR"/>
        </w:rPr>
        <w:t>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D495D">
        <w:rPr>
          <w:rFonts w:hint="cs"/>
          <w:rtl/>
          <w:lang w:bidi="fa-IR"/>
        </w:rPr>
        <w:t xml:space="preserve"> -</w:t>
      </w:r>
      <w:r w:rsidR="007D495D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کودکتان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پخش</w:t>
      </w:r>
    </w:p>
    <w:p w:rsidR="007D495D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7D495D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D495D">
      <w:pPr>
        <w:pStyle w:val="Heading2"/>
        <w:rPr>
          <w:rtl/>
        </w:rPr>
      </w:pPr>
      <w:bookmarkStart w:id="190" w:name="_Toc1565803"/>
      <w:bookmarkStart w:id="191" w:name="_Toc1565963"/>
      <w:r>
        <w:rPr>
          <w:rFonts w:hint="eastAsia"/>
          <w:rtl/>
        </w:rPr>
        <w:t>شش</w:t>
      </w:r>
      <w:r>
        <w:rPr>
          <w:rtl/>
        </w:rPr>
        <w:t xml:space="preserve"> ماهگ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bookmarkEnd w:id="190"/>
      <w:bookmarkEnd w:id="19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نوپا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فرزند خود، حتماً:</w:t>
      </w: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با کودکتان به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چشم در چشم صحبت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مقابل صداها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عکس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العمل همراه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خنده از خود نشان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لغات را با اشاره ارتباط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به طور مثال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آن اشاره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کودک را در مقابل آن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کودکان، او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اجازه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به کودکان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آنها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همواره به کار برند.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خردسال هستند،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فرزند خود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فرزندان از آموزش اجبار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خوششان نم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لذا از آن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فرزندتان احساس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آموزش را قطع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و فرق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را به کودکتان با پرسش و گفتن جواب درست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7D495D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D495D">
      <w:pPr>
        <w:pStyle w:val="Heading2"/>
        <w:rPr>
          <w:rtl/>
        </w:rPr>
      </w:pPr>
      <w:bookmarkStart w:id="192" w:name="_Toc1565804"/>
      <w:bookmarkStart w:id="193" w:name="_Toc1565964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دو سالگ</w:t>
      </w:r>
      <w:r>
        <w:rPr>
          <w:rFonts w:hint="cs"/>
          <w:rtl/>
        </w:rPr>
        <w:t>ی</w:t>
      </w:r>
      <w:bookmarkEnd w:id="192"/>
      <w:bookmarkEnd w:id="19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خردسال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هوش فرزند خود، لطفا: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او را با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سرشار از آهن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به کودکان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وعده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 و مغذ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دادن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وعده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مانند پفک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به کودک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کتاب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نوپا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نامش را م</w:t>
      </w:r>
      <w:r>
        <w:rPr>
          <w:rFonts w:hint="cs"/>
          <w:rtl/>
          <w:lang w:bidi="fa-IR"/>
        </w:rPr>
        <w:t>ی</w:t>
      </w:r>
      <w:r w:rsidR="007D495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پرسد،</w:t>
      </w:r>
      <w:r>
        <w:rPr>
          <w:rtl/>
          <w:lang w:bidi="fa-IR"/>
        </w:rPr>
        <w:t xml:space="preserve"> در جوابش به او اطلاعات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به طور مثال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توپ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توپ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قرمز.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اسباب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با کودک خود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شرکت در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در حضور او مطالعه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درخواستها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را اجابت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تکرار، ارتباط نورونها را در مغز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کند؛</w:t>
      </w:r>
      <w:r>
        <w:rPr>
          <w:rtl/>
          <w:lang w:bidi="fa-IR"/>
        </w:rPr>
        <w:t xml:space="preserve">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از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بدون اصرار و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داستان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در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 انضباط همراه با محبت فراوان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کودکتان صحبت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صداها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اضاف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را خاموش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نور را در حد متوسط نگاه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هرگز به کودکتان نگو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کودک آن را باور کند، حرف شما تحقق خواهد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D495D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7D495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مطمئن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کودکتان خوب استراحت کرده است،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دست کم ده ساعت در شبانه</w:t>
      </w:r>
      <w:r w:rsidR="007D49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روز،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لازم است.</w:t>
      </w:r>
    </w:p>
    <w:p w:rsidR="00A40535" w:rsidRDefault="007D495D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D495D">
      <w:pPr>
        <w:pStyle w:val="Heading2"/>
        <w:rPr>
          <w:rtl/>
        </w:rPr>
      </w:pPr>
      <w:bookmarkStart w:id="194" w:name="_Toc1565805"/>
      <w:bookmarkStart w:id="195" w:name="_Toc1565965"/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هوش نوزادان و کودکان</w:t>
      </w:r>
      <w:bookmarkEnd w:id="194"/>
      <w:bookmarkEnd w:id="195"/>
    </w:p>
    <w:p w:rsidR="00A40535" w:rsidRDefault="00A40535" w:rsidP="007D495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4C02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نوزاد را از همان مراحل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رشد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کرد، پس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بروز دهد.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نسل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نوزادان فکر نم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درباره واکنشها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واکنش گونه که باعث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نوزاد هنگام نوازش کردن گونه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اش سر خود را برگرداند،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پزشکان و محققان، مغز نوزاد را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لوح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دانستند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آماده نگاشته شدن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نوزادان را مورد مطالعه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متوجه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مغز و حواسشان در سن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م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مراحل آخر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(از مادر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نوزاد در شکمش فوتبال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حرکات آکر</w:t>
      </w:r>
      <w:r>
        <w:rPr>
          <w:rFonts w:hint="eastAsia"/>
          <w:rtl/>
          <w:lang w:bidi="fa-IR"/>
        </w:rPr>
        <w:t>وبات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!)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سرنخها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مغز نوزاد آشکار هستند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پنهان.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روانشناسان و پزشکان محقق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 مغز نوزاد از انواع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الکترون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رژلب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و حوصله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همان اطلاعات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ارائه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انجام آنها،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شگفت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نوزادتان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از مغزش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چالشها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کند.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را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شما دو نفر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ساده هستند، اما اگر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دنبال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اطلاعات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ارتان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4C0285">
      <w:pPr>
        <w:pStyle w:val="Heading2"/>
        <w:rPr>
          <w:rtl/>
        </w:rPr>
      </w:pPr>
      <w:bookmarkStart w:id="196" w:name="_Toc1565806"/>
      <w:bookmarkStart w:id="197" w:name="_Toc1565966"/>
      <w:r>
        <w:rPr>
          <w:rFonts w:hint="eastAsia"/>
          <w:rtl/>
        </w:rPr>
        <w:t>نوزاد</w:t>
      </w:r>
      <w:bookmarkEnd w:id="196"/>
      <w:bookmarkEnd w:id="197"/>
    </w:p>
    <w:p w:rsidR="00A40535" w:rsidRDefault="00A40535" w:rsidP="004C02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آنکه نوزاد شما قادر به صحبت کردن باشد، حالتها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چهره</w:t>
      </w:r>
      <w:r>
        <w:rPr>
          <w:rtl/>
          <w:lang w:bidi="fa-IR"/>
        </w:rPr>
        <w:t xml:space="preserve"> و واکنشها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رشد حس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او به شما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زبان تن منتقل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سرشت نوزاد است که بازتاب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همه نوزادان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نوزادان ساکت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درک خلق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کار مراقبت از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ساده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مثلاً اگر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کودک شما فرد 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مانع از قرار گرفتن او در برابر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</w:t>
      </w:r>
      <w:r>
        <w:rPr>
          <w:rtl/>
          <w:lang w:bidi="fa-IR"/>
        </w:rPr>
        <w:t xml:space="preserve"> را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دست چپ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قرار داده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دست راستتان سر او را نگه داشته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آغوش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آرام نام او را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ها و ظاهر او دقت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اگر منقبض شد، پشت خود را به عقب خم کرد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آب دهان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داد،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احساس نارا</w:t>
      </w: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او را کاهش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نور را کم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 خاموش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حد نجوا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آورده و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نام او را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سرش را به سمت شما خواهد چرخاند.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واکنش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و به شما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چرخش سر او تنها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منبع صدا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چشمان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اگر دقت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حرکت نوزاد شما با کودکان بزرگتر متفاوت ا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او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واکنش نشان دهد، چند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بعد آرام سر خود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چرخاند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کودک شما راحت است، به صحبت کردن با او ادامه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چقدر باهوش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است.</w:t>
      </w:r>
    </w:p>
    <w:p w:rsidR="00A40535" w:rsidRDefault="00A40535" w:rsidP="004C02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گفتن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مغز او تا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 برابر شده و تا شش سال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دوباره دو برابر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او را خوشحال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حال صحبت کردن به چشمان او دقت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چشم از اطراف برداشته و به چهره شما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شود؟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نصورت</w:t>
      </w:r>
      <w:r>
        <w:rPr>
          <w:rtl/>
          <w:lang w:bidi="fa-IR"/>
        </w:rPr>
        <w:t xml:space="preserve"> نگران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خسته باشد. در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امتحان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با او صحبت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صورت خو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سمت چپ او حرکت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 چشمانش شما را دنبال خواهد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دستاورد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محققان نشان داده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اند که نگاه نوزادان 2 روزه به مادرشان </w:t>
      </w:r>
      <w:r>
        <w:rPr>
          <w:rtl/>
          <w:lang w:bidi="fa-IR"/>
        </w:rPr>
        <w:lastRenderedPageBreak/>
        <w:t>با نگاه کردن آنها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خانمها متفاوت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کوتاه، نوزاد شما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است که شما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 هفته؛ نوزاد م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انجام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طول چند هفته اول،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متوجه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کودک شما به اراده خود به چهره شما نگاه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در صورت مشاهده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امتحان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زبان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نوزاد شما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خواهد داد. سپس ابروها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چروک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حدود 50 درصد نوزادان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از شما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خواهند کرد.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چهره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امتحان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لب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جلو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چشم و دهانتان را کاملاً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هر حالت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حالت چهره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اش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 و از حالت شما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خواهد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صورت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مشاهده شواهد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دقت نگاه کودکتان به شما، عنصر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کودک شما هوش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شود.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حرف زدن با او و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تماشا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شما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است. سپس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 حرفها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قطع 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صورتتان را ب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حرکت</w:t>
      </w:r>
      <w:r>
        <w:rPr>
          <w:rtl/>
          <w:lang w:bidi="fa-IR"/>
        </w:rPr>
        <w:t xml:space="preserve"> نگاه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عکس</w:t>
      </w:r>
      <w:r>
        <w:rPr>
          <w:rtl/>
          <w:lang w:bidi="fa-IR"/>
        </w:rPr>
        <w:t xml:space="preserve"> العمل او را تماشا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صورت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را برانداز خواهد کرد، نگاهش را از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 سمت دهانتان خواهد برد و دوباره آنها را برانداز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سپس اخم کرده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لب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را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بدهد. پس از آن دستش را تکان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امتحان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فهمد،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مکالمه شما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شما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چقدر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مهم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چقدر با اعمال و حالتها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چهره شما موافق است. واکنش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او به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کاوشگر فعال،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او فقط نظاره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گر تعاملات اطرافش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4C0285">
      <w:pPr>
        <w:pStyle w:val="libBold1"/>
        <w:rPr>
          <w:rtl/>
          <w:lang w:bidi="fa-IR"/>
        </w:rPr>
      </w:pPr>
      <w:r>
        <w:rPr>
          <w:rtl/>
          <w:lang w:bidi="fa-IR"/>
        </w:rPr>
        <w:t>4ماهه؛ قانون بقاء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کودکتان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دست زدن به آن را داشته باشد،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(من معمولاً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).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براق را به او نشان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دستش را به سمت آن دراز کرده و تلا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آن را بردارد. اما اگر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را به او نشان داده و سپس آنها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پتو پنهان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دست از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>. ظاهراً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ناگهان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خارج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هستند، هنوز وجود دارند (چ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روانشناسان آن را «بقاء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نامند</w:t>
      </w:r>
      <w:r>
        <w:rPr>
          <w:rtl/>
          <w:lang w:bidi="fa-IR"/>
        </w:rPr>
        <w:t>) در حال حاضر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او در ده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اگر شئ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پتو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آن مانع را کنار خواهد زد و آن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خواهد کرد و در م</w:t>
      </w:r>
      <w:r>
        <w:rPr>
          <w:rFonts w:hint="cs"/>
          <w:rtl/>
          <w:lang w:bidi="fa-IR"/>
        </w:rPr>
        <w:t>ی</w:t>
      </w:r>
      <w:r w:rsidR="004C028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که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افراد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پنهان بوده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وجود داشته باشند!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4C0285">
      <w:pPr>
        <w:pStyle w:val="libBold1"/>
        <w:rPr>
          <w:rtl/>
          <w:lang w:bidi="fa-IR"/>
        </w:rPr>
      </w:pPr>
      <w:r>
        <w:rPr>
          <w:rtl/>
          <w:lang w:bidi="fa-IR"/>
        </w:rPr>
        <w:t>10 ماهه؛ کودک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بچه</w:t>
      </w:r>
      <w:r w:rsidR="004C02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دوست دارند که به خودشان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نگاه کنند. اما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نند؟</w:t>
      </w:r>
      <w:r>
        <w:rPr>
          <w:rtl/>
          <w:lang w:bidi="fa-IR"/>
        </w:rPr>
        <w:t>! چند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دکتر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بروکزگان</w:t>
      </w:r>
      <w:r w:rsidRPr="004C0285">
        <w:rPr>
          <w:rStyle w:val="libFootnotenumChar"/>
          <w:rtl/>
        </w:rPr>
        <w:t>(1)</w:t>
      </w:r>
      <w:r>
        <w:rPr>
          <w:rtl/>
          <w:lang w:bidi="fa-IR"/>
        </w:rPr>
        <w:t xml:space="preserve"> و دکتر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لوئ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 w:rsidRPr="004C0285">
        <w:rPr>
          <w:rStyle w:val="libFootnotenumChar"/>
          <w:rtl/>
        </w:rPr>
        <w:t>(2)</w:t>
      </w:r>
      <w:r>
        <w:rPr>
          <w:rtl/>
          <w:lang w:bidi="fa-IR"/>
        </w:rPr>
        <w:t xml:space="preserve"> راه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 به حداقل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نوزاد شما 10 ماهه است امتحان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هر چند ماه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آن را تکرار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رژلب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کودک خود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خودش نگاه کند. سپس او را از مقابل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رژلب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گونه او بمال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دوباره او را در مقابل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اکثر نوزادان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12 ماهه،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لک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صورتشان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تعداد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لبخند زده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اخم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متوجه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صورتشان شده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نوزادان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بزرگتر، اغلب توجه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ممکن است دستشان را به سمت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ببرند.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هنوز نم</w:t>
      </w:r>
      <w:r>
        <w:rPr>
          <w:rFonts w:hint="cs"/>
          <w:rtl/>
          <w:lang w:bidi="fa-IR"/>
        </w:rPr>
        <w:t>ی</w:t>
      </w:r>
      <w:r w:rsidR="004A29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دادند</w:t>
      </w:r>
      <w:r>
        <w:rPr>
          <w:rtl/>
          <w:lang w:bidi="fa-IR"/>
        </w:rPr>
        <w:t xml:space="preserve"> که دارند به بازتاب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خودشان در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نگرند</w:t>
      </w:r>
      <w:r>
        <w:rPr>
          <w:rtl/>
          <w:lang w:bidi="fa-IR"/>
        </w:rPr>
        <w:t>. تا سن 18 ماهگ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نوزادان به بازتاب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خودشان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دهد که آنها نه تنها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لک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صورتشان باشد، بلکه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خودشان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مهم است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تفاوت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دارند.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نوزاد حساس،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«بهتر»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«بدتر»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زود جوش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نحو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چند</w:t>
      </w:r>
    </w:p>
    <w:p w:rsidR="00A40535" w:rsidRPr="004A29DD" w:rsidRDefault="004A29DD" w:rsidP="004A29D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0535" w:rsidRDefault="00A40535" w:rsidP="004A29DD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Jeanne Brooks-Gunn</w:t>
      </w:r>
    </w:p>
    <w:p w:rsidR="00A40535" w:rsidRDefault="00A40535" w:rsidP="004A29DD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Michael Lewis</w:t>
      </w:r>
    </w:p>
    <w:p w:rsidR="00A40535" w:rsidRDefault="004A29DD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هفته</w:t>
      </w:r>
      <w:r w:rsidR="00A40535">
        <w:rPr>
          <w:rtl/>
          <w:lang w:bidi="fa-IR"/>
        </w:rPr>
        <w:t xml:space="preserve"> زودتر از کودک 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گر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به لک رو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صورتش دست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زند،</w:t>
      </w:r>
      <w:r w:rsidR="00A40535">
        <w:rPr>
          <w:rtl/>
          <w:lang w:bidi="fa-IR"/>
        </w:rPr>
        <w:t xml:space="preserve"> لزوماً باهوش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 xml:space="preserve">تر از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ک</w:t>
      </w:r>
      <w:r w:rsidR="00A40535">
        <w:rPr>
          <w:rtl/>
          <w:lang w:bidi="fa-IR"/>
        </w:rPr>
        <w:t xml:space="preserve"> کودک 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گر</w:t>
      </w:r>
      <w:r w:rsidR="00A40535">
        <w:rPr>
          <w:rtl/>
          <w:lang w:bidi="fa-IR"/>
        </w:rPr>
        <w:t xml:space="preserve">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</w:t>
      </w:r>
      <w:r w:rsidR="00A40535"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نوزادان</w:t>
      </w:r>
      <w:r>
        <w:rPr>
          <w:rtl/>
          <w:lang w:bidi="fa-IR"/>
        </w:rPr>
        <w:t xml:space="preserve"> آنقدر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با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روزانه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شان شما را شگفت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از آنجا که شما کارشناس کودک خود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عنوان نقطه شروع طرح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خودتان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ماجراجو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 w:rsidR="004A29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تماش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مغز او لذت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4A29DD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4A29DD">
      <w:pPr>
        <w:pStyle w:val="Heading2"/>
        <w:rPr>
          <w:rtl/>
        </w:rPr>
      </w:pPr>
      <w:bookmarkStart w:id="198" w:name="_Toc1565807"/>
      <w:bookmarkStart w:id="199" w:name="_Toc1565967"/>
      <w:r>
        <w:rPr>
          <w:rFonts w:hint="eastAsia"/>
          <w:rtl/>
        </w:rPr>
        <w:t>ورزشها</w:t>
      </w:r>
      <w:r>
        <w:rPr>
          <w:rtl/>
        </w:rPr>
        <w:t xml:space="preserve"> و تمر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هوش نوزادان و کودکان</w:t>
      </w:r>
      <w:bookmarkEnd w:id="198"/>
      <w:bookmarkEnd w:id="199"/>
    </w:p>
    <w:p w:rsidR="00A40535" w:rsidRDefault="00A40535" w:rsidP="004A29D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ورزش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گونه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به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چگونه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از حواس پنجگانه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اطرافشان استفاده کنند.طب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 نوزاد به سمت رنگها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 و براق جذب شود.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گونه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نوزاد هر چه بهتر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خود را بشناسد و سپس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موفق به کشف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دورتر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مادام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انجام هر نوع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کنار او باشند،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او نخواهد بود.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در کنار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جلسه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محسوب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ما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را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4A29DD">
      <w:pPr>
        <w:pStyle w:val="libBold1"/>
        <w:rPr>
          <w:rtl/>
          <w:lang w:bidi="fa-IR"/>
        </w:rPr>
      </w:pPr>
      <w:r>
        <w:rPr>
          <w:rtl/>
          <w:lang w:bidi="fa-IR"/>
        </w:rPr>
        <w:t>1</w:t>
      </w:r>
      <w:r w:rsidR="004A2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ورزش صدا</w:t>
      </w:r>
    </w:p>
    <w:p w:rsidR="00A40535" w:rsidRDefault="00A40535" w:rsidP="004A29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انجام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بدون آن که بدانند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چقدر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عوض کردن پوشک، حمام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کودک خود حرف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کودک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بفهمد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از دهان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 پدر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مادرخار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اسم او را صدا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ابتدا او به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پاسخ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اما رفته رفته هر گاه او را صدا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عکس العمل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 نوزاد شما را صدا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او را به سمت صدا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باعث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پرورش حس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9D4011">
      <w:pPr>
        <w:pStyle w:val="libBold1"/>
        <w:rPr>
          <w:rtl/>
          <w:lang w:bidi="fa-IR"/>
        </w:rPr>
      </w:pPr>
      <w:r>
        <w:rPr>
          <w:rtl/>
          <w:lang w:bidi="fa-IR"/>
        </w:rPr>
        <w:t>2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ورزش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اسباب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رنگها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جذاب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متوجه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شد، هرگاه کودک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اسباب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رنگارنگ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لبخند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نشان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نوزادان با رنگها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 بخر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هنگام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چند دست لباس در رنگها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خودش رنگ دلخواهش را انتخاب کند و حتماً همان لباس را بپوشد.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کودک به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آن، رنگها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شناسد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9D4011">
      <w:pPr>
        <w:pStyle w:val="libBold1"/>
        <w:rPr>
          <w:rtl/>
        </w:rPr>
      </w:pPr>
      <w:r>
        <w:rPr>
          <w:rtl/>
        </w:rPr>
        <w:t>3</w:t>
      </w:r>
      <w:r w:rsidR="009D4011">
        <w:rPr>
          <w:rFonts w:hint="cs"/>
          <w:rtl/>
        </w:rPr>
        <w:t xml:space="preserve"> </w:t>
      </w:r>
      <w:r>
        <w:rPr>
          <w:rtl/>
        </w:rPr>
        <w:t>- ورزش دهان</w:t>
      </w:r>
      <w:r>
        <w:rPr>
          <w:rFonts w:hint="cs"/>
          <w:rtl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امروزه</w:t>
      </w:r>
      <w:r>
        <w:rPr>
          <w:rtl/>
          <w:lang w:bidi="fa-IR"/>
        </w:rPr>
        <w:t xml:space="preserve">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کودکان، رشد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از گذشته است و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تولد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2 دندان در دهان کودک مشاهده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مرحله رشد دندان و جوانه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زدن آن در لثه، لثه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خارش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A40535" w:rsidRDefault="00A40535" w:rsidP="009D401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کودک هر آنچه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خود م</w:t>
      </w:r>
      <w:r>
        <w:rPr>
          <w:rFonts w:hint="cs"/>
          <w:rtl/>
          <w:lang w:bidi="fa-IR"/>
        </w:rPr>
        <w:t>ی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فوراً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لثه و رفع خارش به دهان م</w:t>
      </w:r>
      <w:r>
        <w:rPr>
          <w:rFonts w:hint="cs"/>
          <w:rtl/>
          <w:lang w:bidi="fa-IR"/>
        </w:rPr>
        <w:t>ی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اسباب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در بازار وجود دارد،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چون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باعث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آرواره و لثه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علاو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کودک با مزه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به کودک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او طعم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امتحان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9D4011">
      <w:pPr>
        <w:pStyle w:val="libBold1"/>
        <w:rPr>
          <w:rtl/>
          <w:lang w:bidi="fa-IR"/>
        </w:rPr>
      </w:pPr>
      <w:r>
        <w:rPr>
          <w:rtl/>
          <w:lang w:bidi="fa-IR"/>
        </w:rPr>
        <w:t>4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ورزش لمس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شامل لمس انواع مختلف اسباب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توسط کودک است.کودک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تفاوت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سطوح سخت، نرم و پنبه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عضلات پا و گردن نوزاد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را خم و راست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اسباب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محبوبش را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چشمانش تکان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گردنش را به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تکان دست شما حرکت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9D4011">
      <w:pPr>
        <w:pStyle w:val="libBold1"/>
        <w:rPr>
          <w:rtl/>
          <w:lang w:bidi="fa-IR"/>
        </w:rPr>
      </w:pPr>
      <w:r>
        <w:rPr>
          <w:rtl/>
          <w:lang w:bidi="fa-IR"/>
        </w:rPr>
        <w:t>5</w:t>
      </w:r>
      <w:r w:rsidR="009D40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ورزش 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تفاوت بوها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توسط نوزاد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است، اما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نحال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در نوزاد، از پوست پرتقال و 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غذا و سوپ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لذتبخش و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به محض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کودک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ندارد،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متوقف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9D4011" w:rsidRDefault="009D4011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9D4011">
      <w:pPr>
        <w:pStyle w:val="Heading1"/>
        <w:rPr>
          <w:rtl/>
          <w:lang w:bidi="fa-IR"/>
        </w:rPr>
      </w:pPr>
      <w:bookmarkStart w:id="200" w:name="_Toc1565808"/>
      <w:bookmarkStart w:id="201" w:name="_Toc1565968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پنجم: هوش ورابطه آن باپ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bookmarkEnd w:id="200"/>
      <w:bookmarkEnd w:id="201"/>
    </w:p>
    <w:p w:rsidR="00A40535" w:rsidRDefault="00A40535" w:rsidP="009D4011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بر اساس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مدتها به عنوان اصل</w:t>
      </w:r>
      <w:r>
        <w:rPr>
          <w:rFonts w:hint="cs"/>
          <w:rtl/>
          <w:lang w:bidi="fa-IR"/>
        </w:rPr>
        <w:t>ی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گرفته م</w:t>
      </w:r>
      <w:r>
        <w:rPr>
          <w:rFonts w:hint="cs"/>
          <w:rtl/>
          <w:lang w:bidi="fa-IR"/>
        </w:rPr>
        <w:t>ی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امروزه با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خصوص عوامل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دهنده</w:t>
      </w:r>
      <w:r>
        <w:rPr>
          <w:rtl/>
          <w:lang w:bidi="fa-IR"/>
        </w:rPr>
        <w:t xml:space="preserve"> هوش،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آن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9D40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 موفق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محسوب نمود.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طبق نظر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پژوهشگران، عوامل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عبارتند از: هوش،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خانواده، سطح سواد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ارتباط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الگوها،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و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درون گرا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برون گرا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مفهوم خود و سازش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پژوهشگر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حوزه 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علاوه بر هوش، رفتار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خودپنداشت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راهبردها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زش،</w:t>
      </w:r>
      <w:r>
        <w:rPr>
          <w:rtl/>
          <w:lang w:bidi="fa-IR"/>
        </w:rPr>
        <w:t xml:space="preserve"> سبکها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عنوان عوامل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tl/>
          <w:lang w:bidi="fa-IR"/>
        </w:rPr>
        <w:t xml:space="preserve"> در عملکرد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بر اساس مرور پژوهش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داده</w:t>
      </w:r>
      <w:r w:rsidR="001C41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اند، هوش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را به عنوان اصل</w:t>
      </w:r>
      <w:r>
        <w:rPr>
          <w:rFonts w:hint="cs"/>
          <w:rtl/>
          <w:lang w:bidi="fa-IR"/>
        </w:rPr>
        <w:t>ی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بوساتو و همکاران،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مشابه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 xml:space="preserve"> و پژوهشگران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و همکاران، نشان داده</w:t>
      </w:r>
      <w:r w:rsidR="001C41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 که نمرات افراد در تستها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سو در مورد راب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نسب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C4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پانونن</w:t>
      </w:r>
      <w:r>
        <w:rPr>
          <w:rtl/>
          <w:lang w:bidi="fa-IR"/>
        </w:rPr>
        <w:t xml:space="preserve"> و اشتون معتقدند آنچه در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مورد توجه قرار دارد،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هوش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تفاوتها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باز بودن نسبت به تجارب، درونگرا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برونگرا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وجدان، توافق،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ارتباط </w:t>
      </w:r>
      <w:r>
        <w:rPr>
          <w:rFonts w:hint="eastAsia"/>
          <w:rtl/>
          <w:lang w:bidi="fa-IR"/>
        </w:rPr>
        <w:t>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1C41ED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پلم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استمرار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کننده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ژنت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است که خود را در قالب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 xml:space="preserve"> و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کننده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سهم کمتر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بر اساس پژوهش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لحاظ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سن، بهره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 7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1C41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کننده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اما بعد از 7 سالگ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ارتباط شده و سهم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1C41ED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C41ED">
      <w:pPr>
        <w:pStyle w:val="Heading2"/>
        <w:rPr>
          <w:rtl/>
        </w:rPr>
      </w:pPr>
      <w:bookmarkStart w:id="202" w:name="_Toc1565809"/>
      <w:bookmarkStart w:id="203" w:name="_Toc1565969"/>
      <w:r>
        <w:rPr>
          <w:rFonts w:hint="eastAsia"/>
          <w:rtl/>
        </w:rPr>
        <w:t>رابطه</w:t>
      </w:r>
      <w:r>
        <w:rPr>
          <w:rtl/>
        </w:rPr>
        <w:t xml:space="preserve"> هوشها</w:t>
      </w:r>
      <w:r>
        <w:rPr>
          <w:rFonts w:hint="cs"/>
          <w:rtl/>
        </w:rPr>
        <w:t>ی</w:t>
      </w:r>
      <w:r>
        <w:rPr>
          <w:rtl/>
        </w:rPr>
        <w:t xml:space="preserve"> چندگانه با انتخاب رشته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شغل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bookmarkEnd w:id="202"/>
      <w:bookmarkEnd w:id="20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1C41E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نقش مولفه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را در آن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انتخاب رشته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از آنجا که انتخاب رشته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مهم در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پرورش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شئونات مختلف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tl/>
          <w:lang w:bidi="fa-IR"/>
        </w:rPr>
        <w:t xml:space="preserve"> است و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متخصص و ماهر جامعه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لازم است تا با دقت و معقولان 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وجه صورت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مبان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مداخله گر در انتخاب رشته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کودکان و دانش آموزان،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</w:t>
      </w:r>
    </w:p>
    <w:p w:rsidR="00A40535" w:rsidRDefault="00E841AC" w:rsidP="00E841A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در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مقوله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نظران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گاردنر باشد.</w:t>
      </w:r>
    </w:p>
    <w:p w:rsidR="00A40535" w:rsidRDefault="00E841AC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841AC">
      <w:pPr>
        <w:pStyle w:val="Heading2"/>
        <w:rPr>
          <w:rtl/>
        </w:rPr>
      </w:pPr>
      <w:bookmarkStart w:id="204" w:name="_Toc1565810"/>
      <w:bookmarkStart w:id="205" w:name="_Toc1565970"/>
      <w:r>
        <w:rPr>
          <w:rFonts w:hint="eastAsia"/>
          <w:rtl/>
        </w:rPr>
        <w:t>هوش،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دانش</w:t>
      </w:r>
      <w:r w:rsidR="00E841AC">
        <w:rPr>
          <w:rFonts w:hint="cs"/>
          <w:rtl/>
        </w:rPr>
        <w:t xml:space="preserve"> </w:t>
      </w:r>
      <w:r>
        <w:rPr>
          <w:rtl/>
        </w:rPr>
        <w:t>آموزان</w:t>
      </w:r>
      <w:bookmarkEnd w:id="204"/>
      <w:bookmarkEnd w:id="20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حالات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است که موجب تداوم رفتارش تا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هدف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ارتباط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مثبت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علت، علاوه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آنکه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گرفته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به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هدف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نام برده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آنجا که هوش و استعداد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دو عامل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کمتر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است که با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دانش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حداکثر بهره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صورت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حالت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و استعداد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افراد، مشاهده شده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با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چشمگ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بوده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وجود آنکه معلمان در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هوش و استعداد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چندان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در بالا بردن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دانش آموزان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 شوند.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به دو نوع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است. از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چون پول،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محبت، احترام، نمره؛ و از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کننده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خاطر و احساس خوب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کرد.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موجب رفتار خودجوش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هدف عمده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دانش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 به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از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سمت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شود.</w:t>
      </w:r>
    </w:p>
    <w:p w:rsidR="00A40535" w:rsidRDefault="00A40535" w:rsidP="00E841A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تفاوت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افراد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افراد با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احساس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دارند و کمتر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اجازه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که محرک رفتارشان شوند.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از دانش آموزان، خود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رفتارها هستند و به خاطر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خود احساس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باور دارند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با رفتارشان بر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خود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بگذارند. آنها با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درونگرا، تصورشان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عدم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به خاطر نحوه رفتار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غلط خودشان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برخلاف آنها، دانش آموزان باانگ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برون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گرا، احساس ب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و همواره تصور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عوامل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معلم و سؤالات سخت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از دانش آموزان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درس بخوانند، باز هم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نخواهند داشت. چرا که اندک تلاش آنها به خاطر همان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همچون فرار از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کسب خواست معلم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در صورت کسب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اندک هم آن را به شانس و تصادف نسبت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نه به تلاش و استعداد خود.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 آموزان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باشند، آنقدر آن را صعب الوصول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دست به عمل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زنند،</w:t>
      </w:r>
      <w:r>
        <w:rPr>
          <w:rtl/>
          <w:lang w:bidi="fa-IR"/>
        </w:rPr>
        <w:t xml:space="preserve">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هرگز طعم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نخواهند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گام اول در برخورد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افراد، چشاندن طعم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آنها و درهم شکستن تصور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در مورد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است که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انسان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تا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تصوراتش را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دهد،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درس منجر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دروس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در مورد دروس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رشته مهمتر است.</w:t>
      </w:r>
    </w:p>
    <w:p w:rsidR="00A40535" w:rsidRDefault="00A40535" w:rsidP="00E841A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واقع، ضعف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دروس منجر به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البته عکس آن هم صادق است.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به معلمان دروس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رشته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امتحان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مطلوب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ارزش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 را لذتبخش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منظور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دانش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و سوق دادن آنها به سمت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 w:rsidR="00E841A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راهکارها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تجربهها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دانشآموزان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جالب باشد. احساس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اعتمادبه نفس آنها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در مسابقات ورزش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مشهود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دانش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آموزان، پاداش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منتظر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اُفت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افتد و سپس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 احترام گذاشتن به تفاوتها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آموزان، هرگز آنها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841A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E841AC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دانش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در کلاس کمتر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مسائل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نسبت به حساس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آشنا و در کاهش آن کوشا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سختگ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 انضباط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قضاوتها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از جمله عوامل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موجب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کاهش علاقه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بلافاصله پس از آزمون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پرسش کلاس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</w:t>
      </w:r>
      <w:r w:rsidR="00E841A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از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کار آگاه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 بداند در طول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 دنبال آموختن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اهداف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انتظار از او را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فراموش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نحوه انجام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 مشخص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منظور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حس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آموز، از او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مطالب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گرفته شده را به دوستان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کلاس آموزش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مورد مشکلات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با او تبادل نظر و گفتگو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کلاس، به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انفراد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حائز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مطالب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ساده به دشوار مطرح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بروز رقابت ناسالم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 آموزان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آموزش، متکلم وحده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رندگان</w:t>
      </w:r>
      <w:r>
        <w:rPr>
          <w:rtl/>
          <w:lang w:bidi="fa-IR"/>
        </w:rPr>
        <w:t xml:space="preserve">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مشارکت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علاقه به دانش آموزان و تعلق خاطر و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دادن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آنها، سطح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آموزش را با «تهد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با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خوراک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 محول کردن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دانش آموزان کم توجه، آنان را به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علل کم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آنها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از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 و با استفاده از تکنولوژ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حواس پنجگانه دانش آموزان را به کار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درس کلاس و مسائل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همان درس قابل حل است، ارتباط برقرار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با طرح مطالب و پرسشها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توجه آغاز کرده و با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حس 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 آموزان را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تر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توجه کرده و علل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کاهش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آنان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کلاس را با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مناسب، جذاب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مانع بروز کسالت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 فرهنگ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مدرسه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آشنا شده و در طول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از مثالها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F0268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منظور اطلاع از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و ارائه بازخورد به موقع و مناسب، تکال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آنان را بلافاصله در جلسه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ملاحظه و با رفع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اشکالات،</w:t>
      </w:r>
      <w:r>
        <w:rPr>
          <w:rtl/>
          <w:lang w:bidi="fa-IR"/>
        </w:rPr>
        <w:t xml:space="preserve">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گرفتن آزمون و امتحان، به قول خود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حد توان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 باشد.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قوا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کلاس، از وقت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استراحت غافل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دانش آموز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خود آگاه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بداند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هدف، چه گامها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28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لحاظ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خوش اخلاق و خوشرو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29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منظور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حس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مشارکت در ارائه دروس، از نظرات دانش آموزان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30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مطمئن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توجه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آماده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31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تمام مطالب دشوار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کجا</w:t>
      </w:r>
      <w:r>
        <w:rPr>
          <w:rtl/>
          <w:lang w:bidi="fa-IR"/>
        </w:rPr>
        <w:t xml:space="preserve">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جلسه آموزش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خاطر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توجه افراط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(قو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موجب متشنج شدن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دانش آموزان را به گروهها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«خوب»، «بد» و «ضع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34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ورود به موضوعات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منجر به انحراف توجه کلاس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35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جلسات بحث و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به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فرصت تفکر و اظهار نظر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36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هرگز دانش آموزان را مجبور به انجام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رکننده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مه»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37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افراد درون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گرا، کمرو، مضطرب که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ابراز وجود ندارند، توجه کرده و با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مثبت، آنها را به مشارکت در بحثها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38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کنفرانس و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را مد نظر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39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نمره، اضطراب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مانع از توجه کامل به موضوع درس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با وجود تلاش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از نمرات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برخوردارند و به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رابطه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تلاش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منجر به از دست رفتن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خواهد 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تجربه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شکستها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صحبت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6F0268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9D35D7">
      <w:pPr>
        <w:pStyle w:val="Heading2"/>
        <w:rPr>
          <w:rtl/>
        </w:rPr>
      </w:pPr>
      <w:bookmarkStart w:id="206" w:name="_Toc1565811"/>
      <w:bookmarkStart w:id="207" w:name="_Toc1565971"/>
      <w:r>
        <w:rPr>
          <w:rFonts w:hint="eastAsia"/>
          <w:rtl/>
        </w:rPr>
        <w:t>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6"/>
      <w:bookmarkEnd w:id="207"/>
    </w:p>
    <w:p w:rsidR="00A40535" w:rsidRDefault="00A40535" w:rsidP="006F0268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6F0268">
      <w:pPr>
        <w:pStyle w:val="Heading1"/>
        <w:rPr>
          <w:rtl/>
          <w:lang w:bidi="fa-IR"/>
        </w:rPr>
      </w:pPr>
      <w:bookmarkStart w:id="208" w:name="_Toc1565812"/>
      <w:bookmarkStart w:id="209" w:name="_Toc1565972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اول :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</w:t>
      </w:r>
      <w:bookmarkEnd w:id="208"/>
      <w:bookmarkEnd w:id="209"/>
    </w:p>
    <w:p w:rsidR="006F0268" w:rsidRDefault="006F0268" w:rsidP="00A405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6F0268">
      <w:pPr>
        <w:pStyle w:val="Heading2"/>
        <w:rPr>
          <w:rtl/>
        </w:rPr>
      </w:pPr>
      <w:bookmarkStart w:id="210" w:name="_Toc1565813"/>
      <w:bookmarkStart w:id="211" w:name="_Toc1565973"/>
      <w:r>
        <w:rPr>
          <w:rFonts w:hint="eastAsia"/>
          <w:rtl/>
        </w:rPr>
        <w:t>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0"/>
      <w:bookmarkEnd w:id="21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طول زمان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و پژوهشگران مختلف تعار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ارائه نموده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 که البته اشتراک معنا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عنوان</w:t>
      </w:r>
      <w:r>
        <w:rPr>
          <w:rtl/>
          <w:lang w:bidi="fa-IR"/>
        </w:rPr>
        <w:t xml:space="preserve"> مثال تورنس،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مسأله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مدنظر قرار داده است. به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نظر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تفکرِ خلاقِ مختصر عبارت است از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حس کردن مسائل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 در اطلاعات،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حل مسائل و رفع کاست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آزمودن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بازنگر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بازآزما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 سرانجام انتقال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شامل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هم ارزشمند باشد و نشأت گرفته از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خودآگاه و ناخودآگاه انسان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معتقدند جان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ارزشمند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افزون شده است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مانند ارزشمند بودن از نظر تجار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فرهنگ، علم، فناور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به لحاظ روانشناخت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(به مثابه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مهارت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قوام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>) نوفهم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نو و تازه، تمام جوهرخلاق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از نقطه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نظر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محصولات تفکر خلاق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به تفکر واگرا ارجاع داده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همانند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علم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وجود ندارد و به طور متنوع به موارد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منسوب شده است: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شانس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نبوغ،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شوخ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داده شده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مناسب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شکسته است. تفکرات خلاق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شخص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فرضها را کنار گذاشته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جستجو کند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آن نپرداخته 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حضور همزمان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هوش، پشتکار،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رمتعارف</w:t>
      </w:r>
      <w:r>
        <w:rPr>
          <w:rtl/>
          <w:lang w:bidi="fa-IR"/>
        </w:rPr>
        <w:t xml:space="preserve"> بودن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تفکر به سبک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دارد.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خودکار و بدون زحمت و تلاش است و غالباً همچون تصورات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 w:rsidR="006F026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مراحل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هلم هولتز و والاس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شده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 1-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2-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دوره نهفتگ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3-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الهام، 4</w:t>
      </w:r>
      <w:r w:rsidR="006F02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-تحقق.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عبارت است از به کارگ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مفهوم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6B06D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6B06D2">
      <w:pPr>
        <w:pStyle w:val="Heading2"/>
        <w:rPr>
          <w:rtl/>
        </w:rPr>
      </w:pPr>
      <w:bookmarkStart w:id="212" w:name="_Toc1565814"/>
      <w:bookmarkStart w:id="213" w:name="_Toc1565974"/>
      <w:r>
        <w:rPr>
          <w:rFonts w:hint="eastAsia"/>
          <w:rtl/>
        </w:rPr>
        <w:t>منشأ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2"/>
      <w:bookmarkEnd w:id="21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گرفته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انسان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مشخص نمودن و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منشأ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مؤثر واقع شود. امروزه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محقق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مغز انسان از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هرکدام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کره ها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A40535" w:rsidRDefault="00A40535" w:rsidP="006B06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سمت راست، سمت چپ بدن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کره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سمت چپ، سمت راست بدن را کنترل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کره چپ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سخن گفتن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پردازش اطلاعات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کنترل خود دارد.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مدارس مانند مشق نوشتن و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قسمت چپ مغز سر چشمه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سمت راست، اغلب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نگر</w:t>
      </w:r>
      <w:r>
        <w:rPr>
          <w:rtl/>
          <w:lang w:bidi="fa-IR"/>
        </w:rPr>
        <w:t xml:space="preserve"> است؛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عملکرد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کره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B06D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) عملکرد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چپ مغز: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2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منطق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3 - زمان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4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متوال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5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6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7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8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9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انتزاع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بسار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10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توجه به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تها،</w:t>
      </w:r>
      <w:r>
        <w:rPr>
          <w:rtl/>
          <w:lang w:bidi="fa-IR"/>
        </w:rPr>
        <w:t xml:space="preserve"> 11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استفاده از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12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عملکرد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موشکافانه.</w:t>
      </w:r>
    </w:p>
    <w:p w:rsidR="00A40535" w:rsidRDefault="006B06D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6B06D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عملکرد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راست مغز: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(شامه) ادراک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2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خود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خته،</w:t>
      </w:r>
      <w:r>
        <w:rPr>
          <w:rtl/>
          <w:lang w:bidi="fa-IR"/>
        </w:rPr>
        <w:t xml:space="preserve"> 3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4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اتفاق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5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نگر،</w:t>
      </w:r>
      <w:r>
        <w:rPr>
          <w:rtl/>
          <w:lang w:bidi="fa-IR"/>
        </w:rPr>
        <w:t xml:space="preserve"> 6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7 </w:t>
      </w:r>
      <w:r w:rsidR="006B06D2">
        <w:rPr>
          <w:rFonts w:cs="Times New Roman" w:hint="cs"/>
          <w:rtl/>
          <w:lang w:bidi="fa-IR"/>
        </w:rPr>
        <w:t>–</w:t>
      </w:r>
      <w:r>
        <w:rPr>
          <w:rtl/>
          <w:lang w:bidi="fa-IR"/>
        </w:rPr>
        <w:t xml:space="preserve"> پاسخ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ده، 8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9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تئور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10</w:t>
      </w:r>
      <w:r w:rsidR="006B06D2">
        <w:rPr>
          <w:rFonts w:hint="cs"/>
          <w:rtl/>
          <w:lang w:bidi="fa-IR"/>
        </w:rPr>
        <w:t xml:space="preserve"> </w:t>
      </w:r>
      <w:r w:rsidR="006B06D2">
        <w:rPr>
          <w:rFonts w:cs="Times New Roman" w:hint="cs"/>
          <w:rtl/>
          <w:lang w:bidi="fa-IR"/>
        </w:rPr>
        <w:t>–</w:t>
      </w:r>
      <w:r>
        <w:rPr>
          <w:rtl/>
          <w:lang w:bidi="fa-IR"/>
        </w:rPr>
        <w:t xml:space="preserve"> استعاره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11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ابتکار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12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نماد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در نظر گرفتن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مجزا در مغز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مجزا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همانطور که عنوان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با نسجها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هم متصلاند. 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گادو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استاپلز معتقدند که عمل خلاق، از ارتباط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صورت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6B06D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9D35D7">
      <w:pPr>
        <w:pStyle w:val="Heading2"/>
        <w:rPr>
          <w:rtl/>
        </w:rPr>
      </w:pPr>
      <w:bookmarkStart w:id="214" w:name="_Toc1565815"/>
      <w:bookmarkStart w:id="215" w:name="_Toc1565975"/>
      <w:r>
        <w:rPr>
          <w:rFonts w:hint="eastAsia"/>
          <w:rtl/>
        </w:rPr>
        <w:t>سطوح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4"/>
      <w:bookmarkEnd w:id="21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محقق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شمندان،</w:t>
      </w:r>
      <w:r>
        <w:rPr>
          <w:rtl/>
          <w:lang w:bidi="fa-IR"/>
        </w:rPr>
        <w:t xml:space="preserve"> از جمله مازلو</w:t>
      </w:r>
      <w:r w:rsidRPr="006B06D2">
        <w:rPr>
          <w:rStyle w:val="libFootnotenumChar"/>
          <w:rtl/>
        </w:rPr>
        <w:t>(2)</w:t>
      </w:r>
      <w:r>
        <w:rPr>
          <w:rtl/>
          <w:lang w:bidi="fa-IR"/>
        </w:rPr>
        <w:t>،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نلت</w:t>
      </w:r>
      <w:r w:rsidRPr="006B06D2">
        <w:rPr>
          <w:rStyle w:val="libFootnotenumChar"/>
          <w:rtl/>
        </w:rPr>
        <w:t>(3)</w:t>
      </w:r>
      <w:r>
        <w:rPr>
          <w:rtl/>
          <w:lang w:bidi="fa-IR"/>
        </w:rPr>
        <w:t>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لگرام</w:t>
      </w:r>
      <w:r w:rsidRPr="006B06D2">
        <w:rPr>
          <w:rStyle w:val="libFootnotenumChar"/>
          <w:rtl/>
        </w:rPr>
        <w:t>(4)،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لور</w:t>
      </w:r>
      <w:r w:rsidRPr="006B06D2">
        <w:rPr>
          <w:rStyle w:val="libFootnotenumChar"/>
          <w:rtl/>
        </w:rPr>
        <w:t>(5)</w:t>
      </w:r>
      <w:r>
        <w:rPr>
          <w:rtl/>
          <w:lang w:bidi="fa-IR"/>
        </w:rPr>
        <w:t>، کرفت، دراز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همکاران، سطوح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قائلند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آنها</w:t>
      </w:r>
    </w:p>
    <w:p w:rsidR="00A40535" w:rsidRPr="006B06D2" w:rsidRDefault="006B06D2" w:rsidP="006B06D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Levels of creativity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Maslow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3- </w:t>
      </w:r>
      <w:r>
        <w:rPr>
          <w:lang w:bidi="fa-IR"/>
        </w:rPr>
        <w:t>Heinelt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4- </w:t>
      </w:r>
      <w:r>
        <w:rPr>
          <w:lang w:bidi="fa-IR"/>
        </w:rPr>
        <w:t>Milgram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5- </w:t>
      </w:r>
      <w:r>
        <w:rPr>
          <w:lang w:bidi="fa-IR"/>
        </w:rPr>
        <w:t>Taylor</w:t>
      </w:r>
    </w:p>
    <w:p w:rsidR="00A40535" w:rsidRDefault="006B06D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پرداخته</w:t>
      </w:r>
      <w:r w:rsidR="00A40535">
        <w:rPr>
          <w:rtl/>
          <w:lang w:bidi="fa-IR"/>
        </w:rPr>
        <w:t xml:space="preserve"> م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مازلو</w:t>
      </w:r>
      <w:r>
        <w:rPr>
          <w:rtl/>
          <w:lang w:bidi="fa-IR"/>
        </w:rPr>
        <w:t xml:space="preserve"> بر اساس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تا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دو سطح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شامل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6B06D2">
        <w:rPr>
          <w:rStyle w:val="libFootnotenumChar"/>
          <w:rtl/>
        </w:rPr>
        <w:t xml:space="preserve">(1) </w:t>
      </w:r>
      <w:r>
        <w:rPr>
          <w:rtl/>
          <w:lang w:bidi="fa-IR"/>
        </w:rPr>
        <w:t>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ثانو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6B06D2">
        <w:rPr>
          <w:rStyle w:val="libFootnotenumChar"/>
          <w:rtl/>
        </w:rPr>
        <w:t>(2)</w:t>
      </w:r>
      <w:r>
        <w:rPr>
          <w:rtl/>
          <w:lang w:bidi="fa-IR"/>
        </w:rPr>
        <w:t>نام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پروکتور</w:t>
      </w:r>
      <w:r>
        <w:rPr>
          <w:rtl/>
          <w:lang w:bidi="fa-IR"/>
        </w:rPr>
        <w:t xml:space="preserve"> به نقل از مازلو دو سطح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ثانو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قائل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عبارت است از آن دسته 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که شامل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و توسعه اصول و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خلق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>.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عنوان منشأ کشف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نو و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با آنچه تا به حال وجود داشته مانند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متحول کننده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اخت</w:t>
      </w:r>
      <w:r>
        <w:rPr>
          <w:rFonts w:hint="eastAsia"/>
          <w:rtl/>
          <w:lang w:bidi="fa-IR"/>
        </w:rPr>
        <w:t>راعات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ثانو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دسته 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 که شامل کاربرد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اصول و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شناخته شده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بسط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هستند. دستاوردها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پژوهش گران که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مواردخلاق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ثانو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سطح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هم تفاوت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واضح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اما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وابسته و مرتبط هستند. فرد سالم و خلاق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موفق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سطح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خودآگاه و ناخودآگاه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غافل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بوده و آن را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معمولاً دچار وسواس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تلاش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انطباق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بندها، واقع 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از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ثانو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استدلال، منطق و نظم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دهند و بر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متمرکز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لازم باشد سطح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تحت عنوان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ثانو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به دو نوع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مازلو اضافه شود. نکته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</w:t>
      </w:r>
    </w:p>
    <w:p w:rsidR="00A40535" w:rsidRPr="006B06D2" w:rsidRDefault="006B06D2" w:rsidP="006B06D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Primary creativity</w:t>
      </w:r>
    </w:p>
    <w:p w:rsidR="00A40535" w:rsidRDefault="00A40535" w:rsidP="006B06D2">
      <w:pPr>
        <w:pStyle w:val="libFootnote0"/>
        <w:rPr>
          <w:lang w:bidi="fa-IR"/>
        </w:rPr>
      </w:pPr>
      <w:r>
        <w:rPr>
          <w:rtl/>
          <w:lang w:bidi="fa-IR"/>
        </w:rPr>
        <w:t xml:space="preserve">2- </w:t>
      </w:r>
      <w:r>
        <w:rPr>
          <w:lang w:bidi="fa-IR"/>
        </w:rPr>
        <w:t>Secondary Creativity</w:t>
      </w:r>
    </w:p>
    <w:p w:rsidR="00A40535" w:rsidRDefault="006B06D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منحصربه</w:t>
      </w:r>
      <w:r w:rsidR="00A40535">
        <w:rPr>
          <w:rtl/>
          <w:lang w:bidi="fa-IR"/>
        </w:rPr>
        <w:t xml:space="preserve"> فرد لازم بوده و خلاق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ثانو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ه</w:t>
      </w:r>
      <w:r w:rsidR="00A40535">
        <w:rPr>
          <w:rtl/>
          <w:lang w:bidi="fa-IR"/>
        </w:rPr>
        <w:t xml:space="preserve"> برا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عمل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ات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کردن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ها</w:t>
      </w:r>
      <w:r w:rsidR="00A40535">
        <w:rPr>
          <w:rtl/>
          <w:lang w:bidi="fa-IR"/>
        </w:rPr>
        <w:t xml:space="preserve"> مورد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از</w:t>
      </w:r>
      <w:r w:rsidR="00A40535"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B06D2">
      <w:pPr>
        <w:pStyle w:val="Heading2"/>
        <w:rPr>
          <w:rtl/>
        </w:rPr>
      </w:pPr>
      <w:bookmarkStart w:id="216" w:name="_Toc1565816"/>
      <w:bookmarkStart w:id="217" w:name="_Toc1565976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ضرورت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6"/>
      <w:bookmarkEnd w:id="21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با مسائل نامتجانس و ناهمگون، منابع محدود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سرعت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و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مواجه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شعله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آشکارتر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انتظار ماست،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به نحو 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ما روشن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آموزش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وفق دادن،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بخش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مواد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کلاسها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دهند. نبوغ ساختن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در مغز 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خود را با الگوها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در بردارد وفق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B06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انفجارات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>.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تفکر خلاق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انطباق به</w:t>
      </w:r>
      <w:r w:rsidR="006B06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حساب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بر تمام مدت عمر شخص برجا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گذارد،</w:t>
      </w:r>
      <w:r>
        <w:rPr>
          <w:rtl/>
          <w:lang w:bidi="fa-IR"/>
        </w:rPr>
        <w:t xml:space="preserve"> جستجو نمود.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مدت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گذارند،</w:t>
      </w:r>
      <w:r>
        <w:rPr>
          <w:rtl/>
          <w:lang w:bidi="fa-IR"/>
        </w:rPr>
        <w:t xml:space="preserve"> در دوران بلوغ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B06D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خود را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بگذارند.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به رغم آن که ممکن است در مقطع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اواسط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کاهش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کند، اما در مراحل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به شخص باز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گاردنر معتقد است «تصور و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مبنا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دوران بزرگسال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است.»</w:t>
      </w:r>
    </w:p>
    <w:p w:rsidR="00A40535" w:rsidRDefault="00A40535" w:rsidP="00A40535">
      <w:pPr>
        <w:pStyle w:val="libNormal"/>
        <w:rPr>
          <w:rFonts w:hint="cs"/>
          <w:rtl/>
          <w:lang w:bidi="fa-IR"/>
        </w:rPr>
      </w:pPr>
    </w:p>
    <w:p w:rsidR="006B06D2" w:rsidRDefault="006B06D2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6B06D2">
      <w:pPr>
        <w:pStyle w:val="Heading2"/>
        <w:rPr>
          <w:rtl/>
        </w:rPr>
      </w:pPr>
      <w:bookmarkStart w:id="218" w:name="_Toc1565817"/>
      <w:bookmarkStart w:id="219" w:name="_Toc1565977"/>
      <w:r>
        <w:rPr>
          <w:rFonts w:hint="eastAsia"/>
          <w:rtl/>
        </w:rPr>
        <w:t>الگو</w:t>
      </w:r>
      <w:r>
        <w:rPr>
          <w:rFonts w:hint="cs"/>
          <w:rtl/>
        </w:rPr>
        <w:t>ی</w:t>
      </w:r>
      <w:r>
        <w:rPr>
          <w:rtl/>
        </w:rPr>
        <w:t xml:space="preserve"> حل مسائل خلاقانه</w:t>
      </w:r>
      <w:bookmarkEnd w:id="218"/>
      <w:bookmarkEnd w:id="219"/>
    </w:p>
    <w:p w:rsidR="00A40535" w:rsidRDefault="00A40535" w:rsidP="00EC609E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به منظور درک بهتر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کارکرد آن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کاربردها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مسائل خلاقانه.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کارکرد جزء کارکردها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بوده که ما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فرزندان، از آن بهره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با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الگو و متناسب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با جنس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سن فرزندمان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فوا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بهره مند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از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درک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 حلها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حل خلاقانه مسائل،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شش </w:t>
      </w:r>
      <w:r>
        <w:rPr>
          <w:rFonts w:hint="eastAsia"/>
          <w:rtl/>
          <w:lang w:bidi="fa-IR"/>
        </w:rPr>
        <w:t>مرحله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EC60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609E">
      <w:pPr>
        <w:pStyle w:val="Heading2"/>
        <w:rPr>
          <w:rtl/>
        </w:rPr>
      </w:pPr>
      <w:bookmarkStart w:id="220" w:name="_Toc1565818"/>
      <w:bookmarkStart w:id="221" w:name="_Toc1565978"/>
      <w:r>
        <w:rPr>
          <w:rFonts w:hint="eastAsia"/>
          <w:rtl/>
        </w:rPr>
        <w:t>مرحله</w:t>
      </w:r>
      <w:r>
        <w:rPr>
          <w:rtl/>
        </w:rPr>
        <w:t xml:space="preserve"> اول: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220"/>
      <w:bookmarkEnd w:id="22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گام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مسأله: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فرد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حل کند،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انتخاب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آماده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جمع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داده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موضوع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داده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شامل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قبل در ذهن وجود داشته به علاوه دانش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خلاق مسأله جمع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مورد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مورد توجه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جمع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در حجم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نامناسب، باعث عدم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تکس</w:t>
      </w:r>
      <w:r>
        <w:rPr>
          <w:rtl/>
          <w:lang w:bidi="fa-IR"/>
        </w:rPr>
        <w:t xml:space="preserve"> متخصص علوم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گفته است: «اطلاعات ممکن است قدرت تصور را خفه کند»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روش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مورد توجه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لذا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«به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برجسته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مربوطه پرداخته و بعد شروع به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ممکن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سپس دوباره به مرحله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برگشته و تمام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موجود در آن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A40535" w:rsidRDefault="00EC60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609E">
      <w:pPr>
        <w:pStyle w:val="Heading2"/>
        <w:rPr>
          <w:rtl/>
        </w:rPr>
      </w:pPr>
      <w:bookmarkStart w:id="222" w:name="_Toc1565819"/>
      <w:bookmarkStart w:id="223" w:name="_Toc1565979"/>
      <w:r>
        <w:rPr>
          <w:rFonts w:hint="eastAsia"/>
          <w:rtl/>
        </w:rPr>
        <w:t>مرحله</w:t>
      </w:r>
      <w:r>
        <w:rPr>
          <w:rtl/>
        </w:rPr>
        <w:t xml:space="preserve"> دوم: 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222"/>
      <w:bookmarkEnd w:id="22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داده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پالا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طبقه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تا اطلاعات خالص از ناخالص را از هم جدا کرده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 و مطالب مناسب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تفک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قائل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به درد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خورند، در سطل زباله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609E">
      <w:pPr>
        <w:pStyle w:val="Heading2"/>
        <w:rPr>
          <w:rtl/>
        </w:rPr>
      </w:pPr>
      <w:bookmarkStart w:id="224" w:name="_Toc1565820"/>
      <w:bookmarkStart w:id="225" w:name="_Toc1565980"/>
      <w:r>
        <w:rPr>
          <w:rFonts w:hint="eastAsia"/>
          <w:rtl/>
        </w:rPr>
        <w:t>مرحله</w:t>
      </w:r>
      <w:r>
        <w:rPr>
          <w:rtl/>
        </w:rPr>
        <w:t xml:space="preserve"> سوم: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24"/>
      <w:bookmarkEnd w:id="22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مرحله، فرد در عمق اطلاعات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کنکاش و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 و مطابق با مسأله و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حل مسأله دارد، از اطلاعات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البته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تلاش به صورت ناآگاهانه بوده و ذهن به طور ناخودآگاه به پردازش اطلاعات در ذهن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 که به آن «د</w:t>
      </w:r>
      <w:r>
        <w:rPr>
          <w:rFonts w:hint="eastAsia"/>
          <w:rtl/>
          <w:lang w:bidi="fa-IR"/>
        </w:rPr>
        <w:t>وره</w:t>
      </w:r>
      <w:r>
        <w:rPr>
          <w:rtl/>
          <w:lang w:bidi="fa-IR"/>
        </w:rPr>
        <w:t xml:space="preserve"> کمون»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EC60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609E">
      <w:pPr>
        <w:pStyle w:val="Heading2"/>
        <w:rPr>
          <w:rtl/>
        </w:rPr>
      </w:pPr>
      <w:bookmarkStart w:id="226" w:name="_Toc1565821"/>
      <w:bookmarkStart w:id="227" w:name="_Toc1565981"/>
      <w:r>
        <w:rPr>
          <w:rFonts w:hint="eastAsia"/>
          <w:rtl/>
        </w:rPr>
        <w:t>مرحله</w:t>
      </w:r>
      <w:r>
        <w:rPr>
          <w:rtl/>
        </w:rPr>
        <w:t xml:space="preserve"> چهارم: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226"/>
      <w:bookmarkEnd w:id="22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مرحله، به کمک داشته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مراحل اول تا سوم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پردازش شده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اند، فرد شروع به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شامل گامها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ها: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موقت به عنوان سرنخ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پروراندن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با انتخاب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حاصله و افزودن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آنها که منجر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و متکامل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EC60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EC609E">
      <w:pPr>
        <w:pStyle w:val="Heading2"/>
        <w:rPr>
          <w:rtl/>
        </w:rPr>
      </w:pPr>
      <w:bookmarkStart w:id="228" w:name="_Toc1565822"/>
      <w:bookmarkStart w:id="229" w:name="_Toc1565982"/>
      <w:r>
        <w:rPr>
          <w:rFonts w:hint="eastAsia"/>
          <w:rtl/>
        </w:rPr>
        <w:t>مرحله</w:t>
      </w:r>
      <w:r>
        <w:rPr>
          <w:rtl/>
        </w:rPr>
        <w:t xml:space="preserve"> پنجم: راه حل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228"/>
      <w:bookmarkEnd w:id="22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شامل دو گام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فرد: فرد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را انتخاب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>: انتخاب راه حل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شده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609E">
      <w:pPr>
        <w:pStyle w:val="Heading2"/>
        <w:rPr>
          <w:rtl/>
        </w:rPr>
      </w:pPr>
      <w:bookmarkStart w:id="230" w:name="_Toc1565823"/>
      <w:bookmarkStart w:id="231" w:name="_Toc1565983"/>
      <w:r>
        <w:rPr>
          <w:rFonts w:hint="eastAsia"/>
          <w:rtl/>
        </w:rPr>
        <w:t>مرحله</w:t>
      </w:r>
      <w:r>
        <w:rPr>
          <w:rtl/>
        </w:rPr>
        <w:t xml:space="preserve"> ششم: بازخوردگ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230"/>
      <w:bookmarkEnd w:id="23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مرحله،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مرحله پنجم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شد، صورت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با گرفتن بازخورد مناسب، ضعفها و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گرفته و با استفاده از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متکامل تر و عمل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مراحل، در مرحله اول تا سوم فرد با استفاده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تعقل به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و بازپرور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مرحله چهارم که اوج تعامل قوه تفکر و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هنگامه بروز جوانه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ذهن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دانست، با استفاده از قدرت تصور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کمک داده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مراحل قبل، ذهن موفق به ابداع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مرحله پنجم و ششم به کمک قوه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قضاوت که خود از شئون تفکر است،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راهها را انتخاب و با گرفتن بازخورد مناسب به کمک تفکر علت و معلول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قضاوت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راه حل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کارآمد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اساس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معرفت ش</w:t>
      </w:r>
      <w:r>
        <w:rPr>
          <w:rFonts w:hint="eastAsia"/>
          <w:rtl/>
          <w:lang w:bidi="fa-IR"/>
        </w:rPr>
        <w:t>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مراحل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داشته 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609E">
      <w:pPr>
        <w:pStyle w:val="Heading2"/>
        <w:rPr>
          <w:rtl/>
        </w:rPr>
      </w:pPr>
      <w:bookmarkStart w:id="232" w:name="_Toc1565824"/>
      <w:bookmarkStart w:id="233" w:name="_Toc1565984"/>
      <w:r>
        <w:rPr>
          <w:rFonts w:hint="eastAsia"/>
          <w:rtl/>
        </w:rPr>
        <w:t>پرورش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bookmarkEnd w:id="232"/>
      <w:bookmarkEnd w:id="233"/>
    </w:p>
    <w:p w:rsidR="00A40535" w:rsidRDefault="00A40535" w:rsidP="00EC60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نظران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و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ابراز کرده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 به عنوان نمونه، تورنس، دانشمند معروف،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بتوانند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فرزندان و مترب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آماده نم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EC609E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تجسم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تصور و تجسم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ندها</w:t>
      </w:r>
      <w:r>
        <w:rPr>
          <w:rtl/>
          <w:lang w:bidi="fa-IR"/>
        </w:rPr>
        <w:t xml:space="preserve"> امکان بروز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بهتر است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زنده، متنوع، روشن و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انواع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تجسم آنچه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خوانده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دستکار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درک مطلب: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مطلب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و موارد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مورد</w:t>
      </w:r>
      <w:r>
        <w:rPr>
          <w:rtl/>
          <w:lang w:bidi="fa-IR"/>
        </w:rPr>
        <w:t xml:space="preserve"> را کنار گذاشت.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به عنوان نمونه م</w:t>
      </w:r>
      <w:r>
        <w:rPr>
          <w:rFonts w:hint="cs"/>
          <w:rtl/>
          <w:lang w:bidi="fa-IR"/>
        </w:rPr>
        <w:t>ی</w:t>
      </w:r>
      <w:r w:rsidR="00EC60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خواند و از آنها خواست تا اصل مطلب را به </w:t>
      </w:r>
      <w:r>
        <w:rPr>
          <w:rtl/>
          <w:lang w:bidi="fa-IR"/>
        </w:rPr>
        <w:lastRenderedPageBreak/>
        <w:t>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بکشند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را به شعر درآورند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خلاصه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هرچه</w:t>
      </w:r>
      <w:r>
        <w:rPr>
          <w:rtl/>
          <w:lang w:bidi="fa-IR"/>
        </w:rPr>
        <w:t xml:space="preserve"> مطلب ساده و روشن باشد،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اصل مطلب راحت تر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توجه به عواطف: در نظر گرفتن احساسات و عواطف نقش به سزا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رشد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عدم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دارد. عواطف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باعث شور و شوق شود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جنبه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عامل بازدارنده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قدرت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فرد خود را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متنوع است؛ مثل خواندن و نوشتن داستانها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اختراعات و ابداعات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دارند که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قدرت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افراد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ابتکار: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فرد خواست تفکر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آنچه را که عادت کرده است کنار بگذارد و به تفکر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دارد اضطراب داشته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EC60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رشد و پرورش تجسم مسائل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نقش مؤثر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باشد. تمرکز، دقت و توجه به مسائل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تسه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متفاوت: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کودکان بخواهند راه حل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مسائل در نظر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راه حل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متفاوت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انتقاد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عدم محدود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ارائه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63FC1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شوخ 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خلاق شوخ 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شوخ 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 که فرد مسائل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ربط</w:t>
      </w:r>
      <w:r>
        <w:rPr>
          <w:rtl/>
          <w:lang w:bidi="fa-IR"/>
        </w:rPr>
        <w:t xml:space="preserve"> و نامناسب را که برخلاف آداب معمول است، به هم مربوط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63FC1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363FC1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زود قضاوت نکردن: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کودکان آموزش داد که از قضاوت عجولانه بدون تفکر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تعصب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تفکر و استدلال را مدنظر قرار دهند.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دوباره: از مسائل مهم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داشتن نگرش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است. فرد خلاق به دنبال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63FC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نقش از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مؤثر در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است؛ به طور مثال جابه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نقشها مانند معلم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دانش آموز،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نقشها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آورد.</w:t>
      </w:r>
    </w:p>
    <w:p w:rsidR="00A40535" w:rsidRDefault="00363FC1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63FC1">
      <w:pPr>
        <w:pStyle w:val="Heading2"/>
        <w:rPr>
          <w:rtl/>
        </w:rPr>
      </w:pPr>
      <w:bookmarkStart w:id="234" w:name="_Toc1565825"/>
      <w:bookmarkStart w:id="235" w:name="_Toc1565985"/>
      <w:r>
        <w:rPr>
          <w:rFonts w:hint="eastAsia"/>
          <w:rtl/>
        </w:rPr>
        <w:t>نقش</w:t>
      </w:r>
      <w:r>
        <w:rPr>
          <w:rtl/>
        </w:rPr>
        <w:t xml:space="preserve"> معلم و مرب</w:t>
      </w:r>
      <w:r>
        <w:rPr>
          <w:rFonts w:hint="cs"/>
          <w:rtl/>
        </w:rPr>
        <w:t>ی</w:t>
      </w:r>
      <w:r>
        <w:rPr>
          <w:rtl/>
        </w:rPr>
        <w:t xml:space="preserve"> در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</w:t>
      </w:r>
      <w:bookmarkEnd w:id="234"/>
      <w:bookmarkEnd w:id="23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معلم در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مطالعه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است که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شخص بتواند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آنچه در درون</w:t>
      </w:r>
      <w:r w:rsidR="00363FC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دارد و آنچه از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آموزد،</w:t>
      </w:r>
      <w:r>
        <w:rPr>
          <w:rtl/>
          <w:lang w:bidi="fa-IR"/>
        </w:rPr>
        <w:t xml:space="preserve"> ارتباط برقرار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که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فطرت با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هماهنگ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گسترش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توجه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مبذول دارند: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سؤالات</w:t>
      </w:r>
      <w:r>
        <w:rPr>
          <w:rtl/>
          <w:lang w:bidi="fa-IR"/>
        </w:rPr>
        <w:t xml:space="preserve"> بحث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مطرح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کمک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ارتباط</w:t>
      </w:r>
      <w:r>
        <w:rPr>
          <w:rtl/>
          <w:lang w:bidi="fa-IR"/>
        </w:rPr>
        <w:t xml:space="preserve"> مسائل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محرکات مختلف مثل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نمودار استفاده کنند؛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دانش آموزان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دهند؛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اعتماد</w:t>
      </w:r>
      <w:r w:rsidR="00363FC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نفس دانش آموزان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دانش آموزان احساس آرامش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مطالب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مطلب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تجارب دانش آموزان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فعال</w:t>
      </w:r>
      <w:r>
        <w:rPr>
          <w:rtl/>
          <w:lang w:bidi="fa-IR"/>
        </w:rPr>
        <w:t xml:space="preserve"> بودن دانش آموزان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درس را مورد توجه قرار دهند؛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فرصت</w:t>
      </w:r>
      <w:r>
        <w:rPr>
          <w:rtl/>
          <w:lang w:bidi="fa-IR"/>
        </w:rPr>
        <w:t xml:space="preserve"> فکر کردن به دانش آموزان بدهند؛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جستجو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درک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حفظ کردن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باشند؛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افکار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دانش آموزان احترام بگذارند؛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پاسخ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سؤالات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ربط</w:t>
      </w:r>
      <w:r>
        <w:rPr>
          <w:rtl/>
          <w:lang w:bidi="fa-IR"/>
        </w:rPr>
        <w:t xml:space="preserve"> دانش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ناراحت نشوند و از آن استقبال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بدهند؛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روش</w:t>
      </w:r>
      <w:r>
        <w:rPr>
          <w:rtl/>
          <w:lang w:bidi="fa-IR"/>
        </w:rPr>
        <w:t xml:space="preserve"> بحث و گفتگو را انتخاب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مواقع از خود دانش آموزان بخواهند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کنند؛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راهها و جوابها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توجه کنند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 حل مشخص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مدنظر داشته باشند؛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تجز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انتقاد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را در دانش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رشد دهند.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روش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معلم از نکات قابل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روش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اکتشاف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فعال باشد؛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کار بندد که دانش آموزان را به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وادارد، جلسات بحث و گفتگو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دهد و آنها را با مسائل روبرو سازد.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دانش آموزان را به خطرپذ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معقول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منظور از خطرپذ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مخاطره انداختن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600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شکسپ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شنامه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)، داستا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(داستاننو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)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کاسو</w:t>
      </w:r>
      <w:r>
        <w:rPr>
          <w:rtl/>
          <w:lang w:bidi="fa-IR"/>
        </w:rPr>
        <w:t xml:space="preserve"> (نقاش) با خطرپذ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صبر در برابر شکست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دانش آموزان آموخت. دانشمندان،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فقط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صورت قانون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آنها بارها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سبک خود را عوض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مکرر آثارشان را بازب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تا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مطلوب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آن را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دانش آموزان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فرصت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خطا داد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خاطر اشتباه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تفکر، آنها را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نمود.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مواقع پاسخ دانش آموزان فقط به خاطر آنکه مورد انتظار معلم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با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او هم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اشتباه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خطا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</w:t>
      </w:r>
      <w:r>
        <w:rPr>
          <w:rtl/>
          <w:lang w:bidi="fa-IR"/>
        </w:rPr>
        <w:t xml:space="preserve"> چالش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رو،</w:t>
      </w:r>
      <w:r>
        <w:rPr>
          <w:rtl/>
          <w:lang w:bidi="fa-IR"/>
        </w:rPr>
        <w:t xml:space="preserve"> به دانش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داد از خطا کردن نهراسند؛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همه افراد خطا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بهتر است آنها شهامت، شجاعت، تهور و جوشش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ابداع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باشند و هنگام اشتباه به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سرزنش،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ارشاد شوند.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دلالتها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پرورش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اطلاعات، سازمانده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و استفاده از اطلاعات تمرکز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کودکان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چالش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آماده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آنان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بر آن اساس بتوانند بر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مسلط شوند.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به دانش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هستند و اما مهمتر از آن، به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کسب دانش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ازمندند،</w:t>
      </w:r>
      <w:r>
        <w:rPr>
          <w:rtl/>
          <w:lang w:bidi="fa-IR"/>
        </w:rPr>
        <w:t xml:space="preserve"> به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به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دست آورده باشند.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نگرش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و فراخاند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داشته باشند.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شالوده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همان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فراخاند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همان سالها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 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کودکان آموزش داد تا ارزش و منزلت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بدانند،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طور</w:t>
      </w:r>
      <w:r>
        <w:rPr>
          <w:rtl/>
          <w:lang w:bidi="fa-IR"/>
        </w:rPr>
        <w:t xml:space="preserve"> اصول استدلال کردن، نحوه استفاده از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عنوان ابزار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نحوه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در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کودکان آموزش داد.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چن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هدف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کودکان فرصت داد تا خودشان افکار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کشف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قالب واژه 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کنند. نظرات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ارائه دهند و به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بپردازند.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 که خود را به عنوان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توانا، متفکر و با احساس کشف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مهارتها را در خانه و مدرسه بارور کرد، در رشد کودکان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B6009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B6009A">
      <w:pPr>
        <w:pStyle w:val="Heading2"/>
        <w:rPr>
          <w:rtl/>
        </w:rPr>
      </w:pPr>
      <w:bookmarkStart w:id="236" w:name="_Toc1565826"/>
      <w:bookmarkStart w:id="237" w:name="_Toc1565986"/>
      <w:r>
        <w:rPr>
          <w:rFonts w:hint="eastAsia"/>
          <w:rtl/>
        </w:rPr>
        <w:t>بخش</w:t>
      </w:r>
      <w:r>
        <w:rPr>
          <w:rtl/>
        </w:rPr>
        <w:t xml:space="preserve"> دوم: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افرادخلاق</w:t>
      </w:r>
      <w:bookmarkEnd w:id="236"/>
      <w:bookmarkEnd w:id="237"/>
    </w:p>
    <w:p w:rsidR="00A40535" w:rsidRDefault="00A40535" w:rsidP="00B6009A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</w:t>
      </w:r>
      <w:r>
        <w:rPr>
          <w:rtl/>
          <w:lang w:bidi="fa-IR"/>
        </w:rPr>
        <w:t xml:space="preserve"> هستند و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بهتر به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م</w:t>
      </w:r>
      <w:r>
        <w:rPr>
          <w:rFonts w:hint="cs"/>
          <w:rtl/>
          <w:lang w:bidi="fa-IR"/>
        </w:rPr>
        <w:t>ی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 xml:space="preserve"> و ساده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خواب مصنوع</w:t>
      </w:r>
      <w:r>
        <w:rPr>
          <w:rFonts w:hint="cs"/>
          <w:rtl/>
          <w:lang w:bidi="fa-IR"/>
        </w:rPr>
        <w:t>ی</w:t>
      </w:r>
      <w:r w:rsidRPr="00B6009A">
        <w:rPr>
          <w:rStyle w:val="libFootnotenumChar"/>
          <w:rtl/>
        </w:rPr>
        <w:t>(1)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مندلسون</w:t>
      </w:r>
      <w:r>
        <w:rPr>
          <w:rtl/>
          <w:lang w:bidi="fa-IR"/>
        </w:rPr>
        <w:t xml:space="preserve"> عنوان کرد تفاوت در تمرکز توجه، علت تفاوت در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بتواند تنها به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زمان توجه کند،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ممکن در آن زمان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کشف شود؛ اگر به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توجه کند، شش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ممکن وجود خواهد داشت.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 توجه نامتمرکز دارند که با سطوح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است.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افراد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رخلاق</w:t>
      </w:r>
      <w:r>
        <w:rPr>
          <w:rtl/>
          <w:lang w:bidi="fa-IR"/>
        </w:rPr>
        <w:t xml:space="preserve"> توجه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متمرکز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آنها را از فکر کردن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نوآورانه باز م</w:t>
      </w:r>
      <w:r>
        <w:rPr>
          <w:rFonts w:hint="cs"/>
          <w:rtl/>
          <w:lang w:bidi="fa-IR"/>
        </w:rPr>
        <w:t>ی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>. مارت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ندل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زنک</w:t>
      </w:r>
      <w:r>
        <w:rPr>
          <w:rtl/>
          <w:lang w:bidi="fa-IR"/>
        </w:rPr>
        <w:t xml:space="preserve"> مطرح م</w:t>
      </w:r>
      <w:r>
        <w:rPr>
          <w:rFonts w:hint="cs"/>
          <w:rtl/>
          <w:lang w:bidi="fa-IR"/>
        </w:rPr>
        <w:t>ی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سندرم بازدار</w:t>
      </w:r>
      <w:r>
        <w:rPr>
          <w:rFonts w:hint="cs"/>
          <w:rtl/>
          <w:lang w:bidi="fa-IR"/>
        </w:rPr>
        <w:t>ی</w:t>
      </w:r>
      <w:r w:rsidR="00B600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افراد خلاق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اغلب نامأنوس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که معتقدند در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آنها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روش، گوشه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محروم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</w:p>
    <w:p w:rsidR="00A40535" w:rsidRPr="00B6009A" w:rsidRDefault="00B6009A" w:rsidP="00B600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A40535" w:rsidRDefault="00A40535" w:rsidP="00B6009A">
      <w:pPr>
        <w:pStyle w:val="libFootnote0"/>
        <w:rPr>
          <w:lang w:bidi="fa-IR"/>
        </w:rPr>
      </w:pPr>
      <w:r>
        <w:rPr>
          <w:rtl/>
          <w:lang w:bidi="fa-IR"/>
        </w:rPr>
        <w:t xml:space="preserve">1- </w:t>
      </w:r>
      <w:r>
        <w:rPr>
          <w:lang w:bidi="fa-IR"/>
        </w:rPr>
        <w:t>hypnotism</w:t>
      </w:r>
    </w:p>
    <w:p w:rsidR="00A40535" w:rsidRDefault="00B6009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است؛</w:t>
      </w:r>
      <w:r w:rsidR="00A40535">
        <w:rPr>
          <w:rtl/>
          <w:lang w:bidi="fa-IR"/>
        </w:rPr>
        <w:t xml:space="preserve"> 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عن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شرا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ط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که انگ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ختگ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قشر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را کاهش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دهد</w:t>
      </w:r>
      <w:r w:rsidR="00A40535">
        <w:rPr>
          <w:rtl/>
          <w:lang w:bidi="fa-IR"/>
        </w:rPr>
        <w:t xml:space="preserve"> که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موضوع به علت حساس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ازحد</w:t>
      </w:r>
      <w:r w:rsidR="00A40535">
        <w:rPr>
          <w:rtl/>
          <w:lang w:bidi="fa-IR"/>
        </w:rPr>
        <w:t xml:space="preserve"> آنهاست.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</w:t>
      </w:r>
      <w:r w:rsidR="00A40535">
        <w:rPr>
          <w:rtl/>
          <w:lang w:bidi="fa-IR"/>
        </w:rPr>
        <w:t xml:space="preserve"> افراد از نظر ز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ب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واکنش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به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دنبال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نه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مخاطره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جهان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راست با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 دارد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افراد خلاق تنها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نه به</w:t>
      </w:r>
      <w:r w:rsidR="00B600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مکره</w:t>
      </w:r>
      <w:r>
        <w:rPr>
          <w:rtl/>
          <w:lang w:bidi="fa-IR"/>
        </w:rPr>
        <w:t xml:space="preserve"> راست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با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بالا، دچار ناکارا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بازدار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قطعه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مسئول آن است؛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سطوح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فعالساز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قطعه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افراد خلاق مشاهده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البته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و ارائه تکال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نموده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 عموماً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 که آنها را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مردم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که همان ظهور و بروز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در منظر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تحقق عملکردها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در عالم خارج است، عبارتند از: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خلاق، همواره به اندازه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هوش برخوردارند.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لزوماً انسانها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بالا، انسانها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 بلکه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هستند که توانسته اند هوش خود را به نحو مطلوب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سازمانده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تعداد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برخوردار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انعطاف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ادراک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قاعده و قانون و چارچوب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چارچوبها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دارند.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ذهن آنها بهتر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قالب 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ابتکار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جوابها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رمعمول</w:t>
      </w:r>
      <w:r>
        <w:rPr>
          <w:rtl/>
          <w:lang w:bidi="fa-IR"/>
        </w:rPr>
        <w:t xml:space="preserve"> و مرسوم را در واکنش به محرکها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تنوع 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انجام کارها به صورت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استقلال</w:t>
      </w:r>
      <w:r>
        <w:rPr>
          <w:rtl/>
          <w:lang w:bidi="fa-IR"/>
        </w:rPr>
        <w:t xml:space="preserve">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داور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خود متک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و سنجش افکار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 و استدلال به دور از وابستگ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غوغا سالار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عدم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همرنگ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جماعت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است.</w:t>
      </w:r>
    </w:p>
    <w:p w:rsidR="00A40535" w:rsidRDefault="00537C2F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537C2F">
      <w:pPr>
        <w:pStyle w:val="libBold1"/>
        <w:rPr>
          <w:rtl/>
        </w:rPr>
      </w:pPr>
      <w:r>
        <w:rPr>
          <w:rFonts w:hint="eastAsia"/>
          <w:rtl/>
        </w:rPr>
        <w:t>اعتمادبه</w:t>
      </w:r>
      <w:r>
        <w:rPr>
          <w:rtl/>
        </w:rPr>
        <w:t xml:space="preserve"> نفس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اعتماد و باور دارند و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امکانات و حدود توانمند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</w:rPr>
      </w:pPr>
      <w:r>
        <w:rPr>
          <w:rFonts w:hint="eastAsia"/>
          <w:rtl/>
        </w:rPr>
        <w:t>خطرپذ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انتقاد و شکست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و اشتباهات را فرصتها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تمرکز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فعال و پر تلاش، هم از نظر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 از نظر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دانش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خلاق،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دانش و تسلط بر موضوع مورد علاقه خود صرف م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علاوه بر آن، همواره در حال توسعه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هستند.</w:t>
      </w:r>
    </w:p>
    <w:p w:rsidR="00A40535" w:rsidRDefault="00537C2F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</w:p>
    <w:p w:rsidR="00A40535" w:rsidRDefault="00A40535" w:rsidP="00537C2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خلاق، عموماً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رخدادها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 و بعضاً فقدانها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فوت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امکانات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فقدانها عموماً موجب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احساس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شده و فرد را واداشته اند تا در جهت رفع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خود،</w:t>
      </w:r>
      <w:r>
        <w:rPr>
          <w:rtl/>
          <w:lang w:bidi="fa-IR"/>
        </w:rPr>
        <w:t xml:space="preserve"> به راه حل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کسب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 در کسب هدفها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منبع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دلگرم کننده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مضاعف فرد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 حل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تازه، خطرپذ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تمرکز 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موضوع است.</w:t>
      </w:r>
    </w:p>
    <w:p w:rsidR="00A40535" w:rsidRDefault="00537C2F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537C2F">
      <w:pPr>
        <w:pStyle w:val="Heading2"/>
        <w:rPr>
          <w:rtl/>
        </w:rPr>
      </w:pPr>
      <w:bookmarkStart w:id="238" w:name="_Toc1565827"/>
      <w:bookmarkStart w:id="239" w:name="_Toc1565987"/>
      <w:r>
        <w:rPr>
          <w:rFonts w:hint="eastAsia"/>
          <w:rtl/>
        </w:rPr>
        <w:t>بخش</w:t>
      </w:r>
      <w:r>
        <w:rPr>
          <w:rtl/>
        </w:rPr>
        <w:t xml:space="preserve"> سوم: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دردوره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دبستان ودبستان</w:t>
      </w:r>
      <w:bookmarkEnd w:id="238"/>
      <w:bookmarkEnd w:id="239"/>
    </w:p>
    <w:p w:rsidR="00A40535" w:rsidRDefault="00A40535" w:rsidP="00537C2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هر کدام از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جنبه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لازم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استعداد همگان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آموزش و پرورش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دانش آموزان،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دوره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درک درست و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موجود برسد و در گام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فلسفه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هدفها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معتبر بک</w:t>
      </w:r>
      <w:r>
        <w:rPr>
          <w:rFonts w:hint="eastAsia"/>
          <w:rtl/>
          <w:lang w:bidi="fa-IR"/>
        </w:rPr>
        <w:t>وشد،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مطلوب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رسم کند.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با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وقت،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پرورش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نواند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را هموار سازد.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امروزه</w:t>
      </w:r>
      <w:r>
        <w:rPr>
          <w:rtl/>
          <w:lang w:bidi="fa-IR"/>
        </w:rPr>
        <w:t xml:space="preserve"> ثابت شده است که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صرفاً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همه انسانها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برخوردار هستند و همه درجات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استعداد را دارند؛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عوامل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مهارت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آموزش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انعطاف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سطح دانش و 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از اشتباه و شکست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نوآور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معلم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را به صورت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مجموعه در دانش آموزان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 و بکوشد آنها را پرورش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آنقدر رشد کرده اند که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</w:t>
      </w:r>
      <w:r>
        <w:rPr>
          <w:rtl/>
          <w:lang w:bidi="fa-IR"/>
        </w:rPr>
        <w:t xml:space="preserve"> و راه رفتن دارند، خود را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رسانند</w:t>
      </w:r>
      <w:r>
        <w:rPr>
          <w:rtl/>
          <w:lang w:bidi="fa-IR"/>
        </w:rPr>
        <w:t xml:space="preserve"> و با استفاده از آن،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بزرگسال کنارشان باشد تا مداد و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ارشان</w:t>
      </w:r>
      <w:r>
        <w:rPr>
          <w:rtl/>
          <w:lang w:bidi="fa-IR"/>
        </w:rPr>
        <w:t xml:space="preserve"> قرار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شروع مرحله نوشتن و خواندن است به جز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کودک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رفتن بر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مرحله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رشد او مهمتر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کاغذ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علامتها و خطوط نامنظم، شروع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نوشتن و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مداد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کودک قرار دهند، توجه و علاقه کودک موجب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فرزند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اگر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بچه ها با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کاملاَ مشخص و با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کامل، با مواد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صفحه کار کنند، از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 برخوردار خواهند شد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مشکلات را حل کنند. همه خط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خط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بچه ها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ستند؛</w:t>
      </w:r>
      <w:r>
        <w:rPr>
          <w:rtl/>
          <w:lang w:bidi="fa-IR"/>
        </w:rPr>
        <w:t xml:space="preserve"> بلکه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ماَ</w:t>
      </w:r>
      <w:r>
        <w:rPr>
          <w:rtl/>
          <w:lang w:bidi="fa-IR"/>
        </w:rPr>
        <w:t xml:space="preserve"> به رشد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خواندن و نوشتن آنها منجر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فرزندتان آنقدر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که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منتظر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کارشناس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 او آموزش دهد.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ب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فرزندانمان نظارت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هنرمند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همانطور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مراقبت از سلامت فرزندانمان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پزشک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باور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چه حد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فرزندانمان مخرب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نقش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محدود کردن و انتقاد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بچه</w:t>
      </w:r>
      <w:r>
        <w:rPr>
          <w:rtl/>
          <w:lang w:bidi="fa-IR"/>
        </w:rPr>
        <w:t xml:space="preserve"> هاست.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خط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ببرند. تنها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 باارزش بنگرند،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 که منجر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اگرچه جوهره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 به طور قطع همانطور که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کتاب هنر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لذت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نه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استعداد.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بچه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 هنر خاص خود را خلق کنند و کامل کردن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بزرگسالان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اگر آنها را مجبور به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ندارند،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سرکوب کرده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رنج م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.»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معرض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خلاقانه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اجازه دارد آزادانه و به طور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کند و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بزرگسالان بهجا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مشوق او هستند، در زمان مناسب راحت شروع به نوشتن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بودن در منحن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به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بودن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کارشناسان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قبل از آنکه بچه ها چهار ساله باشند، سه ساله شوند و کودک را وادار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قبل از آنکه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و آنچه را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بزرگتر انجام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انجام دهد.»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معمولاً</w:t>
      </w:r>
      <w:r>
        <w:rPr>
          <w:rtl/>
          <w:lang w:bidi="fa-IR"/>
        </w:rPr>
        <w:t xml:space="preserve"> به اقتضاء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لوازم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حذف م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هنر اغلب به عنوان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تصور م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مواد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نظر گران م</w:t>
      </w:r>
      <w:r>
        <w:rPr>
          <w:rFonts w:hint="cs"/>
          <w:rtl/>
          <w:lang w:bidi="fa-IR"/>
        </w:rPr>
        <w:t>ی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از آنجا که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شناخت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نشانه ها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سنگ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 هستند حذف و به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راندن آنها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با مواد کاملاَ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طرح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</w:t>
      </w:r>
      <w:r w:rsidR="00537C2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داد.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37C2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مواد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مکرراً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کودک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</w:t>
      </w:r>
      <w:r w:rsidR="00537C2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بتواند</w:t>
      </w:r>
      <w:r>
        <w:rPr>
          <w:rtl/>
          <w:lang w:bidi="fa-IR"/>
        </w:rPr>
        <w:t xml:space="preserve"> آنها را کشف کند و به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 برساند. البته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مواد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کنند، بلکه کودک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کند.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دچار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در هر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تجربه را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 xml:space="preserve"> اما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طرحها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س</w:t>
      </w:r>
      <w:r>
        <w:rPr>
          <w:rFonts w:hint="eastAsia"/>
          <w:rtl/>
          <w:lang w:bidi="fa-IR"/>
        </w:rPr>
        <w:t>اختار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رنگ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را ب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ارزش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بچه ها وقت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مناسب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طور خارق العاده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قادر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حس خود شوند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موجب خواهد شد احساس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کار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 و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مشخص به آنها ارائه داد.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مورد از کار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ساخته شده که متعلق به آنان است،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گذاشته شود تا او مورد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 به آنها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خود و احساس خودشان را بهتر بشناسند. البته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هوش بالا ندارد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تأسف است اگر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خلاقانه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محدود تصورکن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تفکر</w:t>
      </w:r>
      <w:r>
        <w:rPr>
          <w:rtl/>
          <w:lang w:bidi="fa-IR"/>
        </w:rPr>
        <w:t xml:space="preserve"> خلاق شامل نگرش نو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است. بچه 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مختلف،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حل مشکلات خود شوند و با اعتماد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نفس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کشف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پرورش</w:t>
      </w:r>
      <w:r>
        <w:rPr>
          <w:rtl/>
          <w:lang w:bidi="fa-IR"/>
        </w:rPr>
        <w:t xml:space="preserve"> تفکر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دارد. بچه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در ماهها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عمرشان،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نگرش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428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بهتر از مواد هنر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جالب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است. فقط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قلم،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کند؛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فضا و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دسترس هستند،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محرک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خلاق باشد و اگر کودک فقط در خارج از خانه به طور مجاز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فرصتها را از دست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کودک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نگران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شدن رنگ و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باشد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لوازم مثلاً هن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اختصاص داد.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هنر</w:t>
      </w:r>
      <w:r>
        <w:rPr>
          <w:rtl/>
          <w:lang w:bidi="fa-IR"/>
        </w:rPr>
        <w:t xml:space="preserve"> تنها راه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در اثر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اسباب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محرک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باشد.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اسباب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خودکار و آنها که با باطر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افراد خلاق به اعتمادبه نفس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نکات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استقلال و اعتمادبه نفس کودکان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نگرش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نسبت به نحوه محدود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فرزندانشان قائل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بچه ها اعتماد دارند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را به آنان القاء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عشق و احترام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را به وضوح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جالب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تلاش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از مرحله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اجرا، کامل شدن آثار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است؛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آثار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کودک بداند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تا چه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باارزش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کودک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مثلاً قرمز رنگ کند برخلاف طرح ارائه شده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کرد، مانع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طرحها را به عنوان نقطه بنگر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هرگز به کودک خود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طرحها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وصل کردن نقطه ها به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هم به وجود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F428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معکوس دارند و به سرعت به آنها وابسته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ناخودآگاه اعتماد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نفس و لذت ساختن کار را از بچه 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کودک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مخرب را دارد. در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آثار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 باشند. با مداخله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اصلاح کردن و کمک کردن، تفکر خلاق کودک 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 و پول خود را صرف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لوازم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به همان اندازه مانع 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کودکشان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خود را صرف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صفحات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به شکل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معلمان و بزرگترها که به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بالند،</w:t>
      </w:r>
      <w:r>
        <w:rPr>
          <w:rtl/>
          <w:lang w:bidi="fa-IR"/>
        </w:rPr>
        <w:t xml:space="preserve"> به ع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باورها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ناخودآگاه مانع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بزرگسالان به خط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خط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محض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بدتر از آن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بنگرند، بچه ها آن را به صورت مردود شدن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 لطفاً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خود را در هنر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آنها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دانش آموزان خلاق و نکات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کودکان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ساخت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هدفمند کودکان خواهد شد. اما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بچه ها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خلاق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ترند.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بچه ها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گذارند</w:t>
      </w:r>
      <w:r>
        <w:rPr>
          <w:rtl/>
          <w:lang w:bidi="fa-IR"/>
        </w:rPr>
        <w:t>. مع</w:t>
      </w:r>
      <w:r>
        <w:rPr>
          <w:rFonts w:hint="eastAsia"/>
          <w:rtl/>
          <w:lang w:bidi="fa-IR"/>
        </w:rPr>
        <w:t>مولاً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ها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شدت خلاق هستند.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</w:t>
      </w:r>
      <w:r w:rsidRPr="00F4285B">
        <w:rPr>
          <w:rStyle w:val="libFootnotenumChar"/>
          <w:rtl/>
        </w:rPr>
        <w:t>(1)</w:t>
      </w:r>
      <w:r>
        <w:rPr>
          <w:rtl/>
          <w:lang w:bidi="fa-IR"/>
        </w:rPr>
        <w:t xml:space="preserve"> به شش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در اشخاص به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شدت خلاق اشاره کرده است. با توجه به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نز،</w:t>
      </w:r>
      <w:r>
        <w:rPr>
          <w:rtl/>
          <w:lang w:bidi="fa-IR"/>
        </w:rPr>
        <w:t xml:space="preserve"> کودکان خلاق در جست و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هستند.کودکان </w:t>
      </w:r>
      <w:r>
        <w:rPr>
          <w:rtl/>
          <w:lang w:bidi="fa-IR"/>
        </w:rPr>
        <w:lastRenderedPageBreak/>
        <w:t>خلاق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مسائل را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کنند. آنها مسائل را با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شمندان</w:t>
      </w:r>
      <w:r>
        <w:rPr>
          <w:rtl/>
          <w:lang w:bidi="fa-IR"/>
        </w:rPr>
        <w:t xml:space="preserve"> خلاق،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آنها نه تنها کار خود را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بلکه به انتقاد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توجه دارند.کودک خلاق، تن به قبول خطر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از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</w:p>
    <w:p w:rsidR="00A40535" w:rsidRPr="00F4285B" w:rsidRDefault="00F4285B" w:rsidP="00F428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0535" w:rsidRDefault="00A40535" w:rsidP="00F4285B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lang w:bidi="fa-IR"/>
        </w:rPr>
        <w:t>Perkins</w:t>
      </w:r>
    </w:p>
    <w:p w:rsidR="00A40535" w:rsidRDefault="00F4285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فراوان</w:t>
      </w:r>
      <w:r w:rsidR="00A40535">
        <w:rPr>
          <w:rtl/>
          <w:lang w:bidi="fa-IR"/>
        </w:rPr>
        <w:t xml:space="preserve"> برخوردار است و برا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ارضاء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ازها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شخص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م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ل</w:t>
      </w:r>
      <w:r w:rsidR="00A40535">
        <w:rPr>
          <w:rtl/>
          <w:lang w:bidi="fa-IR"/>
        </w:rPr>
        <w:t xml:space="preserve"> به خلاق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ت</w:t>
      </w:r>
      <w:r w:rsidR="00A40535"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اغلب</w:t>
      </w:r>
      <w:r>
        <w:rPr>
          <w:rtl/>
          <w:lang w:bidi="fa-IR"/>
        </w:rPr>
        <w:t xml:space="preserve"> اوقات اگر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و حوصله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متوجه وجود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بچه ها م</w:t>
      </w:r>
      <w:r>
        <w:rPr>
          <w:rFonts w:hint="cs"/>
          <w:rtl/>
          <w:lang w:bidi="fa-IR"/>
        </w:rPr>
        <w:t>ی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از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کودکان،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هنگام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کودک را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آزادانه و با آسودگ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با مواد و اسباب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سرگرم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تماشا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خلاق اغلب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موارد استفاده متفاوت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بروند، از آن به انواع مختلف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</w:t>
      </w:r>
      <w:r>
        <w:rPr>
          <w:rtl/>
          <w:lang w:bidi="fa-IR"/>
        </w:rPr>
        <w:t xml:space="preserve"> خلاق اغلب از منابع خود به انواع و اشکال مختلف و گاه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 w:rsidR="00F428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. ممکن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جعبه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خلاق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مراتب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اسباب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داشته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از کودک سؤال کنند و بعد به</w:t>
      </w:r>
      <w:r w:rsidR="00F428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دقت و باحوصله به جوابها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گوش دهند. کودکان خلاق اغلب با آب و تاب حرف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>. ذکر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ماجرا و به تفض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سخن گفتن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نشانه قدرت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و تصور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باشد. بزرگترها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مهم توجه داشته باشند که کودکان </w:t>
      </w:r>
      <w:r>
        <w:rPr>
          <w:rFonts w:hint="eastAsia"/>
          <w:rtl/>
          <w:lang w:bidi="fa-IR"/>
        </w:rPr>
        <w:t>خلاق</w:t>
      </w:r>
      <w:r>
        <w:rPr>
          <w:rtl/>
          <w:lang w:bidi="fa-IR"/>
        </w:rPr>
        <w:t xml:space="preserve"> ممکن است رفتارها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بگذارند که گاه چالش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هستند.</w:t>
      </w:r>
    </w:p>
    <w:p w:rsidR="00A40535" w:rsidRDefault="00F4285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92687">
      <w:pPr>
        <w:pStyle w:val="Heading2"/>
        <w:rPr>
          <w:rtl/>
        </w:rPr>
      </w:pPr>
      <w:bookmarkStart w:id="240" w:name="_Toc1565828"/>
      <w:bookmarkStart w:id="241" w:name="_Toc1565988"/>
      <w:r>
        <w:rPr>
          <w:rFonts w:hint="eastAsia"/>
          <w:rtl/>
        </w:rPr>
        <w:t>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کودکان خلاق</w:t>
      </w:r>
      <w:bookmarkEnd w:id="240"/>
      <w:bookmarkEnd w:id="24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نشانه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باشند،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داده شده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دقت</w:t>
      </w:r>
      <w:r>
        <w:rPr>
          <w:rtl/>
          <w:lang w:bidi="fa-IR"/>
        </w:rPr>
        <w:t xml:space="preserve"> و توجه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گوش دادن، مشاهده کردن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انجام دادن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شام صدا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شور</w:t>
      </w:r>
      <w:r>
        <w:rPr>
          <w:rtl/>
          <w:lang w:bidi="fa-IR"/>
        </w:rPr>
        <w:t xml:space="preserve"> و نشاط و مشغول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دارم فکر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D926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در صحبت: احساس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هستم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پروانه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شوم.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عادت</w:t>
      </w:r>
      <w:r>
        <w:rPr>
          <w:rtl/>
          <w:lang w:bidi="fa-IR"/>
        </w:rPr>
        <w:t xml:space="preserve"> به وارس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 مختلف: مامان! من هم کتاب خواندم، هم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تماشا کردم و هم از معلم سؤال کردم؛ اما هنوز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خدا کجا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کردن با دقت به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>: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هزارپا که فقط نود و نه پا دارد!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صحبت کردن درباره کشف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شد، حدس بزن...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ادامه</w:t>
      </w:r>
      <w:r>
        <w:rPr>
          <w:rtl/>
          <w:lang w:bidi="fa-IR"/>
        </w:rPr>
        <w:t xml:space="preserve"> انجام برنامه بعد از تمام شدن وقت: مامان!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زنگ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هم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کارم تمام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به روابط 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ظاهر با هم ب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ارتباط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کلاه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</w:t>
      </w:r>
      <w:r>
        <w:rPr>
          <w:rtl/>
          <w:lang w:bidi="fa-IR"/>
        </w:rPr>
        <w:t xml:space="preserve"> شکل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پروانه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فکرکردن</w:t>
      </w:r>
      <w:r>
        <w:rPr>
          <w:rtl/>
          <w:lang w:bidi="fa-IR"/>
        </w:rPr>
        <w:t xml:space="preserve">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مثلاً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برنامه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داده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فردا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در باغچه دنبال طلا بگردم.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درآوردن از امور: خواستم بدانم که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بام چگونه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از اکتشاف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تجربه: فکر کردم اگر آرد و آب را با هم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نان ساخته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تکه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بروز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در صدا در اثر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اکتشاف: با آب و آرد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عادت</w:t>
      </w:r>
      <w:r>
        <w:rPr>
          <w:rtl/>
          <w:lang w:bidi="fa-IR"/>
        </w:rPr>
        <w:t xml:space="preserve"> به سؤال و آزمودن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با آب و صابون حباب درست کنم؟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صداقت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از امور: مامان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ناراحت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 فکر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عمو نوروز وجود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عمل</w:t>
      </w:r>
      <w:r>
        <w:rPr>
          <w:rtl/>
          <w:lang w:bidi="fa-IR"/>
        </w:rPr>
        <w:t xml:space="preserve"> مستقل: درباره مسابقات اتوموب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نکردم، خودم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انشاء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جسارت</w:t>
      </w:r>
      <w:r>
        <w:rPr>
          <w:rtl/>
          <w:lang w:bidi="fa-IR"/>
        </w:rPr>
        <w:t xml:space="preserve"> در گفتار: به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نظر من بچه 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دقت</w:t>
      </w:r>
      <w:r>
        <w:rPr>
          <w:rtl/>
          <w:lang w:bidi="fa-IR"/>
        </w:rPr>
        <w:t xml:space="preserve"> نظر: تا کارم را تمام نکنم،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با شما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از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هدف: قصد دارم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مداد،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بکشم.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طرح</w:t>
      </w:r>
      <w:r>
        <w:rPr>
          <w:rtl/>
          <w:lang w:bidi="fa-IR"/>
        </w:rPr>
        <w:t xml:space="preserve"> سؤال: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رنگ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برف کجا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رود؟</w:t>
      </w:r>
      <w:r>
        <w:rPr>
          <w:rtl/>
          <w:lang w:bidi="fa-IR"/>
        </w:rPr>
        <w:t>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اطلاع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کشف احتمالات: فکر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لنگه کفش پاره به درد گلدان شدن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ابتکار خود: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به کتابخانه مدرسه رفتم و به همه کتابها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درباره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ناسورها</w:t>
      </w:r>
      <w:r>
        <w:rPr>
          <w:rtl/>
          <w:lang w:bidi="fa-IR"/>
        </w:rPr>
        <w:t xml:space="preserve"> نوشته شده بود، نگاه کردم.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طرح</w:t>
      </w:r>
      <w:r>
        <w:rPr>
          <w:rtl/>
          <w:lang w:bidi="fa-IR"/>
        </w:rPr>
        <w:t xml:space="preserve"> سؤالات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: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آدم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شدند</w:t>
      </w:r>
      <w:r>
        <w:rPr>
          <w:rtl/>
          <w:lang w:bidi="fa-IR"/>
        </w:rPr>
        <w:t xml:space="preserve"> و آدمها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وان،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افتاد؟!</w:t>
      </w:r>
    </w:p>
    <w:p w:rsidR="00A40535" w:rsidRDefault="00D9268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92687">
      <w:pPr>
        <w:pStyle w:val="Heading2"/>
        <w:rPr>
          <w:rtl/>
        </w:rPr>
      </w:pPr>
      <w:bookmarkStart w:id="242" w:name="_Toc1565829"/>
      <w:bookmarkStart w:id="243" w:name="_Toc1565989"/>
      <w:r>
        <w:rPr>
          <w:rFonts w:hint="eastAsia"/>
          <w:rtl/>
        </w:rPr>
        <w:t>راهها</w:t>
      </w:r>
      <w:r>
        <w:rPr>
          <w:rFonts w:hint="cs"/>
          <w:rtl/>
        </w:rPr>
        <w:t>ی</w:t>
      </w:r>
      <w:r>
        <w:rPr>
          <w:rtl/>
        </w:rPr>
        <w:t xml:space="preserve"> پرورش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کودکان</w:t>
      </w:r>
      <w:bookmarkEnd w:id="242"/>
      <w:bookmarkEnd w:id="243"/>
    </w:p>
    <w:p w:rsidR="00A40535" w:rsidRDefault="00A40535" w:rsidP="00D9268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خاطر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و تجربه ما را که به عنوان ماده خام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هستند بالا ببرد و از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تفکر ما را اصلاح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 و از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قدرت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ما را بهبود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امکان تصورساز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دهد.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نو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تکاپو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بتواند ذهن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به تکاپو وا دارد و به ما فرصت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تبلور آن را در جهان خارج بدهد، موجب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D9268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92687">
      <w:pPr>
        <w:pStyle w:val="libBold1"/>
        <w:rPr>
          <w:rtl/>
          <w:lang w:bidi="fa-IR"/>
        </w:rPr>
      </w:pPr>
      <w:r>
        <w:rPr>
          <w:rtl/>
          <w:lang w:bidi="fa-IR"/>
        </w:rPr>
        <w:t>1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تجربه</w:t>
      </w:r>
    </w:p>
    <w:p w:rsidR="00A40535" w:rsidRDefault="00A40535" w:rsidP="00D926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منبع سوخت و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موجب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انسان بتواند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ارائه بدهد. تجربه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از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و مخاطره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ز،مسافرت</w:t>
      </w:r>
      <w:r>
        <w:rPr>
          <w:rtl/>
          <w:lang w:bidi="fa-IR"/>
        </w:rPr>
        <w:t xml:space="preserve"> مخصوصاً با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سخت و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بار و به مکانها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افتاده، تماسها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کودکان، خواندن شرح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حال افراد، تماشا کردن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ون،</w:t>
      </w:r>
      <w:r>
        <w:rPr>
          <w:rtl/>
          <w:lang w:bidi="fa-IR"/>
        </w:rPr>
        <w:t xml:space="preserve"> گوش کردن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... به دست آورد.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D92687">
      <w:pPr>
        <w:pStyle w:val="libBold1"/>
        <w:rPr>
          <w:rtl/>
          <w:lang w:bidi="fa-IR"/>
        </w:rPr>
      </w:pPr>
      <w:r>
        <w:rPr>
          <w:rtl/>
          <w:lang w:bidi="fa-IR"/>
        </w:rPr>
        <w:t>2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حل</w:t>
      </w:r>
      <w:r>
        <w:rPr>
          <w:rtl/>
          <w:lang w:bidi="fa-IR"/>
        </w:rPr>
        <w:t xml:space="preserve"> معما، جدول، شطرنج، کلمات متقاطع،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سؤال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آزاد، حل مسائل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خصوص مسائل هندسه و احتمال که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ورزش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در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قدرت تفکر مؤثرند.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کوشش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>: آنچه موجب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لزوماً هوش و نبوغ فوق العاده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کوشش مضاعف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افراد خلاق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تا مغز را به تصور وا دارند. سخت کوش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عادت کردن به کار و تلاش، ما را در هنگام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D92687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92687">
      <w:pPr>
        <w:pStyle w:val="libBold1"/>
        <w:rPr>
          <w:rtl/>
          <w:lang w:bidi="fa-IR"/>
        </w:rPr>
      </w:pPr>
      <w:r>
        <w:rPr>
          <w:rtl/>
          <w:lang w:bidi="fa-IR"/>
        </w:rPr>
        <w:t>3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دانش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بروز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دانش فراوان دارد.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دانش ماده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تصورساز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توسعه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و اطلاعات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بروز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خلاقانه نقش ب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D92687">
      <w:pPr>
        <w:pStyle w:val="libBold1"/>
        <w:rPr>
          <w:rtl/>
        </w:rPr>
      </w:pPr>
      <w:r>
        <w:rPr>
          <w:rtl/>
        </w:rPr>
        <w:t>4</w:t>
      </w:r>
      <w:r w:rsidR="00D92687">
        <w:rPr>
          <w:rFonts w:hint="cs"/>
          <w:rtl/>
        </w:rPr>
        <w:t xml:space="preserve"> </w:t>
      </w:r>
      <w:r>
        <w:rPr>
          <w:rtl/>
        </w:rPr>
        <w:t>-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پرسشگر</w:t>
      </w:r>
      <w:r>
        <w:rPr>
          <w:rFonts w:hint="cs"/>
          <w:rtl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پرسشگر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انسان از طرح سؤالها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ظاهر کودکانه واهمه نداشته باشد و سؤالها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چالش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مطرح کند، باعث پرورش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انسان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ساختارشکن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 احساس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شود؟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کودکان همسن و سال خود نم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خوب ارتباط برقرار کند و معمولاً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با آنها مشکل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دوست دارد در خانه تنها بماند 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شرکت در جمع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کودکان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جمع بزرگترها ندارد.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اگر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پاسخ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احساسات خودش را بروز نم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. به عنوان نمونه خوشحال بودن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نبودن او را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درک کرد. گوشه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کمتر حرف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خشن است و از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آزار رساندن به آنها لذت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. به عنوان نمونه از له کردن دم گربه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سنگ زدن به سگ خشنود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با آتش و آتش افروز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مسرور م</w:t>
      </w:r>
      <w:r>
        <w:rPr>
          <w:rFonts w:hint="cs"/>
          <w:rtl/>
          <w:lang w:bidi="fa-IR"/>
        </w:rPr>
        <w:t>ی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خطر آتشباز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درک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D9268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معلم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D9268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همگام با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نگران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19569E">
        <w:rPr>
          <w:rFonts w:hint="cs"/>
          <w:rtl/>
          <w:lang w:bidi="fa-IR"/>
        </w:rPr>
        <w:t xml:space="preserve">  </w:t>
      </w:r>
      <w:r>
        <w:rPr>
          <w:rtl/>
          <w:lang w:bidi="fa-IR"/>
        </w:rPr>
        <w:t>- رفتار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مدرسه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بچه ها مزاحمت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مدرسه رفتن ندارد.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سر کلاس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آرام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مداوم تکان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سر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بدون اجازه معلم برم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در کلاس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سن خود را نم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12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شبانه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دو ساعت مقابل صفحه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اگر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از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خوشش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صحبتها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رقابل</w:t>
      </w:r>
      <w:r>
        <w:rPr>
          <w:rtl/>
          <w:lang w:bidi="fa-IR"/>
        </w:rPr>
        <w:t xml:space="preserve"> فهم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علامت + را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کند و اگر به او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آدم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و هر 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خوشگل تر بکش (نبا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شوند)،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تعداد</w:t>
      </w:r>
      <w:r>
        <w:rPr>
          <w:rtl/>
          <w:lang w:bidi="fa-IR"/>
        </w:rPr>
        <w:t xml:space="preserve"> اجزاء بدن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کمتر از هشت قسمت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اگر مقابل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توپ پرت شده را با دو دست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تشکر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مدرسه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خانه لذت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طرز عبور کردن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بستن کمربند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مکرر به آنها نکات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خوردن شکلات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آنها به عنوان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استفاده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حداقل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در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وعده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با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افراد خانواده با هم بخورند.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ساعت خواب شب منظم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پنجشنبه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معمولاً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ساعت 9 شب بخوابند. به سؤالات درباره مسائل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پاسخ داده شود و درباره قسمتها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حساس بدن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آنها دست بزند، با آنها صحبت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انجام تکال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مدرسه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دارد،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کودک از نظر اختلالات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از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پارک رفتن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غفلت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در اتاق کودک است، آن را خارج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گار</w:t>
      </w:r>
      <w:r>
        <w:rPr>
          <w:rtl/>
          <w:lang w:bidi="fa-IR"/>
        </w:rPr>
        <w:t xml:space="preserve"> نزد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جداً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خودش مانند جمع کردن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کتاب و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واگذار و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1956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9569E">
      <w:pPr>
        <w:pStyle w:val="Heading1"/>
        <w:rPr>
          <w:rtl/>
          <w:lang w:bidi="fa-IR"/>
        </w:rPr>
      </w:pPr>
      <w:bookmarkStart w:id="244" w:name="_Toc1565830"/>
      <w:bookmarkStart w:id="245" w:name="_Toc1565990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چهارم: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 خلاق درکلاس</w:t>
      </w:r>
      <w:bookmarkEnd w:id="244"/>
      <w:bookmarkEnd w:id="245"/>
    </w:p>
    <w:p w:rsidR="00A40535" w:rsidRDefault="00A40535" w:rsidP="0019569E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 خلاق در کلاس عبارتند از: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9569E">
        <w:rPr>
          <w:rFonts w:hint="cs"/>
          <w:rtl/>
          <w:lang w:bidi="fa-IR"/>
        </w:rPr>
        <w:t xml:space="preserve"> </w:t>
      </w:r>
      <w:r w:rsidR="0019569E">
        <w:rPr>
          <w:rFonts w:cs="Times New Roman" w:hint="cs"/>
          <w:rtl/>
          <w:lang w:bidi="fa-IR"/>
        </w:rPr>
        <w:t>–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نظرات خود را بدون ترس در کلاس مطرح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معمولاً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مسائل، راه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حلها و پاسخها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متفاوت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دانش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ارائه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تجربه و مهارت است.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گردو را بشکنم،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افتادم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بتوانم با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پوست آن دو تا لاکپشت درست کنم!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غالباً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راه حل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همکلاس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معمولاً قادر است با طنزپرداز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بخنداند.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نظرات معلم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مطالب کتاب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کلاس اغلب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گاه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افکار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انتقادگر است و هر نظر و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نظرات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در نظر دانش آموزان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قوه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معمولاً در کلاس با آب و تاب صحبت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کامل شرح دهد.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ابتکار است و غالباً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پاسخها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منحصربه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فرد ارائه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حساس،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نکته سنج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فعال است و غالباً در آن واحد چند طرح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را در سر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پروراند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تجربه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علاقه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نفوذ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دوستان خود، از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طرد شدن و عدم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داراست.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مطالعه موضوعات متنوع و گوناگون علاقه مند است و زمان قابل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اختصاص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اطلاعات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از آنها استفاده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1956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9569E">
      <w:pPr>
        <w:pStyle w:val="Heading2"/>
        <w:rPr>
          <w:rtl/>
        </w:rPr>
      </w:pPr>
      <w:bookmarkStart w:id="246" w:name="_Toc1565831"/>
      <w:bookmarkStart w:id="247" w:name="_Toc1565991"/>
      <w:r>
        <w:rPr>
          <w:rFonts w:hint="eastAsia"/>
          <w:rtl/>
        </w:rPr>
        <w:t>چگونه</w:t>
      </w:r>
      <w:r>
        <w:rPr>
          <w:rtl/>
        </w:rPr>
        <w:t xml:space="preserve"> دانش آموزان را خلاق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bookmarkEnd w:id="246"/>
      <w:bookmarkEnd w:id="24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آشنا ساختن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معلمان با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راهکارها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در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</w:p>
    <w:p w:rsidR="00A40535" w:rsidRDefault="00A40535" w:rsidP="0019569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ساختن مسئولان آموزشگاهها با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آن،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از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ضمن خدمت استفاده کرد.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معلمان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پس از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راهکارها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ها،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راهکارها را در کا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به کار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ضمن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مورد،</w:t>
      </w:r>
      <w:r>
        <w:rPr>
          <w:rtl/>
          <w:lang w:bidi="fa-IR"/>
        </w:rPr>
        <w:t xml:space="preserve"> دانش آموزان را به مشارکت فعال در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به دانش آموزان آزاد</w:t>
      </w:r>
      <w:r>
        <w:rPr>
          <w:rFonts w:hint="cs"/>
          <w:rtl/>
          <w:lang w:bidi="fa-IR"/>
        </w:rPr>
        <w:t>ی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معقول بدهند تا با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راحت و با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خاطر، نظرات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فراهم خواهد آورد.</w:t>
      </w:r>
    </w:p>
    <w:p w:rsidR="00A40535" w:rsidRDefault="0019569E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9569E">
      <w:pPr>
        <w:pStyle w:val="Heading2"/>
        <w:rPr>
          <w:rtl/>
        </w:rPr>
      </w:pPr>
      <w:bookmarkStart w:id="248" w:name="_Toc1565832"/>
      <w:bookmarkStart w:id="249" w:name="_Toc1565992"/>
      <w:r>
        <w:rPr>
          <w:rtl/>
        </w:rPr>
        <w:t>2</w:t>
      </w:r>
      <w:r w:rsidR="0019569E">
        <w:rPr>
          <w:rFonts w:hint="cs"/>
          <w:rtl/>
        </w:rPr>
        <w:t xml:space="preserve"> </w:t>
      </w:r>
      <w:r>
        <w:rPr>
          <w:rtl/>
        </w:rPr>
        <w:t>-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در کتابها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bookmarkEnd w:id="248"/>
      <w:bookmarkEnd w:id="24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چند با استفاده از مطالب و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موجود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موجود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کودکان کمک کرد،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بهتر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امکانات و با توجه به ضرورت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مبرم به آن در حال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</w:t>
      </w:r>
      <w:r>
        <w:rPr>
          <w:rFonts w:hint="eastAsia"/>
          <w:rtl/>
          <w:lang w:bidi="fa-IR"/>
        </w:rPr>
        <w:t>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مثلاً</w:t>
      </w:r>
      <w:r>
        <w:rPr>
          <w:rtl/>
          <w:lang w:bidi="fa-IR"/>
        </w:rPr>
        <w:t xml:space="preserve"> مطالب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کتابها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شوند که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و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فراهم سازند و فقط ارائه اطلاعات در سطح دانش نباشند.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مخصوصاً</w:t>
      </w:r>
      <w:r>
        <w:rPr>
          <w:rtl/>
          <w:lang w:bidi="fa-IR"/>
        </w:rPr>
        <w:t xml:space="preserve"> سؤالات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صورت واگرا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شوند تا هم گرا. هم اکنون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سؤالات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درسها، به صورت هم گرا طرح شده اند؛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سؤال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پاسخ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مشارکت دانش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در بحث و ارائه پاسخ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19569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صورت،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احتمال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جوابشان مطابق پاسخ مورد نظر نباشد و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اناً</w:t>
      </w:r>
      <w:r>
        <w:rPr>
          <w:rtl/>
          <w:lang w:bidi="fa-IR"/>
        </w:rPr>
        <w:t xml:space="preserve"> مورد خشم معلم و تمسخر دانش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از تفکر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ارائه پاسخ صرف</w:t>
      </w:r>
      <w:r w:rsidR="0019569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چند ممکن است پاسخشان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باشد.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قدرت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دانش آموزان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خصوص،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گرفته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D42C8A">
      <w:pPr>
        <w:pStyle w:val="Heading2"/>
        <w:rPr>
          <w:rtl/>
        </w:rPr>
      </w:pPr>
      <w:bookmarkStart w:id="250" w:name="_Toc1565833"/>
      <w:bookmarkStart w:id="251" w:name="_Toc1565993"/>
      <w:r>
        <w:rPr>
          <w:rtl/>
        </w:rPr>
        <w:t>3</w:t>
      </w:r>
      <w:r w:rsidR="00D42C8A">
        <w:rPr>
          <w:rFonts w:hint="cs"/>
          <w:rtl/>
        </w:rPr>
        <w:t xml:space="preserve"> </w:t>
      </w:r>
      <w:r>
        <w:rPr>
          <w:rtl/>
        </w:rPr>
        <w:t>-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امتحانات</w:t>
      </w:r>
      <w:bookmarkEnd w:id="250"/>
      <w:bookmarkEnd w:id="25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چنانچه</w:t>
      </w:r>
      <w:r>
        <w:rPr>
          <w:rtl/>
          <w:lang w:bidi="fa-IR"/>
        </w:rPr>
        <w:t xml:space="preserve">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دانش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پرورش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و اصلاح برنامه، از کار خود و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آن ارزش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امتحان به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عمل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ارزش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بتواند تا حدود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دانش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آموزان را بسنجند؛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از پرسشها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 جواب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پرسش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واگرا و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تفکر و ارائه نظر و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دانش آموز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دارند، استفاده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ضمن اصلاح نظرات دانش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و پرسشها و پاسخها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داد و در امتحانات و پرسشها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مستمر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به آنان به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دادن پاسخ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شکل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از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خانواده ها صورت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رسانه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روزنامه ها، درباره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به رشد آن، اطلاعات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عموم به خصوص خانواده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قرار 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رد.</w:t>
      </w:r>
    </w:p>
    <w:p w:rsidR="00A40535" w:rsidRDefault="00D42C8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42C8A">
      <w:pPr>
        <w:pStyle w:val="Heading2"/>
        <w:rPr>
          <w:rtl/>
        </w:rPr>
      </w:pPr>
      <w:bookmarkStart w:id="252" w:name="_Toc1565834"/>
      <w:bookmarkStart w:id="253" w:name="_Toc1565994"/>
      <w:r>
        <w:rPr>
          <w:rtl/>
        </w:rPr>
        <w:t>4</w:t>
      </w:r>
      <w:r w:rsidR="00D42C8A">
        <w:rPr>
          <w:rFonts w:hint="cs"/>
          <w:rtl/>
        </w:rPr>
        <w:t xml:space="preserve"> </w:t>
      </w:r>
      <w:r>
        <w:rPr>
          <w:rtl/>
        </w:rPr>
        <w:t>- علاقه مند کردن دانش آموزان به مطالعه</w:t>
      </w:r>
      <w:bookmarkEnd w:id="252"/>
      <w:bookmarkEnd w:id="25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مطالعه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</w:t>
      </w:r>
      <w:r>
        <w:rPr>
          <w:rtl/>
          <w:lang w:bidi="fa-IR"/>
        </w:rPr>
        <w:t xml:space="preserve"> تفکر خلاق در کودکان و نوجوانان است. کودک که به مطالعه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پردازد،</w:t>
      </w:r>
      <w:r>
        <w:rPr>
          <w:rtl/>
          <w:lang w:bidi="fa-IR"/>
        </w:rPr>
        <w:t xml:space="preserve"> در کتاب با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 زبانها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برخورد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با علوم و هنرها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D42C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 با حوادث و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آشنا شود. اگر دانش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به مطالعه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شوند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مطالعه از آن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بشود تا به عمق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ببرند، قطعاَ متفکر بار خواهند آمد.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 ها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دوستان او به حساب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  <w:r>
        <w:rPr>
          <w:rtl/>
          <w:lang w:bidi="fa-IR"/>
        </w:rPr>
        <w:t xml:space="preserve"> دوستان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مقدمه تفکر خلاق کودک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سؤالها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اثر مطالعه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مطرح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در مجموع موجب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که او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بار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بهره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ضرورت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است،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بزرگ و پهناور در مقابل چشمان کودک گشوده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او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آز</w:t>
      </w:r>
      <w:r>
        <w:rPr>
          <w:rFonts w:hint="eastAsia"/>
          <w:rtl/>
          <w:lang w:bidi="fa-IR"/>
        </w:rPr>
        <w:t>ادانه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کودک هرگز خود را محدود و محبوس در حصار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امور مشهود و ملموس نم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آسودگ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ال،</w:t>
      </w:r>
      <w:r>
        <w:rPr>
          <w:rtl/>
          <w:lang w:bidi="fa-IR"/>
        </w:rPr>
        <w:t xml:space="preserve"> هر آنچه را که دلش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تصور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کتابخانه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ها، به خصوص کتابخانه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فعال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D42C8A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42C8A">
      <w:pPr>
        <w:pStyle w:val="Heading2"/>
        <w:rPr>
          <w:rtl/>
        </w:rPr>
      </w:pPr>
      <w:bookmarkStart w:id="254" w:name="_Toc1565835"/>
      <w:bookmarkStart w:id="255" w:name="_Toc1565995"/>
      <w:r>
        <w:rPr>
          <w:rtl/>
        </w:rPr>
        <w:t>5</w:t>
      </w:r>
      <w:r w:rsidR="00D42C8A">
        <w:rPr>
          <w:rFonts w:hint="cs"/>
          <w:rtl/>
        </w:rPr>
        <w:t xml:space="preserve"> </w:t>
      </w:r>
      <w:r>
        <w:rPr>
          <w:rtl/>
        </w:rPr>
        <w:t>- فعالساز</w:t>
      </w:r>
      <w:r>
        <w:rPr>
          <w:rFonts w:hint="cs"/>
          <w:rtl/>
        </w:rPr>
        <w:t>ی</w:t>
      </w:r>
      <w:r>
        <w:rPr>
          <w:rtl/>
        </w:rPr>
        <w:t xml:space="preserve"> تشکلها</w:t>
      </w:r>
      <w:r>
        <w:rPr>
          <w:rFonts w:hint="cs"/>
          <w:rtl/>
        </w:rPr>
        <w:t>ی</w:t>
      </w:r>
      <w:r>
        <w:rPr>
          <w:rtl/>
        </w:rPr>
        <w:t xml:space="preserve"> دانشآموز</w:t>
      </w:r>
      <w:r>
        <w:rPr>
          <w:rFonts w:hint="cs"/>
          <w:rtl/>
        </w:rPr>
        <w:t>ی</w:t>
      </w:r>
      <w:r>
        <w:rPr>
          <w:rtl/>
        </w:rPr>
        <w:t xml:space="preserve"> خودجوش</w:t>
      </w:r>
      <w:bookmarkEnd w:id="254"/>
      <w:bookmarkEnd w:id="255"/>
    </w:p>
    <w:p w:rsidR="00A40535" w:rsidRDefault="00A40535" w:rsidP="00D42C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فعالساز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خودجوش و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آموزان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آنها را به مشارکت در امور مدرسه دعوت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شوراها و گروه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 آموزان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راه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مناسب،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تفکر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با گسترش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آنها،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پرورش 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مشارکتها، اعتمادبه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نفس، خود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دانش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با داشتن اعتماد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نفس بالاست که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نرفته و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کشف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افراد جرأت قدم گذاشتن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خود از عوامل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ابتکار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اختصاص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نام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مدرسه و گنجاندن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آن در برنامه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مراکز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معلم و تمام مؤسسات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معلم و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A40535" w:rsidRDefault="00A40535" w:rsidP="00D42C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ضرورت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داشتن افراد خلاق، لازم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عنوان واحد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مراکز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معلم و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گنجانده شود.</w:t>
      </w:r>
    </w:p>
    <w:p w:rsidR="00D42C8A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آموزش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افراد خلاق خود به معلمان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که بتوانند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ارتباط مطلوب با انسانها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(فراگ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>) هر لحظه ابتکار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بروز دهد،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دارد. از آن گذشته معلم و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راهکارها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ابتکار آشنا باشد و بتوا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قدرت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پرورش دهد.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راهکارها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واحد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شده، گنجانده شوند.</w:t>
      </w:r>
    </w:p>
    <w:p w:rsidR="00A40535" w:rsidRDefault="00D42C8A" w:rsidP="00D42C8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D42C8A">
      <w:pPr>
        <w:pStyle w:val="Heading2"/>
        <w:rPr>
          <w:rtl/>
        </w:rPr>
      </w:pPr>
      <w:bookmarkStart w:id="256" w:name="_Toc1565836"/>
      <w:bookmarkStart w:id="257" w:name="_Toc1565996"/>
      <w:r>
        <w:rPr>
          <w:rtl/>
        </w:rPr>
        <w:t>7</w:t>
      </w:r>
      <w:r w:rsidR="00D42C8A">
        <w:rPr>
          <w:rFonts w:hint="cs"/>
          <w:rtl/>
        </w:rPr>
        <w:t xml:space="preserve"> </w:t>
      </w:r>
      <w:r>
        <w:rPr>
          <w:rtl/>
        </w:rPr>
        <w:t>- استفاده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مطلوب از ساعات درس انشاء</w:t>
      </w:r>
      <w:bookmarkEnd w:id="256"/>
      <w:bookmarkEnd w:id="25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ساعات به نحو مطلوب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دانش آموزان و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فرهنگ مطالعه که به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استفاده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D42C8A">
      <w:pPr>
        <w:pStyle w:val="Heading2"/>
        <w:rPr>
          <w:rtl/>
        </w:rPr>
      </w:pPr>
      <w:bookmarkStart w:id="258" w:name="_Toc1565837"/>
      <w:bookmarkStart w:id="259" w:name="_Toc1565997"/>
      <w:r>
        <w:rPr>
          <w:rtl/>
        </w:rPr>
        <w:t>8</w:t>
      </w:r>
      <w:r w:rsidR="00D42C8A">
        <w:rPr>
          <w:rFonts w:hint="cs"/>
          <w:rtl/>
        </w:rPr>
        <w:t xml:space="preserve"> </w:t>
      </w:r>
      <w:r>
        <w:rPr>
          <w:rtl/>
        </w:rPr>
        <w:t>-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نام درس هنر و نقاش</w:t>
      </w:r>
      <w:r>
        <w:rPr>
          <w:rFonts w:hint="cs"/>
          <w:rtl/>
        </w:rPr>
        <w:t>ی</w:t>
      </w:r>
      <w:r>
        <w:rPr>
          <w:rtl/>
        </w:rPr>
        <w:t xml:space="preserve"> به پرورش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نوآور</w:t>
      </w:r>
      <w:r>
        <w:rPr>
          <w:rFonts w:hint="cs"/>
          <w:rtl/>
        </w:rPr>
        <w:t>ی</w:t>
      </w:r>
      <w:r>
        <w:rPr>
          <w:rtl/>
        </w:rPr>
        <w:t xml:space="preserve"> و ابتکار</w:t>
      </w:r>
      <w:bookmarkEnd w:id="258"/>
      <w:bookmarkEnd w:id="25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چند درس هنر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که خود هنر محسوب م</w:t>
      </w:r>
      <w:r>
        <w:rPr>
          <w:rFonts w:hint="cs"/>
          <w:rtl/>
          <w:lang w:bidi="fa-IR"/>
        </w:rPr>
        <w:t>ی</w:t>
      </w:r>
      <w:r w:rsidR="00D42C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پرفا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باشد، اما با توجه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ضرورت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جز خود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سرعت در حال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لازم است موضوع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ابتدا در مدرسه</w:t>
      </w:r>
      <w:r w:rsidR="00D42C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جزء مطالب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ساعات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آن در برنامه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گنجانده شود و در آن ساعات، پرورش قدرت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صورت تخصص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داده شود.</w:t>
      </w:r>
    </w:p>
    <w:p w:rsidR="00A40535" w:rsidRDefault="00D42C8A" w:rsidP="00D42C8A">
      <w:pPr>
        <w:pStyle w:val="Heading2"/>
        <w:rPr>
          <w:rtl/>
        </w:rPr>
      </w:pPr>
      <w:r>
        <w:rPr>
          <w:rFonts w:ascii="Times New Roman" w:hAnsi="Times New Roman"/>
          <w:b w:val="0"/>
          <w:bCs w:val="0"/>
          <w:color w:val="000000"/>
          <w:rtl/>
        </w:rPr>
        <w:br w:type="page"/>
      </w:r>
      <w:bookmarkStart w:id="260" w:name="_Toc1565838"/>
      <w:bookmarkStart w:id="261" w:name="_Toc1565998"/>
      <w:r w:rsidR="00A40535">
        <w:rPr>
          <w:rtl/>
        </w:rPr>
        <w:lastRenderedPageBreak/>
        <w:t>9</w:t>
      </w:r>
      <w:r>
        <w:rPr>
          <w:rFonts w:hint="cs"/>
          <w:rtl/>
        </w:rPr>
        <w:t xml:space="preserve"> </w:t>
      </w:r>
      <w:r w:rsidR="00A40535">
        <w:rPr>
          <w:rtl/>
        </w:rPr>
        <w:t>- آموزش فکر</w:t>
      </w:r>
      <w:r w:rsidR="00A40535">
        <w:rPr>
          <w:rFonts w:hint="cs"/>
          <w:rtl/>
        </w:rPr>
        <w:t>ی</w:t>
      </w:r>
      <w:bookmarkEnd w:id="260"/>
      <w:bookmarkEnd w:id="26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باعث</w:t>
      </w:r>
      <w:r>
        <w:rPr>
          <w:rtl/>
          <w:lang w:bidi="fa-IR"/>
        </w:rPr>
        <w:t xml:space="preserve"> پرورش قدرت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مسائل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صورت سؤالات واگرا مطرح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ارائه داد؛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آموز چگونه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نمره خود را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کته</w:t>
      </w:r>
      <w:r>
        <w:rPr>
          <w:rtl/>
          <w:lang w:bidi="fa-IR"/>
        </w:rPr>
        <w:t xml:space="preserve"> بهبود بخشد؟!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81F45">
      <w:pPr>
        <w:pStyle w:val="Heading2"/>
        <w:rPr>
          <w:rtl/>
        </w:rPr>
      </w:pPr>
      <w:bookmarkStart w:id="262" w:name="_Toc1565839"/>
      <w:bookmarkStart w:id="263" w:name="_Toc1565999"/>
      <w:r>
        <w:rPr>
          <w:rtl/>
        </w:rPr>
        <w:t>10</w:t>
      </w:r>
      <w:r w:rsidR="00781F45">
        <w:rPr>
          <w:rFonts w:hint="cs"/>
          <w:rtl/>
        </w:rPr>
        <w:t xml:space="preserve"> </w:t>
      </w:r>
      <w:r>
        <w:rPr>
          <w:rtl/>
        </w:rPr>
        <w:t>- استفاده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 w:rsidR="00781F45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حل مسأله و پرورش و پاسخ در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262"/>
      <w:bookmarkEnd w:id="26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روش، درس به صورت مسأله مطرح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هر کدام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و راه 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مسأله و رفع مشکل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تفکر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سپس پاسخ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ارائه هر جمله مستلزم تفکر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باعث پرورش قدرت </w:t>
      </w: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781F4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781F45">
      <w:pPr>
        <w:pStyle w:val="Heading2"/>
        <w:rPr>
          <w:rtl/>
        </w:rPr>
      </w:pPr>
      <w:bookmarkStart w:id="264" w:name="_Toc1565840"/>
      <w:bookmarkStart w:id="265" w:name="_Toc1566000"/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عوامل بازدارنده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264"/>
      <w:bookmarkEnd w:id="26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عوامل</w:t>
      </w:r>
      <w:r>
        <w:rPr>
          <w:rtl/>
          <w:lang w:bidi="fa-IR"/>
        </w:rPr>
        <w:t xml:space="preserve"> بازدارنده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گسترده و در ابعاد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به منظور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عوامل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بازدارنده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به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نموده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کاربرد دارد. لذا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صورت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توجه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عوامل توجه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گمان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هر مسأله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 حل درست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اطاعت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و چرا از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ترس</w:t>
      </w:r>
      <w:r>
        <w:rPr>
          <w:rtl/>
          <w:lang w:bidi="fa-IR"/>
        </w:rPr>
        <w:t xml:space="preserve"> از ابهامات و علاقه به مشخص بودن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اصرار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ترس</w:t>
      </w:r>
      <w:r>
        <w:rPr>
          <w:rtl/>
          <w:lang w:bidi="fa-IR"/>
        </w:rPr>
        <w:t xml:space="preserve"> از شکست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مخاطره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عدم</w:t>
      </w:r>
      <w:r>
        <w:rPr>
          <w:rtl/>
          <w:lang w:bidi="fa-IR"/>
        </w:rPr>
        <w:t xml:space="preserve">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تخصص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تنها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ترس</w:t>
      </w:r>
      <w:r>
        <w:rPr>
          <w:rtl/>
          <w:lang w:bidi="fa-IR"/>
        </w:rPr>
        <w:t xml:space="preserve"> از احمق جلوه داده شدن توسط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همرنگ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جماعت.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اعتقاد</w:t>
      </w:r>
      <w:r>
        <w:rPr>
          <w:rtl/>
          <w:lang w:bidi="fa-IR"/>
        </w:rPr>
        <w:t xml:space="preserve"> نداشتن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خلاق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بخش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موانع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مربوط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دئولوژ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رخلاق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دئولوژ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روال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به عنوان مثال ادوارد دوبونو نهاد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شدن تفکر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موجب خشک شدن چشمه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 تفکر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 از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کارشناسان به تفکر و منطق ارسطو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[در منطق ارسطو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بنا به مقتضا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کژکارد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جنس و فصل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ذهن بر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اکتفاء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واحد، کمتر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واکاوا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براساس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کهکشان 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و قول به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مطابقت گزاره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با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(ضمن حفظ اعتقاد به صدق گزاره)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رساخت</w:t>
      </w:r>
      <w:r>
        <w:rPr>
          <w:rtl/>
          <w:lang w:bidi="fa-IR"/>
        </w:rPr>
        <w:t xml:space="preserve"> معرفت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نگاه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ساخت ذهن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با اجراء سازنده در نظر آورد و آن را با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دان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به تعامل وادارد.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تفکر الگور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ارسطو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مواجهه و مبنا قرار گرفتن جنس و فصل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الکن است،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که فصل الخطاب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بستن پرونده آن شود.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متوجه نامتناه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فهم 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ها، کشف راه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حل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هستند؛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رساخت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نوفهم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81F45">
      <w:pPr>
        <w:pStyle w:val="Heading2"/>
        <w:rPr>
          <w:rtl/>
        </w:rPr>
      </w:pPr>
      <w:bookmarkStart w:id="266" w:name="_Toc1565841"/>
      <w:bookmarkStart w:id="267" w:name="_Toc1566001"/>
      <w:r>
        <w:rPr>
          <w:rFonts w:hint="eastAsia"/>
          <w:rtl/>
        </w:rPr>
        <w:t>موانع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مدرسه</w:t>
      </w:r>
      <w:bookmarkEnd w:id="266"/>
      <w:bookmarkEnd w:id="26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 نمره دانش آموز به عنوان ملاک خوب بودن؛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معلم محور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عدم شناخت معلم نسبت به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فقدان حداقل امکانات لازم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دانش آموزان؛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اهداف و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781F4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6- عدم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توجه به تفاوتها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فرد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دانش آموزان؛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عدم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ارائه تکال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دانش آموزان؛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81F45">
      <w:pPr>
        <w:pStyle w:val="Heading2"/>
        <w:rPr>
          <w:rtl/>
        </w:rPr>
      </w:pPr>
      <w:bookmarkStart w:id="268" w:name="_Toc1565842"/>
      <w:bookmarkStart w:id="269" w:name="_Toc1566002"/>
      <w:r>
        <w:rPr>
          <w:rtl/>
        </w:rPr>
        <w:t>9</w:t>
      </w:r>
      <w:r w:rsidR="00781F45">
        <w:rPr>
          <w:rFonts w:hint="cs"/>
          <w:rtl/>
        </w:rPr>
        <w:t xml:space="preserve"> </w:t>
      </w:r>
      <w:r>
        <w:rPr>
          <w:rtl/>
        </w:rPr>
        <w:t>- استهزاء و تمسخر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اشتباه.</w:t>
      </w:r>
      <w:bookmarkEnd w:id="268"/>
      <w:bookmarkEnd w:id="26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</w:t>
      </w:r>
      <w:r w:rsidR="00781F4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آموز</w:t>
      </w:r>
      <w:r>
        <w:rPr>
          <w:rtl/>
          <w:lang w:bidi="fa-IR"/>
        </w:rPr>
        <w:t xml:space="preserve"> خلاق: به خانم معلم گفتم که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خودم راکش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اما او هم مثل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بچه ها مرا مسخره کرد؛ من هم آن را پاره کردم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781F45">
      <w:pPr>
        <w:pStyle w:val="Heading2"/>
        <w:rPr>
          <w:rtl/>
        </w:rPr>
      </w:pPr>
      <w:bookmarkStart w:id="270" w:name="_Toc1565843"/>
      <w:bookmarkStart w:id="271" w:name="_Toc1566003"/>
      <w:r>
        <w:rPr>
          <w:rFonts w:hint="eastAsia"/>
          <w:rtl/>
        </w:rPr>
        <w:t>موانع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</w:t>
      </w:r>
      <w:bookmarkEnd w:id="270"/>
      <w:bookmarkEnd w:id="27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شاز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حد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هوش و حافظه کودک؛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81F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رقابت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کودکان؛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افراط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قرار دادن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خشک و دست و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پا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عدم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مفهوم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انتقاد مکرر از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شمردن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کودک؛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162ADF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8- عدم</w:t>
      </w:r>
      <w:r>
        <w:rPr>
          <w:rFonts w:hint="cs"/>
          <w:rtl/>
          <w:lang w:bidi="fa-IR"/>
        </w:rPr>
        <w:t xml:space="preserve"> </w:t>
      </w:r>
      <w:r w:rsidR="00A40535">
        <w:rPr>
          <w:rtl/>
          <w:lang w:bidi="fa-IR"/>
        </w:rPr>
        <w:t>شناسا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علائق درون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کودک؛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162ADF">
        <w:rPr>
          <w:rFonts w:hint="cs"/>
          <w:rtl/>
          <w:lang w:bidi="fa-IR"/>
        </w:rPr>
        <w:t xml:space="preserve"> </w:t>
      </w:r>
      <w:r w:rsidR="00162ADF">
        <w:rPr>
          <w:rFonts w:cs="Times New Roman" w:hint="cs"/>
          <w:rtl/>
          <w:lang w:bidi="fa-IR"/>
        </w:rPr>
        <w:t>–</w:t>
      </w:r>
      <w:r>
        <w:rPr>
          <w:rtl/>
          <w:lang w:bidi="fa-IR"/>
        </w:rPr>
        <w:t xml:space="preserve"> عدم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وجود حس شوخ 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منزل؛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62ADF">
      <w:pPr>
        <w:pStyle w:val="Heading2"/>
        <w:rPr>
          <w:rtl/>
        </w:rPr>
      </w:pPr>
      <w:bookmarkStart w:id="272" w:name="_Toc1565844"/>
      <w:bookmarkStart w:id="273" w:name="_Toc1566004"/>
      <w:r>
        <w:rPr>
          <w:rtl/>
        </w:rPr>
        <w:t>10</w:t>
      </w:r>
      <w:r w:rsidR="00162ADF">
        <w:rPr>
          <w:rFonts w:hint="cs"/>
          <w:rtl/>
        </w:rPr>
        <w:t xml:space="preserve"> </w:t>
      </w:r>
      <w:r>
        <w:rPr>
          <w:rtl/>
        </w:rPr>
        <w:t>-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نقش بزرگسال به کودک.</w:t>
      </w:r>
      <w:bookmarkEnd w:id="272"/>
      <w:bookmarkEnd w:id="27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کودکان خود پروبال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آنوقت از پرواز بلند آنها شگفت زده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سؤال؛</w:t>
      </w:r>
      <w:r>
        <w:rPr>
          <w:rtl/>
          <w:lang w:bidi="fa-IR"/>
        </w:rPr>
        <w:t xml:space="preserve"> چرا خانواده ها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رشد و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فرزندان هستند؟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همه انسانها وجود دارد، اما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پرورش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تا به سر حد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برسد و فرد خلاق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جستجوگر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برخوردار باشد و خانواده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در رشد و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 محسوب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که نق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دارد.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آنجا که کودک حساس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مراحل 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خانه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مناسب خانوادگ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و نگرشها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فرزند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رشد و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سهم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. دانشمندان معتقد هستند </w:t>
      </w:r>
      <w:r>
        <w:rPr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فرزندپرور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باعث ظهور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خانه علاوه بر آن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و احساس آرامش به اعضاء خانواده کمک کند،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پرورش استعداد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کودکان فراهم آورد؛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احساس کند آنچه در ذهن دارد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نبوده و با کمک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آن را بارور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کسب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تازه و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فرزندان با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اطلاعات،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شبرد</w:t>
      </w:r>
      <w:r>
        <w:rPr>
          <w:rtl/>
          <w:lang w:bidi="fa-IR"/>
        </w:rPr>
        <w:t xml:space="preserve"> درسها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کودک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کمک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کننده باشد.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صرف شود، فقط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امکانات موجود در خانه خود به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ممکن بهره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استعداد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همه فرزندان وجود دارد و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مناسب و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باشد،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استعداد کمک کند. از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 شروع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فراهم کرد که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به ظهور برسد.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62A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تفکرات غالب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و خانواده به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کودک</w:t>
      </w:r>
      <w:r>
        <w:rPr>
          <w:rtl/>
          <w:lang w:bidi="fa-IR"/>
        </w:rPr>
        <w:t xml:space="preserve"> منتقل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از جوانه زدن شاخه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کسب آموزشها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و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به فرزندان خود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کمک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خصوص قدم برداشتن و جلو رفتن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کدام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کودک ازجمله استقلال، اعتماد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نفس، شوخ طبع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شجاعت،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کنترل، پشتکار، 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ابراز وجود و تفکر مثبت او را به سمت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162ADF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162ADF">
      <w:pPr>
        <w:pStyle w:val="Heading1"/>
        <w:rPr>
          <w:rtl/>
          <w:lang w:bidi="fa-IR"/>
        </w:rPr>
      </w:pPr>
      <w:bookmarkStart w:id="274" w:name="_Toc1565845"/>
      <w:bookmarkStart w:id="275" w:name="_Toc1566005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پنجم: دوباز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مهم ونقش آن ها درافزا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274"/>
      <w:bookmarkEnd w:id="275"/>
    </w:p>
    <w:p w:rsidR="00162ADF" w:rsidRDefault="00162ADF" w:rsidP="00A40535">
      <w:pPr>
        <w:pStyle w:val="libNormal"/>
        <w:rPr>
          <w:rFonts w:hint="cs"/>
          <w:rtl/>
          <w:lang w:bidi="fa-IR"/>
        </w:rPr>
      </w:pPr>
    </w:p>
    <w:p w:rsidR="00A40535" w:rsidRDefault="00A40535" w:rsidP="00162ADF">
      <w:pPr>
        <w:pStyle w:val="Heading2"/>
        <w:rPr>
          <w:rtl/>
        </w:rPr>
      </w:pPr>
      <w:bookmarkStart w:id="276" w:name="_Toc1565846"/>
      <w:bookmarkStart w:id="277" w:name="_Toc1566006"/>
      <w:r>
        <w:rPr>
          <w:rFonts w:hint="eastAsia"/>
          <w:rtl/>
        </w:rPr>
        <w:t>نقش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در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76"/>
      <w:bookmarkEnd w:id="277"/>
    </w:p>
    <w:p w:rsidR="00A40535" w:rsidRDefault="00A40535" w:rsidP="00162AD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عنصرها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استفاده از انواع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 و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خانه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است. با استفاده از پرسشها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و شعرها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تمام، پازل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کامل شدن هستند و داستانها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طلبد،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گسترش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به وجود آورد.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با کودکتان مشغول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شطرنج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را ملزم 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ناً</w:t>
      </w:r>
      <w:r>
        <w:rPr>
          <w:rtl/>
          <w:lang w:bidi="fa-IR"/>
        </w:rPr>
        <w:t xml:space="preserve"> مانند آنچه در کتاب و قانون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فرزندتان را در جابه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مهره</w:t>
      </w:r>
      <w:r w:rsidR="00162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او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ادامه داستان را آنطور که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برساند.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هم به آشپزخانه رفته و او را از اتفاقات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هنگام پختن غذا و فعل و انفعالات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موادغذا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آگاه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مثلاً مقدار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آب را در قابلمه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زمان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تا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به نقطه جوش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A40535" w:rsidRDefault="00A40535" w:rsidP="00162A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قاشق فلز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آب جوش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انگشتان دستتان چه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کرد؟ در دو ظرف مختلف آب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نمک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اضافه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را در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</w:t>
      </w:r>
      <w:r>
        <w:rPr>
          <w:rtl/>
          <w:lang w:bidi="fa-IR"/>
        </w:rPr>
        <w:lastRenderedPageBreak/>
        <w:t>کودک خود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چه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و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قالبها زودتر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بندد؟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است به صورت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موضوعات مختلف، مثلاً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با او 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کردن کتابخانه، با کمک هم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 قفسه را از کوچک به بزرگ مرتب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جفت کردن جورابها و کفشها را با هم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روشن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کطرف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را در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کمد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حواس کودک خود را به کار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او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چشمان خود را ببندد و صداها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حس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 آمدن آب در 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 شدن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خچال،</w:t>
      </w:r>
      <w:r>
        <w:rPr>
          <w:rtl/>
          <w:lang w:bidi="fa-IR"/>
        </w:rPr>
        <w:t xml:space="preserve"> صد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آب،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عطر خاص. از حس لامسه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آن استفاده نم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مثلاً تلفن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کاربرد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اجزاء داخل آن را مشاهده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قطعات را اشتباه به هم وصل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تمام مدت از کار خود لذت بب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را به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کودک به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نگاه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آنچه را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لمس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از آن اطلاع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کرده و بتواند در آن فضا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خود را مطرح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هم به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دقت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همان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اکثر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آن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 و آن کاشتن لوب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است؛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از چه مدت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سر از خاک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به آب و نور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است؟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نور به آن نرسد، رشدش متوقف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62A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اتفاقات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آن به سر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برند،</w:t>
      </w:r>
      <w:r>
        <w:rPr>
          <w:rtl/>
          <w:lang w:bidi="fa-IR"/>
        </w:rPr>
        <w:t xml:space="preserve"> ممکن 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پاافتاده و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م</w:t>
      </w:r>
      <w:r>
        <w:rPr>
          <w:rFonts w:hint="cs"/>
          <w:rtl/>
          <w:lang w:bidi="fa-IR"/>
        </w:rPr>
        <w:t>ی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اطلاعات و</w:t>
      </w:r>
      <w:r w:rsidR="00162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باشد.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اژه،</w:t>
      </w:r>
      <w:r>
        <w:rPr>
          <w:rtl/>
          <w:lang w:bidi="fa-IR"/>
        </w:rPr>
        <w:t xml:space="preserve"> روانشناس مشهور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را با کار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نوع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پنج ضابطه برشمرده است. او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است که: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هدفش در خود آن نهفته است،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هدف کار در خارج از آن قرار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فرد آن را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الزام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انجام آن موجب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و حال آنکه کار ضرورتاً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سازمان آزاد و رها است،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کار معمولاً با سازمانده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کشمکش و پرخاش به دور است و حال آنکه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آشکار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کشمکش و پرخاش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</w:t>
      </w:r>
      <w:r>
        <w:rPr>
          <w:rtl/>
          <w:lang w:bidi="fa-IR"/>
        </w:rPr>
        <w:t xml:space="preserve"> در کتاب «باز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دوران کودک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با خود.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راه حواس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نه از راه تفکر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هرچند حواس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اما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گسترش آنها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حواس کودک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کودک توسط حواس خود، جهان خارج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بود که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وجود کودک زبان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زبان هرگز دروغ نم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اگر گرسنه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تشنه، اگر خسته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خواب دارد و چناچه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سازمان بدن صادقانه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به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گارل</w:t>
      </w:r>
      <w:r>
        <w:rPr>
          <w:rtl/>
          <w:lang w:bidi="fa-IR"/>
        </w:rPr>
        <w:t xml:space="preserve"> راجرز روانشناس معاصر در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روان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«روان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توسط انسان بدون خود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کلارک</w:t>
      </w:r>
      <w:r>
        <w:rPr>
          <w:rtl/>
          <w:lang w:bidi="fa-IR"/>
        </w:rPr>
        <w:t xml:space="preserve"> موستاکاس</w:t>
      </w:r>
      <w:r w:rsidRPr="00172B96">
        <w:rPr>
          <w:rStyle w:val="libFootnotenumChar"/>
          <w:rtl/>
        </w:rPr>
        <w:t>(1)</w:t>
      </w:r>
      <w:r>
        <w:rPr>
          <w:rtl/>
          <w:lang w:bidi="fa-IR"/>
        </w:rPr>
        <w:t xml:space="preserve"> در کتاب کودکان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مجموعه نگرشها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کودکان ضمن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دلخواه خود، با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آشکارساز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بپردازند،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سرانجام بتوانند توس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احساس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احساس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احساس ارزش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مهدکودکها، کلاسها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آنجا که ممکن است از آموزش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شود و همه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به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گونه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تحقق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 مثال بارز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است. چنانچه آموزشها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را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ماهرانه در قالب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مناسب و مورد پسند کودکان درآور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آموزش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دلخواه دست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کودکان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نظر را خواهند آموخت.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172B9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گفتار حضرت عل</w:t>
      </w:r>
      <w:r>
        <w:rPr>
          <w:rFonts w:hint="cs"/>
          <w:rtl/>
          <w:lang w:bidi="fa-IR"/>
        </w:rPr>
        <w:t>ی</w:t>
      </w:r>
      <w:r w:rsidR="00172B96" w:rsidRPr="00172B96">
        <w:rPr>
          <w:rFonts w:ascii="Traditional Arabic" w:eastAsiaTheme="minorHAnsi" w:hAnsi="Traditional Arabic" w:cs="Traditional Arabic"/>
          <w:rtl/>
        </w:rPr>
        <w:t xml:space="preserve"> </w:t>
      </w:r>
      <w:r w:rsidR="00172B96" w:rsidRPr="00172B96">
        <w:rPr>
          <w:rStyle w:val="libAlaemChar"/>
          <w:rFonts w:eastAsiaTheme="minorHAnsi"/>
          <w:rtl/>
        </w:rPr>
        <w:t>عليه‌السلام</w:t>
      </w:r>
      <w:r w:rsidR="00172B9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انبساط ذهن کودک را روشن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>: «هر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مظروف خود پر شود به جز ظرف علم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منبسط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.» ذهن کودک به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خاطر انعطاف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دارد،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تجربه مناسب در آن وارد شود، چنان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ذهن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خود ظرف ذهن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گسترش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کودک، تجربه مناسب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مراکز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خود را به طور روزافزون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مسائل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همچنان نقش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حفظ</w:t>
      </w:r>
      <w:r w:rsidR="00172B96" w:rsidRPr="00172B96">
        <w:rPr>
          <w:rFonts w:hint="eastAsia"/>
          <w:rtl/>
          <w:lang w:bidi="fa-IR"/>
        </w:rPr>
        <w:t xml:space="preserve"> </w:t>
      </w:r>
      <w:r w:rsidR="00172B96">
        <w:rPr>
          <w:rFonts w:hint="eastAsia"/>
          <w:rtl/>
          <w:lang w:bidi="fa-IR"/>
        </w:rPr>
        <w:t>م</w:t>
      </w:r>
      <w:r w:rsidR="00172B96">
        <w:rPr>
          <w:rFonts w:hint="cs"/>
          <w:rtl/>
          <w:lang w:bidi="fa-IR"/>
        </w:rPr>
        <w:t>ی</w:t>
      </w:r>
      <w:r w:rsidR="00172B96">
        <w:rPr>
          <w:rFonts w:hint="eastAsia"/>
          <w:rtl/>
          <w:lang w:bidi="fa-IR"/>
        </w:rPr>
        <w:t>کند</w:t>
      </w:r>
      <w:r w:rsidR="00172B96">
        <w:rPr>
          <w:rtl/>
          <w:lang w:bidi="fa-IR"/>
        </w:rPr>
        <w:t>.</w:t>
      </w:r>
    </w:p>
    <w:p w:rsidR="00A40535" w:rsidRPr="00172B96" w:rsidRDefault="00172B96" w:rsidP="00172B9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A40535" w:rsidRDefault="00A40535" w:rsidP="00172B96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lang w:bidi="fa-IR"/>
        </w:rPr>
        <w:t>Clark Moustakas</w:t>
      </w:r>
    </w:p>
    <w:p w:rsidR="00A40535" w:rsidRDefault="00172B96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40535">
        <w:rPr>
          <w:rFonts w:hint="eastAsia"/>
          <w:rtl/>
          <w:lang w:bidi="fa-IR"/>
        </w:rPr>
        <w:lastRenderedPageBreak/>
        <w:t>دوره</w:t>
      </w:r>
      <w:r w:rsidR="00A40535">
        <w:rPr>
          <w:rtl/>
          <w:lang w:bidi="fa-IR"/>
        </w:rPr>
        <w:t xml:space="preserve"> پ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</w:t>
      </w:r>
      <w:r w:rsidR="00A40535">
        <w:rPr>
          <w:rtl/>
          <w:lang w:bidi="fa-IR"/>
        </w:rPr>
        <w:t xml:space="preserve"> دبستان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،</w:t>
      </w:r>
      <w:r w:rsidR="00A40535">
        <w:rPr>
          <w:rtl/>
          <w:lang w:bidi="fa-IR"/>
        </w:rPr>
        <w:t xml:space="preserve"> به جعبه شن و امثال آن محدود ن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ست؛</w:t>
      </w:r>
      <w:r w:rsidR="00A40535">
        <w:rPr>
          <w:rtl/>
          <w:lang w:bidi="fa-IR"/>
        </w:rPr>
        <w:t xml:space="preserve"> بلکه موضوع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فراتر از ا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نهاست</w:t>
      </w:r>
      <w:r w:rsidR="00A40535">
        <w:rPr>
          <w:rtl/>
          <w:lang w:bidi="fa-IR"/>
        </w:rPr>
        <w:t>. همانطور که دوره ابتدا</w:t>
      </w:r>
      <w:r w:rsidR="00A40535">
        <w:rPr>
          <w:rFonts w:hint="cs"/>
          <w:rtl/>
          <w:lang w:bidi="fa-IR"/>
        </w:rPr>
        <w:t>یی</w:t>
      </w:r>
      <w:r w:rsidR="00A40535">
        <w:rPr>
          <w:rtl/>
          <w:lang w:bidi="fa-IR"/>
        </w:rPr>
        <w:t xml:space="preserve"> در حال پ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شرفت،</w:t>
      </w:r>
      <w:r w:rsidR="00A40535">
        <w:rPr>
          <w:rtl/>
          <w:lang w:bidi="fa-IR"/>
        </w:rPr>
        <w:t xml:space="preserve"> انسجام و دق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تر</w:t>
      </w:r>
      <w:r w:rsidR="00A40535">
        <w:rPr>
          <w:rtl/>
          <w:lang w:bidi="fa-IR"/>
        </w:rPr>
        <w:t xml:space="preserve"> شدن است، به همان اندازه دوره پ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دبستان</w:t>
      </w:r>
      <w:r w:rsidR="00A40535">
        <w:rPr>
          <w:rFonts w:hint="cs"/>
          <w:rtl/>
          <w:lang w:bidi="fa-IR"/>
        </w:rPr>
        <w:t>ی</w:t>
      </w:r>
      <w:r w:rsidR="00A40535">
        <w:rPr>
          <w:rtl/>
          <w:lang w:bidi="fa-IR"/>
        </w:rPr>
        <w:t xml:space="preserve"> هم در حال پ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شرفت،</w:t>
      </w:r>
      <w:r w:rsidR="00A40535">
        <w:rPr>
          <w:rtl/>
          <w:lang w:bidi="fa-IR"/>
        </w:rPr>
        <w:t xml:space="preserve"> انسجام و دق</w:t>
      </w:r>
      <w:r w:rsidR="00A40535">
        <w:rPr>
          <w:rFonts w:hint="cs"/>
          <w:rtl/>
          <w:lang w:bidi="fa-IR"/>
        </w:rPr>
        <w:t>ی</w:t>
      </w:r>
      <w:r w:rsidR="00A40535"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 xml:space="preserve"> </w:t>
      </w:r>
      <w:r w:rsidR="00A40535">
        <w:rPr>
          <w:rFonts w:hint="eastAsia"/>
          <w:rtl/>
          <w:lang w:bidi="fa-IR"/>
        </w:rPr>
        <w:t>تر</w:t>
      </w:r>
      <w:r w:rsidR="00A40535">
        <w:rPr>
          <w:rtl/>
          <w:lang w:bidi="fa-IR"/>
        </w:rPr>
        <w:t xml:space="preserve"> شدن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انتظار دارند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ورود به دوره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آماده باشند.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در نظر گرفتن زمان محدود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tl/>
          <w:lang w:bidi="fa-IR"/>
        </w:rPr>
        <w:t xml:space="preserve"> و فشار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«باز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چه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کار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به طور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هستند.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تجربه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آنان، کشف کردن با حواس است که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منجر م</w:t>
      </w:r>
      <w:r>
        <w:rPr>
          <w:rFonts w:hint="cs"/>
          <w:rtl/>
          <w:lang w:bidi="fa-IR"/>
        </w:rPr>
        <w:t>ی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ابتدا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(باز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سپس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(باز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انجمن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اعتبار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در نظر گرفته است. «آنها معتقدند که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کودکان است.»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زولونگو،</w:t>
      </w:r>
      <w:r>
        <w:rPr>
          <w:rtl/>
          <w:lang w:bidi="fa-IR"/>
        </w:rPr>
        <w:t xml:space="preserve"> معاون بخش رشد حرفها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انجمن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در حال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لذت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به تجربها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آنها رشد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سؤال؛</w:t>
      </w:r>
      <w:r>
        <w:rPr>
          <w:rtl/>
          <w:lang w:bidi="fa-IR"/>
        </w:rPr>
        <w:t xml:space="preserve"> چرا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کودکان ضرورت دارد؟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در نگاه کردن، انطباق چشم و دست، لمس کردن و ساختن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درک فاصله ها،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مربوط به فضا، مقاد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بوها و مزه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مانند آن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172B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گنجان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مهارتها و درک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را در 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ضرورت دارد.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ضمن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گونه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آموخته شوند.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طبقه</w:t>
      </w:r>
      <w:r w:rsidR="00172B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حساب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آموزش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172B96" w:rsidRDefault="00A40535" w:rsidP="00172B96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حقوق کودکان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سازمان ملل متحد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حقوق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«حق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آزاد» از جمله حقوق مسلم کودکان شناخته شده است.</w:t>
      </w:r>
      <w:r>
        <w:rPr>
          <w:rtl/>
          <w:lang w:bidi="fa-IR"/>
        </w:rPr>
        <w:cr/>
      </w:r>
      <w:r w:rsidR="00172B96">
        <w:rPr>
          <w:rtl/>
          <w:lang w:bidi="fa-IR"/>
        </w:rPr>
        <w:br w:type="page"/>
      </w:r>
    </w:p>
    <w:p w:rsidR="00A40535" w:rsidRDefault="00A40535" w:rsidP="00172B96">
      <w:pPr>
        <w:pStyle w:val="Heading2"/>
        <w:rPr>
          <w:rtl/>
        </w:rPr>
      </w:pPr>
      <w:bookmarkStart w:id="278" w:name="_Toc1565847"/>
      <w:bookmarkStart w:id="279" w:name="_Toc1566007"/>
      <w:r>
        <w:rPr>
          <w:rFonts w:hint="eastAsia"/>
          <w:rtl/>
        </w:rPr>
        <w:t>سؤال؛</w:t>
      </w:r>
      <w:r>
        <w:rPr>
          <w:rtl/>
        </w:rPr>
        <w:t xml:space="preserve"> چرا کودکان باز</w:t>
      </w:r>
      <w:r>
        <w:rPr>
          <w:rFonts w:hint="cs"/>
          <w:rtl/>
        </w:rPr>
        <w:t>ی</w:t>
      </w:r>
      <w:r>
        <w:rPr>
          <w:rtl/>
        </w:rPr>
        <w:t xml:space="preserve"> را دوست دارند؟</w:t>
      </w:r>
      <w:bookmarkEnd w:id="278"/>
      <w:bookmarkEnd w:id="279"/>
    </w:p>
    <w:p w:rsidR="00A40535" w:rsidRDefault="00A40535" w:rsidP="00172B96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ارائه شده در قسمتها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قبل، وقت آن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چرا بچه</w:t>
      </w:r>
      <w:r w:rsidR="00B363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دارند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پاسخ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در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جستجو کرد: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363D5">
      <w:pPr>
        <w:pStyle w:val="Heading2"/>
        <w:rPr>
          <w:rtl/>
        </w:rPr>
      </w:pPr>
      <w:bookmarkStart w:id="280" w:name="_Toc1565848"/>
      <w:bookmarkStart w:id="281" w:name="_Toc1566008"/>
      <w:r>
        <w:rPr>
          <w:rtl/>
        </w:rPr>
        <w:t>1</w:t>
      </w:r>
      <w:r w:rsidR="00B363D5">
        <w:rPr>
          <w:rFonts w:hint="cs"/>
          <w:rtl/>
        </w:rPr>
        <w:t xml:space="preserve"> </w:t>
      </w:r>
      <w:r>
        <w:rPr>
          <w:rtl/>
        </w:rPr>
        <w:t>- باز</w:t>
      </w:r>
      <w:r>
        <w:rPr>
          <w:rFonts w:hint="cs"/>
          <w:rtl/>
        </w:rPr>
        <w:t>ی</w:t>
      </w:r>
      <w:r>
        <w:rPr>
          <w:rtl/>
        </w:rPr>
        <w:t xml:space="preserve"> خوشحال کننده است</w:t>
      </w:r>
      <w:bookmarkEnd w:id="280"/>
      <w:bookmarkEnd w:id="28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چون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نشاط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دارد،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که کودکان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تا سرانجام به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برسند. آنها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فطرتاً شاد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آور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363D5">
      <w:pPr>
        <w:pStyle w:val="Heading2"/>
        <w:rPr>
          <w:rtl/>
        </w:rPr>
      </w:pPr>
      <w:bookmarkStart w:id="282" w:name="_Toc1565849"/>
      <w:bookmarkStart w:id="283" w:name="_Toc1566009"/>
      <w:r>
        <w:rPr>
          <w:rtl/>
        </w:rPr>
        <w:t>2</w:t>
      </w:r>
      <w:r w:rsidR="00B363D5">
        <w:rPr>
          <w:rFonts w:hint="cs"/>
          <w:rtl/>
        </w:rPr>
        <w:t xml:space="preserve"> </w:t>
      </w:r>
      <w:r>
        <w:rPr>
          <w:rtl/>
        </w:rPr>
        <w:t>- غلبه کردن بر ناا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و ترس</w:t>
      </w:r>
      <w:bookmarkEnd w:id="282"/>
      <w:bookmarkEnd w:id="28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 دارد،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نرو</w:t>
      </w:r>
      <w:r>
        <w:rPr>
          <w:rtl/>
          <w:lang w:bidi="fa-IR"/>
        </w:rPr>
        <w:t xml:space="preserve"> کودکان هنگام روبرو شدن با ترس و ناا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اختلاف داشته اند، هنگام منازعه، کودک آنها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شده است.</w:t>
      </w:r>
    </w:p>
    <w:p w:rsidR="00A40535" w:rsidRDefault="00B363D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B363D5">
      <w:pPr>
        <w:pStyle w:val="Heading2"/>
        <w:rPr>
          <w:rtl/>
        </w:rPr>
      </w:pPr>
      <w:bookmarkStart w:id="284" w:name="_Toc1565850"/>
      <w:bookmarkStart w:id="285" w:name="_Toc1566010"/>
      <w:r>
        <w:rPr>
          <w:rtl/>
        </w:rPr>
        <w:t>3</w:t>
      </w:r>
      <w:r w:rsidR="00B363D5">
        <w:rPr>
          <w:rFonts w:hint="cs"/>
          <w:rtl/>
        </w:rPr>
        <w:t xml:space="preserve"> </w:t>
      </w:r>
      <w:r>
        <w:rPr>
          <w:rtl/>
        </w:rPr>
        <w:t>- ابراز پرخاشگر</w:t>
      </w:r>
      <w:r>
        <w:rPr>
          <w:rFonts w:hint="cs"/>
          <w:rtl/>
        </w:rPr>
        <w:t>ی</w:t>
      </w:r>
      <w:r>
        <w:rPr>
          <w:rtl/>
        </w:rPr>
        <w:t xml:space="preserve"> و خشم مقبول</w:t>
      </w:r>
      <w:bookmarkEnd w:id="284"/>
      <w:bookmarkEnd w:id="28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پرخاشگر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 خود را به گونه</w:t>
      </w:r>
      <w:r w:rsidR="00B363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درخور اوضاع و احوال مربوط، آشکار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کودک از مکان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فرافکن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363D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همانندساز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انکار در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راه فرار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عصب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کرده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احساس آرامش و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(سمبل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) که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لحاظ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کودک به ابزار پرخاشگر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 سود جسته و ما را در شناخت و درمان کود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آشفته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رسانند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363D5">
      <w:pPr>
        <w:pStyle w:val="Heading2"/>
        <w:rPr>
          <w:rtl/>
        </w:rPr>
      </w:pPr>
      <w:bookmarkStart w:id="286" w:name="_Toc1565851"/>
      <w:bookmarkStart w:id="287" w:name="_Toc1566011"/>
      <w:r>
        <w:rPr>
          <w:rtl/>
        </w:rPr>
        <w:t>4</w:t>
      </w:r>
      <w:r w:rsidR="00B363D5">
        <w:rPr>
          <w:rFonts w:hint="cs"/>
          <w:rtl/>
        </w:rPr>
        <w:t xml:space="preserve"> </w:t>
      </w:r>
      <w:r>
        <w:rPr>
          <w:rtl/>
        </w:rPr>
        <w:t>- عمل ساختن افکار و تصورات</w:t>
      </w:r>
      <w:bookmarkEnd w:id="286"/>
      <w:bookmarkEnd w:id="287"/>
    </w:p>
    <w:p w:rsidR="00B363D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فکر کودک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صورت مجرد و انتزاع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رابطه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اشکال را بفهمد، چه بسا که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او با کمک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حواس بهتر بتوانند به درک روابط حاکم بر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مقاد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اشکال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>. اگر بنا به گفته کانت،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نامآور، دستها به منزله مغز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هستند، کودک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دارد تا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ضمن بهکارگ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جهان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خود را بهتر بشناسد و تصورات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داشته باشد.</w:t>
      </w:r>
    </w:p>
    <w:p w:rsidR="00A40535" w:rsidRDefault="00B363D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B363D5">
      <w:pPr>
        <w:pStyle w:val="Heading2"/>
        <w:rPr>
          <w:rtl/>
        </w:rPr>
      </w:pPr>
      <w:bookmarkStart w:id="288" w:name="_Toc1565852"/>
      <w:bookmarkStart w:id="289" w:name="_Toc1566012"/>
      <w:r>
        <w:rPr>
          <w:rtl/>
        </w:rPr>
        <w:t>5</w:t>
      </w:r>
      <w:r w:rsidR="00B363D5">
        <w:rPr>
          <w:rFonts w:hint="cs"/>
          <w:rtl/>
        </w:rPr>
        <w:t xml:space="preserve"> </w:t>
      </w:r>
      <w:r>
        <w:rPr>
          <w:rtl/>
        </w:rPr>
        <w:t>- پرورش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نندگ</w:t>
      </w:r>
      <w:r>
        <w:rPr>
          <w:rFonts w:hint="cs"/>
          <w:rtl/>
        </w:rPr>
        <w:t>ی</w:t>
      </w:r>
      <w:bookmarkEnd w:id="288"/>
      <w:bookmarkEnd w:id="28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کودک را به ساختن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پرورش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کودک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ساخته شده خود با افتخار م</w:t>
      </w:r>
      <w:r>
        <w:rPr>
          <w:rFonts w:hint="cs"/>
          <w:rtl/>
          <w:lang w:bidi="fa-IR"/>
        </w:rPr>
        <w:t>ی</w:t>
      </w:r>
      <w:r w:rsidR="00B363D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نگرد</w:t>
      </w:r>
      <w:r>
        <w:rPr>
          <w:rtl/>
          <w:lang w:bidi="fa-IR"/>
        </w:rPr>
        <w:t xml:space="preserve"> و دوست دارد همه و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دارد، اثر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اگر ما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گونه</w:t>
      </w:r>
      <w:r w:rsidR="00B363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کودکان م</w:t>
      </w:r>
      <w:r>
        <w:rPr>
          <w:rFonts w:hint="cs"/>
          <w:rtl/>
          <w:lang w:bidi="fa-IR"/>
        </w:rPr>
        <w:t>ی</w:t>
      </w:r>
      <w:r w:rsidR="00B363D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لازم است با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بزرگسالان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چنانچه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گونه</w:t>
      </w:r>
      <w:r w:rsidR="00B363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کودکان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B363D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نشاط آنها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B363D5">
      <w:pPr>
        <w:pStyle w:val="Heading2"/>
        <w:rPr>
          <w:rtl/>
        </w:rPr>
      </w:pPr>
      <w:bookmarkStart w:id="290" w:name="_Toc1565853"/>
      <w:bookmarkStart w:id="291" w:name="_Toc1566013"/>
      <w:r>
        <w:rPr>
          <w:rtl/>
        </w:rPr>
        <w:t>6</w:t>
      </w:r>
      <w:r w:rsidR="00B363D5">
        <w:rPr>
          <w:rFonts w:hint="cs"/>
          <w:rtl/>
        </w:rPr>
        <w:t xml:space="preserve"> </w:t>
      </w:r>
      <w:r>
        <w:rPr>
          <w:rtl/>
        </w:rPr>
        <w:t>- برقرار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290"/>
      <w:bookmarkEnd w:id="29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کودک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بالا به آن اشاره شد، مستلزم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او به گروه همسن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هست. کودک نه تنها دوست دارد که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بپردازد، بلکه از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 تا 4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بعد، سخت به گروه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است. او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کودک همسن و سال خود شاد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کودک به همسن،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ضرورت دارد. کودک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از کودک همسن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رسالتها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آموزش و پرورش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خانواده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هرگز نتواند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کودک به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رشد ا</w:t>
      </w:r>
      <w:r>
        <w:rPr>
          <w:rFonts w:hint="eastAsia"/>
          <w:rtl/>
          <w:lang w:bidi="fa-IR"/>
        </w:rPr>
        <w:t>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شروع آن با گروه همسن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B363D5" w:rsidRDefault="00B363D5" w:rsidP="00B363D5">
      <w:pPr>
        <w:pStyle w:val="Heading2"/>
        <w:rPr>
          <w:rFonts w:ascii="Times New Roman" w:hAnsi="Times New Roman" w:hint="cs"/>
          <w:b w:val="0"/>
          <w:bCs w:val="0"/>
          <w:color w:val="000000"/>
          <w:rtl/>
        </w:rPr>
      </w:pPr>
      <w:r>
        <w:rPr>
          <w:rFonts w:ascii="Times New Roman" w:hAnsi="Times New Roman"/>
          <w:b w:val="0"/>
          <w:bCs w:val="0"/>
          <w:color w:val="000000"/>
          <w:rtl/>
        </w:rPr>
        <w:br w:type="page"/>
      </w:r>
    </w:p>
    <w:p w:rsidR="00A40535" w:rsidRDefault="00A40535" w:rsidP="00B363D5">
      <w:pPr>
        <w:pStyle w:val="Heading2"/>
        <w:rPr>
          <w:rtl/>
        </w:rPr>
      </w:pPr>
      <w:bookmarkStart w:id="292" w:name="_Toc1565854"/>
      <w:bookmarkStart w:id="293" w:name="_Toc1566014"/>
      <w:r>
        <w:rPr>
          <w:rtl/>
        </w:rPr>
        <w:t>7</w:t>
      </w:r>
      <w:r w:rsidR="00B363D5">
        <w:rPr>
          <w:rFonts w:hint="cs"/>
          <w:rtl/>
        </w:rPr>
        <w:t xml:space="preserve"> </w:t>
      </w: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92"/>
      <w:bookmarkEnd w:id="29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انواع</w:t>
      </w:r>
      <w:r>
        <w:rPr>
          <w:rtl/>
          <w:lang w:bidi="fa-IR"/>
        </w:rPr>
        <w:t xml:space="preserve"> گوناگون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موجب خواهد شد تا کودک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</w:t>
      </w:r>
      <w:r w:rsidR="00B363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مدار خود، که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را مرکز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B363D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پندارد،</w:t>
      </w:r>
      <w:r>
        <w:rPr>
          <w:rtl/>
          <w:lang w:bidi="fa-IR"/>
        </w:rPr>
        <w:t xml:space="preserve"> رفته رفته از دست بدهد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 خود و جهان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خود،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برقرار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کنش درون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ساز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لذتبخش است،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بالا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اژه</w:t>
      </w:r>
      <w:r>
        <w:rPr>
          <w:rtl/>
          <w:lang w:bidi="fa-IR"/>
        </w:rPr>
        <w:t xml:space="preserve"> دانشمند نام آور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 که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خود است.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راه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ابند،</w:t>
      </w:r>
      <w:r>
        <w:rPr>
          <w:rtl/>
          <w:lang w:bidi="fa-IR"/>
        </w:rPr>
        <w:t xml:space="preserve"> ممکن است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خودخواه، کمرو،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جو و پرخ</w:t>
      </w:r>
      <w:r>
        <w:rPr>
          <w:rFonts w:hint="eastAsia"/>
          <w:rtl/>
          <w:lang w:bidi="fa-IR"/>
        </w:rPr>
        <w:t>اشگر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6713B">
      <w:pPr>
        <w:pStyle w:val="Heading2"/>
        <w:rPr>
          <w:rtl/>
        </w:rPr>
      </w:pPr>
      <w:bookmarkStart w:id="294" w:name="_Toc1565855"/>
      <w:bookmarkStart w:id="295" w:name="_Toc1566015"/>
      <w:r>
        <w:rPr>
          <w:rFonts w:hint="eastAsia"/>
          <w:rtl/>
        </w:rPr>
        <w:t>انواع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bookmarkEnd w:id="294"/>
      <w:bookmarkEnd w:id="29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چهار دسته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البته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توجه داشت که انواع مختلف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اغلب اوقات هم پوشان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دارند: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شوند؛</w:t>
      </w:r>
      <w:r>
        <w:rPr>
          <w:rtl/>
          <w:lang w:bidi="fa-IR"/>
        </w:rPr>
        <w:t xml:space="preserve"> مانند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نقشها،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مبدل، استفاده از اسباب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دادن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داستان، ساختن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تظاهر به نقشه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بزرگسالان.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نگه داشتن، لمس و دست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اسباب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(لگو و ...) که اغلب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مورد استفاده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6713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قطعات پازلها،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مهره ها و ...، جزء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به شمار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): استفاده از تمام بدن در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مانند دوچرخه سوار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توپ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طناب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حلقه هولا هوپ و ...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خلاق: استفاده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مواد مخصوص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رنگ، گل، ماژ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مداد و چسب.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استفاده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مواد اجرا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نه در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A40535" w:rsidRDefault="0026713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26713B">
      <w:pPr>
        <w:pStyle w:val="Heading2"/>
        <w:rPr>
          <w:rtl/>
        </w:rPr>
      </w:pPr>
      <w:bookmarkStart w:id="296" w:name="_Toc1565856"/>
      <w:bookmarkStart w:id="297" w:name="_Toc1566016"/>
      <w:r>
        <w:rPr>
          <w:rFonts w:hint="eastAsia"/>
          <w:rtl/>
        </w:rPr>
        <w:t>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bookmarkEnd w:id="296"/>
      <w:bookmarkEnd w:id="297"/>
    </w:p>
    <w:p w:rsidR="00A40535" w:rsidRDefault="00A40535" w:rsidP="0026713B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مهارت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در مدرسه از آنها استفاده خواهند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6713B">
      <w:pPr>
        <w:pStyle w:val="Heading2"/>
        <w:rPr>
          <w:rtl/>
        </w:rPr>
      </w:pPr>
      <w:bookmarkStart w:id="298" w:name="_Toc1565857"/>
      <w:bookmarkStart w:id="299" w:name="_Toc1566017"/>
      <w:r>
        <w:rPr>
          <w:rFonts w:hint="eastAsia"/>
          <w:rtl/>
        </w:rPr>
        <w:t>رشد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bookmarkEnd w:id="298"/>
      <w:bookmarkEnd w:id="29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رشد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درشت و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کودکان در هنگام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و آزاد، اگر احساس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شوند، خود را در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دشوار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رشد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دست گرفتن و دستکار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کودکان استفاده از دستها و انگشتها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تها،</w:t>
      </w:r>
      <w:r>
        <w:rPr>
          <w:rtl/>
          <w:lang w:bidi="fa-IR"/>
        </w:rPr>
        <w:t xml:space="preserve"> دستها و انگشتان کودک را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 xml:space="preserve"> و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زولونگو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کودک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نوپا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توجه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تان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جلب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توجه و حواستان به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کار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تمام بدنتان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کار باشد.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به طور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(مواد)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تعامل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26713B">
      <w:pPr>
        <w:pStyle w:val="Heading2"/>
        <w:rPr>
          <w:rtl/>
        </w:rPr>
      </w:pPr>
      <w:bookmarkStart w:id="300" w:name="_Toc1565858"/>
      <w:bookmarkStart w:id="301" w:name="_Toc1566018"/>
      <w:r>
        <w:rPr>
          <w:rFonts w:hint="eastAsia"/>
          <w:rtl/>
        </w:rPr>
        <w:t>رشد</w:t>
      </w:r>
      <w:r>
        <w:rPr>
          <w:rtl/>
        </w:rPr>
        <w:t xml:space="preserve"> زبان</w:t>
      </w:r>
      <w:bookmarkEnd w:id="300"/>
      <w:bookmarkEnd w:id="30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مهارتها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 به توانا</w:t>
      </w:r>
      <w:r>
        <w:rPr>
          <w:rFonts w:hint="cs"/>
          <w:rtl/>
          <w:lang w:bidi="fa-IR"/>
        </w:rPr>
        <w:t>یی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صبر و تلاش آنها در ابراز خود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کودک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به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تکرار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آنها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کودکان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که به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علاقه مند هستند.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کودکان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ممکن است با خودشان صحبت کنند و سپس شروع به تکرار آنچه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 xml:space="preserve"> بکنند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شروع به صحبت با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کنند؛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ارتباطات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از چهارسالگ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طور 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کودکان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نقشه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علاقه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اهداف خود را اظهار و ابراز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درباره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که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A40535" w:rsidRDefault="0026713B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26713B">
      <w:pPr>
        <w:pStyle w:val="Heading2"/>
        <w:rPr>
          <w:rtl/>
        </w:rPr>
      </w:pPr>
      <w:bookmarkStart w:id="302" w:name="_Toc1565859"/>
      <w:bookmarkStart w:id="303" w:name="_Toc1566019"/>
      <w:r>
        <w:rPr>
          <w:rFonts w:hint="eastAsia"/>
          <w:rtl/>
        </w:rPr>
        <w:t>رشد</w:t>
      </w:r>
      <w:r>
        <w:rPr>
          <w:rtl/>
        </w:rPr>
        <w:t xml:space="preserve"> خودپنداره</w:t>
      </w:r>
      <w:bookmarkEnd w:id="302"/>
      <w:bookmarkEnd w:id="303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اعتماد</w:t>
      </w:r>
      <w:r w:rsidR="0026713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نفس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کودک به وجود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درست کردن بلوکها (باز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ساختمان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دشوار است. معلمان اذعان دارند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هنگام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باعث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کودکان آنچه را مشاهده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به وضوح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کنند و به آنها اجازه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مهارتها را تکرار کنند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به کودکان در فهم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موجود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کند؛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درک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سرکار م</w:t>
      </w:r>
      <w:r>
        <w:rPr>
          <w:rFonts w:hint="cs"/>
          <w:rtl/>
          <w:lang w:bidi="fa-IR"/>
        </w:rPr>
        <w:t>ی</w:t>
      </w:r>
      <w:r w:rsidR="002671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برداشتن کودک از مدرسه دوباره برم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گردند،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سنار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شود.</w:t>
      </w:r>
    </w:p>
    <w:p w:rsidR="00A40535" w:rsidRDefault="00A40535" w:rsidP="0026713B">
      <w:pPr>
        <w:pStyle w:val="Heading2"/>
        <w:rPr>
          <w:rtl/>
        </w:rPr>
      </w:pPr>
      <w:bookmarkStart w:id="304" w:name="_Toc1565860"/>
      <w:bookmarkStart w:id="305" w:name="_Toc1566020"/>
      <w:r>
        <w:rPr>
          <w:rFonts w:hint="eastAsia"/>
          <w:rtl/>
        </w:rPr>
        <w:t>رشد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bookmarkEnd w:id="304"/>
      <w:bookmarkEnd w:id="30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دادن، گفت وگو و توافق کردن چالشها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چهار و پنج ساله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با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کودکان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هنوز هم خودخواهند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عبارت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هنوز قادر به فکر کردن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کودکان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آنها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درباره تفاوتها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شان شناخت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دبستان،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تجربه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نحوه حل مسائل و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با همسالان خود فراهم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در کودکان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طور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دستور دادن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دارند، کمک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البته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چگونه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E0D6C">
      <w:pPr>
        <w:pStyle w:val="Heading2"/>
        <w:rPr>
          <w:rtl/>
        </w:rPr>
      </w:pPr>
      <w:bookmarkStart w:id="306" w:name="_Toc1565861"/>
      <w:bookmarkStart w:id="307" w:name="_Toc1566021"/>
      <w:r>
        <w:rPr>
          <w:rFonts w:hint="eastAsia"/>
          <w:rtl/>
        </w:rPr>
        <w:t>نقش</w:t>
      </w:r>
      <w:r>
        <w:rPr>
          <w:rtl/>
        </w:rPr>
        <w:t xml:space="preserve"> اطلاعات در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06"/>
      <w:bookmarkEnd w:id="307"/>
    </w:p>
    <w:p w:rsidR="00A40535" w:rsidRDefault="00A40535" w:rsidP="003E0D6C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اطلاعات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ماده خام آن است.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قطب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قطب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معلومات و اطلاعات از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امور است.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مهارت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اطلاعات پراکنده را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دهد.»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عوامل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شکل تازه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کند و تجارب گذشته را با اطلاعات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جوابها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منحصربه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فرد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رمتعارف</w:t>
      </w:r>
      <w:r>
        <w:rPr>
          <w:rtl/>
          <w:lang w:bidi="fa-IR"/>
        </w:rPr>
        <w:t xml:space="preserve"> مرتبط سازد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واقع باز ساخت است).</w:t>
      </w:r>
    </w:p>
    <w:p w:rsidR="00A40535" w:rsidRDefault="00A40535" w:rsidP="003E0D6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تماس فعال با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واقع منابع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ثمربخش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بازده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باشد. هر اندازه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از نظر دانستن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اطلاعات غن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باشد، به همان اندازه بازده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و با توجه به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کودک، اطلاعات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دست آمده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سمع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ملموس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و محسوس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اطلاعات و دانستن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کودک انتقال دهند.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اطلاعات کسب شده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درجه اول،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(مثل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صامت) در درجه دوم 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در درجه سوم قرار دارد.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3E0D6C">
      <w:pPr>
        <w:pStyle w:val="Heading2"/>
        <w:rPr>
          <w:rtl/>
        </w:rPr>
      </w:pPr>
      <w:bookmarkStart w:id="308" w:name="_Toc1565862"/>
      <w:bookmarkStart w:id="309" w:name="_Toc1566022"/>
      <w:r>
        <w:rPr>
          <w:rFonts w:hint="eastAsia"/>
          <w:rtl/>
        </w:rPr>
        <w:t>سؤال؛</w:t>
      </w:r>
      <w:r>
        <w:rPr>
          <w:rtl/>
        </w:rPr>
        <w:t xml:space="preserve"> رابطه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308"/>
      <w:bookmarkEnd w:id="309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در واقع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محرک و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اندازنده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انسان است.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قول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لفورد</w:t>
      </w:r>
      <w:r>
        <w:rPr>
          <w:rtl/>
          <w:lang w:bidi="fa-IR"/>
        </w:rPr>
        <w:t xml:space="preserve"> «موقع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عمل کردن آسان باشد و در واقع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عادت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مجرد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مسأله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آمد، مثلاً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مشکل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تداب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>.»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خصوص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غم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 شده است،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واقع عشق به دانستن است، عشق به کسب اطلاعات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عشق به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شخص.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روشن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فکر و عمل مخترع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 است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به حل مشکلات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عشق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ورزند</w:t>
      </w:r>
      <w:r>
        <w:rPr>
          <w:rtl/>
          <w:lang w:bidi="fa-IR"/>
        </w:rPr>
        <w:t xml:space="preserve"> که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خاطر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غلبه بر مشکلات را حس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 کودکان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 و هر اندازه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کودک از نظر منابع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باشد،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قو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فعل در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خود سؤال کند که در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و در رفتارش با او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کرده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که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صورت سؤالات متعدد </w:t>
      </w:r>
      <w:r>
        <w:rPr>
          <w:rtl/>
          <w:lang w:bidi="fa-IR"/>
        </w:rPr>
        <w:lastRenderedPageBreak/>
        <w:t>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نامربوط و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تظاهر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مورد توجه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همانطور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لفورد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غم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 شده است؟!</w:t>
      </w:r>
    </w:p>
    <w:p w:rsidR="00A40535" w:rsidRDefault="003E0D6C" w:rsidP="003E0D6C">
      <w:pPr>
        <w:pStyle w:val="libNormal"/>
        <w:ind w:firstLine="0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3E0D6C">
      <w:pPr>
        <w:pStyle w:val="Heading2"/>
        <w:rPr>
          <w:rtl/>
        </w:rPr>
      </w:pPr>
      <w:bookmarkStart w:id="310" w:name="_Toc1565863"/>
      <w:bookmarkStart w:id="311" w:name="_Toc1566023"/>
      <w:r>
        <w:rPr>
          <w:rFonts w:hint="eastAsia"/>
          <w:rtl/>
        </w:rPr>
        <w:t>دوتعامل</w:t>
      </w:r>
      <w:r>
        <w:rPr>
          <w:rtl/>
        </w:rPr>
        <w:t xml:space="preserve"> مهم هوش وخلاق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10"/>
      <w:bookmarkEnd w:id="311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چه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لفورد</w:t>
      </w:r>
      <w:r>
        <w:rPr>
          <w:rtl/>
          <w:lang w:bidi="fa-IR"/>
        </w:rPr>
        <w:t xml:space="preserve"> هوش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دو عامل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جداگانه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 او ضمن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اعمال مختلف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تفکر همگرا را هوش و تفکر واگرا را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 تفکر همگرا منجر به راه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حل درست واحد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براساس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شده قابل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کشف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تفکر</w:t>
      </w:r>
      <w:r>
        <w:rPr>
          <w:rtl/>
          <w:lang w:bidi="fa-IR"/>
        </w:rPr>
        <w:t xml:space="preserve"> واگرا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تفکر است که در جهات مختلف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تفکر کمتر مورد نقد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شده قرار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جهت در حل مسأله را امکانپذ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 xml:space="preserve"> و منجر به راه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حلها و فراورده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مک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نون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عبارت از حل مسأله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نو داشته باشد،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</w:p>
    <w:p w:rsidR="00A40535" w:rsidRDefault="00A40535" w:rsidP="003E0D6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لفورد</w:t>
      </w:r>
      <w:r>
        <w:rPr>
          <w:rtl/>
          <w:lang w:bidi="fa-IR"/>
        </w:rPr>
        <w:t xml:space="preserve"> و همکارانش تفکر همگرا را همان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در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و توسط آزمونها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وکسلر بلو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اندازه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تفکر واگرا را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توسط آزمونها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لفورد</w:t>
      </w:r>
      <w:r>
        <w:rPr>
          <w:rtl/>
          <w:lang w:bidi="fa-IR"/>
        </w:rPr>
        <w:t xml:space="preserve"> و همکارانش چون کنزل و جاکسون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</w:t>
      </w:r>
      <w:r>
        <w:rPr>
          <w:rFonts w:hint="eastAsia"/>
          <w:rtl/>
          <w:lang w:bidi="fa-IR"/>
        </w:rPr>
        <w:t>لاک</w:t>
      </w:r>
      <w:r>
        <w:rPr>
          <w:rtl/>
          <w:lang w:bidi="fa-IR"/>
        </w:rPr>
        <w:t xml:space="preserve"> و کوبان ساخته شده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اند،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آزمونها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ندارد</w:t>
      </w:r>
      <w:r>
        <w:rPr>
          <w:rtl/>
          <w:lang w:bidi="fa-IR"/>
        </w:rPr>
        <w:t>.)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عامل متفاوت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کنزل</w:t>
      </w:r>
      <w:r>
        <w:rPr>
          <w:rtl/>
          <w:lang w:bidi="fa-IR"/>
        </w:rPr>
        <w:t xml:space="preserve"> و جاکسون به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دنبال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خود در سال 1962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از هوش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نباشد، تفکر همگرا و تفکر واگرا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آنچنان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اند و با هم عمل م</w:t>
      </w:r>
      <w:r>
        <w:rPr>
          <w:rFonts w:hint="cs"/>
          <w:rtl/>
          <w:lang w:bidi="fa-IR"/>
        </w:rPr>
        <w:t>ی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تفک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آنها از هم مشکل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باور کرد فقط اشخاص پرهوش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خلاق باشند، بلکه با هوش متوسط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خلاق بود و کمبود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فقط به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عقب</w:t>
      </w:r>
      <w:r w:rsidR="003E0D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مانده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نسبت داد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در مورد بزرگترها و کودکان به طور همسان صادق است و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نکته را تذکر داد که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هرکس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معلومات و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آنها دارد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او انتظار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آن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داشت.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اشاره کرد که فرآ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 کمتر از 13-12 ساله به علت فقدان قوه تجربه و </w:t>
      </w:r>
      <w:r>
        <w:rPr>
          <w:rFonts w:hint="eastAsia"/>
          <w:rtl/>
          <w:lang w:bidi="fa-IR"/>
        </w:rPr>
        <w:t>انتزاع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امور،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فقط در تماس با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امور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اگرچه</w:t>
      </w:r>
      <w:r>
        <w:rPr>
          <w:rtl/>
          <w:lang w:bidi="fa-IR"/>
        </w:rPr>
        <w:t xml:space="preserve"> آنان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دارند،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در اطراف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3E0D6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به طور پراکنده و نامنظم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به خلق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522291" w:rsidRDefault="00522291" w:rsidP="0052229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A40535" w:rsidRDefault="00A40535" w:rsidP="00522291">
      <w:pPr>
        <w:pStyle w:val="Heading2"/>
        <w:rPr>
          <w:rtl/>
        </w:rPr>
      </w:pPr>
      <w:bookmarkStart w:id="312" w:name="_Toc1565864"/>
      <w:bookmarkStart w:id="313" w:name="_Toc1566024"/>
      <w:r>
        <w:rPr>
          <w:rFonts w:hint="eastAsia"/>
          <w:rtl/>
        </w:rPr>
        <w:t>خلاق</w:t>
      </w:r>
      <w:r>
        <w:rPr>
          <w:rtl/>
        </w:rPr>
        <w:t xml:space="preserve"> بودن ، </w:t>
      </w:r>
      <w:r>
        <w:rPr>
          <w:rFonts w:hint="cs"/>
          <w:rtl/>
        </w:rPr>
        <w:t>ی</w:t>
      </w:r>
      <w:r>
        <w:rPr>
          <w:rFonts w:hint="eastAsia"/>
          <w:rtl/>
        </w:rPr>
        <w:t>ادگ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Fonts w:hint="cs"/>
          <w:rtl/>
        </w:rPr>
        <w:t>ی</w:t>
      </w:r>
      <w:r>
        <w:rPr>
          <w:rtl/>
        </w:rPr>
        <w:t xml:space="preserve"> ازطر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هوش ها</w:t>
      </w:r>
      <w:r>
        <w:rPr>
          <w:rFonts w:hint="cs"/>
          <w:rtl/>
        </w:rPr>
        <w:t>ی</w:t>
      </w:r>
      <w:r>
        <w:rPr>
          <w:rtl/>
        </w:rPr>
        <w:t xml:space="preserve"> چندگانه</w:t>
      </w:r>
      <w:bookmarkEnd w:id="312"/>
      <w:bookmarkEnd w:id="313"/>
    </w:p>
    <w:p w:rsidR="00A40535" w:rsidRDefault="00A40535" w:rsidP="005222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همانطور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آورده شد،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در دانشگاه هاروارد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پس از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قابل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کاربرد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سف،</w:t>
      </w:r>
      <w:r>
        <w:rPr>
          <w:rtl/>
          <w:lang w:bidi="fa-IR"/>
        </w:rPr>
        <w:t xml:space="preserve"> پروفسور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 و کارگاه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تحت عنوان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در باشگاه فرهنگ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تهران برگزار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پرورش تمام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ابعاد و توانمند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کودکان،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بر اساس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پروفسور گاردنر ما انسانها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هوش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کاربرد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تفاوت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چون از پتانس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اعتقاد گاردنر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توسط معلمان موجب م</w:t>
      </w:r>
      <w:r>
        <w:rPr>
          <w:rFonts w:hint="cs"/>
          <w:rtl/>
          <w:lang w:bidi="fa-IR"/>
        </w:rPr>
        <w:t>ی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تا با مشکلات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برخورد خلاق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و مناسبتر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 به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اگر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روش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مترکز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بچه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دارند و انتظار دارند که معلم در آموزش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از آن هوش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استفاده کند.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گارد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نر</w:t>
      </w:r>
      <w:r>
        <w:rPr>
          <w:rtl/>
          <w:lang w:bidi="fa-IR"/>
        </w:rPr>
        <w:t xml:space="preserve"> در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تا حوزه توانا</w:t>
      </w:r>
      <w:r>
        <w:rPr>
          <w:rFonts w:hint="cs"/>
          <w:rtl/>
          <w:lang w:bidi="fa-IR"/>
        </w:rPr>
        <w:t>یی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و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دانش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به آن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و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 بکشاند. تئور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گاردنر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 و اثربخش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نه تنها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س کودکان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دانش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 را بلکه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قراردادن آنها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طرح درس خلاق و بهره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هشت مقوله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بازنما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خلاق کرد.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برخ</w:t>
      </w:r>
      <w:r w:rsidR="00522291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هوش روش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در آن روش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از سه تا پنج هوش استفاده شده باشد، توسعه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نوآورانه م</w:t>
      </w:r>
      <w:r>
        <w:rPr>
          <w:rFonts w:hint="cs"/>
          <w:rtl/>
          <w:lang w:bidi="fa-IR"/>
        </w:rPr>
        <w:t>ی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اما اگر معلم در روش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خود از پنج تا هشت هوش استفاده کند، روش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خلاق و کاملاً ابتکا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</w:t>
      </w: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کاربرد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پروفسور هاروارد نه تنها باعث خلاق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تر شدن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معلم در سر کلاس م</w:t>
      </w:r>
      <w:r>
        <w:rPr>
          <w:rFonts w:hint="cs"/>
          <w:rtl/>
          <w:lang w:bidi="fa-IR"/>
        </w:rPr>
        <w:t>ی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بلکه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معلم در دوره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ضمن خدمت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دانش آموزان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داشت.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خلاق بودن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هوش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پروفسور هاوارد گاردنر: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هوش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لذت بخش تر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شادتر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222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شاگرد</w:t>
      </w:r>
      <w:r>
        <w:rPr>
          <w:rtl/>
          <w:lang w:bidi="fa-IR"/>
        </w:rPr>
        <w:t xml:space="preserve"> و معلم در فرا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خسته نم</w:t>
      </w:r>
      <w:r>
        <w:rPr>
          <w:rFonts w:hint="cs"/>
          <w:rtl/>
          <w:lang w:bidi="fa-IR"/>
        </w:rPr>
        <w:t>ی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هوشها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چندگانه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آموخته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شاگردان</w:t>
      </w:r>
      <w:r>
        <w:rPr>
          <w:rtl/>
          <w:lang w:bidi="fa-IR"/>
        </w:rPr>
        <w:t xml:space="preserve"> امکان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ابعاد مختلف هوش را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معلمان</w:t>
      </w:r>
      <w:r>
        <w:rPr>
          <w:rtl/>
          <w:lang w:bidi="fa-IR"/>
        </w:rPr>
        <w:t xml:space="preserve"> امکان ارائه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دارند.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شاگردان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بالاتر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فراده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دوطرفه است.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شاگردان</w:t>
      </w:r>
      <w:r>
        <w:rPr>
          <w:rtl/>
          <w:lang w:bidi="fa-IR"/>
        </w:rPr>
        <w:t xml:space="preserve"> و معلمان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ترند.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22291">
      <w:pPr>
        <w:pStyle w:val="Heading2"/>
        <w:rPr>
          <w:rtl/>
        </w:rPr>
      </w:pPr>
      <w:bookmarkStart w:id="314" w:name="_Toc1565865"/>
      <w:bookmarkStart w:id="315" w:name="_Toc1566025"/>
      <w:r>
        <w:rPr>
          <w:rFonts w:hint="eastAsia"/>
          <w:rtl/>
        </w:rPr>
        <w:t>نکته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bookmarkEnd w:id="314"/>
      <w:bookmarkEnd w:id="315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آن اشاره شده، قطعاً کامل نبوده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طرح موضوعات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به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طور جامع و کامل، به موضوع هوش پرداخته شود.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با توجه به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حضور در جمع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دانش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آموزان، به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قدر ضرورت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داده شده؛ البته چنانچه در متن </w:t>
      </w: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اشاره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هوش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فرزندان از عوامل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خواهد بود. لذا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52229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«چگونه فرزندان موفق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م؟»</w:t>
      </w:r>
      <w:r>
        <w:rPr>
          <w:rtl/>
          <w:lang w:bidi="fa-IR"/>
        </w:rPr>
        <w:t xml:space="preserve"> و «خودآگاه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بهره مند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40535" w:rsidRDefault="00522291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40535" w:rsidRDefault="00A40535" w:rsidP="00522291">
      <w:pPr>
        <w:pStyle w:val="Heading1"/>
        <w:rPr>
          <w:rtl/>
          <w:lang w:bidi="fa-IR"/>
        </w:rPr>
      </w:pPr>
      <w:bookmarkStart w:id="316" w:name="_Toc1565866"/>
      <w:bookmarkStart w:id="317" w:name="_Toc1566026"/>
      <w:r>
        <w:rPr>
          <w:rFonts w:hint="eastAsia"/>
          <w:rtl/>
          <w:lang w:bidi="fa-IR"/>
        </w:rPr>
        <w:t>منابع</w:t>
      </w:r>
      <w:bookmarkEnd w:id="316"/>
      <w:bookmarkEnd w:id="317"/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،غلامرضا</w:t>
      </w:r>
      <w:r>
        <w:rPr>
          <w:rtl/>
          <w:lang w:bidi="fa-IR"/>
        </w:rPr>
        <w:t xml:space="preserve"> و وطن خواه، مرض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(1387) ، پرورش هوش و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کودکان، مشهد،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جولا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مامک و زارع پور ،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(1388) ،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کودکان، تهران ، شکرت انتشارات نو آموز.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(1393) ،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رابطه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معلمان مدارس،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نامه کارشناس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ارشد علوم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دانشگاه آزاد دماوند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(1388)،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دانشآموزان دختر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6 تهران،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نامه کارشناس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علوم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دانشگاه آزاد دماوند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دکتر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کزاد،</w:t>
      </w:r>
      <w:r>
        <w:rPr>
          <w:rtl/>
          <w:lang w:bidi="fa-IR"/>
        </w:rPr>
        <w:t xml:space="preserve"> محمود (1382)، دانستن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تهران ، نشر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دکتر رسول عبداله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- استاد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دانشگاه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آموزش علوم و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بر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کودک.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آلن راس ( 1375) روان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(نظر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و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)، ترجمه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اوش</w:t>
      </w:r>
      <w:r>
        <w:rPr>
          <w:rtl/>
          <w:lang w:bidi="fa-IR"/>
        </w:rPr>
        <w:t xml:space="preserve"> جمالفر، روان، چ دوم.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ابرت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</w:t>
      </w:r>
      <w:r>
        <w:rPr>
          <w:rtl/>
          <w:lang w:bidi="fa-IR"/>
        </w:rPr>
        <w:t xml:space="preserve"> 1385) ، آموزش تفکر به کودکان ، مترجمان: دکتر مسعود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مقدم و افسانه نجار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انتشارات رسش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وز</w:t>
      </w:r>
      <w:r>
        <w:rPr>
          <w:rtl/>
          <w:lang w:bidi="fa-IR"/>
        </w:rPr>
        <w:t xml:space="preserve"> ، گارگ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، اسلادر (1379 ) ، شناخت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برخورد مناسب با آنها، ترجمه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قراچه داغ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) ،انتشارات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بهار،چاپ دوم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سوزان استرا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و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وارنر (1383)،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کودکان و نوجوانان، ترجمه اکرم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تهران ، نشر صابر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کتاب (( کلاس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-منبع -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،افش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 کلاس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» انتشارات انجمن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. :تابستان 1381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افروز، غلامعل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(1364) مقدمه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آموزش و پرورش کودکان استثنا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تهران، انتشارات دانشگاه تهران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خانزاده،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(1358)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آموزشگاه (تأل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پروفسور آلن بودو)، تهران، انتشارات مهر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محمود (1366) سرآمدها (تأل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شوون)، تهران، مرکز نشر دانشگاه</w:t>
      </w:r>
      <w:r>
        <w:rPr>
          <w:rFonts w:hint="cs"/>
          <w:rtl/>
          <w:lang w:bidi="fa-IR"/>
        </w:rPr>
        <w:t>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15-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(1368) روانشناس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انتشارات آگاه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نسون،</w:t>
      </w:r>
      <w:r>
        <w:rPr>
          <w:rtl/>
          <w:lang w:bidi="fa-IR"/>
        </w:rPr>
        <w:t xml:space="preserve"> اتک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نسون،</w:t>
      </w:r>
      <w:r>
        <w:rPr>
          <w:rtl/>
          <w:lang w:bidi="fa-IR"/>
        </w:rPr>
        <w:t xml:space="preserve"> اسم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بم، هوکسما( 1381 ).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روان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لگارد</w:t>
      </w:r>
      <w:r>
        <w:rPr>
          <w:rtl/>
          <w:lang w:bidi="fa-IR"/>
        </w:rPr>
        <w:t>. ترجمه محمد 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همکاران. ( تهران: رشد)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سازان، رضا ( 1380 ). روان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ارتباط آن با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هو . ش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. شماره 26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تورنس، 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پال ( 1375 ). استعدادها و مهارت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آزمون و پرورش آن ه ا (ترجمه حسن قاسم زاده، تهران ). نشر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( 1383 ). روان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زهوش</w:t>
      </w:r>
      <w:r>
        <w:rPr>
          <w:rtl/>
          <w:lang w:bidi="fa-IR"/>
        </w:rPr>
        <w:t xml:space="preserve"> و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آموزش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</w:t>
      </w:r>
      <w:r>
        <w:rPr>
          <w:rtl/>
          <w:lang w:bidi="fa-IR"/>
        </w:rPr>
        <w:t>.ه تهران: نشر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محمد.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خاتون( 1385 ). رابطه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سلامت سازمان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کارکنان دانشگاه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نور. مجموعه مقالات ارائه شده در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روان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جامعه دانشگاه آزاد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 روده . ن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کربلا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احمد.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( 1374 ). رابطه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.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نامه کارشناس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ارشد،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(چاپ نشده) دانشگاه آزاد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 رودهن.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گلمن،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( 1380 ).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(ترجمه نسر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پارسا). نشر رشد.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لطف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فرح ( 1385 ) هوش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و ادعاه.ا فصل نامه روان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کاربرد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شماره .2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لور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رونستای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( 1379 ). مقابله با فشارها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(ترجمه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مهران اشکان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). نشر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هارگر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وز،</w:t>
      </w:r>
      <w:r>
        <w:rPr>
          <w:rtl/>
          <w:lang w:bidi="fa-IR"/>
        </w:rPr>
        <w:t xml:space="preserve"> جرارد ( 1383 ).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استرس، (ترجمه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). تهران: موسسه کتاب مهربان نشر.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52229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هومن،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( 1380 ).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پژوهش 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تهران: نشر پارسا.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22291">
      <w:pPr>
        <w:pStyle w:val="libNormal"/>
        <w:rPr>
          <w:lang w:bidi="fa-IR"/>
        </w:rPr>
      </w:pPr>
      <w:r>
        <w:rPr>
          <w:rtl/>
          <w:lang w:bidi="fa-IR"/>
        </w:rPr>
        <w:t>27</w:t>
      </w:r>
      <w:r w:rsidR="00522291">
        <w:rPr>
          <w:rFonts w:hint="cs"/>
          <w:rtl/>
          <w:lang w:bidi="fa-IR"/>
        </w:rPr>
        <w:t xml:space="preserve"> - </w:t>
      </w:r>
      <w:r>
        <w:rPr>
          <w:lang w:bidi="fa-IR"/>
        </w:rPr>
        <w:t>Bar- on, R. (2006). The Bar- on model of emotional- social intelligence (ESI). Psicothema, 18, Supl., 13-25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22291">
      <w:pPr>
        <w:pStyle w:val="libNormal"/>
        <w:rPr>
          <w:lang w:bidi="fa-IR"/>
        </w:rPr>
      </w:pPr>
      <w:r>
        <w:rPr>
          <w:rtl/>
          <w:lang w:bidi="fa-IR"/>
        </w:rPr>
        <w:t>28</w:t>
      </w:r>
      <w:r w:rsidR="00522291">
        <w:rPr>
          <w:rFonts w:hint="cs"/>
          <w:rtl/>
          <w:lang w:bidi="fa-IR"/>
        </w:rPr>
        <w:t xml:space="preserve"> - </w:t>
      </w:r>
      <w:r w:rsidR="00522291">
        <w:rPr>
          <w:lang w:bidi="fa-IR"/>
        </w:rPr>
        <w:t xml:space="preserve"> -</w:t>
      </w:r>
      <w:r>
        <w:rPr>
          <w:lang w:bidi="fa-IR"/>
        </w:rPr>
        <w:t>Boyatzis, R., Goleman, D., Rhee, K. (2000).</w:t>
      </w:r>
      <w:r w:rsidR="00522291">
        <w:rPr>
          <w:rFonts w:hint="cs"/>
          <w:rtl/>
          <w:lang w:bidi="fa-IR"/>
        </w:rPr>
        <w:t xml:space="preserve"> </w:t>
      </w:r>
      <w:r>
        <w:rPr>
          <w:lang w:bidi="fa-IR"/>
        </w:rPr>
        <w:t>Clustering Competence in emotional in telligence: insights From the emotional Competence inventory (ECI). In R. Bar- on J. D.A. Parker (eds): Handbook of emotional intelligence (PP. 343- 362). San Francisco: Jossey- Bass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22291">
      <w:pPr>
        <w:pStyle w:val="libNormal"/>
        <w:rPr>
          <w:lang w:bidi="fa-IR"/>
        </w:rPr>
      </w:pPr>
      <w:r>
        <w:rPr>
          <w:rtl/>
          <w:lang w:bidi="fa-IR"/>
        </w:rPr>
        <w:t>29</w:t>
      </w:r>
      <w:r w:rsidR="00522291">
        <w:rPr>
          <w:rFonts w:hint="cs"/>
          <w:rtl/>
          <w:lang w:bidi="fa-IR"/>
        </w:rPr>
        <w:t xml:space="preserve"> - </w:t>
      </w:r>
      <w:r>
        <w:rPr>
          <w:lang w:bidi="fa-IR"/>
        </w:rPr>
        <w:t>Burton , Shannon Kay. (1991). Relationship of creativity and talent with perceived life event changes and coping with stress .Http ://proQuest.umi.com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522291">
      <w:pPr>
        <w:pStyle w:val="libNormal"/>
        <w:rPr>
          <w:lang w:bidi="fa-IR"/>
        </w:rPr>
      </w:pPr>
      <w:r>
        <w:rPr>
          <w:rtl/>
          <w:lang w:bidi="fa-IR"/>
        </w:rPr>
        <w:t>30</w:t>
      </w:r>
      <w:r w:rsidR="00522291">
        <w:rPr>
          <w:rFonts w:hint="cs"/>
          <w:rtl/>
          <w:lang w:bidi="fa-IR"/>
        </w:rPr>
        <w:t xml:space="preserve"> - </w:t>
      </w:r>
      <w:r>
        <w:rPr>
          <w:lang w:bidi="fa-IR"/>
        </w:rPr>
        <w:t>Ciarrochie ,V.Jaseph dean . P.Frank .Anderson , Stephen (2002). Emotional Intelligence Moderaters The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lang w:bidi="fa-IR"/>
        </w:rPr>
      </w:pPr>
      <w:r>
        <w:rPr>
          <w:lang w:bidi="fa-IR"/>
        </w:rPr>
        <w:t>relashenship between stress and Mental helth . Journal of personality and Individual differences</w:t>
      </w:r>
      <w:r>
        <w:rPr>
          <w:rtl/>
          <w:lang w:bidi="fa-IR"/>
        </w:rPr>
        <w:t xml:space="preserve">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lang w:bidi="fa-IR"/>
        </w:rPr>
      </w:pPr>
      <w:r>
        <w:rPr>
          <w:rtl/>
          <w:lang w:bidi="fa-IR"/>
        </w:rPr>
        <w:t>31</w:t>
      </w:r>
      <w:r w:rsidR="00522291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 xml:space="preserve"> </w:t>
      </w:r>
      <w:r>
        <w:rPr>
          <w:lang w:bidi="fa-IR"/>
        </w:rPr>
        <w:t>Clecierski , Frank (2007) . Emotional Intelligence and Coaching . http://www.rac –coaching com /Emotional Intelligence</w:t>
      </w:r>
      <w:r>
        <w:rPr>
          <w:rtl/>
          <w:lang w:bidi="fa-IR"/>
        </w:rPr>
        <w:t xml:space="preserve">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lang w:bidi="fa-IR"/>
        </w:rPr>
      </w:pPr>
      <w:r>
        <w:rPr>
          <w:rtl/>
          <w:lang w:bidi="fa-IR"/>
        </w:rPr>
        <w:t xml:space="preserve">32 </w:t>
      </w:r>
      <w:r>
        <w:rPr>
          <w:lang w:bidi="fa-IR"/>
        </w:rPr>
        <w:t>Csikzentmihalyi, M . Wolf , R(2002) . New conception and Research Approaches to creativity : Implications of systems perspective for creativity in Education</w:t>
      </w:r>
      <w:r>
        <w:rPr>
          <w:rtl/>
          <w:lang w:bidi="fa-IR"/>
        </w:rPr>
        <w:t xml:space="preserve">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ind w:firstLine="0"/>
        <w:rPr>
          <w:lang w:bidi="fa-IR"/>
        </w:rPr>
      </w:pPr>
      <w:r>
        <w:rPr>
          <w:rtl/>
          <w:lang w:bidi="fa-IR"/>
        </w:rPr>
        <w:t xml:space="preserve">-33 </w:t>
      </w:r>
      <w:r>
        <w:rPr>
          <w:lang w:bidi="fa-IR"/>
        </w:rPr>
        <w:t>Dulewicz V Higgs M. (2000). Emotional intelligence- A review and evaluation Study. Journal of Managerial Psychology 15 (4), 341- 372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rPr>
          <w:lang w:bidi="fa-IR"/>
        </w:rPr>
      </w:pPr>
      <w:r>
        <w:rPr>
          <w:rtl/>
          <w:lang w:bidi="fa-IR"/>
        </w:rPr>
        <w:t>34</w:t>
      </w:r>
      <w:r w:rsidR="006E010D">
        <w:rPr>
          <w:rFonts w:hint="cs"/>
          <w:rtl/>
          <w:lang w:bidi="fa-IR"/>
        </w:rPr>
        <w:t xml:space="preserve"> </w:t>
      </w:r>
      <w:r w:rsidR="006E010D">
        <w:rPr>
          <w:rtl/>
          <w:lang w:bidi="fa-IR"/>
        </w:rPr>
        <w:t>-</w:t>
      </w:r>
      <w:r>
        <w:rPr>
          <w:lang w:bidi="fa-IR"/>
        </w:rPr>
        <w:t>Galleger , J. J. Gallager, S. A(1994). Teaching the Gifted child (4th ed). Allyn bacon Inc</w:t>
      </w:r>
      <w:r>
        <w:rPr>
          <w:rtl/>
          <w:lang w:bidi="fa-IR"/>
        </w:rPr>
        <w:t xml:space="preserve">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rPr>
          <w:lang w:bidi="fa-IR"/>
        </w:rPr>
      </w:pPr>
      <w:r>
        <w:rPr>
          <w:rtl/>
          <w:lang w:bidi="fa-IR"/>
        </w:rPr>
        <w:t>35</w:t>
      </w:r>
      <w:r w:rsidR="006E010D">
        <w:rPr>
          <w:rFonts w:hint="cs"/>
          <w:rtl/>
          <w:lang w:bidi="fa-IR"/>
        </w:rPr>
        <w:t xml:space="preserve"> </w:t>
      </w:r>
      <w:r w:rsidR="006E010D">
        <w:rPr>
          <w:rtl/>
          <w:lang w:bidi="fa-IR"/>
        </w:rPr>
        <w:t>-</w:t>
      </w:r>
      <w:r>
        <w:rPr>
          <w:lang w:bidi="fa-IR"/>
        </w:rPr>
        <w:t>Landy, F. J. (2005). Some historical and Scientific issues related to research on emotional intelligence. Journal of organizational Behavior, 26, 411- 424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rPr>
          <w:lang w:bidi="fa-IR"/>
        </w:rPr>
      </w:pPr>
      <w:r>
        <w:rPr>
          <w:rtl/>
          <w:lang w:bidi="fa-IR"/>
        </w:rPr>
        <w:t>36</w:t>
      </w:r>
      <w:r w:rsidR="006E010D">
        <w:rPr>
          <w:rFonts w:hint="cs"/>
          <w:rtl/>
          <w:lang w:bidi="fa-IR"/>
        </w:rPr>
        <w:t xml:space="preserve"> </w:t>
      </w:r>
      <w:r w:rsidR="006E010D">
        <w:rPr>
          <w:rtl/>
          <w:lang w:bidi="fa-IR"/>
        </w:rPr>
        <w:t>-</w:t>
      </w:r>
      <w:r w:rsidR="006E010D">
        <w:rPr>
          <w:rFonts w:hint="cs"/>
          <w:rtl/>
          <w:lang w:bidi="fa-IR"/>
        </w:rPr>
        <w:t xml:space="preserve"> </w:t>
      </w:r>
      <w:r>
        <w:rPr>
          <w:lang w:bidi="fa-IR"/>
        </w:rPr>
        <w:t>Locke, E. A. (2005). Why emotional intelligence is an invalid Concept. Journal of organizational Behavior, 26, 425- 431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rPr>
          <w:lang w:bidi="fa-IR"/>
        </w:rPr>
      </w:pPr>
      <w:r>
        <w:rPr>
          <w:rtl/>
          <w:lang w:bidi="fa-IR"/>
        </w:rPr>
        <w:t xml:space="preserve">37 </w:t>
      </w:r>
      <w:r>
        <w:rPr>
          <w:lang w:bidi="fa-IR"/>
        </w:rPr>
        <w:t>Mac Cann, C., Roberts, R. D., Matthews, G</w:t>
      </w:r>
      <w:r w:rsidR="006E010D">
        <w:rPr>
          <w:lang w:bidi="fa-IR"/>
        </w:rPr>
        <w:t xml:space="preserve"> -</w:t>
      </w:r>
      <w:r>
        <w:rPr>
          <w:lang w:bidi="fa-IR"/>
        </w:rPr>
        <w:t xml:space="preserve"> Zeidner, M. (2004). Consensus Scoring and empirical option Weighting of Performancebased emotional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A40535">
      <w:pPr>
        <w:pStyle w:val="libNormal"/>
        <w:rPr>
          <w:lang w:bidi="fa-IR"/>
        </w:rPr>
      </w:pPr>
      <w:r>
        <w:rPr>
          <w:lang w:bidi="fa-IR"/>
        </w:rPr>
        <w:t>intelligence tests. Personality Individual Differences, 36, 645- 662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rPr>
          <w:lang w:bidi="fa-IR"/>
        </w:rPr>
      </w:pPr>
      <w:r>
        <w:rPr>
          <w:rtl/>
          <w:lang w:bidi="fa-IR"/>
        </w:rPr>
        <w:t xml:space="preserve">38 </w:t>
      </w:r>
      <w:r>
        <w:rPr>
          <w:lang w:bidi="fa-IR"/>
        </w:rPr>
        <w:t xml:space="preserve">Prentky . R. (1989). Creativity andPsychopathology ; Gambling at the seat of madness in j.A. Glower.R </w:t>
      </w:r>
      <w:r>
        <w:rPr>
          <w:lang w:bidi="fa-IR"/>
        </w:rPr>
        <w:lastRenderedPageBreak/>
        <w:t>Ronning C.R Rynolds ,(Eds.) Handbook of Creativity . New York ; Plenum press</w:t>
      </w:r>
      <w:r>
        <w:rPr>
          <w:rtl/>
          <w:lang w:bidi="fa-IR"/>
        </w:rPr>
        <w:t xml:space="preserve"> 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A40535" w:rsidRDefault="00A40535" w:rsidP="006E010D">
      <w:pPr>
        <w:pStyle w:val="libNormal"/>
        <w:rPr>
          <w:lang w:bidi="fa-IR"/>
        </w:rPr>
      </w:pPr>
      <w:r>
        <w:rPr>
          <w:rtl/>
          <w:lang w:bidi="fa-IR"/>
        </w:rPr>
        <w:t>39</w:t>
      </w:r>
      <w:r w:rsidR="006E010D">
        <w:rPr>
          <w:rFonts w:hint="cs"/>
          <w:rtl/>
          <w:lang w:bidi="fa-IR"/>
        </w:rPr>
        <w:t xml:space="preserve"> - </w:t>
      </w:r>
      <w:r>
        <w:rPr>
          <w:lang w:bidi="fa-IR"/>
        </w:rPr>
        <w:t>Rosa Aurora Chavez –Eakle., Ma.del Carmen Lara, Carlos Crus –Fuentes (2006). Personality :A Possible Bridge Between creativity and psychopathology? http:// proQuest . umi .com</w:t>
      </w:r>
      <w:r>
        <w:rPr>
          <w:rtl/>
          <w:lang w:bidi="fa-IR"/>
        </w:rPr>
        <w:t>.</w:t>
      </w:r>
    </w:p>
    <w:p w:rsidR="00A40535" w:rsidRDefault="00A40535" w:rsidP="00A40535">
      <w:pPr>
        <w:pStyle w:val="libNormal"/>
        <w:rPr>
          <w:rtl/>
          <w:lang w:bidi="fa-IR"/>
        </w:rPr>
      </w:pPr>
    </w:p>
    <w:p w:rsidR="00544EDE" w:rsidRDefault="00A40535" w:rsidP="00544EDE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6E010D">
        <w:rPr>
          <w:rFonts w:hint="cs"/>
          <w:rtl/>
          <w:lang w:bidi="fa-IR"/>
        </w:rPr>
        <w:t xml:space="preserve"> - </w:t>
      </w:r>
      <w:r>
        <w:rPr>
          <w:lang w:bidi="fa-IR"/>
        </w:rPr>
        <w:t>Wildhagen , M. Cristy (1998) . Approaches stress Manegment : The Relationship between creativity and stress level. http:// clearinghouse. missouri western . manuscripts</w:t>
      </w:r>
      <w:r w:rsidR="00544EDE">
        <w:rPr>
          <w:rtl/>
          <w:lang w:bidi="fa-IR"/>
        </w:rPr>
        <w:t xml:space="preserve"> </w:t>
      </w:r>
    </w:p>
    <w:p w:rsidR="009D35D7" w:rsidRDefault="00544EDE" w:rsidP="00B4343E">
      <w:pPr>
        <w:pStyle w:val="Heading1Center"/>
      </w:pPr>
      <w:r>
        <w:rPr>
          <w:rtl/>
          <w:lang w:bidi="fa-IR"/>
        </w:rPr>
        <w:br w:type="page"/>
      </w:r>
      <w:bookmarkStart w:id="318" w:name="_Toc1565867"/>
      <w:bookmarkStart w:id="319" w:name="_Toc1566027"/>
      <w:r>
        <w:rPr>
          <w:rFonts w:hint="cs"/>
          <w:rtl/>
          <w:lang w:bidi="fa-IR"/>
        </w:rPr>
        <w:lastRenderedPageBreak/>
        <w:t>فهرست مطالب</w:t>
      </w:r>
      <w:bookmarkEnd w:id="318"/>
      <w:bookmarkEnd w:id="319"/>
    </w:p>
    <w:sdt>
      <w:sdtPr>
        <w:id w:val="36214495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4343E" w:rsidRDefault="00B4343E" w:rsidP="00B4343E">
          <w:pPr>
            <w:pStyle w:val="TOCHeading"/>
          </w:pPr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5868" w:history="1">
            <w:r w:rsidRPr="00176256">
              <w:rPr>
                <w:rStyle w:val="Hyperlink"/>
                <w:noProof/>
                <w:rtl/>
                <w:lang w:bidi="fa-IR"/>
              </w:rPr>
              <w:t>سخن نو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سنده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869" w:history="1">
            <w:r w:rsidRPr="00176256">
              <w:rPr>
                <w:rStyle w:val="Hyperlink"/>
                <w:noProof/>
                <w:rtl/>
                <w:lang w:bidi="fa-IR"/>
              </w:rPr>
              <w:t>سپاسگزار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870" w:history="1">
            <w:r w:rsidRPr="00176256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871" w:history="1">
            <w:r w:rsidRPr="00176256">
              <w:rPr>
                <w:rStyle w:val="Hyperlink"/>
                <w:noProof/>
                <w:rtl/>
                <w:lang w:bidi="fa-IR"/>
              </w:rPr>
              <w:t>بخش اول: هوش 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ست وبررس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آن چه اهم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2" w:history="1">
            <w:r w:rsidRPr="00176256">
              <w:rPr>
                <w:rStyle w:val="Hyperlink"/>
                <w:noProof/>
                <w:rtl/>
                <w:lang w:bidi="fa-IR"/>
              </w:rPr>
              <w:t>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ژگ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رفتار هوش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3" w:history="1">
            <w:r w:rsidRPr="00176256">
              <w:rPr>
                <w:rStyle w:val="Hyperlink"/>
                <w:noProof/>
                <w:rtl/>
                <w:lang w:bidi="fa-IR"/>
              </w:rPr>
              <w:t>مع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ارها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مختلف در تعر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ف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4" w:history="1">
            <w:r w:rsidRPr="00176256">
              <w:rPr>
                <w:rStyle w:val="Hyperlink"/>
                <w:noProof/>
                <w:rtl/>
                <w:lang w:bidi="fa-IR"/>
              </w:rPr>
              <w:t>رابطه 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 هوش و نبوغ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875" w:history="1">
            <w:r w:rsidRPr="00176256">
              <w:rPr>
                <w:rStyle w:val="Hyperlink"/>
                <w:noProof/>
                <w:rtl/>
                <w:lang w:bidi="fa-IR"/>
              </w:rPr>
              <w:t>بخش دوم:انواع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6" w:history="1">
            <w:r w:rsidRPr="00176256">
              <w:rPr>
                <w:rStyle w:val="Hyperlink"/>
                <w:noProof/>
                <w:rtl/>
                <w:lang w:bidi="fa-IR"/>
              </w:rPr>
              <w:t>هوش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هوش عموم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7" w:history="1">
            <w:r w:rsidRPr="00176256">
              <w:rPr>
                <w:rStyle w:val="Hyperlink"/>
                <w:noProof/>
                <w:rtl/>
                <w:lang w:bidi="fa-IR"/>
              </w:rPr>
              <w:t>هوش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8" w:history="1"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دگاهها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هوش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79" w:history="1">
            <w:r w:rsidRPr="00176256">
              <w:rPr>
                <w:rStyle w:val="Hyperlink"/>
                <w:noProof/>
                <w:rtl/>
                <w:lang w:bidi="fa-IR"/>
              </w:rPr>
              <w:t>هوش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از نقطه نظر گلمن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0" w:history="1">
            <w:r w:rsidRPr="00176256">
              <w:rPr>
                <w:rStyle w:val="Hyperlink"/>
                <w:noProof/>
                <w:rtl/>
                <w:lang w:bidi="fa-IR"/>
              </w:rPr>
              <w:t>کنترل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1" w:history="1">
            <w:r w:rsidRPr="00176256">
              <w:rPr>
                <w:rStyle w:val="Hyperlink"/>
                <w:noProof/>
                <w:rtl/>
                <w:lang w:bidi="fa-IR"/>
              </w:rPr>
              <w:t>خود انگ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ختگ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2" w:history="1">
            <w:r w:rsidRPr="00176256">
              <w:rPr>
                <w:rStyle w:val="Hyperlink"/>
                <w:noProof/>
                <w:rtl/>
                <w:lang w:bidi="fa-IR"/>
              </w:rPr>
              <w:t>تشخ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ص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جانات در 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3" w:history="1">
            <w:r w:rsidRPr="00176256">
              <w:rPr>
                <w:rStyle w:val="Hyperlink"/>
                <w:noProof/>
                <w:rtl/>
                <w:lang w:bidi="fa-IR"/>
              </w:rPr>
              <w:t>کنترل روابط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4" w:history="1">
            <w:r w:rsidRPr="00176256">
              <w:rPr>
                <w:rStyle w:val="Hyperlink"/>
                <w:noProof/>
                <w:rtl/>
                <w:lang w:bidi="fa-IR"/>
              </w:rPr>
              <w:t>هوش 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از نقطه نظر بار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5" w:history="1">
            <w:r w:rsidRPr="00176256">
              <w:rPr>
                <w:rStyle w:val="Hyperlink"/>
                <w:noProof/>
                <w:rtl/>
                <w:lang w:bidi="fa-IR"/>
              </w:rPr>
              <w:t>مهارتها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درون 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6" w:history="1">
            <w:r w:rsidRPr="00176256">
              <w:rPr>
                <w:rStyle w:val="Hyperlink"/>
                <w:noProof/>
                <w:rtl/>
                <w:lang w:bidi="fa-IR"/>
              </w:rPr>
              <w:t>مهارتها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ان 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7" w:history="1">
            <w:r w:rsidRPr="00176256">
              <w:rPr>
                <w:rStyle w:val="Hyperlink"/>
                <w:noProof/>
                <w:rtl/>
                <w:lang w:bidi="fa-IR"/>
              </w:rPr>
              <w:t>کنترل استرس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8" w:history="1">
            <w:r w:rsidRPr="00176256">
              <w:rPr>
                <w:rStyle w:val="Hyperlink"/>
                <w:noProof/>
                <w:rtl/>
                <w:lang w:bidi="fa-IR"/>
              </w:rPr>
              <w:t>خلق عموم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89" w:history="1">
            <w:r w:rsidRPr="00176256">
              <w:rPr>
                <w:rStyle w:val="Hyperlink"/>
                <w:noProof/>
                <w:rtl/>
                <w:lang w:bidi="fa-IR"/>
              </w:rPr>
              <w:t>عوامل مؤثر بر افزا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0" w:history="1">
            <w:r w:rsidRPr="00176256">
              <w:rPr>
                <w:rStyle w:val="Hyperlink"/>
                <w:noProof/>
                <w:rtl/>
                <w:lang w:bidi="fa-IR"/>
              </w:rPr>
              <w:t>2 - ورزش به طور منظم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1" w:history="1">
            <w:r w:rsidRPr="00176256">
              <w:rPr>
                <w:rStyle w:val="Hyperlink"/>
                <w:noProof/>
                <w:rtl/>
                <w:lang w:bidi="fa-IR"/>
              </w:rPr>
              <w:t>3 - مطالعه کتابها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چالش انگ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2" w:history="1">
            <w:r w:rsidRPr="00176256">
              <w:rPr>
                <w:rStyle w:val="Hyperlink"/>
                <w:noProof/>
                <w:rtl/>
                <w:lang w:bidi="fa-IR"/>
              </w:rPr>
              <w:t>4 - خواب کاف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3" w:history="1">
            <w:r w:rsidRPr="00176256">
              <w:rPr>
                <w:rStyle w:val="Hyperlink"/>
                <w:noProof/>
                <w:rtl/>
                <w:lang w:bidi="fa-IR"/>
              </w:rPr>
              <w:t>5 - دادن فرصت برا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واکنش به مسائل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4" w:history="1">
            <w:r w:rsidRPr="00176256">
              <w:rPr>
                <w:rStyle w:val="Hyperlink"/>
                <w:noProof/>
                <w:rtl/>
                <w:lang w:bidi="fa-IR"/>
              </w:rPr>
              <w:t>6 - معاشرت با افراد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با تفکرات متفاوت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5" w:history="1">
            <w:r w:rsidRPr="00176256">
              <w:rPr>
                <w:rStyle w:val="Hyperlink"/>
                <w:noProof/>
                <w:rtl/>
                <w:lang w:bidi="fa-IR"/>
              </w:rPr>
              <w:t>7 - مسافرت به نقاط مختلف دن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6" w:history="1">
            <w:r w:rsidRPr="00176256">
              <w:rPr>
                <w:rStyle w:val="Hyperlink"/>
                <w:noProof/>
                <w:rtl/>
                <w:lang w:bidi="fa-IR"/>
              </w:rPr>
              <w:t>8 - زمان اختصاص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7" w:history="1">
            <w:r w:rsidRPr="00176256">
              <w:rPr>
                <w:rStyle w:val="Hyperlink"/>
                <w:noProof/>
                <w:rtl/>
                <w:lang w:bidi="fa-IR"/>
              </w:rPr>
              <w:t>9 - نه گفتن را تمر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 کن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8" w:history="1">
            <w:r w:rsidRPr="00176256">
              <w:rPr>
                <w:rStyle w:val="Hyperlink"/>
                <w:noProof/>
                <w:rtl/>
                <w:lang w:bidi="fa-IR"/>
              </w:rPr>
              <w:t>10 - رعا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تعادل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899" w:history="1">
            <w:r w:rsidRPr="00176256">
              <w:rPr>
                <w:rStyle w:val="Hyperlink"/>
                <w:noProof/>
                <w:rtl/>
                <w:lang w:bidi="fa-IR"/>
              </w:rPr>
              <w:t>11 - تغذ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0" w:history="1">
            <w:r w:rsidRPr="00176256">
              <w:rPr>
                <w:rStyle w:val="Hyperlink"/>
                <w:noProof/>
                <w:rtl/>
                <w:lang w:bidi="fa-IR"/>
              </w:rPr>
              <w:t>هوش از نگاه گاردنر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1" w:history="1">
            <w:r w:rsidRPr="00176256">
              <w:rPr>
                <w:rStyle w:val="Hyperlink"/>
                <w:noProof/>
                <w:rtl/>
                <w:lang w:bidi="fa-IR"/>
              </w:rPr>
              <w:t>هوش 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/ فضا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2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3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4" w:history="1">
            <w:r w:rsidRPr="00176256">
              <w:rPr>
                <w:rStyle w:val="Hyperlink"/>
                <w:noProof/>
                <w:rtl/>
                <w:lang w:bidi="fa-IR"/>
              </w:rPr>
              <w:t>هوش کلام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زبان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5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6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7" w:history="1">
            <w:r w:rsidRPr="00176256">
              <w:rPr>
                <w:rStyle w:val="Hyperlink"/>
                <w:noProof/>
                <w:rtl/>
                <w:lang w:bidi="fa-IR"/>
              </w:rPr>
              <w:t>هوش منطق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اض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8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09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0" w:history="1">
            <w:r w:rsidRPr="00176256">
              <w:rPr>
                <w:rStyle w:val="Hyperlink"/>
                <w:noProof/>
                <w:rtl/>
                <w:lang w:bidi="fa-IR"/>
              </w:rPr>
              <w:t>هوش بدن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جنبش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1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2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3" w:history="1">
            <w:r w:rsidRPr="00176256">
              <w:rPr>
                <w:rStyle w:val="Hyperlink"/>
                <w:noProof/>
                <w:rtl/>
                <w:lang w:bidi="fa-IR"/>
              </w:rPr>
              <w:t>هوش موس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4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5" w:history="1">
            <w:r w:rsidRPr="00176256">
              <w:rPr>
                <w:rStyle w:val="Hyperlink"/>
                <w:noProof/>
                <w:rtl/>
                <w:lang w:bidi="fa-IR"/>
              </w:rPr>
              <w:t>هوش درون 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6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7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8" w:history="1">
            <w:r w:rsidRPr="00176256">
              <w:rPr>
                <w:rStyle w:val="Hyperlink"/>
                <w:noProof/>
                <w:rtl/>
                <w:lang w:bidi="fa-IR"/>
              </w:rPr>
              <w:t>هوش 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ان 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(فرافرد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19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0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1" w:history="1">
            <w:r w:rsidRPr="00176256">
              <w:rPr>
                <w:rStyle w:val="Hyperlink"/>
                <w:noProof/>
                <w:rtl/>
                <w:lang w:bidi="fa-IR"/>
              </w:rPr>
              <w:t>هوش طب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عت گرا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2" w:history="1">
            <w:r w:rsidRPr="00176256">
              <w:rPr>
                <w:rStyle w:val="Hyperlink"/>
                <w:noProof/>
                <w:rtl/>
                <w:lang w:bidi="fa-IR"/>
              </w:rPr>
              <w:t>مهارتها: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3" w:history="1">
            <w:r w:rsidRPr="00176256">
              <w:rPr>
                <w:rStyle w:val="Hyperlink"/>
                <w:noProof/>
                <w:rtl/>
                <w:lang w:bidi="fa-IR"/>
              </w:rPr>
              <w:t>شغلها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4" w:history="1">
            <w:r w:rsidRPr="00176256">
              <w:rPr>
                <w:rStyle w:val="Hyperlink"/>
                <w:noProof/>
                <w:rtl/>
                <w:lang w:bidi="fa-IR"/>
              </w:rPr>
              <w:t>چه عوامل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جاد و توسعه هوشها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چندگانه مؤثر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5" w:history="1">
            <w:r w:rsidRPr="00176256">
              <w:rPr>
                <w:rStyle w:val="Hyperlink"/>
                <w:noProof/>
                <w:rtl/>
                <w:lang w:bidi="fa-IR"/>
              </w:rPr>
              <w:t>هوش 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فضا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6" w:history="1">
            <w:r w:rsidRPr="00176256">
              <w:rPr>
                <w:rStyle w:val="Hyperlink"/>
                <w:noProof/>
                <w:rtl/>
                <w:lang w:bidi="fa-IR"/>
              </w:rPr>
              <w:t>هوش کلام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زبان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7" w:history="1">
            <w:r w:rsidRPr="00176256">
              <w:rPr>
                <w:rStyle w:val="Hyperlink"/>
                <w:noProof/>
                <w:rtl/>
                <w:lang w:bidi="fa-IR"/>
              </w:rPr>
              <w:t>هوش منطق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اض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8" w:history="1">
            <w:r w:rsidRPr="00176256">
              <w:rPr>
                <w:rStyle w:val="Hyperlink"/>
                <w:noProof/>
                <w:rtl/>
                <w:lang w:bidi="fa-IR"/>
              </w:rPr>
              <w:t>هوش بدن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جنبش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29" w:history="1">
            <w:r w:rsidRPr="00176256">
              <w:rPr>
                <w:rStyle w:val="Hyperlink"/>
                <w:noProof/>
                <w:rtl/>
                <w:lang w:bidi="fa-IR"/>
              </w:rPr>
              <w:t>هوش موس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/ 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0" w:history="1">
            <w:r w:rsidRPr="00176256">
              <w:rPr>
                <w:rStyle w:val="Hyperlink"/>
                <w:noProof/>
                <w:rtl/>
                <w:lang w:bidi="fa-IR"/>
              </w:rPr>
              <w:t>هوش درون 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1" w:history="1">
            <w:r w:rsidRPr="00176256">
              <w:rPr>
                <w:rStyle w:val="Hyperlink"/>
                <w:noProof/>
                <w:rtl/>
                <w:lang w:bidi="fa-IR"/>
              </w:rPr>
              <w:t>هوش 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ان 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(فرافرد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2" w:history="1">
            <w:r w:rsidRPr="00176256">
              <w:rPr>
                <w:rStyle w:val="Hyperlink"/>
                <w:noProof/>
                <w:rtl/>
                <w:lang w:bidi="fa-IR"/>
              </w:rPr>
              <w:t>هوش طب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عت گرا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3" w:history="1">
            <w:r w:rsidRPr="00176256">
              <w:rPr>
                <w:rStyle w:val="Hyperlink"/>
                <w:noProof/>
                <w:rtl/>
                <w:lang w:bidi="fa-IR"/>
              </w:rPr>
              <w:t>سؤال؛ چگونه هوش را شناسا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کن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4" w:history="1">
            <w:r w:rsidRPr="00176256">
              <w:rPr>
                <w:rStyle w:val="Hyperlink"/>
                <w:noProof/>
                <w:rtl/>
                <w:lang w:bidi="fa-IR"/>
              </w:rPr>
              <w:t>طبقات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5" w:history="1">
            <w:r w:rsidRPr="00176256">
              <w:rPr>
                <w:rStyle w:val="Hyperlink"/>
                <w:noProof/>
                <w:rtl/>
                <w:lang w:bidi="fa-IR"/>
              </w:rPr>
              <w:t>انواع آزمونها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6" w:history="1">
            <w:r w:rsidRPr="00176256">
              <w:rPr>
                <w:rStyle w:val="Hyperlink"/>
                <w:noProof/>
                <w:rtl/>
                <w:lang w:bidi="fa-IR"/>
              </w:rPr>
              <w:t>رابطه نت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جه آزمونها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هوش با نتا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 تحص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7" w:history="1">
            <w:r w:rsidRPr="00176256">
              <w:rPr>
                <w:rStyle w:val="Hyperlink"/>
                <w:noProof/>
                <w:rtl/>
                <w:lang w:bidi="fa-IR"/>
              </w:rPr>
              <w:t>کارکردها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938" w:history="1">
            <w:r w:rsidRPr="00176256">
              <w:rPr>
                <w:rStyle w:val="Hyperlink"/>
                <w:noProof/>
                <w:rtl/>
                <w:lang w:bidi="fa-IR"/>
              </w:rPr>
              <w:t>بخش سوم : عوامل مؤثردرهوش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39" w:history="1">
            <w:r w:rsidRPr="00176256">
              <w:rPr>
                <w:rStyle w:val="Hyperlink"/>
                <w:noProof/>
                <w:rtl/>
                <w:lang w:bidi="fa-IR"/>
              </w:rPr>
              <w:t>دو سال اول زندگ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؛ دوران طلا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رشد مغز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0" w:history="1">
            <w:r w:rsidRPr="00176256">
              <w:rPr>
                <w:rStyle w:val="Hyperlink"/>
                <w:noProof/>
                <w:rtl/>
                <w:lang w:bidi="fa-IR"/>
              </w:rPr>
              <w:t>به چشمان کودک نگاه کن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1" w:history="1">
            <w:r w:rsidRPr="00176256">
              <w:rPr>
                <w:rStyle w:val="Hyperlink"/>
                <w:noProof/>
                <w:rtl/>
                <w:lang w:bidi="fa-IR"/>
              </w:rPr>
              <w:t>با کودکتان صحبت کن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2" w:history="1">
            <w:r w:rsidRPr="00176256">
              <w:rPr>
                <w:rStyle w:val="Hyperlink"/>
                <w:noProof/>
                <w:rtl/>
                <w:lang w:bidi="fa-IR"/>
              </w:rPr>
              <w:t>کنجکاو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کودک را تحر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ک کن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3" w:history="1">
            <w:r w:rsidRPr="00176256">
              <w:rPr>
                <w:rStyle w:val="Hyperlink"/>
                <w:noProof/>
                <w:rtl/>
                <w:lang w:bidi="fa-IR"/>
              </w:rPr>
              <w:t>برا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اء اسم بگذار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4" w:history="1">
            <w:r w:rsidRPr="00176256">
              <w:rPr>
                <w:rStyle w:val="Hyperlink"/>
                <w:noProof/>
                <w:rtl/>
                <w:lang w:bidi="fa-IR"/>
              </w:rPr>
              <w:t>موفق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کودکتان را جشن بگ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5" w:history="1">
            <w:r w:rsidRPr="00176256">
              <w:rPr>
                <w:rStyle w:val="Hyperlink"/>
                <w:noProof/>
                <w:rtl/>
                <w:lang w:bidi="fa-IR"/>
              </w:rPr>
              <w:t>فقط پدر و مادر نباش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6" w:history="1">
            <w:r w:rsidRPr="00176256">
              <w:rPr>
                <w:rStyle w:val="Hyperlink"/>
                <w:noProof/>
                <w:rtl/>
                <w:lang w:bidi="fa-IR"/>
              </w:rPr>
              <w:t>تغذ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ه با 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ر 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7" w:history="1">
            <w:r w:rsidRPr="00176256">
              <w:rPr>
                <w:rStyle w:val="Hyperlink"/>
                <w:noProof/>
                <w:rtl/>
                <w:lang w:bidi="fa-IR"/>
              </w:rPr>
              <w:t>خوردن صبحانه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8" w:history="1">
            <w:r w:rsidRPr="00176256">
              <w:rPr>
                <w:rStyle w:val="Hyperlink"/>
                <w:noProof/>
                <w:rtl/>
                <w:lang w:bidi="fa-IR"/>
              </w:rPr>
              <w:t>عوامل کمک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مؤثر بر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49" w:history="1">
            <w:r w:rsidRPr="00176256">
              <w:rPr>
                <w:rStyle w:val="Hyperlink"/>
                <w:noProof/>
                <w:rtl/>
                <w:lang w:bidi="fa-IR"/>
              </w:rPr>
              <w:t>عوامل مؤثر بر تغ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>ر نحوه و کارکرد هوش (متغ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رها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هوش)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0" w:history="1">
            <w:r w:rsidRPr="00176256">
              <w:rPr>
                <w:rStyle w:val="Hyperlink"/>
                <w:noProof/>
                <w:rtl/>
                <w:lang w:bidi="fa-IR"/>
              </w:rPr>
              <w:t>راهکارها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افزا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 هوش کودکان خردسال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1" w:history="1">
            <w:r w:rsidRPr="00176256">
              <w:rPr>
                <w:rStyle w:val="Hyperlink"/>
                <w:noProof/>
                <w:rtl/>
                <w:lang w:bidi="fa-IR"/>
              </w:rPr>
              <w:t>نقش والد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 در افزا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 هوش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952" w:history="1">
            <w:r w:rsidRPr="00176256">
              <w:rPr>
                <w:rStyle w:val="Hyperlink"/>
                <w:noProof/>
                <w:rtl/>
                <w:lang w:bidi="fa-IR"/>
              </w:rPr>
              <w:t>بخش چهارم: تقو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هوش درمراحل مختلف زندگ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3" w:history="1">
            <w:r w:rsidRPr="00176256">
              <w:rPr>
                <w:rStyle w:val="Hyperlink"/>
                <w:noProof/>
                <w:rtl/>
                <w:lang w:bidi="fa-IR"/>
              </w:rPr>
              <w:t>قبل از تولد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4" w:history="1">
            <w:r w:rsidRPr="00176256">
              <w:rPr>
                <w:rStyle w:val="Hyperlink"/>
                <w:noProof/>
                <w:rtl/>
                <w:lang w:bidi="fa-IR"/>
              </w:rPr>
              <w:t>آرامش مادران در دوران باردار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به هوش کودکان کمک 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5" w:history="1">
            <w:r w:rsidRPr="00176256">
              <w:rPr>
                <w:rStyle w:val="Hyperlink"/>
                <w:noProof/>
                <w:rtl/>
                <w:lang w:bidi="fa-IR"/>
              </w:rPr>
              <w:t>ارتباط کلام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مادر با جن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 و وابستگ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آن به هوش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6" w:history="1">
            <w:r w:rsidRPr="00176256">
              <w:rPr>
                <w:rStyle w:val="Hyperlink"/>
                <w:noProof/>
                <w:rtl/>
                <w:lang w:bidi="fa-IR"/>
              </w:rPr>
              <w:t>چه مفاه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را 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توان در دوران جن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به فرزند آموخت؟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7" w:history="1">
            <w:r w:rsidRPr="00176256">
              <w:rPr>
                <w:rStyle w:val="Hyperlink"/>
                <w:noProof/>
                <w:rtl/>
                <w:lang w:bidi="fa-IR"/>
              </w:rPr>
              <w:t>حس چشا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جن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8" w:history="1">
            <w:r w:rsidRPr="00176256">
              <w:rPr>
                <w:rStyle w:val="Hyperlink"/>
                <w:noProof/>
                <w:rtl/>
                <w:lang w:bidi="fa-IR"/>
              </w:rPr>
              <w:t>چند نت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جه: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59" w:history="1">
            <w:r w:rsidRPr="00176256">
              <w:rPr>
                <w:rStyle w:val="Hyperlink"/>
                <w:noProof/>
                <w:rtl/>
                <w:lang w:bidi="fa-IR"/>
              </w:rPr>
              <w:t>حس شنوا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جن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0" w:history="1">
            <w:r w:rsidRPr="00176256">
              <w:rPr>
                <w:rStyle w:val="Hyperlink"/>
                <w:noProof/>
                <w:rtl/>
                <w:lang w:bidi="fa-IR"/>
              </w:rPr>
              <w:t>تأث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ر موس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بر جن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1" w:history="1">
            <w:r w:rsidRPr="00176256">
              <w:rPr>
                <w:rStyle w:val="Hyperlink"/>
                <w:noProof/>
                <w:rtl/>
                <w:lang w:bidi="fa-IR"/>
              </w:rPr>
              <w:t>حس بو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نوزاد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2" w:history="1">
            <w:r w:rsidRPr="00176256">
              <w:rPr>
                <w:rStyle w:val="Hyperlink"/>
                <w:noProof/>
                <w:rtl/>
                <w:lang w:bidi="fa-IR"/>
              </w:rPr>
              <w:t>شش ماه نخست زندگ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3" w:history="1">
            <w:r w:rsidRPr="00176256">
              <w:rPr>
                <w:rStyle w:val="Hyperlink"/>
                <w:noProof/>
                <w:rtl/>
                <w:lang w:bidi="fa-IR"/>
              </w:rPr>
              <w:t>شش ماهگ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تا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ک سالگ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4" w:history="1"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ک تا دو سالگ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5" w:history="1">
            <w:r w:rsidRPr="00176256">
              <w:rPr>
                <w:rStyle w:val="Hyperlink"/>
                <w:noProof/>
                <w:rtl/>
                <w:lang w:bidi="fa-IR"/>
              </w:rPr>
              <w:t>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 برا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تقو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هوش نوزادان و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6" w:history="1">
            <w:r w:rsidRPr="00176256">
              <w:rPr>
                <w:rStyle w:val="Hyperlink"/>
                <w:noProof/>
                <w:rtl/>
                <w:lang w:bidi="fa-IR"/>
              </w:rPr>
              <w:t>نوزاد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7" w:history="1">
            <w:r w:rsidRPr="00176256">
              <w:rPr>
                <w:rStyle w:val="Hyperlink"/>
                <w:noProof/>
                <w:rtl/>
                <w:lang w:bidi="fa-IR"/>
              </w:rPr>
              <w:t>ورزشها و تمر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مناسب برا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تقو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هوش نوزادان و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968" w:history="1">
            <w:r w:rsidRPr="00176256">
              <w:rPr>
                <w:rStyle w:val="Hyperlink"/>
                <w:noProof/>
                <w:rtl/>
                <w:lang w:bidi="fa-IR"/>
              </w:rPr>
              <w:t>بخش پنجم: هوش ورابطه آن باپ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شرفت تحص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69" w:history="1">
            <w:r w:rsidRPr="00176256">
              <w:rPr>
                <w:rStyle w:val="Hyperlink"/>
                <w:noProof/>
                <w:rtl/>
                <w:lang w:bidi="fa-IR"/>
              </w:rPr>
              <w:t>رابطه هوشها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چندگانه با انتخاب رشته تحص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شغل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آ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0" w:history="1">
            <w:r w:rsidRPr="00176256">
              <w:rPr>
                <w:rStyle w:val="Hyperlink"/>
                <w:noProof/>
                <w:rtl/>
                <w:lang w:bidi="fa-IR"/>
              </w:rPr>
              <w:t>هوش، افزا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 انگ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زه و پ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شرفت تحص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دانش آموزان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1" w:history="1">
            <w:r w:rsidRPr="00176256">
              <w:rPr>
                <w:rStyle w:val="Hyperlink"/>
                <w:noProof/>
                <w:rtl/>
                <w:lang w:bidi="fa-IR"/>
              </w:rPr>
              <w:t>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972" w:history="1">
            <w:r w:rsidRPr="00176256">
              <w:rPr>
                <w:rStyle w:val="Hyperlink"/>
                <w:noProof/>
                <w:rtl/>
                <w:lang w:bidi="fa-IR"/>
              </w:rPr>
              <w:t>بخش اول :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ودلا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3" w:history="1">
            <w:r w:rsidRPr="00176256">
              <w:rPr>
                <w:rStyle w:val="Hyperlink"/>
                <w:noProof/>
                <w:rtl/>
                <w:lang w:bidi="fa-IR"/>
              </w:rPr>
              <w:t>تعار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ف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از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4" w:history="1">
            <w:r w:rsidRPr="00176256">
              <w:rPr>
                <w:rStyle w:val="Hyperlink"/>
                <w:noProof/>
                <w:rtl/>
                <w:lang w:bidi="fa-IR"/>
              </w:rPr>
              <w:t>منشأ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5" w:history="1">
            <w:r w:rsidRPr="00176256">
              <w:rPr>
                <w:rStyle w:val="Hyperlink"/>
                <w:noProof/>
                <w:rtl/>
                <w:lang w:bidi="fa-IR"/>
              </w:rPr>
              <w:t>سطوح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6" w:history="1">
            <w:r w:rsidRPr="00176256">
              <w:rPr>
                <w:rStyle w:val="Hyperlink"/>
                <w:noProof/>
                <w:rtl/>
                <w:lang w:bidi="fa-IR"/>
              </w:rPr>
              <w:t>اهم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و ضرورت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7" w:history="1">
            <w:r w:rsidRPr="00176256">
              <w:rPr>
                <w:rStyle w:val="Hyperlink"/>
                <w:noProof/>
                <w:rtl/>
                <w:lang w:bidi="fa-IR"/>
              </w:rPr>
              <w:t>الگو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حل مسائل خلاقانه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8" w:history="1">
            <w:r w:rsidRPr="00176256">
              <w:rPr>
                <w:rStyle w:val="Hyperlink"/>
                <w:noProof/>
                <w:rtl/>
                <w:lang w:bidi="fa-IR"/>
              </w:rPr>
              <w:t>مرحله اول: حق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قت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79" w:history="1">
            <w:r w:rsidRPr="00176256">
              <w:rPr>
                <w:rStyle w:val="Hyperlink"/>
                <w:noProof/>
                <w:rtl/>
                <w:lang w:bidi="fa-IR"/>
              </w:rPr>
              <w:t>مرحله دوم: پالا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0" w:history="1">
            <w:r w:rsidRPr="00176256">
              <w:rPr>
                <w:rStyle w:val="Hyperlink"/>
                <w:noProof/>
                <w:rtl/>
                <w:lang w:bidi="fa-IR"/>
              </w:rPr>
              <w:t>مرحله سوم: تجز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ه و تحل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1" w:history="1">
            <w:r w:rsidRPr="00176256">
              <w:rPr>
                <w:rStyle w:val="Hyperlink"/>
                <w:noProof/>
                <w:rtl/>
                <w:lang w:bidi="fa-IR"/>
              </w:rPr>
              <w:t>مرحله چهارم: 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ده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2" w:history="1">
            <w:r w:rsidRPr="00176256">
              <w:rPr>
                <w:rStyle w:val="Hyperlink"/>
                <w:noProof/>
                <w:rtl/>
                <w:lang w:bidi="fa-IR"/>
              </w:rPr>
              <w:t xml:space="preserve">مرحله پنجم: راه حل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3" w:history="1">
            <w:r w:rsidRPr="00176256">
              <w:rPr>
                <w:rStyle w:val="Hyperlink"/>
                <w:noProof/>
                <w:rtl/>
                <w:lang w:bidi="fa-IR"/>
              </w:rPr>
              <w:t>مرحله ششم: بازخوردگ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4" w:history="1">
            <w:r w:rsidRPr="00176256">
              <w:rPr>
                <w:rStyle w:val="Hyperlink"/>
                <w:noProof/>
                <w:rtl/>
                <w:lang w:bidi="fa-IR"/>
              </w:rPr>
              <w:t>پرورش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و 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ده پرداز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5" w:history="1">
            <w:r w:rsidRPr="00176256">
              <w:rPr>
                <w:rStyle w:val="Hyperlink"/>
                <w:noProof/>
                <w:rtl/>
                <w:lang w:bidi="fa-IR"/>
              </w:rPr>
              <w:t>نقش معلم و مرب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6" w:history="1">
            <w:r w:rsidRPr="00176256">
              <w:rPr>
                <w:rStyle w:val="Hyperlink"/>
                <w:noProof/>
                <w:rtl/>
                <w:lang w:bidi="fa-IR"/>
              </w:rPr>
              <w:t>بخش دوم: خصوص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ات افرادخلاق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7" w:history="1">
            <w:r w:rsidRPr="00176256">
              <w:rPr>
                <w:rStyle w:val="Hyperlink"/>
                <w:noProof/>
                <w:rtl/>
                <w:lang w:bidi="fa-IR"/>
              </w:rPr>
              <w:t>بخش سوم: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دردوره پ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 دبستان ودبستان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8" w:history="1">
            <w:r w:rsidRPr="00176256">
              <w:rPr>
                <w:rStyle w:val="Hyperlink"/>
                <w:noProof/>
                <w:rtl/>
                <w:lang w:bidi="fa-IR"/>
              </w:rPr>
              <w:t>مهمتر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 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ژگ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کودکان 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89" w:history="1">
            <w:r w:rsidRPr="00176256">
              <w:rPr>
                <w:rStyle w:val="Hyperlink"/>
                <w:noProof/>
                <w:rtl/>
                <w:lang w:bidi="fa-IR"/>
              </w:rPr>
              <w:t>راهها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پرورش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در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5990" w:history="1">
            <w:r w:rsidRPr="00176256">
              <w:rPr>
                <w:rStyle w:val="Hyperlink"/>
                <w:noProof/>
                <w:rtl/>
                <w:lang w:bidi="fa-IR"/>
              </w:rPr>
              <w:t>بخش چهارم: و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ژگ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دانش آموز خلاق درکلاس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1" w:history="1">
            <w:r w:rsidRPr="00176256">
              <w:rPr>
                <w:rStyle w:val="Hyperlink"/>
                <w:noProof/>
                <w:rtl/>
                <w:lang w:bidi="fa-IR"/>
              </w:rPr>
              <w:t>چگونه دانش آموزان را خلاق ترب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کن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2" w:history="1">
            <w:r w:rsidRPr="00176256">
              <w:rPr>
                <w:rStyle w:val="Hyperlink"/>
                <w:noProof/>
                <w:rtl/>
                <w:lang w:bidi="fa-IR"/>
              </w:rPr>
              <w:t>2 - تغ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>رات اساس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کتابها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درس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3" w:history="1">
            <w:r w:rsidRPr="00176256">
              <w:rPr>
                <w:rStyle w:val="Hyperlink"/>
                <w:noProof/>
                <w:rtl/>
                <w:lang w:bidi="fa-IR"/>
              </w:rPr>
              <w:t>3 - تغ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>ر در 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وه 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ارزش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اب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امتحانات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4" w:history="1">
            <w:r w:rsidRPr="00176256">
              <w:rPr>
                <w:rStyle w:val="Hyperlink"/>
                <w:noProof/>
                <w:rtl/>
                <w:lang w:bidi="fa-IR"/>
              </w:rPr>
              <w:t>4 - علاقه مند کردن دانش آموزان به مطالعه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5" w:history="1">
            <w:r w:rsidRPr="00176256">
              <w:rPr>
                <w:rStyle w:val="Hyperlink"/>
                <w:noProof/>
                <w:rtl/>
                <w:lang w:bidi="fa-IR"/>
              </w:rPr>
              <w:t>5 - فعالساز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تشکلها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دانشآموز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خودجوش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6" w:history="1">
            <w:r w:rsidRPr="00176256">
              <w:rPr>
                <w:rStyle w:val="Hyperlink"/>
                <w:noProof/>
                <w:rtl/>
                <w:lang w:bidi="fa-IR"/>
              </w:rPr>
              <w:t>7 - استفاده صح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ح و مطلوب از ساعات درس انشاء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7" w:history="1">
            <w:r w:rsidRPr="00176256">
              <w:rPr>
                <w:rStyle w:val="Hyperlink"/>
                <w:noProof/>
                <w:rtl/>
                <w:lang w:bidi="fa-IR"/>
              </w:rPr>
              <w:t>8 - تغ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176256">
              <w:rPr>
                <w:rStyle w:val="Hyperlink"/>
                <w:noProof/>
                <w:rtl/>
                <w:lang w:bidi="fa-IR"/>
              </w:rPr>
              <w:t>ر نام درس هنر و نقاش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به پرورش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ت، نوآور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ابتکار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8" w:history="1">
            <w:r w:rsidRPr="00176256">
              <w:rPr>
                <w:rStyle w:val="Hyperlink"/>
                <w:noProof/>
                <w:rtl/>
                <w:lang w:bidi="fa-IR"/>
              </w:rPr>
              <w:t>9 - آموزش فکر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5999" w:history="1">
            <w:r w:rsidRPr="00176256">
              <w:rPr>
                <w:rStyle w:val="Hyperlink"/>
                <w:noProof/>
                <w:rtl/>
                <w:lang w:bidi="fa-IR"/>
              </w:rPr>
              <w:t>10 - استفاده از ش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وه 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حل مسأله و پرورش و پاسخ در تدر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Toc1565999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0" w:history="1">
            <w:r w:rsidRPr="00176256">
              <w:rPr>
                <w:rStyle w:val="Hyperlink"/>
                <w:noProof/>
                <w:rtl/>
                <w:lang w:bidi="fa-IR"/>
              </w:rPr>
              <w:t>دلا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 و عوامل بازدارنده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1" w:history="1">
            <w:r w:rsidRPr="00176256">
              <w:rPr>
                <w:rStyle w:val="Hyperlink"/>
                <w:noProof/>
                <w:rtl/>
                <w:lang w:bidi="fa-IR"/>
              </w:rPr>
              <w:t>موانع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در مح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ط مدرسه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2" w:history="1">
            <w:r w:rsidRPr="00176256">
              <w:rPr>
                <w:rStyle w:val="Hyperlink"/>
                <w:noProof/>
                <w:rtl/>
                <w:lang w:bidi="fa-IR"/>
              </w:rPr>
              <w:t>9 - استهزاء و تمسخر به خاطر 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ده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 نظر اشتباه.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3" w:history="1">
            <w:r w:rsidRPr="00176256">
              <w:rPr>
                <w:rStyle w:val="Hyperlink"/>
                <w:noProof/>
                <w:rtl/>
                <w:lang w:bidi="fa-IR"/>
              </w:rPr>
              <w:t>موانع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در مح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ط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4" w:history="1">
            <w:r w:rsidRPr="00176256">
              <w:rPr>
                <w:rStyle w:val="Hyperlink"/>
                <w:noProof/>
                <w:rtl/>
                <w:lang w:bidi="fa-IR"/>
              </w:rPr>
              <w:t>10 - تحم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ل نقش بزرگسال به کودک.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6005" w:history="1">
            <w:r w:rsidRPr="00176256">
              <w:rPr>
                <w:rStyle w:val="Hyperlink"/>
                <w:noProof/>
                <w:rtl/>
                <w:lang w:bidi="fa-IR"/>
              </w:rPr>
              <w:t>بخش پنجم: دوباز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گر مهم ونقش آن ها درافزا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ش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6" w:history="1">
            <w:r w:rsidRPr="00176256">
              <w:rPr>
                <w:rStyle w:val="Hyperlink"/>
                <w:noProof/>
                <w:rtl/>
                <w:lang w:bidi="fa-IR"/>
              </w:rPr>
              <w:t>نقش 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در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7" w:history="1">
            <w:r w:rsidRPr="00176256">
              <w:rPr>
                <w:rStyle w:val="Hyperlink"/>
                <w:noProof/>
                <w:rtl/>
                <w:lang w:bidi="fa-IR"/>
              </w:rPr>
              <w:t>سؤال؛ چرا کودکان 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را دوست دارند؟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8" w:history="1">
            <w:r w:rsidRPr="00176256">
              <w:rPr>
                <w:rStyle w:val="Hyperlink"/>
                <w:noProof/>
                <w:rtl/>
                <w:lang w:bidi="fa-IR"/>
              </w:rPr>
              <w:t>1 - 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خوشحال کننده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09" w:history="1">
            <w:r w:rsidRPr="00176256">
              <w:rPr>
                <w:rStyle w:val="Hyperlink"/>
                <w:noProof/>
                <w:rtl/>
                <w:lang w:bidi="fa-IR"/>
              </w:rPr>
              <w:t>2 - غلبه کردن بر ناا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من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ترس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0" w:history="1">
            <w:r w:rsidRPr="00176256">
              <w:rPr>
                <w:rStyle w:val="Hyperlink"/>
                <w:noProof/>
                <w:rtl/>
                <w:lang w:bidi="fa-IR"/>
              </w:rPr>
              <w:t>3 - ابراز پرخاشگر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خشم مقبول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1" w:history="1">
            <w:r w:rsidRPr="00176256">
              <w:rPr>
                <w:rStyle w:val="Hyperlink"/>
                <w:noProof/>
                <w:rtl/>
                <w:lang w:bidi="fa-IR"/>
              </w:rPr>
              <w:t>4 - عمل ساختن افکار و تصورات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2" w:history="1">
            <w:r w:rsidRPr="00176256">
              <w:rPr>
                <w:rStyle w:val="Hyperlink"/>
                <w:noProof/>
                <w:rtl/>
                <w:lang w:bidi="fa-IR"/>
              </w:rPr>
              <w:t>5 - پرورش آفر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نندگ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3" w:history="1">
            <w:r w:rsidRPr="00176256">
              <w:rPr>
                <w:rStyle w:val="Hyperlink"/>
                <w:noProof/>
                <w:rtl/>
                <w:lang w:bidi="fa-IR"/>
              </w:rPr>
              <w:t>6 - برقرار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وندها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اجتماع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با 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4" w:history="1">
            <w:r w:rsidRPr="00176256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گانگ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شخص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5" w:history="1">
            <w:r w:rsidRPr="00176256">
              <w:rPr>
                <w:rStyle w:val="Hyperlink"/>
                <w:noProof/>
                <w:rtl/>
                <w:lang w:bidi="fa-IR"/>
              </w:rPr>
              <w:t>انواع 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6" w:history="1">
            <w:r w:rsidRPr="00176256">
              <w:rPr>
                <w:rStyle w:val="Hyperlink"/>
                <w:noProof/>
                <w:rtl/>
                <w:lang w:bidi="fa-IR"/>
              </w:rPr>
              <w:t>فوا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د باز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7" w:history="1">
            <w:r w:rsidRPr="00176256">
              <w:rPr>
                <w:rStyle w:val="Hyperlink"/>
                <w:noProof/>
                <w:rtl/>
                <w:lang w:bidi="fa-IR"/>
              </w:rPr>
              <w:t>رشد جسم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8" w:history="1">
            <w:r w:rsidRPr="00176256">
              <w:rPr>
                <w:rStyle w:val="Hyperlink"/>
                <w:noProof/>
                <w:rtl/>
                <w:lang w:bidi="fa-IR"/>
              </w:rPr>
              <w:t>رشد زبان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19" w:history="1">
            <w:r w:rsidRPr="00176256">
              <w:rPr>
                <w:rStyle w:val="Hyperlink"/>
                <w:noProof/>
                <w:rtl/>
                <w:lang w:bidi="fa-IR"/>
              </w:rPr>
              <w:t>رشد خودپنداره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20" w:history="1">
            <w:r w:rsidRPr="00176256">
              <w:rPr>
                <w:rStyle w:val="Hyperlink"/>
                <w:noProof/>
                <w:rtl/>
                <w:lang w:bidi="fa-IR"/>
              </w:rPr>
              <w:t>رشد اجتماع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21" w:history="1">
            <w:r w:rsidRPr="00176256">
              <w:rPr>
                <w:rStyle w:val="Hyperlink"/>
                <w:noProof/>
                <w:rtl/>
                <w:lang w:bidi="fa-IR"/>
              </w:rPr>
              <w:t>نقش اطلاعات در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22" w:history="1">
            <w:r w:rsidRPr="00176256">
              <w:rPr>
                <w:rStyle w:val="Hyperlink"/>
                <w:noProof/>
                <w:rtl/>
                <w:lang w:bidi="fa-IR"/>
              </w:rPr>
              <w:t>سؤال؛ رابطه 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 و انگ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زش 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23" w:history="1">
            <w:r w:rsidRPr="00176256">
              <w:rPr>
                <w:rStyle w:val="Hyperlink"/>
                <w:noProof/>
                <w:rtl/>
                <w:lang w:bidi="fa-IR"/>
              </w:rPr>
              <w:t>دوتعامل مهم هوش وخلاق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24" w:history="1">
            <w:r w:rsidRPr="00176256">
              <w:rPr>
                <w:rStyle w:val="Hyperlink"/>
                <w:noProof/>
                <w:rtl/>
                <w:lang w:bidi="fa-IR"/>
              </w:rPr>
              <w:t xml:space="preserve">خلاق بودن ،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ادگ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و 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اده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ازطر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ق هوش ها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 xml:space="preserve"> چندگانه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566025" w:history="1">
            <w:r w:rsidRPr="00176256">
              <w:rPr>
                <w:rStyle w:val="Hyperlink"/>
                <w:noProof/>
                <w:rtl/>
                <w:lang w:bidi="fa-IR"/>
              </w:rPr>
              <w:t>نکته پا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76256">
              <w:rPr>
                <w:rStyle w:val="Hyperlink"/>
                <w:noProof/>
                <w:rtl/>
                <w:lang w:bidi="fa-IR"/>
              </w:rPr>
              <w:t>ان</w:t>
            </w:r>
            <w:r w:rsidRPr="0017625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6026" w:history="1">
            <w:r w:rsidRPr="00176256">
              <w:rPr>
                <w:rStyle w:val="Hyperlink"/>
                <w:noProof/>
                <w:rtl/>
                <w:lang w:bidi="fa-IR"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566027" w:history="1">
            <w:r w:rsidRPr="00176256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Toc1566027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4343E" w:rsidRDefault="00B4343E">
          <w:r>
            <w:fldChar w:fldCharType="end"/>
          </w:r>
        </w:p>
      </w:sdtContent>
    </w:sdt>
    <w:p w:rsidR="00544EDE" w:rsidRDefault="00544EDE" w:rsidP="00544EDE">
      <w:pPr>
        <w:pStyle w:val="libNormal"/>
        <w:rPr>
          <w:rFonts w:hint="cs"/>
          <w:lang w:bidi="fa-IR"/>
        </w:rPr>
      </w:pPr>
    </w:p>
    <w:sectPr w:rsidR="00544ED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1DA" w:rsidRDefault="004471DA">
      <w:r>
        <w:separator/>
      </w:r>
    </w:p>
  </w:endnote>
  <w:endnote w:type="continuationSeparator" w:id="0">
    <w:p w:rsidR="004471DA" w:rsidRDefault="00447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9E" w:rsidRDefault="0019569E">
    <w:pPr>
      <w:pStyle w:val="Footer"/>
    </w:pPr>
    <w:fldSimple w:instr=" PAGE   \* MERGEFORMAT ">
      <w:r w:rsidR="00B4343E">
        <w:rPr>
          <w:noProof/>
          <w:rtl/>
        </w:rPr>
        <w:t>250</w:t>
      </w:r>
    </w:fldSimple>
  </w:p>
  <w:p w:rsidR="0019569E" w:rsidRDefault="001956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9E" w:rsidRDefault="0019569E">
    <w:pPr>
      <w:pStyle w:val="Footer"/>
    </w:pPr>
    <w:fldSimple w:instr=" PAGE   \* MERGEFORMAT ">
      <w:r w:rsidR="00B4343E">
        <w:rPr>
          <w:noProof/>
          <w:rtl/>
        </w:rPr>
        <w:t>251</w:t>
      </w:r>
    </w:fldSimple>
  </w:p>
  <w:p w:rsidR="0019569E" w:rsidRDefault="001956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9E" w:rsidRDefault="0019569E">
    <w:pPr>
      <w:pStyle w:val="Footer"/>
    </w:pPr>
    <w:fldSimple w:instr=" PAGE   \* MERGEFORMAT ">
      <w:r w:rsidR="009D35D7">
        <w:rPr>
          <w:noProof/>
          <w:rtl/>
        </w:rPr>
        <w:t>1</w:t>
      </w:r>
    </w:fldSimple>
  </w:p>
  <w:p w:rsidR="0019569E" w:rsidRDefault="001956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1DA" w:rsidRDefault="004471DA">
      <w:r>
        <w:separator/>
      </w:r>
    </w:p>
  </w:footnote>
  <w:footnote w:type="continuationSeparator" w:id="0">
    <w:p w:rsidR="004471DA" w:rsidRDefault="00447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EEF"/>
    <w:rsid w:val="00005A19"/>
    <w:rsid w:val="00010942"/>
    <w:rsid w:val="000217A6"/>
    <w:rsid w:val="00024AA0"/>
    <w:rsid w:val="000267FE"/>
    <w:rsid w:val="00030622"/>
    <w:rsid w:val="00030D78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082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2ADF"/>
    <w:rsid w:val="00162BA3"/>
    <w:rsid w:val="00163D83"/>
    <w:rsid w:val="00164767"/>
    <w:rsid w:val="00164810"/>
    <w:rsid w:val="001712E1"/>
    <w:rsid w:val="00172B96"/>
    <w:rsid w:val="00182CD3"/>
    <w:rsid w:val="0018664D"/>
    <w:rsid w:val="00187017"/>
    <w:rsid w:val="00187246"/>
    <w:rsid w:val="001937F7"/>
    <w:rsid w:val="0019569E"/>
    <w:rsid w:val="001A1408"/>
    <w:rsid w:val="001A3110"/>
    <w:rsid w:val="001A4174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41ED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713B"/>
    <w:rsid w:val="0027369F"/>
    <w:rsid w:val="00273EE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4671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12E4"/>
    <w:rsid w:val="00322466"/>
    <w:rsid w:val="00324B78"/>
    <w:rsid w:val="003254B7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3FC1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0D6C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471D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29DD"/>
    <w:rsid w:val="004A5E75"/>
    <w:rsid w:val="004B17F4"/>
    <w:rsid w:val="004B3F28"/>
    <w:rsid w:val="004C0285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2291"/>
    <w:rsid w:val="005254BC"/>
    <w:rsid w:val="005261CF"/>
    <w:rsid w:val="00526724"/>
    <w:rsid w:val="005358E7"/>
    <w:rsid w:val="00537C2F"/>
    <w:rsid w:val="0054051F"/>
    <w:rsid w:val="00542EEF"/>
    <w:rsid w:val="00544EDE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4844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6B88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CC6"/>
    <w:rsid w:val="006A7D4D"/>
    <w:rsid w:val="006B06D2"/>
    <w:rsid w:val="006B5C71"/>
    <w:rsid w:val="006B7F0E"/>
    <w:rsid w:val="006C4B43"/>
    <w:rsid w:val="006D36EC"/>
    <w:rsid w:val="006D6DC1"/>
    <w:rsid w:val="006D6F9A"/>
    <w:rsid w:val="006E010D"/>
    <w:rsid w:val="006E2C8E"/>
    <w:rsid w:val="006E446F"/>
    <w:rsid w:val="006E6291"/>
    <w:rsid w:val="006F0268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36C77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1F4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495D"/>
    <w:rsid w:val="007D5FD1"/>
    <w:rsid w:val="007E2EBF"/>
    <w:rsid w:val="007E6DD9"/>
    <w:rsid w:val="007F4190"/>
    <w:rsid w:val="007F4E53"/>
    <w:rsid w:val="0080155A"/>
    <w:rsid w:val="00802136"/>
    <w:rsid w:val="00806335"/>
    <w:rsid w:val="008105E2"/>
    <w:rsid w:val="008128CA"/>
    <w:rsid w:val="00813440"/>
    <w:rsid w:val="00820DA5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E08"/>
    <w:rsid w:val="00850983"/>
    <w:rsid w:val="00851757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A5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5D7"/>
    <w:rsid w:val="009D3969"/>
    <w:rsid w:val="009D4011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9F7F33"/>
    <w:rsid w:val="00A00A9C"/>
    <w:rsid w:val="00A05A22"/>
    <w:rsid w:val="00A10F83"/>
    <w:rsid w:val="00A16415"/>
    <w:rsid w:val="00A209AB"/>
    <w:rsid w:val="00A21090"/>
    <w:rsid w:val="00A21873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535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640A"/>
    <w:rsid w:val="00A971B5"/>
    <w:rsid w:val="00AA378D"/>
    <w:rsid w:val="00AB0435"/>
    <w:rsid w:val="00AB1F96"/>
    <w:rsid w:val="00AB49D8"/>
    <w:rsid w:val="00AB5AFC"/>
    <w:rsid w:val="00AB5B22"/>
    <w:rsid w:val="00AB6857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63D5"/>
    <w:rsid w:val="00B37FEA"/>
    <w:rsid w:val="00B426ED"/>
    <w:rsid w:val="00B42E0C"/>
    <w:rsid w:val="00B4343E"/>
    <w:rsid w:val="00B46AD9"/>
    <w:rsid w:val="00B47827"/>
    <w:rsid w:val="00B50444"/>
    <w:rsid w:val="00B506FA"/>
    <w:rsid w:val="00B6009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51B8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CF1C9F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2A75"/>
    <w:rsid w:val="00D42C8A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687"/>
    <w:rsid w:val="00D92CDF"/>
    <w:rsid w:val="00DA082B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80413"/>
    <w:rsid w:val="00E841AC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6FA"/>
    <w:rsid w:val="00EC1A32"/>
    <w:rsid w:val="00EC1A39"/>
    <w:rsid w:val="00EC381F"/>
    <w:rsid w:val="00EC5C01"/>
    <w:rsid w:val="00EC609E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1D1B"/>
    <w:rsid w:val="00F26388"/>
    <w:rsid w:val="00F3089C"/>
    <w:rsid w:val="00F31BE3"/>
    <w:rsid w:val="00F34B21"/>
    <w:rsid w:val="00F34CA5"/>
    <w:rsid w:val="00F41E90"/>
    <w:rsid w:val="00F4285B"/>
    <w:rsid w:val="00F436BF"/>
    <w:rsid w:val="00F515B7"/>
    <w:rsid w:val="00F51E87"/>
    <w:rsid w:val="00F53507"/>
    <w:rsid w:val="00F571FE"/>
    <w:rsid w:val="00F638A5"/>
    <w:rsid w:val="00F65587"/>
    <w:rsid w:val="00F67654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F21D1B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21D1B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9D35D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9D35D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D35D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D35D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F337-9C4D-4743-94B3-1C3882145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600</TotalTime>
  <Pages>256</Pages>
  <Words>30026</Words>
  <Characters>171149</Characters>
  <Application>Microsoft Office Word</Application>
  <DocSecurity>0</DocSecurity>
  <Lines>1426</Lines>
  <Paragraphs>401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200774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cp:lastPrinted>1601-01-01T00:00:00Z</cp:lastPrinted>
  <dcterms:created xsi:type="dcterms:W3CDTF">2019-02-18T07:56:00Z</dcterms:created>
  <dcterms:modified xsi:type="dcterms:W3CDTF">2019-02-20T11:07:00Z</dcterms:modified>
</cp:coreProperties>
</file>