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43" w:rsidRDefault="003C7B43" w:rsidP="003C7B43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3C7B43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3C7B43" w:rsidRDefault="003C7B43" w:rsidP="003C7B43">
      <w:pPr>
        <w:pStyle w:val="libNotice"/>
        <w:rPr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3C7B43" w:rsidRDefault="003C7B43" w:rsidP="003C7B43">
      <w:pPr>
        <w:pStyle w:val="libCenterBold1"/>
        <w:rPr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Center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جلد پنجم</w:t>
      </w:r>
    </w:p>
    <w:p w:rsidR="003C7B43" w:rsidRDefault="003C7B43" w:rsidP="003C7B43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معاشرت خوب چرا؟</w:t>
      </w:r>
    </w:p>
    <w:p w:rsidR="003C7B43" w:rsidRDefault="003C7B43" w:rsidP="003C7B43">
      <w:pPr>
        <w:pStyle w:val="libCenterBold1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</w:p>
    <w:p w:rsidR="003C7B43" w:rsidRDefault="003C7B43" w:rsidP="003C7B4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3715080"/>
      <w:r>
        <w:rPr>
          <w:rFonts w:hint="eastAsia"/>
          <w:rtl/>
          <w:lang w:bidi="fa-IR"/>
        </w:rPr>
        <w:lastRenderedPageBreak/>
        <w:t>مقدمه</w:t>
      </w:r>
      <w:bookmarkEnd w:id="0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حق تعداد چهارده جلد کتاب در موضوعات مختلف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همگان که کم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عمل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دانستن آن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نام 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همراه با سند از منابع معتبر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شهرت هستند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که انشاء الله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مورد قبول حضرت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شما خوانندگان آگاه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دعاگو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نام موضوعات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1.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خدمت به پدر و مادر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3. عزت نفس، بلند همت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شرافت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4. خوردن مال مردم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5.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معاشرت خوب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6.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7. مهمان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8. حرص و قناعت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9. اسراف و سخت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10. صدقه و انفاق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11.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مخالفت با نفس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12.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سادات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t>13.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14. دعا و توسل چرا؟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1383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3C7B43">
      <w:pPr>
        <w:pStyle w:val="Heading1"/>
        <w:rPr>
          <w:rtl/>
          <w:lang w:bidi="fa-IR"/>
        </w:rPr>
      </w:pPr>
      <w:bookmarkStart w:id="1" w:name="_Toc3715081"/>
      <w:r>
        <w:rPr>
          <w:rFonts w:hint="eastAsia"/>
          <w:rtl/>
          <w:lang w:bidi="fa-IR"/>
        </w:rPr>
        <w:t>حق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bookmarkEnd w:id="1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کرد که عبدالله بن عباس وارد بر ابن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شد. ابن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او گفت تو مرا به پست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بخل نسبت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رسول خدا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از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اسلام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شکم خود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 و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گرسنه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 ابن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ابن عباس من چهل سال است که بغض شما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دل گرفته ام.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گذشت. ابن عباس از ترس جان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طائف رفت در همانجا وفات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</w:t>
      </w:r>
      <w:r w:rsidRPr="003C7B43">
        <w:rPr>
          <w:rStyle w:val="libFootnotenumChar"/>
          <w:rtl/>
          <w:lang w:bidi="fa-IR"/>
        </w:rPr>
        <w:t>(3)</w:t>
      </w:r>
    </w:p>
    <w:p w:rsidR="003C7B43" w:rsidRDefault="003C7B43" w:rsidP="003C7B43">
      <w:pPr>
        <w:pStyle w:val="libNormal"/>
        <w:rPr>
          <w:rtl/>
          <w:lang w:bidi="fa-IR"/>
        </w:rPr>
      </w:pPr>
    </w:p>
    <w:p w:rsidR="003C7B43" w:rsidRDefault="003C7B43" w:rsidP="003C7B43">
      <w:pPr>
        <w:pStyle w:val="Heading1"/>
        <w:rPr>
          <w:rtl/>
          <w:lang w:bidi="fa-IR"/>
        </w:rPr>
      </w:pPr>
      <w:bookmarkStart w:id="2" w:name="_Toc3715082"/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چند خانه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هستند</w:t>
      </w:r>
      <w:bookmarkEnd w:id="2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انصار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آمده عرض کرد. من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فلان محله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گانم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نه از شر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منم</w:t>
      </w:r>
      <w:r>
        <w:rPr>
          <w:rtl/>
          <w:lang w:bidi="fa-IR"/>
        </w:rPr>
        <w:t xml:space="preserve"> و نه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سلمان و اباذر (راو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کردم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مقداد باشد) دستور داد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مسجد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لا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لمن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أمن</w:t>
      </w:r>
      <w:r>
        <w:rPr>
          <w:rtl/>
          <w:lang w:bidi="fa-IR"/>
        </w:rPr>
        <w:t xml:space="preserve"> جاره بوائقه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ندارد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نگرداند از آزار و شرور خود.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 فرمود اعلام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چهل خانه از چهار طرف: چپ و راست، جلو و عقب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  <w:r w:rsidRPr="003C7B43">
        <w:rPr>
          <w:rStyle w:val="libFootnotenumChar"/>
          <w:rtl/>
          <w:lang w:bidi="fa-IR"/>
        </w:rPr>
        <w:t>(4)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3C7B43">
      <w:pPr>
        <w:pStyle w:val="Heading1"/>
        <w:rPr>
          <w:rtl/>
          <w:lang w:bidi="fa-IR"/>
        </w:rPr>
      </w:pPr>
      <w:bookmarkStart w:id="3" w:name="_Toc3715083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پند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3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اعلام الناس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وزراء معتصم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قصر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بود مشرف به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آن قصر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از در و پنجره به زنان و دختران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تماشا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اتفاقا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چشمش به دختر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افتاد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خوش اندام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داشت،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عشق و پابند محبت او شد بقول خواجه حافظ: </w:t>
      </w:r>
    </w:p>
    <w:tbl>
      <w:tblPr>
        <w:tblStyle w:val="TableGrid"/>
        <w:bidiVisual/>
        <w:tblW w:w="4514" w:type="pct"/>
        <w:tblInd w:w="468" w:type="dxa"/>
        <w:tblLook w:val="01E0"/>
      </w:tblPr>
      <w:tblGrid>
        <w:gridCol w:w="3272"/>
        <w:gridCol w:w="268"/>
        <w:gridCol w:w="3310"/>
      </w:tblGrid>
      <w:tr w:rsidR="003C7B43" w:rsidTr="007724C1">
        <w:trPr>
          <w:trHeight w:val="350"/>
        </w:trPr>
        <w:tc>
          <w:tcPr>
            <w:tcW w:w="3836" w:type="dxa"/>
            <w:shd w:val="clear" w:color="auto" w:fill="auto"/>
          </w:tcPr>
          <w:p w:rsidR="003C7B43" w:rsidRDefault="003C7B43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نخست</w:t>
            </w:r>
            <w:r>
              <w:rPr>
                <w:rtl/>
                <w:lang w:bidi="fa-IR"/>
              </w:rPr>
              <w:t xml:space="preserve"> روز که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رخ تو دل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7B43" w:rsidRDefault="003C7B43" w:rsidP="007724C1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7B43" w:rsidRDefault="003C7B43" w:rsidP="007724C1">
            <w:pPr>
              <w:pStyle w:val="libPoem"/>
            </w:pPr>
            <w:r>
              <w:rPr>
                <w:rtl/>
                <w:lang w:bidi="fa-IR"/>
              </w:rPr>
              <w:t>اگر رسد ضرر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خون به گردن چشم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روز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و نشان دخترک افتاد. پدرش را که مرد تاجر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شناخت و به عنوان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فرستاد. تاجر قبول نکرده پوزش خواست که ما را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با مثل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وصلت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هم شأن و کفو خود که تاجر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وصلت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چنان در آتش عشق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سوخت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وصال دختر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هراس نداشت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راز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خود گفت، از او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خواست. آن مرد پاسخ داد اگر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خرج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تو را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به مقصود برسم. من اگر با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مم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شود؛ از صرف کردن آن باک ندارم. زر را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 آن مرد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 نفر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شهادت آنها در نزد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بود (عدول) آورد.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عشق سوزان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نمود. داستان را چنان جلوه داد که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انجام نشود جان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خطر است. به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ده نفر صد </w:t>
      </w:r>
      <w:r>
        <w:rPr>
          <w:rtl/>
          <w:lang w:bidi="fa-IR"/>
        </w:rPr>
        <w:lastRenderedPageBreak/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پرداخت و تقاضا کرد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به اجراء عقد دختر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دهند به ازدواج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دختر تاجر به او گفتند علت شهادت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جان او را از مرگ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داده و باعث سربلند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پدر او به مقام شامخ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قطعا بعد از اطلاع، تاجر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شد. پس از </w:t>
      </w:r>
      <w:r>
        <w:rPr>
          <w:rFonts w:hint="eastAsia"/>
          <w:rtl/>
          <w:lang w:bidi="fa-IR"/>
        </w:rPr>
        <w:t>انجام</w:t>
      </w:r>
      <w:r>
        <w:rPr>
          <w:rtl/>
          <w:lang w:bidi="fa-IR"/>
        </w:rPr>
        <w:t xml:space="preserve"> مراسم لازم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پدر دختر فرستاد گفت زنم را از چه رو در خانه نگه داشته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به خانه خودم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تاجر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با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 کرد مهر دختر را به پدرش بپردازد و زن خود را ببرد.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تاجر</w:t>
      </w:r>
      <w:r>
        <w:rPr>
          <w:rtl/>
          <w:lang w:bidi="fa-IR"/>
        </w:rPr>
        <w:t xml:space="preserve"> چنان سرگردان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 که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وانگان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 چه خواست خود را به معتصم برساند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فراهم نگشت.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خود مشورت نمود. او گفت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مخصوص کارکنان داخل قصر معتصم را بپوش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داخل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 و خود را به ح</w:t>
      </w:r>
      <w:r>
        <w:rPr>
          <w:rFonts w:hint="eastAsia"/>
          <w:rtl/>
          <w:lang w:bidi="fa-IR"/>
        </w:rPr>
        <w:t>ضور</w:t>
      </w:r>
      <w:r>
        <w:rPr>
          <w:rtl/>
          <w:lang w:bidi="fa-IR"/>
        </w:rPr>
        <w:t xml:space="preserve"> معتصم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داستان را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گفت. معتصم دستور داد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با شهود حاضر کنند.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 با گفتن اصل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مورد بخشش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چون مهر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بود.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شهود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را کردند بعد از کشف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آنها و اقرارشان دستور داد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گواهان را کنار دارالاماره به دار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>.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پوست گاو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تازه کشته شده بگذارند و با عمودها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آنقدر به او بزنند تا گوشت و پوستش به هم مخلوط شود. به تاجر دستور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دختر خود را به خانه برد و تمام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متصرف شود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اعتراض به او ندارد.</w:t>
      </w:r>
      <w:r w:rsidRPr="003C7B43">
        <w:rPr>
          <w:rStyle w:val="libFootnotenumChar"/>
          <w:rtl/>
          <w:lang w:bidi="fa-IR"/>
        </w:rPr>
        <w:t>(5)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3C7B43">
      <w:pPr>
        <w:pStyle w:val="Heading1"/>
        <w:rPr>
          <w:rtl/>
          <w:lang w:bidi="fa-IR"/>
        </w:rPr>
      </w:pPr>
      <w:bookmarkStart w:id="4" w:name="_Toc3715084"/>
      <w:r>
        <w:rPr>
          <w:rFonts w:hint="eastAsia"/>
          <w:rtl/>
          <w:lang w:bidi="fa-IR"/>
        </w:rPr>
        <w:t>دستور</w:t>
      </w:r>
      <w:r>
        <w:rPr>
          <w:rtl/>
          <w:lang w:bidi="fa-IR"/>
        </w:rPr>
        <w:t xml:space="preserve"> 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زخان</w:t>
      </w:r>
      <w:r>
        <w:rPr>
          <w:rtl/>
          <w:lang w:bidi="fa-IR"/>
        </w:rPr>
        <w:t xml:space="preserve"> مغول</w:t>
      </w:r>
      <w:bookmarkEnd w:id="4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از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مغول بود. در زمان دستورها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بود. از آن جمله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گوسفند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کارد سر ببرد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بفشار تا خفه شود.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انجام دهد سر او را ببرند. 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مغولان ساکن بود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گوسفند را ذبح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چگاه</w:t>
      </w:r>
      <w:r>
        <w:rPr>
          <w:rtl/>
          <w:lang w:bidi="fa-IR"/>
        </w:rPr>
        <w:t xml:space="preserve"> گوشت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خفه شده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در جستجو بود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را در حال کشتن گوسفند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او را به هلاکت دهد. اتفاقا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</w:t>
      </w:r>
      <w:r>
        <w:rPr>
          <w:rFonts w:hint="eastAsia"/>
          <w:rtl/>
          <w:lang w:bidi="fa-IR"/>
        </w:rPr>
        <w:t>مسلمان</w:t>
      </w:r>
      <w:r>
        <w:rPr>
          <w:rtl/>
          <w:lang w:bidi="fa-IR"/>
        </w:rPr>
        <w:t xml:space="preserve">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کشت. مغول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بام مشاهده کرده فورا چند نفر از رفقا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اطلاع داد.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در آنحال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از بام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آمده مسلمان را به کارد خون آلود و گوسفند کشته شده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بردند. گفتند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مخالف با فرمان شم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کرده. 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کجا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جواب دادند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خانه اش.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شما مگر در خانه او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مغول گفت ما از پشت بام، خانه او را تماشا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 دو مرتبه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شرح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مشاهدات خود را شرح دادند. منظورش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در حضور اهل مجلس کاملا اقرار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آنگاه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فرمان مرا اجرا کرده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دستور داده بودم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معبر و کوچه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نکند او هم آنجا نکرده. نفوذ حکم من از خدا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مرتکب معاص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بر آنها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چون آشکار نبوده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مطلع نشده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خلاف نموده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خانه مردم و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نگاه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دستور داد دژخ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 او را از بدن جدا کند تا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به خانه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نبرد.</w:t>
      </w:r>
      <w:r w:rsidRPr="00964E96">
        <w:rPr>
          <w:rStyle w:val="libFootnotenumChar"/>
          <w:rtl/>
          <w:lang w:bidi="fa-IR"/>
        </w:rPr>
        <w:t>(6)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 مردمند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امروز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حقوق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ملاحظه نکرده و نسبت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حال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انتند</w:t>
      </w:r>
      <w:r>
        <w:rPr>
          <w:rtl/>
          <w:lang w:bidi="fa-IR"/>
        </w:rPr>
        <w:t>. به خانه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چشم به ناموس او دارند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ملاحظه آداب و سنن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ننموده به فکر هر گونه استفاده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نامشروعند. سر به کاشانه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تا اسرار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فاش کنند مثل معروف است (خدا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پوشد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خروشد.)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نرو</w:t>
      </w:r>
      <w:r>
        <w:rPr>
          <w:rtl/>
          <w:lang w:bidi="fa-IR"/>
        </w:rPr>
        <w:t xml:space="preserve"> در اسلام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بدون اجازه چشم به خانه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 xml:space="preserve"> اگر چشم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سر او را با سنگ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بزنند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زننده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حق نداشته به آنجا نگا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کند.</w:t>
      </w:r>
    </w:p>
    <w:p w:rsidR="003C7B43" w:rsidRDefault="00964E96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733037">
      <w:pPr>
        <w:pStyle w:val="Heading1"/>
        <w:rPr>
          <w:rtl/>
          <w:lang w:bidi="fa-IR"/>
        </w:rPr>
      </w:pPr>
      <w:bookmarkStart w:id="5" w:name="_Toc3715085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حقوق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5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بعد از نماز عصر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نشسته بودم.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عرض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تقاضائ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مورد نظر من است با هم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خواسته مرا برآور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فرمود کار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 من در خانه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هستم. در آن خانه درخت خرمائ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در موقع وزش باد از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نارس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اندازد. من و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چوب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سنگ آنها را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اکنون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شما واسطه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من بگذرد.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حضرت به من فرمود حرکت کن با هم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صاحب درخت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سلام نمود. او جواب داد، احترام کرد و شادمان شد. عرض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چه منظور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در خانه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از درخت خرمائ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باد سنگ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چو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بزنند آمدم درخواست کنم او را حلال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باغ امتناع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مرتبه دوم حضرت درخواست کرد. باز قبول نکرد. در مرتبه سوم فرمود به خدا قسم از طرف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ضامن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در قبال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خداوند 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در بهشت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هم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کم کم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شامگاه شد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آن خانه را به فلان باغستان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پاسخ داد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گفت خداوند و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خرما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مقابل آن منزل به تو فروختم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صاحب </w:t>
      </w:r>
      <w:r>
        <w:rPr>
          <w:rtl/>
          <w:lang w:bidi="fa-IR"/>
        </w:rPr>
        <w:lastRenderedPageBreak/>
        <w:t>منزل باور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معامله را بکند. گفت من هم خدا و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فروختم خانه را در مقابل آن باغ. </w:t>
      </w:r>
    </w:p>
    <w:p w:rsidR="00733037" w:rsidRDefault="003C7B43" w:rsidP="003C7B43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 کرد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خانه به عنوان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فرمود منزل را به رسم مالک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تصرف کن خداوند به تو برکت دهد حلال باد بر تو.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بلند شد. همه حرکت کردند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نماز مغرب و عشاء را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خود رفت. فردا پس از نماز صبح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مشغول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 حالت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آنجناب عارض گشت.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شد. پس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اصحاب کرده فرمود کدام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 شما بفرمائ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من نازل شد، گفت شب گذشته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کار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چه کار.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</w:t>
      </w:r>
    </w:p>
    <w:p w:rsidR="003C7B43" w:rsidRDefault="003C7B43" w:rsidP="00733037">
      <w:pPr>
        <w:pStyle w:val="libNormal"/>
        <w:rPr>
          <w:rtl/>
          <w:lang w:bidi="fa-IR"/>
        </w:rPr>
      </w:pPr>
      <w:r w:rsidRPr="00733037">
        <w:rPr>
          <w:rStyle w:val="libAieChar"/>
          <w:rtl/>
          <w:lang w:bidi="fa-IR"/>
        </w:rPr>
        <w:t xml:space="preserve"> </w:t>
      </w:r>
      <w:r w:rsidR="00733037" w:rsidRPr="00733037">
        <w:rPr>
          <w:rStyle w:val="libAlaemChar"/>
          <w:rFonts w:eastAsia="KFGQPC Uthman Taha Naskh" w:hint="cs"/>
          <w:rtl/>
        </w:rPr>
        <w:t>(</w:t>
      </w:r>
      <w:r w:rsidR="00733037" w:rsidRPr="00733037">
        <w:rPr>
          <w:rStyle w:val="libAieChar"/>
          <w:rFonts w:hint="cs"/>
          <w:rtl/>
        </w:rPr>
        <w:t>بِسْمِ اللَّـهِ الرَّحْمَـٰنِ الرَّحِيمِ وَاللَّيْلِ إِذَا يَغْشَىٰ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tl/>
        </w:rPr>
        <w:t>﴿</w:t>
      </w:r>
      <w:hyperlink r:id="rId8" w:anchor="92:1" w:history="1">
        <w:r w:rsidR="00733037" w:rsidRPr="00733037">
          <w:rPr>
            <w:rStyle w:val="libAieChar"/>
            <w:rtl/>
          </w:rPr>
          <w:t>١</w:t>
        </w:r>
      </w:hyperlink>
      <w:r w:rsidR="00733037" w:rsidRPr="00733037">
        <w:rPr>
          <w:rStyle w:val="libAieChar"/>
          <w:rtl/>
        </w:rPr>
        <w:t>﴾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Fonts w:hint="cs"/>
          <w:rtl/>
        </w:rPr>
        <w:t>وَالنَّهَارِ إِذَا تَجَلَّىٰ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tl/>
        </w:rPr>
        <w:t>﴿</w:t>
      </w:r>
      <w:hyperlink r:id="rId9" w:anchor="92:2" w:history="1">
        <w:r w:rsidR="00733037" w:rsidRPr="00733037">
          <w:rPr>
            <w:rStyle w:val="libAieChar"/>
            <w:rtl/>
          </w:rPr>
          <w:t>٢</w:t>
        </w:r>
      </w:hyperlink>
      <w:r w:rsidR="00733037" w:rsidRPr="00733037">
        <w:rPr>
          <w:rStyle w:val="libAieChar"/>
          <w:rtl/>
        </w:rPr>
        <w:t>﴾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Fonts w:hint="cs"/>
          <w:rtl/>
        </w:rPr>
        <w:t>وَمَا خَلَقَ الذَّكَرَ وَالْأُنثَىٰ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tl/>
        </w:rPr>
        <w:t>﴿</w:t>
      </w:r>
      <w:hyperlink r:id="rId10" w:anchor="92:3" w:history="1">
        <w:r w:rsidR="00733037" w:rsidRPr="00733037">
          <w:rPr>
            <w:rStyle w:val="libAieChar"/>
            <w:rtl/>
          </w:rPr>
          <w:t>٣</w:t>
        </w:r>
      </w:hyperlink>
      <w:r w:rsidR="00733037" w:rsidRPr="00733037">
        <w:rPr>
          <w:rStyle w:val="libAieChar"/>
          <w:rtl/>
        </w:rPr>
        <w:t>﴾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Fonts w:hint="cs"/>
          <w:rtl/>
        </w:rPr>
        <w:t>إِنَّ سَعْيَكُمْ لَشَتَّىٰ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tl/>
        </w:rPr>
        <w:t>﴿</w:t>
      </w:r>
      <w:hyperlink r:id="rId11" w:anchor="92:4" w:history="1">
        <w:r w:rsidR="00733037" w:rsidRPr="00733037">
          <w:rPr>
            <w:rStyle w:val="libAieChar"/>
            <w:rtl/>
          </w:rPr>
          <w:t>٤</w:t>
        </w:r>
      </w:hyperlink>
      <w:r w:rsidR="00733037" w:rsidRPr="00733037">
        <w:rPr>
          <w:rStyle w:val="libAieChar"/>
          <w:rtl/>
        </w:rPr>
        <w:t>﴾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Fonts w:hint="cs"/>
          <w:rtl/>
        </w:rPr>
        <w:t>فَأَمَّا مَنْ أَعْطَىٰ وَاتَّقَىٰ</w:t>
      </w:r>
      <w:r w:rsidR="00733037" w:rsidRPr="00733037">
        <w:rPr>
          <w:rStyle w:val="libAieChar"/>
          <w:rtl/>
        </w:rPr>
        <w:t>﴿</w:t>
      </w:r>
      <w:hyperlink r:id="rId12" w:anchor="92:5" w:history="1">
        <w:r w:rsidR="00733037" w:rsidRPr="00733037">
          <w:rPr>
            <w:rStyle w:val="libAieChar"/>
            <w:rtl/>
          </w:rPr>
          <w:t>٥</w:t>
        </w:r>
      </w:hyperlink>
      <w:r w:rsidR="00733037" w:rsidRPr="00733037">
        <w:rPr>
          <w:rStyle w:val="libAieChar"/>
          <w:rtl/>
        </w:rPr>
        <w:t>﴾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Fonts w:hint="cs"/>
          <w:rtl/>
        </w:rPr>
        <w:t>وَصَدَّقَ بِالْحُسْنَىٰ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tl/>
        </w:rPr>
        <w:t>﴿</w:t>
      </w:r>
      <w:hyperlink r:id="rId13" w:anchor="92:6" w:history="1">
        <w:r w:rsidR="00733037" w:rsidRPr="00733037">
          <w:rPr>
            <w:rStyle w:val="libAieChar"/>
            <w:rtl/>
          </w:rPr>
          <w:t>٦</w:t>
        </w:r>
      </w:hyperlink>
      <w:r w:rsidR="00733037" w:rsidRPr="00733037">
        <w:rPr>
          <w:rStyle w:val="libAieChar"/>
          <w:rtl/>
        </w:rPr>
        <w:t>﴾</w:t>
      </w:r>
      <w:r w:rsidR="00733037" w:rsidRPr="00733037">
        <w:rPr>
          <w:rStyle w:val="libAieChar"/>
          <w:rFonts w:ascii="Times New Roman" w:hAnsi="Times New Roman" w:cs="Times New Roman"/>
        </w:rPr>
        <w:t> </w:t>
      </w:r>
      <w:r w:rsidR="00733037" w:rsidRPr="00733037">
        <w:rPr>
          <w:rStyle w:val="libAieChar"/>
          <w:rFonts w:hint="cs"/>
          <w:rtl/>
        </w:rPr>
        <w:t>فَسَنُيَسِّرُهُ لِلْيُسْرَىٰ</w:t>
      </w:r>
      <w:r w:rsidR="00733037" w:rsidRPr="00733037">
        <w:rPr>
          <w:rStyle w:val="libAlaemChar"/>
          <w:rFonts w:eastAsia="KFGQPC Uthman Taha Naskh" w:hint="cs"/>
          <w:rtl/>
        </w:rPr>
        <w:t>)</w:t>
      </w:r>
      <w:r w:rsidR="00733037" w:rsidRPr="00733037">
        <w:rPr>
          <w:rStyle w:val="libAieChar"/>
          <w:rtl/>
        </w:rPr>
        <w:t xml:space="preserve"> </w:t>
      </w:r>
      <w:r>
        <w:rPr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سوره.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فرمود تو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بهشت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خانه را به آن مرد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بستان خود را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درباره ات نازل شد. آنگاه حرکت کرد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 من برادر تو هستم و تو برادر من.</w:t>
      </w:r>
      <w:r w:rsidRPr="00733037">
        <w:rPr>
          <w:rStyle w:val="libFootnotenumChar"/>
          <w:rtl/>
          <w:lang w:bidi="fa-IR"/>
        </w:rPr>
        <w:t>(7)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14" w:type="pct"/>
        <w:tblInd w:w="468" w:type="dxa"/>
        <w:tblLook w:val="01E0"/>
      </w:tblPr>
      <w:tblGrid>
        <w:gridCol w:w="3268"/>
        <w:gridCol w:w="267"/>
        <w:gridCol w:w="3315"/>
      </w:tblGrid>
      <w:tr w:rsidR="00733037" w:rsidTr="007C3CCB">
        <w:trPr>
          <w:trHeight w:val="350"/>
        </w:trPr>
        <w:tc>
          <w:tcPr>
            <w:tcW w:w="3268" w:type="dxa"/>
            <w:shd w:val="clear" w:color="auto" w:fill="auto"/>
          </w:tcPr>
          <w:p w:rsidR="00733037" w:rsidRDefault="00733037" w:rsidP="007724C1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واصف المرتض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قد صرت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733037" w:rsidRDefault="00733037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  <w:shd w:val="clear" w:color="auto" w:fill="auto"/>
          </w:tcPr>
          <w:p w:rsidR="00733037" w:rsidRDefault="00733037" w:rsidP="007724C1">
            <w:pPr>
              <w:pStyle w:val="libPoem"/>
            </w:pPr>
            <w:r>
              <w:rPr>
                <w:rtl/>
                <w:lang w:bidi="fa-IR"/>
              </w:rPr>
              <w:t>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هات</w:t>
            </w:r>
            <w:r>
              <w:rPr>
                <w:rtl/>
                <w:lang w:bidi="fa-IR"/>
              </w:rPr>
              <w:t xml:space="preserve">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هات</w:t>
            </w:r>
            <w:r>
              <w:rPr>
                <w:rtl/>
                <w:lang w:bidi="fa-IR"/>
              </w:rPr>
              <w:t xml:space="preserve"> مما لاتمن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037" w:rsidTr="007C3CCB">
        <w:trPr>
          <w:trHeight w:val="350"/>
        </w:trPr>
        <w:tc>
          <w:tcPr>
            <w:tcW w:w="3268" w:type="dxa"/>
          </w:tcPr>
          <w:p w:rsidR="00733037" w:rsidRDefault="00733037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واجب</w:t>
            </w:r>
            <w:r>
              <w:rPr>
                <w:rtl/>
                <w:lang w:bidi="fa-IR"/>
              </w:rPr>
              <w:t xml:space="preserve"> اگر خوانمش العقل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733037" w:rsidRDefault="00733037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33037" w:rsidRDefault="00733037" w:rsidP="007724C1">
            <w:pPr>
              <w:pStyle w:val="libPoem"/>
            </w:pPr>
            <w:r>
              <w:rPr>
                <w:rtl/>
                <w:lang w:bidi="fa-IR"/>
              </w:rPr>
              <w:t xml:space="preserve">ممکن اگر دانمش فالعشق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037" w:rsidTr="007C3CCB">
        <w:trPr>
          <w:trHeight w:val="350"/>
        </w:trPr>
        <w:tc>
          <w:tcPr>
            <w:tcW w:w="3268" w:type="dxa"/>
          </w:tcPr>
          <w:p w:rsidR="00733037" w:rsidRDefault="00733037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واجب</w:t>
            </w:r>
            <w:r>
              <w:rPr>
                <w:rtl/>
                <w:lang w:bidi="fa-IR"/>
              </w:rPr>
              <w:t xml:space="preserve"> ممکن نما ممکن واجب </w:t>
            </w:r>
            <w:r>
              <w:rPr>
                <w:rtl/>
                <w:lang w:bidi="fa-IR"/>
              </w:rPr>
              <w:lastRenderedPageBreak/>
              <w:t>خصال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733037" w:rsidRDefault="00733037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33037" w:rsidRDefault="00733037" w:rsidP="007724C1">
            <w:pPr>
              <w:pStyle w:val="libPoem"/>
            </w:pPr>
            <w:r>
              <w:rPr>
                <w:rtl/>
                <w:lang w:bidi="fa-IR"/>
              </w:rPr>
              <w:t>هندسة الممکنات مظهر بار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037" w:rsidTr="007C3CCB">
        <w:trPr>
          <w:trHeight w:val="350"/>
        </w:trPr>
        <w:tc>
          <w:tcPr>
            <w:tcW w:w="3268" w:type="dxa"/>
          </w:tcPr>
          <w:p w:rsidR="00733037" w:rsidRDefault="00733037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هو</w:t>
            </w:r>
            <w:r>
              <w:rPr>
                <w:rtl/>
                <w:lang w:bidi="fa-IR"/>
              </w:rPr>
              <w:t xml:space="preserve"> الذ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کان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الله مولده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733037" w:rsidRDefault="00733037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33037" w:rsidRDefault="00733037" w:rsidP="007724C1">
            <w:pPr>
              <w:pStyle w:val="libPoem"/>
            </w:pPr>
            <w:r>
              <w:rPr>
                <w:rtl/>
                <w:lang w:bidi="fa-IR"/>
              </w:rPr>
              <w:t>و صاحب الب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ادر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بما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037" w:rsidTr="007C3CCB">
        <w:trPr>
          <w:trHeight w:val="350"/>
        </w:trPr>
        <w:tc>
          <w:tcPr>
            <w:tcW w:w="3268" w:type="dxa"/>
          </w:tcPr>
          <w:p w:rsidR="00733037" w:rsidRDefault="00733037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مهلا</w:t>
            </w:r>
            <w:r>
              <w:rPr>
                <w:rtl/>
                <w:lang w:bidi="fa-IR"/>
              </w:rPr>
              <w:t xml:space="preserve"> 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الحشر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وما</w:t>
            </w:r>
            <w:r>
              <w:rPr>
                <w:rtl/>
                <w:lang w:bidi="fa-IR"/>
              </w:rPr>
              <w:t xml:space="preserve"> اذ اقول لکم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733037" w:rsidRDefault="00733037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33037" w:rsidRDefault="00733037" w:rsidP="007724C1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لائم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لاتعاد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3CCB" w:rsidTr="007C3CCB">
        <w:tblPrEx>
          <w:tblLook w:val="04A0"/>
        </w:tblPrEx>
        <w:trPr>
          <w:trHeight w:val="350"/>
        </w:trPr>
        <w:tc>
          <w:tcPr>
            <w:tcW w:w="3268" w:type="dxa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فانه</w:t>
            </w:r>
            <w:r>
              <w:rPr>
                <w:rtl/>
                <w:lang w:bidi="fa-IR"/>
              </w:rPr>
              <w:t xml:space="preserve"> منشأ الاش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اء</w:t>
            </w:r>
            <w:r>
              <w:rPr>
                <w:rtl/>
                <w:lang w:bidi="fa-IR"/>
              </w:rPr>
              <w:t xml:space="preserve"> و منش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و ذلکن الذ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لمتنن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3CCB" w:rsidRDefault="007C3CCB" w:rsidP="003C7B43">
      <w:pPr>
        <w:pStyle w:val="libNormal"/>
        <w:rPr>
          <w:rtl/>
          <w:lang w:bidi="fa-IR"/>
        </w:rPr>
      </w:pPr>
    </w:p>
    <w:p w:rsidR="003C7B43" w:rsidRDefault="007C3CCB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7C3CCB">
      <w:pPr>
        <w:pStyle w:val="Heading1"/>
        <w:rPr>
          <w:rtl/>
          <w:lang w:bidi="fa-IR"/>
        </w:rPr>
      </w:pPr>
      <w:bookmarkStart w:id="6" w:name="_Toc3715086"/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از آزار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راحت شد</w:t>
      </w:r>
      <w:bookmarkEnd w:id="6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آزار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کرد. حضرت رسول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امر به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پس از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مرتبه دوم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گذشته را تکرار کرد. باز هم او را </w:t>
      </w:r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به صبر کردند.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مرتبه سوم که اظهار دلتنگ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آزار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فرمود صبحگاه جمعه که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گذراندن نماز جمعه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تو اسباب و لوازم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خانه خارج کن،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راه و کوچه بگذار تا هر کس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از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</w:t>
      </w:r>
      <w:r>
        <w:rPr>
          <w:rFonts w:hint="eastAsia"/>
          <w:rtl/>
          <w:lang w:bidi="fa-IR"/>
        </w:rPr>
        <w:t>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بگو از آزار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دستور آنجناب عمل کرد لوازم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کوچه گذاشت. هنوز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نگذشته بود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آمد، التماس کرد که اسباب و اثاث خود را به خانه برگرداند. گفت من با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ازارم</w:t>
      </w:r>
      <w:r>
        <w:rPr>
          <w:rtl/>
          <w:lang w:bidi="fa-IR"/>
        </w:rPr>
        <w:t>.</w:t>
      </w:r>
      <w:r w:rsidRPr="007C3CCB">
        <w:rPr>
          <w:rStyle w:val="libFootnotenumChar"/>
          <w:rtl/>
          <w:lang w:bidi="fa-IR"/>
        </w:rPr>
        <w:t>(8)</w:t>
      </w:r>
    </w:p>
    <w:p w:rsidR="003C7B43" w:rsidRDefault="007C3CCB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7C3CCB">
      <w:pPr>
        <w:pStyle w:val="Heading1"/>
        <w:rPr>
          <w:rtl/>
          <w:lang w:bidi="fa-IR"/>
        </w:rPr>
      </w:pPr>
      <w:bookmarkStart w:id="7" w:name="_Toc3715087"/>
      <w:r>
        <w:rPr>
          <w:rFonts w:hint="eastAsia"/>
          <w:rtl/>
          <w:lang w:bidi="fa-IR"/>
        </w:rPr>
        <w:t>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حقوق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7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شده که 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خن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گفت به حضرت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 مسلمان چه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برادر مسلمان خود دارد. فرمود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برادر خود هفت حق واجب و لازم است که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و طاعت او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عرض کردم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مورد علاقه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بعد از دانستن انجام 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گفتم (لا قوة الا بالله) از خداوند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در انجام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فرمود: </w:t>
      </w:r>
    </w:p>
    <w:p w:rsidR="003C7B43" w:rsidRDefault="003C7B43" w:rsidP="007C3CC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7C3CC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کوچک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حقوق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هر 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همان را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دوست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هم دوست نداشته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7C3CCB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7C3CC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باعث خشم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جلب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فرمانش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7C3CCB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C3CC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جان و زبان و دست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او را کمک 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7C3CCB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C3CC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باعث برطرف کردن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او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7C3CCB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7C3CC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مبادا او به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بگذراند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شکم تو آکنده از غذا و بدنت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لباس باشد. </w:t>
      </w:r>
    </w:p>
    <w:p w:rsidR="003C7B43" w:rsidRDefault="003C7B43" w:rsidP="007C3CCB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C3CC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اگر تو خدمتگذار و نوکر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شستن لباس و درست نمودن غذا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خانه، خدمتگذار خود را بفرست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انجام دهد. </w:t>
      </w:r>
    </w:p>
    <w:p w:rsidR="003C7B43" w:rsidRDefault="003C7B43" w:rsidP="007C3CCB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7C3CC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سوگند او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هنگام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ادتش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بر جنازه اش نماز بگذار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اگر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قبل از آنکه </w:t>
      </w:r>
      <w:r>
        <w:rPr>
          <w:rtl/>
          <w:lang w:bidi="fa-IR"/>
        </w:rPr>
        <w:lastRenderedPageBreak/>
        <w:t>درخواست کند خواسته اش را برآور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چنانچه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دستورات عمل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رابطه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لازم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مسلمان وجود داشته باشد برقرار 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7C3CCB">
        <w:rPr>
          <w:rStyle w:val="libFootnotenumChar"/>
          <w:rtl/>
          <w:lang w:bidi="fa-IR"/>
        </w:rPr>
        <w:t xml:space="preserve">(9)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هزاران</w:t>
      </w:r>
      <w:r>
        <w:rPr>
          <w:rtl/>
          <w:lang w:bidi="fa-IR"/>
        </w:rPr>
        <w:t xml:space="preserve"> افسوس که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و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امروز دلخوش نموده اند که عصر تمدن موشک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اصول اخلاق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گذارده همانطور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هم با اغراض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آلوده کرده اند.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نرو</w:t>
      </w:r>
      <w:r>
        <w:rPr>
          <w:rtl/>
          <w:lang w:bidi="fa-IR"/>
        </w:rPr>
        <w:t xml:space="preserve"> حساب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وابسته به شئونات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دانند، فقط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و حفظ مراسم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آنها حکومت کند پول است پول.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آه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پست، چه بزرگ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چون پرگار بر محور 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و تشخصات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دستورات که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آراسته و دلهائ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نابود کرده زحمات قرنها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بزرگ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نموده اند. </w:t>
      </w:r>
    </w:p>
    <w:tbl>
      <w:tblPr>
        <w:tblStyle w:val="TableGrid"/>
        <w:bidiVisual/>
        <w:tblW w:w="4514" w:type="pct"/>
        <w:tblInd w:w="468" w:type="dxa"/>
        <w:tblLook w:val="01E0"/>
      </w:tblPr>
      <w:tblGrid>
        <w:gridCol w:w="3267"/>
        <w:gridCol w:w="268"/>
        <w:gridCol w:w="3315"/>
      </w:tblGrid>
      <w:tr w:rsidR="007C3CCB" w:rsidTr="007C3CCB">
        <w:trPr>
          <w:trHeight w:val="350"/>
        </w:trPr>
        <w:tc>
          <w:tcPr>
            <w:tcW w:w="3267" w:type="dxa"/>
            <w:shd w:val="clear" w:color="auto" w:fill="auto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بخون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نوشت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بر در و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  <w:shd w:val="clear" w:color="auto" w:fill="auto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که چشم لطف ز ابنا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روزگار مدار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3CCB" w:rsidTr="007C3CCB">
        <w:tblPrEx>
          <w:tblLook w:val="04A0"/>
        </w:tblPrEx>
        <w:trPr>
          <w:trHeight w:val="350"/>
        </w:trPr>
        <w:tc>
          <w:tcPr>
            <w:tcW w:w="3267" w:type="dxa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انس به کس در جهان به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بکن اگر بتوان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کنار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3CCB" w:rsidTr="007C3CCB">
        <w:tblPrEx>
          <w:tblLook w:val="04A0"/>
        </w:tblPrEx>
        <w:trPr>
          <w:trHeight w:val="350"/>
        </w:trPr>
        <w:tc>
          <w:tcPr>
            <w:tcW w:w="3267" w:type="dxa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 xml:space="preserve"> نرم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ابنا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روزگار مخور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که هست نرم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شان</w:t>
            </w:r>
            <w:r>
              <w:rPr>
                <w:rtl/>
                <w:lang w:bidi="fa-IR"/>
              </w:rPr>
              <w:t xml:space="preserve"> به رنگ نرم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3CCB" w:rsidTr="007C3CCB">
        <w:tblPrEx>
          <w:tblLook w:val="04A0"/>
        </w:tblPrEx>
        <w:trPr>
          <w:trHeight w:val="350"/>
        </w:trPr>
        <w:tc>
          <w:tcPr>
            <w:tcW w:w="3267" w:type="dxa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شه</w:t>
            </w:r>
            <w:r>
              <w:rPr>
                <w:rtl/>
                <w:lang w:bidi="fa-IR"/>
              </w:rPr>
              <w:t xml:space="preserve"> در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خواب و خورند و منصب و جاه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کنند مثل عروسان حجله نقش و نگار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3CCB" w:rsidTr="007C3CCB">
        <w:tblPrEx>
          <w:tblLook w:val="04A0"/>
        </w:tblPrEx>
        <w:trPr>
          <w:trHeight w:val="350"/>
        </w:trPr>
        <w:tc>
          <w:tcPr>
            <w:tcW w:w="3267" w:type="dxa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</w:t>
            </w:r>
            <w:r>
              <w:rPr>
                <w:rtl/>
                <w:lang w:bidi="fa-IR"/>
              </w:rPr>
              <w:t xml:space="preserve"> روز، ظاهرشان پر صفا و </w:t>
            </w:r>
            <w:r>
              <w:rPr>
                <w:rtl/>
                <w:lang w:bidi="fa-IR"/>
              </w:rPr>
              <w:lastRenderedPageBreak/>
              <w:t>نوران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درونشان چو شب 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</w:t>
            </w:r>
            <w:r>
              <w:rPr>
                <w:rtl/>
                <w:lang w:bidi="fa-IR"/>
              </w:rPr>
              <w:t xml:space="preserve"> رنگ 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lastRenderedPageBreak/>
              <w:t>و 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3CCB" w:rsidTr="007C3CCB">
        <w:tblPrEx>
          <w:tblLook w:val="04A0"/>
        </w:tblPrEx>
        <w:trPr>
          <w:trHeight w:val="350"/>
        </w:trPr>
        <w:tc>
          <w:tcPr>
            <w:tcW w:w="3267" w:type="dxa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شه</w:t>
            </w:r>
            <w:r>
              <w:rPr>
                <w:rtl/>
                <w:lang w:bidi="fa-IR"/>
              </w:rPr>
              <w:t xml:space="preserve"> در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آزار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باشند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حسد نموده شعار و نفاق کرده دثار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3CCB" w:rsidTr="007C3CCB">
        <w:tblPrEx>
          <w:tblLook w:val="04A0"/>
        </w:tblPrEx>
        <w:trPr>
          <w:trHeight w:val="350"/>
        </w:trPr>
        <w:tc>
          <w:tcPr>
            <w:tcW w:w="3267" w:type="dxa"/>
          </w:tcPr>
          <w:p w:rsidR="007C3CCB" w:rsidRDefault="007C3CCB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ع</w:t>
            </w:r>
            <w:r>
              <w:rPr>
                <w:rtl/>
                <w:lang w:bidi="fa-IR"/>
              </w:rPr>
              <w:t xml:space="preserve"> خسته و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مار</w:t>
            </w:r>
            <w:r>
              <w:rPr>
                <w:rtl/>
                <w:lang w:bidi="fa-IR"/>
              </w:rPr>
              <w:t xml:space="preserve"> بهر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و زرند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C3CCB" w:rsidRDefault="007C3CCB" w:rsidP="007724C1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7C3CCB" w:rsidRDefault="007C3CCB" w:rsidP="007724C1">
            <w:pPr>
              <w:pStyle w:val="libPoem"/>
            </w:pPr>
            <w:r>
              <w:rPr>
                <w:rtl/>
                <w:lang w:bidi="fa-IR"/>
              </w:rPr>
              <w:t>دوا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علتشان هست شربت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3CCB" w:rsidRDefault="007C3CCB" w:rsidP="003C7B43">
      <w:pPr>
        <w:pStyle w:val="libNormal"/>
        <w:rPr>
          <w:rtl/>
          <w:lang w:bidi="fa-IR"/>
        </w:rPr>
      </w:pPr>
    </w:p>
    <w:p w:rsidR="003C7B43" w:rsidRDefault="007C3CCB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7C3CCB">
      <w:pPr>
        <w:pStyle w:val="Heading1"/>
        <w:rPr>
          <w:rtl/>
          <w:lang w:bidi="fa-IR"/>
        </w:rPr>
      </w:pPr>
      <w:bookmarkStart w:id="8" w:name="_Toc3715088"/>
      <w:r>
        <w:rPr>
          <w:rFonts w:hint="eastAsia"/>
          <w:rtl/>
          <w:lang w:bidi="fa-IR"/>
        </w:rPr>
        <w:t>ارزش</w:t>
      </w:r>
      <w:r>
        <w:rPr>
          <w:rtl/>
          <w:lang w:bidi="fa-IR"/>
        </w:rPr>
        <w:t xml:space="preserve"> شادمان کردن مومن</w:t>
      </w:r>
      <w:bookmarkEnd w:id="8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حضرت باقر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از جمله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در مناجاتها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بر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بندگان خود بهشت را روا کردم و بدون حساب آنها را داخل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آنجا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حکومت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پروردگارا آنها چگونه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ندا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باعث شادمان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پس از آن فرمود مرد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ظلم و ستم پادشاه شهر خود هراسان شد و فرار کرد. پناه به کافر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کافر او را پناه داد و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هنگام مرگش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خطاب شد به عزت و جلالم اگر در بهشت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تو بود تو را داخل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ولکن آنجا حرام است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کفر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رود اکنون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او را بترسان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ازار</w:t>
      </w:r>
      <w:r>
        <w:rPr>
          <w:rtl/>
          <w:lang w:bidi="fa-IR"/>
        </w:rPr>
        <w:t>. فرمود خوراکش را در شبانه 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بهشت آورده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فرمود از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خواهد.</w:t>
      </w:r>
      <w:r w:rsidRPr="00BC6B1E">
        <w:rPr>
          <w:rStyle w:val="libFootnotenumChar"/>
          <w:rtl/>
          <w:lang w:bidi="fa-IR"/>
        </w:rPr>
        <w:t>(10)</w:t>
      </w:r>
    </w:p>
    <w:p w:rsidR="003C7B43" w:rsidRDefault="00BC6B1E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BC6B1E">
      <w:pPr>
        <w:pStyle w:val="Heading1"/>
        <w:rPr>
          <w:rtl/>
          <w:lang w:bidi="fa-IR"/>
        </w:rPr>
      </w:pPr>
      <w:bookmarkStart w:id="9" w:name="_Toc3715089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دل بدست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9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خالد فرماندار شد.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بر من بود که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مرا بخواهد و الزام به پرداخت وجه کند.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گفتند فرماندار،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است باز هم هراس داشتم که ممکن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نباشد.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بروم مرا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بالاخره گفتم به خدا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و خدمت امام زمانم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 تا او چاره کار مرا بکند.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قصد انجام دادن حج خارج شدم، خدمت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حضرت صابر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از حال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نمودم و درخواست چاره کردم. آن حضرت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نوشت؛ فرمود به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برسان در نامه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جمله نوشته بود.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اعلم ان الله تحت عرشه ظلا،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سکنه</w:t>
      </w:r>
      <w:r>
        <w:rPr>
          <w:rtl/>
          <w:lang w:bidi="fa-IR"/>
        </w:rPr>
        <w:t xml:space="preserve"> الا من اسد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معروفا او نفس عنه کربة او ادخل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قلبه سرورا و هذا اخوک و السلام. بدان که خداوند را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عرش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جا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در آن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احسان به برادر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او را برهاند از اندوه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وسائل شادمان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فراهم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آورنده نامه از برادران تو است والسلام.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از مسافرت حج بازگشتم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او رفتم اجازه ورود خواسته گفتم به فرماندار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جانب حضرت صابر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آورده.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او خبر دادند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برهنه از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در خانه آمد. در را باز </w:t>
      </w:r>
      <w:r>
        <w:rPr>
          <w:rtl/>
          <w:lang w:bidi="fa-IR"/>
        </w:rPr>
        <w:lastRenderedPageBreak/>
        <w:t>کرد. مرا در آغوش گرفته شروع به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نمود. مکرر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حال امام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3C7B43" w:rsidRDefault="003C7B43" w:rsidP="00BC6B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من خبر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 w:rsidR="00BC6B1E">
        <w:rPr>
          <w:rFonts w:hint="cs"/>
          <w:rtl/>
          <w:lang w:bidi="fa-IR"/>
        </w:rPr>
        <w:t>د</w:t>
      </w:r>
      <w:r>
        <w:rPr>
          <w:rtl/>
          <w:lang w:bidi="fa-IR"/>
        </w:rPr>
        <w:t>م خوشحال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مرا وارد منزل نمود،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خودش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نشست. آنگاه نامه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او دادم.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را گرفت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از مضمون آن که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اموال و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چه درهم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و پوشاک داشت با من بالسو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 هر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قسمت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نبود معادل نصف آن پول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بعد از هر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مسروت کردم. گفتم به خدا سوگند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مسرور شدم.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دفتر مطالبات را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آنچه به نا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بود محو کرد. نوشته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در آن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بود بر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نداشتن من. با او تود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کردم و از خدمتش مرخص شدم. با خود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هرگز قدرت جبران آن را ندارم بهتر است که حج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بگزارم و در موسم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دعا کنم و به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عرض کنم.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جانب مکه رهسپار شدم. خدمت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عرض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رساندم. در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شرح داستان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صورت مبارک آن جناب از شادمان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برافروخته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عرض کردم مگر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او را مسرور کرد.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قسم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مرا شاد نمود. جدم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خوشحال کرد. سوگند به پروردگار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خورسند نمود همانا خداوند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مسرور کرد.</w:t>
      </w:r>
      <w:r w:rsidRPr="00BC6B1E">
        <w:rPr>
          <w:rStyle w:val="libFootnotenumChar"/>
          <w:rtl/>
          <w:lang w:bidi="fa-IR"/>
        </w:rPr>
        <w:t>(11)</w:t>
      </w:r>
    </w:p>
    <w:p w:rsidR="003C7B43" w:rsidRDefault="00BC6B1E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BC6B1E">
      <w:pPr>
        <w:pStyle w:val="Heading1"/>
        <w:rPr>
          <w:rtl/>
          <w:lang w:bidi="fa-IR"/>
        </w:rPr>
      </w:pPr>
      <w:bookmarkStart w:id="10" w:name="_Toc3715090"/>
      <w:r>
        <w:rPr>
          <w:rFonts w:hint="eastAsia"/>
          <w:rtl/>
          <w:lang w:bidi="fa-IR"/>
        </w:rPr>
        <w:t>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حفظ حقوق برادران را نکند</w:t>
      </w:r>
      <w:bookmarkEnd w:id="10"/>
    </w:p>
    <w:p w:rsidR="003C7B43" w:rsidRDefault="003C7B43" w:rsidP="00BC6B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ساربان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دوستان ائمه </w:t>
      </w:r>
      <w:r w:rsidR="00BC6B1E" w:rsidRPr="00BC6B1E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 xml:space="preserve">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وارد خدمت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شتربان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هارون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از نظر ظاهر او را آن شأن نبود که شخصا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برود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مشاهده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 چگونه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لغو کرده و بر 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اشخاص داده است.)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اجازه نداد و از ورودش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همان سال پس از مدتها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حج مسافرت نمود.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خواست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خدمت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شود. حضرت اجازه </w:t>
      </w:r>
      <w:r>
        <w:rPr>
          <w:rFonts w:hint="eastAsia"/>
          <w:rtl/>
          <w:lang w:bidi="fa-IR"/>
        </w:rPr>
        <w:t>ورود</w:t>
      </w:r>
      <w:r>
        <w:rPr>
          <w:rtl/>
          <w:lang w:bidi="fa-IR"/>
        </w:rPr>
        <w:t xml:space="preserve"> ندادند. هر چه صبر کرد رخصت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روز دوم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خانه، آن حضرت را ملاقات نمود عرض کرد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چه بود که مرا راه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به جهت آنکه تو مانع ورود برادرت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ساربان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خداوند اباء فرمود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حج قبول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بعد از آنکه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از خود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BC6B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عرض کرد من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چگونه ملاقات کنم او در کوفه و من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ام. فرمود شامگاه تنها به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 w:rsidR="00BC6B1E">
        <w:rPr>
          <w:rFonts w:hint="cs"/>
          <w:rtl/>
          <w:lang w:bidi="fa-IR"/>
        </w:rPr>
        <w:t>و</w:t>
      </w:r>
      <w:r>
        <w:rPr>
          <w:rtl/>
          <w:lang w:bidi="fa-IR"/>
        </w:rPr>
        <w:t>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غلامان و همراهان تو متوجه شود، در آنجا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بر آن شتر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کوفه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به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رفت همان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فرموده بود در آنجا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سوار شد. در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ساربان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شتر را خوابان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را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گفت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در خانه ساربان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تقاضا کرد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شده او را سوگند داد که اجازه ورود بدهد.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اجازه داد. داخل شد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عملم امتناع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مگر آنکه تو از من خشنود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خدا از تو خشنود شود (غفر الله لک)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خود را بر خاک گذاشت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قسم داد که پا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صورتش بگذارد و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بمالد.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آنقدر سوگند داد و اصرار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قبول کرد. ساربان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 صورت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گذاشت و گونه او را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 خود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هنگام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(اللهم اشهد)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گواه باش که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من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آنگاه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 سوار شتر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همان شب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برگشت بر در خانه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شتر را خوابان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او را اجازه ورود داد. امام صابر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شادمان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BC6B1E">
        <w:rPr>
          <w:rStyle w:val="libFootnotenumChar"/>
          <w:rtl/>
          <w:lang w:bidi="fa-IR"/>
        </w:rPr>
        <w:t>(12)</w:t>
      </w:r>
    </w:p>
    <w:p w:rsidR="003C7B43" w:rsidRDefault="00BC6B1E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BC6B1E">
      <w:pPr>
        <w:pStyle w:val="Heading1"/>
        <w:rPr>
          <w:rtl/>
          <w:lang w:bidi="fa-IR"/>
        </w:rPr>
      </w:pPr>
      <w:bookmarkStart w:id="11" w:name="_Toc3715091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برادران است</w:t>
      </w:r>
      <w:bookmarkEnd w:id="11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هاشم گفت عبدالله جندب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موقع عرفات، حال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چکس</w:t>
      </w:r>
      <w:r>
        <w:rPr>
          <w:rtl/>
          <w:lang w:bidi="fa-IR"/>
        </w:rPr>
        <w:t xml:space="preserve"> را بهتر از او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کرده و آب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اش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تا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چون مردم فارغ شدند به او گفتم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وقوف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چکس</w:t>
      </w:r>
      <w:r>
        <w:rPr>
          <w:rtl/>
          <w:lang w:bidi="fa-IR"/>
        </w:rPr>
        <w:t xml:space="preserve"> را بهتر از تو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به خدا قسم دعا نکردم مگر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برادران مومن خود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از امام،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هر کس دعا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برادران مومن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پشت سر آنها، از عرش ندا رسد که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صدهزار برابر باد. به خدا قسم دست برندارم از صدهزار برابر دعاء فرشتگان که قطع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مستجاب و مقبول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که معلوم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مستجاب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نه.</w:t>
      </w:r>
      <w:r w:rsidRPr="00BC6B1E">
        <w:rPr>
          <w:rStyle w:val="libFootnotenumChar"/>
          <w:rtl/>
          <w:lang w:bidi="fa-IR"/>
        </w:rPr>
        <w:t>(13)</w:t>
      </w:r>
    </w:p>
    <w:p w:rsidR="003C7B43" w:rsidRDefault="00BC6B1E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BC6B1E">
      <w:pPr>
        <w:pStyle w:val="Heading1"/>
        <w:rPr>
          <w:rtl/>
          <w:lang w:bidi="fa-IR"/>
        </w:rPr>
      </w:pPr>
      <w:bookmarkStart w:id="12" w:name="_Toc3715092"/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حسن معاشرت به اسلام دعوت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2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کفار اهل کتاب (ذم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راه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حضرت فرمود به کوفه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سر دو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ذم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برود حضرت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ذم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eastAsia"/>
          <w:rtl/>
          <w:lang w:bidi="fa-IR"/>
        </w:rPr>
        <w:t>رض</w:t>
      </w:r>
      <w:r>
        <w:rPr>
          <w:rtl/>
          <w:lang w:bidi="fa-IR"/>
        </w:rPr>
        <w:t xml:space="preserve"> کرد شما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کوفه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 کوفه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ما است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رفاقت و مصاحبت کردن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خود را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کنند.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با تو آمدم. مرد ذم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اسلام شدم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نموده اند. من شما را گواه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به اسل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وارد شدم.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همانجا آن مرد به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کوفه آمد. در کوفه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شناخت و مراسم اجراء شهادت اسلام بجا آورد.</w:t>
      </w:r>
      <w:r w:rsidRPr="00905AC9">
        <w:rPr>
          <w:rStyle w:val="libFootnotenumChar"/>
          <w:rtl/>
          <w:lang w:bidi="fa-IR"/>
        </w:rPr>
        <w:t>(14)</w:t>
      </w:r>
    </w:p>
    <w:p w:rsidR="003C7B43" w:rsidRDefault="00905AC9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905AC9">
      <w:pPr>
        <w:pStyle w:val="Heading1"/>
        <w:rPr>
          <w:rtl/>
          <w:lang w:bidi="fa-IR"/>
        </w:rPr>
      </w:pPr>
      <w:bookmarkStart w:id="13" w:name="_Toc3715093"/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امام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حُسن معاشرت</w:t>
      </w:r>
      <w:bookmarkEnd w:id="13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شده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ابو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رهبر حجاج (سائق الحاج) و دامادش در مورد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مشاجره و گفتگو شد. مفضل بن عمر 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خواص اصحاب حضرت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بر آنها گذشت. چون مشاجره آنها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منزل برد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را به چهارصد درهم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داد. آن مبلغ را هم از خود به آنها پرداخت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وجه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حضرت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که هرگاه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نفر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نزاع شود من اصلاح کنم و مقدار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 صلح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همان پول بپردازم</w:t>
      </w:r>
      <w:r w:rsidRPr="00905AC9">
        <w:rPr>
          <w:rStyle w:val="libFootnotenumChar"/>
          <w:rtl/>
          <w:lang w:bidi="fa-IR"/>
        </w:rPr>
        <w:t>.(15)</w:t>
      </w:r>
    </w:p>
    <w:p w:rsidR="003C7B43" w:rsidRDefault="00905AC9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905AC9">
      <w:pPr>
        <w:pStyle w:val="Heading1"/>
        <w:rPr>
          <w:rtl/>
          <w:lang w:bidi="fa-IR"/>
        </w:rPr>
      </w:pPr>
      <w:bookmarkStart w:id="14" w:name="_Toc3715094"/>
      <w:r>
        <w:rPr>
          <w:rFonts w:hint="eastAsia"/>
          <w:rtl/>
          <w:lang w:bidi="fa-IR"/>
        </w:rPr>
        <w:t>رفتار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bookmarkEnd w:id="14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اعورا گفت حضرت ابوالحسن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حال نماز خواندن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سالخورده نشسته بود، اراده کرده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عصائ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آن را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بدست آورد. امام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آنکه در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 خم شد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را برداشته به دستش داد و برگشت به موضع نماز خود.</w:t>
      </w:r>
      <w:r w:rsidRPr="00905AC9">
        <w:rPr>
          <w:rStyle w:val="libFootnotenumChar"/>
          <w:rtl/>
          <w:lang w:bidi="fa-IR"/>
        </w:rPr>
        <w:t>(16)</w:t>
      </w:r>
    </w:p>
    <w:p w:rsidR="003C7B43" w:rsidRDefault="00905AC9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905AC9">
      <w:pPr>
        <w:pStyle w:val="Heading1"/>
        <w:rPr>
          <w:rtl/>
          <w:lang w:bidi="fa-IR"/>
        </w:rPr>
      </w:pPr>
      <w:bookmarkStart w:id="15" w:name="_Toc3715095"/>
      <w:r>
        <w:rPr>
          <w:rFonts w:hint="eastAsia"/>
          <w:rtl/>
          <w:lang w:bidi="fa-IR"/>
        </w:rPr>
        <w:t>معاشرت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صلى‌الله‌عليه‌وآله‌وسلم</w:t>
      </w:r>
      <w:bookmarkEnd w:id="15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سفرها حضرت رسول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امر فرمود همراهانش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بکشند.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عرض کرد کشتن آن به عهده من.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پوست کندنش با من.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کرد من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پزم.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رسول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جمع کردن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زمش</w:t>
      </w:r>
      <w:r>
        <w:rPr>
          <w:rtl/>
          <w:lang w:bidi="fa-IR"/>
        </w:rPr>
        <w:t xml:space="preserve"> با من. گفتند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ما در خدمتگذار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شما خود را به زحمت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فرمود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ولکن خوش ندارم خود را بر شما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بدهم. خداوند دوست ند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که بنده اش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قان</w:t>
      </w:r>
      <w:r>
        <w:rPr>
          <w:rtl/>
          <w:lang w:bidi="fa-IR"/>
        </w:rPr>
        <w:t xml:space="preserve"> و همراهان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داده است.</w:t>
      </w:r>
      <w:r w:rsidRPr="00905AC9">
        <w:rPr>
          <w:rStyle w:val="libFootnotenumChar"/>
          <w:rtl/>
          <w:lang w:bidi="fa-IR"/>
        </w:rPr>
        <w:t>(17)</w:t>
      </w:r>
    </w:p>
    <w:p w:rsidR="003C7B43" w:rsidRDefault="003C7B43" w:rsidP="003C7B43">
      <w:pPr>
        <w:pStyle w:val="libNormal"/>
        <w:rPr>
          <w:rtl/>
          <w:lang w:bidi="fa-IR"/>
        </w:rPr>
      </w:pP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اعتصام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tbl>
      <w:tblPr>
        <w:tblStyle w:val="TableGrid"/>
        <w:bidiVisual/>
        <w:tblW w:w="4514" w:type="pct"/>
        <w:tblInd w:w="468" w:type="dxa"/>
        <w:tblLook w:val="01E0"/>
      </w:tblPr>
      <w:tblGrid>
        <w:gridCol w:w="3283"/>
        <w:gridCol w:w="257"/>
        <w:gridCol w:w="3310"/>
      </w:tblGrid>
      <w:tr w:rsidR="00905AC9" w:rsidTr="00905AC9">
        <w:trPr>
          <w:trHeight w:val="350"/>
        </w:trPr>
        <w:tc>
          <w:tcPr>
            <w:tcW w:w="3283" w:type="dxa"/>
            <w:shd w:val="clear" w:color="auto" w:fill="auto"/>
          </w:tcPr>
          <w:p w:rsidR="00905AC9" w:rsidRDefault="00905AC9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کرا سزد صفت پاک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905AC9" w:rsidRDefault="00905AC9" w:rsidP="007724C1">
            <w:pPr>
              <w:pStyle w:val="libPoem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905AC9" w:rsidRDefault="00905AC9" w:rsidP="007724C1">
            <w:pPr>
              <w:pStyle w:val="libPoem"/>
            </w:pPr>
            <w:r>
              <w:rPr>
                <w:rtl/>
                <w:lang w:bidi="fa-IR"/>
              </w:rPr>
              <w:t>آنکو وجود پاک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5AC9" w:rsidTr="00905AC9">
        <w:trPr>
          <w:trHeight w:val="350"/>
        </w:trPr>
        <w:tc>
          <w:tcPr>
            <w:tcW w:w="3283" w:type="dxa"/>
          </w:tcPr>
          <w:p w:rsidR="00905AC9" w:rsidRDefault="00905AC9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خلق از او رسند به آسا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05AC9" w:rsidRDefault="00905AC9" w:rsidP="007724C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905AC9" w:rsidRDefault="00905AC9" w:rsidP="007724C1">
            <w:pPr>
              <w:pStyle w:val="libPoem"/>
            </w:pPr>
            <w:r>
              <w:rPr>
                <w:rtl/>
                <w:lang w:bidi="fa-IR"/>
              </w:rPr>
              <w:t>هرگز بعمر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اسا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5AC9" w:rsidTr="00905AC9">
        <w:trPr>
          <w:trHeight w:val="350"/>
        </w:trPr>
        <w:tc>
          <w:tcPr>
            <w:tcW w:w="3283" w:type="dxa"/>
          </w:tcPr>
          <w:p w:rsidR="00905AC9" w:rsidRDefault="00905AC9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گران</w:t>
            </w:r>
            <w:r>
              <w:rPr>
                <w:rtl/>
                <w:lang w:bidi="fa-IR"/>
              </w:rPr>
              <w:t xml:space="preserve"> گرسنه و مسک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05AC9" w:rsidRDefault="00905AC9" w:rsidP="007724C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905AC9" w:rsidRDefault="00905AC9" w:rsidP="007724C1">
            <w:pPr>
              <w:pStyle w:val="libPoem"/>
            </w:pPr>
            <w:r>
              <w:rPr>
                <w:rtl/>
                <w:lang w:bidi="fa-IR"/>
              </w:rPr>
              <w:t>بر مال و جاه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فزا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5AC9" w:rsidTr="00905AC9">
        <w:trPr>
          <w:trHeight w:val="350"/>
        </w:trPr>
        <w:tc>
          <w:tcPr>
            <w:tcW w:w="3283" w:type="dxa"/>
          </w:tcPr>
          <w:p w:rsidR="00905AC9" w:rsidRDefault="00905AC9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بر برهنه جامه نپوشاند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05AC9" w:rsidRDefault="00905AC9" w:rsidP="007724C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905AC9" w:rsidRDefault="00905AC9" w:rsidP="007724C1">
            <w:pPr>
              <w:pStyle w:val="libPoem"/>
            </w:pPr>
            <w:r>
              <w:rPr>
                <w:rtl/>
                <w:lang w:bidi="fa-IR"/>
              </w:rPr>
              <w:t>از بهر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جامه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فزا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5AC9" w:rsidTr="00905AC9">
        <w:trPr>
          <w:trHeight w:val="350"/>
        </w:trPr>
        <w:tc>
          <w:tcPr>
            <w:tcW w:w="3283" w:type="dxa"/>
          </w:tcPr>
          <w:p w:rsidR="00905AC9" w:rsidRDefault="00905AC9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کودک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05AC9" w:rsidRDefault="00905AC9" w:rsidP="007724C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905AC9" w:rsidRDefault="00905AC9" w:rsidP="007724C1">
            <w:pPr>
              <w:pStyle w:val="libPoem"/>
            </w:pPr>
            <w:r>
              <w:rPr>
                <w:rtl/>
                <w:lang w:bidi="fa-IR"/>
              </w:rPr>
              <w:t>اندام طفل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5AC9" w:rsidTr="00905AC9">
        <w:tblPrEx>
          <w:tblLook w:val="04A0"/>
        </w:tblPrEx>
        <w:trPr>
          <w:trHeight w:val="350"/>
        </w:trPr>
        <w:tc>
          <w:tcPr>
            <w:tcW w:w="3283" w:type="dxa"/>
          </w:tcPr>
          <w:p w:rsidR="00905AC9" w:rsidRDefault="00905AC9" w:rsidP="007724C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مردم</w:t>
            </w:r>
            <w:r>
              <w:rPr>
                <w:rtl/>
                <w:lang w:bidi="fa-IR"/>
              </w:rPr>
              <w:t xml:space="preserve"> بد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صفات اگر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905AC9" w:rsidRDefault="00905AC9" w:rsidP="007724C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905AC9" w:rsidRDefault="00905AC9" w:rsidP="007724C1">
            <w:pPr>
              <w:pStyle w:val="libPoem"/>
            </w:pPr>
            <w:r>
              <w:rPr>
                <w:rtl/>
                <w:lang w:bidi="fa-IR"/>
              </w:rPr>
              <w:t>گر نام او فرشته نه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05AC9" w:rsidRDefault="00905AC9" w:rsidP="003C7B43">
      <w:pPr>
        <w:pStyle w:val="libNormal"/>
        <w:rPr>
          <w:rtl/>
          <w:lang w:bidi="fa-IR"/>
        </w:rPr>
      </w:pPr>
    </w:p>
    <w:p w:rsidR="003C7B43" w:rsidRDefault="00905AC9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905AC9">
      <w:pPr>
        <w:pStyle w:val="Heading1"/>
        <w:rPr>
          <w:rtl/>
          <w:lang w:bidi="fa-IR"/>
        </w:rPr>
      </w:pPr>
      <w:bookmarkStart w:id="16" w:name="_Toc3715096"/>
      <w:r>
        <w:rPr>
          <w:rFonts w:hint="eastAsia"/>
          <w:rtl/>
          <w:lang w:bidi="fa-IR"/>
        </w:rPr>
        <w:t>روش</w:t>
      </w:r>
      <w:r>
        <w:rPr>
          <w:rtl/>
          <w:lang w:bidi="fa-IR"/>
        </w:rPr>
        <w:t xml:space="preserve"> مسافرت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6"/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مسافرت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مگر با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شناختند. با آنها شرط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کارهائ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دهند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خدمت کند و انجام دهد.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سفر رفت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آنجناب را شناخ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به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قان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جواب دادند نه. گفت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آنها حرکت کرده دست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. عرض کردند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ما را به آتش جهنم بسوزان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چنانچه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ناخواسته جسارت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دست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زبان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الله شما را چه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واداشت؟ آنجناب فرمود من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 مسافرت کردم.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کردند به واسطه حضرت رسول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سزاوار</w:t>
      </w:r>
      <w:r>
        <w:rPr>
          <w:rtl/>
          <w:lang w:bidi="fa-IR"/>
        </w:rPr>
        <w:t xml:space="preserve"> آن نبودم.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شما هم مثل آنها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905AC9">
        <w:rPr>
          <w:rStyle w:val="libFootnotenumChar"/>
          <w:rtl/>
          <w:lang w:bidi="fa-IR"/>
        </w:rPr>
        <w:t>(18)</w:t>
      </w:r>
    </w:p>
    <w:p w:rsidR="003C7B43" w:rsidRDefault="00905AC9" w:rsidP="003C7B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7B43" w:rsidRDefault="003C7B43" w:rsidP="00905AC9">
      <w:pPr>
        <w:pStyle w:val="Heading1"/>
        <w:rPr>
          <w:rtl/>
          <w:lang w:bidi="fa-IR"/>
        </w:rPr>
      </w:pPr>
      <w:bookmarkStart w:id="17" w:name="_Toc3715097"/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درباره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و...</w:t>
      </w:r>
      <w:bookmarkEnd w:id="17"/>
    </w:p>
    <w:p w:rsidR="003C7B43" w:rsidRDefault="003C7B43" w:rsidP="00905AC9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905AC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رسول الله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قال من آذ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جاره حرم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الجنة. و مأو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جهنم و بئس المص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من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حق جاره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منا و مازال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بالجار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ظننت انه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ورثه</w:t>
      </w:r>
      <w:r>
        <w:rPr>
          <w:rtl/>
          <w:lang w:bidi="fa-IR"/>
        </w:rPr>
        <w:t xml:space="preserve"> و ما زال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بالمسواک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ظننت انه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جعله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</w:t>
      </w:r>
      <w:r>
        <w:rPr>
          <w:rtl/>
          <w:lang w:bidi="fa-IR"/>
        </w:rPr>
        <w:t xml:space="preserve"> و مازال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ظننت 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ناموا</w:t>
      </w:r>
      <w:r>
        <w:rPr>
          <w:rtl/>
          <w:lang w:bidi="fa-IR"/>
        </w:rPr>
        <w:t>.</w:t>
      </w:r>
      <w:r w:rsidRPr="00905AC9">
        <w:rPr>
          <w:rStyle w:val="libFootnotenumChar"/>
          <w:rtl/>
          <w:lang w:bidi="fa-IR"/>
        </w:rPr>
        <w:t xml:space="preserve">(19)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هر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ازارد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را خدا بر او حرام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گرداند،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جهنم خواهد بود و بدجائ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هر که حق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برد از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مرا درباره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کردم بالاخره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هم وارث قرار خواهد داد.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مسواک کردن.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واجب خواهد شد.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مرتب مرا به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گمان کردم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مردان از امتم شب را هرگز نخواهند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3C7B43" w:rsidRDefault="003C7B43" w:rsidP="00905AC9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905AC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قال رسول الله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هل تدرون ما حق الجار ما تدرون من حق الجار الا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.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ومن</w:t>
      </w:r>
      <w:r>
        <w:rPr>
          <w:rtl/>
          <w:lang w:bidi="fa-IR"/>
        </w:rPr>
        <w:t xml:space="preserve"> بالله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الاخر من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أمن</w:t>
      </w:r>
      <w:r>
        <w:rPr>
          <w:rtl/>
          <w:lang w:bidi="fa-IR"/>
        </w:rPr>
        <w:t xml:space="preserve"> جاره بوائقه فاذا استقرضه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قرضه</w:t>
      </w:r>
      <w:r>
        <w:rPr>
          <w:rtl/>
          <w:lang w:bidi="fa-IR"/>
        </w:rPr>
        <w:t xml:space="preserve"> و اذا اصابه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هناه و اذا اصابه شرعزاه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البناء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حجب</w:t>
      </w:r>
      <w:r>
        <w:rPr>
          <w:rtl/>
          <w:lang w:bidi="fa-IR"/>
        </w:rPr>
        <w:t xml:space="preserve"> عنه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الا </w:t>
      </w:r>
      <w:r>
        <w:rPr>
          <w:rFonts w:hint="eastAsia"/>
          <w:rtl/>
          <w:lang w:bidi="fa-IR"/>
        </w:rPr>
        <w:t>باذنه</w:t>
      </w:r>
      <w:r>
        <w:rPr>
          <w:rtl/>
          <w:lang w:bidi="fa-IR"/>
        </w:rPr>
        <w:t xml:space="preserve"> و اذا اشتر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فاکهة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</w:t>
      </w:r>
      <w:r>
        <w:rPr>
          <w:rtl/>
          <w:lang w:bidi="fa-IR"/>
        </w:rPr>
        <w:t xml:space="preserve"> له فان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</w:t>
      </w:r>
      <w:r>
        <w:rPr>
          <w:rtl/>
          <w:lang w:bidi="fa-IR"/>
        </w:rPr>
        <w:t xml:space="preserve"> له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دخلها</w:t>
      </w:r>
      <w:r>
        <w:rPr>
          <w:rtl/>
          <w:lang w:bidi="fa-IR"/>
        </w:rPr>
        <w:t xml:space="preserve"> سر او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منها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ظون</w:t>
      </w:r>
      <w:r>
        <w:rPr>
          <w:rtl/>
          <w:lang w:bidi="fa-IR"/>
        </w:rPr>
        <w:t xml:space="preserve">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ثم قال رسول الله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ثلثة منهم من له ثلثة حقوق حق الاسلام و حق الجوار و حق القرابة و منهم له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حق الاسلام و حق الجوار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منهم من له حق واحد الکافر له حق الجواره.</w:t>
      </w:r>
      <w:r w:rsidRPr="00905AC9">
        <w:rPr>
          <w:rStyle w:val="libFootnotenumChar"/>
          <w:rtl/>
          <w:lang w:bidi="fa-IR"/>
        </w:rPr>
        <w:t>(20)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حقوق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مقدار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خدا و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ندارد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از شر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نگرداند.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او قرض خواست امتناع از دادن نورزد، هرگاه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 او را تهن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چنانچه واقعه ناگوار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داد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بدهد. ساختمان منزل خود را بدون اجازه او بلند نسازد که مانع از وزش باد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هوا شود. هرگاه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اگر نفرستاد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برد و به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ندهد که وسائل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فراهم کند.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سه قسمند: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حق دارند، حق اسلام،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حق، اسلام و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حق، آن کافر است که فقط حق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</w:t>
      </w:r>
    </w:p>
    <w:p w:rsidR="003C7B43" w:rsidRDefault="003C7B43" w:rsidP="00905AC9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905AC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قالوا لرسول الله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فلانة تصوم النهار و تقوم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توذ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جارها بلسانها قال لاخ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اهل النار و فلانة تصل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المکتوبة و تصوم شهر رمضان و لاتوذ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جارها فقال رسول الل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اهل الجنة.</w:t>
      </w:r>
      <w:r w:rsidRPr="00905AC9">
        <w:rPr>
          <w:rStyle w:val="libFootnotenumChar"/>
          <w:rtl/>
          <w:lang w:bidi="fa-IR"/>
        </w:rPr>
        <w:t>(21)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Pr="003C7B4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عرض کردند فلانه زن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روزه دار است و شبها را دائما به نماز و مناجات و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آزارد. فرمود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او اهل جهنم و آتش است. گفتند زن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فقط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شبانه روز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روزه ماه رمضان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اما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آزار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 فرمود او اهل بهشت است. </w:t>
      </w:r>
    </w:p>
    <w:p w:rsidR="003C7B43" w:rsidRDefault="003C7B43" w:rsidP="003D68E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3D68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مفضل بن عمر قال دخلت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صحبک فقلت رجل من اخوان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فما فعل قلت منذ دخلت لم اعرف مکانه فقال اما علمت ان من صحب مومنا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خطوة سأله الله عنه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>.</w:t>
      </w:r>
      <w:r w:rsidRPr="003D68E9">
        <w:rPr>
          <w:rStyle w:val="libFootnotenumChar"/>
          <w:rtl/>
          <w:lang w:bidi="fa-IR"/>
        </w:rPr>
        <w:t>(22)</w:t>
      </w:r>
      <w:r>
        <w:rPr>
          <w:rtl/>
          <w:lang w:bidi="fa-IR"/>
        </w:rPr>
        <w:t xml:space="preserve">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مفضل</w:t>
      </w:r>
      <w:r>
        <w:rPr>
          <w:rtl/>
          <w:lang w:bidi="fa-IR"/>
        </w:rPr>
        <w:t xml:space="preserve"> بن عمر گفت به خدمت حضرت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آنجناب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سفر با که همراه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گفتم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فرمود پس او کجاست. عرض کردم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شدم محل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 فرمود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که مصاحبت کند با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چهل گام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خداون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او راجع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مصاحبت سئوال خواهد کرد. </w:t>
      </w:r>
    </w:p>
    <w:p w:rsidR="003C7B43" w:rsidRDefault="003C7B43" w:rsidP="003D68E9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3D68E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صانع المنافق بلسانک و اخلص و دک للمومن و ان جالسک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فاحسن مجالسته. </w:t>
      </w:r>
    </w:p>
    <w:p w:rsidR="003C7B43" w:rsidRDefault="003C7B43" w:rsidP="003C7B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مدارا کن به زبان با شخص منافق و دورو. محبت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خالص بگردان نسبت به برادران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هرگاه هم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رفتار کن. </w:t>
      </w:r>
    </w:p>
    <w:p w:rsidR="003D68E9" w:rsidRDefault="003D68E9" w:rsidP="003D68E9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8" w:name="_Toc3715098"/>
      <w:r>
        <w:rPr>
          <w:rFonts w:hint="cs"/>
          <w:rtl/>
          <w:lang w:bidi="fa-IR"/>
        </w:rPr>
        <w:lastRenderedPageBreak/>
        <w:t>پاورقی</w:t>
      </w:r>
      <w:bookmarkEnd w:id="18"/>
    </w:p>
    <w:p w:rsidR="003D68E9" w:rsidRDefault="003D68E9" w:rsidP="003D68E9">
      <w:pPr>
        <w:pStyle w:val="libFootnote0"/>
        <w:rPr>
          <w:rFonts w:hint="cs"/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1) مکاسب قاعده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ضرر.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2) روضات الجنات.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3) تتمه المنته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51.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4) شانزدهم بحار، ص 43.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5) اعلام الناس، ص 181.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6)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ص 322.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7) جلد نهم بحارالانوار، ص 516.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8)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البحار، ج 1، ص 66.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9) 16 بحار، ص 66.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10) 16 بحار، ص 81 و انوار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11) بحارالانوار، 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احوال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جلد شانزدهم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نسبت به زمان حضرت صادق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داده و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اهواز حکومت داشت ذکر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جلد 2، ص 126.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12) جلد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بحار، احوال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جفعر </w:t>
      </w:r>
      <w:r w:rsidRPr="003C7B43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ج 2، ص 164.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13)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ج 2، ص 164.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14) 16 بحار، ص 44.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15)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16)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ج 2، ص 127.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17)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ج 1، ص 18.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18) بحارالانوار، ج 11، ص 21.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19) وسائل کتاب جهاد، ص 283.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20) مستدرک الوسائل، ج 2، ص 79.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C7B43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21) مستدرک الوسائل، ج 2، ص 97. </w:t>
      </w:r>
    </w:p>
    <w:p w:rsidR="003C7B43" w:rsidRDefault="003C7B43" w:rsidP="003D68E9">
      <w:pPr>
        <w:pStyle w:val="libFootnote0"/>
        <w:rPr>
          <w:rtl/>
          <w:lang w:bidi="fa-IR"/>
        </w:rPr>
      </w:pPr>
    </w:p>
    <w:p w:rsidR="003D68E9" w:rsidRDefault="003C7B43" w:rsidP="003D68E9">
      <w:pPr>
        <w:pStyle w:val="libFootnote0"/>
        <w:rPr>
          <w:rtl/>
          <w:lang w:bidi="fa-IR"/>
        </w:rPr>
      </w:pPr>
      <w:r>
        <w:rPr>
          <w:rtl/>
          <w:lang w:bidi="fa-IR"/>
        </w:rPr>
        <w:t>22) وسائل کتاب حج، 267.</w:t>
      </w:r>
    </w:p>
    <w:p w:rsidR="003D68E9" w:rsidRDefault="003D68E9" w:rsidP="003D68E9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9" w:name="_Toc3715099"/>
      <w:r>
        <w:rPr>
          <w:rFonts w:hint="cs"/>
          <w:rtl/>
          <w:lang w:bidi="fa-IR"/>
        </w:rPr>
        <w:lastRenderedPageBreak/>
        <w:t>فهرست مطالب</w:t>
      </w:r>
      <w:bookmarkEnd w:id="19"/>
    </w:p>
    <w:sdt>
      <w:sdtPr>
        <w:id w:val="7938036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D68E9" w:rsidRDefault="003D68E9" w:rsidP="003D68E9">
          <w:pPr>
            <w:pStyle w:val="TOCHeading"/>
          </w:pPr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15080" w:history="1">
            <w:r w:rsidRPr="001C763B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1" w:history="1">
            <w:r w:rsidRPr="001C763B">
              <w:rPr>
                <w:rStyle w:val="Hyperlink"/>
                <w:noProof/>
                <w:rtl/>
                <w:lang w:bidi="fa-IR"/>
              </w:rPr>
              <w:t>حق همسا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گ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چ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2" w:history="1">
            <w:r w:rsidRPr="001C763B">
              <w:rPr>
                <w:rStyle w:val="Hyperlink"/>
                <w:noProof/>
                <w:rtl/>
                <w:lang w:bidi="fa-IR"/>
              </w:rPr>
              <w:t>تا چند خانه همسا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ه هستند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3" w:history="1">
            <w:r w:rsidRPr="001C763B">
              <w:rPr>
                <w:rStyle w:val="Hyperlink"/>
                <w:noProof/>
                <w:rtl/>
                <w:lang w:bidi="fa-IR"/>
              </w:rPr>
              <w:t>از 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ن داستان پند بگ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ر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4" w:history="1">
            <w:r w:rsidRPr="001C763B">
              <w:rPr>
                <w:rStyle w:val="Hyperlink"/>
                <w:noProof/>
                <w:rtl/>
                <w:lang w:bidi="fa-IR"/>
              </w:rPr>
              <w:t>دستور چنگ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زخان مغول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5" w:history="1">
            <w:r w:rsidRPr="001C763B">
              <w:rPr>
                <w:rStyle w:val="Hyperlink"/>
                <w:noProof/>
                <w:rtl/>
                <w:lang w:bidi="fa-IR"/>
              </w:rPr>
              <w:t>در همسا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گ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حقوق مال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را هم رعا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ت کن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6" w:history="1">
            <w:r w:rsidRPr="001C763B">
              <w:rPr>
                <w:rStyle w:val="Hyperlink"/>
                <w:noProof/>
                <w:rtl/>
                <w:lang w:bidi="fa-IR"/>
              </w:rPr>
              <w:t>چگونه از آزار همسا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ه راحت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7" w:history="1">
            <w:r w:rsidRPr="001C763B">
              <w:rPr>
                <w:rStyle w:val="Hyperlink"/>
                <w:noProof/>
                <w:rtl/>
                <w:lang w:bidi="fa-IR"/>
              </w:rPr>
              <w:t>تفص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ل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از حقوق برادران د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ن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8" w:history="1">
            <w:r w:rsidRPr="001C763B">
              <w:rPr>
                <w:rStyle w:val="Hyperlink"/>
                <w:noProof/>
                <w:rtl/>
                <w:lang w:bidi="fa-IR"/>
              </w:rPr>
              <w:t>ارزش شادمان کردن 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89" w:history="1">
            <w:r w:rsidRPr="001C763B">
              <w:rPr>
                <w:rStyle w:val="Hyperlink"/>
                <w:noProof/>
                <w:rtl/>
                <w:lang w:bidi="fa-IR"/>
              </w:rPr>
              <w:t>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نطور دل بدست آور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0" w:history="1">
            <w:r w:rsidRPr="001C763B">
              <w:rPr>
                <w:rStyle w:val="Hyperlink"/>
                <w:noProof/>
                <w:rtl/>
                <w:lang w:bidi="fa-IR"/>
              </w:rPr>
              <w:t>سزا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کس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که حفظ حقوق برادران را نکند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1" w:history="1">
            <w:r w:rsidRPr="001C763B">
              <w:rPr>
                <w:rStyle w:val="Hyperlink"/>
                <w:noProof/>
                <w:rtl/>
                <w:lang w:bidi="fa-IR"/>
              </w:rPr>
              <w:t>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ن هم 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ک نوع ن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ک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به برادران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2" w:history="1">
            <w:r w:rsidRPr="001C763B">
              <w:rPr>
                <w:rStyle w:val="Hyperlink"/>
                <w:noProof/>
                <w:rtl/>
                <w:lang w:bidi="fa-IR"/>
              </w:rPr>
              <w:t>با حسن معاشرت به اسلام دعوت کن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3" w:history="1">
            <w:r w:rsidRPr="001C763B">
              <w:rPr>
                <w:rStyle w:val="Hyperlink"/>
                <w:noProof/>
                <w:rtl/>
                <w:lang w:bidi="fa-IR"/>
              </w:rPr>
              <w:t xml:space="preserve">توجه امام </w:t>
            </w:r>
            <w:r w:rsidRPr="001C763B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به حُسن معاشرت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4" w:history="1">
            <w:r w:rsidRPr="001C763B">
              <w:rPr>
                <w:rStyle w:val="Hyperlink"/>
                <w:noProof/>
                <w:rtl/>
                <w:lang w:bidi="fa-IR"/>
              </w:rPr>
              <w:t>رفتار موس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بن جعفر </w:t>
            </w:r>
            <w:r w:rsidRPr="001C763B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با پ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رمرد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5" w:history="1">
            <w:r w:rsidRPr="001C763B">
              <w:rPr>
                <w:rStyle w:val="Hyperlink"/>
                <w:noProof/>
                <w:rtl/>
                <w:lang w:bidi="fa-IR"/>
              </w:rPr>
              <w:t>معاشرت پ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غمبر </w:t>
            </w:r>
            <w:r w:rsidRPr="001C763B">
              <w:rPr>
                <w:rStyle w:val="Hyperlink"/>
                <w:rFonts w:cs="Rafed Alaem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6" w:history="1">
            <w:r w:rsidRPr="001C763B">
              <w:rPr>
                <w:rStyle w:val="Hyperlink"/>
                <w:noProof/>
                <w:rtl/>
                <w:lang w:bidi="fa-IR"/>
              </w:rPr>
              <w:t>روش مسافرت را ب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اموز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7" w:history="1">
            <w:r w:rsidRPr="001C763B">
              <w:rPr>
                <w:rStyle w:val="Hyperlink"/>
                <w:noProof/>
                <w:rtl/>
                <w:lang w:bidi="fa-IR"/>
              </w:rPr>
              <w:t>چند روا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ت درباره حقوق همسا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ه و برادران د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>ن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C763B">
              <w:rPr>
                <w:rStyle w:val="Hyperlink"/>
                <w:noProof/>
                <w:rtl/>
                <w:lang w:bidi="fa-IR"/>
              </w:rPr>
              <w:t xml:space="preserve"> و...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8" w:history="1">
            <w:r w:rsidRPr="001C763B">
              <w:rPr>
                <w:rStyle w:val="Hyperlink"/>
                <w:noProof/>
                <w:rtl/>
                <w:lang w:bidi="fa-IR"/>
              </w:rPr>
              <w:t>پاورق</w:t>
            </w:r>
            <w:r w:rsidRPr="001C763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15099" w:history="1">
            <w:r w:rsidRPr="001C763B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Toc3715099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D68E9" w:rsidRDefault="003D68E9">
          <w:r>
            <w:lastRenderedPageBreak/>
            <w:fldChar w:fldCharType="end"/>
          </w:r>
        </w:p>
      </w:sdtContent>
    </w:sdt>
    <w:p w:rsidR="003D68E9" w:rsidRDefault="003D68E9" w:rsidP="003D68E9">
      <w:pPr>
        <w:pStyle w:val="libNormal"/>
        <w:rPr>
          <w:rFonts w:hint="cs"/>
          <w:rtl/>
          <w:lang w:bidi="fa-IR"/>
        </w:rPr>
      </w:pPr>
    </w:p>
    <w:p w:rsidR="008F24C2" w:rsidRPr="00B300E7" w:rsidRDefault="008F24C2" w:rsidP="003D68E9">
      <w:pPr>
        <w:pStyle w:val="libFootnote"/>
        <w:rPr>
          <w:lang w:bidi="fa-IR"/>
        </w:rPr>
      </w:pPr>
    </w:p>
    <w:sectPr w:rsidR="008F24C2" w:rsidRPr="00B300E7" w:rsidSect="004C3E90">
      <w:footerReference w:type="even" r:id="rId14"/>
      <w:footerReference w:type="default" r:id="rId15"/>
      <w:footerReference w:type="first" r:id="rId16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7C7" w:rsidRDefault="004617C7">
      <w:r>
        <w:separator/>
      </w:r>
    </w:p>
  </w:endnote>
  <w:endnote w:type="continuationSeparator" w:id="0">
    <w:p w:rsidR="004617C7" w:rsidRDefault="00461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F67698">
    <w:pPr>
      <w:pStyle w:val="Footer"/>
    </w:pPr>
    <w:fldSimple w:instr=" PAGE   \* MERGEFORMAT ">
      <w:r w:rsidR="003D68E9">
        <w:rPr>
          <w:noProof/>
          <w:rtl/>
        </w:rPr>
        <w:t>2</w:t>
      </w:r>
    </w:fldSimple>
  </w:p>
  <w:p w:rsidR="0080155A" w:rsidRDefault="008015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F67698">
    <w:pPr>
      <w:pStyle w:val="Footer"/>
    </w:pPr>
    <w:fldSimple w:instr=" PAGE   \* MERGEFORMAT ">
      <w:r w:rsidR="003D68E9">
        <w:rPr>
          <w:noProof/>
          <w:rtl/>
        </w:rPr>
        <w:t>33</w:t>
      </w:r>
    </w:fldSimple>
  </w:p>
  <w:p w:rsidR="0080155A" w:rsidRDefault="00801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F67698">
    <w:pPr>
      <w:pStyle w:val="Footer"/>
    </w:pPr>
    <w:fldSimple w:instr=" PAGE   \* MERGEFORMAT ">
      <w:r w:rsidR="003D68E9">
        <w:rPr>
          <w:noProof/>
          <w:rtl/>
        </w:rPr>
        <w:t>1</w:t>
      </w:r>
    </w:fldSimple>
  </w:p>
  <w:p w:rsidR="0080155A" w:rsidRDefault="00801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7C7" w:rsidRDefault="004617C7">
      <w:r>
        <w:separator/>
      </w:r>
    </w:p>
  </w:footnote>
  <w:footnote w:type="continuationSeparator" w:id="0">
    <w:p w:rsidR="004617C7" w:rsidRDefault="004617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4E96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B43"/>
    <w:rsid w:val="003C7C08"/>
    <w:rsid w:val="003D2459"/>
    <w:rsid w:val="003D28ED"/>
    <w:rsid w:val="003D3107"/>
    <w:rsid w:val="003D4E3A"/>
    <w:rsid w:val="003D68E9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17C7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303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CCB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05AC9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4E9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6B1E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67698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AC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ayatext">
    <w:name w:val="ayatext"/>
    <w:basedOn w:val="DefaultParagraphFont"/>
    <w:rsid w:val="00733037"/>
  </w:style>
  <w:style w:type="character" w:customStyle="1" w:styleId="ayanumber">
    <w:name w:val="ayanumber"/>
    <w:basedOn w:val="DefaultParagraphFont"/>
    <w:rsid w:val="007330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nzil.net/?locale=fa_IR" TargetMode="External"/><Relationship Id="rId13" Type="http://schemas.openxmlformats.org/officeDocument/2006/relationships/hyperlink" Target="http://tanzil.net/?locale=fa_I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anzil.net/?locale=fa_I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anzil.net/?locale=fa_I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tanzil.net/?locale=fa_I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nzil.net/?locale=fa_I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-rgab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CF3D8-F532-4FD8-B1AB-0F7EFEC6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70</TotalTime>
  <Pages>34</Pages>
  <Words>4331</Words>
  <Characters>24688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1601-01-01T00:00:00Z</cp:lastPrinted>
  <dcterms:created xsi:type="dcterms:W3CDTF">2019-03-17T06:56:00Z</dcterms:created>
  <dcterms:modified xsi:type="dcterms:W3CDTF">2019-03-17T08:09:00Z</dcterms:modified>
</cp:coreProperties>
</file>