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58C" w:rsidRPr="008C2CC5" w:rsidRDefault="0021658C" w:rsidP="008C2CC5">
      <w:pPr>
        <w:pStyle w:val="libNotice"/>
        <w:bidi w:val="0"/>
        <w:rPr>
          <w:rFonts w:hint="cs"/>
        </w:rPr>
      </w:pPr>
      <w:r w:rsidRPr="008C2CC5">
        <w:rPr>
          <w:rFonts w:hint="cs"/>
          <w:rtl/>
        </w:rPr>
        <w:t>تذکر</w:t>
      </w:r>
      <w:r w:rsidRPr="008C2CC5">
        <w:rPr>
          <w:rtl/>
        </w:rPr>
        <w:t>این کتاب توسط مؤسسه فرهنگی - اسلامی شبکة الامامین الحسنین</w:t>
      </w:r>
      <w:r w:rsidRPr="008C2CC5">
        <w:rPr>
          <w:rFonts w:hint="cs"/>
          <w:rtl/>
        </w:rPr>
        <w:t xml:space="preserve"> </w:t>
      </w:r>
      <w:r w:rsidRPr="008C2CC5">
        <w:rPr>
          <w:rtl/>
        </w:rPr>
        <w:t>عليهما‌السلام بصورت الکترونیکی برای مخاطبین گرامی منتشر شده است</w:t>
      </w:r>
      <w:r w:rsidRPr="008C2CC5">
        <w:rPr>
          <w:rFonts w:hint="cs"/>
          <w:rtl/>
        </w:rPr>
        <w:t>.</w:t>
      </w:r>
    </w:p>
    <w:p w:rsidR="00AE3A06" w:rsidRPr="008C2CC5" w:rsidRDefault="0021658C" w:rsidP="008C2CC5">
      <w:pPr>
        <w:pStyle w:val="libNotice"/>
      </w:pPr>
      <w:r w:rsidRPr="008C2CC5">
        <w:rPr>
          <w:rtl/>
        </w:rPr>
        <w:t>لازم به ذکر است تصحیح اشتباهات تایپی احتمالی، روی این کتاب انجام گردیده است</w:t>
      </w:r>
    </w:p>
    <w:p w:rsidR="00AE3A06" w:rsidRDefault="00AE3A06" w:rsidP="00AE3A06">
      <w:pPr>
        <w:pStyle w:val="libNormal"/>
        <w:rPr>
          <w:lang w:bidi="fa-IR"/>
        </w:rPr>
      </w:pPr>
      <w:r>
        <w:rPr>
          <w:lang w:bidi="fa-IR"/>
        </w:rPr>
        <w:br w:type="page"/>
      </w:r>
    </w:p>
    <w:p w:rsidR="00AE3A06" w:rsidRDefault="00AE3A06" w:rsidP="00AE3A06">
      <w:pPr>
        <w:pStyle w:val="libCenterBold1"/>
        <w:rPr>
          <w:lang w:bidi="fa-IR"/>
        </w:rPr>
      </w:pPr>
      <w:r>
        <w:rPr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علما</w:t>
      </w:r>
    </w:p>
    <w:p w:rsidR="00AE3A06" w:rsidRDefault="00AE3A06" w:rsidP="00AE3A06">
      <w:pPr>
        <w:pStyle w:val="libCenterBold1"/>
        <w:rPr>
          <w:rtl/>
          <w:lang w:bidi="fa-IR"/>
        </w:rPr>
      </w:pPr>
      <w:r>
        <w:rPr>
          <w:rFonts w:hint="cs"/>
          <w:rtl/>
          <w:lang w:bidi="fa-IR"/>
        </w:rPr>
        <w:t>نویسنده:</w:t>
      </w:r>
      <w:r>
        <w:rPr>
          <w:rtl/>
          <w:lang w:bidi="fa-IR"/>
        </w:rPr>
        <w:t>فاطمه عسکر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</w:p>
    <w:p w:rsidR="00AE3A06" w:rsidRDefault="00AE3A06" w:rsidP="00AE3A06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000DDD">
      <w:pPr>
        <w:pStyle w:val="Heading1"/>
        <w:rPr>
          <w:rtl/>
          <w:lang w:bidi="fa-IR"/>
        </w:rPr>
      </w:pPr>
      <w:bookmarkStart w:id="0" w:name="_Toc523832760"/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باچه</w:t>
      </w:r>
      <w:bookmarkEnd w:id="0"/>
    </w:p>
    <w:p w:rsidR="00AE3A06" w:rsidRDefault="00AE3A06" w:rsidP="00000DD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پژوهش</w:t>
      </w:r>
      <w:r>
        <w:rPr>
          <w:rtl/>
          <w:lang w:bidi="fa-IR"/>
        </w:rPr>
        <w:t xml:space="preserve">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دانشمندان فرزانه که به جز دانش، از کرامت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برخوردار بوده</w:t>
      </w:r>
      <w:r w:rsidR="00000DDD">
        <w:rPr>
          <w:lang w:bidi="fa-IR"/>
        </w:rPr>
        <w:t xml:space="preserve"> </w:t>
      </w:r>
      <w:r>
        <w:rPr>
          <w:rtl/>
          <w:lang w:bidi="fa-IR"/>
        </w:rPr>
        <w:t>اند،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ضرور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است؛ به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اگر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امر با توجه به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شناخت نکته</w:t>
      </w:r>
      <w:r w:rsidR="00000DDD">
        <w:rPr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نقش ارزنده آنها در کسب کمالات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معنو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صورت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 در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قت،</w:t>
      </w:r>
      <w:r>
        <w:rPr>
          <w:rtl/>
          <w:lang w:bidi="fa-IR"/>
        </w:rPr>
        <w:t xml:space="preserve"> رمز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دانشمندان در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مراتب کمال و تحقق رسالت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در مسئول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اجتماع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بوده است که همگام با پژوهشها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 مسائل والا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توجه داشته و در راه پرورش و پاک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نفس کوش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 w:rsidR="00000DDD">
        <w:rPr>
          <w:lang w:bidi="fa-IR"/>
        </w:rPr>
        <w:t xml:space="preserve"> </w:t>
      </w:r>
      <w:r>
        <w:rPr>
          <w:rtl/>
          <w:lang w:bidi="fa-IR"/>
        </w:rPr>
        <w:t>اند.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000DD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ضرورت هنگام</w:t>
      </w:r>
      <w:r>
        <w:rPr>
          <w:rFonts w:hint="cs"/>
          <w:rtl/>
          <w:lang w:bidi="fa-IR"/>
        </w:rPr>
        <w:t>ی</w:t>
      </w:r>
      <w:r w:rsidR="00000DDD">
        <w:rPr>
          <w:lang w:bidi="fa-IR"/>
        </w:rPr>
        <w:t xml:space="preserve"> </w:t>
      </w:r>
      <w:r>
        <w:rPr>
          <w:rtl/>
          <w:lang w:bidi="fa-IR"/>
        </w:rPr>
        <w:t>آشکارتر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با اندک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تأمل، خود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tl/>
          <w:lang w:bidi="fa-IR"/>
        </w:rPr>
        <w:t xml:space="preserve">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آن بزرگواران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موده</w:t>
      </w:r>
      <w:r w:rsidR="00000DDD">
        <w:rPr>
          <w:lang w:bidi="fa-IR"/>
        </w:rPr>
        <w:t xml:space="preserve"> </w:t>
      </w:r>
      <w:r>
        <w:rPr>
          <w:rtl/>
          <w:lang w:bidi="fa-IR"/>
        </w:rPr>
        <w:t>اند.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سته</w:t>
      </w:r>
      <w:r>
        <w:rPr>
          <w:rtl/>
          <w:lang w:bidi="fa-IR"/>
        </w:rPr>
        <w:t xml:space="preserve"> است همان گونه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گسترش و تکامل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softHyphen/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استوار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زنده نگه داشتن کمالات و 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کوشا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افزون بر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بردن به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بزرگان و دانشمندان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افتخارات حوزه به شمار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softHyphen/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ارزش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والاتر دارد و آن، نقش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الگوها در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ساختن انسان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 در واقع، دانشمندان راست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گران قدر اسلام، هر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الگو هستند که نظام اخل</w:t>
      </w:r>
      <w:r>
        <w:rPr>
          <w:rFonts w:hint="eastAsia"/>
          <w:rtl/>
          <w:lang w:bidi="fa-IR"/>
        </w:rPr>
        <w:t>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نمود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است. در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فرزانگان، براساس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امامان معصوم</w:t>
      </w:r>
      <w:r w:rsidR="00000DDD" w:rsidRPr="00000DDD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، بر ارزش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بنا نهاده شده است.</w:t>
      </w:r>
    </w:p>
    <w:p w:rsidR="00AE3A06" w:rsidRDefault="00AE3A06" w:rsidP="00000DD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به</w:t>
      </w:r>
      <w:r>
        <w:rPr>
          <w:rtl/>
          <w:lang w:bidi="fa-IR"/>
        </w:rPr>
        <w:t xml:space="preserve"> راست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انسانها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و شناساندن منش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عارفان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کتا</w:t>
      </w:r>
      <w:r>
        <w:rPr>
          <w:rtl/>
          <w:lang w:bidi="fa-IR"/>
        </w:rPr>
        <w:t xml:space="preserve"> به تشنگان 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</w:t>
      </w:r>
      <w:r>
        <w:rPr>
          <w:rtl/>
          <w:lang w:bidi="fa-IR"/>
        </w:rPr>
        <w:t xml:space="preserve"> و خواستاران الگو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وارستگ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اندازه دشوار است، به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آنکه با وجود شهرت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رادمردان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مردم، درباره افکار و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 w:rsidR="00000DDD">
        <w:rPr>
          <w:lang w:bidi="fa-IR"/>
        </w:rPr>
        <w:t xml:space="preserve"> </w:t>
      </w:r>
      <w:r>
        <w:rPr>
          <w:rtl/>
          <w:lang w:bidi="fa-IR"/>
        </w:rPr>
        <w:t>ها و فرازها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پربار زندگ</w:t>
      </w:r>
      <w:r>
        <w:rPr>
          <w:rFonts w:hint="cs"/>
          <w:rtl/>
          <w:lang w:bidi="fa-IR"/>
        </w:rPr>
        <w:t>ی</w:t>
      </w:r>
      <w:r w:rsidR="00000DDD">
        <w:rPr>
          <w:lang w:bidi="fa-IR"/>
        </w:rPr>
        <w:t xml:space="preserve"> </w:t>
      </w:r>
      <w:r>
        <w:rPr>
          <w:rtl/>
          <w:lang w:bidi="fa-IR"/>
        </w:rPr>
        <w:t xml:space="preserve">شان </w:t>
      </w:r>
      <w:r>
        <w:rPr>
          <w:rFonts w:hint="eastAsia"/>
          <w:rtl/>
          <w:lang w:bidi="fa-IR"/>
        </w:rPr>
        <w:t>کمتر</w:t>
      </w:r>
      <w:r>
        <w:rPr>
          <w:rtl/>
          <w:lang w:bidi="fa-IR"/>
        </w:rPr>
        <w:t xml:space="preserve"> سخن گفته شده است و فقط نوشتهها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حق مطلب را ادا کنند. انتظار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رود مجامع فرهنگ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دست</w:t>
      </w:r>
      <w:r w:rsidR="00000DDD">
        <w:rPr>
          <w:lang w:bidi="fa-IR"/>
        </w:rPr>
        <w:t xml:space="preserve"> </w:t>
      </w:r>
      <w:r>
        <w:rPr>
          <w:rtl/>
          <w:lang w:bidi="fa-IR"/>
        </w:rPr>
        <w:t>اندرکاران صداوس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با برپا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و تدو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ادنامه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و خاطره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شمندان</w:t>
      </w:r>
      <w:r>
        <w:rPr>
          <w:rtl/>
          <w:lang w:bidi="fa-IR"/>
        </w:rPr>
        <w:t xml:space="preserve">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زنده و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بدارند، افکار و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 w:rsidR="00000DDD">
        <w:rPr>
          <w:lang w:bidi="fa-IR"/>
        </w:rPr>
        <w:t xml:space="preserve"> </w:t>
      </w:r>
      <w:r>
        <w:rPr>
          <w:rtl/>
          <w:lang w:bidi="fa-IR"/>
        </w:rPr>
        <w:t>ها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سلو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 تهذ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نفس آنان را به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فتگان</w:t>
      </w:r>
      <w:r>
        <w:rPr>
          <w:rtl/>
          <w:lang w:bidi="fa-IR"/>
        </w:rPr>
        <w:t xml:space="preserve"> و مشتاقان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سفارش رسول خدا </w:t>
      </w:r>
      <w:r w:rsidR="00000DDD" w:rsidRPr="00000DDD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را درباره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سالکان حق تحقق بخشند که فرموده است: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أَکْرِمُوا</w:t>
      </w:r>
      <w:r>
        <w:rPr>
          <w:rtl/>
          <w:lang w:bidi="fa-IR"/>
        </w:rPr>
        <w:t xml:space="preserve"> الْعُلَماءَ فَاِنَّهُمْ وَرَثَهُ اَلْاَنْبِ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فَمَنْ اَکْرَمَهُمْ فَقَدْ أَکْرَمَ اللهَ وَ رَسُولَهُ. (1)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دانشمندان</w:t>
      </w:r>
      <w:r>
        <w:rPr>
          <w:rtl/>
          <w:lang w:bidi="fa-IR"/>
        </w:rPr>
        <w:t xml:space="preserve"> را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د؛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آنان وارث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امبرانند</w:t>
      </w:r>
      <w:r>
        <w:rPr>
          <w:rtl/>
          <w:lang w:bidi="fa-IR"/>
        </w:rPr>
        <w:t xml:space="preserve"> و هرکه آنان را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بدارد، خدا و رسولش را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است.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حال</w:t>
      </w:r>
      <w:r>
        <w:rPr>
          <w:rtl/>
          <w:lang w:bidi="fa-IR"/>
        </w:rPr>
        <w:t xml:space="preserve"> ضمن ارج نهادن به کوشش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رانه</w:t>
      </w:r>
      <w:r>
        <w:rPr>
          <w:rtl/>
          <w:lang w:bidi="fa-IR"/>
        </w:rPr>
        <w:t xml:space="preserve"> پژوهشگر ارجمند، خانم فاطمه عسگر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مجموعه، 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مؤثر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آشنا شدن نسل معاصر با بزرگان اخلاق و عرفان باشد و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پژوهش در برنامه ساز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softHyphen/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صدا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به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بهره</w:t>
      </w:r>
      <w:r>
        <w:rPr>
          <w:rtl/>
          <w:lang w:bidi="fa-IR"/>
        </w:rPr>
        <w:softHyphen/>
        <w:t>بردار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ذخ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softHyphen/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«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وْمَ</w:t>
      </w:r>
      <w:r>
        <w:rPr>
          <w:rtl/>
          <w:lang w:bidi="fa-IR"/>
        </w:rPr>
        <w:t xml:space="preserve"> لا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نْفَعُ</w:t>
      </w:r>
      <w:r>
        <w:rPr>
          <w:rtl/>
          <w:lang w:bidi="fa-IR"/>
        </w:rPr>
        <w:t xml:space="preserve"> مالٌ وَ لابَنُونَ اِلّا مَنْ اَتَ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اللهَ بِقَلْبٍ سَل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م»</w:t>
      </w:r>
      <w:r>
        <w:rPr>
          <w:rtl/>
          <w:lang w:bidi="fa-IR"/>
        </w:rPr>
        <w:t>.(2)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انه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النعم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اداره</w:t>
      </w:r>
      <w:r>
        <w:rPr>
          <w:rtl/>
          <w:lang w:bidi="fa-IR"/>
        </w:rPr>
        <w:t xml:space="preserve"> کل پژوهش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مرکز</w:t>
      </w:r>
      <w:r>
        <w:rPr>
          <w:rtl/>
          <w:lang w:bidi="fa-IR"/>
        </w:rPr>
        <w:t xml:space="preserve"> پژوهش</w:t>
      </w:r>
      <w:r>
        <w:rPr>
          <w:rtl/>
          <w:lang w:bidi="fa-IR"/>
        </w:rPr>
        <w:softHyphen/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صدا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>1- نهج الفصاحه، ترجمه و گردآور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ابوالقاسم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نده،</w:t>
      </w:r>
      <w:r>
        <w:rPr>
          <w:rtl/>
          <w:lang w:bidi="fa-IR"/>
        </w:rPr>
        <w:t xml:space="preserve"> تهران، جاو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دان،</w:t>
      </w:r>
      <w:r>
        <w:rPr>
          <w:rtl/>
          <w:lang w:bidi="fa-IR"/>
        </w:rPr>
        <w:t xml:space="preserve"> 1360، چ 13، صص 84 و 85 .</w:t>
      </w: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>2- نک: شعراء: 88 و 89.</w:t>
      </w: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>:11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گفتار</w:t>
      </w: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گفتار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کتاب</w:t>
      </w:r>
      <w:r>
        <w:rPr>
          <w:rtl/>
          <w:lang w:bidi="fa-IR"/>
        </w:rPr>
        <w:t xml:space="preserve"> حاضر، دربردارنده لطا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و ظرا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آموزنده</w:t>
      </w:r>
      <w:r>
        <w:rPr>
          <w:rtl/>
          <w:lang w:bidi="fa-IR"/>
        </w:rPr>
        <w:softHyphen/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بزرگان و دانشمندان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دانشمندان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اعظم </w:t>
      </w:r>
      <w:r w:rsidR="00000DDD" w:rsidRPr="00000DDD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آنان را برتر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softHyphen/>
        <w:t>اسرائ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دانسته و فرموده است: «عُلَماءُ اُمَّت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کَأنبِ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اءِ</w:t>
      </w:r>
      <w:r>
        <w:rPr>
          <w:rtl/>
          <w:lang w:bidi="fa-IR"/>
        </w:rPr>
        <w:t xml:space="preserve"> بَن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إسْرائ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لَ؛</w:t>
      </w:r>
      <w:r>
        <w:rPr>
          <w:rtl/>
          <w:lang w:bidi="fa-IR"/>
        </w:rPr>
        <w:t xml:space="preserve"> علما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امت من همانند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امبران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اسرائ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هستند.»(1)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تعب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برخاسته از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عظمت و حساس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کار و خدمت دانشمندان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اسلام است؛ آنان که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حضرت عل</w:t>
      </w:r>
      <w:r>
        <w:rPr>
          <w:rFonts w:hint="cs"/>
          <w:rtl/>
          <w:lang w:bidi="fa-IR"/>
        </w:rPr>
        <w:t>ی</w:t>
      </w:r>
      <w:r w:rsidR="00000DDD" w:rsidRPr="00000DDD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، از زرق و برق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بنده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چشم فرو بستند و با زهد و 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اضت</w:t>
      </w:r>
      <w:r>
        <w:rPr>
          <w:rtl/>
          <w:lang w:bidi="fa-IR"/>
        </w:rPr>
        <w:softHyphen/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عصر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و مصلح جامعه خود شدند. آنان که </w:t>
      </w:r>
      <w:r>
        <w:rPr>
          <w:rtl/>
          <w:lang w:bidi="fa-IR"/>
        </w:rPr>
        <w:lastRenderedPageBreak/>
        <w:t>مدافع 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مقدس و پاسدار مرزها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نه براساس پندار و پسند خواسته خود، بلکه براساس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و باطن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آن</w:t>
      </w:r>
      <w:r>
        <w:rPr>
          <w:rtl/>
          <w:lang w:bidi="fa-IR"/>
        </w:rPr>
        <w:softHyphen/>
        <w:t>گونه که هست،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و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راه، چه زخم زبان</w:t>
      </w:r>
      <w:r>
        <w:rPr>
          <w:rtl/>
          <w:lang w:bidi="fa-IR"/>
        </w:rPr>
        <w:softHyphen/>
        <w:t>ها که نشن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و چ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softHyphen/>
        <w:t>مهر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softHyphen/>
        <w:t>ها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وفا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ها که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.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حال، سرزنش، در عزم راسخ و اراده پولاد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آنها کمتر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اثر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جا نگذاشت.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آنان</w:t>
      </w:r>
      <w:r>
        <w:rPr>
          <w:rtl/>
          <w:lang w:bidi="fa-IR"/>
        </w:rPr>
        <w:t xml:space="preserve"> هرگز در برابر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اطلبان</w:t>
      </w:r>
      <w:r>
        <w:rPr>
          <w:rtl/>
          <w:lang w:bidi="fa-IR"/>
        </w:rPr>
        <w:t xml:space="preserve"> و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اخواران</w:t>
      </w:r>
      <w:r>
        <w:rPr>
          <w:rtl/>
          <w:lang w:bidi="fa-IR"/>
        </w:rPr>
        <w:t xml:space="preserve"> سر تسل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فرود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اوردند</w:t>
      </w:r>
      <w:r>
        <w:rPr>
          <w:rtl/>
          <w:lang w:bidi="fa-IR"/>
        </w:rPr>
        <w:t xml:space="preserve"> و در مقابل، هنگام مناجات و عبادت پروردگار جهان، با خشوع و فروتن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>1- محمد محمد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الحکمه، ترجمه: حم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درضا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قم، دارالحد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ث،</w:t>
      </w:r>
      <w:r>
        <w:rPr>
          <w:rtl/>
          <w:lang w:bidi="fa-IR"/>
        </w:rPr>
        <w:t xml:space="preserve"> 1379، چ 2، ج 8، ص 3938.</w:t>
      </w: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>:12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سر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به درگاه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دگار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softHyphen/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به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و دست التماس به آستان او بلند کردند و اشک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دگان</w:t>
      </w:r>
      <w:r>
        <w:rPr>
          <w:rtl/>
          <w:lang w:bidi="fa-IR"/>
        </w:rPr>
        <w:t xml:space="preserve"> فرو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ختند</w:t>
      </w:r>
      <w:r>
        <w:rPr>
          <w:rtl/>
          <w:lang w:bidi="fa-IR"/>
        </w:rPr>
        <w:t xml:space="preserve"> و هنوز،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ناله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پرسوز و گداز آنان در دل شب به گوش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سو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بزرگ دانشمندان فره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خته،</w:t>
      </w:r>
      <w:r>
        <w:rPr>
          <w:rtl/>
          <w:lang w:bidi="fa-IR"/>
        </w:rPr>
        <w:t xml:space="preserve"> در راه هدف نوران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از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لطف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توجهات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بهره مند شدند. پس رازها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بر آنان آشکار شد، حجاب</w:t>
      </w:r>
      <w:r>
        <w:rPr>
          <w:rtl/>
          <w:lang w:bidi="fa-IR"/>
        </w:rPr>
        <w:softHyphen/>
        <w:t>ها از برابر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دگانشان</w:t>
      </w:r>
      <w:r>
        <w:rPr>
          <w:rtl/>
          <w:lang w:bidi="fa-IR"/>
        </w:rPr>
        <w:t xml:space="preserve"> کنار رفت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آنچه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آن ناتوان بودند و کاشف رازها و رمزها شدند.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ان،</w:t>
      </w:r>
      <w:r>
        <w:rPr>
          <w:rtl/>
          <w:lang w:bidi="fa-IR"/>
        </w:rPr>
        <w:t xml:space="preserve"> دانشمندان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را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مصداق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الْاَرْضِ مَجْهُولٌ وَ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الْسَّماءِ مَعْرُوفٌ؛ در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ناشناس و گمنام و در آسمان شناخته شده</w:t>
      </w:r>
      <w:r>
        <w:rPr>
          <w:rtl/>
          <w:lang w:bidi="fa-IR"/>
        </w:rPr>
        <w:softHyphen/>
        <w:t>اند»، دانست که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به داشتن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بزرگان و وارسته</w:t>
      </w:r>
      <w:r>
        <w:rPr>
          <w:rtl/>
          <w:lang w:bidi="fa-IR"/>
        </w:rPr>
        <w:softHyphen/>
        <w:t>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 ابد بر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بالد. آنان مشعل</w:t>
      </w:r>
      <w:r>
        <w:rPr>
          <w:rtl/>
          <w:lang w:bidi="fa-IR"/>
        </w:rPr>
        <w:softHyphen/>
        <w:t>دار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انسا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علم دار مکتب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بوده و هستند.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000DD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بهره</w:t>
      </w:r>
      <w:r w:rsidR="00000DDD">
        <w:rPr>
          <w:lang w:bidi="fa-IR"/>
        </w:rPr>
        <w:t xml:space="preserve"> </w:t>
      </w:r>
      <w:r>
        <w:rPr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آثار مکتوب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خود، نوع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آنان است و خواننده با مطالعه ظرافتها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دانشمندان و بزرگان، از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بر آنان شده است، بهره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000DD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رو، بزرگان همواره به مطالعه آثار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ندگان</w:t>
      </w:r>
      <w:r>
        <w:rPr>
          <w:rtl/>
          <w:lang w:bidi="fa-IR"/>
        </w:rPr>
        <w:t xml:space="preserve"> و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سندگان</w:t>
      </w:r>
      <w:r>
        <w:rPr>
          <w:rtl/>
          <w:lang w:bidi="fa-IR"/>
        </w:rPr>
        <w:t xml:space="preserve"> آن، افراد وارسته و 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زکارند،</w:t>
      </w:r>
      <w:r>
        <w:rPr>
          <w:rtl/>
          <w:lang w:bidi="fa-IR"/>
        </w:rPr>
        <w:t xml:space="preserve"> سفارش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کنند. در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گران سنگ از رسول خدا </w:t>
      </w:r>
      <w:r w:rsidR="00000DDD" w:rsidRPr="00000DDD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است: «عِنْدَ ذِکْرِ الصّالِح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نْزِلُ</w:t>
      </w:r>
      <w:r>
        <w:rPr>
          <w:rtl/>
          <w:lang w:bidi="fa-IR"/>
        </w:rPr>
        <w:t xml:space="preserve"> الْرَّحْمَهَ؛ آنجا که از خوبان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شود، رحمت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نازل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softHyphen/>
        <w:t>شود».</w:t>
      </w:r>
      <w:r w:rsidRPr="00000DDD">
        <w:rPr>
          <w:rStyle w:val="libFootnotenumChar"/>
          <w:rtl/>
          <w:lang w:bidi="fa-IR"/>
        </w:rPr>
        <w:t>(1)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000DD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 w:rsidR="00000DDD">
        <w:rPr>
          <w:lang w:bidi="fa-IR"/>
        </w:rPr>
        <w:t xml:space="preserve"> </w:t>
      </w:r>
      <w:r>
        <w:rPr>
          <w:rtl/>
          <w:lang w:bidi="fa-IR"/>
        </w:rPr>
        <w:t>ترد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مکتب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مرهون رنج</w:t>
      </w:r>
      <w:r>
        <w:rPr>
          <w:rtl/>
          <w:lang w:bidi="fa-IR"/>
        </w:rPr>
        <w:softHyphen/>
        <w:t>ها و کوشش</w:t>
      </w:r>
      <w:r>
        <w:rPr>
          <w:rtl/>
          <w:lang w:bidi="fa-IR"/>
        </w:rPr>
        <w:softHyphen/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softHyphen/>
        <w:t>وقفه دانشمندان و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برجسته و بزرگ است که در حفظ آموزه</w:t>
      </w:r>
      <w:r>
        <w:rPr>
          <w:rtl/>
          <w:lang w:bidi="fa-IR"/>
        </w:rPr>
        <w:softHyphen/>
        <w:t>ها</w:t>
      </w:r>
      <w:r>
        <w:rPr>
          <w:rFonts w:hint="cs"/>
          <w:rtl/>
          <w:lang w:bidi="fa-IR"/>
        </w:rPr>
        <w:t>ی</w:t>
      </w:r>
    </w:p>
    <w:p w:rsidR="00AE3A06" w:rsidRDefault="00000DDD" w:rsidP="00000DDD">
      <w:pPr>
        <w:pStyle w:val="libFootnote0"/>
        <w:rPr>
          <w:rtl/>
          <w:lang w:bidi="fa-IR"/>
        </w:rPr>
      </w:pPr>
      <w:r>
        <w:rPr>
          <w:lang w:bidi="fa-IR"/>
        </w:rPr>
        <w:t>________________________________</w:t>
      </w:r>
    </w:p>
    <w:p w:rsidR="00AE3A06" w:rsidRDefault="00AE3A06" w:rsidP="00000DDD">
      <w:pPr>
        <w:pStyle w:val="libFootnote0"/>
        <w:rPr>
          <w:rtl/>
          <w:lang w:bidi="fa-IR"/>
        </w:rPr>
      </w:pPr>
      <w:r>
        <w:rPr>
          <w:rtl/>
          <w:lang w:bidi="fa-IR"/>
        </w:rPr>
        <w:t>1- محمدباقر مجلس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بحارالانوار،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روت،</w:t>
      </w:r>
      <w:r>
        <w:rPr>
          <w:rtl/>
          <w:lang w:bidi="fa-IR"/>
        </w:rPr>
        <w:t xml:space="preserve"> مؤسسه الوفا، 1403 ه_ .ق، چ 2، ج 90، ص 349.</w:t>
      </w:r>
    </w:p>
    <w:p w:rsidR="00AE3A06" w:rsidRDefault="00000DDD" w:rsidP="00000DD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E3A06">
        <w:rPr>
          <w:rFonts w:hint="eastAsia"/>
          <w:rtl/>
          <w:lang w:bidi="fa-IR"/>
        </w:rPr>
        <w:lastRenderedPageBreak/>
        <w:t>نوران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مکتب از ه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چ</w:t>
      </w:r>
      <w:r w:rsidR="00AE3A06">
        <w:rPr>
          <w:rtl/>
          <w:lang w:bidi="fa-IR"/>
        </w:rPr>
        <w:t xml:space="preserve"> کوشش و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ثار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در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غ</w:t>
      </w:r>
      <w:r w:rsidR="00AE3A06">
        <w:rPr>
          <w:rtl/>
          <w:lang w:bidi="fa-IR"/>
        </w:rPr>
        <w:t xml:space="preserve"> نکردند؛ سرو قامتان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که در پاسدار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از مرزها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مکتب لحظه</w:t>
      </w:r>
      <w:r>
        <w:rPr>
          <w:lang w:bidi="fa-IR"/>
        </w:rPr>
        <w:t xml:space="preserve"> </w:t>
      </w:r>
      <w:r w:rsidR="00AE3A06">
        <w:rPr>
          <w:rtl/>
          <w:lang w:bidi="fa-IR"/>
        </w:rPr>
        <w:t>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آرام نداشتند و چه بسا در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راه به خون خو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</w:t>
      </w:r>
      <w:r w:rsidR="00AE3A06">
        <w:rPr>
          <w:rtl/>
          <w:lang w:bidi="fa-IR"/>
        </w:rPr>
        <w:t xml:space="preserve"> غلت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دند</w:t>
      </w:r>
      <w:r w:rsidR="00AE3A06">
        <w:rPr>
          <w:rtl/>
          <w:lang w:bidi="fa-IR"/>
        </w:rPr>
        <w:t>.</w:t>
      </w:r>
    </w:p>
    <w:p w:rsidR="00AE3A06" w:rsidRDefault="00AE3A06" w:rsidP="00000DD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آشنا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با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بزرگان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مودن</w:t>
      </w:r>
      <w:r>
        <w:rPr>
          <w:rtl/>
          <w:lang w:bidi="fa-IR"/>
        </w:rPr>
        <w:t xml:space="preserve"> راه کمال و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انسان به قرب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راه گشاست؛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دست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افتن</w:t>
      </w:r>
      <w:r>
        <w:rPr>
          <w:rtl/>
          <w:lang w:bidi="fa-IR"/>
        </w:rPr>
        <w:t xml:space="preserve"> به کمال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مقامات معنو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بدون الگو امکانپذ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مرحوم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>: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15A8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مطالعه توار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علما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 مرتبه و مراجعه به شرح حال فضلا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گرانقدر، لذت و سرور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انسان 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دهد که نفس انسان را تشو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آثار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کند تا عملش را همگون با عمل صالح آنها کند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ترغ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باعث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شود انسان، در اندک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حض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جهان ماد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اوج علم و از مرتبه نقصان به مدارج کمال، بالا رود</w:t>
      </w:r>
      <w:r w:rsidRPr="00A15A8D">
        <w:rPr>
          <w:rStyle w:val="libFootnotenumChar"/>
          <w:rtl/>
        </w:rPr>
        <w:t>.(1)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15A8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شرح حال بزرگان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دانشمندان اخلاق محور، اندرزها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معاصر و الگو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ندگان</w:t>
      </w:r>
      <w:r>
        <w:rPr>
          <w:rtl/>
          <w:lang w:bidi="fa-IR"/>
        </w:rPr>
        <w:t xml:space="preserve"> نهفته است که مطالعه و به کارگ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انسان را در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قله</w:t>
      </w:r>
      <w:r>
        <w:rPr>
          <w:rtl/>
          <w:lang w:bidi="fa-IR"/>
        </w:rPr>
        <w:softHyphen/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معرفت و کمال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A15A8D">
        <w:rPr>
          <w:lang w:bidi="fa-IR"/>
        </w:rPr>
        <w:t xml:space="preserve"> </w:t>
      </w:r>
      <w:r>
        <w:rPr>
          <w:rtl/>
          <w:lang w:bidi="fa-IR"/>
        </w:rPr>
        <w:t>آموزد. بنابرا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سته</w:t>
      </w:r>
      <w:r>
        <w:rPr>
          <w:rtl/>
          <w:lang w:bidi="fa-IR"/>
        </w:rPr>
        <w:t xml:space="preserve"> است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نامه سراسر افتخار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الگوها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ارزنده و برجسته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حفظ و به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ندگان</w:t>
      </w:r>
      <w:r>
        <w:rPr>
          <w:rtl/>
          <w:lang w:bidi="fa-IR"/>
        </w:rPr>
        <w:t xml:space="preserve"> منتقل شود. برهم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اساس،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نوشتار تلاش شده است تا حد امکان، جنبه</w:t>
      </w:r>
      <w:r w:rsidR="00A15A8D">
        <w:rPr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دانشمندان و بزرگان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شود؛ که هر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آنها درس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ره پو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کمال. مطالعه جلوه</w:t>
      </w:r>
      <w:r w:rsidR="00A15A8D">
        <w:rPr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با و چشم</w:t>
      </w:r>
      <w:r w:rsidR="00A15A8D">
        <w:rPr>
          <w:lang w:bidi="fa-IR"/>
        </w:rPr>
        <w:t xml:space="preserve"> </w:t>
      </w:r>
      <w:r>
        <w:rPr>
          <w:rtl/>
          <w:lang w:bidi="fa-IR"/>
        </w:rPr>
        <w:t>نواز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بزرگان، به انسان </w:t>
      </w:r>
      <w:r>
        <w:rPr>
          <w:rtl/>
          <w:lang w:bidi="fa-IR"/>
        </w:rPr>
        <w:lastRenderedPageBreak/>
        <w:t>کمک خواهد کرد تا در عبور از دشوار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softHyphen/>
        <w:t>ها و تنگناها با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رت،</w:t>
      </w:r>
      <w:r>
        <w:rPr>
          <w:rtl/>
          <w:lang w:bidi="fa-IR"/>
        </w:rPr>
        <w:t xml:space="preserve"> توکل و عشق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رود.</w:t>
      </w:r>
    </w:p>
    <w:p w:rsidR="00AE3A06" w:rsidRDefault="00A15A8D" w:rsidP="00A15A8D">
      <w:pPr>
        <w:pStyle w:val="libLine"/>
        <w:rPr>
          <w:rtl/>
          <w:lang w:bidi="fa-IR"/>
        </w:rPr>
      </w:pPr>
      <w:r>
        <w:rPr>
          <w:lang w:bidi="fa-IR"/>
        </w:rPr>
        <w:t>___________________________________</w:t>
      </w:r>
    </w:p>
    <w:p w:rsidR="00AE3A06" w:rsidRDefault="00AE3A06" w:rsidP="00A15A8D">
      <w:pPr>
        <w:pStyle w:val="libFootnote0"/>
        <w:rPr>
          <w:rtl/>
          <w:lang w:bidi="fa-IR"/>
        </w:rPr>
      </w:pPr>
      <w:r>
        <w:rPr>
          <w:rtl/>
          <w:lang w:bidi="fa-IR"/>
        </w:rPr>
        <w:t>1-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فوائد الرضو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ص 1.</w:t>
      </w:r>
    </w:p>
    <w:p w:rsidR="00AE3A06" w:rsidRDefault="00A15A8D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A15A8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پنجره</w:t>
      </w:r>
      <w:r w:rsidR="00A15A8D">
        <w:rPr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 به باغ سبز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بزرگان م</w:t>
      </w:r>
      <w:r>
        <w:rPr>
          <w:rFonts w:hint="cs"/>
          <w:rtl/>
          <w:lang w:bidi="fa-IR"/>
        </w:rPr>
        <w:t>ی</w:t>
      </w:r>
      <w:r w:rsidR="00A15A8D">
        <w:rPr>
          <w:lang w:bidi="fa-IR"/>
        </w:rPr>
        <w:t xml:space="preserve"> </w:t>
      </w:r>
      <w:r>
        <w:rPr>
          <w:rtl/>
          <w:lang w:bidi="fa-IR"/>
        </w:rPr>
        <w:t>گشا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نس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روشن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پاک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جانمان م</w:t>
      </w:r>
      <w:r>
        <w:rPr>
          <w:rFonts w:hint="cs"/>
          <w:rtl/>
          <w:lang w:bidi="fa-IR"/>
        </w:rPr>
        <w:t>ی</w:t>
      </w:r>
      <w:r w:rsidR="00A15A8D">
        <w:rPr>
          <w:lang w:bidi="fa-IR"/>
        </w:rPr>
        <w:t xml:space="preserve"> </w:t>
      </w:r>
      <w:r>
        <w:rPr>
          <w:rtl/>
          <w:lang w:bidi="fa-IR"/>
        </w:rPr>
        <w:t>وزد و ما را پرنشاط، شاداب و سرسبز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سازد. مطالعه نکته</w:t>
      </w:r>
      <w:r w:rsidR="00A15A8D">
        <w:rPr>
          <w:lang w:bidi="fa-IR"/>
        </w:rPr>
        <w:t xml:space="preserve"> </w:t>
      </w:r>
      <w:r>
        <w:rPr>
          <w:rtl/>
          <w:lang w:bidi="fa-IR"/>
        </w:rPr>
        <w:t>ها و لطا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دانشمندان و بزرگان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مانند گلگشت در بوستان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خرم و دلپذ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است که مشام جان را از بو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جان بخش گلها و چشم را از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گوناگون آنها بهره</w:t>
      </w:r>
      <w:r w:rsidR="00A15A8D">
        <w:rPr>
          <w:lang w:bidi="fa-IR"/>
        </w:rPr>
        <w:t xml:space="preserve"> </w:t>
      </w:r>
      <w:r>
        <w:rPr>
          <w:rtl/>
          <w:lang w:bidi="fa-IR"/>
        </w:rPr>
        <w:t>مند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سازد. مهم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از کنار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گلها (ظرا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و لطا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>) ب</w:t>
      </w:r>
      <w:r>
        <w:rPr>
          <w:rFonts w:hint="cs"/>
          <w:rtl/>
          <w:lang w:bidi="fa-IR"/>
        </w:rPr>
        <w:t>ی</w:t>
      </w:r>
      <w:r w:rsidR="00A15A8D">
        <w:rPr>
          <w:lang w:bidi="fa-IR"/>
        </w:rPr>
        <w:t xml:space="preserve"> </w:t>
      </w:r>
      <w:r>
        <w:rPr>
          <w:rtl/>
          <w:lang w:bidi="fa-IR"/>
        </w:rPr>
        <w:t>توجه نگذر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بلکه با درنگ و تأمل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ق،</w:t>
      </w:r>
      <w:r>
        <w:rPr>
          <w:rtl/>
          <w:lang w:bidi="fa-IR"/>
        </w:rPr>
        <w:t xml:space="preserve"> عبرت و پند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آموزنده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عطر گلها، ره</w:t>
      </w:r>
      <w:r w:rsidR="00A15A8D">
        <w:rPr>
          <w:lang w:bidi="fa-IR"/>
        </w:rPr>
        <w:t xml:space="preserve"> </w:t>
      </w:r>
      <w:r>
        <w:rPr>
          <w:rtl/>
          <w:lang w:bidi="fa-IR"/>
        </w:rPr>
        <w:t>آورد تجربه</w:t>
      </w:r>
      <w:r w:rsidR="00A15A8D">
        <w:rPr>
          <w:lang w:bidi="fa-IR"/>
        </w:rPr>
        <w:t xml:space="preserve"> </w:t>
      </w:r>
      <w:r>
        <w:rPr>
          <w:rtl/>
          <w:lang w:bidi="fa-IR"/>
        </w:rPr>
        <w:t>ها، ژرف</w:t>
      </w:r>
      <w:r w:rsidR="00A15A8D">
        <w:rPr>
          <w:lang w:bidi="fa-IR"/>
        </w:rPr>
        <w:t xml:space="preserve"> </w:t>
      </w:r>
      <w:r>
        <w:rPr>
          <w:rtl/>
          <w:lang w:bidi="fa-IR"/>
        </w:rPr>
        <w:t>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softHyphen/>
        <w:t>ها، صداقت</w:t>
      </w:r>
      <w:r w:rsidR="00A15A8D">
        <w:rPr>
          <w:lang w:bidi="fa-IR"/>
        </w:rPr>
        <w:t xml:space="preserve"> </w:t>
      </w:r>
      <w:r>
        <w:rPr>
          <w:rtl/>
          <w:lang w:bidi="fa-IR"/>
        </w:rPr>
        <w:t>ها و معرفت</w:t>
      </w:r>
      <w:r w:rsidR="00A15A8D">
        <w:rPr>
          <w:lang w:bidi="fa-IR"/>
        </w:rPr>
        <w:t xml:space="preserve"> </w:t>
      </w:r>
      <w:r>
        <w:rPr>
          <w:rtl/>
          <w:lang w:bidi="fa-IR"/>
        </w:rPr>
        <w:t xml:space="preserve">هاست. 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گل</w:t>
      </w:r>
      <w:r w:rsidR="00A15A8D">
        <w:rPr>
          <w:lang w:bidi="fa-IR"/>
        </w:rPr>
        <w:t xml:space="preserve"> </w:t>
      </w:r>
      <w:r>
        <w:rPr>
          <w:rtl/>
          <w:lang w:bidi="fa-IR"/>
        </w:rPr>
        <w:t>ها، بذرها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ثمر نشسته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و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15A8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سته</w:t>
      </w:r>
      <w:r>
        <w:rPr>
          <w:rtl/>
          <w:lang w:bidi="fa-IR"/>
        </w:rPr>
        <w:t xml:space="preserve"> است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نامه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بزرگواران را بخوان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درباره آن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بازگو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از همه مهمتر آن را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کار بند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15A8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پژوهش درباره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پربار دانشمندان و کوشش در راه بهره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رهروان کو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 و راست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از بزرگ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عبادتها و ارزشمندتر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کوشش هاست.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گفتار و رفتار بزرگان و دانشمندان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درباره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آنان، خفتگان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دار،</w:t>
      </w:r>
      <w:r>
        <w:rPr>
          <w:rtl/>
          <w:lang w:bidi="fa-IR"/>
        </w:rPr>
        <w:t xml:space="preserve"> خستگان را پ</w:t>
      </w:r>
      <w:r>
        <w:rPr>
          <w:rFonts w:hint="eastAsia"/>
          <w:rtl/>
          <w:lang w:bidi="fa-IR"/>
        </w:rPr>
        <w:t>رنشاط</w:t>
      </w:r>
      <w:r>
        <w:rPr>
          <w:rtl/>
          <w:lang w:bidi="fa-IR"/>
        </w:rPr>
        <w:t xml:space="preserve"> و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دوار،</w:t>
      </w:r>
      <w:r>
        <w:rPr>
          <w:rtl/>
          <w:lang w:bidi="fa-IR"/>
        </w:rPr>
        <w:t xml:space="preserve"> گمشدگان واد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سرگردان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شاهراه سعادت رهنمون و کام تشنگان معرفت را از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عرفان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راب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سازد.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15A8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روزگار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نسل جوان ما در اعماق خطرها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گوناگون، در جست</w:t>
      </w:r>
      <w:r>
        <w:rPr>
          <w:rtl/>
          <w:lang w:bidi="fa-IR"/>
        </w:rPr>
        <w:softHyphen/>
        <w:t>وجو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عمل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تا با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راه را از چاه بازشناسد،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اختران تابناک آسمان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معنو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softHyphen/>
        <w:t>تواند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به آنان باشد.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softHyphen/>
        <w:t>شک، آشنا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با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عالمان ربان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؛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 w:rsidR="00A15A8D">
        <w:rPr>
          <w:lang w:bidi="fa-IR"/>
        </w:rPr>
        <w:t xml:space="preserve"> </w:t>
      </w:r>
      <w:r>
        <w:rPr>
          <w:rFonts w:hint="eastAsia"/>
          <w:rtl/>
          <w:lang w:bidi="fa-IR"/>
        </w:rPr>
        <w:t>آنان</w:t>
      </w:r>
      <w:r>
        <w:rPr>
          <w:rtl/>
          <w:lang w:bidi="fa-IR"/>
        </w:rPr>
        <w:t xml:space="preserve"> که هم ارتباط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با پروردگار و هم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محکم با بندگان خدا دارند،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 ره پو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راه سعادت الگو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ارزنده است. با مطالعه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و هوشمندانه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توان به نکته</w:t>
      </w:r>
      <w:r w:rsidR="00A15A8D">
        <w:rPr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مهم و ارزشمند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که راه گشا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بود.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دانشمندان راست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حجتها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هستند که اگرچه ما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مقام انب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اوص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 w:rsidR="00000DDD" w:rsidRPr="00000DDD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مانند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بزرگان، راه سعادت و رستگار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م؛</w:t>
      </w:r>
      <w:r>
        <w:rPr>
          <w:rtl/>
          <w:lang w:bidi="fa-IR"/>
        </w:rPr>
        <w:t xml:space="preserve"> چراکه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بزرگواران در 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سته</w:t>
      </w:r>
      <w:r>
        <w:rPr>
          <w:rtl/>
          <w:lang w:bidi="fa-IR"/>
        </w:rPr>
        <w:t xml:space="preserve"> و ثابت کرده اند،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و اراده، تا مرزها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عصمت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رفت.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15A8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آموزنده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دانشمندان و بزرگان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الگو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کامل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همگان است. البته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فراموش کرد با فضل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راه کمال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مود</w:t>
      </w:r>
      <w:r>
        <w:rPr>
          <w:rtl/>
          <w:lang w:bidi="fa-IR"/>
        </w:rPr>
        <w:t xml:space="preserve"> که </w:t>
      </w:r>
      <w:r w:rsidR="00A15A8D">
        <w:rPr>
          <w:rStyle w:val="libAlaemChar"/>
          <w:rFonts w:hint="cs"/>
          <w:rtl/>
        </w:rPr>
        <w:t>(</w:t>
      </w:r>
      <w:r w:rsidRPr="00A15A8D">
        <w:rPr>
          <w:rStyle w:val="libAieChar"/>
          <w:rtl/>
        </w:rPr>
        <w:t>وَلَوْ لا فَضْلُ اللّهِ عَلَ</w:t>
      </w:r>
      <w:r w:rsidRPr="00A15A8D">
        <w:rPr>
          <w:rStyle w:val="libAieChar"/>
          <w:rFonts w:hint="cs"/>
          <w:rtl/>
        </w:rPr>
        <w:t>یْ</w:t>
      </w:r>
      <w:r w:rsidRPr="00A15A8D">
        <w:rPr>
          <w:rStyle w:val="libAieChar"/>
          <w:rFonts w:hint="eastAsia"/>
          <w:rtl/>
        </w:rPr>
        <w:t>کُمْ</w:t>
      </w:r>
      <w:r w:rsidRPr="00A15A8D">
        <w:rPr>
          <w:rStyle w:val="libAieChar"/>
          <w:rtl/>
        </w:rPr>
        <w:t xml:space="preserve"> وَ رَحْمَتُهُ ما زَک</w:t>
      </w:r>
      <w:r w:rsidRPr="00A15A8D">
        <w:rPr>
          <w:rStyle w:val="libAieChar"/>
          <w:rFonts w:hint="cs"/>
          <w:rtl/>
        </w:rPr>
        <w:t>ی</w:t>
      </w:r>
      <w:r w:rsidRPr="00A15A8D">
        <w:rPr>
          <w:rStyle w:val="libAieChar"/>
          <w:rtl/>
        </w:rPr>
        <w:t xml:space="preserve"> مِنْکُمْ مِنْ أَحَدٍ أَبَدًا</w:t>
      </w:r>
      <w:r w:rsidR="00A15A8D" w:rsidRPr="00A15A8D">
        <w:rPr>
          <w:rStyle w:val="libAlaemChar"/>
          <w:rFonts w:hint="cs"/>
          <w:rtl/>
        </w:rPr>
        <w:t>)</w:t>
      </w:r>
      <w:r>
        <w:rPr>
          <w:rtl/>
          <w:lang w:bidi="fa-IR"/>
        </w:rPr>
        <w:t xml:space="preserve"> (نور: 21) و پروردگار ب</w:t>
      </w:r>
      <w:r>
        <w:rPr>
          <w:rFonts w:hint="cs"/>
          <w:rtl/>
          <w:lang w:bidi="fa-IR"/>
        </w:rPr>
        <w:t>ی</w:t>
      </w:r>
      <w:r w:rsidR="00A15A8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همتا ب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جهاد مجاهدان نفس توجه و با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جاو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 w:rsidR="00A15A8D" w:rsidRPr="00A15A8D">
        <w:rPr>
          <w:rStyle w:val="libAlaemChar"/>
          <w:rFonts w:hint="cs"/>
          <w:rtl/>
        </w:rPr>
        <w:t>(</w:t>
      </w:r>
      <w:r w:rsidRPr="00A15A8D">
        <w:rPr>
          <w:rStyle w:val="libAieChar"/>
          <w:rtl/>
        </w:rPr>
        <w:t>وَالْذ</w:t>
      </w:r>
      <w:r w:rsidRPr="00A15A8D">
        <w:rPr>
          <w:rStyle w:val="libAieChar"/>
          <w:rFonts w:hint="cs"/>
          <w:rtl/>
        </w:rPr>
        <w:t>ی</w:t>
      </w:r>
      <w:r w:rsidRPr="00A15A8D">
        <w:rPr>
          <w:rStyle w:val="libAieChar"/>
          <w:rFonts w:hint="eastAsia"/>
          <w:rtl/>
        </w:rPr>
        <w:t>نَ</w:t>
      </w:r>
      <w:r w:rsidRPr="00A15A8D">
        <w:rPr>
          <w:rStyle w:val="libAieChar"/>
          <w:rtl/>
        </w:rPr>
        <w:t xml:space="preserve"> جاهَدُوا ف</w:t>
      </w:r>
      <w:r w:rsidRPr="00A15A8D">
        <w:rPr>
          <w:rStyle w:val="libAieChar"/>
          <w:rFonts w:hint="cs"/>
          <w:rtl/>
        </w:rPr>
        <w:t>ی</w:t>
      </w:r>
      <w:r w:rsidRPr="00A15A8D">
        <w:rPr>
          <w:rStyle w:val="libAieChar"/>
          <w:rFonts w:hint="eastAsia"/>
          <w:rtl/>
        </w:rPr>
        <w:t>نا</w:t>
      </w:r>
      <w:r w:rsidRPr="00A15A8D">
        <w:rPr>
          <w:rStyle w:val="libAieChar"/>
          <w:rtl/>
        </w:rPr>
        <w:t xml:space="preserve"> لَنَهْدِ</w:t>
      </w:r>
      <w:r w:rsidRPr="00A15A8D">
        <w:rPr>
          <w:rStyle w:val="libAieChar"/>
          <w:rFonts w:hint="cs"/>
          <w:rtl/>
        </w:rPr>
        <w:t>یَ</w:t>
      </w:r>
      <w:r w:rsidRPr="00A15A8D">
        <w:rPr>
          <w:rStyle w:val="libAieChar"/>
          <w:rFonts w:hint="eastAsia"/>
          <w:rtl/>
        </w:rPr>
        <w:t>نّهُمْ</w:t>
      </w:r>
      <w:r w:rsidRPr="00A15A8D">
        <w:rPr>
          <w:rStyle w:val="libAieChar"/>
          <w:rtl/>
        </w:rPr>
        <w:t xml:space="preserve"> سُبُلَنا</w:t>
      </w:r>
      <w:r w:rsidR="00A15A8D" w:rsidRPr="00A15A8D">
        <w:rPr>
          <w:rStyle w:val="libAlaemChar"/>
          <w:rFonts w:hint="cs"/>
          <w:rtl/>
        </w:rPr>
        <w:t>)</w:t>
      </w:r>
      <w:r>
        <w:rPr>
          <w:rtl/>
          <w:lang w:bidi="fa-IR"/>
        </w:rPr>
        <w:t xml:space="preserve"> (عنکبوت: 69) راه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ندگان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کمال آسان خواهد کرد. بنابرا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توان با بزرگداشت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مردان وارسته و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ساز، نسل امروز را با پاسداران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آشنا کرد و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 w:rsidR="00A15A8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رشد، کمال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</w:t>
      </w:r>
      <w:r>
        <w:rPr>
          <w:rtl/>
          <w:lang w:bidi="fa-IR"/>
        </w:rPr>
        <w:t xml:space="preserve"> را در آنان بارور ساخت.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ترت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ب،</w:t>
      </w:r>
      <w:r>
        <w:rPr>
          <w:rtl/>
          <w:lang w:bidi="fa-IR"/>
        </w:rPr>
        <w:t xml:space="preserve"> ره پو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دانش و معرفت، در پرتو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آشنا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از اندوخته</w:t>
      </w:r>
      <w:r w:rsidR="00A15A8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بهره</w:t>
      </w:r>
      <w:r w:rsidR="00A15A8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مند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15A8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شک،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اسوه</w:t>
      </w:r>
      <w:r w:rsidR="00A15A8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والا، رسم انسان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</w:t>
      </w:r>
      <w:r>
        <w:rPr>
          <w:rtl/>
          <w:lang w:bidi="fa-IR"/>
        </w:rPr>
        <w:t xml:space="preserve"> را به انسان م</w:t>
      </w:r>
      <w:r>
        <w:rPr>
          <w:rFonts w:hint="cs"/>
          <w:rtl/>
          <w:lang w:bidi="fa-IR"/>
        </w:rPr>
        <w:t>ی</w:t>
      </w:r>
      <w:r w:rsidR="00A15A8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آموزند و سعادت جامعه را تضم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کنند و زلال معرفت را در کام تشنگان محبوب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زند</w:t>
      </w:r>
      <w:r>
        <w:rPr>
          <w:rtl/>
          <w:lang w:bidi="fa-IR"/>
        </w:rPr>
        <w:t>.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اساس، ما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مجموعه برآن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جلوهها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ظرافتها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دانشمندان و بزرگان 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ن بپرداز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است به لطف پروردگار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همتا، مقبول طبع صاحب نظران نکته سنج و اخلاق گرا قرار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</w:t>
      </w:r>
      <w:r>
        <w:rPr>
          <w:rFonts w:hint="eastAsia"/>
          <w:rtl/>
          <w:lang w:bidi="fa-IR"/>
        </w:rPr>
        <w:t>نوشته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فرا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شماست، شرح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مختصر از احوال و جنبه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عالمان عابد و صالح، و پاسخ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به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روزافزون و عطش ره پو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کمال انسان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هستند.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شرح حال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دانشمندان و بزرگان فره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خته،</w:t>
      </w:r>
      <w:r>
        <w:rPr>
          <w:rtl/>
          <w:lang w:bidi="fa-IR"/>
        </w:rPr>
        <w:t xml:space="preserve"> روشن گر راه انسان ها، به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جوانان با</w:t>
      </w:r>
      <w:r>
        <w:rPr>
          <w:rFonts w:hint="eastAsia"/>
          <w:rtl/>
          <w:lang w:bidi="fa-IR"/>
        </w:rPr>
        <w:t>شد</w:t>
      </w:r>
      <w:r>
        <w:rPr>
          <w:rtl/>
          <w:lang w:bidi="fa-IR"/>
        </w:rPr>
        <w:t xml:space="preserve"> و ما را توشه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توشه.</w:t>
      </w:r>
    </w:p>
    <w:p w:rsidR="00AE3A06" w:rsidRDefault="00A15A8D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A15A8D">
      <w:pPr>
        <w:pStyle w:val="Heading1"/>
        <w:rPr>
          <w:rtl/>
          <w:lang w:bidi="fa-IR"/>
        </w:rPr>
      </w:pPr>
      <w:bookmarkStart w:id="1" w:name="_Toc523832761"/>
      <w:r>
        <w:rPr>
          <w:rFonts w:hint="eastAsia"/>
          <w:rtl/>
          <w:lang w:bidi="fa-IR"/>
        </w:rPr>
        <w:t>فصل</w:t>
      </w:r>
      <w:r>
        <w:rPr>
          <w:rtl/>
          <w:lang w:bidi="fa-IR"/>
        </w:rPr>
        <w:t xml:space="preserve"> اول: اخلاق فرد</w:t>
      </w:r>
      <w:r>
        <w:rPr>
          <w:rFonts w:hint="cs"/>
          <w:rtl/>
          <w:lang w:bidi="fa-IR"/>
        </w:rPr>
        <w:t>ی</w:t>
      </w:r>
      <w:bookmarkEnd w:id="1"/>
    </w:p>
    <w:p w:rsidR="00A15A8D" w:rsidRDefault="00A15A8D" w:rsidP="00AE3A06">
      <w:pPr>
        <w:pStyle w:val="libNormal"/>
        <w:rPr>
          <w:rtl/>
          <w:lang w:bidi="fa-IR"/>
        </w:rPr>
      </w:pPr>
    </w:p>
    <w:p w:rsidR="00AE3A06" w:rsidRDefault="00AE3A06" w:rsidP="00A15A8D">
      <w:pPr>
        <w:pStyle w:val="Heading2"/>
        <w:rPr>
          <w:rtl/>
          <w:lang w:bidi="fa-IR"/>
        </w:rPr>
      </w:pPr>
      <w:bookmarkStart w:id="2" w:name="_Toc523832762"/>
      <w:r>
        <w:rPr>
          <w:rFonts w:hint="eastAsia"/>
          <w:rtl/>
          <w:lang w:bidi="fa-IR"/>
        </w:rPr>
        <w:t>خداب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bookmarkEnd w:id="2"/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15A8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حاج</w:t>
      </w:r>
      <w:r>
        <w:rPr>
          <w:rtl/>
          <w:lang w:bidi="fa-IR"/>
        </w:rPr>
        <w:t xml:space="preserve"> آقا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تهران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با مرحوم پدرم در خدمت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 نشسته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رو به پدرم کرد و فرمود: «آقا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>! ما دستها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خودمان را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چشمها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گذاشته</w:t>
      </w:r>
      <w:r w:rsidR="00A15A8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چرا خدا را نم</w:t>
      </w:r>
      <w:r>
        <w:rPr>
          <w:rFonts w:hint="cs"/>
          <w:rtl/>
          <w:lang w:bidi="fa-IR"/>
        </w:rPr>
        <w:t>ی</w:t>
      </w:r>
      <w:r w:rsidR="00A15A8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به ما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دست</w:t>
      </w:r>
      <w:r w:rsidR="00A15A8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چشمها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بردار و سپس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عالم را خال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خداوند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؟»</w:t>
      </w:r>
      <w:r>
        <w:rPr>
          <w:rtl/>
          <w:lang w:bidi="fa-IR"/>
        </w:rPr>
        <w:t>.</w:t>
      </w:r>
      <w:r w:rsidRPr="00A15A8D">
        <w:rPr>
          <w:rStyle w:val="libFootnotenumChar"/>
          <w:rtl/>
        </w:rPr>
        <w:t>(1)</w:t>
      </w:r>
    </w:p>
    <w:p w:rsidR="00A15A8D" w:rsidRDefault="00A15A8D" w:rsidP="00AE3A06">
      <w:pPr>
        <w:pStyle w:val="libNormal"/>
        <w:rPr>
          <w:rtl/>
          <w:lang w:bidi="fa-IR"/>
        </w:rPr>
      </w:pPr>
    </w:p>
    <w:p w:rsidR="00AE3A06" w:rsidRDefault="00AE3A06" w:rsidP="00A15A8D">
      <w:pPr>
        <w:pStyle w:val="Heading2"/>
        <w:rPr>
          <w:rtl/>
          <w:lang w:bidi="fa-IR"/>
        </w:rPr>
      </w:pPr>
      <w:bookmarkStart w:id="3" w:name="_Toc523832763"/>
      <w:r>
        <w:rPr>
          <w:rFonts w:hint="eastAsia"/>
          <w:rtl/>
          <w:lang w:bidi="fa-IR"/>
        </w:rPr>
        <w:t>اعتقاد</w:t>
      </w:r>
      <w:r>
        <w:rPr>
          <w:rtl/>
          <w:lang w:bidi="fa-IR"/>
        </w:rPr>
        <w:t xml:space="preserve"> به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افعال</w:t>
      </w:r>
      <w:r>
        <w:rPr>
          <w:rFonts w:hint="cs"/>
          <w:rtl/>
          <w:lang w:bidi="fa-IR"/>
        </w:rPr>
        <w:t>ی</w:t>
      </w:r>
      <w:bookmarkEnd w:id="3"/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15A8D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شاگردان استاد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محمدتق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ستوده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هنگام تدر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استاد، کبوتر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داخل مسجد (محل درس) شد،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وار</w:t>
      </w:r>
      <w:r>
        <w:rPr>
          <w:rtl/>
          <w:lang w:bidi="fa-IR"/>
        </w:rPr>
        <w:t xml:space="preserve"> نشست و سر و صدا کرد. استاد ساکت شد تا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کبوتر قطع شود. کبوتر با حرکت دست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طلبه</w:t>
      </w:r>
      <w:r w:rsidR="00A15A8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 پر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رفت. استاد به تدر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خود ادامه داد. ناگها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>اش گرفت و فرمود: «خداوند به ما فهماند که</w:t>
      </w:r>
    </w:p>
    <w:p w:rsidR="00AE3A06" w:rsidRPr="00A15A8D" w:rsidRDefault="00A15A8D" w:rsidP="00A15A8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</w:t>
      </w:r>
    </w:p>
    <w:p w:rsidR="00AE3A06" w:rsidRDefault="00AE3A06" w:rsidP="00A15A8D">
      <w:pPr>
        <w:pStyle w:val="libFootnote0"/>
        <w:rPr>
          <w:rtl/>
          <w:lang w:bidi="fa-IR"/>
        </w:rPr>
      </w:pPr>
      <w:r>
        <w:rPr>
          <w:rtl/>
          <w:lang w:bidi="fa-IR"/>
        </w:rPr>
        <w:t>1- نک: محمدحسن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الله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زاهد، قم، مسجد مقدس جمکران، 1382، چ1، ص 218.</w:t>
      </w:r>
    </w:p>
    <w:p w:rsidR="00AE3A06" w:rsidRDefault="00A15A8D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A15A8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توانم مانع را در وجود خودت پد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آورم؛ [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دست خداست، اگر او نخواهد، ما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تدر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خود ادامه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]».</w:t>
      </w:r>
      <w:r w:rsidRPr="00A15A8D">
        <w:rPr>
          <w:rStyle w:val="libFootnotenumChar"/>
          <w:rtl/>
        </w:rPr>
        <w:t>(1)</w:t>
      </w:r>
    </w:p>
    <w:p w:rsidR="00AE3A06" w:rsidRDefault="00AE3A06" w:rsidP="00A15A8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حاج</w:t>
      </w:r>
      <w:r>
        <w:rPr>
          <w:rtl/>
          <w:lang w:bidi="fa-IR"/>
        </w:rPr>
        <w:t xml:space="preserve"> آقا فخر تهران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من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دوستانم به نام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انشا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 خدمت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حش</w:t>
      </w:r>
      <w:r>
        <w:rPr>
          <w:rtl/>
          <w:lang w:bidi="fa-IR"/>
        </w:rPr>
        <w:t xml:space="preserve"> را گم کرده بود و با نگاه و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دستش به اطراف، دنبال تسب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گشت و از ما هم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«شما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مرا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د؟»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سخن، م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افتن</w:t>
      </w:r>
      <w:r>
        <w:rPr>
          <w:rtl/>
          <w:lang w:bidi="fa-IR"/>
        </w:rPr>
        <w:t xml:space="preserve"> تسب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شروع به گشتن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پس از دقا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چشمان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اشک آلود و با بغض فرمود: «بب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!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تواند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معنا باشد که خداوند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خواهد به من بفرما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عمر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ما تو را نگه داشته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وگرنه تو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حت</w:t>
      </w:r>
      <w:r>
        <w:rPr>
          <w:rtl/>
          <w:lang w:bidi="fa-IR"/>
        </w:rPr>
        <w:t xml:space="preserve"> را 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ز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نگه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>.</w:t>
      </w:r>
      <w:r w:rsidRPr="00A15A8D">
        <w:rPr>
          <w:rStyle w:val="libFootnotenumChar"/>
          <w:rtl/>
        </w:rPr>
        <w:t>(2)</w:t>
      </w:r>
    </w:p>
    <w:p w:rsidR="00AE3A06" w:rsidRDefault="00AE3A06" w:rsidP="00A15A8D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شاگردان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رجب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خدمت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عرضه داشتم: اگر اجازه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با هم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حضرت رضا مشرّف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فرمود: «اجازه</w:t>
      </w:r>
      <w:r w:rsidR="00A15A8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ام دست خودم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.» نخست فهم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مطلب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قدر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که چرا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اجازه ام دست خودم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زما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گذشت و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بنده خدا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اراده حق، رأ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خود ندارد و کارها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به اجازه و رضا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اوست. پس از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محضر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رجب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درباره اخلاص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امام رضا </w:t>
      </w:r>
      <w:r w:rsidR="00000DDD" w:rsidRPr="00000DDD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بحث شد.</w:t>
      </w:r>
    </w:p>
    <w:p w:rsidR="00AE3A06" w:rsidRPr="00A15A8D" w:rsidRDefault="00A15A8D" w:rsidP="00A15A8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</w:t>
      </w:r>
    </w:p>
    <w:p w:rsidR="00AE3A06" w:rsidRDefault="00AE3A06" w:rsidP="00A15A8D">
      <w:pPr>
        <w:pStyle w:val="libFootnote0"/>
        <w:rPr>
          <w:rtl/>
          <w:lang w:bidi="fa-IR"/>
        </w:rPr>
      </w:pPr>
      <w:r>
        <w:rPr>
          <w:rtl/>
          <w:lang w:bidi="fa-IR"/>
        </w:rPr>
        <w:t>1- نک: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سندگان</w:t>
      </w:r>
      <w:r>
        <w:rPr>
          <w:rtl/>
          <w:lang w:bidi="fa-IR"/>
        </w:rPr>
        <w:t xml:space="preserve"> ماهنامه کوثر، ستارگان حرم، قم، انتشارات زائر، 1382، چ1، ج12، ص52.</w:t>
      </w:r>
    </w:p>
    <w:p w:rsidR="00AE3A06" w:rsidRDefault="00AE3A06" w:rsidP="00A15A8D">
      <w:pPr>
        <w:pStyle w:val="libFootnote0"/>
        <w:rPr>
          <w:rtl/>
          <w:lang w:bidi="fa-IR"/>
        </w:rPr>
      </w:pPr>
      <w:r>
        <w:rPr>
          <w:rtl/>
          <w:lang w:bidi="fa-IR"/>
        </w:rPr>
        <w:t>2- نک: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زاهد، صص 167 و 168.</w:t>
      </w:r>
    </w:p>
    <w:p w:rsidR="00AE3A06" w:rsidRDefault="00A15A8D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E3A06">
        <w:rPr>
          <w:rFonts w:hint="eastAsia"/>
          <w:rtl/>
          <w:lang w:bidi="fa-IR"/>
        </w:rPr>
        <w:lastRenderedPageBreak/>
        <w:t>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شان</w:t>
      </w:r>
      <w:r w:rsidR="00AE3A06">
        <w:rPr>
          <w:rtl/>
          <w:lang w:bidi="fa-IR"/>
        </w:rPr>
        <w:t xml:space="preserve"> فرمود: «ما اگر برا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خدا مشرّف شو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م</w:t>
      </w:r>
      <w:r w:rsidR="00AE3A06">
        <w:rPr>
          <w:rtl/>
          <w:lang w:bidi="fa-IR"/>
        </w:rPr>
        <w:t xml:space="preserve"> و جز رضا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خدا 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ز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در نظر نباشد، حضرت از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زائر پذ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را</w:t>
      </w:r>
      <w:r w:rsidR="00AE3A06">
        <w:rPr>
          <w:rFonts w:hint="cs"/>
          <w:rtl/>
          <w:lang w:bidi="fa-IR"/>
        </w:rPr>
        <w:t>یی</w:t>
      </w:r>
      <w:r w:rsidR="00AE3A06">
        <w:rPr>
          <w:rtl/>
          <w:lang w:bidi="fa-IR"/>
        </w:rPr>
        <w:t xml:space="preserve"> 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گر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خواهد کرد».</w:t>
      </w:r>
      <w:r w:rsidR="00AE3A06" w:rsidRPr="00A15A8D">
        <w:rPr>
          <w:rStyle w:val="libFootnotenumChar"/>
          <w:rtl/>
        </w:rPr>
        <w:t>(1)</w:t>
      </w:r>
    </w:p>
    <w:p w:rsidR="00A15A8D" w:rsidRDefault="00A15A8D" w:rsidP="00AE3A06">
      <w:pPr>
        <w:pStyle w:val="libNormal"/>
        <w:rPr>
          <w:rtl/>
          <w:lang w:bidi="fa-IR"/>
        </w:rPr>
      </w:pPr>
    </w:p>
    <w:p w:rsidR="00AE3A06" w:rsidRDefault="00AE3A06" w:rsidP="00A15A8D">
      <w:pPr>
        <w:pStyle w:val="Heading2"/>
        <w:rPr>
          <w:rtl/>
          <w:lang w:bidi="fa-IR"/>
        </w:rPr>
      </w:pPr>
      <w:bookmarkStart w:id="4" w:name="_Toc523832764"/>
      <w:r>
        <w:rPr>
          <w:rFonts w:hint="eastAsia"/>
          <w:rtl/>
          <w:lang w:bidi="fa-IR"/>
        </w:rPr>
        <w:t>اخلاص</w:t>
      </w:r>
      <w:bookmarkEnd w:id="4"/>
    </w:p>
    <w:p w:rsidR="00AE3A06" w:rsidRDefault="00AE3A06" w:rsidP="00A15A8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حجت الاسلام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تهران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شده است: من اصرار داشتم رمز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امام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ابم</w:t>
      </w:r>
      <w:r>
        <w:rPr>
          <w:rtl/>
          <w:lang w:bidi="fa-IR"/>
        </w:rPr>
        <w:t>. پس از مطالعه،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حضرت امام در کارها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شان،</w:t>
      </w:r>
      <w:r>
        <w:rPr>
          <w:rtl/>
          <w:lang w:bidi="fa-IR"/>
        </w:rPr>
        <w:t xml:space="preserve"> در افکارشان، در اعمالشان، در گفتارشان و در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 w:rsidR="00A15A8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 w:rsidR="00A15A8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شان،</w:t>
      </w:r>
      <w:r>
        <w:rPr>
          <w:rtl/>
          <w:lang w:bidi="fa-IR"/>
        </w:rPr>
        <w:t xml:space="preserve"> فقط و فقط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ز را هدف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دادند و آن، خدا بود.</w:t>
      </w:r>
      <w:r w:rsidRPr="00A15A8D">
        <w:rPr>
          <w:rStyle w:val="libFootnotenumChar"/>
          <w:rtl/>
        </w:rPr>
        <w:t>(2)</w:t>
      </w:r>
    </w:p>
    <w:p w:rsidR="00AE3A06" w:rsidRDefault="00AE3A06" w:rsidP="00863C5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نقل</w:t>
      </w:r>
      <w:r>
        <w:rPr>
          <w:rtl/>
          <w:lang w:bidi="fa-IR"/>
        </w:rPr>
        <w:t xml:space="preserve"> است چند روز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فوت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بروجرد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عده</w:t>
      </w:r>
      <w:r w:rsidR="00A15A8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خدمت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و آقا را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ناراحت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. آقا با ناراحت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«خلاصه عمر ما گذشت و ما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نتوانست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عمل باارزش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.»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از حاضران با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سخن آقا گفت: </w:t>
      </w:r>
      <w:r>
        <w:rPr>
          <w:rFonts w:hint="eastAsia"/>
          <w:rtl/>
          <w:lang w:bidi="fa-IR"/>
        </w:rPr>
        <w:t>آقا</w:t>
      </w:r>
      <w:r>
        <w:rPr>
          <w:rtl/>
          <w:lang w:bidi="fa-IR"/>
        </w:rPr>
        <w:t xml:space="preserve"> شما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چرا؟! ما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چاره</w:t>
      </w:r>
      <w:r w:rsidR="00A15A8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بگو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شما چرا؟ بحمدالله شما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همه آثار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خود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گذاشته</w:t>
      </w:r>
      <w:r w:rsidR="00A15A8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د؛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همه شاگرد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د؛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همه کتاب از خود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ادگار</w:t>
      </w:r>
      <w:r>
        <w:rPr>
          <w:rtl/>
          <w:lang w:bidi="fa-IR"/>
        </w:rPr>
        <w:t xml:space="preserve"> نهاده</w:t>
      </w:r>
      <w:r w:rsidR="00A15A8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د؛</w:t>
      </w:r>
      <w:r>
        <w:rPr>
          <w:rtl/>
          <w:lang w:bidi="fa-IR"/>
        </w:rPr>
        <w:t xml:space="preserve"> مسجد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عظمت ساخته</w:t>
      </w:r>
      <w:r w:rsidR="00A15A8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مدرسه</w:t>
      </w:r>
      <w:r w:rsidR="00A15A8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جاها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گوناگون بنا کر</w:t>
      </w:r>
      <w:r>
        <w:rPr>
          <w:rFonts w:hint="eastAsia"/>
          <w:rtl/>
          <w:lang w:bidi="fa-IR"/>
        </w:rPr>
        <w:t>ده</w:t>
      </w:r>
      <w:r w:rsidR="00A15A8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سخن آن شخص به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 w:rsidR="00A15A8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الله بروجرد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جمله</w:t>
      </w:r>
      <w:r w:rsidR="00A15A8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 که به ظاهر،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قدس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فرمود: «اَخْلِصِ الْعَمَلَ فَاِنَّ النَّاقِدَ بَص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رٌ</w:t>
      </w:r>
      <w:r>
        <w:rPr>
          <w:rtl/>
          <w:lang w:bidi="fa-IR"/>
        </w:rPr>
        <w:t xml:space="preserve">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رٌ؛</w:t>
      </w:r>
      <w:r>
        <w:rPr>
          <w:rtl/>
          <w:lang w:bidi="fa-IR"/>
        </w:rPr>
        <w:t xml:space="preserve"> عمل را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خالص انجام داد. نقاد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آنجا هست.» تو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که در منطق مردم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شکل هست، حتماً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شگاه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طور است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تو هست؟ </w:t>
      </w:r>
      <w:r w:rsidR="00863C5E" w:rsidRPr="00863C5E">
        <w:rPr>
          <w:rStyle w:val="libAlaemChar"/>
          <w:rFonts w:hint="cs"/>
          <w:rtl/>
        </w:rPr>
        <w:t>(</w:t>
      </w:r>
      <w:r w:rsidRPr="00863C5E">
        <w:rPr>
          <w:rStyle w:val="libAieChar"/>
          <w:rtl/>
        </w:rPr>
        <w:t>أَنّ اللّهَ بِما تَعْمَلُونَ خَب</w:t>
      </w:r>
      <w:r w:rsidRPr="00863C5E">
        <w:rPr>
          <w:rStyle w:val="libAieChar"/>
          <w:rFonts w:hint="cs"/>
          <w:rtl/>
        </w:rPr>
        <w:t>ی</w:t>
      </w:r>
      <w:r w:rsidRPr="00863C5E">
        <w:rPr>
          <w:rStyle w:val="libAieChar"/>
          <w:rFonts w:hint="eastAsia"/>
          <w:rtl/>
        </w:rPr>
        <w:t>ر</w:t>
      </w:r>
      <w:r>
        <w:rPr>
          <w:rFonts w:hint="eastAsia"/>
          <w:rtl/>
          <w:lang w:bidi="fa-IR"/>
        </w:rPr>
        <w:t>ٌ</w:t>
      </w:r>
      <w:r w:rsidR="00863C5E" w:rsidRPr="00863C5E">
        <w:rPr>
          <w:rStyle w:val="libAlaemChar"/>
          <w:rFonts w:hint="cs"/>
          <w:rtl/>
        </w:rPr>
        <w:t>)</w:t>
      </w:r>
      <w:r>
        <w:rPr>
          <w:rtl/>
          <w:lang w:bidi="fa-IR"/>
        </w:rPr>
        <w:t>.</w:t>
      </w:r>
      <w:r w:rsidRPr="00863C5E">
        <w:rPr>
          <w:rStyle w:val="libFootnotenumChar"/>
          <w:rtl/>
        </w:rPr>
        <w:t>(3)</w:t>
      </w:r>
    </w:p>
    <w:p w:rsidR="00AE3A06" w:rsidRPr="00863C5E" w:rsidRDefault="00863C5E" w:rsidP="00863C5E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________________________________</w:t>
      </w:r>
    </w:p>
    <w:p w:rsidR="00AE3A06" w:rsidRDefault="00AE3A06" w:rsidP="00863C5E">
      <w:pPr>
        <w:pStyle w:val="libFootnote0"/>
        <w:rPr>
          <w:rtl/>
          <w:lang w:bidi="fa-IR"/>
        </w:rPr>
      </w:pPr>
      <w:r>
        <w:rPr>
          <w:rtl/>
          <w:lang w:bidi="fa-IR"/>
        </w:rPr>
        <w:t>1- نک: محمد محمد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softHyphen/>
        <w:t>شهر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محبت، قم، دارالحد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ث،</w:t>
      </w:r>
      <w:r>
        <w:rPr>
          <w:rtl/>
          <w:lang w:bidi="fa-IR"/>
        </w:rPr>
        <w:t xml:space="preserve"> 1386، چ 21، ص 193.</w:t>
      </w:r>
    </w:p>
    <w:p w:rsidR="00AE3A06" w:rsidRDefault="00AE3A06" w:rsidP="00863C5E">
      <w:pPr>
        <w:pStyle w:val="libFootnote0"/>
        <w:rPr>
          <w:rtl/>
          <w:lang w:bidi="fa-IR"/>
        </w:rPr>
      </w:pPr>
      <w:r>
        <w:rPr>
          <w:rtl/>
          <w:lang w:bidi="fa-IR"/>
        </w:rPr>
        <w:t>2- نک:ام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ررضا</w:t>
      </w:r>
      <w:r>
        <w:rPr>
          <w:rtl/>
          <w:lang w:bidi="fa-IR"/>
        </w:rPr>
        <w:t xml:space="preserve"> ستوده، پا به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آفتاب، تهران، نشر پنجره، 1373، چ 1، ج 2، ص 323.</w:t>
      </w:r>
    </w:p>
    <w:p w:rsidR="00AE3A06" w:rsidRDefault="00AE3A06" w:rsidP="00863C5E">
      <w:pPr>
        <w:pStyle w:val="libFootnote0"/>
        <w:rPr>
          <w:rtl/>
          <w:lang w:bidi="fa-IR"/>
        </w:rPr>
      </w:pPr>
      <w:r>
        <w:rPr>
          <w:rtl/>
          <w:lang w:bidi="fa-IR"/>
        </w:rPr>
        <w:t>3- نک: رضا مختار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فرزانگان، قم، دفتر تبل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غات</w:t>
      </w:r>
      <w:r>
        <w:rPr>
          <w:rtl/>
          <w:lang w:bidi="fa-IR"/>
        </w:rPr>
        <w:t xml:space="preserve"> اسلام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1385، چ 15، ص 123.</w:t>
      </w:r>
    </w:p>
    <w:p w:rsidR="00863C5E" w:rsidRDefault="00863C5E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863C5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نقل</w:t>
      </w:r>
      <w:r>
        <w:rPr>
          <w:rtl/>
          <w:lang w:bidi="fa-IR"/>
        </w:rPr>
        <w:t xml:space="preserve"> است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ارزشمند به نام منازل الاخره نوشته بود که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عبدالرزاق مسئله گو، هر روز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ظهر، در حرم حضرت معصومه</w:t>
      </w:r>
      <w:r w:rsidR="00863C5E" w:rsidRPr="00863C5E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خواند و مردم به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کربلا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محمدرضا، پدر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مطالب لذت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بردند.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کربلا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محمدرضا به خانه آمد و به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گفت: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کاش تو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مثل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واعظ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توانست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منبر برو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را بخوان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«چند بار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گرفتم به پدرم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نوشته خود من است،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بار، از گف</w:t>
      </w:r>
      <w:r>
        <w:rPr>
          <w:rFonts w:hint="eastAsia"/>
          <w:rtl/>
          <w:lang w:bidi="fa-IR"/>
        </w:rPr>
        <w:t>تن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خوددار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و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نگفتم و فقط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عرض کردم: دعا بفرما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خداوند به من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توف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!».</w:t>
      </w:r>
      <w:r w:rsidRPr="00863C5E">
        <w:rPr>
          <w:rStyle w:val="libFootnotenumChar"/>
          <w:rtl/>
        </w:rPr>
        <w:t>(1)</w:t>
      </w:r>
    </w:p>
    <w:p w:rsidR="00AE3A06" w:rsidRDefault="00AE3A06" w:rsidP="00863C5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دانشمند وارسته، حضرت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حاج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دمحسن</w:t>
      </w:r>
      <w:r>
        <w:rPr>
          <w:rtl/>
          <w:lang w:bidi="fa-IR"/>
        </w:rPr>
        <w:t xml:space="preserve"> خراز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درباره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اخلاص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والا داشت، اخلاص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 ظاهر و محسوس بود. هر کس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اندک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شد، به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آشکار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شد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بزرگوار، فقط و فقط خدا را در نظر </w:t>
      </w:r>
      <w:r>
        <w:rPr>
          <w:rFonts w:hint="eastAsia"/>
          <w:rtl/>
          <w:lang w:bidi="fa-IR"/>
        </w:rPr>
        <w:t>دارد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اخلاص در تمام شئونات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همه نشست ها و برخاست</w:t>
      </w:r>
      <w:r w:rsidR="00863C5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 و همه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بود و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گونه اخلاص داشته باشد، خدا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داند به چه درجات و مقامات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 م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ابد</w:t>
      </w:r>
      <w:r>
        <w:rPr>
          <w:rtl/>
          <w:lang w:bidi="fa-IR"/>
        </w:rPr>
        <w:t>.</w:t>
      </w:r>
      <w:r w:rsidRPr="00863C5E">
        <w:rPr>
          <w:rStyle w:val="libFootnotenumChar"/>
          <w:rtl/>
        </w:rPr>
        <w:t>(2)</w:t>
      </w:r>
    </w:p>
    <w:p w:rsidR="00AE3A06" w:rsidRPr="00863C5E" w:rsidRDefault="00863C5E" w:rsidP="00863C5E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</w:t>
      </w:r>
    </w:p>
    <w:p w:rsidR="00AE3A06" w:rsidRDefault="00AE3A06" w:rsidP="00863C5E">
      <w:pPr>
        <w:pStyle w:val="libFootnote0"/>
        <w:rPr>
          <w:rtl/>
          <w:lang w:bidi="fa-IR"/>
        </w:rPr>
      </w:pPr>
      <w:r>
        <w:rPr>
          <w:rtl/>
          <w:lang w:bidi="fa-IR"/>
        </w:rPr>
        <w:t>1- نک: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؛</w:t>
      </w:r>
      <w:r>
        <w:rPr>
          <w:rtl/>
          <w:lang w:bidi="fa-IR"/>
        </w:rPr>
        <w:t xml:space="preserve"> مرد تقوا و 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لت،</w:t>
      </w:r>
      <w:r>
        <w:rPr>
          <w:rtl/>
          <w:lang w:bidi="fa-IR"/>
        </w:rPr>
        <w:t xml:space="preserve"> تهران، دارالکتب الاسلام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1354، صص 48 و 49؛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فرزانگان، صص 153 و 154.</w:t>
      </w:r>
    </w:p>
    <w:p w:rsidR="00AE3A06" w:rsidRDefault="00AE3A06" w:rsidP="00863C5E">
      <w:pPr>
        <w:pStyle w:val="libFootnote0"/>
        <w:rPr>
          <w:rtl/>
          <w:lang w:bidi="fa-IR"/>
        </w:rPr>
      </w:pPr>
      <w:r>
        <w:rPr>
          <w:rtl/>
          <w:lang w:bidi="fa-IR"/>
        </w:rPr>
        <w:t>2- نک: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زاهد، ص 108.</w:t>
      </w:r>
    </w:p>
    <w:p w:rsidR="00AE3A06" w:rsidRDefault="00863C5E" w:rsidP="00863C5E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E3A06">
        <w:rPr>
          <w:rFonts w:hint="cs"/>
          <w:rtl/>
          <w:lang w:bidi="fa-IR"/>
        </w:rPr>
        <w:lastRenderedPageBreak/>
        <w:t>ی</w:t>
      </w:r>
      <w:r w:rsidR="00AE3A06">
        <w:rPr>
          <w:rFonts w:hint="eastAsia"/>
          <w:rtl/>
          <w:lang w:bidi="fa-IR"/>
        </w:rPr>
        <w:t>ک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از ارادتمندان ش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خ</w:t>
      </w:r>
      <w:r w:rsidR="00AE3A06">
        <w:rPr>
          <w:rtl/>
          <w:lang w:bidi="fa-IR"/>
        </w:rPr>
        <w:t xml:space="preserve"> رجب عل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خ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اط</w:t>
      </w:r>
      <w:r w:rsidR="00AE3A06">
        <w:rPr>
          <w:rtl/>
          <w:lang w:bidi="fa-IR"/>
        </w:rPr>
        <w:t xml:space="preserve">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>گو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</w:t>
      </w:r>
      <w:r w:rsidR="00AE3A06">
        <w:rPr>
          <w:rtl/>
          <w:lang w:bidi="fa-IR"/>
        </w:rPr>
        <w:t>: روز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ش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خ</w:t>
      </w:r>
      <w:r w:rsidR="00AE3A06">
        <w:rPr>
          <w:rtl/>
          <w:lang w:bidi="fa-IR"/>
        </w:rPr>
        <w:t xml:space="preserve"> از من پرس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</w:t>
      </w:r>
      <w:r w:rsidR="00AE3A06">
        <w:rPr>
          <w:rtl/>
          <w:lang w:bidi="fa-IR"/>
        </w:rPr>
        <w:t>: «شغل شما 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ست؟»</w:t>
      </w:r>
      <w:r w:rsidR="00AE3A06">
        <w:rPr>
          <w:rtl/>
          <w:lang w:bidi="fa-IR"/>
        </w:rPr>
        <w:t xml:space="preserve"> گفتم: نجارم. ش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خ</w:t>
      </w:r>
      <w:r w:rsidR="00AE3A06">
        <w:rPr>
          <w:rtl/>
          <w:lang w:bidi="fa-IR"/>
        </w:rPr>
        <w:t xml:space="preserve"> فرمود: «چکش را که به م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خ</w:t>
      </w:r>
      <w:r w:rsidR="00AE3A06">
        <w:rPr>
          <w:rtl/>
          <w:lang w:bidi="fa-IR"/>
        </w:rPr>
        <w:t xml:space="preserve">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>کوب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،</w:t>
      </w:r>
      <w:r w:rsidR="00AE3A06">
        <w:rPr>
          <w:rtl/>
          <w:lang w:bidi="fa-IR"/>
        </w:rPr>
        <w:t xml:space="preserve"> به 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اد</w:t>
      </w:r>
      <w:r w:rsidR="00AE3A06">
        <w:rPr>
          <w:rtl/>
          <w:lang w:bidi="fa-IR"/>
        </w:rPr>
        <w:t xml:space="preserve"> خدا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کوب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</w:t>
      </w:r>
      <w:r w:rsidR="00AE3A06">
        <w:rPr>
          <w:rtl/>
          <w:lang w:bidi="fa-IR"/>
        </w:rPr>
        <w:t xml:space="preserve"> به 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اد</w:t>
      </w:r>
      <w:r w:rsidR="00AE3A06">
        <w:rPr>
          <w:rtl/>
          <w:lang w:bidi="fa-IR"/>
        </w:rPr>
        <w:t xml:space="preserve"> پول؟! اگر به 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اد</w:t>
      </w:r>
      <w:r w:rsidR="00AE3A06">
        <w:rPr>
          <w:rtl/>
          <w:lang w:bidi="fa-IR"/>
        </w:rPr>
        <w:t xml:space="preserve"> پول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کوب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،</w:t>
      </w:r>
      <w:r w:rsidR="00AE3A06">
        <w:rPr>
          <w:rtl/>
          <w:lang w:bidi="fa-IR"/>
        </w:rPr>
        <w:t xml:space="preserve"> همان پول را به تو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دهند و اگر به 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اد</w:t>
      </w:r>
      <w:r w:rsidR="00AE3A06">
        <w:rPr>
          <w:rtl/>
          <w:lang w:bidi="fa-IR"/>
        </w:rPr>
        <w:t xml:space="preserve"> خدا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کوب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،</w:t>
      </w:r>
      <w:r w:rsidR="00AE3A06">
        <w:rPr>
          <w:rtl/>
          <w:lang w:bidi="fa-IR"/>
        </w:rPr>
        <w:t xml:space="preserve"> هم به تو پول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دهند و هم به خدا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>رس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؟»</w:t>
      </w:r>
      <w:r w:rsidR="00AE3A06">
        <w:rPr>
          <w:rtl/>
          <w:lang w:bidi="fa-IR"/>
        </w:rPr>
        <w:t>.</w:t>
      </w:r>
      <w:r w:rsidR="00AE3A06" w:rsidRPr="00863C5E">
        <w:rPr>
          <w:rStyle w:val="libFootnotenumChar"/>
          <w:rtl/>
        </w:rPr>
        <w:t>(1)</w:t>
      </w:r>
    </w:p>
    <w:p w:rsidR="00AE3A06" w:rsidRDefault="00AE3A06" w:rsidP="00863C5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شاگردان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رجب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کند: من منش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تجارت خانه بودم.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رجب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آنجا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آورد و به من فرمود: «ا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دفاتر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؟»</w:t>
      </w:r>
      <w:r>
        <w:rPr>
          <w:rtl/>
          <w:lang w:bidi="fa-IR"/>
        </w:rPr>
        <w:t xml:space="preserve"> عرض کردم: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استادم.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فرمود: «اگر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دفاتر اسم خود را درج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، استاد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نه؟»</w:t>
      </w:r>
      <w:r>
        <w:rPr>
          <w:rtl/>
          <w:lang w:bidi="fa-IR"/>
        </w:rPr>
        <w:t xml:space="preserve"> گفتم: بله،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 سپس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پارچه را که متر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استاد؟» عرض کردم: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استاد. سپس فرمود: «فهم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>!» عرض کردم: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>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فرمود: «فرهاد، هر کلنگ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زد،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گفت: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و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معشوق خود ذکر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نداشت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دفتر را به عشق محبوب بنو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! پارچه را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او متر کن!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صورت، همه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مقدمه وصل است.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نَفَسها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او بکش!».</w:t>
      </w:r>
      <w:r w:rsidRPr="00863C5E">
        <w:rPr>
          <w:rStyle w:val="libFootnotenumChar"/>
          <w:rtl/>
        </w:rPr>
        <w:t>(2)</w:t>
      </w:r>
    </w:p>
    <w:p w:rsidR="00863C5E" w:rsidRDefault="00863C5E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دانشمندان معاصر که خود، استاد اخلاق و عرفان است،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از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رجب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tl/>
          <w:lang w:bidi="fa-IR"/>
        </w:rPr>
        <w:t xml:space="preserve"> درباره خودم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فرمود:</w:t>
      </w:r>
    </w:p>
    <w:p w:rsidR="00AE3A06" w:rsidRPr="00863C5E" w:rsidRDefault="00863C5E" w:rsidP="00863C5E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</w:t>
      </w:r>
    </w:p>
    <w:p w:rsidR="00AE3A06" w:rsidRDefault="00AE3A06" w:rsidP="00863C5E">
      <w:pPr>
        <w:pStyle w:val="libFootnote0"/>
        <w:rPr>
          <w:rtl/>
          <w:lang w:bidi="fa-IR"/>
        </w:rPr>
      </w:pPr>
      <w:r>
        <w:rPr>
          <w:rtl/>
          <w:lang w:bidi="fa-IR"/>
        </w:rPr>
        <w:t>1- نک: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محبت، ص 198.</w:t>
      </w:r>
    </w:p>
    <w:p w:rsidR="00AE3A06" w:rsidRDefault="00AE3A06" w:rsidP="00863C5E">
      <w:pPr>
        <w:pStyle w:val="libFootnote0"/>
        <w:rPr>
          <w:rtl/>
          <w:lang w:bidi="fa-IR"/>
        </w:rPr>
      </w:pPr>
      <w:r>
        <w:rPr>
          <w:rtl/>
          <w:lang w:bidi="fa-IR"/>
        </w:rPr>
        <w:t>2- نک: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محبت، ص 166.</w:t>
      </w:r>
    </w:p>
    <w:p w:rsidR="00AE3A06" w:rsidRDefault="00863C5E" w:rsidP="00863C5E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E3A06">
        <w:rPr>
          <w:rFonts w:hint="eastAsia"/>
          <w:rtl/>
          <w:lang w:bidi="fa-IR"/>
        </w:rPr>
        <w:lastRenderedPageBreak/>
        <w:t>«آقا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حاج ش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خ</w:t>
      </w:r>
      <w:r w:rsidR="00AE3A06">
        <w:rPr>
          <w:rtl/>
          <w:lang w:bidi="fa-IR"/>
        </w:rPr>
        <w:t>! دلت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>خواهد خوب شو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،</w:t>
      </w:r>
      <w:r w:rsidR="00AE3A06">
        <w:rPr>
          <w:rtl/>
          <w:lang w:bidi="fa-IR"/>
        </w:rPr>
        <w:t xml:space="preserve"> ول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برا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خودت! سع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کن برا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خدا بخواه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خوب شو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»</w:t>
      </w:r>
      <w:r w:rsidR="00AE3A06">
        <w:rPr>
          <w:rtl/>
          <w:lang w:bidi="fa-IR"/>
        </w:rPr>
        <w:t>.</w:t>
      </w:r>
      <w:r w:rsidR="00AE3A06" w:rsidRPr="00863C5E">
        <w:rPr>
          <w:rStyle w:val="libFootnotenumChar"/>
          <w:rtl/>
        </w:rPr>
        <w:t>(1)</w:t>
      </w:r>
    </w:p>
    <w:p w:rsidR="00AE3A06" w:rsidRDefault="00AE3A06" w:rsidP="00863C5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بزرگان حوزه قم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کند: در حضور علامه طباطبا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</w:t>
      </w:r>
      <w:r w:rsidR="00863C5E" w:rsidRPr="00863C5E">
        <w:rPr>
          <w:rStyle w:val="libAlaemChar"/>
          <w:rtl/>
        </w:rPr>
        <w:t>رحمه‌الله</w:t>
      </w:r>
      <w:r w:rsidR="00863C5E" w:rsidRPr="005100D5">
        <w:rPr>
          <w:rFonts w:ascii="Traditional Arabic" w:hAnsi="Traditional Arabic" w:cs="Traditional Arabic"/>
          <w:shd w:val="clear" w:color="auto" w:fill="FFFFFF"/>
          <w:rtl/>
        </w:rPr>
        <w:t xml:space="preserve"> </w:t>
      </w:r>
      <w:r>
        <w:rPr>
          <w:rtl/>
          <w:lang w:bidi="fa-IR"/>
        </w:rPr>
        <w:t>از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کردم.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فرمود: «تعر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نکن که خوشم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ممکن است خلوص و قصد قربتم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برود»</w:t>
      </w:r>
      <w:r w:rsidRPr="00863C5E">
        <w:rPr>
          <w:rStyle w:val="libFootnotenumChar"/>
          <w:rtl/>
        </w:rPr>
        <w:t>.(2)</w:t>
      </w:r>
    </w:p>
    <w:p w:rsidR="00863C5E" w:rsidRDefault="00863C5E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863C5E">
      <w:pPr>
        <w:pStyle w:val="Heading2"/>
        <w:rPr>
          <w:rtl/>
          <w:lang w:bidi="fa-IR"/>
        </w:rPr>
      </w:pPr>
      <w:bookmarkStart w:id="5" w:name="_Toc523832765"/>
      <w:r>
        <w:rPr>
          <w:rFonts w:hint="eastAsia"/>
          <w:rtl/>
          <w:lang w:bidi="fa-IR"/>
        </w:rPr>
        <w:t>توکل</w:t>
      </w:r>
      <w:bookmarkEnd w:id="5"/>
    </w:p>
    <w:p w:rsidR="00AE3A06" w:rsidRDefault="00AE3A06" w:rsidP="00863C5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حاج</w:t>
      </w:r>
      <w:r>
        <w:rPr>
          <w:rtl/>
          <w:lang w:bidi="fa-IR"/>
        </w:rPr>
        <w:t xml:space="preserve"> احمد انصار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کند: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دعباس</w:t>
      </w:r>
      <w:r>
        <w:rPr>
          <w:rtl/>
          <w:lang w:bidi="fa-IR"/>
        </w:rPr>
        <w:t xml:space="preserve"> قوچان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آقا قاض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جانب نقل کرد که مرحوم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آقا قاض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اغلب، در حال رفت وآمد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نجف و کوفه بود و من مطمئن بودم،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پول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بساط ندارد. ازا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رو،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سؤال بود که مخارج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رفت وآمد چگونه تأم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شود.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قصد رفتن به کوفه داشت.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خانه خارج شد، من پنهان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پشت سر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به راه افتادم... . عادت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آقا قاض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که هنگام حرکت در کوچه، عبا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به سر م</w:t>
      </w:r>
      <w:r>
        <w:rPr>
          <w:rFonts w:hint="cs"/>
          <w:rtl/>
          <w:lang w:bidi="fa-IR"/>
        </w:rPr>
        <w:t>ی</w:t>
      </w:r>
      <w:r w:rsidR="00863C5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انداخت و هرگز به پشت سرش نگاه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پس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شکل 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ان بازار عبور کرد تا به ترم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نال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مستق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رفت تا سوار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شود.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مرحوم قاض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پله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گذاشت،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سرعت جلو آمد و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پول به قاض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داد.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آقا نگاه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پشت سرش کرد و لبخند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 و به من فهماند اگر انسان صبر و توکل کند، خداوند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گونه او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رساند.</w:t>
      </w:r>
      <w:r w:rsidRPr="00863C5E">
        <w:rPr>
          <w:rStyle w:val="libFootnotenumChar"/>
          <w:rtl/>
        </w:rPr>
        <w:t>(3)</w:t>
      </w:r>
    </w:p>
    <w:p w:rsidR="00AE3A06" w:rsidRPr="00863C5E" w:rsidRDefault="00863C5E" w:rsidP="00863C5E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AE3A06" w:rsidRDefault="00AE3A06" w:rsidP="00863C5E">
      <w:pPr>
        <w:pStyle w:val="libFootnote0"/>
        <w:rPr>
          <w:rtl/>
          <w:lang w:bidi="fa-IR"/>
        </w:rPr>
      </w:pPr>
      <w:r>
        <w:rPr>
          <w:rtl/>
          <w:lang w:bidi="fa-IR"/>
        </w:rPr>
        <w:t>1-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محبت، ص 193.</w:t>
      </w:r>
    </w:p>
    <w:p w:rsidR="00AE3A06" w:rsidRDefault="00AE3A06" w:rsidP="00863C5E">
      <w:pPr>
        <w:pStyle w:val="libFootnote0"/>
        <w:rPr>
          <w:rtl/>
          <w:lang w:bidi="fa-IR"/>
        </w:rPr>
      </w:pPr>
      <w:r>
        <w:rPr>
          <w:rtl/>
          <w:lang w:bidi="fa-IR"/>
        </w:rPr>
        <w:t>2- نک: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ادها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ادگارها،</w:t>
      </w:r>
      <w:r>
        <w:rPr>
          <w:rtl/>
          <w:lang w:bidi="fa-IR"/>
        </w:rPr>
        <w:t xml:space="preserve"> تهران، انتشارات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نور، 1375، چ 5، ص 68.</w:t>
      </w:r>
    </w:p>
    <w:p w:rsidR="00AE3A06" w:rsidRDefault="00AE3A06" w:rsidP="00863C5E">
      <w:pPr>
        <w:pStyle w:val="libFootnote0"/>
        <w:rPr>
          <w:rtl/>
          <w:lang w:bidi="fa-IR"/>
        </w:rPr>
      </w:pPr>
      <w:r>
        <w:rPr>
          <w:rtl/>
          <w:lang w:bidi="fa-IR"/>
        </w:rPr>
        <w:t>3- نک: صادق حسن زاده، اسوه عارفان، قم، انتشارات آل عل</w:t>
      </w:r>
      <w:r>
        <w:rPr>
          <w:rFonts w:hint="cs"/>
          <w:rtl/>
          <w:lang w:bidi="fa-IR"/>
        </w:rPr>
        <w:t>ی</w:t>
      </w:r>
      <w:r w:rsidR="00000DDD" w:rsidRPr="00000DDD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، 1385، چ 12، صص 81 و 82.</w:t>
      </w:r>
    </w:p>
    <w:p w:rsidR="00AE3A06" w:rsidRDefault="00863C5E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863C5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آقا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عبدالحس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جاودان،</w:t>
      </w:r>
      <w:r w:rsidRPr="00863C5E">
        <w:rPr>
          <w:rStyle w:val="libFootnotenumChar"/>
          <w:rtl/>
        </w:rPr>
        <w:t>(1)</w:t>
      </w:r>
      <w:r>
        <w:rPr>
          <w:rtl/>
          <w:lang w:bidi="fa-IR"/>
        </w:rPr>
        <w:t xml:space="preserve"> از فرزندان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کند: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مبلغ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درآمدها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منبر و مواعظ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دست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آن روز هر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خانه ما م</w:t>
      </w:r>
      <w:r>
        <w:rPr>
          <w:rFonts w:hint="cs"/>
          <w:rtl/>
          <w:lang w:bidi="fa-IR"/>
        </w:rPr>
        <w:t>ی</w:t>
      </w:r>
      <w:r w:rsidR="00863C5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آمد، آقا از آن پول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و به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داد. من با توجه به بده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به ق</w:t>
      </w:r>
      <w:r>
        <w:rPr>
          <w:rFonts w:hint="eastAsia"/>
          <w:rtl/>
          <w:lang w:bidi="fa-IR"/>
        </w:rPr>
        <w:t>صاب</w:t>
      </w:r>
      <w:r>
        <w:rPr>
          <w:rtl/>
          <w:lang w:bidi="fa-IR"/>
        </w:rPr>
        <w:t xml:space="preserve"> و بقال و سبز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فروش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فروش داشت،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عرض کردم: آقا جان!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هم نگه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طلبکارها بده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آقا فرمود: «نگران نباش! خدا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رساند.» عرض کردم: آقا جان!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پول را هم خدا رسانده است.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دوباره فرمود: «عبدالحس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! خدا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رساند،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رساند.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و باز به کار خود ادامه داد و از آن پول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نماند.</w:t>
      </w:r>
      <w:r w:rsidRPr="00863C5E">
        <w:rPr>
          <w:rStyle w:val="libFootnotenumChar"/>
          <w:rtl/>
        </w:rPr>
        <w:t>(2)</w:t>
      </w:r>
    </w:p>
    <w:p w:rsidR="00863C5E" w:rsidRDefault="00863C5E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863C5E">
      <w:pPr>
        <w:pStyle w:val="Heading2"/>
        <w:rPr>
          <w:rtl/>
          <w:lang w:bidi="fa-IR"/>
        </w:rPr>
      </w:pPr>
      <w:bookmarkStart w:id="6" w:name="_Toc523832766"/>
      <w:r>
        <w:rPr>
          <w:rFonts w:hint="eastAsia"/>
          <w:rtl/>
          <w:lang w:bidi="fa-IR"/>
        </w:rPr>
        <w:t>خوف</w:t>
      </w:r>
      <w:r>
        <w:rPr>
          <w:rtl/>
          <w:lang w:bidi="fa-IR"/>
        </w:rPr>
        <w:t xml:space="preserve"> و رجا</w:t>
      </w:r>
      <w:bookmarkEnd w:id="6"/>
    </w:p>
    <w:p w:rsidR="00AE3A06" w:rsidRDefault="00AE3A06" w:rsidP="00863C5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حاج</w:t>
      </w:r>
      <w:r>
        <w:rPr>
          <w:rtl/>
          <w:lang w:bidi="fa-IR"/>
        </w:rPr>
        <w:t xml:space="preserve"> محمود اخوان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کند: 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 از جلسه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من جوان بودم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ضع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شده بود. بنابرا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من دست</w:t>
      </w:r>
      <w:r>
        <w:rPr>
          <w:rtl/>
          <w:lang w:bidi="fa-IR"/>
        </w:rPr>
        <w:softHyphen/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گرفته بودم و در راه رفتن،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کمک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کردم. آن شب من آرام آرام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تا جلو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خانه اش رساندم و آماده خ</w:t>
      </w:r>
      <w:r>
        <w:rPr>
          <w:rFonts w:hint="eastAsia"/>
          <w:rtl/>
          <w:lang w:bidi="fa-IR"/>
        </w:rPr>
        <w:t>داحافظ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شدم.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خواست به داخل خانه برود، رو به من کرد و فرمود: «آقا محمود، مرا دعا کن! آقا محمود، دعا کن!» من خند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و عرض کردم: آقا جان! شما که به دعا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ندار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جمله از دهان من خارج شد،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باره چشم</w:t>
      </w:r>
      <w:r>
        <w:rPr>
          <w:rtl/>
          <w:lang w:bidi="fa-IR"/>
        </w:rPr>
        <w:softHyphen/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 پر از اشک شد و با حالت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منقلب و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فرمود: «نه آقا محمود،</w:t>
      </w:r>
    </w:p>
    <w:p w:rsidR="00AE3A06" w:rsidRPr="00863C5E" w:rsidRDefault="00863C5E" w:rsidP="00863C5E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</w:t>
      </w:r>
    </w:p>
    <w:p w:rsidR="00AE3A06" w:rsidRDefault="00AE3A06" w:rsidP="00863C5E">
      <w:pPr>
        <w:pStyle w:val="libFootnote0"/>
        <w:rPr>
          <w:rtl/>
          <w:lang w:bidi="fa-IR"/>
        </w:rPr>
      </w:pPr>
      <w:r>
        <w:rPr>
          <w:rtl/>
          <w:lang w:bidi="fa-IR"/>
        </w:rPr>
        <w:t>1- فرزندان مرحوم زاهد در زمان گرفتن شناسنامه، شهرت «جاودان» را انتخاب کردند و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ثبت احوال و شناسنامه مرحوم زاهد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نام و شهرت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«ش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جاودان» ثبت شده است. نک: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زاهد، ص 190.</w:t>
      </w:r>
    </w:p>
    <w:p w:rsidR="00AE3A06" w:rsidRDefault="00AE3A06" w:rsidP="00863C5E">
      <w:pPr>
        <w:pStyle w:val="libFootnote0"/>
        <w:rPr>
          <w:rtl/>
          <w:lang w:bidi="fa-IR"/>
        </w:rPr>
      </w:pPr>
      <w:r>
        <w:rPr>
          <w:rtl/>
          <w:lang w:bidi="fa-IR"/>
        </w:rPr>
        <w:t>2-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زاهد، صص 197 و 198.</w:t>
      </w:r>
    </w:p>
    <w:p w:rsidR="00AE3A06" w:rsidRDefault="00863C5E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E3A06">
        <w:rPr>
          <w:rFonts w:hint="eastAsia"/>
          <w:rtl/>
          <w:lang w:bidi="fa-IR"/>
        </w:rPr>
        <w:lastRenderedPageBreak/>
        <w:t>مرا</w:t>
      </w:r>
      <w:r w:rsidR="00AE3A06">
        <w:rPr>
          <w:rtl/>
          <w:lang w:bidi="fa-IR"/>
        </w:rPr>
        <w:t xml:space="preserve"> دعا کن! همه ما به دعا احت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اج</w:t>
      </w:r>
      <w:r w:rsidR="00AE3A06">
        <w:rPr>
          <w:rtl/>
          <w:lang w:bidi="fa-IR"/>
        </w:rPr>
        <w:t xml:space="preserve"> دار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م</w:t>
      </w:r>
      <w:r w:rsidR="00AE3A06">
        <w:rPr>
          <w:rtl/>
          <w:lang w:bidi="fa-IR"/>
        </w:rPr>
        <w:t>. ش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طان</w:t>
      </w:r>
      <w:r w:rsidR="00AE3A06">
        <w:rPr>
          <w:rtl/>
          <w:lang w:bidi="fa-IR"/>
        </w:rPr>
        <w:t xml:space="preserve"> قسم خورده است همه ما را گمراه کند. دعا کن محمود، دعا کن مرا، دعا کن!».</w:t>
      </w:r>
      <w:r w:rsidR="00AE3A06" w:rsidRPr="00D91B70">
        <w:rPr>
          <w:rStyle w:val="libFootnotenumChar"/>
          <w:rtl/>
        </w:rPr>
        <w:t>(1)</w:t>
      </w:r>
    </w:p>
    <w:p w:rsidR="00AE3A06" w:rsidRDefault="00D91B70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D91B70">
      <w:pPr>
        <w:pStyle w:val="Heading2"/>
        <w:rPr>
          <w:rtl/>
          <w:lang w:bidi="fa-IR"/>
        </w:rPr>
      </w:pPr>
      <w:bookmarkStart w:id="7" w:name="_Toc523832767"/>
      <w:r>
        <w:rPr>
          <w:rFonts w:hint="eastAsia"/>
          <w:rtl/>
          <w:lang w:bidi="fa-IR"/>
        </w:rPr>
        <w:t>تسل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رضا</w:t>
      </w:r>
      <w:bookmarkEnd w:id="7"/>
    </w:p>
    <w:p w:rsidR="00AE3A06" w:rsidRDefault="00AE3A06" w:rsidP="00D91B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نقل</w:t>
      </w:r>
      <w:r>
        <w:rPr>
          <w:rtl/>
          <w:lang w:bidi="fa-IR"/>
        </w:rPr>
        <w:t xml:space="preserve"> است در شب اول شهادت مرحوم حاج آقا مصطف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امام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خانه او رفت تا به عروسش تسل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از 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وارد شد که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آقا مصطف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در به استقبال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شواز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D91B7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آمد، عروس امام (دختر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حائر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خود را به دامان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انداخت و گفت: «چکار کنم؟ مصطف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کجاست؟» اگرچه صحنه دل خراش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با استقامت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خود اشک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</w:t>
      </w:r>
      <w:r>
        <w:rPr>
          <w:rtl/>
          <w:lang w:bidi="fa-IR"/>
        </w:rPr>
        <w:t xml:space="preserve"> و با حالت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استوار، خطاب به عروس و نوه</w:t>
      </w:r>
      <w:r>
        <w:rPr>
          <w:rtl/>
          <w:lang w:bidi="fa-IR"/>
        </w:rPr>
        <w:softHyphen/>
        <w:t>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فرمود: «صبر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به خاطر خدا صبر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! مصطف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امانت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و از دستمان رفت».</w:t>
      </w:r>
      <w:r w:rsidRPr="00D91B70">
        <w:rPr>
          <w:rStyle w:val="libFootnotenumChar"/>
          <w:rtl/>
        </w:rPr>
        <w:t>(2)</w:t>
      </w:r>
    </w:p>
    <w:p w:rsidR="00AE3A06" w:rsidRDefault="00AE3A06" w:rsidP="00D91B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نقل</w:t>
      </w:r>
      <w:r>
        <w:rPr>
          <w:rtl/>
          <w:lang w:bidi="fa-IR"/>
        </w:rPr>
        <w:t xml:space="preserve"> است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محمدحسن نجف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معروف به صاحب جواهر، در شب وفات فرزندش، در کنار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کر</w:t>
      </w:r>
      <w:r>
        <w:rPr>
          <w:rtl/>
          <w:lang w:bidi="fa-IR"/>
        </w:rPr>
        <w:t xml:space="preserve"> او، پس از خواندن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قرآن، به مطالعه و نوشتن کتاب جواهر پرداخت.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 بخش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کتاب خود آورده است که ثواب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چند صفحه کتاب را به روح فرزندش 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کند.</w:t>
      </w:r>
      <w:r w:rsidRPr="00D91B70">
        <w:rPr>
          <w:rStyle w:val="libFootnotenumChar"/>
          <w:rtl/>
        </w:rPr>
        <w:t>(3)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D91B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خسروشاه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کرمانشاه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آقا قاض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فقر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برد، به گونه</w:t>
      </w:r>
      <w:r w:rsidR="00D91B7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توان پرداخت اجاره خانه اش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نداشت.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نجف اشرف، صاحبخانه وسا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اثاث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</w:t>
      </w:r>
      <w:r>
        <w:rPr>
          <w:rtl/>
          <w:lang w:bidi="fa-IR"/>
        </w:rPr>
        <w:t>. ازا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رو،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آقا قاض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مجبور شد با خانواده</w:t>
      </w:r>
      <w:r w:rsidR="00D91B7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اش به کوف</w:t>
      </w:r>
      <w:r>
        <w:rPr>
          <w:rFonts w:hint="eastAsia"/>
          <w:rtl/>
          <w:lang w:bidi="fa-IR"/>
        </w:rPr>
        <w:t>ه</w:t>
      </w:r>
    </w:p>
    <w:p w:rsidR="00AE3A06" w:rsidRPr="00D91B70" w:rsidRDefault="00D91B70" w:rsidP="00AE3A06">
      <w:pPr>
        <w:pStyle w:val="libNormal"/>
        <w:rPr>
          <w:rFonts w:cs="Times New Roman"/>
          <w:rtl/>
          <w:lang w:bidi="fa-IR"/>
        </w:rPr>
      </w:pPr>
      <w:r>
        <w:rPr>
          <w:rFonts w:cs="Times New Roman" w:hint="cs"/>
          <w:rtl/>
          <w:lang w:bidi="fa-IR"/>
        </w:rPr>
        <w:t>_________________________________</w:t>
      </w:r>
    </w:p>
    <w:p w:rsidR="00AE3A06" w:rsidRDefault="00AE3A06" w:rsidP="00D91B70">
      <w:pPr>
        <w:pStyle w:val="libFootnote0"/>
        <w:rPr>
          <w:rtl/>
          <w:lang w:bidi="fa-IR"/>
        </w:rPr>
      </w:pPr>
      <w:r>
        <w:rPr>
          <w:rtl/>
          <w:lang w:bidi="fa-IR"/>
        </w:rPr>
        <w:t>1- نک: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زاهد، صص 134 و 135.</w:t>
      </w:r>
    </w:p>
    <w:p w:rsidR="00AE3A06" w:rsidRDefault="00AE3A06" w:rsidP="00D91B70">
      <w:pPr>
        <w:pStyle w:val="libFootnote0"/>
        <w:rPr>
          <w:rtl/>
          <w:lang w:bidi="fa-IR"/>
        </w:rPr>
      </w:pPr>
      <w:r>
        <w:rPr>
          <w:rtl/>
          <w:lang w:bidi="fa-IR"/>
        </w:rPr>
        <w:t>2- روزنامه اطلاعات، ش 21184، 1/8/1376 (و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نامه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سالگرد شهادت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دمصطف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)، ص 8.؛ پا به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آفتاب، ج2، ص 46.</w:t>
      </w:r>
    </w:p>
    <w:p w:rsidR="00AE3A06" w:rsidRDefault="00AE3A06" w:rsidP="00D91B70">
      <w:pPr>
        <w:pStyle w:val="libFootnote0"/>
        <w:rPr>
          <w:rtl/>
          <w:lang w:bidi="fa-IR"/>
        </w:rPr>
      </w:pPr>
      <w:r>
        <w:rPr>
          <w:rtl/>
          <w:lang w:bidi="fa-IR"/>
        </w:rPr>
        <w:lastRenderedPageBreak/>
        <w:t>3- نک: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نعمت الله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مردان علم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عمل، قم، مؤلف، 1375، چ 1، ج 6، ص 115.</w:t>
      </w:r>
    </w:p>
    <w:p w:rsidR="00AE3A06" w:rsidRDefault="00D91B70" w:rsidP="00D91B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E3A06">
        <w:rPr>
          <w:rFonts w:hint="eastAsia"/>
          <w:rtl/>
          <w:lang w:bidi="fa-IR"/>
        </w:rPr>
        <w:lastRenderedPageBreak/>
        <w:t>برود</w:t>
      </w:r>
      <w:r w:rsidR="00AE3A06">
        <w:rPr>
          <w:rtl/>
          <w:lang w:bidi="fa-IR"/>
        </w:rPr>
        <w:t>. در مسجد کوفه، محل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بود که افراد غر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ب</w:t>
      </w:r>
      <w:r w:rsidR="00AE3A06">
        <w:rPr>
          <w:rtl/>
          <w:lang w:bidi="fa-IR"/>
        </w:rPr>
        <w:t xml:space="preserve"> در آنجا سکونت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کردند و عل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آقا قاض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ز</w:t>
      </w:r>
      <w:r w:rsidR="00AE3A06">
        <w:rPr>
          <w:rtl/>
          <w:lang w:bidi="fa-IR"/>
        </w:rPr>
        <w:t xml:space="preserve"> در آنجا ساکن شد. علامه طباطبا</w:t>
      </w:r>
      <w:r w:rsidR="00AE3A06">
        <w:rPr>
          <w:rFonts w:hint="cs"/>
          <w:rtl/>
          <w:lang w:bidi="fa-IR"/>
        </w:rPr>
        <w:t>یی</w:t>
      </w:r>
      <w:r w:rsidR="00AE3A06">
        <w:rPr>
          <w:rtl/>
          <w:lang w:bidi="fa-IR"/>
        </w:rPr>
        <w:t xml:space="preserve"> درا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باره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>فرما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</w:t>
      </w:r>
      <w:r w:rsidR="00AE3A06">
        <w:rPr>
          <w:rtl/>
          <w:lang w:bidi="fa-IR"/>
        </w:rPr>
        <w:t>: «رفتم مسجد کوفه 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دم</w:t>
      </w:r>
      <w:r w:rsidR="00AE3A06">
        <w:rPr>
          <w:rtl/>
          <w:lang w:bidi="fa-IR"/>
        </w:rPr>
        <w:t xml:space="preserve"> مرحوم قاض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و همه خانواده اش تب کرده اند و مر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ض</w:t>
      </w:r>
      <w:r w:rsidR="00AE3A06">
        <w:rPr>
          <w:rtl/>
          <w:lang w:bidi="fa-IR"/>
        </w:rPr>
        <w:t xml:space="preserve"> هستند. هنگام نماز شد. عل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آقا قاض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طبق معمول، در </w:t>
      </w:r>
      <w:r w:rsidR="00AE3A06">
        <w:rPr>
          <w:rFonts w:hint="eastAsia"/>
          <w:rtl/>
          <w:lang w:bidi="fa-IR"/>
        </w:rPr>
        <w:t>اول</w:t>
      </w:r>
      <w:r w:rsidR="00AE3A06">
        <w:rPr>
          <w:rtl/>
          <w:lang w:bidi="fa-IR"/>
        </w:rPr>
        <w:t xml:space="preserve"> وقت به نماز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ستاد</w:t>
      </w:r>
      <w:r w:rsidR="00AE3A06">
        <w:rPr>
          <w:rtl/>
          <w:lang w:bidi="fa-IR"/>
        </w:rPr>
        <w:t xml:space="preserve"> و بعد از نماز عشا آن چنان با توجه کامل آ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ه</w:t>
      </w:r>
      <w:r w:rsidR="00AE3A06">
        <w:rPr>
          <w:rtl/>
          <w:lang w:bidi="fa-IR"/>
        </w:rPr>
        <w:t xml:space="preserve"> شر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فه</w:t>
      </w:r>
      <w:r w:rsidR="00AE3A06">
        <w:rPr>
          <w:rtl/>
          <w:lang w:bidi="fa-IR"/>
        </w:rPr>
        <w:t xml:space="preserve"> </w:t>
      </w:r>
      <w:r w:rsidR="00AE3A06" w:rsidRPr="00D91B70">
        <w:rPr>
          <w:rStyle w:val="libAlaemChar"/>
          <w:rtl/>
        </w:rPr>
        <w:t>(</w:t>
      </w:r>
      <w:r w:rsidR="00AE3A06" w:rsidRPr="00D91B70">
        <w:rPr>
          <w:rStyle w:val="libAieChar"/>
          <w:rtl/>
        </w:rPr>
        <w:t>آمَنَّ الرَّسُولُ</w:t>
      </w:r>
      <w:r w:rsidR="00AE3A06" w:rsidRPr="00D91B70">
        <w:rPr>
          <w:rStyle w:val="libAlaemChar"/>
          <w:rtl/>
        </w:rPr>
        <w:t>)</w:t>
      </w:r>
      <w:r w:rsidR="00AE3A06">
        <w:rPr>
          <w:rtl/>
          <w:lang w:bidi="fa-IR"/>
        </w:rPr>
        <w:t xml:space="preserve"> را تلاوت فرمود، مثل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نکه</w:t>
      </w:r>
      <w:r w:rsidR="00AE3A06">
        <w:rPr>
          <w:rtl/>
          <w:lang w:bidi="fa-IR"/>
        </w:rPr>
        <w:t xml:space="preserve"> ه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چ</w:t>
      </w:r>
      <w:r w:rsidR="00AE3A06">
        <w:rPr>
          <w:rtl/>
          <w:lang w:bidi="fa-IR"/>
        </w:rPr>
        <w:t xml:space="preserve"> مشکل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پ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</w:t>
      </w:r>
      <w:r w:rsidR="00AE3A06">
        <w:rPr>
          <w:rtl/>
          <w:lang w:bidi="fa-IR"/>
        </w:rPr>
        <w:t xml:space="preserve"> 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امده</w:t>
      </w:r>
      <w:r w:rsidR="00AE3A06">
        <w:rPr>
          <w:rtl/>
          <w:lang w:bidi="fa-IR"/>
        </w:rPr>
        <w:t xml:space="preserve"> است و با آرامش وصف</w:t>
      </w:r>
      <w:r>
        <w:rPr>
          <w:rFonts w:hint="cs"/>
          <w:rtl/>
          <w:lang w:bidi="fa-IR"/>
        </w:rPr>
        <w:t xml:space="preserve"> </w:t>
      </w:r>
      <w:r w:rsidR="00AE3A06">
        <w:rPr>
          <w:rtl/>
          <w:lang w:bidi="fa-IR"/>
        </w:rPr>
        <w:t>ناپذ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ر</w:t>
      </w:r>
      <w:r w:rsidR="00AE3A06">
        <w:rPr>
          <w:rtl/>
          <w:lang w:bidi="fa-IR"/>
        </w:rPr>
        <w:t xml:space="preserve"> و شگفت</w:t>
      </w:r>
      <w:r>
        <w:rPr>
          <w:rFonts w:hint="cs"/>
          <w:rtl/>
          <w:lang w:bidi="fa-IR"/>
        </w:rPr>
        <w:t xml:space="preserve"> </w:t>
      </w:r>
      <w:r w:rsidR="00AE3A06">
        <w:rPr>
          <w:rtl/>
          <w:lang w:bidi="fa-IR"/>
        </w:rPr>
        <w:t>انگ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ز</w:t>
      </w:r>
      <w:r w:rsidR="00AE3A06">
        <w:rPr>
          <w:rtl/>
          <w:lang w:bidi="fa-IR"/>
        </w:rPr>
        <w:t xml:space="preserve"> به ذکر و دعا مشغول بود».</w:t>
      </w:r>
      <w:r w:rsidR="00AE3A06" w:rsidRPr="00D91B70">
        <w:rPr>
          <w:rStyle w:val="libFootnotenumChar"/>
          <w:rtl/>
        </w:rPr>
        <w:t>(1)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D91B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علامه</w:t>
      </w:r>
      <w:r>
        <w:rPr>
          <w:rtl/>
          <w:lang w:bidi="fa-IR"/>
        </w:rPr>
        <w:t xml:space="preserve"> حسن زاده آمل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کند: علامه طباطبا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همواره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رضا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بود. اوا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ل،</w:t>
      </w:r>
      <w:r>
        <w:rPr>
          <w:rtl/>
          <w:lang w:bidi="fa-IR"/>
        </w:rPr>
        <w:t xml:space="preserve"> منزل مسکون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نداشتند و هر روز و هر از چند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مجبور بودند، محلشان را عوض کنند. 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بار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عرض کردم: آقا! ما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هر شش ماه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بار از شما آدرس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با کمال خونسرد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مسئله گذشتند و 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طور کامل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رضا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بودند</w:t>
      </w:r>
      <w:r w:rsidRPr="00D91B70">
        <w:rPr>
          <w:rStyle w:val="libFootnotenumChar"/>
          <w:rtl/>
        </w:rPr>
        <w:t>.(2)</w:t>
      </w:r>
    </w:p>
    <w:p w:rsidR="00D91B70" w:rsidRDefault="00D91B70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D91B70">
      <w:pPr>
        <w:pStyle w:val="Heading2"/>
        <w:rPr>
          <w:rtl/>
          <w:lang w:bidi="fa-IR"/>
        </w:rPr>
      </w:pPr>
      <w:bookmarkStart w:id="8" w:name="_Toc523832768"/>
      <w:r>
        <w:rPr>
          <w:rFonts w:hint="eastAsia"/>
          <w:rtl/>
          <w:lang w:bidi="fa-IR"/>
        </w:rPr>
        <w:t>مرگ</w:t>
      </w:r>
      <w:r>
        <w:rPr>
          <w:rtl/>
          <w:lang w:bidi="fa-IR"/>
        </w:rPr>
        <w:t xml:space="preserve">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bookmarkEnd w:id="8"/>
    </w:p>
    <w:p w:rsidR="00AE3A06" w:rsidRDefault="00AE3A06" w:rsidP="00D91B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از دانشمندان بزرگ و مراجع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قبر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tl/>
          <w:lang w:bidi="fa-IR"/>
        </w:rPr>
        <w:t xml:space="preserve"> خانه</w:t>
      </w:r>
      <w:r w:rsidR="00D91B7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اش در کربلا کنده بود.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کفن خود را در سجاده اش گذاشته بود و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 w:rsidR="00D91B7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شب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شب از خواب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خاست، کفن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softHyphen/>
        <w:t>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سپس داخل قبر م</w:t>
      </w:r>
      <w:r>
        <w:rPr>
          <w:rFonts w:hint="cs"/>
          <w:rtl/>
          <w:lang w:bidi="fa-IR"/>
        </w:rPr>
        <w:t>ی</w:t>
      </w:r>
      <w:r w:rsidR="00D91B7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شد و با خود</w:t>
      </w:r>
    </w:p>
    <w:p w:rsidR="00AE3A06" w:rsidRPr="00D91B70" w:rsidRDefault="00D91B70" w:rsidP="00D91B70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AE3A06" w:rsidRDefault="00AE3A06" w:rsidP="00D91B70">
      <w:pPr>
        <w:pStyle w:val="libFootnote0"/>
        <w:rPr>
          <w:rtl/>
          <w:lang w:bidi="fa-IR"/>
        </w:rPr>
      </w:pPr>
      <w:r>
        <w:rPr>
          <w:rtl/>
          <w:lang w:bidi="fa-IR"/>
        </w:rPr>
        <w:t>1- اسوه عارفان، ص26.</w:t>
      </w:r>
    </w:p>
    <w:p w:rsidR="00AE3A06" w:rsidRDefault="00AE3A06" w:rsidP="00D91B70">
      <w:pPr>
        <w:pStyle w:val="libFootnote0"/>
        <w:rPr>
          <w:rtl/>
          <w:lang w:bidi="fa-IR"/>
        </w:rPr>
      </w:pPr>
      <w:r>
        <w:rPr>
          <w:rtl/>
          <w:lang w:bidi="fa-IR"/>
        </w:rPr>
        <w:t>2- نک: محسن غرو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ان،</w:t>
      </w:r>
      <w:r>
        <w:rPr>
          <w:rtl/>
          <w:lang w:bidi="fa-IR"/>
        </w:rPr>
        <w:t xml:space="preserve"> در محضر استاد حسن زاده آمل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قم، دفتر نشر برگز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ده،</w:t>
      </w:r>
      <w:r>
        <w:rPr>
          <w:rtl/>
          <w:lang w:bidi="fa-IR"/>
        </w:rPr>
        <w:t xml:space="preserve"> 1377، چ 4، ص30.</w:t>
      </w:r>
    </w:p>
    <w:p w:rsidR="00AE3A06" w:rsidRDefault="00D91B70" w:rsidP="00D91B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E3A06">
        <w:rPr>
          <w:rFonts w:hint="eastAsia"/>
          <w:rtl/>
          <w:lang w:bidi="fa-IR"/>
        </w:rPr>
        <w:lastRenderedPageBreak/>
        <w:t>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گفت: «ا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م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رزا</w:t>
      </w:r>
      <w:r w:rsidR="00AE3A06">
        <w:rPr>
          <w:rtl/>
          <w:lang w:bidi="fa-IR"/>
        </w:rPr>
        <w:t xml:space="preserve"> مهد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>! اکنون خود را مرده و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قبر را قبر خود فرض کن که تو را در آن به خاک سپرده اند. حال چه عمل شا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سته</w:t>
      </w:r>
      <w:r>
        <w:rPr>
          <w:rFonts w:hint="cs"/>
          <w:rtl/>
          <w:lang w:bidi="fa-IR"/>
        </w:rPr>
        <w:t xml:space="preserve"> </w:t>
      </w:r>
      <w:r w:rsidR="00AE3A06">
        <w:rPr>
          <w:rtl/>
          <w:lang w:bidi="fa-IR"/>
        </w:rPr>
        <w:t>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دار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؟»</w:t>
      </w:r>
      <w:r w:rsidR="00AE3A06">
        <w:rPr>
          <w:rtl/>
          <w:lang w:bidi="fa-IR"/>
        </w:rPr>
        <w:t xml:space="preserve"> و با خود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گونه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>گفت و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>گر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ست</w:t>
      </w:r>
      <w:r w:rsidR="00AE3A06">
        <w:rPr>
          <w:rtl/>
          <w:lang w:bidi="fa-IR"/>
        </w:rPr>
        <w:t xml:space="preserve"> و سپس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آ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ه</w:t>
      </w:r>
      <w:r w:rsidR="00AE3A06">
        <w:rPr>
          <w:rtl/>
          <w:lang w:bidi="fa-IR"/>
        </w:rPr>
        <w:t xml:space="preserve"> را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خواند: </w:t>
      </w:r>
      <w:r w:rsidRPr="00D91B70">
        <w:rPr>
          <w:rStyle w:val="libAlaemChar"/>
          <w:rFonts w:hint="cs"/>
          <w:rtl/>
        </w:rPr>
        <w:t>(</w:t>
      </w:r>
      <w:r w:rsidR="00AE3A06" w:rsidRPr="00D91B70">
        <w:rPr>
          <w:rStyle w:val="libAieChar"/>
          <w:rtl/>
        </w:rPr>
        <w:t>حَتّ</w:t>
      </w:r>
      <w:r w:rsidR="00AE3A06" w:rsidRPr="00D91B70">
        <w:rPr>
          <w:rStyle w:val="libAieChar"/>
          <w:rFonts w:hint="cs"/>
          <w:rtl/>
        </w:rPr>
        <w:t>ی</w:t>
      </w:r>
      <w:r w:rsidR="00AE3A06" w:rsidRPr="00D91B70">
        <w:rPr>
          <w:rStyle w:val="libAieChar"/>
          <w:rtl/>
        </w:rPr>
        <w:t xml:space="preserve"> إِذا جاءَ أَحَدَهُمُ الْمَوْتُ قالَ رَبّ ِ ارْجِعُونِ ل</w:t>
      </w:r>
      <w:r w:rsidR="00AE3A06" w:rsidRPr="00D91B70">
        <w:rPr>
          <w:rStyle w:val="libAieChar"/>
          <w:rFonts w:hint="eastAsia"/>
          <w:rtl/>
        </w:rPr>
        <w:t>َعَلّ</w:t>
      </w:r>
      <w:r w:rsidR="00AE3A06" w:rsidRPr="00D91B70">
        <w:rPr>
          <w:rStyle w:val="libAieChar"/>
          <w:rFonts w:hint="cs"/>
          <w:rtl/>
        </w:rPr>
        <w:t>ی</w:t>
      </w:r>
      <w:r w:rsidR="00AE3A06" w:rsidRPr="00D91B70">
        <w:rPr>
          <w:rStyle w:val="libAieChar"/>
          <w:rtl/>
        </w:rPr>
        <w:t xml:space="preserve"> أَعْمَلُ صالِحًا ف</w:t>
      </w:r>
      <w:r w:rsidR="00AE3A06" w:rsidRPr="00D91B70">
        <w:rPr>
          <w:rStyle w:val="libAieChar"/>
          <w:rFonts w:hint="cs"/>
          <w:rtl/>
        </w:rPr>
        <w:t>ی</w:t>
      </w:r>
      <w:r w:rsidR="00AE3A06" w:rsidRPr="00D91B70">
        <w:rPr>
          <w:rStyle w:val="libAieChar"/>
          <w:rFonts w:hint="eastAsia"/>
          <w:rtl/>
        </w:rPr>
        <w:t>ما</w:t>
      </w:r>
      <w:r w:rsidR="00AE3A06" w:rsidRPr="00D91B70">
        <w:rPr>
          <w:rStyle w:val="libAieChar"/>
          <w:rtl/>
        </w:rPr>
        <w:t xml:space="preserve"> تَرَکْتُ کَلاّ إِنّها کَلِمَهٌ هُوَ قائِلُها وَ مِنْ وَرائِهِمْ بَرْزَخٌ إِل</w:t>
      </w:r>
      <w:r w:rsidR="00AE3A06" w:rsidRPr="00D91B70">
        <w:rPr>
          <w:rStyle w:val="libAieChar"/>
          <w:rFonts w:hint="cs"/>
          <w:rtl/>
        </w:rPr>
        <w:t>ی</w:t>
      </w:r>
      <w:r w:rsidR="00AE3A06" w:rsidRPr="00D91B70">
        <w:rPr>
          <w:rStyle w:val="libAieChar"/>
          <w:rtl/>
        </w:rPr>
        <w:t xml:space="preserve"> </w:t>
      </w:r>
      <w:r w:rsidR="00AE3A06" w:rsidRPr="00D91B70">
        <w:rPr>
          <w:rStyle w:val="libAieChar"/>
          <w:rFonts w:hint="cs"/>
          <w:rtl/>
        </w:rPr>
        <w:t>یَ</w:t>
      </w:r>
      <w:r w:rsidR="00AE3A06" w:rsidRPr="00D91B70">
        <w:rPr>
          <w:rStyle w:val="libAieChar"/>
          <w:rFonts w:hint="eastAsia"/>
          <w:rtl/>
        </w:rPr>
        <w:t>وْمِ</w:t>
      </w:r>
      <w:r w:rsidR="00AE3A06" w:rsidRPr="00D91B70">
        <w:rPr>
          <w:rStyle w:val="libAieChar"/>
          <w:rtl/>
        </w:rPr>
        <w:t xml:space="preserve"> </w:t>
      </w:r>
      <w:r w:rsidR="00AE3A06" w:rsidRPr="00D91B70">
        <w:rPr>
          <w:rStyle w:val="libAieChar"/>
          <w:rFonts w:hint="cs"/>
          <w:rtl/>
        </w:rPr>
        <w:t>یُ</w:t>
      </w:r>
      <w:r w:rsidR="00AE3A06" w:rsidRPr="00D91B70">
        <w:rPr>
          <w:rStyle w:val="libAieChar"/>
          <w:rFonts w:hint="eastAsia"/>
          <w:rtl/>
        </w:rPr>
        <w:t>بْعَثُونَ</w:t>
      </w:r>
      <w:r w:rsidRPr="00D91B70">
        <w:rPr>
          <w:rStyle w:val="libAlaemChar"/>
          <w:rFonts w:eastAsia="KFGQPC Uthman Taha Naskh" w:hint="cs"/>
          <w:rtl/>
        </w:rPr>
        <w:t>)</w:t>
      </w:r>
      <w:r w:rsidR="00AE3A06" w:rsidRPr="00D91B70">
        <w:rPr>
          <w:rStyle w:val="libAlaemChar"/>
          <w:rFonts w:hint="eastAsia"/>
          <w:rtl/>
        </w:rPr>
        <w:t>؛</w:t>
      </w:r>
      <w:r w:rsidR="00AE3A06">
        <w:rPr>
          <w:rtl/>
          <w:lang w:bidi="fa-IR"/>
        </w:rPr>
        <w:t xml:space="preserve"> آن گاه که مرگ 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ک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از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شان</w:t>
      </w:r>
      <w:r w:rsidR="00AE3A06">
        <w:rPr>
          <w:rtl/>
          <w:lang w:bidi="fa-IR"/>
        </w:rPr>
        <w:t xml:space="preserve"> فرا رسد،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>گو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</w:t>
      </w:r>
      <w:r w:rsidR="00AE3A06">
        <w:rPr>
          <w:rtl/>
          <w:lang w:bidi="fa-IR"/>
        </w:rPr>
        <w:t>: پروردگارا! مرا بازگردان، شا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</w:t>
      </w:r>
      <w:r w:rsidR="00AE3A06">
        <w:rPr>
          <w:rtl/>
          <w:lang w:bidi="fa-IR"/>
        </w:rPr>
        <w:t xml:space="preserve"> من در آنچه وانهاده ام، کار 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ک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انجام دهم. نه، چن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ست</w:t>
      </w:r>
      <w:r w:rsidR="00AE3A06">
        <w:rPr>
          <w:rtl/>
          <w:lang w:bidi="fa-IR"/>
        </w:rPr>
        <w:t>.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سخن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است که او گو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نده</w:t>
      </w:r>
      <w:r w:rsidR="00AE3A06">
        <w:rPr>
          <w:rtl/>
          <w:lang w:bidi="fa-IR"/>
        </w:rPr>
        <w:t xml:space="preserve"> آن است و پ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شاپ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</w:t>
      </w:r>
      <w:r w:rsidR="00AE3A06">
        <w:rPr>
          <w:rtl/>
          <w:lang w:bidi="fa-IR"/>
        </w:rPr>
        <w:t xml:space="preserve"> آنان، برزخ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است تا روز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که برانگ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خته</w:t>
      </w:r>
      <w:r w:rsidR="00AE3A06">
        <w:rPr>
          <w:rtl/>
          <w:lang w:bidi="fa-IR"/>
        </w:rPr>
        <w:t xml:space="preserve"> خواهند شد.» (مؤمنون: 99 و 100) سپس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>گفت: «ساکت شو! تو شا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سته</w:t>
      </w:r>
      <w:r w:rsidR="00AE3A06">
        <w:rPr>
          <w:rtl/>
          <w:lang w:bidi="fa-IR"/>
        </w:rPr>
        <w:t xml:space="preserve"> بازگشت به دن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</w:t>
      </w:r>
      <w:r w:rsidR="00AE3A06">
        <w:rPr>
          <w:rtl/>
          <w:lang w:bidi="fa-IR"/>
        </w:rPr>
        <w:t xml:space="preserve"> 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ست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>. فرصتها را از دست داد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>.» ... و بار 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گر</w:t>
      </w:r>
      <w:r w:rsidR="00AE3A06">
        <w:rPr>
          <w:rtl/>
          <w:lang w:bidi="fa-IR"/>
        </w:rPr>
        <w:t xml:space="preserve">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>گفت: «برخ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ز</w:t>
      </w:r>
      <w:r w:rsidR="00AE3A06">
        <w:rPr>
          <w:rtl/>
          <w:lang w:bidi="fa-IR"/>
        </w:rPr>
        <w:t>! خدا به تو مهلت داد تا چه کن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»</w:t>
      </w:r>
      <w:r w:rsidR="00AE3A06">
        <w:rPr>
          <w:rtl/>
          <w:lang w:bidi="fa-IR"/>
        </w:rPr>
        <w:t>.</w:t>
      </w:r>
      <w:r w:rsidR="00AE3A06" w:rsidRPr="00D91B70">
        <w:rPr>
          <w:rStyle w:val="libFootnotenumChar"/>
          <w:rtl/>
        </w:rPr>
        <w:t>(1)</w:t>
      </w:r>
    </w:p>
    <w:p w:rsidR="00AE3A06" w:rsidRDefault="00AE3A06" w:rsidP="00D91B7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شاگردان استاد نمونه،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محمدتق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ستوده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با جمع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شاگردان،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درس مکاسب استاد ستوده نشسته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ناگهان عده</w:t>
      </w:r>
      <w:r w:rsidR="00D91B7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جنازه</w:t>
      </w:r>
      <w:r w:rsidR="00D91B7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رو به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جلسه درس حرکت دادند. استاد ستوده درس را رها کرد و با سخنان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اثربخش فرمود: «ه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درس اخلا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جنازه، درس اخلاق است، به فکر مرگ و معاد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گناه نکن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م»</w:t>
      </w:r>
      <w:r>
        <w:rPr>
          <w:rtl/>
          <w:lang w:bidi="fa-IR"/>
        </w:rPr>
        <w:t>.</w:t>
      </w:r>
      <w:r w:rsidRPr="00D91B70">
        <w:rPr>
          <w:rStyle w:val="libFootnotenumChar"/>
          <w:rtl/>
        </w:rPr>
        <w:t>(2)</w:t>
      </w:r>
    </w:p>
    <w:p w:rsidR="00AE3A06" w:rsidRDefault="00D91B70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D91B70">
      <w:pPr>
        <w:pStyle w:val="Heading2"/>
        <w:rPr>
          <w:rtl/>
          <w:lang w:bidi="fa-IR"/>
        </w:rPr>
      </w:pPr>
      <w:bookmarkStart w:id="9" w:name="_Toc523832769"/>
      <w:r>
        <w:rPr>
          <w:rFonts w:hint="eastAsia"/>
          <w:rtl/>
          <w:lang w:bidi="fa-IR"/>
        </w:rPr>
        <w:t>شکرگزار</w:t>
      </w:r>
      <w:r>
        <w:rPr>
          <w:rFonts w:hint="cs"/>
          <w:rtl/>
          <w:lang w:bidi="fa-IR"/>
        </w:rPr>
        <w:t>ی</w:t>
      </w:r>
      <w:bookmarkEnd w:id="9"/>
    </w:p>
    <w:p w:rsidR="00AE3A06" w:rsidRDefault="00AE3A06" w:rsidP="00D91B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دانشمند</w:t>
      </w:r>
      <w:r>
        <w:rPr>
          <w:rtl/>
          <w:lang w:bidi="fa-IR"/>
        </w:rPr>
        <w:t xml:space="preserve"> بزرگوار،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جهرم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کند: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العظم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محمدرضا گلپا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91B70" w:rsidRPr="00D91B70">
        <w:rPr>
          <w:rStyle w:val="libAlaemChar"/>
          <w:rtl/>
        </w:rPr>
        <w:t>رحمه‌الله</w:t>
      </w:r>
      <w:r w:rsidR="00D91B70" w:rsidRPr="005100D5">
        <w:rPr>
          <w:rFonts w:ascii="Traditional Arabic" w:hAnsi="Traditional Arabic" w:cs="Traditional Arabic"/>
          <w:shd w:val="clear" w:color="auto" w:fill="FFFFFF"/>
          <w:rtl/>
        </w:rPr>
        <w:t xml:space="preserve"> </w:t>
      </w:r>
      <w:r>
        <w:rPr>
          <w:rtl/>
          <w:lang w:bidi="fa-IR"/>
        </w:rPr>
        <w:t>،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رفتم.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دانه</w:t>
      </w:r>
      <w:r>
        <w:rPr>
          <w:rtl/>
          <w:lang w:bidi="fa-IR"/>
        </w:rPr>
        <w:softHyphen/>
        <w:t>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دست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آقا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آمده است.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احوالشان را</w:t>
      </w:r>
    </w:p>
    <w:p w:rsidR="00AE3A06" w:rsidRPr="00D91B70" w:rsidRDefault="00D91B70" w:rsidP="00D91B70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</w:t>
      </w:r>
    </w:p>
    <w:p w:rsidR="00AE3A06" w:rsidRDefault="00AE3A06" w:rsidP="00D91B70">
      <w:pPr>
        <w:pStyle w:val="libFootnote0"/>
        <w:rPr>
          <w:rtl/>
          <w:lang w:bidi="fa-IR"/>
        </w:rPr>
      </w:pPr>
      <w:r>
        <w:rPr>
          <w:rtl/>
          <w:lang w:bidi="fa-IR"/>
        </w:rPr>
        <w:t>1- نک: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محمدرضا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کرمان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قصه ها و خاطره ها، قم، نجابت، 1385، چ 1، ص 79، (ترجمه: قصص و خواطر، نوشته: عبدالعظ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مهتد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بحران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قم،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اسلام، 1378، ص 154).</w:t>
      </w:r>
    </w:p>
    <w:p w:rsidR="00AE3A06" w:rsidRDefault="00AE3A06" w:rsidP="00D91B70">
      <w:pPr>
        <w:pStyle w:val="libFootnote0"/>
        <w:rPr>
          <w:rtl/>
          <w:lang w:bidi="fa-IR"/>
        </w:rPr>
      </w:pPr>
      <w:r>
        <w:rPr>
          <w:rtl/>
          <w:lang w:bidi="fa-IR"/>
        </w:rPr>
        <w:t>2- نک: ستارگان حرم، ج 12، صص 151 و 152.</w:t>
      </w:r>
    </w:p>
    <w:p w:rsidR="00AE3A06" w:rsidRDefault="00D91B70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E3A06">
        <w:rPr>
          <w:rFonts w:hint="eastAsia"/>
          <w:rtl/>
          <w:lang w:bidi="fa-IR"/>
        </w:rPr>
        <w:lastRenderedPageBreak/>
        <w:t>پرس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دم،</w:t>
      </w:r>
      <w:r w:rsidR="00AE3A06">
        <w:rPr>
          <w:rtl/>
          <w:lang w:bidi="fa-IR"/>
        </w:rPr>
        <w:t xml:space="preserve"> فرمود: «ا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درد از شد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دتر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دردهاست، ول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درد هم شکر دارد؛ ز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را</w:t>
      </w:r>
      <w:r w:rsidR="00AE3A06">
        <w:rPr>
          <w:rtl/>
          <w:lang w:bidi="fa-IR"/>
        </w:rPr>
        <w:t xml:space="preserve"> 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</w:t>
      </w:r>
      <w:r w:rsidR="00AE3A06">
        <w:rPr>
          <w:rtl/>
          <w:lang w:bidi="fa-IR"/>
        </w:rPr>
        <w:t xml:space="preserve"> کفاره گناهان است که با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</w:t>
      </w:r>
      <w:r w:rsidR="00AE3A06">
        <w:rPr>
          <w:rtl/>
          <w:lang w:bidi="fa-IR"/>
        </w:rPr>
        <w:t xml:space="preserve"> شکر کرد به آخرت 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فتاده</w:t>
      </w:r>
      <w:r w:rsidR="00AE3A06">
        <w:rPr>
          <w:rtl/>
          <w:lang w:bidi="fa-IR"/>
        </w:rPr>
        <w:t xml:space="preserve"> است 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</w:t>
      </w:r>
      <w:r w:rsidR="00AE3A06">
        <w:rPr>
          <w:rtl/>
          <w:lang w:bidi="fa-IR"/>
        </w:rPr>
        <w:t xml:space="preserve"> ترف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ع</w:t>
      </w:r>
      <w:r w:rsidR="00AE3A06">
        <w:rPr>
          <w:rtl/>
          <w:lang w:bidi="fa-IR"/>
        </w:rPr>
        <w:t xml:space="preserve"> درجه است که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هم شکر دارد و در هر حال جا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شکر است».</w:t>
      </w:r>
      <w:r w:rsidR="00AE3A06" w:rsidRPr="00D91B70">
        <w:rPr>
          <w:rStyle w:val="libFootnotenumChar"/>
          <w:rtl/>
        </w:rPr>
        <w:t>(1)</w:t>
      </w:r>
    </w:p>
    <w:p w:rsidR="00D91B70" w:rsidRDefault="00D91B70" w:rsidP="00AE3A06">
      <w:pPr>
        <w:pStyle w:val="libNormal"/>
        <w:rPr>
          <w:rtl/>
          <w:lang w:bidi="fa-IR"/>
        </w:rPr>
      </w:pPr>
    </w:p>
    <w:p w:rsidR="00AE3A06" w:rsidRDefault="00AE3A06" w:rsidP="00D91B70">
      <w:pPr>
        <w:pStyle w:val="Heading2"/>
        <w:rPr>
          <w:rtl/>
          <w:lang w:bidi="fa-IR"/>
        </w:rPr>
      </w:pPr>
      <w:bookmarkStart w:id="10" w:name="_Toc523832770"/>
      <w:r>
        <w:rPr>
          <w:rFonts w:hint="eastAsia"/>
          <w:rtl/>
          <w:lang w:bidi="fa-IR"/>
        </w:rPr>
        <w:t>عشق</w:t>
      </w:r>
      <w:r>
        <w:rPr>
          <w:rtl/>
          <w:lang w:bidi="fa-IR"/>
        </w:rPr>
        <w:t xml:space="preserve"> و ارادت به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 w:rsidR="00000DDD" w:rsidRPr="00000DDD">
        <w:rPr>
          <w:rStyle w:val="libAlaemChar"/>
          <w:rtl/>
        </w:rPr>
        <w:t>عليه‌السلام</w:t>
      </w:r>
      <w:bookmarkEnd w:id="10"/>
      <w:r w:rsidR="00000DDD" w:rsidRPr="00000DDD">
        <w:rPr>
          <w:rStyle w:val="libAlaemChar"/>
          <w:rtl/>
        </w:rPr>
        <w:t xml:space="preserve"> </w:t>
      </w:r>
    </w:p>
    <w:p w:rsidR="00AE3A06" w:rsidRDefault="00AE3A06" w:rsidP="00D91B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حجت</w:t>
      </w:r>
      <w:r>
        <w:rPr>
          <w:rtl/>
          <w:lang w:bidi="fa-IR"/>
        </w:rPr>
        <w:t xml:space="preserve"> الاسلام انصار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کرمان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از اعضا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دفتر امام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softHyphen/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در روز شهادت حضرت فاطمه</w:t>
      </w:r>
      <w:r w:rsidR="00D91B70" w:rsidRPr="00D91B70">
        <w:rPr>
          <w:rFonts w:ascii="Traditional Arabic" w:eastAsiaTheme="minorHAnsi" w:hAnsi="Traditional Arabic" w:cs="Traditional Arabic"/>
          <w:rtl/>
        </w:rPr>
        <w:t xml:space="preserve"> </w:t>
      </w:r>
      <w:r w:rsidR="00D91B70" w:rsidRPr="00D91B70">
        <w:rPr>
          <w:rStyle w:val="libAlaemChar"/>
          <w:rFonts w:eastAsiaTheme="minorHAnsi"/>
          <w:rtl/>
        </w:rPr>
        <w:t>عليها‌السلام</w:t>
      </w:r>
      <w:r w:rsidR="00D91B70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از حضرت امام تقاضا شد در جمع برادران دفتر (جماران) که 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مناسبت تشک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داده بودند، حاضر شود. امام آمد و نشست.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برادران شروع به خواندن مص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کرد، امام با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به گونه</w:t>
      </w:r>
      <w:r w:rsidR="00D91B7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قطره</w:t>
      </w:r>
      <w:r w:rsidR="00D91B7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اشک، مانند دانه</w:t>
      </w:r>
      <w:r w:rsidR="00D91B7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مروار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 گونه</w:t>
      </w:r>
      <w:r>
        <w:rPr>
          <w:rtl/>
          <w:lang w:bidi="fa-IR"/>
        </w:rPr>
        <w:softHyphen/>
        <w:t>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فرو م</w:t>
      </w:r>
      <w:r>
        <w:rPr>
          <w:rFonts w:hint="cs"/>
          <w:rtl/>
          <w:lang w:bidi="fa-IR"/>
        </w:rPr>
        <w:t>ی</w:t>
      </w:r>
      <w:r w:rsidR="00D91B7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غلت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 w:rsidRPr="00D91B70">
        <w:rPr>
          <w:rStyle w:val="libFootnotenumChar"/>
          <w:rtl/>
        </w:rPr>
        <w:t>.(2)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D91B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حجت</w:t>
      </w:r>
      <w:r>
        <w:rPr>
          <w:rtl/>
          <w:lang w:bidi="fa-IR"/>
        </w:rPr>
        <w:t xml:space="preserve"> الاسلام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اکبر محتشم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کند: تکر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معصوم و افشا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مظلوم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 w:rsidR="00000DDD" w:rsidRPr="00000DDD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چنان مورد توجه امام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حادثه و بحران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از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بازنم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داشت، به گونه</w:t>
      </w:r>
      <w:r w:rsidR="00D91B7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 روز تاسوعا در پار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س،</w:t>
      </w:r>
      <w:r>
        <w:rPr>
          <w:rtl/>
          <w:lang w:bidi="fa-IR"/>
        </w:rPr>
        <w:t xml:space="preserve"> در جمع خبرنگاران د</w:t>
      </w:r>
      <w:r>
        <w:rPr>
          <w:rFonts w:hint="eastAsia"/>
          <w:rtl/>
          <w:lang w:bidi="fa-IR"/>
        </w:rPr>
        <w:t>ستور</w:t>
      </w:r>
      <w:r>
        <w:rPr>
          <w:rtl/>
          <w:lang w:bidi="fa-IR"/>
        </w:rPr>
        <w:t xml:space="preserve"> داد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ساعت به ظهر، مجلس روضه خوان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برپا کنند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روضه بخواند.</w:t>
      </w:r>
      <w:r w:rsidRPr="00D91B70">
        <w:rPr>
          <w:rStyle w:val="libFootnotenumChar"/>
          <w:rtl/>
        </w:rPr>
        <w:t>(3)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D91B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پسر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آقا قاض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D91B7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هر سال خود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 بزرگ 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خم آماده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کرد و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لباسها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در آن روز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از آشنا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 دوستان</w:t>
      </w:r>
    </w:p>
    <w:p w:rsidR="00AE3A06" w:rsidRPr="00D91B70" w:rsidRDefault="00D91B70" w:rsidP="00D91B70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AE3A06" w:rsidRDefault="00AE3A06" w:rsidP="00D91B70">
      <w:pPr>
        <w:pStyle w:val="libFootnote0"/>
        <w:rPr>
          <w:rtl/>
          <w:lang w:bidi="fa-IR"/>
        </w:rPr>
      </w:pPr>
      <w:r>
        <w:rPr>
          <w:rtl/>
          <w:lang w:bidi="fa-IR"/>
        </w:rPr>
        <w:t>1- نک: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لطف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ملکوت، قم، برگز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ده،</w:t>
      </w:r>
      <w:r>
        <w:rPr>
          <w:rtl/>
          <w:lang w:bidi="fa-IR"/>
        </w:rPr>
        <w:t xml:space="preserve"> 1380، چ 1، ص 151.</w:t>
      </w:r>
    </w:p>
    <w:p w:rsidR="00AE3A06" w:rsidRDefault="00AE3A06" w:rsidP="00D91B70">
      <w:pPr>
        <w:pStyle w:val="libFootnote0"/>
        <w:rPr>
          <w:rtl/>
          <w:lang w:bidi="fa-IR"/>
        </w:rPr>
      </w:pPr>
      <w:r>
        <w:rPr>
          <w:rtl/>
          <w:lang w:bidi="fa-IR"/>
        </w:rPr>
        <w:lastRenderedPageBreak/>
        <w:t>2- نک: جمع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فضلا، سرگذشت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از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رحمه الله، گردآورنده: مصطف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تهران،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آزاد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1366، چ 6، ج 2، صص 55 و 56.</w:t>
      </w:r>
    </w:p>
    <w:p w:rsidR="00AE3A06" w:rsidRDefault="00AE3A06" w:rsidP="00D91B70">
      <w:pPr>
        <w:pStyle w:val="libFootnote0"/>
        <w:rPr>
          <w:rtl/>
          <w:lang w:bidi="fa-IR"/>
        </w:rPr>
      </w:pPr>
      <w:r>
        <w:rPr>
          <w:rtl/>
          <w:lang w:bidi="fa-IR"/>
        </w:rPr>
        <w:t>3- جمع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فضلا، سرگذشت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از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رحمه الله، گردآورنده: مصطف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تهران،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آزاد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1366، چ 6، ج 1، صص 48 و 49، با اندک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تلخ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>.</w:t>
      </w:r>
    </w:p>
    <w:p w:rsidR="00AE3A06" w:rsidRDefault="00D91B70" w:rsidP="005B0D5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E3A06">
        <w:rPr>
          <w:rFonts w:hint="eastAsia"/>
          <w:rtl/>
          <w:lang w:bidi="fa-IR"/>
        </w:rPr>
        <w:lastRenderedPageBreak/>
        <w:t>و</w:t>
      </w:r>
      <w:r w:rsidR="00AE3A06">
        <w:rPr>
          <w:rtl/>
          <w:lang w:bidi="fa-IR"/>
        </w:rPr>
        <w:t xml:space="preserve"> قوم و خو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</w:t>
      </w:r>
      <w:r w:rsidR="00AE3A06">
        <w:rPr>
          <w:rtl/>
          <w:lang w:bidi="fa-IR"/>
        </w:rPr>
        <w:t xml:space="preserve"> دعوت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کرد. سپس از 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ک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از آنها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>خواست خطبه 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را که رسول اعظم </w:t>
      </w:r>
      <w:r w:rsidR="00000DDD" w:rsidRPr="00000DDD">
        <w:rPr>
          <w:rStyle w:val="libAlaemChar"/>
          <w:rtl/>
        </w:rPr>
        <w:t xml:space="preserve">صلى‌الله‌عليه‌وآله‌وسلم </w:t>
      </w:r>
      <w:r w:rsidR="00AE3A06">
        <w:rPr>
          <w:rtl/>
          <w:lang w:bidi="fa-IR"/>
        </w:rPr>
        <w:t xml:space="preserve"> در روز ع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</w:t>
      </w:r>
      <w:r w:rsidR="00AE3A06">
        <w:rPr>
          <w:rtl/>
          <w:lang w:bidi="fa-IR"/>
        </w:rPr>
        <w:t xml:space="preserve"> غد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ر</w:t>
      </w:r>
      <w:r w:rsidR="00AE3A06">
        <w:rPr>
          <w:rtl/>
          <w:lang w:bidi="fa-IR"/>
        </w:rPr>
        <w:t xml:space="preserve"> خم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راد</w:t>
      </w:r>
      <w:r w:rsidR="00AE3A06">
        <w:rPr>
          <w:rtl/>
          <w:lang w:bidi="fa-IR"/>
        </w:rPr>
        <w:t xml:space="preserve"> کرده و 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ک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از برجسته تر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و بهتر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خطبه</w:t>
      </w:r>
      <w:r w:rsidR="005B0D5D">
        <w:rPr>
          <w:rFonts w:hint="cs"/>
          <w:rtl/>
          <w:lang w:bidi="fa-IR"/>
        </w:rPr>
        <w:t xml:space="preserve"> </w:t>
      </w:r>
      <w:r w:rsidR="00AE3A06">
        <w:rPr>
          <w:rtl/>
          <w:lang w:bidi="fa-IR"/>
        </w:rPr>
        <w:t>هاست، با صدا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بلند بخواند. در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هنگام، نشاط و خوشحال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در چهره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شان</w:t>
      </w:r>
      <w:r w:rsidR="00AE3A06">
        <w:rPr>
          <w:rtl/>
          <w:lang w:bidi="fa-IR"/>
        </w:rPr>
        <w:t xml:space="preserve"> ظاهر م</w:t>
      </w:r>
      <w:r w:rsidR="00AE3A06">
        <w:rPr>
          <w:rFonts w:hint="cs"/>
          <w:rtl/>
          <w:lang w:bidi="fa-IR"/>
        </w:rPr>
        <w:t>ی</w:t>
      </w:r>
      <w:r w:rsidR="005B0D5D">
        <w:rPr>
          <w:rFonts w:hint="cs"/>
          <w:rtl/>
          <w:lang w:bidi="fa-IR"/>
        </w:rPr>
        <w:t xml:space="preserve"> </w:t>
      </w:r>
      <w:r w:rsidR="00AE3A06">
        <w:rPr>
          <w:rtl/>
          <w:lang w:bidi="fa-IR"/>
        </w:rPr>
        <w:t>شد و سخنان دل ن</w:t>
      </w:r>
      <w:r w:rsidR="00AE3A06">
        <w:rPr>
          <w:rFonts w:hint="eastAsia"/>
          <w:rtl/>
          <w:lang w:bidi="fa-IR"/>
        </w:rPr>
        <w:t>ش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و ش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ر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بس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ار</w:t>
      </w:r>
      <w:r w:rsidR="00AE3A06">
        <w:rPr>
          <w:rtl/>
          <w:lang w:bidi="fa-IR"/>
        </w:rPr>
        <w:t xml:space="preserve"> و نکته</w:t>
      </w:r>
      <w:r w:rsidR="005B0D5D">
        <w:rPr>
          <w:rFonts w:hint="cs"/>
          <w:rtl/>
          <w:lang w:bidi="fa-IR"/>
        </w:rPr>
        <w:t xml:space="preserve"> </w:t>
      </w:r>
      <w:r w:rsidR="00AE3A06">
        <w:rPr>
          <w:rtl/>
          <w:lang w:bidi="fa-IR"/>
        </w:rPr>
        <w:t>ها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کم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اب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که از شعر و نثر در خاطر داشت، برا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حاضران ب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ان</w:t>
      </w:r>
      <w:r w:rsidR="00AE3A06">
        <w:rPr>
          <w:rtl/>
          <w:lang w:bidi="fa-IR"/>
        </w:rPr>
        <w:t xml:space="preserve">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softHyphen/>
        <w:t>کرد.</w:t>
      </w:r>
      <w:r w:rsidR="00AE3A06" w:rsidRPr="005B0D5D">
        <w:rPr>
          <w:rStyle w:val="libFootnotenumChar"/>
          <w:rtl/>
        </w:rPr>
        <w:t>(1)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5B0D5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مصباح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دمحمدرضا</w:t>
      </w:r>
      <w:r>
        <w:rPr>
          <w:rtl/>
          <w:lang w:bidi="fa-IR"/>
        </w:rPr>
        <w:t xml:space="preserve"> گلپا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مرجع 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قدر جهان تش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ع،</w:t>
      </w:r>
      <w:r>
        <w:rPr>
          <w:rtl/>
          <w:lang w:bidi="fa-IR"/>
        </w:rPr>
        <w:t xml:space="preserve"> اهتمام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برگزار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مراسم سوگوار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ائمه معصوم</w:t>
      </w:r>
      <w:r w:rsidR="00000DDD" w:rsidRPr="00000DDD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داشت و در روزها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شهادت و مناسبتها، در خانه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مجلس عزا برپا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شد.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5B0D5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شهادت مادرش، صد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 xml:space="preserve"> طاهره، حضرت زهرا</w:t>
      </w:r>
      <w:r w:rsidR="005B0D5D" w:rsidRPr="005B0D5D">
        <w:rPr>
          <w:rFonts w:ascii="Traditional Arabic" w:eastAsiaTheme="minorHAnsi" w:hAnsi="Traditional Arabic" w:cs="Traditional Arabic"/>
          <w:rtl/>
        </w:rPr>
        <w:t xml:space="preserve"> </w:t>
      </w:r>
      <w:r w:rsidR="005B0D5D" w:rsidRPr="005B0D5D">
        <w:rPr>
          <w:rStyle w:val="libAlaemChar"/>
          <w:rFonts w:eastAsiaTheme="minorHAnsi"/>
          <w:rtl/>
        </w:rPr>
        <w:t>عليها‌السلام</w:t>
      </w:r>
      <w:r w:rsidR="005B0D5D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در روزها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ازدهم،</w:t>
      </w:r>
      <w:r>
        <w:rPr>
          <w:rtl/>
          <w:lang w:bidi="fa-IR"/>
        </w:rPr>
        <w:t xml:space="preserve"> دوازدهم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زدهم</w:t>
      </w:r>
      <w:r>
        <w:rPr>
          <w:rtl/>
          <w:lang w:bidi="fa-IR"/>
        </w:rPr>
        <w:t xml:space="preserve"> جماد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الاول و روزها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اول، دوم و سوم جماد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الثان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خانه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مجلس عزا برپا بود. افزون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در طول سال، در روزها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پنجشنبه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مجلس روضه در خانه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برگزار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ش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علاقه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دمحمدرضا</w:t>
      </w:r>
      <w:r>
        <w:rPr>
          <w:rtl/>
          <w:lang w:bidi="fa-IR"/>
        </w:rPr>
        <w:t xml:space="preserve"> گلپا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دالشهدا</w:t>
      </w:r>
      <w:r w:rsidR="00000DDD" w:rsidRPr="00000DDD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به گونه</w:t>
      </w:r>
      <w:r w:rsidR="005B0D5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عصر عاشورا، بستگان را گرد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جمع م</w:t>
      </w:r>
      <w:r>
        <w:rPr>
          <w:rFonts w:hint="cs"/>
          <w:rtl/>
          <w:lang w:bidi="fa-IR"/>
        </w:rPr>
        <w:t>ی</w:t>
      </w:r>
      <w:r w:rsidR="005B0D5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کرد و خود روضه م</w:t>
      </w:r>
      <w:r>
        <w:rPr>
          <w:rFonts w:hint="cs"/>
          <w:rtl/>
          <w:lang w:bidi="fa-IR"/>
        </w:rPr>
        <w:t>ی</w:t>
      </w:r>
      <w:r w:rsidR="005B0D5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خواند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تا آخر عمر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فش</w:t>
      </w:r>
      <w:r>
        <w:rPr>
          <w:rtl/>
          <w:lang w:bidi="fa-IR"/>
        </w:rPr>
        <w:t xml:space="preserve"> ادامه داد.</w:t>
      </w:r>
      <w:r w:rsidRPr="005B0D5D">
        <w:rPr>
          <w:rStyle w:val="libFootnotenumChar"/>
          <w:rtl/>
        </w:rPr>
        <w:t>(2)</w:t>
      </w:r>
    </w:p>
    <w:p w:rsidR="00AE3A06" w:rsidRPr="005B0D5D" w:rsidRDefault="005B0D5D" w:rsidP="005B0D5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</w:t>
      </w:r>
    </w:p>
    <w:p w:rsidR="00AE3A06" w:rsidRDefault="00AE3A06" w:rsidP="005B0D5D">
      <w:pPr>
        <w:pStyle w:val="libFootnote0"/>
        <w:rPr>
          <w:rtl/>
          <w:lang w:bidi="fa-IR"/>
        </w:rPr>
      </w:pPr>
      <w:r>
        <w:rPr>
          <w:rtl/>
          <w:lang w:bidi="fa-IR"/>
        </w:rPr>
        <w:t>1- نک: اسوه عارفان، صص 35 و 36.</w:t>
      </w:r>
    </w:p>
    <w:p w:rsidR="00AE3A06" w:rsidRDefault="00AE3A06" w:rsidP="005B0D5D">
      <w:pPr>
        <w:pStyle w:val="libFootnote0"/>
        <w:rPr>
          <w:rtl/>
          <w:lang w:bidi="fa-IR"/>
        </w:rPr>
      </w:pPr>
      <w:r>
        <w:rPr>
          <w:rtl/>
          <w:lang w:bidi="fa-IR"/>
        </w:rPr>
        <w:t>2- نور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ملکوت، صص 136 و 137، با اندک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تلخ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>.</w:t>
      </w:r>
    </w:p>
    <w:p w:rsidR="00AE3A06" w:rsidRDefault="005B0D5D" w:rsidP="005B0D5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E3A06">
        <w:rPr>
          <w:rFonts w:hint="eastAsia"/>
          <w:rtl/>
          <w:lang w:bidi="fa-IR"/>
        </w:rPr>
        <w:lastRenderedPageBreak/>
        <w:t>آنان</w:t>
      </w:r>
      <w:r w:rsidR="00AE3A06">
        <w:rPr>
          <w:rtl/>
          <w:lang w:bidi="fa-IR"/>
        </w:rPr>
        <w:t xml:space="preserve"> نزد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ک</w:t>
      </w:r>
      <w:r w:rsidR="00AE3A06">
        <w:rPr>
          <w:rtl/>
          <w:lang w:bidi="fa-IR"/>
        </w:rPr>
        <w:t xml:space="preserve">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</w:t>
      </w:r>
      <w:r w:rsidR="00AE3A06">
        <w:rPr>
          <w:rtl/>
          <w:lang w:bidi="fa-IR"/>
        </w:rPr>
        <w:t>. امام در برخورد با مشاهد مشرفه و در تشرف به ز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ارت</w:t>
      </w:r>
      <w:r w:rsidR="00AE3A06">
        <w:rPr>
          <w:rtl/>
          <w:lang w:bidi="fa-IR"/>
        </w:rPr>
        <w:t xml:space="preserve"> قبور مطهر معصوم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000DDD" w:rsidRPr="00000DDD">
        <w:rPr>
          <w:rStyle w:val="libAlaemChar"/>
          <w:rtl/>
        </w:rPr>
        <w:t xml:space="preserve">عليه‌السلام </w:t>
      </w:r>
      <w:r w:rsidR="00AE3A06">
        <w:rPr>
          <w:rtl/>
          <w:lang w:bidi="fa-IR"/>
        </w:rPr>
        <w:t>، [چنان بود که گو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</w:t>
      </w:r>
      <w:r w:rsidR="00AE3A06">
        <w:rPr>
          <w:rtl/>
          <w:lang w:bidi="fa-IR"/>
        </w:rPr>
        <w:t>] امام را در برابر خود ناظر و حاضر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</w:t>
      </w:r>
      <w:r w:rsidR="00AE3A06">
        <w:rPr>
          <w:rtl/>
          <w:lang w:bidi="fa-IR"/>
        </w:rPr>
        <w:t>.</w:t>
      </w:r>
      <w:r w:rsidR="00AE3A06" w:rsidRPr="005B0D5D">
        <w:rPr>
          <w:rStyle w:val="libFootnotenumChar"/>
          <w:rtl/>
        </w:rPr>
        <w:t>(1)</w:t>
      </w:r>
    </w:p>
    <w:p w:rsidR="00AE3A06" w:rsidRDefault="00AE3A06" w:rsidP="005B0D5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محمدتق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ادهم نژاد لنگرود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درباره عشق خالصانه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رضا ممجّد لنگرود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 w:rsidR="00000DDD" w:rsidRPr="00000DDD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برجسته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شان،</w:t>
      </w:r>
      <w:r>
        <w:rPr>
          <w:rtl/>
          <w:lang w:bidi="fa-IR"/>
        </w:rPr>
        <w:t xml:space="preserve"> عشق و اخلاص آن مرد بزرگ به خاندان عصمت و طهارت</w:t>
      </w:r>
      <w:r w:rsidR="00000DDD" w:rsidRPr="00000DDD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بود. بنده شاهد بودم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 ماه مبارک رمضان، در مسجد کنار حوزه 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منبر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 و روضه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خواند،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و با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رضا،</w:t>
      </w:r>
      <w:r>
        <w:rPr>
          <w:rtl/>
          <w:lang w:bidi="fa-IR"/>
        </w:rPr>
        <w:t xml:space="preserve"> چنان اشعار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سوزناک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 به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اشعار مربوط به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اصغر</w:t>
      </w:r>
      <w:r w:rsidR="00000DDD" w:rsidRPr="00000DDD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که سخت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قلب 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شکست و اشک از چشمان همه سراز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در سال 1371روز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 صحن مدرسه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درحال قدم زدن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روضه خوان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مَدْرس کتاب خانه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به مناسبت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فاطم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شروع به روضه خوان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روضه 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سکو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نشست و درحال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عصا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زد، چنان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تاکنون از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کس و در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محفل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بودم.</w:t>
      </w:r>
      <w:r w:rsidRPr="005B0D5D">
        <w:rPr>
          <w:rStyle w:val="libFootnotenumChar"/>
          <w:rtl/>
        </w:rPr>
        <w:t>(2)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5B0D5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درباره عشق و ارادت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 به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 w:rsidR="00000DDD" w:rsidRPr="00000DDD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خاطره</w:t>
      </w:r>
      <w:r w:rsidR="005B0D5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فراموش نشدن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مربوط به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 w:rsidR="005B0D5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بزرگوار است. من از دوران کودک</w:t>
      </w:r>
      <w:r>
        <w:rPr>
          <w:rFonts w:hint="cs"/>
          <w:rtl/>
          <w:lang w:bidi="fa-IR"/>
        </w:rPr>
        <w:t>ی</w:t>
      </w:r>
    </w:p>
    <w:p w:rsidR="00AE3A06" w:rsidRPr="005B0D5D" w:rsidRDefault="005B0D5D" w:rsidP="005B0D5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</w:t>
      </w:r>
    </w:p>
    <w:p w:rsidR="00AE3A06" w:rsidRDefault="00AE3A06" w:rsidP="005B0D5D">
      <w:pPr>
        <w:pStyle w:val="libFootnote0"/>
        <w:rPr>
          <w:rtl/>
          <w:lang w:bidi="fa-IR"/>
        </w:rPr>
      </w:pPr>
      <w:r>
        <w:rPr>
          <w:rtl/>
          <w:lang w:bidi="fa-IR"/>
        </w:rPr>
        <w:t>1- نک: سرگذشت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از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رحمه الله، ج 1، ص 120.</w:t>
      </w:r>
    </w:p>
    <w:p w:rsidR="00AE3A06" w:rsidRDefault="00AE3A06" w:rsidP="005B0D5D">
      <w:pPr>
        <w:pStyle w:val="libFootnote0"/>
        <w:rPr>
          <w:rtl/>
          <w:lang w:bidi="fa-IR"/>
        </w:rPr>
      </w:pPr>
      <w:r>
        <w:rPr>
          <w:rtl/>
          <w:lang w:bidi="fa-IR"/>
        </w:rPr>
        <w:lastRenderedPageBreak/>
        <w:t>2- نک: ستارگان حرم، ج 12، صص 135 و 136.</w:t>
      </w:r>
    </w:p>
    <w:p w:rsidR="00AE3A06" w:rsidRDefault="005B0D5D" w:rsidP="005B0D5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E3A06">
        <w:rPr>
          <w:rFonts w:hint="eastAsia"/>
          <w:rtl/>
          <w:lang w:bidi="fa-IR"/>
        </w:rPr>
        <w:lastRenderedPageBreak/>
        <w:t>به</w:t>
      </w:r>
      <w:r w:rsidR="00AE3A06">
        <w:rPr>
          <w:rtl/>
          <w:lang w:bidi="fa-IR"/>
        </w:rPr>
        <w:t xml:space="preserve"> خوب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به 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اد</w:t>
      </w:r>
      <w:r w:rsidR="00AE3A06">
        <w:rPr>
          <w:rtl/>
          <w:lang w:bidi="fa-IR"/>
        </w:rPr>
        <w:t xml:space="preserve"> دارم که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شان</w:t>
      </w:r>
      <w:r w:rsidR="00AE3A06">
        <w:rPr>
          <w:rtl/>
          <w:lang w:bidi="fa-IR"/>
        </w:rPr>
        <w:t xml:space="preserve"> از همان شروع صحبت که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>گفت «قال الصادق</w:t>
      </w:r>
      <w:r w:rsidR="00000DDD" w:rsidRPr="00000DDD">
        <w:rPr>
          <w:rStyle w:val="libAlaemChar"/>
          <w:rtl/>
        </w:rPr>
        <w:t xml:space="preserve">عليه‌السلام </w:t>
      </w:r>
      <w:r w:rsidR="00AE3A06">
        <w:rPr>
          <w:rtl/>
          <w:lang w:bidi="fa-IR"/>
        </w:rPr>
        <w:t>» همان طور آرام آرام از گوشه چشم</w:t>
      </w:r>
      <w:r>
        <w:rPr>
          <w:rFonts w:hint="cs"/>
          <w:rtl/>
          <w:lang w:bidi="fa-IR"/>
        </w:rPr>
        <w:t xml:space="preserve"> </w:t>
      </w:r>
      <w:r w:rsidR="00AE3A06">
        <w:rPr>
          <w:rtl/>
          <w:lang w:bidi="fa-IR"/>
        </w:rPr>
        <w:t>ها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</w:t>
      </w:r>
      <w:r w:rsidR="00AE3A06">
        <w:rPr>
          <w:rtl/>
          <w:lang w:bidi="fa-IR"/>
        </w:rPr>
        <w:t xml:space="preserve"> اشک سراز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ر</w:t>
      </w:r>
      <w:r w:rsidR="00AE3A06">
        <w:rPr>
          <w:rtl/>
          <w:lang w:bidi="fa-IR"/>
        </w:rPr>
        <w:t xml:space="preserve">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شد و با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حال، اخبار و احاد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ث</w:t>
      </w:r>
      <w:r w:rsidR="00AE3A06">
        <w:rPr>
          <w:rtl/>
          <w:lang w:bidi="fa-IR"/>
        </w:rPr>
        <w:t xml:space="preserve"> اهل ب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ت</w:t>
      </w:r>
      <w:r w:rsidR="00AE3A06">
        <w:rPr>
          <w:rtl/>
          <w:lang w:bidi="fa-IR"/>
        </w:rPr>
        <w:t xml:space="preserve"> عصمت و طهارت</w:t>
      </w:r>
      <w:r w:rsidR="00000DDD" w:rsidRPr="00000DDD">
        <w:rPr>
          <w:rStyle w:val="libAlaemChar"/>
          <w:rtl/>
        </w:rPr>
        <w:t xml:space="preserve">عليه‌السلام </w:t>
      </w:r>
      <w:r w:rsidR="00AE3A06">
        <w:rPr>
          <w:rtl/>
          <w:lang w:bidi="fa-IR"/>
        </w:rPr>
        <w:t xml:space="preserve"> را برا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مردم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خواند... </w:t>
      </w:r>
      <w:r w:rsidR="00AE3A06" w:rsidRPr="005B0D5D">
        <w:rPr>
          <w:rStyle w:val="libFootnotenumChar"/>
          <w:rtl/>
        </w:rPr>
        <w:t>.(1)</w:t>
      </w:r>
    </w:p>
    <w:p w:rsidR="00AE3A06" w:rsidRDefault="00AE3A06" w:rsidP="005B0D5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استاد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مطهر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احترام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خود به علامه طباطبا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گونه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softHyphen/>
        <w:t>کند: «من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لسوف</w:t>
      </w:r>
      <w:r>
        <w:rPr>
          <w:rtl/>
          <w:lang w:bidi="fa-IR"/>
        </w:rPr>
        <w:t xml:space="preserve"> و عارف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ام و احترام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نه به خاطر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لسوف</w:t>
      </w:r>
      <w:r>
        <w:rPr>
          <w:rtl/>
          <w:lang w:bidi="fa-IR"/>
        </w:rPr>
        <w:t xml:space="preserve"> است، بلکه احترامم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جهت است که او عاشق دلباخته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 w:rsidR="00000DDD" w:rsidRPr="00000DDD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است. علامه طباطبا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 ماه ر</w:t>
      </w:r>
      <w:r>
        <w:rPr>
          <w:rFonts w:hint="eastAsia"/>
          <w:rtl/>
          <w:lang w:bidi="fa-IR"/>
        </w:rPr>
        <w:t>مضان</w:t>
      </w:r>
      <w:r>
        <w:rPr>
          <w:rtl/>
          <w:lang w:bidi="fa-IR"/>
        </w:rPr>
        <w:t xml:space="preserve"> روزه خود را با بوسه بر ضر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حضرت معصومه</w:t>
      </w:r>
      <w:r w:rsidR="00863C5E" w:rsidRPr="00863C5E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افطار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کرد. ابتدا به حرم مطهر مشرّف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شد، ضر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مقدس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سپس به خانه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رفت و غذا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خورد.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بود که مرا به شدت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نموده است.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غالباً در مجالس روضه و مرث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روزها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جمعه شرکت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کرد و با تمام وجود زار زار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کرد».</w:t>
      </w:r>
      <w:r w:rsidRPr="005B0D5D">
        <w:rPr>
          <w:rStyle w:val="libFootnotenumChar"/>
          <w:rtl/>
        </w:rPr>
        <w:t>(2)</w:t>
      </w:r>
    </w:p>
    <w:p w:rsidR="005B0D5D" w:rsidRDefault="005B0D5D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5B0D5D">
      <w:pPr>
        <w:pStyle w:val="Heading2"/>
        <w:rPr>
          <w:rtl/>
          <w:lang w:bidi="fa-IR"/>
        </w:rPr>
      </w:pPr>
      <w:bookmarkStart w:id="11" w:name="_Toc523832771"/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 در آخر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لحظه عمر</w:t>
      </w:r>
      <w:bookmarkEnd w:id="11"/>
    </w:p>
    <w:p w:rsidR="00AE3A06" w:rsidRDefault="00AE3A06" w:rsidP="005B0D5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محمدتق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بهجت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محمدحس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اصفهان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(مشهور به کمپان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که صاحب آثار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</w:t>
      </w:r>
      <w:r>
        <w:rPr>
          <w:rtl/>
          <w:lang w:bidi="fa-IR"/>
        </w:rPr>
        <w:t xml:space="preserve"> و از اسات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محترم ما بودند، از درگاه خدا خواسته بودند که لحظه آخر عمرشان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 بخوانند و بعد قبض روح شوند. که البته،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مستجاب شد و بع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اتمام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عالم درگذشتند».</w:t>
      </w:r>
      <w:r w:rsidRPr="005B0D5D">
        <w:rPr>
          <w:rStyle w:val="libFootnotenumChar"/>
          <w:rtl/>
        </w:rPr>
        <w:t>(3)</w:t>
      </w:r>
    </w:p>
    <w:p w:rsidR="00AE3A06" w:rsidRPr="005B0D5D" w:rsidRDefault="005B0D5D" w:rsidP="005B0D5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AE3A06" w:rsidRDefault="00AE3A06" w:rsidP="005B0D5D">
      <w:pPr>
        <w:pStyle w:val="libFootnote0"/>
        <w:rPr>
          <w:rtl/>
          <w:lang w:bidi="fa-IR"/>
        </w:rPr>
      </w:pPr>
      <w:r>
        <w:rPr>
          <w:rtl/>
          <w:lang w:bidi="fa-IR"/>
        </w:rPr>
        <w:t>1- نک: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زاهد، صص 169 و 170.</w:t>
      </w:r>
    </w:p>
    <w:p w:rsidR="00AE3A06" w:rsidRDefault="00AE3A06" w:rsidP="005B0D5D">
      <w:pPr>
        <w:pStyle w:val="libFootnote0"/>
        <w:rPr>
          <w:rtl/>
          <w:lang w:bidi="fa-IR"/>
        </w:rPr>
      </w:pPr>
      <w:r>
        <w:rPr>
          <w:rtl/>
          <w:lang w:bidi="fa-IR"/>
        </w:rPr>
        <w:t>2- نک: غلامرضا گل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زواره، منظومه معرفت، قم، انتشارات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ام،</w:t>
      </w:r>
      <w:r>
        <w:rPr>
          <w:rtl/>
          <w:lang w:bidi="fa-IR"/>
        </w:rPr>
        <w:t xml:space="preserve"> 1374، چ1، صص 92 و 93.</w:t>
      </w:r>
    </w:p>
    <w:p w:rsidR="00AE3A06" w:rsidRDefault="00AE3A06" w:rsidP="005B0D5D">
      <w:pPr>
        <w:pStyle w:val="libFootnote0"/>
        <w:rPr>
          <w:rtl/>
          <w:lang w:bidi="fa-IR"/>
        </w:rPr>
      </w:pPr>
      <w:r>
        <w:rPr>
          <w:rtl/>
          <w:lang w:bidi="fa-IR"/>
        </w:rPr>
        <w:t>3-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رضا</w:t>
      </w:r>
      <w:r>
        <w:rPr>
          <w:rtl/>
          <w:lang w:bidi="fa-IR"/>
        </w:rPr>
        <w:t xml:space="preserve"> خاتم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داستان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علما، قم، انتشارات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ار،</w:t>
      </w:r>
      <w:r>
        <w:rPr>
          <w:rtl/>
          <w:lang w:bidi="fa-IR"/>
        </w:rPr>
        <w:t xml:space="preserve"> 1379، چ 1، ص 132.</w:t>
      </w:r>
    </w:p>
    <w:p w:rsidR="00AE3A06" w:rsidRDefault="005B0D5D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5B0D5D">
      <w:pPr>
        <w:pStyle w:val="Heading2"/>
        <w:rPr>
          <w:rtl/>
          <w:lang w:bidi="fa-IR"/>
        </w:rPr>
      </w:pPr>
      <w:bookmarkStart w:id="12" w:name="_Toc523832772"/>
      <w:r>
        <w:rPr>
          <w:rFonts w:hint="eastAsia"/>
          <w:rtl/>
          <w:lang w:bidi="fa-IR"/>
        </w:rPr>
        <w:t>خاک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زائر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درد چشم</w:t>
      </w:r>
      <w:bookmarkEnd w:id="12"/>
    </w:p>
    <w:p w:rsidR="00AE3A06" w:rsidRDefault="00AE3A06" w:rsidP="005B0D5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بروجرد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من در بروجرد بودم، از درد چشم رنج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بردم. به پزشکان مراجعه نمودم،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از معالجه من اظهار ناام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عاشورا،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ئت</w:t>
      </w:r>
      <w:r w:rsidR="005B0D5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عزادار به منزل 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آمدند. من در مجلس عزا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="00000DDD" w:rsidRPr="00000DDD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نشستم و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کردم، درح</w:t>
      </w:r>
      <w:r>
        <w:rPr>
          <w:rFonts w:hint="eastAsia"/>
          <w:rtl/>
          <w:lang w:bidi="fa-IR"/>
        </w:rPr>
        <w:t>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چشمم به شدت درد م</w:t>
      </w:r>
      <w:r>
        <w:rPr>
          <w:rFonts w:hint="cs"/>
          <w:rtl/>
          <w:lang w:bidi="fa-IR"/>
        </w:rPr>
        <w:t>ی</w:t>
      </w:r>
      <w:r w:rsidR="005B0D5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کرد. در همان حال به نظرم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خاک سر و صورت عزاداران را گرفته و به چشم خود بمالم. پس بدون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متوجه شود، خاک را گرفتم و به چشم خود مال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و احساس تخف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درد کردم و احساس کردم که کم کم درد برطرف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به گونه</w:t>
      </w:r>
      <w:r w:rsidR="005B0D5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آن روز تاکنون به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وجه درد چشم من عود نکرده، بلکه چشمم پرنور شده و احت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اج</w:t>
      </w:r>
      <w:r>
        <w:rPr>
          <w:rtl/>
          <w:lang w:bidi="fa-IR"/>
        </w:rPr>
        <w:t xml:space="preserve"> به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ندارم».</w:t>
      </w:r>
      <w:r w:rsidRPr="005B0D5D">
        <w:rPr>
          <w:rStyle w:val="libFootnotenumChar"/>
          <w:rtl/>
        </w:rPr>
        <w:t>(1)</w:t>
      </w:r>
    </w:p>
    <w:p w:rsidR="00AE3A06" w:rsidRDefault="005B0D5D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5B0D5D">
      <w:pPr>
        <w:pStyle w:val="Heading2"/>
        <w:rPr>
          <w:rtl/>
          <w:lang w:bidi="fa-IR"/>
        </w:rPr>
      </w:pPr>
      <w:bookmarkStart w:id="13" w:name="_Toc523832773"/>
      <w:r>
        <w:rPr>
          <w:rFonts w:hint="eastAsia"/>
          <w:rtl/>
          <w:lang w:bidi="fa-IR"/>
        </w:rPr>
        <w:t>ارتباط</w:t>
      </w:r>
      <w:r>
        <w:rPr>
          <w:rtl/>
          <w:lang w:bidi="fa-IR"/>
        </w:rPr>
        <w:t xml:space="preserve"> معنو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امام زمان عج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bookmarkEnd w:id="13"/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حجت</w:t>
      </w:r>
      <w:r>
        <w:rPr>
          <w:rtl/>
          <w:lang w:bidi="fa-IR"/>
        </w:rPr>
        <w:t xml:space="preserve"> الاسلام محمد محمد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اشتهارد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درباره مدرس وارسته،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دمحمود</w:t>
      </w:r>
      <w:r>
        <w:rPr>
          <w:rtl/>
          <w:lang w:bidi="fa-IR"/>
        </w:rPr>
        <w:t xml:space="preserve"> مرعش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softHyphen/>
        <w:t>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>: رابطه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با حضرت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عصر عج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استوار و مخلصانه بود. هر روز صبح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عهد امام زمان عج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softHyphen/>
        <w:t>خواند و با آن بزرگوار رابطه معنو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ملکوت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خالصانه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داشت. کتاب شرح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که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مشروح و متقن است، نشان دهنده عمق ارتباط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با عترت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 </w:t>
      </w:r>
      <w:r w:rsidR="00000DDD" w:rsidRPr="00000DDD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به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امام عصر عج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است.(2)</w:t>
      </w:r>
    </w:p>
    <w:p w:rsidR="00AE3A06" w:rsidRDefault="00153F2C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153F2C">
      <w:pPr>
        <w:pStyle w:val="Heading2"/>
        <w:rPr>
          <w:rtl/>
          <w:lang w:bidi="fa-IR"/>
        </w:rPr>
      </w:pPr>
      <w:bookmarkStart w:id="14" w:name="_Toc523832774"/>
      <w:r>
        <w:rPr>
          <w:rFonts w:hint="eastAsia"/>
          <w:rtl/>
          <w:lang w:bidi="fa-IR"/>
        </w:rPr>
        <w:t>تعهد</w:t>
      </w:r>
      <w:r>
        <w:rPr>
          <w:rtl/>
          <w:lang w:bidi="fa-IR"/>
        </w:rPr>
        <w:t xml:space="preserve"> به امام زمان عج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bookmarkEnd w:id="14"/>
    </w:p>
    <w:p w:rsidR="00AE3A06" w:rsidRDefault="00153F2C" w:rsidP="00153F2C">
      <w:pPr>
        <w:pStyle w:val="libNormal"/>
        <w:rPr>
          <w:rtl/>
          <w:lang w:bidi="fa-IR"/>
        </w:rPr>
      </w:pPr>
      <w:r>
        <w:rPr>
          <w:lang w:bidi="fa-IR"/>
        </w:rPr>
        <w:t>.</w:t>
      </w:r>
      <w:r w:rsidR="00AE3A06">
        <w:rPr>
          <w:rFonts w:hint="eastAsia"/>
          <w:rtl/>
          <w:lang w:bidi="fa-IR"/>
        </w:rPr>
        <w:t>روحان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شه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د،</w:t>
      </w:r>
      <w:r w:rsidR="00AE3A06">
        <w:rPr>
          <w:rtl/>
          <w:lang w:bidi="fa-IR"/>
        </w:rPr>
        <w:t xml:space="preserve"> عل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اصغر نادر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جهرم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</w:t>
      </w:r>
      <w:r w:rsidRPr="00153F2C">
        <w:rPr>
          <w:rStyle w:val="libAlaemChar"/>
          <w:rtl/>
        </w:rPr>
        <w:t>رضي‌الله‌عنه</w:t>
      </w:r>
      <w:r w:rsidRPr="005100D5">
        <w:rPr>
          <w:rFonts w:ascii="Traditional Arabic" w:hAnsi="Traditional Arabic" w:cs="Traditional Arabic"/>
          <w:rtl/>
        </w:rPr>
        <w:t xml:space="preserve"> </w:t>
      </w:r>
      <w:r w:rsidR="00AE3A06">
        <w:rPr>
          <w:rtl/>
          <w:lang w:bidi="fa-IR"/>
        </w:rPr>
        <w:t>، هم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شه</w:t>
      </w:r>
      <w:r w:rsidR="00AE3A06">
        <w:rPr>
          <w:rtl/>
          <w:lang w:bidi="fa-IR"/>
        </w:rPr>
        <w:t xml:space="preserve"> خود را مد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ون</w:t>
      </w:r>
      <w:r w:rsidR="00AE3A06">
        <w:rPr>
          <w:rtl/>
          <w:lang w:bidi="fa-IR"/>
        </w:rPr>
        <w:t xml:space="preserve"> امام رحمه الله و انقلاب اسلام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>دانست.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شان</w:t>
      </w:r>
      <w:r w:rsidR="00AE3A06">
        <w:rPr>
          <w:rtl/>
          <w:lang w:bidi="fa-IR"/>
        </w:rPr>
        <w:t xml:space="preserve"> در آخر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روزها</w:t>
      </w:r>
      <w:r w:rsidR="00AE3A06">
        <w:rPr>
          <w:rFonts w:hint="cs"/>
          <w:rtl/>
          <w:lang w:bidi="fa-IR"/>
        </w:rPr>
        <w:t>ی</w:t>
      </w:r>
    </w:p>
    <w:p w:rsidR="00AE3A06" w:rsidRDefault="00153F2C" w:rsidP="00153F2C">
      <w:pPr>
        <w:pStyle w:val="libLine"/>
        <w:rPr>
          <w:rtl/>
          <w:lang w:bidi="fa-IR"/>
        </w:rPr>
      </w:pPr>
      <w:r>
        <w:rPr>
          <w:lang w:bidi="fa-IR"/>
        </w:rPr>
        <w:t>________________________________</w:t>
      </w:r>
    </w:p>
    <w:p w:rsidR="00AE3A06" w:rsidRDefault="00AE3A06" w:rsidP="00153F2C">
      <w:pPr>
        <w:pStyle w:val="libFootnote0"/>
        <w:rPr>
          <w:rtl/>
          <w:lang w:bidi="fa-IR"/>
        </w:rPr>
      </w:pPr>
      <w:r>
        <w:rPr>
          <w:rtl/>
          <w:lang w:bidi="fa-IR"/>
        </w:rPr>
        <w:t>1- قصه ها و خاطره ها، ص 38؛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فرزانگان، صص 186 و 187.</w:t>
      </w:r>
    </w:p>
    <w:p w:rsidR="00AE3A06" w:rsidRDefault="00AE3A06" w:rsidP="00153F2C">
      <w:pPr>
        <w:pStyle w:val="libFootnote0"/>
        <w:rPr>
          <w:rtl/>
          <w:lang w:bidi="fa-IR"/>
        </w:rPr>
      </w:pPr>
      <w:r>
        <w:rPr>
          <w:rtl/>
          <w:lang w:bidi="fa-IR"/>
        </w:rPr>
        <w:t>2- نک: ستارگان حرم، ج 11، ص 47.</w:t>
      </w:r>
    </w:p>
    <w:p w:rsidR="00AE3A06" w:rsidRDefault="00153F2C" w:rsidP="00153F2C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E3A06">
        <w:rPr>
          <w:rFonts w:hint="eastAsia"/>
          <w:rtl/>
          <w:lang w:bidi="fa-IR"/>
        </w:rPr>
        <w:lastRenderedPageBreak/>
        <w:t>پ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</w:t>
      </w:r>
      <w:r w:rsidR="00AE3A06">
        <w:rPr>
          <w:rtl/>
          <w:lang w:bidi="fa-IR"/>
        </w:rPr>
        <w:t xml:space="preserve"> از شهادتش، در وص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ت</w:t>
      </w:r>
      <w:r w:rsidR="00AE3A06">
        <w:rPr>
          <w:rtl/>
          <w:lang w:bidi="fa-IR"/>
        </w:rPr>
        <w:t xml:space="preserve"> نامه</w:t>
      </w:r>
      <w:r>
        <w:rPr>
          <w:lang w:bidi="fa-IR"/>
        </w:rPr>
        <w:t xml:space="preserve"> </w:t>
      </w:r>
      <w:r w:rsidR="00AE3A06">
        <w:rPr>
          <w:rtl/>
          <w:lang w:bidi="fa-IR"/>
        </w:rPr>
        <w:t>اش چن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م</w:t>
      </w:r>
      <w:r w:rsidR="00AE3A06">
        <w:rPr>
          <w:rFonts w:hint="cs"/>
          <w:rtl/>
          <w:lang w:bidi="fa-IR"/>
        </w:rPr>
        <w:t>ی</w:t>
      </w:r>
      <w:r>
        <w:rPr>
          <w:lang w:bidi="fa-IR"/>
        </w:rPr>
        <w:t xml:space="preserve"> </w:t>
      </w:r>
      <w:r w:rsidR="00AE3A06">
        <w:rPr>
          <w:rtl/>
          <w:lang w:bidi="fa-IR"/>
        </w:rPr>
        <w:t>نو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سد</w:t>
      </w:r>
      <w:r w:rsidR="00AE3A06">
        <w:rPr>
          <w:rtl/>
          <w:lang w:bidi="fa-IR"/>
        </w:rPr>
        <w:t>: «از مقدار مبلغ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که در بانک، قرض الحسنه و نزد 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گران</w:t>
      </w:r>
      <w:r w:rsidR="00AE3A06">
        <w:rPr>
          <w:rtl/>
          <w:lang w:bidi="fa-IR"/>
        </w:rPr>
        <w:t xml:space="preserve"> دارم، ده هزار تومان به مدرسه علم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ه</w:t>
      </w:r>
      <w:r w:rsidR="00AE3A06">
        <w:rPr>
          <w:rtl/>
          <w:lang w:bidi="fa-IR"/>
        </w:rPr>
        <w:t xml:space="preserve"> شه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</w:t>
      </w:r>
      <w:r w:rsidR="00AE3A06">
        <w:rPr>
          <w:rtl/>
          <w:lang w:bidi="fa-IR"/>
        </w:rPr>
        <w:t xml:space="preserve"> آ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ت</w:t>
      </w:r>
      <w:r w:rsidR="00AE3A06">
        <w:rPr>
          <w:rtl/>
          <w:lang w:bidi="fa-IR"/>
        </w:rPr>
        <w:t xml:space="preserve"> الله دستغ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ب</w:t>
      </w:r>
      <w:r w:rsidR="00AE3A06">
        <w:rPr>
          <w:rtl/>
          <w:lang w:bidi="fa-IR"/>
        </w:rPr>
        <w:t xml:space="preserve"> و ده هزار تومان به مدرسه ف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ض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ه</w:t>
      </w:r>
      <w:r w:rsidR="00AE3A06">
        <w:rPr>
          <w:rtl/>
          <w:lang w:bidi="fa-IR"/>
        </w:rPr>
        <w:t xml:space="preserve"> قم بده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</w:t>
      </w:r>
      <w:r w:rsidR="00AE3A06">
        <w:rPr>
          <w:rtl/>
          <w:lang w:bidi="fa-IR"/>
        </w:rPr>
        <w:t>. علت پرداخت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مبالغ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است که من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مقدار شهر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ه</w:t>
      </w:r>
      <w:r w:rsidR="00AE3A06">
        <w:rPr>
          <w:rtl/>
          <w:lang w:bidi="fa-IR"/>
        </w:rPr>
        <w:t xml:space="preserve"> را از امام زمان عج الله تعال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فرجه الشر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ف</w:t>
      </w:r>
      <w:r w:rsidR="00AE3A06">
        <w:rPr>
          <w:rtl/>
          <w:lang w:bidi="fa-IR"/>
        </w:rPr>
        <w:t xml:space="preserve"> گرفته ام و هنوز نتوانسته ام قدم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در راه اسلام بردارم».</w:t>
      </w:r>
      <w:r w:rsidR="00AE3A06" w:rsidRPr="00153F2C">
        <w:rPr>
          <w:rStyle w:val="libFootnotenumChar"/>
          <w:rtl/>
        </w:rPr>
        <w:t>(1)</w:t>
      </w:r>
    </w:p>
    <w:p w:rsidR="00AE3A06" w:rsidRDefault="00153F2C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153F2C">
      <w:pPr>
        <w:pStyle w:val="Heading2"/>
        <w:rPr>
          <w:rtl/>
          <w:lang w:bidi="fa-IR"/>
        </w:rPr>
      </w:pPr>
      <w:bookmarkStart w:id="15" w:name="_Toc523832775"/>
      <w:r>
        <w:rPr>
          <w:rFonts w:hint="eastAsia"/>
          <w:rtl/>
          <w:lang w:bidi="fa-IR"/>
        </w:rPr>
        <w:t>انتظار</w:t>
      </w:r>
      <w:r>
        <w:rPr>
          <w:rtl/>
          <w:lang w:bidi="fa-IR"/>
        </w:rPr>
        <w:t xml:space="preserve"> فرج</w:t>
      </w:r>
      <w:bookmarkEnd w:id="15"/>
    </w:p>
    <w:p w:rsidR="00AE3A06" w:rsidRDefault="00AE3A06" w:rsidP="00153F2C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رجب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tl/>
          <w:lang w:bidi="fa-IR"/>
        </w:rPr>
        <w:t xml:space="preserve"> درباره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در سال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خدمت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بودم، احساس نکردم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خواسته مهم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جز فرج حضرت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عصر عج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داشته باشد.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همواره به دوستان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سفارش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کرد تا حد امکان،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جز فرج آقا از خداوند ن</w:t>
      </w:r>
      <w:r>
        <w:rPr>
          <w:rFonts w:hint="eastAsia"/>
          <w:rtl/>
          <w:lang w:bidi="fa-IR"/>
        </w:rPr>
        <w:t>خواهند</w:t>
      </w:r>
      <w:r>
        <w:rPr>
          <w:rtl/>
          <w:lang w:bidi="fa-IR"/>
        </w:rPr>
        <w:t>. حالت انتظار به گونه</w:t>
      </w:r>
      <w:r w:rsidR="00153F2C">
        <w:rPr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وجود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قوّت داشت که اگر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فرج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عصر عج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صحبت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کرد،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منقلب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شد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153F2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نکته مهم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بر آن تأک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داشت، آمادگ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آراستگ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شخص منتظر بود؛ هرچند عمرش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درک زمان حضور آن بزرگوار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نباشد.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رجب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همواره سفارش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کرد: «با همه وجود در انتظار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عصر(عجل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فرجه) باش و حال انتظار را با 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حق همراه ک</w:t>
      </w:r>
      <w:r>
        <w:rPr>
          <w:rFonts w:hint="eastAsia"/>
          <w:rtl/>
          <w:lang w:bidi="fa-IR"/>
        </w:rPr>
        <w:t>ن»</w:t>
      </w:r>
      <w:r>
        <w:rPr>
          <w:rtl/>
          <w:lang w:bidi="fa-IR"/>
        </w:rPr>
        <w:t>.</w:t>
      </w:r>
      <w:r w:rsidRPr="00153F2C">
        <w:rPr>
          <w:rStyle w:val="libFootnotenumChar"/>
          <w:rtl/>
        </w:rPr>
        <w:t>(2)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153F2C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شاگردان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رجب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tl/>
          <w:lang w:bidi="fa-IR"/>
        </w:rPr>
        <w:t xml:space="preserve">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کند: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همواره متوجه حضرت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عصر عج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بود و ذکر صلوات را بدون «وَ عَجِّلْ فَرَجَهُمْ»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گفت. جلسه</w:t>
      </w:r>
      <w:r w:rsidR="00153F2C">
        <w:rPr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بدون تجل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از امام عصر عج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و دعا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برگزار ن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رجب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اواخر عمر که</w:t>
      </w:r>
    </w:p>
    <w:p w:rsidR="00AE3A06" w:rsidRDefault="00153F2C" w:rsidP="00153F2C">
      <w:pPr>
        <w:pStyle w:val="libLine"/>
        <w:rPr>
          <w:rtl/>
          <w:lang w:bidi="fa-IR"/>
        </w:rPr>
      </w:pPr>
      <w:r>
        <w:rPr>
          <w:lang w:bidi="fa-IR"/>
        </w:rPr>
        <w:t>_________________________________</w:t>
      </w:r>
    </w:p>
    <w:p w:rsidR="00AE3A06" w:rsidRDefault="00AE3A06" w:rsidP="00153F2C">
      <w:pPr>
        <w:pStyle w:val="libFootnote0"/>
        <w:rPr>
          <w:rtl/>
          <w:lang w:bidi="fa-IR"/>
        </w:rPr>
      </w:pPr>
      <w:r>
        <w:rPr>
          <w:rtl/>
          <w:lang w:bidi="fa-IR"/>
        </w:rPr>
        <w:t>1- نک: داستان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علما، ص 37.</w:t>
      </w:r>
    </w:p>
    <w:p w:rsidR="00153F2C" w:rsidRDefault="00AE3A06" w:rsidP="00153F2C">
      <w:pPr>
        <w:pStyle w:val="libFootnote0"/>
        <w:rPr>
          <w:rtl/>
          <w:lang w:bidi="fa-IR"/>
        </w:rPr>
      </w:pPr>
      <w:r>
        <w:rPr>
          <w:rtl/>
          <w:lang w:bidi="fa-IR"/>
        </w:rPr>
        <w:t>2- نک: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محبت، صص 61 و 62.</w:t>
      </w:r>
    </w:p>
    <w:p w:rsidR="00AE3A06" w:rsidRDefault="00153F2C" w:rsidP="00153F2C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153F2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احساس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کرد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فرج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رود، به دوستان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گفت: «اگر موفق به درک حضور حضرتش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سلام مرا به او برسان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د»</w:t>
      </w:r>
      <w:r>
        <w:rPr>
          <w:rtl/>
          <w:lang w:bidi="fa-IR"/>
        </w:rPr>
        <w:t>.</w:t>
      </w:r>
      <w:r w:rsidRPr="00153F2C">
        <w:rPr>
          <w:rStyle w:val="libFootnotenumChar"/>
          <w:rtl/>
        </w:rPr>
        <w:t>(1)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153F2C">
      <w:pPr>
        <w:pStyle w:val="Heading2"/>
        <w:rPr>
          <w:rtl/>
          <w:lang w:bidi="fa-IR"/>
        </w:rPr>
      </w:pPr>
      <w:bookmarkStart w:id="16" w:name="_Toc523832776"/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 w:rsidR="00000DDD" w:rsidRPr="00000DDD">
        <w:rPr>
          <w:rStyle w:val="libAlaemChar"/>
          <w:rtl/>
        </w:rPr>
        <w:t>عليه‌السلام</w:t>
      </w:r>
      <w:bookmarkEnd w:id="16"/>
      <w:r w:rsidR="00000DDD" w:rsidRPr="00000DDD">
        <w:rPr>
          <w:rStyle w:val="libAlaemChar"/>
          <w:rtl/>
        </w:rPr>
        <w:t xml:space="preserve"> </w:t>
      </w:r>
    </w:p>
    <w:p w:rsidR="00AE3A06" w:rsidRDefault="00AE3A06" w:rsidP="00153F2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حجت</w:t>
      </w:r>
      <w:r>
        <w:rPr>
          <w:rtl/>
          <w:lang w:bidi="fa-IR"/>
        </w:rPr>
        <w:t xml:space="preserve"> الاسلام 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تشرّف به حرم مطهر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رمؤمنان،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="00000DDD" w:rsidRPr="00000DDD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با آداب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صورت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گرفت.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با کمال ادب و متانت اذن دخول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خواند؛ از طرف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پا وارد حرم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همواره مواظب بود از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 مطهر حضرت عل</w:t>
      </w:r>
      <w:r>
        <w:rPr>
          <w:rFonts w:hint="cs"/>
          <w:rtl/>
          <w:lang w:bidi="fa-IR"/>
        </w:rPr>
        <w:t>ی</w:t>
      </w:r>
      <w:r w:rsidR="00000DDD" w:rsidRPr="00000DDD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عبور نکند.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ضر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مطهر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الله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با 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اخلاص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خواند. سپس دوباره به طرف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گشت، در گوشه</w:t>
      </w:r>
      <w:r w:rsidR="00153F2C">
        <w:rPr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153F2C">
        <w:rPr>
          <w:lang w:bidi="fa-IR"/>
        </w:rPr>
        <w:t xml:space="preserve"> </w:t>
      </w:r>
      <w:r>
        <w:rPr>
          <w:rtl/>
          <w:lang w:bidi="fa-IR"/>
        </w:rPr>
        <w:t>نشست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نامه و دعا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خواند. سپس دو رکعت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خواند، آن گاه با ادب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حرم را ترک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کر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  <w:r w:rsidRPr="00153F2C">
        <w:rPr>
          <w:rStyle w:val="libFootnotenumChar"/>
          <w:rtl/>
        </w:rPr>
        <w:t>(2)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حجت</w:t>
      </w:r>
      <w:r>
        <w:rPr>
          <w:rtl/>
          <w:lang w:bidi="fa-IR"/>
        </w:rPr>
        <w:t xml:space="preserve"> الاسلام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دحم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روحان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باره نقل کرده است: حضرت امام رحمه الله در اغلب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کنار قبر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="00000DDD" w:rsidRPr="00000DDD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بود و در دهه عاشورا، هر روز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 را با صد مرتبه سلام و صد لعن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خواند.</w:t>
      </w:r>
      <w:r w:rsidRPr="001F4BD2">
        <w:rPr>
          <w:rStyle w:val="libFootnotenumChar"/>
          <w:rtl/>
        </w:rPr>
        <w:t>(3)</w:t>
      </w:r>
    </w:p>
    <w:p w:rsidR="00AE3A06" w:rsidRDefault="001F4BD2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1F4BD2">
      <w:pPr>
        <w:pStyle w:val="Heading2"/>
        <w:rPr>
          <w:rtl/>
          <w:lang w:bidi="fa-IR"/>
        </w:rPr>
      </w:pPr>
      <w:bookmarkStart w:id="17" w:name="_Toc523832777"/>
      <w:r>
        <w:rPr>
          <w:rFonts w:hint="eastAsia"/>
          <w:rtl/>
          <w:lang w:bidi="fa-IR"/>
        </w:rPr>
        <w:t>آخرت</w:t>
      </w:r>
      <w:r>
        <w:rPr>
          <w:rtl/>
          <w:lang w:bidi="fa-IR"/>
        </w:rPr>
        <w:t xml:space="preserve"> گرا</w:t>
      </w:r>
      <w:r>
        <w:rPr>
          <w:rFonts w:hint="cs"/>
          <w:rtl/>
          <w:lang w:bidi="fa-IR"/>
        </w:rPr>
        <w:t>یی</w:t>
      </w:r>
      <w:bookmarkEnd w:id="17"/>
    </w:p>
    <w:p w:rsidR="00AE3A06" w:rsidRDefault="00AE3A06" w:rsidP="001F4BD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نقل</w:t>
      </w:r>
      <w:r>
        <w:rPr>
          <w:rtl/>
          <w:lang w:bidi="fa-IR"/>
        </w:rPr>
        <w:t xml:space="preserve"> است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ثروتمندان به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محمدحسن مامقان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پول داد و گفت: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پولها خانه</w:t>
      </w:r>
      <w:r w:rsidR="001F4BD2">
        <w:rPr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سکونت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!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مامقان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پول را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طلبه</w:t>
      </w:r>
      <w:r w:rsidR="001F4BD2">
        <w:rPr>
          <w:lang w:bidi="fa-IR"/>
        </w:rPr>
        <w:t xml:space="preserve"> </w:t>
      </w:r>
      <w:r>
        <w:rPr>
          <w:rtl/>
          <w:lang w:bidi="fa-IR"/>
        </w:rPr>
        <w:t>ها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ازمندان</w:t>
      </w:r>
      <w:r>
        <w:rPr>
          <w:rtl/>
          <w:lang w:bidi="fa-IR"/>
        </w:rPr>
        <w:t xml:space="preserve">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کرد و حت</w:t>
      </w:r>
      <w:r>
        <w:rPr>
          <w:rFonts w:hint="cs"/>
          <w:rtl/>
          <w:lang w:bidi="fa-IR"/>
        </w:rPr>
        <w:t>ی</w:t>
      </w:r>
    </w:p>
    <w:p w:rsidR="00AE3A06" w:rsidRDefault="001F4BD2" w:rsidP="001F4BD2">
      <w:pPr>
        <w:pStyle w:val="libLine"/>
        <w:rPr>
          <w:rtl/>
          <w:lang w:bidi="fa-IR"/>
        </w:rPr>
      </w:pPr>
      <w:r>
        <w:rPr>
          <w:lang w:bidi="fa-IR"/>
        </w:rPr>
        <w:t>________________________________</w:t>
      </w:r>
    </w:p>
    <w:p w:rsidR="00AE3A06" w:rsidRDefault="00AE3A06" w:rsidP="001F4BD2">
      <w:pPr>
        <w:pStyle w:val="libFootnote0"/>
        <w:rPr>
          <w:rtl/>
          <w:lang w:bidi="fa-IR"/>
        </w:rPr>
      </w:pPr>
      <w:r>
        <w:rPr>
          <w:rtl/>
          <w:lang w:bidi="fa-IR"/>
        </w:rPr>
        <w:t>1-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محبت، صص 62 و 63.</w:t>
      </w:r>
    </w:p>
    <w:p w:rsidR="00AE3A06" w:rsidRDefault="00AE3A06" w:rsidP="001F4BD2">
      <w:pPr>
        <w:pStyle w:val="libFootnote0"/>
        <w:rPr>
          <w:rtl/>
          <w:lang w:bidi="fa-IR"/>
        </w:rPr>
      </w:pPr>
      <w:r>
        <w:rPr>
          <w:rtl/>
          <w:lang w:bidi="fa-IR"/>
        </w:rPr>
        <w:t>2- نک: سرگذشت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از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رحمه الله، ج 1، ص 122.</w:t>
      </w:r>
    </w:p>
    <w:p w:rsidR="00AE3A06" w:rsidRDefault="00AE3A06" w:rsidP="001F4BD2">
      <w:pPr>
        <w:pStyle w:val="libFootnote0"/>
        <w:rPr>
          <w:rtl/>
          <w:lang w:bidi="fa-IR"/>
        </w:rPr>
      </w:pPr>
      <w:r>
        <w:rPr>
          <w:rtl/>
          <w:lang w:bidi="fa-IR"/>
        </w:rPr>
        <w:t>3- سرگذشت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از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رحمه الله، ج 1، ص 98.</w:t>
      </w:r>
    </w:p>
    <w:p w:rsidR="00AE3A06" w:rsidRDefault="001F4BD2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1F4BD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درهم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برنداشت.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خبر به صاحب مال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نزد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آمد و گفت: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پولها را دادم تا شما خانه</w:t>
      </w:r>
      <w:r w:rsidR="001F4BD2">
        <w:rPr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مرحوم مامقان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«من هم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خودم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خانه</w:t>
      </w:r>
      <w:r w:rsidR="001F4BD2">
        <w:rPr>
          <w:lang w:bidi="fa-IR"/>
        </w:rPr>
        <w:t xml:space="preserve"> </w:t>
      </w:r>
      <w:r>
        <w:rPr>
          <w:rtl/>
          <w:lang w:bidi="fa-IR"/>
        </w:rPr>
        <w:t>ها را در بهشت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دم»</w:t>
      </w:r>
      <w:r>
        <w:rPr>
          <w:rtl/>
          <w:lang w:bidi="fa-IR"/>
        </w:rPr>
        <w:t>.(1)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1F4BD2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1F4BD2">
      <w:pPr>
        <w:pStyle w:val="Heading2"/>
        <w:rPr>
          <w:rtl/>
          <w:lang w:bidi="fa-IR"/>
        </w:rPr>
      </w:pPr>
      <w:bookmarkStart w:id="18" w:name="_Toc523832778"/>
      <w:r>
        <w:rPr>
          <w:rFonts w:hint="eastAsia"/>
          <w:rtl/>
          <w:lang w:bidi="fa-IR"/>
        </w:rPr>
        <w:t>تمسک</w:t>
      </w:r>
      <w:r>
        <w:rPr>
          <w:rtl/>
          <w:lang w:bidi="fa-IR"/>
        </w:rPr>
        <w:t xml:space="preserve"> به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 w:rsidR="00000DDD" w:rsidRPr="00000DDD">
        <w:rPr>
          <w:rStyle w:val="libAlaemChar"/>
          <w:rtl/>
        </w:rPr>
        <w:t>عليه‌السلام</w:t>
      </w:r>
      <w:bookmarkEnd w:id="18"/>
      <w:r w:rsidR="00000DDD" w:rsidRPr="00000DDD">
        <w:rPr>
          <w:rStyle w:val="libAlaemChar"/>
          <w:rtl/>
        </w:rPr>
        <w:t xml:space="preserve"> </w:t>
      </w:r>
    </w:p>
    <w:p w:rsidR="00AE3A06" w:rsidRDefault="00AE3A06" w:rsidP="001F4BD2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خادمان حرم مطهر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رمؤمنان،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="00000DDD" w:rsidRPr="00000DDD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طبق معمول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طلوع فجر،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روشن کردن چراغ</w:t>
      </w:r>
      <w:r w:rsidR="001F4BD2">
        <w:rPr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حرم مطهر به آنجا رفتم. ناگهان از طرف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عل</w:t>
      </w:r>
      <w:r>
        <w:rPr>
          <w:rFonts w:hint="cs"/>
          <w:rtl/>
          <w:lang w:bidi="fa-IR"/>
        </w:rPr>
        <w:t>ی</w:t>
      </w:r>
      <w:r w:rsidR="00000DDD" w:rsidRPr="00000DDD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 w:rsidR="001F4BD2">
        <w:rPr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 و ناله</w:t>
      </w:r>
      <w:r>
        <w:rPr>
          <w:rtl/>
          <w:lang w:bidi="fa-IR"/>
        </w:rPr>
        <w:softHyphen/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سوزناک به گوشم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شگفت زده شدم و با خود گفتم: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>!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جان</w:t>
      </w:r>
      <w:r w:rsidR="001F4BD2">
        <w:rPr>
          <w:lang w:bidi="fa-IR"/>
        </w:rPr>
        <w:t xml:space="preserve"> </w:t>
      </w:r>
      <w:r>
        <w:rPr>
          <w:rtl/>
          <w:lang w:bidi="fa-IR"/>
        </w:rPr>
        <w:t>سوز از کجاست؟! اغلب،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وقت شب زوار به حرم مشرّف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شوند... . در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 w:rsidR="001F4BD2">
        <w:rPr>
          <w:lang w:bidi="fa-IR"/>
        </w:rPr>
        <w:t xml:space="preserve"> </w:t>
      </w:r>
      <w:r>
        <w:rPr>
          <w:rtl/>
          <w:lang w:bidi="fa-IR"/>
        </w:rPr>
        <w:t>ها بودم و آهسته آهسته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1F4BD2">
        <w:rPr>
          <w:lang w:bidi="fa-IR"/>
        </w:rPr>
        <w:t xml:space="preserve"> </w:t>
      </w:r>
      <w:r>
        <w:rPr>
          <w:rtl/>
          <w:lang w:bidi="fa-IR"/>
        </w:rPr>
        <w:t>آمدم تا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که ناگهان،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انصار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F4BD2" w:rsidRPr="001F4BD2">
        <w:rPr>
          <w:rStyle w:val="libAlaemChar"/>
          <w:rtl/>
        </w:rPr>
        <w:t>رحمه‌الله</w:t>
      </w:r>
      <w:r w:rsidR="001F4BD2" w:rsidRPr="005100D5">
        <w:rPr>
          <w:rFonts w:ascii="Traditional Arabic" w:hAnsi="Traditional Arabic" w:cs="Traditional Arabic"/>
          <w:shd w:val="clear" w:color="auto" w:fill="FFFFFF"/>
          <w:rtl/>
        </w:rPr>
        <w:t xml:space="preserve"> </w:t>
      </w:r>
      <w:r>
        <w:rPr>
          <w:rtl/>
          <w:lang w:bidi="fa-IR"/>
        </w:rPr>
        <w:t>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صورت را بر ضر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مقدس گذاشته و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همانند مادر جوان مرده، با سوز و گداز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گفت: «آقا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من، مولا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اباالحسن!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مسئول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به دوشم آمده، بس خط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مهم است. از تو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خواهم مرا از لغزش و اشتباه و عمل نکردن به وظ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فه،</w:t>
      </w:r>
      <w:r>
        <w:rPr>
          <w:rtl/>
          <w:lang w:bidi="fa-IR"/>
        </w:rPr>
        <w:t xml:space="preserve"> مصون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در توفان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حوادث ناگوار، همواره راهنما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[که در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صورت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از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بار مسئول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رهبر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مرجع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شانه خال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کرد و آن را نخواهم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</w:t>
      </w:r>
      <w:r>
        <w:rPr>
          <w:rtl/>
          <w:lang w:bidi="fa-IR"/>
        </w:rPr>
        <w:t>]».</w:t>
      </w:r>
      <w:r w:rsidRPr="001F4BD2">
        <w:rPr>
          <w:rStyle w:val="libFootnotenumChar"/>
          <w:rtl/>
        </w:rPr>
        <w:t>(2)</w:t>
      </w:r>
    </w:p>
    <w:p w:rsidR="00AE3A06" w:rsidRDefault="001F4BD2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1F4BD2">
      <w:pPr>
        <w:pStyle w:val="Heading1"/>
        <w:rPr>
          <w:rtl/>
          <w:lang w:bidi="fa-IR"/>
        </w:rPr>
      </w:pPr>
      <w:bookmarkStart w:id="19" w:name="_Toc523832779"/>
      <w:r>
        <w:rPr>
          <w:rtl/>
          <w:lang w:bidi="fa-IR"/>
        </w:rPr>
        <w:t>2</w:t>
      </w:r>
      <w:r w:rsidR="001F4BD2">
        <w:rPr>
          <w:rFonts w:hint="cs"/>
          <w:rtl/>
          <w:lang w:bidi="fa-IR"/>
        </w:rPr>
        <w:t xml:space="preserve"> - </w:t>
      </w:r>
      <w:r>
        <w:rPr>
          <w:rtl/>
          <w:lang w:bidi="fa-IR"/>
        </w:rPr>
        <w:t>رفتارها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عباد</w:t>
      </w:r>
      <w:r>
        <w:rPr>
          <w:rFonts w:hint="cs"/>
          <w:rtl/>
          <w:lang w:bidi="fa-IR"/>
        </w:rPr>
        <w:t>ی</w:t>
      </w:r>
      <w:bookmarkEnd w:id="19"/>
    </w:p>
    <w:p w:rsidR="001F4BD2" w:rsidRDefault="001F4BD2" w:rsidP="00AE3A06">
      <w:pPr>
        <w:pStyle w:val="libNormal"/>
        <w:rPr>
          <w:rtl/>
          <w:lang w:bidi="fa-IR"/>
        </w:rPr>
      </w:pPr>
    </w:p>
    <w:p w:rsidR="00AE3A06" w:rsidRDefault="00AE3A06" w:rsidP="001F4BD2">
      <w:pPr>
        <w:pStyle w:val="Heading2"/>
        <w:rPr>
          <w:rtl/>
          <w:lang w:bidi="fa-IR"/>
        </w:rPr>
      </w:pPr>
      <w:bookmarkStart w:id="20" w:name="_Toc523832780"/>
      <w:r>
        <w:rPr>
          <w:rFonts w:hint="eastAsia"/>
          <w:rtl/>
          <w:lang w:bidi="fa-IR"/>
        </w:rPr>
        <w:t>تعبد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bookmarkEnd w:id="20"/>
    </w:p>
    <w:p w:rsidR="00AE3A06" w:rsidRDefault="00AE3A06" w:rsidP="001F4BD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حاج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دمحسن</w:t>
      </w:r>
      <w:r>
        <w:rPr>
          <w:rtl/>
          <w:lang w:bidi="fa-IR"/>
        </w:rPr>
        <w:t xml:space="preserve"> خراز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درباره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softHyphen/>
        <w:t>کند: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نسبت به احکام و ظواهر شرع و عمل به رساله</w:t>
      </w:r>
      <w:r w:rsidR="001F4BD2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</w:p>
    <w:p w:rsidR="00AE3A06" w:rsidRPr="001F4BD2" w:rsidRDefault="001F4BD2" w:rsidP="001F4BD2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AE3A06" w:rsidRDefault="00AE3A06" w:rsidP="001F4BD2">
      <w:pPr>
        <w:pStyle w:val="libFootnote0"/>
        <w:rPr>
          <w:rtl/>
          <w:lang w:bidi="fa-IR"/>
        </w:rPr>
      </w:pPr>
      <w:r>
        <w:rPr>
          <w:rtl/>
          <w:lang w:bidi="fa-IR"/>
        </w:rPr>
        <w:t>1- نک: مردان علم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عمل، 1376، چ 1، ج 7، صص 179 و 180.</w:t>
      </w:r>
    </w:p>
    <w:p w:rsidR="00AE3A06" w:rsidRDefault="00AE3A06" w:rsidP="001F4BD2">
      <w:pPr>
        <w:pStyle w:val="libFootnote0"/>
        <w:rPr>
          <w:rtl/>
          <w:lang w:bidi="fa-IR"/>
        </w:rPr>
      </w:pPr>
      <w:r>
        <w:rPr>
          <w:rtl/>
          <w:lang w:bidi="fa-IR"/>
        </w:rPr>
        <w:t>2- نک: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فرزانگان، ص 137.</w:t>
      </w:r>
    </w:p>
    <w:p w:rsidR="00AE3A06" w:rsidRDefault="001F4BD2" w:rsidP="001F4BD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E3A06">
        <w:rPr>
          <w:rFonts w:hint="eastAsia"/>
          <w:rtl/>
          <w:lang w:bidi="fa-IR"/>
        </w:rPr>
        <w:lastRenderedPageBreak/>
        <w:t>متعبد</w:t>
      </w:r>
      <w:r w:rsidR="00AE3A06">
        <w:rPr>
          <w:rtl/>
          <w:lang w:bidi="fa-IR"/>
        </w:rPr>
        <w:t xml:space="preserve"> بود. معلوماتش در حد اجتهاد نبود. ازا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رو، 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ک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از مراقبات و دغدغه</w:t>
      </w:r>
      <w:r>
        <w:rPr>
          <w:rFonts w:hint="cs"/>
          <w:rtl/>
          <w:lang w:bidi="fa-IR"/>
        </w:rPr>
        <w:t xml:space="preserve"> </w:t>
      </w:r>
      <w:r w:rsidR="00AE3A06">
        <w:rPr>
          <w:rtl/>
          <w:lang w:bidi="fa-IR"/>
        </w:rPr>
        <w:t>ها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بزرگش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بود که به درست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(احت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اط</w:t>
      </w:r>
      <w:r w:rsidR="00AE3A06">
        <w:rPr>
          <w:rtl/>
          <w:lang w:bidi="fa-IR"/>
        </w:rPr>
        <w:t>) به احکام 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عمل کند. هم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امر سبب شده بود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شان</w:t>
      </w:r>
      <w:r w:rsidR="00AE3A06">
        <w:rPr>
          <w:rtl/>
          <w:lang w:bidi="fa-IR"/>
        </w:rPr>
        <w:t xml:space="preserve"> به محضر عالمان بزرگ تهران چون حضرت آ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ت</w:t>
      </w:r>
      <w:r w:rsidR="00AE3A06">
        <w:rPr>
          <w:rtl/>
          <w:lang w:bidi="fa-IR"/>
        </w:rPr>
        <w:t xml:space="preserve"> الله خوانسار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برود و درباره احکام و مسائل شرع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از آنها ب</w:t>
      </w:r>
      <w:r w:rsidR="00AE3A06">
        <w:rPr>
          <w:rFonts w:hint="eastAsia"/>
          <w:rtl/>
          <w:lang w:bidi="fa-IR"/>
        </w:rPr>
        <w:t>پرسد</w:t>
      </w:r>
      <w:r w:rsidR="00AE3A06">
        <w:rPr>
          <w:rtl/>
          <w:lang w:bidi="fa-IR"/>
        </w:rPr>
        <w:t>.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تعبد به احکام، از و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ژگ</w:t>
      </w:r>
      <w:r w:rsidR="00AE3A06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AE3A06">
        <w:rPr>
          <w:rtl/>
          <w:lang w:bidi="fa-IR"/>
        </w:rPr>
        <w:t>ها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او بود و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دغدغه در او بس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ار</w:t>
      </w:r>
      <w:r w:rsidR="00AE3A06">
        <w:rPr>
          <w:rtl/>
          <w:lang w:bidi="fa-IR"/>
        </w:rPr>
        <w:t xml:space="preserve"> محسوس بود.</w:t>
      </w:r>
      <w:r w:rsidR="00AE3A06" w:rsidRPr="001F4BD2">
        <w:rPr>
          <w:rStyle w:val="libFootnotenumChar"/>
          <w:rtl/>
        </w:rPr>
        <w:t>(1)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1F4BD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دکتر</w:t>
      </w:r>
      <w:r>
        <w:rPr>
          <w:rtl/>
          <w:lang w:bidi="fa-IR"/>
        </w:rPr>
        <w:t xml:space="preserve"> حم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فرزام، از شاگردان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رجب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اط،</w:t>
      </w:r>
      <w:r>
        <w:rPr>
          <w:rtl/>
          <w:lang w:bidi="fa-IR"/>
        </w:rPr>
        <w:t xml:space="preserve"> در 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تعبد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خ،</w:t>
      </w:r>
      <w:r>
        <w:rPr>
          <w:rtl/>
          <w:lang w:bidi="fa-IR"/>
        </w:rPr>
        <w:t xml:space="preserve">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و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و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را با هم داشت؛ نه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مانند درو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>ها پشت پا به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بزند.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حرف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به بنده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بود: «برو حساب خمست را بکن!» و مرا نزد مرحوم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آشت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فرست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و فرمود: «با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خدمت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>!» خدمت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رفتم و حساب کلبه محقر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داشتم، کردم.</w:t>
      </w:r>
      <w:r w:rsidRPr="001F4BD2">
        <w:rPr>
          <w:rStyle w:val="libFootnotenumChar"/>
          <w:rtl/>
        </w:rPr>
        <w:t>(2)</w:t>
      </w:r>
    </w:p>
    <w:p w:rsidR="00AE3A06" w:rsidRDefault="001F4BD2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1F4BD2">
      <w:pPr>
        <w:pStyle w:val="Heading2"/>
        <w:rPr>
          <w:rtl/>
          <w:lang w:bidi="fa-IR"/>
        </w:rPr>
      </w:pPr>
      <w:bookmarkStart w:id="21" w:name="_Toc523832781"/>
      <w:r>
        <w:rPr>
          <w:rFonts w:hint="eastAsia"/>
          <w:rtl/>
          <w:lang w:bidi="fa-IR"/>
        </w:rPr>
        <w:t>ذکر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خدا</w:t>
      </w:r>
      <w:bookmarkEnd w:id="21"/>
    </w:p>
    <w:p w:rsidR="00AE3A06" w:rsidRDefault="00AE3A06" w:rsidP="001F4BD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عالم وارسته،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حاج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دمحسن</w:t>
      </w:r>
      <w:r>
        <w:rPr>
          <w:rtl/>
          <w:lang w:bidi="fa-IR"/>
        </w:rPr>
        <w:t xml:space="preserve"> خراز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درباره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کند: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همواره در حال گفتن ذکر بود.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مشکل است،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سخت است که آدم همواره و در همه حال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خدا باشد. البته من کم سن و سال بودم که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آشنا شدم، و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حال، تا آنجا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ادم</w:t>
      </w:r>
      <w:r>
        <w:rPr>
          <w:rtl/>
          <w:lang w:bidi="fa-IR"/>
        </w:rPr>
        <w:t xml:space="preserve"> هست،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وقت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ادم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در وضع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باشم که به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ذکر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خدا بپردازد.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هم خودش همواره در حال ذکر گفتن بود و هم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افراد را به خدا و آخرت متوجه و به جنبه</w:t>
      </w:r>
      <w:r w:rsidR="001F4BD2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مشغول سازد</w:t>
      </w:r>
      <w:r w:rsidRPr="001F4BD2">
        <w:rPr>
          <w:rStyle w:val="libFootnotenumChar"/>
          <w:rtl/>
        </w:rPr>
        <w:t>.(3)</w:t>
      </w:r>
    </w:p>
    <w:p w:rsidR="00AE3A06" w:rsidRPr="001F4BD2" w:rsidRDefault="001F4BD2" w:rsidP="001F4BD2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AE3A06" w:rsidRDefault="00AE3A06" w:rsidP="001F4BD2">
      <w:pPr>
        <w:pStyle w:val="libFootnote0"/>
        <w:rPr>
          <w:rtl/>
          <w:lang w:bidi="fa-IR"/>
        </w:rPr>
      </w:pPr>
      <w:r>
        <w:rPr>
          <w:rtl/>
          <w:lang w:bidi="fa-IR"/>
        </w:rPr>
        <w:t>1- نک: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زاهد، ص 108.</w:t>
      </w:r>
    </w:p>
    <w:p w:rsidR="00AE3A06" w:rsidRDefault="00AE3A06" w:rsidP="001F4BD2">
      <w:pPr>
        <w:pStyle w:val="libFootnote0"/>
        <w:rPr>
          <w:rtl/>
          <w:lang w:bidi="fa-IR"/>
        </w:rPr>
      </w:pPr>
      <w:r>
        <w:rPr>
          <w:rtl/>
          <w:lang w:bidi="fa-IR"/>
        </w:rPr>
        <w:t>2- نک: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محبت، ص 53.</w:t>
      </w:r>
    </w:p>
    <w:p w:rsidR="00AE3A06" w:rsidRDefault="00AE3A06" w:rsidP="001F4BD2">
      <w:pPr>
        <w:pStyle w:val="libFootnote0"/>
        <w:rPr>
          <w:rtl/>
          <w:lang w:bidi="fa-IR"/>
        </w:rPr>
      </w:pPr>
      <w:r>
        <w:rPr>
          <w:rtl/>
          <w:lang w:bidi="fa-IR"/>
        </w:rPr>
        <w:t>3- نک: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زاهد، صص 108 و 109.</w:t>
      </w:r>
    </w:p>
    <w:p w:rsidR="00AE3A06" w:rsidRDefault="001F4BD2" w:rsidP="001F4BD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E3A06">
        <w:rPr>
          <w:rFonts w:hint="cs"/>
          <w:rtl/>
          <w:lang w:bidi="fa-IR"/>
        </w:rPr>
        <w:lastRenderedPageBreak/>
        <w:t>ی</w:t>
      </w:r>
      <w:r w:rsidR="00AE3A06">
        <w:rPr>
          <w:rFonts w:hint="eastAsia"/>
          <w:rtl/>
          <w:lang w:bidi="fa-IR"/>
        </w:rPr>
        <w:t>ک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از ارادتمندان ش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خ</w:t>
      </w:r>
      <w:r w:rsidR="00AE3A06">
        <w:rPr>
          <w:rtl/>
          <w:lang w:bidi="fa-IR"/>
        </w:rPr>
        <w:t xml:space="preserve"> رجب عل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خ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اط</w:t>
      </w:r>
      <w:r w:rsidR="00AE3A06">
        <w:rPr>
          <w:rtl/>
          <w:lang w:bidi="fa-IR"/>
        </w:rPr>
        <w:t xml:space="preserve">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>گو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</w:t>
      </w:r>
      <w:r w:rsidR="00AE3A06">
        <w:rPr>
          <w:rtl/>
          <w:lang w:bidi="fa-IR"/>
        </w:rPr>
        <w:t>: ش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خ</w:t>
      </w:r>
      <w:r w:rsidR="00AE3A06">
        <w:rPr>
          <w:rtl/>
          <w:lang w:bidi="fa-IR"/>
        </w:rPr>
        <w:t xml:space="preserve"> به استغفار و صلوات، بس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ار</w:t>
      </w:r>
      <w:r w:rsidR="00AE3A06">
        <w:rPr>
          <w:rtl/>
          <w:lang w:bidi="fa-IR"/>
        </w:rPr>
        <w:t xml:space="preserve"> اهم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ت</w:t>
      </w:r>
      <w:r w:rsidR="00AE3A06">
        <w:rPr>
          <w:rtl/>
          <w:lang w:bidi="fa-IR"/>
        </w:rPr>
        <w:t xml:space="preserve">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>داد و معتقد بود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دو ذکر، دو بال پرواز سالک است. ش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خ</w:t>
      </w:r>
      <w:r w:rsidR="00AE3A06">
        <w:rPr>
          <w:rtl/>
          <w:lang w:bidi="fa-IR"/>
        </w:rPr>
        <w:t xml:space="preserve">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>فرمود: «هر کس در طول زندگ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ز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اد</w:t>
      </w:r>
      <w:r w:rsidR="00AE3A06">
        <w:rPr>
          <w:rtl/>
          <w:lang w:bidi="fa-IR"/>
        </w:rPr>
        <w:t xml:space="preserve"> صلوات بفرستد، به هنگام مرگ، رسول خدا </w:t>
      </w:r>
      <w:r w:rsidR="00000DDD" w:rsidRPr="00000DDD">
        <w:rPr>
          <w:rStyle w:val="libAlaemChar"/>
          <w:rtl/>
        </w:rPr>
        <w:t xml:space="preserve">صلى‌الله‌عليه‌وآله‌وسلم </w:t>
      </w:r>
      <w:r w:rsidR="00AE3A06">
        <w:rPr>
          <w:rtl/>
          <w:lang w:bidi="fa-IR"/>
        </w:rPr>
        <w:t>لب او را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>بوسد».</w:t>
      </w:r>
      <w:r w:rsidR="00AE3A06" w:rsidRPr="001F4BD2">
        <w:rPr>
          <w:rStyle w:val="libFootnotenumChar"/>
          <w:rtl/>
        </w:rPr>
        <w:t>(1)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1F4BD2">
      <w:pPr>
        <w:pStyle w:val="Heading2"/>
        <w:rPr>
          <w:rtl/>
          <w:lang w:bidi="fa-IR"/>
        </w:rPr>
      </w:pPr>
      <w:bookmarkStart w:id="22" w:name="_Toc523832782"/>
      <w:r>
        <w:rPr>
          <w:rFonts w:hint="eastAsia"/>
          <w:rtl/>
          <w:lang w:bidi="fa-IR"/>
        </w:rPr>
        <w:t>سحرخ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bookmarkEnd w:id="22"/>
    </w:p>
    <w:p w:rsidR="00AE3A06" w:rsidRDefault="00AE3A06" w:rsidP="001F4BD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حجت</w:t>
      </w:r>
      <w:r>
        <w:rPr>
          <w:rtl/>
          <w:lang w:bidi="fa-IR"/>
        </w:rPr>
        <w:t xml:space="preserve"> الاسلام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دمحمود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درباره شور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ملک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هنگام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شدن در سحرگاهان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خواندن نماز شب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شبها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عبادت و شب زنده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خاست، ضمن اجرا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دستورها و آداب برخاستن از خواب، همانند سجده و دعا،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بستر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گ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سپس به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1F4BD2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آمد و به آسمان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190 تا 194 سوره آل عمران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</w:t>
      </w:r>
      <w:r w:rsidRPr="001F4BD2">
        <w:rPr>
          <w:rStyle w:val="libFootnotenumChar"/>
          <w:rtl/>
        </w:rPr>
        <w:t>(2)</w:t>
      </w:r>
      <w:r>
        <w:rPr>
          <w:rtl/>
          <w:lang w:bidi="fa-IR"/>
        </w:rPr>
        <w:t xml:space="preserve"> و سر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گذاشت و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کرد. آن گاه وضو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 و چون به نماز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خاست و به تهجد مشغول م</w:t>
      </w:r>
      <w:r>
        <w:rPr>
          <w:rFonts w:hint="cs"/>
          <w:rtl/>
          <w:lang w:bidi="fa-IR"/>
        </w:rPr>
        <w:t>ی</w:t>
      </w:r>
      <w:r w:rsidR="001F4BD2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شد، حالش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منقلب م</w:t>
      </w:r>
      <w:r>
        <w:rPr>
          <w:rFonts w:hint="cs"/>
          <w:rtl/>
          <w:lang w:bidi="fa-IR"/>
        </w:rPr>
        <w:t>ی</w:t>
      </w:r>
      <w:r w:rsidR="001F4BD2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شد. او در نمازها به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در قنوتها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کرد.</w:t>
      </w:r>
      <w:r w:rsidRPr="001F4BD2">
        <w:rPr>
          <w:rStyle w:val="libFootnotenumChar"/>
          <w:rtl/>
        </w:rPr>
        <w:t>(3)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1F4BD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ابوالحسن</w:t>
      </w:r>
      <w:r>
        <w:rPr>
          <w:rtl/>
          <w:lang w:bidi="fa-IR"/>
        </w:rPr>
        <w:t xml:space="preserve"> 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سبزوار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درباره اهتمام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محمدحس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حائر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سحرخ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1F4BD2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>: در احوال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نوشته اند: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ساعت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طلوع فجر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1F4BD2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شد و به عبادت م</w:t>
      </w:r>
      <w:r>
        <w:rPr>
          <w:rFonts w:hint="cs"/>
          <w:rtl/>
          <w:lang w:bidi="fa-IR"/>
        </w:rPr>
        <w:t>ی</w:t>
      </w:r>
      <w:r w:rsidR="001F4BD2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پرداخت. در مدت اقامت در نجف و کربلا و قم، نماز شب خود را در حرم امامان معصوم</w:t>
      </w:r>
      <w:r w:rsidR="00000DDD" w:rsidRPr="00000DDD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و حضرت ف</w:t>
      </w:r>
      <w:r>
        <w:rPr>
          <w:rFonts w:hint="eastAsia"/>
          <w:rtl/>
          <w:lang w:bidi="fa-IR"/>
        </w:rPr>
        <w:t>اطمه</w:t>
      </w:r>
      <w:r>
        <w:rPr>
          <w:rtl/>
          <w:lang w:bidi="fa-IR"/>
        </w:rPr>
        <w:t xml:space="preserve"> معصومه</w:t>
      </w:r>
      <w:r w:rsidR="00863C5E" w:rsidRPr="00863C5E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به جا م</w:t>
      </w:r>
      <w:r>
        <w:rPr>
          <w:rFonts w:hint="cs"/>
          <w:rtl/>
          <w:lang w:bidi="fa-IR"/>
        </w:rPr>
        <w:t>ی</w:t>
      </w:r>
      <w:r w:rsidR="001F4BD2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آورد و سپس نماز صبح و مستحبات و تعق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بات</w:t>
      </w:r>
      <w:r>
        <w:rPr>
          <w:rtl/>
          <w:lang w:bidi="fa-IR"/>
        </w:rPr>
        <w:t xml:space="preserve"> نماز را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داد.</w:t>
      </w:r>
      <w:r w:rsidRPr="001F4BD2">
        <w:rPr>
          <w:rStyle w:val="libFootnotenumChar"/>
          <w:rtl/>
        </w:rPr>
        <w:t>(4)</w:t>
      </w:r>
    </w:p>
    <w:p w:rsidR="00AE3A06" w:rsidRPr="007D0AE5" w:rsidRDefault="007D0AE5" w:rsidP="007D0AE5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_________________________________</w:t>
      </w:r>
    </w:p>
    <w:p w:rsidR="00AE3A06" w:rsidRDefault="00AE3A06" w:rsidP="007D0AE5">
      <w:pPr>
        <w:pStyle w:val="libFootnote0"/>
        <w:rPr>
          <w:rtl/>
          <w:lang w:bidi="fa-IR"/>
        </w:rPr>
      </w:pPr>
      <w:r>
        <w:rPr>
          <w:rtl/>
          <w:lang w:bidi="fa-IR"/>
        </w:rPr>
        <w:t>1- نک: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محبت، صص 207 و 208.</w:t>
      </w:r>
    </w:p>
    <w:p w:rsidR="00AE3A06" w:rsidRDefault="00AE3A06" w:rsidP="007D0AE5">
      <w:pPr>
        <w:pStyle w:val="libFootnote0"/>
        <w:rPr>
          <w:rtl/>
          <w:lang w:bidi="fa-IR"/>
        </w:rPr>
      </w:pPr>
      <w:r>
        <w:rPr>
          <w:rtl/>
          <w:lang w:bidi="fa-IR"/>
        </w:rPr>
        <w:t>2- مستحب است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نماز شب تلاوت شود.</w:t>
      </w:r>
    </w:p>
    <w:p w:rsidR="00AE3A06" w:rsidRDefault="00AE3A06" w:rsidP="007D0AE5">
      <w:pPr>
        <w:pStyle w:val="libFootnote0"/>
        <w:rPr>
          <w:rtl/>
          <w:lang w:bidi="fa-IR"/>
        </w:rPr>
      </w:pPr>
      <w:r>
        <w:rPr>
          <w:rtl/>
          <w:lang w:bidi="fa-IR"/>
        </w:rPr>
        <w:t>3- نک: حضرت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حاج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جواد ملک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رحمه الله، رساله لقاءالله، ترجمه و مقدمه: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داحمد</w:t>
      </w:r>
      <w:r>
        <w:rPr>
          <w:rtl/>
          <w:lang w:bidi="fa-IR"/>
        </w:rPr>
        <w:t xml:space="preserve"> فهر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تهران، نهضت زنان مسلمان، 1360، صص 5 و 6.</w:t>
      </w:r>
    </w:p>
    <w:p w:rsidR="00AE3A06" w:rsidRDefault="00AE3A06" w:rsidP="007D0AE5">
      <w:pPr>
        <w:pStyle w:val="libFootnote0"/>
        <w:rPr>
          <w:rtl/>
          <w:lang w:bidi="fa-IR"/>
        </w:rPr>
      </w:pPr>
      <w:r>
        <w:rPr>
          <w:rtl/>
          <w:lang w:bidi="fa-IR"/>
        </w:rPr>
        <w:t>4- نک: ستارگان حرم، ج 12، صص 257 و 258.</w:t>
      </w:r>
    </w:p>
    <w:p w:rsidR="00AE3A06" w:rsidRDefault="007D0AE5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7D0AE5">
      <w:pPr>
        <w:pStyle w:val="Heading2"/>
        <w:rPr>
          <w:rtl/>
          <w:lang w:bidi="fa-IR"/>
        </w:rPr>
      </w:pPr>
      <w:bookmarkStart w:id="23" w:name="_Toc523832783"/>
      <w:r>
        <w:rPr>
          <w:rFonts w:hint="eastAsia"/>
          <w:rtl/>
          <w:lang w:bidi="fa-IR"/>
        </w:rPr>
        <w:t>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احکام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bookmarkEnd w:id="23"/>
    </w:p>
    <w:p w:rsidR="00AE3A06" w:rsidRDefault="00AE3A06" w:rsidP="007D0AE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الاسلام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درباره مق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بودن مرجع 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قدر،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العظم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دمحمدرضا</w:t>
      </w:r>
      <w:r>
        <w:rPr>
          <w:rtl/>
          <w:lang w:bidi="fa-IR"/>
        </w:rPr>
        <w:t xml:space="preserve"> گلپا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 احکام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گلپا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روحان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معنو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بود، 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انجام احکام شرع مقدس داشت و در عبادت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 xml:space="preserve"> بود،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وارد مسجد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 ن</w:t>
      </w:r>
      <w:r>
        <w:rPr>
          <w:rFonts w:hint="eastAsia"/>
          <w:rtl/>
          <w:lang w:bidi="fa-IR"/>
        </w:rPr>
        <w:t>ماز</w:t>
      </w:r>
      <w:r>
        <w:rPr>
          <w:rtl/>
          <w:lang w:bidi="fa-IR"/>
        </w:rPr>
        <w:t xml:space="preserve"> تح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ترک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طلبه</w:t>
      </w:r>
      <w:r w:rsidR="007D0AE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ها.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همواره نماز اول ماه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خواند و در ماه رجب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اعمال ام داوود را به جا م</w:t>
      </w:r>
      <w:r>
        <w:rPr>
          <w:rFonts w:hint="cs"/>
          <w:rtl/>
          <w:lang w:bidi="fa-IR"/>
        </w:rPr>
        <w:t>ی</w:t>
      </w:r>
      <w:r w:rsidR="007D0AE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آورد. سال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محضر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به منبر رفتم و در شب اول ماه رجب، درباره اعمال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ماه صحبت کردم. فردا که خدمت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مشرّف شدم، فرمود: «امروز همه خانواده ما روزه هستند».</w:t>
      </w:r>
      <w:r w:rsidRPr="007D0AE5">
        <w:rPr>
          <w:rStyle w:val="libFootnotenumChar"/>
          <w:rtl/>
        </w:rPr>
        <w:t>(1)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7D0AE5">
      <w:pPr>
        <w:pStyle w:val="Heading2"/>
        <w:rPr>
          <w:rtl/>
          <w:lang w:bidi="fa-IR"/>
        </w:rPr>
      </w:pPr>
      <w:bookmarkStart w:id="24" w:name="_Toc523832784"/>
      <w:r>
        <w:rPr>
          <w:rFonts w:hint="eastAsia"/>
          <w:rtl/>
          <w:lang w:bidi="fa-IR"/>
        </w:rPr>
        <w:t>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گفتن اذان</w:t>
      </w:r>
      <w:bookmarkEnd w:id="24"/>
    </w:p>
    <w:p w:rsidR="00AE3A06" w:rsidRDefault="00AE3A06" w:rsidP="007D0AE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حجت</w:t>
      </w:r>
      <w:r>
        <w:rPr>
          <w:rtl/>
          <w:lang w:bidi="fa-IR"/>
        </w:rPr>
        <w:t xml:space="preserve"> الاسلام آشت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درباره مق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بودن مرجع بزرگوار،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دمحمدرضا</w:t>
      </w:r>
      <w:r>
        <w:rPr>
          <w:rtl/>
          <w:lang w:bidi="fa-IR"/>
        </w:rPr>
        <w:t xml:space="preserve"> گلپا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اذان گفتن،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معظم له 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اذان گفتن داشت و هر روز هنگام صبح، در خانه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عمل مستحب را به جا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softHyphen/>
        <w:t xml:space="preserve">آورد.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عالمان درا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باره نقل کرده است: 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مهمان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بودم</w:t>
      </w:r>
      <w:r>
        <w:rPr>
          <w:rtl/>
          <w:lang w:bidi="fa-IR"/>
        </w:rPr>
        <w:t>.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صبح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دل نواز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دقت کردم،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اذان است. با خود گفتم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فرد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خوب اذان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به دنبال صدا رفتم،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حضرت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گلپا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حال گفتن اذان است.</w:t>
      </w:r>
      <w:r w:rsidRPr="007D0AE5">
        <w:rPr>
          <w:rStyle w:val="libFootnotenumChar"/>
          <w:rtl/>
        </w:rPr>
        <w:t>(2)</w:t>
      </w:r>
    </w:p>
    <w:p w:rsidR="00AE3A06" w:rsidRDefault="007D0AE5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7D0AE5">
      <w:pPr>
        <w:pStyle w:val="Heading2"/>
        <w:rPr>
          <w:rtl/>
          <w:lang w:bidi="fa-IR"/>
        </w:rPr>
      </w:pPr>
      <w:bookmarkStart w:id="25" w:name="_Toc523832785"/>
      <w:r>
        <w:rPr>
          <w:rFonts w:hint="eastAsia"/>
          <w:rtl/>
          <w:lang w:bidi="fa-IR"/>
        </w:rPr>
        <w:t>نماز</w:t>
      </w:r>
      <w:r>
        <w:rPr>
          <w:rtl/>
          <w:lang w:bidi="fa-IR"/>
        </w:rPr>
        <w:t xml:space="preserve"> اول وقت</w:t>
      </w:r>
      <w:bookmarkEnd w:id="25"/>
    </w:p>
    <w:p w:rsidR="00AE3A06" w:rsidRDefault="00AE3A06" w:rsidP="007D0AE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مسار</w:t>
      </w:r>
      <w:r>
        <w:rPr>
          <w:rtl/>
          <w:lang w:bidi="fa-IR"/>
        </w:rPr>
        <w:t xml:space="preserve">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درباره 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امام به خواندن نماز اول وقت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شروع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عمل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 w:rsidR="007D0AE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 که خودمان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طرح</w:t>
      </w:r>
    </w:p>
    <w:p w:rsidR="00AE3A06" w:rsidRPr="007D0AE5" w:rsidRDefault="007D0AE5" w:rsidP="007D0AE5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</w:t>
      </w:r>
    </w:p>
    <w:p w:rsidR="00AE3A06" w:rsidRDefault="00AE3A06" w:rsidP="007D0AE5">
      <w:pPr>
        <w:pStyle w:val="libFootnote0"/>
        <w:rPr>
          <w:rtl/>
          <w:lang w:bidi="fa-IR"/>
        </w:rPr>
      </w:pPr>
      <w:r>
        <w:rPr>
          <w:rtl/>
          <w:lang w:bidi="fa-IR"/>
        </w:rPr>
        <w:t>1- نک: نور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ملکوت، صص 127 و 128.</w:t>
      </w:r>
    </w:p>
    <w:p w:rsidR="00AE3A06" w:rsidRDefault="00AE3A06" w:rsidP="007D0AE5">
      <w:pPr>
        <w:pStyle w:val="libFootnote0"/>
        <w:rPr>
          <w:rtl/>
          <w:lang w:bidi="fa-IR"/>
        </w:rPr>
      </w:pPr>
      <w:r>
        <w:rPr>
          <w:rtl/>
          <w:lang w:bidi="fa-IR"/>
        </w:rPr>
        <w:t>2- نک: نور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ملکوت، صص 160 و 161.</w:t>
      </w:r>
    </w:p>
    <w:p w:rsidR="00AE3A06" w:rsidRDefault="007D0AE5" w:rsidP="007D0AE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E3A06">
        <w:rPr>
          <w:rFonts w:hint="eastAsia"/>
          <w:rtl/>
          <w:lang w:bidi="fa-IR"/>
        </w:rPr>
        <w:lastRenderedPageBreak/>
        <w:t>برنامه</w:t>
      </w:r>
      <w:r w:rsidR="00AE3A06">
        <w:rPr>
          <w:rtl/>
          <w:lang w:bidi="fa-IR"/>
        </w:rPr>
        <w:t xml:space="preserve"> آن آماده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>کرد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م،</w:t>
      </w:r>
      <w:r w:rsidR="00AE3A06">
        <w:rPr>
          <w:rtl/>
          <w:lang w:bidi="fa-IR"/>
        </w:rPr>
        <w:t xml:space="preserve"> خدمت امام رس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م</w:t>
      </w:r>
      <w:r w:rsidR="00AE3A06">
        <w:rPr>
          <w:rtl/>
          <w:lang w:bidi="fa-IR"/>
        </w:rPr>
        <w:t xml:space="preserve"> و به ب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ان</w:t>
      </w:r>
      <w:r w:rsidR="00AE3A06">
        <w:rPr>
          <w:rtl/>
          <w:lang w:bidi="fa-IR"/>
        </w:rPr>
        <w:t xml:space="preserve"> گزارش کار پرداخت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م</w:t>
      </w:r>
      <w:r w:rsidR="00AE3A06">
        <w:rPr>
          <w:rtl/>
          <w:lang w:bidi="fa-IR"/>
        </w:rPr>
        <w:t>. در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جلسه، </w:t>
      </w:r>
      <w:r w:rsidR="00AE3A06">
        <w:rPr>
          <w:rFonts w:hint="eastAsia"/>
          <w:rtl/>
          <w:lang w:bidi="fa-IR"/>
        </w:rPr>
        <w:t>،</w:t>
      </w:r>
      <w:r w:rsidR="00AE3A06">
        <w:rPr>
          <w:rtl/>
          <w:lang w:bidi="fa-IR"/>
        </w:rPr>
        <w:t xml:space="preserve"> آقا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هاشم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رفسنجان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،</w:t>
      </w:r>
      <w:r w:rsidR="00AE3A06">
        <w:rPr>
          <w:rtl/>
          <w:lang w:bidi="fa-IR"/>
        </w:rPr>
        <w:t xml:space="preserve"> وز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ر</w:t>
      </w:r>
      <w:r w:rsidR="00AE3A06">
        <w:rPr>
          <w:rtl/>
          <w:lang w:bidi="fa-IR"/>
        </w:rPr>
        <w:t xml:space="preserve"> دفاع و فرمانده محترم کل سپاه 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ز</w:t>
      </w:r>
      <w:r w:rsidR="00AE3A06">
        <w:rPr>
          <w:rtl/>
          <w:lang w:bidi="fa-IR"/>
        </w:rPr>
        <w:t xml:space="preserve"> حضور داشتند. گزارشها خدمت امام داده شد. در اوج صحبت و گزارش،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شان</w:t>
      </w:r>
      <w:r w:rsidR="00AE3A06">
        <w:rPr>
          <w:rtl/>
          <w:lang w:bidi="fa-IR"/>
        </w:rPr>
        <w:t xml:space="preserve"> بلند شد</w:t>
      </w:r>
      <w:r w:rsidR="00AE3A06">
        <w:rPr>
          <w:rFonts w:hint="eastAsia"/>
          <w:rtl/>
          <w:lang w:bidi="fa-IR"/>
        </w:rPr>
        <w:t>ند</w:t>
      </w:r>
      <w:r w:rsidR="00AE3A06">
        <w:rPr>
          <w:rtl/>
          <w:lang w:bidi="fa-IR"/>
        </w:rPr>
        <w:t xml:space="preserve"> و به اتاق 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گر</w:t>
      </w:r>
      <w:r w:rsidR="00AE3A06">
        <w:rPr>
          <w:rtl/>
          <w:lang w:bidi="fa-IR"/>
        </w:rPr>
        <w:t xml:space="preserve"> رفتند. پس از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کار امام، اول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کس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که صحبت کرد، آقا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 هاشم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رفسنجان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بود.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شان</w:t>
      </w:r>
      <w:r w:rsidR="00AE3A06">
        <w:rPr>
          <w:rtl/>
          <w:lang w:bidi="fa-IR"/>
        </w:rPr>
        <w:t xml:space="preserve"> پرس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</w:t>
      </w:r>
      <w:r w:rsidR="00AE3A06">
        <w:rPr>
          <w:rtl/>
          <w:lang w:bidi="fa-IR"/>
        </w:rPr>
        <w:t>: آقا! کسالت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عارض شده است؟ چون تنها 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ز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که به ذهن م</w:t>
      </w:r>
      <w:r w:rsidR="00AE3A06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AE3A06">
        <w:rPr>
          <w:rtl/>
          <w:lang w:bidi="fa-IR"/>
        </w:rPr>
        <w:t>آمد،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بود. امام در پاسخ فرمود: «خ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ر</w:t>
      </w:r>
      <w:r w:rsidR="00AE3A06">
        <w:rPr>
          <w:rtl/>
          <w:lang w:bidi="fa-IR"/>
        </w:rPr>
        <w:t>! وقت نماز است» و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سخن را با چنان قاطع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ت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ب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ان</w:t>
      </w:r>
      <w:r w:rsidR="00AE3A06">
        <w:rPr>
          <w:rtl/>
          <w:lang w:bidi="fa-IR"/>
        </w:rPr>
        <w:t xml:space="preserve"> کردند </w:t>
      </w:r>
      <w:r w:rsidR="00AE3A06">
        <w:rPr>
          <w:rFonts w:hint="eastAsia"/>
          <w:rtl/>
          <w:lang w:bidi="fa-IR"/>
        </w:rPr>
        <w:t>که</w:t>
      </w:r>
      <w:r w:rsidR="00AE3A06">
        <w:rPr>
          <w:rtl/>
          <w:lang w:bidi="fa-IR"/>
        </w:rPr>
        <w:t xml:space="preserve"> احساس کرد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م</w:t>
      </w:r>
      <w:r w:rsidR="00AE3A06">
        <w:rPr>
          <w:rtl/>
          <w:lang w:bidi="fa-IR"/>
        </w:rPr>
        <w:t xml:space="preserve"> ما تاکنون نماز نخوانده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م</w:t>
      </w:r>
      <w:r w:rsidR="00AE3A06">
        <w:rPr>
          <w:rtl/>
          <w:lang w:bidi="fa-IR"/>
        </w:rPr>
        <w:t>. سجاده امام پهن بود. آن بزرگوار بر آن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ستادند</w:t>
      </w:r>
      <w:r w:rsidR="00AE3A06">
        <w:rPr>
          <w:rtl/>
          <w:lang w:bidi="fa-IR"/>
        </w:rPr>
        <w:t xml:space="preserve"> و به مقدمات نماز پرداختند و ما 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ز</w:t>
      </w:r>
      <w:r w:rsidR="00AE3A06">
        <w:rPr>
          <w:rtl/>
          <w:lang w:bidi="fa-IR"/>
        </w:rPr>
        <w:t xml:space="preserve"> رفت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م</w:t>
      </w:r>
      <w:r w:rsidR="00AE3A06">
        <w:rPr>
          <w:rtl/>
          <w:lang w:bidi="fa-IR"/>
        </w:rPr>
        <w:t xml:space="preserve"> وضو گرفت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م</w:t>
      </w:r>
      <w:r w:rsidR="00AE3A06">
        <w:rPr>
          <w:rtl/>
          <w:lang w:bidi="fa-IR"/>
        </w:rPr>
        <w:t xml:space="preserve"> و پشت سر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شان</w:t>
      </w:r>
      <w:r w:rsidR="00AE3A06">
        <w:rPr>
          <w:rtl/>
          <w:lang w:bidi="fa-IR"/>
        </w:rPr>
        <w:t xml:space="preserve"> در 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ک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دو صف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ستاد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م</w:t>
      </w:r>
      <w:r w:rsidR="00AE3A06">
        <w:rPr>
          <w:rtl/>
          <w:lang w:bidi="fa-IR"/>
        </w:rPr>
        <w:t xml:space="preserve"> و نماز را به جماعت برگزار کرد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م</w:t>
      </w:r>
      <w:r w:rsidR="00AE3A06">
        <w:rPr>
          <w:rtl/>
          <w:lang w:bidi="fa-IR"/>
        </w:rPr>
        <w:t>.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ماجرا به پا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ان</w:t>
      </w:r>
      <w:r w:rsidR="00AE3A06">
        <w:rPr>
          <w:rtl/>
          <w:lang w:bidi="fa-IR"/>
        </w:rPr>
        <w:t xml:space="preserve"> رس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د،</w:t>
      </w:r>
      <w:r w:rsidR="00AE3A06">
        <w:rPr>
          <w:rtl/>
          <w:lang w:bidi="fa-IR"/>
        </w:rPr>
        <w:t xml:space="preserve"> ول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آثار رفتار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و اخ</w:t>
      </w:r>
      <w:r w:rsidR="00AE3A06">
        <w:rPr>
          <w:rFonts w:hint="eastAsia"/>
          <w:rtl/>
          <w:lang w:bidi="fa-IR"/>
        </w:rPr>
        <w:t>لاق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کار امام و روح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ه</w:t>
      </w:r>
      <w:r w:rsidR="00AE3A06">
        <w:rPr>
          <w:rtl/>
          <w:lang w:bidi="fa-IR"/>
        </w:rPr>
        <w:t xml:space="preserve"> تعبد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شان،</w:t>
      </w:r>
      <w:r w:rsidR="00AE3A06">
        <w:rPr>
          <w:rtl/>
          <w:lang w:bidi="fa-IR"/>
        </w:rPr>
        <w:t xml:space="preserve"> به نظر من اثر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جاودان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برجا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گذاشت.</w:t>
      </w:r>
      <w:r w:rsidR="00AE3A06" w:rsidRPr="007D0AE5">
        <w:rPr>
          <w:rStyle w:val="libFootnotenumChar"/>
          <w:rtl/>
        </w:rPr>
        <w:t>(1)</w:t>
      </w:r>
    </w:p>
    <w:p w:rsidR="00AE3A06" w:rsidRPr="007D0AE5" w:rsidRDefault="007D0AE5" w:rsidP="007D0AE5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AE3A06" w:rsidRDefault="00AE3A06" w:rsidP="007D0AE5">
      <w:pPr>
        <w:pStyle w:val="libFootnote0"/>
        <w:rPr>
          <w:rtl/>
          <w:lang w:bidi="fa-IR"/>
        </w:rPr>
      </w:pPr>
      <w:r>
        <w:rPr>
          <w:rtl/>
          <w:lang w:bidi="fa-IR"/>
        </w:rPr>
        <w:t>1- نک: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امام و دفاع مقدس، تهران، مؤسسه تنظ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نشر آثار امام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1381، چ 4، صص 65 و 66.</w:t>
      </w:r>
    </w:p>
    <w:p w:rsidR="00AE3A06" w:rsidRDefault="007D0AE5" w:rsidP="007D0AE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E3A06">
        <w:rPr>
          <w:rFonts w:hint="eastAsia"/>
          <w:rtl/>
          <w:lang w:bidi="fa-IR"/>
        </w:rPr>
        <w:lastRenderedPageBreak/>
        <w:t>حالت</w:t>
      </w:r>
      <w:r w:rsidR="00AE3A06">
        <w:rPr>
          <w:rtl/>
          <w:lang w:bidi="fa-IR"/>
        </w:rPr>
        <w:t xml:space="preserve"> اغما به سر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>بردند، مرتب پشت سر هم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>گفتند: «سُبْحانَ اللهِ وَ الْحَمْدُاللهِ وَ لا اِلهَ اِلَّا اللهِ وَ اللهُ اکْبَر.»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برا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ما درس است. ما که رهبرمان را دوست دار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م،</w:t>
      </w:r>
      <w:r w:rsidR="00AE3A06">
        <w:rPr>
          <w:rtl/>
          <w:lang w:bidi="fa-IR"/>
        </w:rPr>
        <w:t xml:space="preserve"> با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</w:t>
      </w:r>
      <w:r w:rsidR="00AE3A06">
        <w:rPr>
          <w:rtl/>
          <w:lang w:bidi="fa-IR"/>
        </w:rPr>
        <w:t xml:space="preserve"> به کارها و روح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ات</w:t>
      </w:r>
      <w:r w:rsidR="00AE3A06">
        <w:rPr>
          <w:rtl/>
          <w:lang w:bidi="fa-IR"/>
        </w:rPr>
        <w:t xml:space="preserve"> او توجه کن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م</w:t>
      </w:r>
      <w:r w:rsidR="00AE3A06">
        <w:rPr>
          <w:rtl/>
          <w:lang w:bidi="fa-IR"/>
        </w:rPr>
        <w:t xml:space="preserve"> و از آن درس بگ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ر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م»</w:t>
      </w:r>
      <w:r w:rsidR="00AE3A06">
        <w:rPr>
          <w:rtl/>
          <w:lang w:bidi="fa-IR"/>
        </w:rPr>
        <w:t>.</w:t>
      </w:r>
      <w:r w:rsidR="00AE3A06" w:rsidRPr="007D0AE5">
        <w:rPr>
          <w:rStyle w:val="libFootnotenumChar"/>
          <w:rtl/>
        </w:rPr>
        <w:t>(1)</w:t>
      </w:r>
    </w:p>
    <w:p w:rsidR="00AE3A06" w:rsidRDefault="00AE3A06" w:rsidP="007D0AE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خانم</w:t>
      </w:r>
      <w:r>
        <w:rPr>
          <w:rtl/>
          <w:lang w:bidi="fa-IR"/>
        </w:rPr>
        <w:t xml:space="preserve"> فاطمه طباطبا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عروس امام 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توجه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به وقت نماز بود؛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ساعت،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شد، مرتب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: «ساعت چنده؟»؛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مق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بودند اول ظهر نمازشان را بخوانند.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همواره مراقب و منتظر اول وقت نماز بودند. باور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ساعت 10:30 تا 12 نگران وقت نماز بودند و نمازشان را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خواندند، آرامش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softHyphen/>
        <w:t>کردند و سپس چشم</w:t>
      </w:r>
      <w:r>
        <w:rPr>
          <w:rtl/>
          <w:lang w:bidi="fa-IR"/>
        </w:rPr>
        <w:softHyphen/>
        <w:t>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 w:rsidR="007D0AE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بستند.</w:t>
      </w:r>
      <w:r w:rsidRPr="007D0AE5">
        <w:rPr>
          <w:rStyle w:val="libFootnotenumChar"/>
          <w:rtl/>
        </w:rPr>
        <w:t>(2)</w:t>
      </w:r>
    </w:p>
    <w:p w:rsidR="00AE3A06" w:rsidRDefault="007D0AE5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7D0AE5">
      <w:pPr>
        <w:pStyle w:val="Heading2"/>
        <w:rPr>
          <w:rtl/>
          <w:lang w:bidi="fa-IR"/>
        </w:rPr>
      </w:pPr>
      <w:bookmarkStart w:id="26" w:name="_Toc523832786"/>
      <w:r>
        <w:rPr>
          <w:rFonts w:hint="eastAsia"/>
          <w:rtl/>
          <w:lang w:bidi="fa-IR"/>
        </w:rPr>
        <w:t>اهتمام</w:t>
      </w:r>
      <w:r>
        <w:rPr>
          <w:rtl/>
          <w:lang w:bidi="fa-IR"/>
        </w:rPr>
        <w:t xml:space="preserve"> به نماز شب</w:t>
      </w:r>
      <w:bookmarkEnd w:id="26"/>
    </w:p>
    <w:p w:rsidR="00AE3A06" w:rsidRDefault="00AE3A06" w:rsidP="007D0AE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حجت</w:t>
      </w:r>
      <w:r>
        <w:rPr>
          <w:rtl/>
          <w:lang w:bidi="fa-IR"/>
        </w:rPr>
        <w:t xml:space="preserve"> الاسلام حسن ثقف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درباره اهتمام امام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خواندن نماز شب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امام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اقامه نماز شب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خاست، مق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بود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 و صدا باشد.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ادم</w:t>
      </w:r>
      <w:r>
        <w:rPr>
          <w:rtl/>
          <w:lang w:bidi="fa-IR"/>
        </w:rPr>
        <w:t xml:space="preserve"> هست در پار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دو اتاق کوچک بود و من که آنجا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امام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آهسته و درست مثل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خاست و بدون سر و صدا وضو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گرفت و نماز شب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softHyphen/>
        <w:t>خواند.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7D0AE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شاوندان</w:t>
      </w:r>
      <w:r>
        <w:rPr>
          <w:rtl/>
          <w:lang w:bidi="fa-IR"/>
        </w:rPr>
        <w:t xml:space="preserve"> که از پانزده سالگ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امام بودند، گفته</w:t>
      </w:r>
      <w:r w:rsidR="007D0AE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اند: از دوران نوجوان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امام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آقا شبها چراغ موش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کوچک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نشود،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 و نماز شب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خواند.</w:t>
      </w:r>
      <w:r w:rsidRPr="007D0AE5">
        <w:rPr>
          <w:rStyle w:val="libFootnotenumChar"/>
          <w:rtl/>
        </w:rPr>
        <w:t>(3)</w:t>
      </w:r>
    </w:p>
    <w:p w:rsidR="00AE3A06" w:rsidRPr="007D0AE5" w:rsidRDefault="007D0AE5" w:rsidP="007D0AE5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</w:t>
      </w:r>
    </w:p>
    <w:p w:rsidR="00AE3A06" w:rsidRDefault="00AE3A06" w:rsidP="007D0AE5">
      <w:pPr>
        <w:pStyle w:val="libFootnote0"/>
        <w:rPr>
          <w:rtl/>
          <w:lang w:bidi="fa-IR"/>
        </w:rPr>
      </w:pPr>
      <w:r>
        <w:rPr>
          <w:rtl/>
          <w:lang w:bidi="fa-IR"/>
        </w:rPr>
        <w:t>1-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خامنه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خاطرات و حکا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ها، تهران، مؤسسه فرهنگ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قدر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1379، چ 2، ج3، ص 5.</w:t>
      </w:r>
    </w:p>
    <w:p w:rsidR="00AE3A06" w:rsidRDefault="00AE3A06" w:rsidP="007D0AE5">
      <w:pPr>
        <w:pStyle w:val="libFootnote0"/>
        <w:rPr>
          <w:rtl/>
          <w:lang w:bidi="fa-IR"/>
        </w:rPr>
      </w:pPr>
      <w:r>
        <w:rPr>
          <w:rtl/>
          <w:lang w:bidi="fa-IR"/>
        </w:rPr>
        <w:t>2- نک: حم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رت</w:t>
      </w:r>
      <w:r>
        <w:rPr>
          <w:rtl/>
          <w:lang w:bidi="fa-IR"/>
        </w:rPr>
        <w:t xml:space="preserve"> منش و اصغر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رشکار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فصل صبر، تهران، مؤسسه تنظ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نشر آثار امام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1377، چ 1، صص 86 و 87.</w:t>
      </w:r>
    </w:p>
    <w:p w:rsidR="00AE3A06" w:rsidRDefault="00AE3A06" w:rsidP="007D0AE5">
      <w:pPr>
        <w:pStyle w:val="libFootnote0"/>
        <w:rPr>
          <w:rtl/>
          <w:lang w:bidi="fa-IR"/>
        </w:rPr>
      </w:pPr>
      <w:r>
        <w:rPr>
          <w:rtl/>
          <w:lang w:bidi="fa-IR"/>
        </w:rPr>
        <w:t>3- نک: پا به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آفتاب، 1374، چ 2، ج1، ص 142.</w:t>
      </w:r>
    </w:p>
    <w:p w:rsidR="00AE3A06" w:rsidRDefault="007D0AE5" w:rsidP="007D0AE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E3A06">
        <w:rPr>
          <w:rFonts w:hint="eastAsia"/>
          <w:rtl/>
          <w:lang w:bidi="fa-IR"/>
        </w:rPr>
        <w:lastRenderedPageBreak/>
        <w:t>همسر</w:t>
      </w:r>
      <w:r w:rsidR="00AE3A06">
        <w:rPr>
          <w:rtl/>
          <w:lang w:bidi="fa-IR"/>
        </w:rPr>
        <w:t xml:space="preserve"> امام 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ز</w:t>
      </w:r>
      <w:r w:rsidR="00AE3A06">
        <w:rPr>
          <w:rtl/>
          <w:lang w:bidi="fa-IR"/>
        </w:rPr>
        <w:t xml:space="preserve"> درا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باره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>گو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</w:t>
      </w:r>
      <w:r w:rsidR="00AE3A06">
        <w:rPr>
          <w:rtl/>
          <w:lang w:bidi="fa-IR"/>
        </w:rPr>
        <w:t>: ه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چ</w:t>
      </w:r>
      <w:r w:rsidR="00AE3A06">
        <w:rPr>
          <w:rtl/>
          <w:lang w:bidi="fa-IR"/>
        </w:rPr>
        <w:t xml:space="preserve"> وقت نشد که من از نماز شب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شان</w:t>
      </w:r>
      <w:r w:rsidR="00AE3A06">
        <w:rPr>
          <w:rtl/>
          <w:lang w:bidi="fa-IR"/>
        </w:rPr>
        <w:t xml:space="preserve"> ب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دار</w:t>
      </w:r>
      <w:r w:rsidR="00AE3A06">
        <w:rPr>
          <w:rtl/>
          <w:lang w:bidi="fa-IR"/>
        </w:rPr>
        <w:t xml:space="preserve"> شوم؛ چون چراغ را روشن نم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کرد، حت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چراغ دستشو</w:t>
      </w:r>
      <w:r w:rsidR="00AE3A06">
        <w:rPr>
          <w:rFonts w:hint="cs"/>
          <w:rtl/>
          <w:lang w:bidi="fa-IR"/>
        </w:rPr>
        <w:t>یی</w:t>
      </w:r>
      <w:r w:rsidR="00AE3A06">
        <w:rPr>
          <w:rtl/>
          <w:lang w:bidi="fa-IR"/>
        </w:rPr>
        <w:t xml:space="preserve"> را 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ز</w:t>
      </w:r>
      <w:r w:rsidR="00AE3A06">
        <w:rPr>
          <w:rtl/>
          <w:lang w:bidi="fa-IR"/>
        </w:rPr>
        <w:t xml:space="preserve"> روشن نم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گذاشت تا کس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ب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دار</w:t>
      </w:r>
      <w:r w:rsidR="00AE3A06">
        <w:rPr>
          <w:rtl/>
          <w:lang w:bidi="fa-IR"/>
        </w:rPr>
        <w:t xml:space="preserve"> نشود. هنگام وضو گرفتن برا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نماز شب 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ز</w:t>
      </w:r>
      <w:r w:rsidR="00AE3A06">
        <w:rPr>
          <w:rtl/>
          <w:lang w:bidi="fa-IR"/>
        </w:rPr>
        <w:t xml:space="preserve"> ابر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ز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ر</w:t>
      </w:r>
      <w:r w:rsidR="00AE3A06">
        <w:rPr>
          <w:rtl/>
          <w:lang w:bidi="fa-IR"/>
        </w:rPr>
        <w:t xml:space="preserve"> ش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ر</w:t>
      </w:r>
      <w:r w:rsidR="00AE3A06">
        <w:rPr>
          <w:rtl/>
          <w:lang w:bidi="fa-IR"/>
        </w:rPr>
        <w:t xml:space="preserve"> آب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>گذاشت تا صدا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چکه و ر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زش</w:t>
      </w:r>
      <w:r w:rsidR="00AE3A06">
        <w:rPr>
          <w:rtl/>
          <w:lang w:bidi="fa-IR"/>
        </w:rPr>
        <w:t xml:space="preserve"> آب م</w:t>
      </w:r>
      <w:r w:rsidR="00AE3A06">
        <w:rPr>
          <w:rFonts w:hint="eastAsia"/>
          <w:rtl/>
          <w:lang w:bidi="fa-IR"/>
        </w:rPr>
        <w:t>وجب</w:t>
      </w:r>
      <w:r w:rsidR="00AE3A06">
        <w:rPr>
          <w:rtl/>
          <w:lang w:bidi="fa-IR"/>
        </w:rPr>
        <w:t xml:space="preserve"> ب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دار</w:t>
      </w:r>
      <w:r w:rsidR="00AE3A06">
        <w:rPr>
          <w:rtl/>
          <w:lang w:bidi="fa-IR"/>
        </w:rPr>
        <w:t xml:space="preserve"> شدن کس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نشود.</w:t>
      </w:r>
      <w:r w:rsidR="00AE3A06" w:rsidRPr="007D0AE5">
        <w:rPr>
          <w:rStyle w:val="libFootnotenumChar"/>
          <w:rtl/>
        </w:rPr>
        <w:t>(1)</w:t>
      </w:r>
    </w:p>
    <w:p w:rsidR="00AE3A06" w:rsidRDefault="00AE3A06" w:rsidP="007D0AE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مصطف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خوانسار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درباره عبادت و تهجد شبانه امام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گونه نقل کرده است.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سال در قم، برف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آمده بود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ل،</w:t>
      </w:r>
      <w:r>
        <w:rPr>
          <w:rtl/>
          <w:lang w:bidi="fa-IR"/>
        </w:rPr>
        <w:t xml:space="preserve"> نصف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شهر را خراب کرده بود. در همان وضع و با آن شدت سرما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 w:rsidR="007D0AE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بندان، امام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 w:rsidR="007D0AE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شب از مدرسه دارالشفا به مدرسه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7D0AE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آمد و به هر زحمت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حوض مدرسه را م</w:t>
      </w:r>
      <w:r>
        <w:rPr>
          <w:rFonts w:hint="cs"/>
          <w:rtl/>
          <w:lang w:bidi="fa-IR"/>
        </w:rPr>
        <w:t>ی</w:t>
      </w:r>
      <w:r w:rsidR="007D0AE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شکست، وضو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گرفت،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مَدْرَس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رفت و در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مشغول عبادت و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شد و با سرور و شاد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شب را به جا م</w:t>
      </w:r>
      <w:r>
        <w:rPr>
          <w:rFonts w:hint="cs"/>
          <w:rtl/>
          <w:lang w:bidi="fa-IR"/>
        </w:rPr>
        <w:t>ی</w:t>
      </w:r>
      <w:r w:rsidR="007D0AE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آورد. هنگام اذان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مسجد بالاسر م</w:t>
      </w:r>
      <w:r>
        <w:rPr>
          <w:rFonts w:hint="cs"/>
          <w:rtl/>
          <w:lang w:bidi="fa-IR"/>
        </w:rPr>
        <w:t>ی</w:t>
      </w:r>
      <w:r w:rsidR="007D0AE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آمد و پشت سر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حاج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جواد ملک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نماز م</w:t>
      </w:r>
      <w:r>
        <w:rPr>
          <w:rFonts w:hint="cs"/>
          <w:rtl/>
          <w:lang w:bidi="fa-IR"/>
        </w:rPr>
        <w:t>ی</w:t>
      </w:r>
      <w:r w:rsidR="007D0AE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</w:t>
      </w:r>
      <w:r>
        <w:rPr>
          <w:rtl/>
          <w:lang w:bidi="fa-IR"/>
        </w:rPr>
        <w:t>. سپس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گشت و مشغول مباحثاتش م</w:t>
      </w:r>
      <w:r>
        <w:rPr>
          <w:rFonts w:hint="cs"/>
          <w:rtl/>
          <w:lang w:bidi="fa-IR"/>
        </w:rPr>
        <w:t>ی</w:t>
      </w:r>
      <w:r w:rsidR="007D0AE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شد.</w:t>
      </w:r>
      <w:r w:rsidRPr="007D0AE5">
        <w:rPr>
          <w:rStyle w:val="libFootnotenumChar"/>
          <w:rtl/>
        </w:rPr>
        <w:t>(2)</w:t>
      </w:r>
    </w:p>
    <w:p w:rsidR="00AE3A06" w:rsidRDefault="00AE3A06" w:rsidP="007D0AE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خواندن</w:t>
      </w:r>
      <w:r>
        <w:rPr>
          <w:rtl/>
          <w:lang w:bidi="fa-IR"/>
        </w:rPr>
        <w:t xml:space="preserve"> نماز شب و عبادت شبانه،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شب پرواز سرنوشت ساز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 دوازدهم بهمن 1357 شمس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ترک نشد.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همراهان امام که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 هواپ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بود،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softHyphen/>
        <w:t>کند: به احترام آقا، طبقه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هواپ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را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اختصاص دادند تا در آنجا استراحت کند و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مزاحمش نبا</w:t>
      </w:r>
      <w:r>
        <w:rPr>
          <w:rFonts w:hint="eastAsia"/>
          <w:rtl/>
          <w:lang w:bidi="fa-IR"/>
        </w:rPr>
        <w:t>شد</w:t>
      </w:r>
      <w:r>
        <w:rPr>
          <w:rtl/>
          <w:lang w:bidi="fa-IR"/>
        </w:rPr>
        <w:t>. من جسارت کردم و گفتم: بروم،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آقا در چه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طبقه بالا رفتم،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آقا مشغول نماز است و اشک م</w:t>
      </w:r>
      <w:r>
        <w:rPr>
          <w:rFonts w:hint="cs"/>
          <w:rtl/>
          <w:lang w:bidi="fa-IR"/>
        </w:rPr>
        <w:t>ی</w:t>
      </w:r>
      <w:r w:rsidR="007D0AE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>.</w:t>
      </w:r>
      <w:r w:rsidRPr="007D0AE5">
        <w:rPr>
          <w:rStyle w:val="libFootnotenumChar"/>
          <w:rtl/>
        </w:rPr>
        <w:t>(3)</w:t>
      </w:r>
    </w:p>
    <w:p w:rsidR="00AE3A06" w:rsidRPr="007D0AE5" w:rsidRDefault="007D0AE5" w:rsidP="007D0AE5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</w:t>
      </w:r>
    </w:p>
    <w:p w:rsidR="00AE3A06" w:rsidRDefault="00AE3A06" w:rsidP="007D0AE5">
      <w:pPr>
        <w:pStyle w:val="libFootnote0"/>
        <w:rPr>
          <w:rtl/>
          <w:lang w:bidi="fa-IR"/>
        </w:rPr>
      </w:pPr>
      <w:r>
        <w:rPr>
          <w:rtl/>
          <w:lang w:bidi="fa-IR"/>
        </w:rPr>
        <w:t>1- نک: غلامعل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رجا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برداشت</w:t>
      </w:r>
      <w:r>
        <w:rPr>
          <w:rtl/>
          <w:lang w:bidi="fa-IR"/>
        </w:rPr>
        <w:softHyphen/>
        <w:t>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امام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تهران، عروج، 1378، چ 2، ج 3، ص114.</w:t>
      </w:r>
    </w:p>
    <w:p w:rsidR="00AE3A06" w:rsidRDefault="00AE3A06" w:rsidP="007D0AE5">
      <w:pPr>
        <w:pStyle w:val="libFootnote0"/>
        <w:rPr>
          <w:rtl/>
          <w:lang w:bidi="fa-IR"/>
        </w:rPr>
      </w:pPr>
      <w:r>
        <w:rPr>
          <w:rtl/>
          <w:lang w:bidi="fa-IR"/>
        </w:rPr>
        <w:t>2- نک: پا به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آفتاب، 1373، چ 1، ج 3، ص 49.</w:t>
      </w:r>
    </w:p>
    <w:p w:rsidR="00AE3A06" w:rsidRDefault="00AE3A06" w:rsidP="007D0AE5">
      <w:pPr>
        <w:pStyle w:val="libFootnote0"/>
        <w:rPr>
          <w:rtl/>
          <w:lang w:bidi="fa-IR"/>
        </w:rPr>
      </w:pPr>
      <w:r>
        <w:rPr>
          <w:rtl/>
          <w:lang w:bidi="fa-IR"/>
        </w:rPr>
        <w:lastRenderedPageBreak/>
        <w:t>3- پا به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آفتاب، 1373، چ 1، ج 2، ص 234.</w:t>
      </w:r>
    </w:p>
    <w:p w:rsidR="00AE3A06" w:rsidRDefault="007D0AE5" w:rsidP="007D0AE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E3A06">
        <w:rPr>
          <w:rFonts w:hint="eastAsia"/>
          <w:rtl/>
          <w:lang w:bidi="fa-IR"/>
        </w:rPr>
        <w:lastRenderedPageBreak/>
        <w:t>آقا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مصطف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کفاش زاده، از کارکنان ب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ت</w:t>
      </w:r>
      <w:r w:rsidR="00AE3A06">
        <w:rPr>
          <w:rtl/>
          <w:lang w:bidi="fa-IR"/>
        </w:rPr>
        <w:t xml:space="preserve"> امام خم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نقل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>کند: شب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که صبحش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>خواستند امام را عمل جراح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کنند، به دل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ل</w:t>
      </w:r>
      <w:r w:rsidR="00AE3A06">
        <w:rPr>
          <w:rtl/>
          <w:lang w:bidi="fa-IR"/>
        </w:rPr>
        <w:t xml:space="preserve"> ضعف شد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</w:t>
      </w:r>
      <w:r w:rsidR="00AE3A06">
        <w:rPr>
          <w:rtl/>
          <w:lang w:bidi="fa-IR"/>
        </w:rPr>
        <w:t xml:space="preserve"> امام، به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شان</w:t>
      </w:r>
      <w:r w:rsidR="00AE3A06">
        <w:rPr>
          <w:rtl/>
          <w:lang w:bidi="fa-IR"/>
        </w:rPr>
        <w:t xml:space="preserve"> خون تزر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ق</w:t>
      </w:r>
      <w:r w:rsidR="00AE3A06">
        <w:rPr>
          <w:rtl/>
          <w:lang w:bidi="fa-IR"/>
        </w:rPr>
        <w:t xml:space="preserve"> شد. تا ساعت 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ازده</w:t>
      </w:r>
      <w:r w:rsidR="00AE3A06">
        <w:rPr>
          <w:rtl/>
          <w:lang w:bidi="fa-IR"/>
        </w:rPr>
        <w:t xml:space="preserve"> شب که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شان</w:t>
      </w:r>
      <w:r w:rsidR="00AE3A06">
        <w:rPr>
          <w:rtl/>
          <w:lang w:bidi="fa-IR"/>
        </w:rPr>
        <w:t xml:space="preserve"> در حال استراحت و خواب بودند، خدمتشان بودم. موقع نماز شب رفتم و امام را ب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دار</w:t>
      </w:r>
      <w:r w:rsidR="00AE3A06">
        <w:rPr>
          <w:rtl/>
          <w:lang w:bidi="fa-IR"/>
        </w:rPr>
        <w:t xml:space="preserve"> کردم. برخاستند؛ وضو گرفتند و نماز شب مفصل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به جا آوردند که مردم فقط بخش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از آن را از تلو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ز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ون</w:t>
      </w:r>
      <w:r w:rsidR="00AE3A06">
        <w:rPr>
          <w:rtl/>
          <w:lang w:bidi="fa-IR"/>
        </w:rPr>
        <w:t xml:space="preserve"> 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دند</w:t>
      </w:r>
      <w:r w:rsidR="00AE3A06">
        <w:rPr>
          <w:rtl/>
          <w:lang w:bidi="fa-IR"/>
        </w:rPr>
        <w:t>. اول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شب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بود که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شان</w:t>
      </w:r>
      <w:r w:rsidR="00AE3A06">
        <w:rPr>
          <w:rtl/>
          <w:lang w:bidi="fa-IR"/>
        </w:rPr>
        <w:t xml:space="preserve"> نماز شب م</w:t>
      </w:r>
      <w:r w:rsidR="00AE3A06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AE3A06">
        <w:rPr>
          <w:rtl/>
          <w:lang w:bidi="fa-IR"/>
        </w:rPr>
        <w:t>خواندند و چراغ اتاق روشن بود. به دل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ل</w:t>
      </w:r>
      <w:r w:rsidR="00AE3A06">
        <w:rPr>
          <w:rtl/>
          <w:lang w:bidi="fa-IR"/>
        </w:rPr>
        <w:t xml:space="preserve"> هم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روشن بودن چراغ بود که توانست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م</w:t>
      </w:r>
      <w:r w:rsidR="00AE3A06">
        <w:rPr>
          <w:rtl/>
          <w:lang w:bidi="fa-IR"/>
        </w:rPr>
        <w:t xml:space="preserve"> پنهان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ف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لم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از امام ته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ه</w:t>
      </w:r>
      <w:r w:rsidR="00AE3A06">
        <w:rPr>
          <w:rtl/>
          <w:lang w:bidi="fa-IR"/>
        </w:rPr>
        <w:t xml:space="preserve"> کن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م</w:t>
      </w:r>
      <w:r w:rsidR="00AE3A06">
        <w:rPr>
          <w:rtl/>
          <w:lang w:bidi="fa-IR"/>
        </w:rPr>
        <w:t xml:space="preserve"> که ملت عز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ز</w:t>
      </w:r>
      <w:r w:rsidR="00AE3A06">
        <w:rPr>
          <w:rtl/>
          <w:lang w:bidi="fa-IR"/>
        </w:rPr>
        <w:t xml:space="preserve">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ران</w:t>
      </w:r>
      <w:r w:rsidR="00AE3A06">
        <w:rPr>
          <w:rtl/>
          <w:lang w:bidi="fa-IR"/>
        </w:rPr>
        <w:t xml:space="preserve"> 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ز</w:t>
      </w:r>
      <w:r w:rsidR="00AE3A06">
        <w:rPr>
          <w:rtl/>
          <w:lang w:bidi="fa-IR"/>
        </w:rPr>
        <w:t xml:space="preserve"> لحظات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از راز و 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از</w:t>
      </w:r>
      <w:r w:rsidR="00AE3A06">
        <w:rPr>
          <w:rtl/>
          <w:lang w:bidi="fa-IR"/>
        </w:rPr>
        <w:t xml:space="preserve"> امام با خدا را بب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نند</w:t>
      </w:r>
      <w:r w:rsidR="00AE3A06" w:rsidRPr="007D0AE5">
        <w:rPr>
          <w:rStyle w:val="libFootnotenumChar"/>
          <w:rtl/>
        </w:rPr>
        <w:t>.(1)</w:t>
      </w:r>
    </w:p>
    <w:p w:rsidR="007D0AE5" w:rsidRDefault="007D0AE5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7D0AE5">
      <w:pPr>
        <w:pStyle w:val="Heading2"/>
        <w:rPr>
          <w:rtl/>
          <w:lang w:bidi="fa-IR"/>
        </w:rPr>
      </w:pPr>
      <w:bookmarkStart w:id="27" w:name="_Toc523832787"/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زنده</w:t>
      </w:r>
      <w:r>
        <w:rPr>
          <w:rtl/>
          <w:lang w:bidi="fa-IR"/>
        </w:rPr>
        <w:softHyphen/>
        <w:t>دار</w:t>
      </w:r>
      <w:r>
        <w:rPr>
          <w:rFonts w:hint="cs"/>
          <w:rtl/>
          <w:lang w:bidi="fa-IR"/>
        </w:rPr>
        <w:t>ی</w:t>
      </w:r>
      <w:bookmarkEnd w:id="27"/>
    </w:p>
    <w:p w:rsidR="00AE3A06" w:rsidRDefault="00AE3A06" w:rsidP="00860D2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محمدتق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جاودان، پسر مرحوم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زاهد، درباره </w:t>
      </w:r>
      <w:r w:rsidR="00860D2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پدرش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در دوران کودک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ام،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هفت ساله بودم، 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کنار مادرم 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بودم.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 w:rsidR="00860D2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شب از شدت تشنگ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خواب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شدم.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خواستم مادرم را صدا بزنم و از او آب بخواهم،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ناگهان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پدرم را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در حال قنوت بود. او به گونه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من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به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افتادم و در همان حال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خوابم برد و به 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تشنگ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فراموش کردم.</w:t>
      </w:r>
      <w:r w:rsidRPr="00860D2C">
        <w:rPr>
          <w:rStyle w:val="libFootnotenumChar"/>
          <w:rtl/>
        </w:rPr>
        <w:t>(2)</w:t>
      </w: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شرح حال محدث بزرگ،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آورده اند: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 تمام دوره سال، در چهار فصل، حداقل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ساعت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طلوع فجر</w:t>
      </w:r>
    </w:p>
    <w:p w:rsidR="00AE3A06" w:rsidRPr="00860D2C" w:rsidRDefault="00860D2C" w:rsidP="00860D2C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</w:t>
      </w:r>
    </w:p>
    <w:p w:rsidR="00AE3A06" w:rsidRDefault="00AE3A06" w:rsidP="00860D2C">
      <w:pPr>
        <w:pStyle w:val="libFootnote0"/>
        <w:rPr>
          <w:rtl/>
          <w:lang w:bidi="fa-IR"/>
        </w:rPr>
      </w:pPr>
      <w:r>
        <w:rPr>
          <w:rtl/>
          <w:lang w:bidi="fa-IR"/>
        </w:rPr>
        <w:t>1- نک: امام در سنگر نماز، تهران، مؤسسه تنظ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نشر آثار حضرت امام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رحمه الله، 1374، چ 2، ص 73؛ برداشت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امام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3، ص 16.</w:t>
      </w:r>
    </w:p>
    <w:p w:rsidR="00AE3A06" w:rsidRDefault="00AE3A06" w:rsidP="00860D2C">
      <w:pPr>
        <w:pStyle w:val="libFootnote0"/>
        <w:rPr>
          <w:rtl/>
          <w:lang w:bidi="fa-IR"/>
        </w:rPr>
      </w:pPr>
      <w:r>
        <w:rPr>
          <w:rtl/>
          <w:lang w:bidi="fa-IR"/>
        </w:rPr>
        <w:t>2- نک: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زاهد، صص 201 و 202.</w:t>
      </w:r>
    </w:p>
    <w:p w:rsidR="00AE3A06" w:rsidRDefault="00860D2C" w:rsidP="00860D2C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E3A06">
        <w:rPr>
          <w:rFonts w:hint="eastAsia"/>
          <w:rtl/>
          <w:lang w:bidi="fa-IR"/>
        </w:rPr>
        <w:lastRenderedPageBreak/>
        <w:t>ب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دار</w:t>
      </w:r>
      <w:r w:rsidR="00AE3A06">
        <w:rPr>
          <w:rtl/>
          <w:lang w:bidi="fa-IR"/>
        </w:rPr>
        <w:t xml:space="preserve">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شد و به نماز و شب</w:t>
      </w:r>
      <w:r>
        <w:rPr>
          <w:rFonts w:hint="cs"/>
          <w:rtl/>
          <w:lang w:bidi="fa-IR"/>
        </w:rPr>
        <w:t xml:space="preserve"> </w:t>
      </w:r>
      <w:r w:rsidR="00AE3A06">
        <w:rPr>
          <w:rtl/>
          <w:lang w:bidi="fa-IR"/>
        </w:rPr>
        <w:t>زنده</w:t>
      </w:r>
      <w:r>
        <w:rPr>
          <w:rFonts w:hint="cs"/>
          <w:rtl/>
          <w:lang w:bidi="fa-IR"/>
        </w:rPr>
        <w:t xml:space="preserve"> </w:t>
      </w:r>
      <w:r w:rsidR="00AE3A06">
        <w:rPr>
          <w:rtl/>
          <w:lang w:bidi="fa-IR"/>
        </w:rPr>
        <w:t>دار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پرداخت. ش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خ</w:t>
      </w:r>
      <w:r w:rsidR="00AE3A06">
        <w:rPr>
          <w:rtl/>
          <w:lang w:bidi="fa-IR"/>
        </w:rPr>
        <w:t xml:space="preserve"> عباس قم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،</w:t>
      </w:r>
      <w:r w:rsidR="00AE3A06">
        <w:rPr>
          <w:rtl/>
          <w:lang w:bidi="fa-IR"/>
        </w:rPr>
        <w:t xml:space="preserve"> به عبادت آخر شب و پ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</w:t>
      </w:r>
      <w:r w:rsidR="00AE3A06">
        <w:rPr>
          <w:rtl/>
          <w:lang w:bidi="fa-IR"/>
        </w:rPr>
        <w:t xml:space="preserve"> از سپ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ده</w:t>
      </w:r>
      <w:r w:rsidR="00AE3A06">
        <w:rPr>
          <w:rtl/>
          <w:lang w:bidi="fa-IR"/>
        </w:rPr>
        <w:t xml:space="preserve"> دم اهم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ت</w:t>
      </w:r>
      <w:r w:rsidR="00AE3A06">
        <w:rPr>
          <w:rtl/>
          <w:lang w:bidi="fa-IR"/>
        </w:rPr>
        <w:t xml:space="preserve"> بس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ار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م</w:t>
      </w:r>
      <w:r w:rsidR="00AE3A06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AE3A06">
        <w:rPr>
          <w:rtl/>
          <w:lang w:bidi="fa-IR"/>
        </w:rPr>
        <w:t>داد و معتقد بود بهتر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اعمال مستحب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،</w:t>
      </w:r>
      <w:r w:rsidR="00AE3A06">
        <w:rPr>
          <w:rtl/>
          <w:lang w:bidi="fa-IR"/>
        </w:rPr>
        <w:t xml:space="preserve"> عبادت و شب</w:t>
      </w:r>
      <w:r>
        <w:rPr>
          <w:rFonts w:hint="cs"/>
          <w:rtl/>
          <w:lang w:bidi="fa-IR"/>
        </w:rPr>
        <w:t xml:space="preserve"> </w:t>
      </w:r>
      <w:r w:rsidR="00AE3A06">
        <w:rPr>
          <w:rtl/>
          <w:lang w:bidi="fa-IR"/>
        </w:rPr>
        <w:t>زنده</w:t>
      </w:r>
      <w:r>
        <w:rPr>
          <w:rFonts w:hint="cs"/>
          <w:rtl/>
          <w:lang w:bidi="fa-IR"/>
        </w:rPr>
        <w:t xml:space="preserve"> </w:t>
      </w:r>
      <w:r w:rsidR="00AE3A06">
        <w:rPr>
          <w:rtl/>
          <w:lang w:bidi="fa-IR"/>
        </w:rPr>
        <w:t>دار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است. فرزند بزرگ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شان</w:t>
      </w:r>
      <w:r w:rsidR="00AE3A06">
        <w:rPr>
          <w:rtl/>
          <w:lang w:bidi="fa-IR"/>
        </w:rPr>
        <w:t xml:space="preserve">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>گو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</w:t>
      </w:r>
      <w:r w:rsidR="00AE3A06">
        <w:rPr>
          <w:rtl/>
          <w:lang w:bidi="fa-IR"/>
        </w:rPr>
        <w:t>: «تا آنجا که من به خاطر دارم، ب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دار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آخر شب از او فوت نش</w:t>
      </w:r>
      <w:r w:rsidR="00AE3A06">
        <w:rPr>
          <w:rFonts w:hint="eastAsia"/>
          <w:rtl/>
          <w:lang w:bidi="fa-IR"/>
        </w:rPr>
        <w:t>د</w:t>
      </w:r>
      <w:r w:rsidR="00AE3A06">
        <w:rPr>
          <w:rtl/>
          <w:lang w:bidi="fa-IR"/>
        </w:rPr>
        <w:t>. حت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در سفرها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ش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وه</w:t>
      </w:r>
      <w:r w:rsidR="00AE3A06">
        <w:rPr>
          <w:rtl/>
          <w:lang w:bidi="fa-IR"/>
        </w:rPr>
        <w:t xml:space="preserve"> عمل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م</w:t>
      </w:r>
      <w:r w:rsidR="00AE3A06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AE3A06">
        <w:rPr>
          <w:rtl/>
          <w:lang w:bidi="fa-IR"/>
        </w:rPr>
        <w:t>شد».</w:t>
      </w:r>
      <w:r w:rsidR="00AE3A06" w:rsidRPr="00860D2C">
        <w:rPr>
          <w:rStyle w:val="libFootnotenumChar"/>
          <w:rtl/>
        </w:rPr>
        <w:t>(1)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860D2C">
      <w:pPr>
        <w:pStyle w:val="Heading2"/>
        <w:rPr>
          <w:rtl/>
          <w:lang w:bidi="fa-IR"/>
        </w:rPr>
      </w:pPr>
      <w:bookmarkStart w:id="28" w:name="_Toc523832788"/>
      <w:r>
        <w:rPr>
          <w:rFonts w:hint="eastAsia"/>
          <w:rtl/>
          <w:lang w:bidi="fa-IR"/>
        </w:rPr>
        <w:t>مناجات</w:t>
      </w:r>
      <w:r>
        <w:rPr>
          <w:rtl/>
          <w:lang w:bidi="fa-IR"/>
        </w:rPr>
        <w:t xml:space="preserve"> شبانه</w:t>
      </w:r>
      <w:bookmarkEnd w:id="28"/>
    </w:p>
    <w:p w:rsidR="00AE3A06" w:rsidRDefault="00AE3A06" w:rsidP="00860D2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حاج</w:t>
      </w:r>
      <w:r>
        <w:rPr>
          <w:rtl/>
          <w:lang w:bidi="fa-IR"/>
        </w:rPr>
        <w:t xml:space="preserve"> محمدحس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مباشر، درباره مناجات شبانه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جلو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خانه مرحوم مجدالذاکر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پدر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softHyphen/>
        <w:t>شدم.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درون خانه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شب بود و همه جا در خاموش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فرو رفته بود. من کنجکاو شدم بدانم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ساعت </w:t>
      </w: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با خود گفتم نکند دزد آمده باشد. به کنار در خانه رفتم و گوشم را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کردم.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آشنا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مناجات و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 بود که در آن زمان حدود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سال داشت.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مزاحم اعضا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خانه نباشد، به دالان خانه آمده و در آنجا به نماز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مناجات مشغول بود و با معنو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خاص و با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با خدا مناجات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کرد.</w:t>
      </w:r>
      <w:r w:rsidRPr="00860D2C">
        <w:rPr>
          <w:rStyle w:val="libFootnotenumChar"/>
          <w:rtl/>
        </w:rPr>
        <w:t>(2)</w:t>
      </w:r>
    </w:p>
    <w:p w:rsidR="00AE3A06" w:rsidRDefault="00860D2C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860D2C">
      <w:pPr>
        <w:pStyle w:val="Heading2"/>
        <w:rPr>
          <w:rtl/>
          <w:lang w:bidi="fa-IR"/>
        </w:rPr>
      </w:pPr>
      <w:bookmarkStart w:id="29" w:name="_Toc523832789"/>
      <w:r>
        <w:rPr>
          <w:rFonts w:hint="eastAsia"/>
          <w:rtl/>
          <w:lang w:bidi="fa-IR"/>
        </w:rPr>
        <w:t>انس</w:t>
      </w:r>
      <w:r>
        <w:rPr>
          <w:rtl/>
          <w:lang w:bidi="fa-IR"/>
        </w:rPr>
        <w:t xml:space="preserve"> با قرآن</w:t>
      </w:r>
      <w:bookmarkEnd w:id="29"/>
    </w:p>
    <w:p w:rsidR="00AE3A06" w:rsidRDefault="00AE3A06" w:rsidP="00860D2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حجت الاسلام ثقف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درباره انس امام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قرآن نقل شده است: امام با قرآن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مأنوسند،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مثال، پس از صرف صبحانه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با مسئولان و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گر،</w:t>
      </w:r>
      <w:r>
        <w:rPr>
          <w:rtl/>
          <w:lang w:bidi="fa-IR"/>
        </w:rPr>
        <w:t xml:space="preserve"> حدود ساعت نه ون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صبح، پس از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قدم زدن، شروع به تلاوت قرآن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softHyphen/>
        <w:t>کنند. سپس به انجام بر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امور</w:t>
      </w:r>
    </w:p>
    <w:p w:rsidR="00AE3A06" w:rsidRPr="00860D2C" w:rsidRDefault="00860D2C" w:rsidP="00860D2C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AE3A06" w:rsidRPr="00860D2C" w:rsidRDefault="00AE3A06" w:rsidP="00860D2C">
      <w:pPr>
        <w:pStyle w:val="libFootnote0"/>
        <w:rPr>
          <w:rtl/>
        </w:rPr>
      </w:pPr>
      <w:r w:rsidRPr="00860D2C">
        <w:rPr>
          <w:rtl/>
        </w:rPr>
        <w:t>1- نک: س</w:t>
      </w:r>
      <w:r w:rsidRPr="00860D2C">
        <w:rPr>
          <w:rFonts w:hint="cs"/>
          <w:rtl/>
        </w:rPr>
        <w:t>ی</w:t>
      </w:r>
      <w:r w:rsidRPr="00860D2C">
        <w:rPr>
          <w:rFonts w:hint="eastAsia"/>
          <w:rtl/>
        </w:rPr>
        <w:t>ما</w:t>
      </w:r>
      <w:r w:rsidRPr="00860D2C">
        <w:rPr>
          <w:rFonts w:hint="cs"/>
          <w:rtl/>
        </w:rPr>
        <w:t>ی</w:t>
      </w:r>
      <w:r w:rsidRPr="00860D2C">
        <w:rPr>
          <w:rtl/>
        </w:rPr>
        <w:t xml:space="preserve"> فرزانگان، صص 222 و 223.</w:t>
      </w:r>
    </w:p>
    <w:p w:rsidR="00AE3A06" w:rsidRPr="00860D2C" w:rsidRDefault="00AE3A06" w:rsidP="00860D2C">
      <w:pPr>
        <w:pStyle w:val="libFootnote0"/>
        <w:rPr>
          <w:rtl/>
        </w:rPr>
      </w:pPr>
      <w:r w:rsidRPr="00860D2C">
        <w:rPr>
          <w:rtl/>
        </w:rPr>
        <w:t>2- آقا ش</w:t>
      </w:r>
      <w:r w:rsidRPr="00860D2C">
        <w:rPr>
          <w:rFonts w:hint="cs"/>
          <w:rtl/>
        </w:rPr>
        <w:t>ی</w:t>
      </w:r>
      <w:r w:rsidRPr="00860D2C">
        <w:rPr>
          <w:rFonts w:hint="eastAsia"/>
          <w:rtl/>
        </w:rPr>
        <w:t>خ</w:t>
      </w:r>
      <w:r w:rsidRPr="00860D2C">
        <w:rPr>
          <w:rtl/>
        </w:rPr>
        <w:t xml:space="preserve"> مرتض</w:t>
      </w:r>
      <w:r w:rsidRPr="00860D2C">
        <w:rPr>
          <w:rFonts w:hint="cs"/>
          <w:rtl/>
        </w:rPr>
        <w:t>ی</w:t>
      </w:r>
      <w:r w:rsidRPr="00860D2C">
        <w:rPr>
          <w:rtl/>
        </w:rPr>
        <w:t xml:space="preserve"> زاهد، ص 166.</w:t>
      </w:r>
    </w:p>
    <w:p w:rsidR="00AE3A06" w:rsidRDefault="00860D2C" w:rsidP="00860D2C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E3A06">
        <w:rPr>
          <w:rFonts w:hint="eastAsia"/>
          <w:rtl/>
          <w:lang w:bidi="fa-IR"/>
        </w:rPr>
        <w:lastRenderedPageBreak/>
        <w:t>و</w:t>
      </w:r>
      <w:r w:rsidR="00AE3A06">
        <w:rPr>
          <w:rtl/>
          <w:lang w:bidi="fa-IR"/>
        </w:rPr>
        <w:t xml:space="preserve"> مطالعه نامه</w:t>
      </w:r>
      <w:r>
        <w:rPr>
          <w:rFonts w:hint="cs"/>
          <w:rtl/>
          <w:lang w:bidi="fa-IR"/>
        </w:rPr>
        <w:t xml:space="preserve"> </w:t>
      </w:r>
      <w:r w:rsidR="00AE3A06">
        <w:rPr>
          <w:rtl/>
          <w:lang w:bidi="fa-IR"/>
        </w:rPr>
        <w:t>ها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محرمانه</w:t>
      </w:r>
      <w:r>
        <w:rPr>
          <w:rFonts w:hint="cs"/>
          <w:rtl/>
          <w:lang w:bidi="fa-IR"/>
        </w:rPr>
        <w:t xml:space="preserve"> </w:t>
      </w:r>
      <w:r w:rsidR="00AE3A06">
        <w:rPr>
          <w:rtl/>
          <w:lang w:bidi="fa-IR"/>
        </w:rPr>
        <w:t>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>پردازند که رس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دگ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به آنها کار خود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شان</w:t>
      </w:r>
      <w:r w:rsidR="00AE3A06">
        <w:rPr>
          <w:rtl/>
          <w:lang w:bidi="fa-IR"/>
        </w:rPr>
        <w:t xml:space="preserve"> است. آن گاه دوباره نزد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ک</w:t>
      </w:r>
      <w:r w:rsidR="00AE3A06">
        <w:rPr>
          <w:rtl/>
          <w:lang w:bidi="fa-IR"/>
        </w:rPr>
        <w:t xml:space="preserve"> اذان ظهر وضو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>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رند</w:t>
      </w:r>
      <w:r w:rsidR="00AE3A06">
        <w:rPr>
          <w:rtl/>
          <w:lang w:bidi="fa-IR"/>
        </w:rPr>
        <w:t xml:space="preserve"> و قرآن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>خوانند.</w:t>
      </w:r>
      <w:r w:rsidR="00AE3A06" w:rsidRPr="00860D2C">
        <w:rPr>
          <w:rStyle w:val="libFootnotenumChar"/>
          <w:rtl/>
        </w:rPr>
        <w:t>(1)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860D2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پزشک</w:t>
      </w:r>
      <w:r>
        <w:rPr>
          <w:rtl/>
          <w:lang w:bidi="fa-IR"/>
        </w:rPr>
        <w:t xml:space="preserve"> مخصوص حضرت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دمحمدرضا</w:t>
      </w:r>
      <w:r>
        <w:rPr>
          <w:rtl/>
          <w:lang w:bidi="fa-IR"/>
        </w:rPr>
        <w:t xml:space="preserve"> گلپا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860D2C" w:rsidRPr="00860D2C">
        <w:rPr>
          <w:rStyle w:val="libAlaemChar"/>
          <w:rtl/>
        </w:rPr>
        <w:t>رحمه‌الله</w:t>
      </w:r>
      <w:r w:rsidR="00860D2C" w:rsidRPr="005100D5">
        <w:rPr>
          <w:rFonts w:ascii="Traditional Arabic" w:hAnsi="Traditional Arabic" w:cs="Traditional Arabic"/>
          <w:shd w:val="clear" w:color="auto" w:fill="FFFFFF"/>
          <w:rtl/>
        </w:rPr>
        <w:t xml:space="preserve"> </w:t>
      </w:r>
      <w:r>
        <w:rPr>
          <w:rtl/>
          <w:lang w:bidi="fa-IR"/>
        </w:rPr>
        <w:t>که 27 سال سابقه آشنا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داشت،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کند: من هر وقت خدمت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رفتم، مشغول تلاوت قرآن 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بود. آن مرجع بزرگ، صبح و شام قرآن تلاوت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کرد و تا روزها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آخر عمرش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برنامه را ادامه داد و تلاو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قرآنشان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گاه ترک نشد.</w:t>
      </w:r>
      <w:r w:rsidRPr="00860D2C">
        <w:rPr>
          <w:rStyle w:val="libFootnotenumChar"/>
          <w:rtl/>
        </w:rPr>
        <w:t>(2)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860D2C">
      <w:pPr>
        <w:pStyle w:val="Heading2"/>
        <w:rPr>
          <w:rtl/>
          <w:lang w:bidi="fa-IR"/>
        </w:rPr>
      </w:pPr>
      <w:bookmarkStart w:id="30" w:name="_Toc523832790"/>
      <w:r>
        <w:rPr>
          <w:rFonts w:hint="eastAsia"/>
          <w:rtl/>
          <w:lang w:bidi="fa-IR"/>
        </w:rPr>
        <w:t>اخلاص</w:t>
      </w:r>
      <w:r>
        <w:rPr>
          <w:rtl/>
          <w:lang w:bidi="fa-IR"/>
        </w:rPr>
        <w:t xml:space="preserve"> در انجام وظ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bookmarkEnd w:id="30"/>
    </w:p>
    <w:p w:rsidR="00AE3A06" w:rsidRDefault="00AE3A06" w:rsidP="00860D2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نقل</w:t>
      </w:r>
      <w:r>
        <w:rPr>
          <w:rtl/>
          <w:lang w:bidi="fa-IR"/>
        </w:rPr>
        <w:t xml:space="preserve"> کرده اند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محمود 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از بزرگان تهران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گرفت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 را امتحان کند.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هرهفته در خانه حاج محمود منبر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رفت و به جز جلسه</w:t>
      </w:r>
      <w:r w:rsidR="00860D2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هفتگ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مناسبت</w:t>
      </w:r>
      <w:r w:rsidR="00860D2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جلسه</w:t>
      </w:r>
      <w:r w:rsidR="00860D2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 به صورت ده روزه برپا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شد. بنابرا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آقا </w:t>
      </w:r>
      <w:r>
        <w:rPr>
          <w:rFonts w:hint="eastAsia"/>
          <w:rtl/>
          <w:lang w:bidi="fa-IR"/>
        </w:rPr>
        <w:t>حاج</w:t>
      </w:r>
      <w:r>
        <w:rPr>
          <w:rtl/>
          <w:lang w:bidi="fa-IR"/>
        </w:rPr>
        <w:t xml:space="preserve"> محمود 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گرفت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بعد،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منبرها و روضه</w:t>
      </w:r>
      <w:r w:rsidR="00860D2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پول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او نپردازد و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او را امتحان کند. از آن پس،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هفته به خانه او م</w:t>
      </w:r>
      <w:r>
        <w:rPr>
          <w:rFonts w:hint="cs"/>
          <w:rtl/>
          <w:lang w:bidi="fa-IR"/>
        </w:rPr>
        <w:t>ی</w:t>
      </w:r>
      <w:r w:rsidR="00860D2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آمد و بدون گرفتن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مزد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اش را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رفت.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860D2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هفته</w:t>
      </w:r>
      <w:r w:rsidR="00860D2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 به سرعت آمد و رفت و حاج محمود 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رفت و آمدها و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منبرها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بلکه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مانند هفته</w:t>
      </w:r>
      <w:r w:rsidR="00860D2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 و ماه</w:t>
      </w:r>
      <w:r>
        <w:rPr>
          <w:rtl/>
          <w:lang w:bidi="fa-IR"/>
        </w:rPr>
        <w:softHyphen/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گذشته، با شور و 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اق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جلسه</w:t>
      </w:r>
      <w:r w:rsidR="00860D2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 م</w:t>
      </w:r>
      <w:r>
        <w:rPr>
          <w:rFonts w:hint="cs"/>
          <w:rtl/>
          <w:lang w:bidi="fa-IR"/>
        </w:rPr>
        <w:t>ی</w:t>
      </w:r>
      <w:r w:rsidR="00860D2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آمد.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محمود 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امتحان را مدت دو سال ادامه داد و پس از دو سال، اط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به راست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پول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 ارزش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توجه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امور ماد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اگر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مواعظ و منبرها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</w:p>
    <w:p w:rsidR="00AE3A06" w:rsidRPr="00860D2C" w:rsidRDefault="00860D2C" w:rsidP="00860D2C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</w:t>
      </w:r>
    </w:p>
    <w:p w:rsidR="00AE3A06" w:rsidRDefault="00AE3A06" w:rsidP="00860D2C">
      <w:pPr>
        <w:pStyle w:val="libFootnote0"/>
        <w:rPr>
          <w:rtl/>
          <w:lang w:bidi="fa-IR"/>
        </w:rPr>
      </w:pPr>
      <w:r>
        <w:rPr>
          <w:rtl/>
          <w:lang w:bidi="fa-IR"/>
        </w:rPr>
        <w:t>1- نک: پابه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آفتاب، ج 1، ص144.</w:t>
      </w:r>
    </w:p>
    <w:p w:rsidR="00AE3A06" w:rsidRDefault="00AE3A06" w:rsidP="00860D2C">
      <w:pPr>
        <w:pStyle w:val="libFootnote0"/>
        <w:rPr>
          <w:rtl/>
          <w:lang w:bidi="fa-IR"/>
        </w:rPr>
      </w:pPr>
      <w:r>
        <w:rPr>
          <w:rtl/>
          <w:lang w:bidi="fa-IR"/>
        </w:rPr>
        <w:t>2- نک: نور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ملکوت، ص 128.</w:t>
      </w:r>
    </w:p>
    <w:p w:rsidR="00AE3A06" w:rsidRDefault="00860D2C" w:rsidP="00860D2C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E3A06">
        <w:rPr>
          <w:rFonts w:hint="eastAsia"/>
          <w:rtl/>
          <w:lang w:bidi="fa-IR"/>
        </w:rPr>
        <w:lastRenderedPageBreak/>
        <w:t>پول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به او بدهند، م</w:t>
      </w:r>
      <w:r w:rsidR="00AE3A06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AE3A06">
        <w:rPr>
          <w:rtl/>
          <w:lang w:bidi="fa-IR"/>
        </w:rPr>
        <w:t>پذ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رد</w:t>
      </w:r>
      <w:r w:rsidR="00AE3A06">
        <w:rPr>
          <w:rtl/>
          <w:lang w:bidi="fa-IR"/>
        </w:rPr>
        <w:t xml:space="preserve"> و اگر 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ز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به او ندهند 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ز</w:t>
      </w:r>
      <w:r w:rsidR="00AE3A06">
        <w:rPr>
          <w:rtl/>
          <w:lang w:bidi="fa-IR"/>
        </w:rPr>
        <w:t xml:space="preserve"> ه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چ</w:t>
      </w:r>
      <w:r w:rsidR="00AE3A06">
        <w:rPr>
          <w:rtl/>
          <w:lang w:bidi="fa-IR"/>
        </w:rPr>
        <w:t xml:space="preserve"> فرق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برا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</w:t>
      </w:r>
      <w:r w:rsidR="00AE3A06">
        <w:rPr>
          <w:rtl/>
          <w:lang w:bidi="fa-IR"/>
        </w:rPr>
        <w:t xml:space="preserve"> ندارد و برا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او فقط برپا بودن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جلسه</w:t>
      </w:r>
      <w:r w:rsidR="00AE3A06">
        <w:rPr>
          <w:rtl/>
          <w:lang w:bidi="fa-IR"/>
        </w:rPr>
        <w:softHyphen/>
        <w:t>ها مهم است.</w:t>
      </w:r>
      <w:r w:rsidR="00AE3A06" w:rsidRPr="00860D2C">
        <w:rPr>
          <w:rStyle w:val="libFootnotenumChar"/>
          <w:rtl/>
        </w:rPr>
        <w:t>(1)</w:t>
      </w:r>
    </w:p>
    <w:p w:rsidR="00AE3A06" w:rsidRDefault="00860D2C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860D2C">
      <w:pPr>
        <w:pStyle w:val="Heading1"/>
        <w:rPr>
          <w:rtl/>
          <w:lang w:bidi="fa-IR"/>
        </w:rPr>
      </w:pPr>
      <w:bookmarkStart w:id="31" w:name="_Toc523832791"/>
      <w:r>
        <w:rPr>
          <w:rtl/>
          <w:lang w:bidi="fa-IR"/>
        </w:rPr>
        <w:t>3</w:t>
      </w:r>
      <w:r w:rsidR="00860D2C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رفتارها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عمل</w:t>
      </w:r>
      <w:r>
        <w:rPr>
          <w:rFonts w:hint="cs"/>
          <w:rtl/>
          <w:lang w:bidi="fa-IR"/>
        </w:rPr>
        <w:t>ی</w:t>
      </w:r>
      <w:bookmarkEnd w:id="31"/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860D2C">
      <w:pPr>
        <w:pStyle w:val="Heading2"/>
        <w:rPr>
          <w:rtl/>
          <w:lang w:bidi="fa-IR"/>
        </w:rPr>
      </w:pPr>
      <w:bookmarkStart w:id="32" w:name="_Toc523832792"/>
      <w:r>
        <w:rPr>
          <w:rFonts w:hint="eastAsia"/>
          <w:rtl/>
          <w:lang w:bidi="fa-IR"/>
        </w:rPr>
        <w:t>کنترل</w:t>
      </w:r>
      <w:r>
        <w:rPr>
          <w:rtl/>
          <w:lang w:bidi="fa-IR"/>
        </w:rPr>
        <w:t xml:space="preserve"> نفس</w:t>
      </w:r>
      <w:bookmarkEnd w:id="32"/>
    </w:p>
    <w:p w:rsidR="00AE3A06" w:rsidRDefault="00AE3A06" w:rsidP="00860D2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لنگرود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شده است: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 چنان از هوا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نفس م</w:t>
      </w:r>
      <w:r>
        <w:rPr>
          <w:rFonts w:hint="cs"/>
          <w:rtl/>
          <w:lang w:bidi="fa-IR"/>
        </w:rPr>
        <w:t>ی</w:t>
      </w:r>
      <w:r w:rsidR="00860D2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هرگاه در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منبر احساس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کرد مردم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از حد، مجذوب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فته</w:t>
      </w:r>
      <w:r>
        <w:rPr>
          <w:rtl/>
          <w:lang w:bidi="fa-IR"/>
        </w:rPr>
        <w:t xml:space="preserve"> او و سخنانش شده اند، به سرعت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وضع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کنترل کند و مردم را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آورد.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مواقع،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مثال،</w:t>
      </w:r>
      <w:r>
        <w:rPr>
          <w:rtl/>
          <w:lang w:bidi="fa-IR"/>
        </w:rPr>
        <w:t xml:space="preserve"> آب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خواست و لحظات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شکل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گذران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مردم از آن حالت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</w:t>
      </w:r>
      <w:r w:rsidRPr="00860D2C">
        <w:rPr>
          <w:rStyle w:val="libFootnotenumChar"/>
          <w:rtl/>
        </w:rPr>
        <w:t>(2)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860D2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حاج آقا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تهران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860D2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از مرحوم پدرم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: پدرجان!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 چگونه توانسته است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نفسش را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ببرد و به مقام تشرّف دست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ابد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گونه نوران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کند؟ پدرم گفت: «ا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آنچه از اخبار و احاد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ث معتبر از کلمات معصوم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="00000DDD" w:rsidRPr="00000DDD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در کتابها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خوانده، باور کرده است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باور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نسبت به معارف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 w:rsidR="00000DDD" w:rsidRPr="00000DDD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، او را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نوران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رسانده است».</w:t>
      </w:r>
      <w:r w:rsidRPr="00860D2C">
        <w:rPr>
          <w:rStyle w:val="libFootnotenumChar"/>
          <w:rtl/>
        </w:rPr>
        <w:t>(3)</w:t>
      </w:r>
    </w:p>
    <w:p w:rsidR="00AE3A06" w:rsidRDefault="00860D2C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860D2C">
      <w:pPr>
        <w:pStyle w:val="Heading2"/>
        <w:rPr>
          <w:rtl/>
          <w:lang w:bidi="fa-IR"/>
        </w:rPr>
      </w:pPr>
      <w:bookmarkStart w:id="33" w:name="_Toc523832793"/>
      <w:r>
        <w:rPr>
          <w:rFonts w:hint="eastAsia"/>
          <w:rtl/>
          <w:lang w:bidi="fa-IR"/>
        </w:rPr>
        <w:t>مجاهده</w:t>
      </w:r>
      <w:r>
        <w:rPr>
          <w:rtl/>
          <w:lang w:bidi="fa-IR"/>
        </w:rPr>
        <w:t xml:space="preserve"> با نفس</w:t>
      </w:r>
      <w:bookmarkEnd w:id="33"/>
    </w:p>
    <w:p w:rsidR="00AE3A06" w:rsidRDefault="00AE3A06" w:rsidP="00860D2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بارها</w:t>
      </w:r>
      <w:r>
        <w:rPr>
          <w:rtl/>
          <w:lang w:bidi="fa-IR"/>
        </w:rPr>
        <w:t xml:space="preserve"> اتفاق م</w:t>
      </w:r>
      <w:r>
        <w:rPr>
          <w:rFonts w:hint="cs"/>
          <w:rtl/>
          <w:lang w:bidi="fa-IR"/>
        </w:rPr>
        <w:t>ی</w:t>
      </w:r>
      <w:r w:rsidR="00860D2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افتاد مرحوم ملاعبدالله شوشتر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از مقدس اردب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پرسش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کرد و آن دو عالم بزرگ درباره مسائل مطرح شده بحث و</w:t>
      </w:r>
    </w:p>
    <w:p w:rsidR="00AE3A06" w:rsidRPr="00860D2C" w:rsidRDefault="00860D2C" w:rsidP="00860D2C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</w:t>
      </w:r>
    </w:p>
    <w:p w:rsidR="00AE3A06" w:rsidRDefault="00AE3A06" w:rsidP="00860D2C">
      <w:pPr>
        <w:pStyle w:val="libFootnote0"/>
        <w:rPr>
          <w:rtl/>
          <w:lang w:bidi="fa-IR"/>
        </w:rPr>
      </w:pPr>
      <w:r>
        <w:rPr>
          <w:rtl/>
          <w:lang w:bidi="fa-IR"/>
        </w:rPr>
        <w:t>1-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زاهد، صص 172 و 173.</w:t>
      </w:r>
    </w:p>
    <w:p w:rsidR="00AE3A06" w:rsidRDefault="00AE3A06" w:rsidP="00860D2C">
      <w:pPr>
        <w:pStyle w:val="libFootnote0"/>
        <w:rPr>
          <w:rtl/>
          <w:lang w:bidi="fa-IR"/>
        </w:rPr>
      </w:pPr>
      <w:r>
        <w:rPr>
          <w:rtl/>
          <w:lang w:bidi="fa-IR"/>
        </w:rPr>
        <w:t>2- نک: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زاهد، ص 96.</w:t>
      </w:r>
    </w:p>
    <w:p w:rsidR="00AE3A06" w:rsidRDefault="00AE3A06" w:rsidP="00860D2C">
      <w:pPr>
        <w:pStyle w:val="libFootnote0"/>
        <w:rPr>
          <w:rtl/>
          <w:lang w:bidi="fa-IR"/>
        </w:rPr>
      </w:pPr>
      <w:r>
        <w:rPr>
          <w:rtl/>
          <w:lang w:bidi="fa-IR"/>
        </w:rPr>
        <w:t>3-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زاهد، ص 216.</w:t>
      </w:r>
    </w:p>
    <w:p w:rsidR="00AE3A06" w:rsidRDefault="00860D2C" w:rsidP="00860D2C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E3A06">
        <w:rPr>
          <w:rFonts w:hint="eastAsia"/>
          <w:rtl/>
          <w:lang w:bidi="fa-IR"/>
        </w:rPr>
        <w:lastRenderedPageBreak/>
        <w:t>بررس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>کردند. در بس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ار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از مواقع، ناگاه علامه اردب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ل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در م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ان</w:t>
      </w:r>
      <w:r w:rsidR="00AE3A06">
        <w:rPr>
          <w:rtl/>
          <w:lang w:bidi="fa-IR"/>
        </w:rPr>
        <w:t xml:space="preserve"> گفت</w:t>
      </w:r>
      <w:r>
        <w:rPr>
          <w:rFonts w:hint="cs"/>
          <w:rtl/>
          <w:lang w:bidi="fa-IR"/>
        </w:rPr>
        <w:t xml:space="preserve"> </w:t>
      </w:r>
      <w:r w:rsidR="00AE3A06">
        <w:rPr>
          <w:rtl/>
          <w:lang w:bidi="fa-IR"/>
        </w:rPr>
        <w:t>وگو، سکوت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کرد 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</w:t>
      </w:r>
      <w:r w:rsidR="00AE3A06">
        <w:rPr>
          <w:rtl/>
          <w:lang w:bidi="fa-IR"/>
        </w:rPr>
        <w:t xml:space="preserve">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>فرمود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بحث باشد تا به کتاب مراجعه کنم! سپس دست شوشتر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را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>گرفت، از محدوده شهر نجف خارج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>شدند و به ب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رون</w:t>
      </w:r>
      <w:r w:rsidR="00AE3A06">
        <w:rPr>
          <w:rtl/>
          <w:lang w:bidi="fa-IR"/>
        </w:rPr>
        <w:t xml:space="preserve"> شهر م</w:t>
      </w:r>
      <w:r w:rsidR="00AE3A06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AE3A06">
        <w:rPr>
          <w:rtl/>
          <w:lang w:bidi="fa-IR"/>
        </w:rPr>
        <w:t>رفتند. وقت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به جا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خلوت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م</w:t>
      </w:r>
      <w:r w:rsidR="00AE3A06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AE3A06">
        <w:rPr>
          <w:rtl/>
          <w:lang w:bidi="fa-IR"/>
        </w:rPr>
        <w:t>رس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دند،</w:t>
      </w:r>
      <w:r w:rsidR="00AE3A06">
        <w:rPr>
          <w:rtl/>
          <w:lang w:bidi="fa-IR"/>
        </w:rPr>
        <w:t xml:space="preserve"> مقدس رو به </w:t>
      </w:r>
      <w:r w:rsidR="00AE3A06">
        <w:rPr>
          <w:rFonts w:hint="eastAsia"/>
          <w:rtl/>
          <w:lang w:bidi="fa-IR"/>
        </w:rPr>
        <w:t>شوشتر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>کرد و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>گفت: آن مسئله چه بود؟ سپس درباره آن مسئله بحث و بررس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>کرد و تحق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قات</w:t>
      </w:r>
      <w:r w:rsidR="00AE3A06">
        <w:rPr>
          <w:rtl/>
          <w:lang w:bidi="fa-IR"/>
        </w:rPr>
        <w:t xml:space="preserve"> خود را درباره آن ب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ان</w:t>
      </w:r>
      <w:r w:rsidR="00AE3A06">
        <w:rPr>
          <w:rtl/>
          <w:lang w:bidi="fa-IR"/>
        </w:rPr>
        <w:t xml:space="preserve">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>کرد. در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مواقع، مرحوم شوشتر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با تعجب م</w:t>
      </w:r>
      <w:r w:rsidR="00AE3A06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AE3A06">
        <w:rPr>
          <w:rtl/>
          <w:lang w:bidi="fa-IR"/>
        </w:rPr>
        <w:t>پرس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</w:t>
      </w:r>
      <w:r w:rsidR="00AE3A06">
        <w:rPr>
          <w:rtl/>
          <w:lang w:bidi="fa-IR"/>
        </w:rPr>
        <w:t>: شما که به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خوب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مطلب را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>دانست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د،</w:t>
      </w:r>
      <w:r w:rsidR="00AE3A06">
        <w:rPr>
          <w:rtl/>
          <w:lang w:bidi="fa-IR"/>
        </w:rPr>
        <w:t xml:space="preserve"> چرا آنجا مطرح نکرد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د؟</w:t>
      </w:r>
      <w:r w:rsidR="00AE3A06">
        <w:rPr>
          <w:rtl/>
          <w:lang w:bidi="fa-IR"/>
        </w:rPr>
        <w:t xml:space="preserve"> مقدس اردب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ل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پاسخ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داد: «آنج</w:t>
      </w:r>
      <w:r w:rsidR="00AE3A06">
        <w:rPr>
          <w:rFonts w:hint="eastAsia"/>
          <w:rtl/>
          <w:lang w:bidi="fa-IR"/>
        </w:rPr>
        <w:t>ا</w:t>
      </w:r>
      <w:r w:rsidR="00AE3A06">
        <w:rPr>
          <w:rtl/>
          <w:lang w:bidi="fa-IR"/>
        </w:rPr>
        <w:t xml:space="preserve"> گفت</w:t>
      </w:r>
      <w:r>
        <w:rPr>
          <w:rFonts w:hint="cs"/>
          <w:rtl/>
          <w:lang w:bidi="fa-IR"/>
        </w:rPr>
        <w:t xml:space="preserve"> </w:t>
      </w:r>
      <w:r w:rsidR="00AE3A06">
        <w:rPr>
          <w:rtl/>
          <w:lang w:bidi="fa-IR"/>
        </w:rPr>
        <w:t>وگو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مان</w:t>
      </w:r>
      <w:r w:rsidR="00AE3A06">
        <w:rPr>
          <w:rtl/>
          <w:lang w:bidi="fa-IR"/>
        </w:rPr>
        <w:t xml:space="preserve"> در حضور مردم بود و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احتمال وجود داشت م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ان</w:t>
      </w:r>
      <w:r w:rsidR="00AE3A06">
        <w:rPr>
          <w:rtl/>
          <w:lang w:bidi="fa-IR"/>
        </w:rPr>
        <w:t xml:space="preserve"> ما جدل پ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</w:t>
      </w:r>
      <w:r w:rsidR="00AE3A06">
        <w:rPr>
          <w:rtl/>
          <w:lang w:bidi="fa-IR"/>
        </w:rPr>
        <w:t xml:space="preserve"> آ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</w:t>
      </w:r>
      <w:r w:rsidR="00AE3A06">
        <w:rPr>
          <w:rtl/>
          <w:lang w:bidi="fa-IR"/>
        </w:rPr>
        <w:t xml:space="preserve"> و بر 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کد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گر</w:t>
      </w:r>
      <w:r w:rsidR="00AE3A06">
        <w:rPr>
          <w:rtl/>
          <w:lang w:bidi="fa-IR"/>
        </w:rPr>
        <w:t xml:space="preserve"> غلبه کن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م،</w:t>
      </w:r>
      <w:r w:rsidR="00AE3A06">
        <w:rPr>
          <w:rtl/>
          <w:lang w:bidi="fa-IR"/>
        </w:rPr>
        <w:t xml:space="preserve"> ول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نجا</w:t>
      </w:r>
      <w:r w:rsidR="00AE3A06">
        <w:rPr>
          <w:rtl/>
          <w:lang w:bidi="fa-IR"/>
        </w:rPr>
        <w:t xml:space="preserve"> کس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جز خدا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متعال 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ست</w:t>
      </w:r>
      <w:r w:rsidR="00AE3A06">
        <w:rPr>
          <w:rtl/>
          <w:lang w:bidi="fa-IR"/>
        </w:rPr>
        <w:t xml:space="preserve"> و از فخرفروش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و اظهار فضل دور هست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م»</w:t>
      </w:r>
      <w:r w:rsidR="00AE3A06">
        <w:rPr>
          <w:rtl/>
          <w:lang w:bidi="fa-IR"/>
        </w:rPr>
        <w:t>.</w:t>
      </w:r>
      <w:r w:rsidR="00AE3A06" w:rsidRPr="00860D2C">
        <w:rPr>
          <w:rStyle w:val="libFootnotenumChar"/>
          <w:rtl/>
        </w:rPr>
        <w:t>(1)</w:t>
      </w:r>
    </w:p>
    <w:p w:rsidR="00AE3A06" w:rsidRPr="00860D2C" w:rsidRDefault="00860D2C" w:rsidP="00860D2C">
      <w:pPr>
        <w:pStyle w:val="libLine"/>
        <w:rPr>
          <w:rtl/>
          <w:lang w:bidi="fa-IR"/>
        </w:rPr>
      </w:pPr>
      <w:r>
        <w:rPr>
          <w:rtl/>
          <w:lang w:bidi="fa-IR"/>
        </w:rPr>
        <w:br w:type="page"/>
      </w:r>
      <w:r>
        <w:rPr>
          <w:rFonts w:hint="cs"/>
          <w:rtl/>
          <w:lang w:bidi="fa-IR"/>
        </w:rPr>
        <w:lastRenderedPageBreak/>
        <w:t>________________________________________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860D2C">
      <w:pPr>
        <w:pStyle w:val="libFootnote0"/>
        <w:rPr>
          <w:rtl/>
          <w:lang w:bidi="fa-IR"/>
        </w:rPr>
      </w:pPr>
      <w:r>
        <w:rPr>
          <w:rtl/>
          <w:lang w:bidi="fa-IR"/>
        </w:rPr>
        <w:t>1- نک: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فرزانگان، ص 321.</w:t>
      </w:r>
    </w:p>
    <w:p w:rsidR="00AE3A06" w:rsidRDefault="00860D2C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860D2C">
      <w:pPr>
        <w:pStyle w:val="Heading2"/>
        <w:rPr>
          <w:rtl/>
          <w:lang w:bidi="fa-IR"/>
        </w:rPr>
      </w:pPr>
      <w:bookmarkStart w:id="34" w:name="_Toc523832794"/>
      <w:r>
        <w:rPr>
          <w:rFonts w:hint="eastAsia"/>
          <w:rtl/>
          <w:lang w:bidi="fa-IR"/>
        </w:rPr>
        <w:t>فروتن</w:t>
      </w:r>
      <w:r>
        <w:rPr>
          <w:rFonts w:hint="cs"/>
          <w:rtl/>
          <w:lang w:bidi="fa-IR"/>
        </w:rPr>
        <w:t>ی</w:t>
      </w:r>
      <w:bookmarkEnd w:id="34"/>
    </w:p>
    <w:p w:rsidR="00AE3A06" w:rsidRDefault="00AE3A06" w:rsidP="00D1143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موسو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تهران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درباره فروتن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نقل کرده است: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حاج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دابوالقاسم</w:t>
      </w:r>
      <w:r>
        <w:rPr>
          <w:rtl/>
          <w:lang w:bidi="fa-IR"/>
        </w:rPr>
        <w:t xml:space="preserve"> لواسان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از مجتهدان و فقها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تهران بود.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هفته</w:t>
      </w:r>
      <w:r w:rsidR="00860D2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در خانه ما جلسه داشت.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مواقع،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جلسه</w:t>
      </w:r>
      <w:r w:rsidR="00860D2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 حاضر م</w:t>
      </w:r>
      <w:r>
        <w:rPr>
          <w:rFonts w:hint="cs"/>
          <w:rtl/>
          <w:lang w:bidi="fa-IR"/>
        </w:rPr>
        <w:t>ی</w:t>
      </w:r>
      <w:r w:rsidR="00860D2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شد.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وجود اعتبار، مقام و منزلت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مردم داشت، با علاقه و شوق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 w:rsidR="00D1143F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جلسه</w:t>
      </w:r>
      <w:r w:rsidR="00D1143F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softHyphen/>
        <w:t>آمد و به دور از هرگونه خودب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احکام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مسائل شرع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لواسان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 w:rsidRPr="00D1143F">
        <w:rPr>
          <w:rStyle w:val="libFootnotenumChar"/>
          <w:rtl/>
        </w:rPr>
        <w:t>.(1)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D1143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فتح الله فروغ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درباره فروتن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نقل شده است: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وارد مجالس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شد،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ابهت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خاص داشت، محبتش به دلها م</w:t>
      </w:r>
      <w:r>
        <w:rPr>
          <w:rFonts w:hint="cs"/>
          <w:rtl/>
          <w:lang w:bidi="fa-IR"/>
        </w:rPr>
        <w:t>ی</w:t>
      </w:r>
      <w:r w:rsidR="00D1143F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نشست و در کمال فروتن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با حاضران برخورد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موقع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اقتدار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نتوانست ذره</w:t>
      </w:r>
      <w:r w:rsidR="00D1143F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فروتن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بکاهد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حالت را به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D1143F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شد در رفتار و گفتار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امام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هرگاه به 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وارد م</w:t>
      </w:r>
      <w:r>
        <w:rPr>
          <w:rFonts w:hint="cs"/>
          <w:rtl/>
          <w:lang w:bidi="fa-IR"/>
        </w:rPr>
        <w:t>ی</w:t>
      </w:r>
      <w:r w:rsidR="00D1143F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شد، هر جا بود،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 و اغلب، نشستن در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مجلس و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افراد عاد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جاها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ترج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D1143F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داد.</w:t>
      </w:r>
      <w:r w:rsidRPr="00D1143F">
        <w:rPr>
          <w:rStyle w:val="libFootnotenumChar"/>
          <w:rtl/>
        </w:rPr>
        <w:t>(2)</w:t>
      </w:r>
    </w:p>
    <w:p w:rsidR="00AE3A06" w:rsidRPr="00D1143F" w:rsidRDefault="00D1143F" w:rsidP="00D1143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AE3A06" w:rsidRDefault="00AE3A06" w:rsidP="00D1143F">
      <w:pPr>
        <w:pStyle w:val="libFootnote0"/>
        <w:rPr>
          <w:rtl/>
          <w:lang w:bidi="fa-IR"/>
        </w:rPr>
      </w:pPr>
      <w:r>
        <w:rPr>
          <w:rtl/>
          <w:lang w:bidi="fa-IR"/>
        </w:rPr>
        <w:t>1- نک: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زاهد، صص 139 و 140.</w:t>
      </w:r>
    </w:p>
    <w:p w:rsidR="00AE3A06" w:rsidRDefault="00AE3A06" w:rsidP="00D1143F">
      <w:pPr>
        <w:pStyle w:val="libFootnote0"/>
        <w:rPr>
          <w:rtl/>
          <w:lang w:bidi="fa-IR"/>
        </w:rPr>
      </w:pPr>
      <w:r>
        <w:rPr>
          <w:rtl/>
          <w:lang w:bidi="fa-IR"/>
        </w:rPr>
        <w:t>2- نک: فتح الله فروغ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همکاران، گل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باغ خاطره، تهران، کانون پرورش فکر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کودکان و نوجوانان، 1375، چ 3، ص 18.</w:t>
      </w:r>
    </w:p>
    <w:p w:rsidR="00AE3A06" w:rsidRDefault="00D1143F" w:rsidP="00D1143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D1143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جمله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دعباس</w:t>
      </w:r>
      <w:r>
        <w:rPr>
          <w:rtl/>
          <w:lang w:bidi="fa-IR"/>
        </w:rPr>
        <w:t xml:space="preserve"> مهر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بود که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 تنها خود را از همه عالمان و خدمت گزاران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کوچک تر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دانست، بلکه در برابر مردم عاد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فروتن بود. هرکس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دعباس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رفت،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اگر کم سن و سال بود،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به احترامش از جا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خاست و با او به گرم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احوال پرس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کرد.</w:t>
      </w:r>
    </w:p>
    <w:p w:rsidR="00AE3A06" w:rsidRDefault="00AE3A06" w:rsidP="00D1143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فرزند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عباس مهر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ادداشت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درباره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 xml:space="preserve">: «در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روزها که ]پدرم[ در بستر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بود، سائل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وارد شد. ما اعتنا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او نکرد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با آن حال بد، از جابرخاست و مانند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به او احترام کرد. پس از رفتن آن شخص، با ناراحت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عرض کردم: شما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کار، خودتان را اذ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او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نبود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قدر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احترام قائل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با نگران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من پاسخ داد: «تو از کجا علم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مقام من نزد خدا از او بالاتر باشد؟!».</w:t>
      </w:r>
      <w:r w:rsidRPr="00D1143F">
        <w:rPr>
          <w:rStyle w:val="libFootnotenumChar"/>
          <w:rtl/>
        </w:rPr>
        <w:t>(2)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D1143F" w:rsidRDefault="00AE3A06" w:rsidP="00D1143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دکتر</w:t>
      </w:r>
      <w:r>
        <w:rPr>
          <w:rtl/>
          <w:lang w:bidi="fa-IR"/>
        </w:rPr>
        <w:t xml:space="preserve"> حم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فرزام، از شاگردان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رجب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tl/>
          <w:lang w:bidi="fa-IR"/>
        </w:rPr>
        <w:t xml:space="preserve"> درباره فروتن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«در رفتار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متواضع بودند.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خودشان درِخانه را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کردند و اجازه ورود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دادند.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تکلف، ما را به داخل اتاق کارشان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بردند که بساط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آنجا بود.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بار</w:t>
      </w:r>
      <w:r>
        <w:rPr>
          <w:rtl/>
          <w:lang w:bidi="fa-IR"/>
        </w:rPr>
        <w:cr/>
      </w:r>
    </w:p>
    <w:p w:rsidR="00AE3A06" w:rsidRPr="00D1143F" w:rsidRDefault="00D1143F" w:rsidP="00D1143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</w:t>
      </w:r>
    </w:p>
    <w:p w:rsidR="00AE3A06" w:rsidRDefault="00AE3A06" w:rsidP="00D1143F">
      <w:pPr>
        <w:pStyle w:val="libFootnote0"/>
        <w:rPr>
          <w:rtl/>
          <w:lang w:bidi="fa-IR"/>
        </w:rPr>
      </w:pPr>
      <w:r>
        <w:rPr>
          <w:rtl/>
          <w:lang w:bidi="fa-IR"/>
        </w:rPr>
        <w:t>1- نک: حم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رت</w:t>
      </w:r>
      <w:r>
        <w:rPr>
          <w:rtl/>
          <w:lang w:bidi="fa-IR"/>
        </w:rPr>
        <w:t xml:space="preserve"> منش و همکاران،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دل، تهران، مؤسسه تنظ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نشر آثار امام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رحمه الله، 1377، چ 1، ص111.</w:t>
      </w:r>
    </w:p>
    <w:p w:rsidR="00AE3A06" w:rsidRDefault="00AE3A06" w:rsidP="00D1143F">
      <w:pPr>
        <w:pStyle w:val="libFootnote0"/>
        <w:rPr>
          <w:rtl/>
          <w:lang w:bidi="fa-IR"/>
        </w:rPr>
      </w:pPr>
      <w:r>
        <w:rPr>
          <w:rtl/>
          <w:lang w:bidi="fa-IR"/>
        </w:rPr>
        <w:t>2- نک: ستارگان حرم، 1377، چ 1، ج 1، ص 174.</w:t>
      </w:r>
    </w:p>
    <w:p w:rsidR="00AE3A06" w:rsidRDefault="00D1143F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D1143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زمستان</w:t>
      </w:r>
      <w:r>
        <w:rPr>
          <w:rtl/>
          <w:lang w:bidi="fa-IR"/>
        </w:rPr>
        <w:t xml:space="preserve"> بود، دو انار آوردند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من دادند و گفتند: «بخور، حم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جان!» اصلاً تکبر نداشتند. انگار نه انگار که تفاوت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قائلند. اگر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کردند، از باب ارشاد و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انجام وظ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بود.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دم 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نشستند و هر که م</w:t>
      </w:r>
      <w:r>
        <w:rPr>
          <w:rFonts w:hint="cs"/>
          <w:rtl/>
          <w:lang w:bidi="fa-IR"/>
        </w:rPr>
        <w:t>ی</w:t>
      </w:r>
      <w:r w:rsidR="00D1143F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آمد، ]به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[ تعار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softHyphen/>
        <w:t>کردند».</w:t>
      </w:r>
    </w:p>
    <w:p w:rsidR="00AE3A06" w:rsidRDefault="00AE3A06" w:rsidP="00D1143F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از شاگردان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رجب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به اتفاق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به مشهد رفته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حرم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ارادتمندان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وانه</w:t>
      </w:r>
      <w:r>
        <w:rPr>
          <w:rtl/>
          <w:lang w:bidi="fa-IR"/>
        </w:rPr>
        <w:t xml:space="preserve"> وار خود را جلو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انداخت و خواست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را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چشم خود بگذارد،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اجازه نداد و فرمود: «نافرمان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خداوند را نکن و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خجالت بکش! من چه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هستم؟».</w:t>
      </w:r>
      <w:r w:rsidRPr="00D1143F">
        <w:rPr>
          <w:rStyle w:val="libFootnotenumChar"/>
          <w:rtl/>
        </w:rPr>
        <w:t>(1)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D1143F">
      <w:pPr>
        <w:pStyle w:val="Heading2"/>
        <w:rPr>
          <w:rtl/>
          <w:lang w:bidi="fa-IR"/>
        </w:rPr>
      </w:pPr>
      <w:bookmarkStart w:id="35" w:name="_Toc523832795"/>
      <w:r>
        <w:rPr>
          <w:rFonts w:hint="eastAsia"/>
          <w:rtl/>
          <w:lang w:bidi="fa-IR"/>
        </w:rPr>
        <w:t>عزت</w:t>
      </w:r>
      <w:r>
        <w:rPr>
          <w:rtl/>
          <w:lang w:bidi="fa-IR"/>
        </w:rPr>
        <w:t xml:space="preserve"> نفس</w:t>
      </w:r>
      <w:bookmarkEnd w:id="35"/>
    </w:p>
    <w:p w:rsidR="00AE3A06" w:rsidRDefault="00AE3A06" w:rsidP="00D1143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مرحوم حاج آقا مصطف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شده است: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به ترک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تبع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کردند و من بعد از سه چهار ماه به خدمت امام رفتم،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پرده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اتاق فقط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ذره باز است و روشنا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داخل اتاق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softHyphen/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خدمتشان عرض کردم: چرا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پرده</w:t>
      </w:r>
      <w:r w:rsidR="00D1143F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 را کنار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>! بعد پرده</w:t>
      </w:r>
      <w:r w:rsidR="00D1143F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 را</w:t>
      </w:r>
    </w:p>
    <w:p w:rsidR="00AE3A06" w:rsidRPr="00D1143F" w:rsidRDefault="00D1143F" w:rsidP="00D1143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AE3A06" w:rsidRDefault="00AE3A06" w:rsidP="00D1143F">
      <w:pPr>
        <w:pStyle w:val="libFootnote0"/>
        <w:rPr>
          <w:rtl/>
          <w:lang w:bidi="fa-IR"/>
        </w:rPr>
      </w:pPr>
      <w:r>
        <w:rPr>
          <w:rtl/>
          <w:lang w:bidi="fa-IR"/>
        </w:rPr>
        <w:t>1- نک: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محبت، صص 56 و 57.</w:t>
      </w:r>
    </w:p>
    <w:p w:rsidR="00AE3A06" w:rsidRDefault="00D1143F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E3A06">
        <w:rPr>
          <w:rFonts w:hint="eastAsia"/>
          <w:rtl/>
          <w:lang w:bidi="fa-IR"/>
        </w:rPr>
        <w:lastRenderedPageBreak/>
        <w:t>کنار</w:t>
      </w:r>
      <w:r w:rsidR="00AE3A06">
        <w:rPr>
          <w:rtl/>
          <w:lang w:bidi="fa-IR"/>
        </w:rPr>
        <w:t xml:space="preserve"> کش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دم</w:t>
      </w:r>
      <w:r w:rsidR="00AE3A06">
        <w:rPr>
          <w:rtl/>
          <w:lang w:bidi="fa-IR"/>
        </w:rPr>
        <w:t xml:space="preserve"> و گفتم: چرا شما در تار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ک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نشسته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د؟</w:t>
      </w:r>
      <w:r w:rsidR="00AE3A06">
        <w:rPr>
          <w:rtl/>
          <w:lang w:bidi="fa-IR"/>
        </w:rPr>
        <w:t>! ]امام[ فرمود: «من نم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خواستم کوچک تر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خواهش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حت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در مورد پرده از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نها</w:t>
      </w:r>
      <w:r w:rsidR="00AE3A06">
        <w:rPr>
          <w:rtl/>
          <w:lang w:bidi="fa-IR"/>
        </w:rPr>
        <w:t xml:space="preserve"> بکنم».</w:t>
      </w:r>
      <w:r w:rsidR="00AE3A06" w:rsidRPr="00D1143F">
        <w:rPr>
          <w:rStyle w:val="libFootnotenumChar"/>
          <w:rtl/>
        </w:rPr>
        <w:t>(1)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D1143F">
      <w:pPr>
        <w:pStyle w:val="Heading2"/>
        <w:rPr>
          <w:rtl/>
          <w:lang w:bidi="fa-IR"/>
        </w:rPr>
      </w:pPr>
      <w:bookmarkStart w:id="36" w:name="_Toc523832796"/>
      <w:r>
        <w:rPr>
          <w:rFonts w:hint="eastAsia"/>
          <w:rtl/>
          <w:lang w:bidi="fa-IR"/>
        </w:rPr>
        <w:t>کنترل</w:t>
      </w:r>
      <w:r>
        <w:rPr>
          <w:rtl/>
          <w:lang w:bidi="fa-IR"/>
        </w:rPr>
        <w:t xml:space="preserve"> خشم</w:t>
      </w:r>
      <w:bookmarkEnd w:id="36"/>
    </w:p>
    <w:p w:rsidR="00AE3A06" w:rsidRDefault="00AE3A06" w:rsidP="00D1143F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عالمان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بروجرد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ناراحت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شد و بر سر طلبه ها و شاگردان خود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با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عهد کرد اگر عصبان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سال به عنوان کفاره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عصبان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روزه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به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مسئله</w:t>
      </w:r>
      <w:r w:rsidR="00D1143F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آمده بود، بر سر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طلاب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زد، به سرعت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مانش</w:t>
      </w:r>
      <w:r>
        <w:rPr>
          <w:rtl/>
          <w:lang w:bidi="fa-IR"/>
        </w:rPr>
        <w:t xml:space="preserve"> را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آورد و به دنبال آن،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سال به جز دو روز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قربان و فطر (که روزه در آنها حرام است) را روزه گرفت.</w:t>
      </w:r>
      <w:r w:rsidRPr="00D1143F">
        <w:rPr>
          <w:rStyle w:val="libFootnotenumChar"/>
          <w:rtl/>
        </w:rPr>
        <w:t>(2)</w:t>
      </w:r>
    </w:p>
    <w:p w:rsidR="00AE3A06" w:rsidRDefault="00D1143F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D1143F">
      <w:pPr>
        <w:pStyle w:val="Heading2"/>
        <w:rPr>
          <w:rtl/>
          <w:lang w:bidi="fa-IR"/>
        </w:rPr>
      </w:pPr>
      <w:bookmarkStart w:id="37" w:name="_Toc523832797"/>
      <w:r>
        <w:rPr>
          <w:rFonts w:hint="eastAsia"/>
          <w:rtl/>
          <w:lang w:bidi="fa-IR"/>
        </w:rPr>
        <w:t>صبر</w:t>
      </w:r>
      <w:r>
        <w:rPr>
          <w:rtl/>
          <w:lang w:bidi="fa-IR"/>
        </w:rPr>
        <w:t xml:space="preserve"> و تحمل</w:t>
      </w:r>
      <w:bookmarkEnd w:id="37"/>
    </w:p>
    <w:p w:rsidR="00AE3A06" w:rsidRDefault="00AE3A06" w:rsidP="00D1143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آخوند</w:t>
      </w:r>
      <w:r>
        <w:rPr>
          <w:rtl/>
          <w:lang w:bidi="fa-IR"/>
        </w:rPr>
        <w:t xml:space="preserve"> ملاعباس تربت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پدر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راشد، نمونه اعلا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اخلاق و صفا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قلب بود.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زراعت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که خود در آن 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کرد. در آن مزرعه چاه مشترک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همه کشاورزان در آن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بودند و به نوبت، از آب آن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مزرعه خود استفاده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کردند.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کشاورزان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گرفتند</w:t>
      </w:r>
      <w:r>
        <w:rPr>
          <w:rtl/>
          <w:lang w:bidi="fa-IR"/>
        </w:rPr>
        <w:t xml:space="preserve"> ملاعباس را امتحان کنند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صبر و مدارا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محک بزنند. ازا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رو، در ساعت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نوبت آب ملاعباس بود، آب را به سمت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کردند تا واکنش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برابر غصب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حق مسلّم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>. ملاعباس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ماجرا باخبر شد، به کشاورزان گفت: «ب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زحمت،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آب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آب را به سمت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روانه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!» سپس رفت و به انتظار آب نشست.</w:t>
      </w:r>
    </w:p>
    <w:p w:rsidR="00AE3A06" w:rsidRPr="00D1143F" w:rsidRDefault="00D1143F" w:rsidP="00D1143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</w:t>
      </w:r>
    </w:p>
    <w:p w:rsidR="00AE3A06" w:rsidRDefault="00AE3A06" w:rsidP="00D1143F">
      <w:pPr>
        <w:pStyle w:val="libFootnote0"/>
        <w:rPr>
          <w:rtl/>
          <w:lang w:bidi="fa-IR"/>
        </w:rPr>
      </w:pPr>
      <w:r>
        <w:rPr>
          <w:rtl/>
          <w:lang w:bidi="fa-IR"/>
        </w:rPr>
        <w:t>1- پا به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آفتاب، 1373، چ 1، ج 3، ص 64.</w:t>
      </w:r>
    </w:p>
    <w:p w:rsidR="00AE3A06" w:rsidRDefault="00AE3A06" w:rsidP="00D1143F">
      <w:pPr>
        <w:pStyle w:val="libFootnote0"/>
        <w:rPr>
          <w:rtl/>
          <w:lang w:bidi="fa-IR"/>
        </w:rPr>
      </w:pPr>
      <w:r>
        <w:rPr>
          <w:rtl/>
          <w:lang w:bidi="fa-IR"/>
        </w:rPr>
        <w:t>2- نک: قصه ها و خاطره ها، ص 36؛ داستان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علما، ص 19.</w:t>
      </w:r>
    </w:p>
    <w:p w:rsidR="00AE3A06" w:rsidRDefault="00D1143F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کشاورزان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رفتار ملاعباس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دند،</w:t>
      </w:r>
      <w:r>
        <w:rPr>
          <w:rtl/>
          <w:lang w:bidi="fa-IR"/>
        </w:rPr>
        <w:t xml:space="preserve"> از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عذرخواه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و گفتند: آب حق شماست و ما م</w:t>
      </w:r>
      <w:r>
        <w:rPr>
          <w:rtl/>
          <w:lang w:bidi="fa-IR"/>
        </w:rPr>
        <w:softHyphen/>
        <w:t>خواست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شما را امتحان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  <w:r w:rsidRPr="00D1143F">
        <w:rPr>
          <w:rStyle w:val="libFootnotenumChar"/>
          <w:rtl/>
        </w:rPr>
        <w:t>(1)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D1143F">
      <w:pPr>
        <w:pStyle w:val="Heading2"/>
        <w:rPr>
          <w:rtl/>
          <w:lang w:bidi="fa-IR"/>
        </w:rPr>
      </w:pPr>
      <w:bookmarkStart w:id="38" w:name="_Toc523832798"/>
      <w:r>
        <w:rPr>
          <w:rFonts w:hint="eastAsia"/>
          <w:rtl/>
          <w:lang w:bidi="fa-IR"/>
        </w:rPr>
        <w:t>شجاعت</w:t>
      </w:r>
      <w:bookmarkEnd w:id="38"/>
    </w:p>
    <w:p w:rsidR="00AE3A06" w:rsidRDefault="00AE3A06" w:rsidP="00D1143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حجت</w:t>
      </w:r>
      <w:r>
        <w:rPr>
          <w:rtl/>
          <w:lang w:bidi="fa-IR"/>
        </w:rPr>
        <w:t xml:space="preserve"> الاسلام انصار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در ماجرا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تصرف لانه جاسوس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مسئولان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مخالف بودند و هر روز مسئله تازه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مطرح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softHyphen/>
        <w:t xml:space="preserve">کردند.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گفت: با امر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جنگ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گفت: امر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</w:t>
      </w:r>
      <w:r>
        <w:rPr>
          <w:rtl/>
          <w:lang w:bidi="fa-IR"/>
        </w:rPr>
        <w:t xml:space="preserve"> در منطقه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کرده است.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گفت: ناوگان امر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</w:t>
      </w:r>
      <w:r>
        <w:rPr>
          <w:rtl/>
          <w:lang w:bidi="fa-IR"/>
        </w:rPr>
        <w:t xml:space="preserve"> آمده است،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فرمود: «امر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غلط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بکند.»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انقلاب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توطئه</w:t>
      </w:r>
      <w:r w:rsidR="00D1143F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موجود، نزد امام سخن گفت، امام با آرام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 به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زد و فرمود: «تو چرا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شود!». </w:t>
      </w:r>
      <w:r w:rsidRPr="00D1143F">
        <w:rPr>
          <w:rStyle w:val="libFootnotenumChar"/>
          <w:rtl/>
        </w:rPr>
        <w:t>(2)</w:t>
      </w:r>
    </w:p>
    <w:p w:rsidR="00AE3A06" w:rsidRDefault="00D1143F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D1143F">
      <w:pPr>
        <w:pStyle w:val="Heading2"/>
        <w:rPr>
          <w:rtl/>
          <w:lang w:bidi="fa-IR"/>
        </w:rPr>
      </w:pPr>
      <w:bookmarkStart w:id="39" w:name="_Toc523832799"/>
      <w:r>
        <w:rPr>
          <w:rFonts w:hint="eastAsia"/>
          <w:rtl/>
          <w:lang w:bidi="fa-IR"/>
        </w:rPr>
        <w:t>بزرگوار</w:t>
      </w:r>
      <w:r>
        <w:rPr>
          <w:rFonts w:hint="cs"/>
          <w:rtl/>
          <w:lang w:bidi="fa-IR"/>
        </w:rPr>
        <w:t>ی</w:t>
      </w:r>
      <w:bookmarkEnd w:id="39"/>
    </w:p>
    <w:p w:rsidR="00AE3A06" w:rsidRDefault="00AE3A06" w:rsidP="00457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حاج حسن صانع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مدتها به مرند تبع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شده بود و با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اکبر مرند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ارتباط بود،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طلبه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قم،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من به مرند آمده بود و نتوانسته بود مرا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ابد</w:t>
      </w:r>
      <w:r>
        <w:rPr>
          <w:rtl/>
          <w:lang w:bidi="fa-IR"/>
        </w:rPr>
        <w:t>. ازا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رو، در آن شب زمستان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برف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بار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به در خانه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مرند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رفته و آدرس خانه مرا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بود.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مرند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در آن زمان حدود هشتاد سال داشت و با وجود ضعف جسمان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آن برف و سرما همراه آن طلبه به راه افتاده و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اقامتگاه من آورده بود. من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از پشت در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شرمنده شدم و عرض کردم: آقا! شما چرا زحمت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>!</w:t>
      </w:r>
    </w:p>
    <w:p w:rsidR="00AE3A06" w:rsidRPr="00457F70" w:rsidRDefault="00457F70" w:rsidP="00457F70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AE3A06" w:rsidRDefault="00AE3A06" w:rsidP="00457F70">
      <w:pPr>
        <w:pStyle w:val="libFootnote0"/>
        <w:rPr>
          <w:rtl/>
          <w:lang w:bidi="fa-IR"/>
        </w:rPr>
      </w:pPr>
      <w:r>
        <w:rPr>
          <w:rtl/>
          <w:lang w:bidi="fa-IR"/>
        </w:rPr>
        <w:t>1- نک: قصه ها و خاطره، صص 45 و 46.</w:t>
      </w:r>
    </w:p>
    <w:p w:rsidR="00AE3A06" w:rsidRDefault="00AE3A06" w:rsidP="00457F70">
      <w:pPr>
        <w:pStyle w:val="libFootnote0"/>
        <w:rPr>
          <w:rtl/>
          <w:lang w:bidi="fa-IR"/>
        </w:rPr>
      </w:pPr>
      <w:r>
        <w:rPr>
          <w:rtl/>
          <w:lang w:bidi="fa-IR"/>
        </w:rPr>
        <w:t>2- نک: سرگذشت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از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رحمه الله، ج 2، ص 57؛ برداشت</w:t>
      </w:r>
      <w:r>
        <w:rPr>
          <w:rtl/>
          <w:lang w:bidi="fa-IR"/>
        </w:rPr>
        <w:softHyphen/>
        <w:t>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امام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ج2، ص 305.</w:t>
      </w:r>
    </w:p>
    <w:p w:rsidR="00AE3A06" w:rsidRDefault="00457F70" w:rsidP="00457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E3A06">
        <w:rPr>
          <w:rFonts w:hint="eastAsia"/>
          <w:rtl/>
          <w:lang w:bidi="fa-IR"/>
        </w:rPr>
        <w:lastRenderedPageBreak/>
        <w:t>م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رزا</w:t>
      </w:r>
      <w:r w:rsidR="00AE3A06">
        <w:rPr>
          <w:rtl/>
          <w:lang w:bidi="fa-IR"/>
        </w:rPr>
        <w:t xml:space="preserve"> عل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اکبر فرمود: «بچه</w:t>
      </w:r>
      <w:r>
        <w:rPr>
          <w:rFonts w:hint="cs"/>
          <w:rtl/>
          <w:lang w:bidi="fa-IR"/>
        </w:rPr>
        <w:t xml:space="preserve"> </w:t>
      </w:r>
      <w:r w:rsidR="00AE3A06">
        <w:rPr>
          <w:rtl/>
          <w:lang w:bidi="fa-IR"/>
        </w:rPr>
        <w:t>ها خواب بودند؛ نخواستم آنها را ب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دار</w:t>
      </w:r>
      <w:r w:rsidR="00AE3A06">
        <w:rPr>
          <w:rtl/>
          <w:lang w:bidi="fa-IR"/>
        </w:rPr>
        <w:t xml:space="preserve"> کنم. لذا خودم خدمتتان آمدم».</w:t>
      </w:r>
      <w:r w:rsidR="00AE3A06" w:rsidRPr="00457F70">
        <w:rPr>
          <w:rStyle w:val="libFootnotenumChar"/>
          <w:rtl/>
        </w:rPr>
        <w:t>(1)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457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نقل</w:t>
      </w:r>
      <w:r>
        <w:rPr>
          <w:rtl/>
          <w:lang w:bidi="fa-IR"/>
        </w:rPr>
        <w:t xml:space="preserve"> است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(گردآورنده نهج البلاغه)، چند جلد کتاب را به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tl/>
          <w:lang w:bidi="fa-IR"/>
        </w:rPr>
        <w:t xml:space="preserve"> ده هزار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نار</w:t>
      </w:r>
      <w:r>
        <w:rPr>
          <w:rtl/>
          <w:lang w:bidi="fa-IR"/>
        </w:rPr>
        <w:t xml:space="preserve">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کتابها را به خانه آورد و به مطالعه آنها پرداخت، در حاش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کتابها شعر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خط فروشنده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مضمون آن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بود: اگر من به پول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نداشتم،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کتابها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</w:t>
      </w:r>
      <w:r>
        <w:rPr>
          <w:rFonts w:hint="eastAsia"/>
          <w:rtl/>
          <w:lang w:bidi="fa-IR"/>
        </w:rPr>
        <w:t>وختم،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فقر مال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ناچار به فروش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کتابها شدم.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457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جمله، همه کتابها را به فروشنده بازگرداند و پول آنها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پس نگرفت.</w:t>
      </w:r>
      <w:r w:rsidRPr="00457F70">
        <w:rPr>
          <w:rStyle w:val="libFootnotenumChar"/>
          <w:rtl/>
        </w:rPr>
        <w:t>(2)</w:t>
      </w:r>
    </w:p>
    <w:p w:rsidR="00AE3A06" w:rsidRDefault="00457F70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457F70">
      <w:pPr>
        <w:pStyle w:val="Heading2"/>
        <w:rPr>
          <w:rtl/>
          <w:lang w:bidi="fa-IR"/>
        </w:rPr>
      </w:pPr>
      <w:bookmarkStart w:id="40" w:name="_Toc523832800"/>
      <w:r>
        <w:rPr>
          <w:rFonts w:hint="eastAsia"/>
          <w:rtl/>
          <w:lang w:bidi="fa-IR"/>
        </w:rPr>
        <w:t>دل</w:t>
      </w:r>
      <w:r w:rsidR="00457F7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سوز</w:t>
      </w:r>
      <w:r>
        <w:rPr>
          <w:rFonts w:hint="cs"/>
          <w:rtl/>
          <w:lang w:bidi="fa-IR"/>
        </w:rPr>
        <w:t>ی</w:t>
      </w:r>
      <w:bookmarkEnd w:id="40"/>
    </w:p>
    <w:p w:rsidR="00AE3A06" w:rsidRDefault="00AE3A06" w:rsidP="00457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نزد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محمدتق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(رهبر انقلاب عراق) آمد و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دشنام و ناسزا گفت،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در برابر او سکوت کرد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واکنش تند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خود نشان نداد.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جوان از نزد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رفت،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دستور داد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که طبع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خنک و سرد داشته باشد،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بفرستند.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فرمود: «حرارت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جوان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بالا بود و خوردن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خنک، حرارتش را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457F7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آورد».</w:t>
      </w:r>
      <w:r w:rsidRPr="00457F70">
        <w:rPr>
          <w:rStyle w:val="libFootnotenumChar"/>
          <w:rtl/>
        </w:rPr>
        <w:t>(3)</w:t>
      </w:r>
    </w:p>
    <w:p w:rsidR="00457F70" w:rsidRDefault="00457F70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457F70">
      <w:pPr>
        <w:pStyle w:val="Heading2"/>
        <w:rPr>
          <w:rtl/>
          <w:lang w:bidi="fa-IR"/>
        </w:rPr>
      </w:pPr>
      <w:bookmarkStart w:id="41" w:name="_Toc523832801"/>
      <w:r>
        <w:rPr>
          <w:rFonts w:hint="eastAsia"/>
          <w:rtl/>
          <w:lang w:bidi="fa-IR"/>
        </w:rPr>
        <w:t>استفاده</w:t>
      </w:r>
      <w:r>
        <w:rPr>
          <w:rtl/>
          <w:lang w:bidi="fa-IR"/>
        </w:rPr>
        <w:t xml:space="preserve"> از فرصتها</w:t>
      </w:r>
      <w:bookmarkEnd w:id="41"/>
    </w:p>
    <w:p w:rsidR="00AE3A06" w:rsidRDefault="00AE3A06" w:rsidP="00457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حجت</w:t>
      </w:r>
      <w:r>
        <w:rPr>
          <w:rtl/>
          <w:lang w:bidi="fa-IR"/>
        </w:rPr>
        <w:t xml:space="preserve"> الاسلام رح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ان،</w:t>
      </w:r>
      <w:r>
        <w:rPr>
          <w:rtl/>
          <w:lang w:bidi="fa-IR"/>
        </w:rPr>
        <w:t xml:space="preserve"> درباره استفاده به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امام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فرصت ها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کند: امام در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اوقات، در آنِ واحد و هم زمان به</w:t>
      </w:r>
    </w:p>
    <w:p w:rsidR="00AE3A06" w:rsidRPr="00457F70" w:rsidRDefault="00457F70" w:rsidP="00457F70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</w:t>
      </w:r>
    </w:p>
    <w:p w:rsidR="00AE3A06" w:rsidRDefault="00AE3A06" w:rsidP="00457F70">
      <w:pPr>
        <w:pStyle w:val="libFootnote0"/>
        <w:rPr>
          <w:rtl/>
          <w:lang w:bidi="fa-IR"/>
        </w:rPr>
      </w:pPr>
      <w:r>
        <w:rPr>
          <w:rtl/>
          <w:lang w:bidi="fa-IR"/>
        </w:rPr>
        <w:t>1- نک: جمع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پژوهشگران حوزه 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قم، گلشن ابرار، قم، معروف، 1385، چ 2، ج 3، ص 425.</w:t>
      </w:r>
    </w:p>
    <w:p w:rsidR="00AE3A06" w:rsidRDefault="00AE3A06" w:rsidP="00457F70">
      <w:pPr>
        <w:pStyle w:val="libFootnote0"/>
        <w:rPr>
          <w:rtl/>
          <w:lang w:bidi="fa-IR"/>
        </w:rPr>
      </w:pPr>
      <w:r>
        <w:rPr>
          <w:rtl/>
          <w:lang w:bidi="fa-IR"/>
        </w:rPr>
        <w:t>2- قصه ها و خاطره ها، ص 70.</w:t>
      </w:r>
    </w:p>
    <w:p w:rsidR="00AE3A06" w:rsidRDefault="00AE3A06" w:rsidP="00457F70">
      <w:pPr>
        <w:pStyle w:val="libFootnote0"/>
        <w:rPr>
          <w:rtl/>
          <w:lang w:bidi="fa-IR"/>
        </w:rPr>
      </w:pPr>
      <w:r>
        <w:rPr>
          <w:rtl/>
          <w:lang w:bidi="fa-IR"/>
        </w:rPr>
        <w:t>3- قصه ها و خاطره ها، ص 78؛ قصص و خواطر، ص 624.</w:t>
      </w:r>
    </w:p>
    <w:p w:rsidR="00AE3A06" w:rsidRDefault="00457F70" w:rsidP="00457F7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E3A06">
        <w:rPr>
          <w:rFonts w:hint="eastAsia"/>
          <w:rtl/>
          <w:lang w:bidi="fa-IR"/>
        </w:rPr>
        <w:lastRenderedPageBreak/>
        <w:t>کارها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گوناگون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مشغول بود. در 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ک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از روزها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اوا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ل</w:t>
      </w:r>
      <w:r w:rsidR="00AE3A06">
        <w:rPr>
          <w:rtl/>
          <w:lang w:bidi="fa-IR"/>
        </w:rPr>
        <w:t xml:space="preserve"> فرورد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1368، حدود ساعت هفت بعد از ظهر، امام مرا برا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انجام کار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احضار کرد. وقت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خدمت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شان</w:t>
      </w:r>
      <w:r w:rsidR="00AE3A06">
        <w:rPr>
          <w:rtl/>
          <w:lang w:bidi="fa-IR"/>
        </w:rPr>
        <w:t xml:space="preserve"> رس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دم،</w:t>
      </w:r>
      <w:r w:rsidR="00AE3A06">
        <w:rPr>
          <w:rtl/>
          <w:lang w:bidi="fa-IR"/>
        </w:rPr>
        <w:t xml:space="preserve"> 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ک</w:t>
      </w:r>
      <w:r w:rsidR="00AE3A06">
        <w:rPr>
          <w:rtl/>
          <w:lang w:bidi="fa-IR"/>
        </w:rPr>
        <w:t xml:space="preserve"> ساعت از غروب گذشته بود. امام هنوز مشغول تعق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بات</w:t>
      </w:r>
      <w:r w:rsidR="00AE3A06">
        <w:rPr>
          <w:rtl/>
          <w:lang w:bidi="fa-IR"/>
        </w:rPr>
        <w:t xml:space="preserve"> نماز مغرب و عشا بود و همان طور که تسب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ح</w:t>
      </w:r>
      <w:r w:rsidR="00AE3A06">
        <w:rPr>
          <w:rtl/>
          <w:lang w:bidi="fa-IR"/>
        </w:rPr>
        <w:t xml:space="preserve"> در دستش بود و ذک</w:t>
      </w:r>
      <w:r w:rsidR="00AE3A06">
        <w:rPr>
          <w:rFonts w:hint="eastAsia"/>
          <w:rtl/>
          <w:lang w:bidi="fa-IR"/>
        </w:rPr>
        <w:t>ر</w:t>
      </w:r>
      <w:r w:rsidR="00AE3A06">
        <w:rPr>
          <w:rtl/>
          <w:lang w:bidi="fa-IR"/>
        </w:rPr>
        <w:t xml:space="preserve">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>گفت، به پشت خواب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ده</w:t>
      </w:r>
      <w:r w:rsidR="00AE3A06">
        <w:rPr>
          <w:rtl/>
          <w:lang w:bidi="fa-IR"/>
        </w:rPr>
        <w:t xml:space="preserve"> بود و با بالا و پا</w:t>
      </w:r>
      <w:r w:rsidR="00AE3A06">
        <w:rPr>
          <w:rFonts w:hint="cs"/>
          <w:rtl/>
          <w:lang w:bidi="fa-IR"/>
        </w:rPr>
        <w:t>یی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بردن پاها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ش،</w:t>
      </w:r>
      <w:r w:rsidR="00AE3A06">
        <w:rPr>
          <w:rtl/>
          <w:lang w:bidi="fa-IR"/>
        </w:rPr>
        <w:t xml:space="preserve"> نرمش مخصوص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که پزشک به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شان</w:t>
      </w:r>
      <w:r w:rsidR="00AE3A06">
        <w:rPr>
          <w:rtl/>
          <w:lang w:bidi="fa-IR"/>
        </w:rPr>
        <w:t xml:space="preserve"> توص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ه</w:t>
      </w:r>
      <w:r w:rsidR="00AE3A06">
        <w:rPr>
          <w:rtl/>
          <w:lang w:bidi="fa-IR"/>
        </w:rPr>
        <w:t xml:space="preserve"> کرده بود انجام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>داد. همچن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ن،</w:t>
      </w:r>
      <w:r w:rsidR="00AE3A06">
        <w:rPr>
          <w:rtl/>
          <w:lang w:bidi="fa-IR"/>
        </w:rPr>
        <w:t xml:space="preserve"> به تصو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ر</w:t>
      </w:r>
      <w:r w:rsidR="00AE3A06">
        <w:rPr>
          <w:rtl/>
          <w:lang w:bidi="fa-IR"/>
        </w:rPr>
        <w:t xml:space="preserve"> تلو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ز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ون</w:t>
      </w:r>
      <w:r w:rsidR="00AE3A06">
        <w:rPr>
          <w:rtl/>
          <w:lang w:bidi="fa-IR"/>
        </w:rPr>
        <w:t xml:space="preserve"> نگاه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>کرد و به صدا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راد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و</w:t>
      </w:r>
      <w:r w:rsidR="00AE3A06">
        <w:rPr>
          <w:rtl/>
          <w:lang w:bidi="fa-IR"/>
        </w:rPr>
        <w:t xml:space="preserve"> گوش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>داد و افزون بر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ن،</w:t>
      </w:r>
      <w:r w:rsidR="00AE3A06">
        <w:rPr>
          <w:rtl/>
          <w:lang w:bidi="fa-IR"/>
        </w:rPr>
        <w:t xml:space="preserve"> نوه عز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زش،</w:t>
      </w:r>
      <w:r w:rsidR="00AE3A06">
        <w:rPr>
          <w:rtl/>
          <w:lang w:bidi="fa-IR"/>
        </w:rPr>
        <w:t xml:space="preserve"> عل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را که در کنار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شان</w:t>
      </w:r>
      <w:r w:rsidR="00AE3A06">
        <w:rPr>
          <w:rtl/>
          <w:lang w:bidi="fa-IR"/>
        </w:rPr>
        <w:t xml:space="preserve"> دراز کش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ده</w:t>
      </w:r>
      <w:r w:rsidR="00AE3A06">
        <w:rPr>
          <w:rtl/>
          <w:lang w:bidi="fa-IR"/>
        </w:rPr>
        <w:t xml:space="preserve"> بود و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>کو</w:t>
      </w:r>
      <w:r w:rsidR="00AE3A06">
        <w:rPr>
          <w:rFonts w:hint="eastAsia"/>
          <w:rtl/>
          <w:lang w:bidi="fa-IR"/>
        </w:rPr>
        <w:t>ش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</w:t>
      </w:r>
      <w:r w:rsidR="00AE3A06">
        <w:rPr>
          <w:rtl/>
          <w:lang w:bidi="fa-IR"/>
        </w:rPr>
        <w:t xml:space="preserve"> حرکتها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امام را تقل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</w:t>
      </w:r>
      <w:r w:rsidR="00AE3A06">
        <w:rPr>
          <w:rtl/>
          <w:lang w:bidi="fa-IR"/>
        </w:rPr>
        <w:t xml:space="preserve"> کند، نوازش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کرد و انجام نرمش، مانع از ابراز عطوفت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شان</w:t>
      </w:r>
      <w:r w:rsidR="00AE3A06">
        <w:rPr>
          <w:rtl/>
          <w:lang w:bidi="fa-IR"/>
        </w:rPr>
        <w:t xml:space="preserve"> به نوه خردسالش نم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شد</w:t>
      </w:r>
      <w:r w:rsidR="00AE3A06" w:rsidRPr="00457F70">
        <w:rPr>
          <w:rStyle w:val="libFootnotenumChar"/>
          <w:rtl/>
        </w:rPr>
        <w:t>.(1)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457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بروجرد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مشغله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که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مرجع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اداره شئون امت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بود، گاه چند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 xml:space="preserve"> با تأخ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به جلسه درس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 و شاگردان به انتظار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457F7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 xml:space="preserve">نشستند.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از حد معمول تأخ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کرد.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بروجرد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وارد کلاس شد،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حاضران اعتراض کرد و گفت: وقت ما 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شود.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</w:t>
      </w:r>
    </w:p>
    <w:p w:rsidR="00AE3A06" w:rsidRPr="00457F70" w:rsidRDefault="00457F70" w:rsidP="00457F70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</w:t>
      </w: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>1- نک: برداشت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امام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رحمه الله، ج 2، ص 349.</w:t>
      </w:r>
    </w:p>
    <w:p w:rsidR="00AE3A06" w:rsidRDefault="00457F70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بروجرد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«چرا وقت خود را 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>! من دوازده جزء قرآن را در اوقات انتظار حفظ کرده ام. شما هم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بکن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انتظار خود را با حفظ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قرآن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!».</w:t>
      </w:r>
      <w:r w:rsidRPr="00457F70">
        <w:rPr>
          <w:rStyle w:val="libFootnotenumChar"/>
          <w:rtl/>
        </w:rPr>
        <w:t>(1)</w:t>
      </w:r>
    </w:p>
    <w:p w:rsidR="00457F70" w:rsidRDefault="00457F70" w:rsidP="00AE3A06">
      <w:pPr>
        <w:pStyle w:val="libNormal"/>
        <w:rPr>
          <w:rtl/>
          <w:lang w:bidi="fa-IR"/>
        </w:rPr>
      </w:pPr>
    </w:p>
    <w:p w:rsidR="00AE3A06" w:rsidRDefault="00AE3A06" w:rsidP="00457F70">
      <w:pPr>
        <w:pStyle w:val="Heading2"/>
        <w:rPr>
          <w:rtl/>
          <w:lang w:bidi="fa-IR"/>
        </w:rPr>
      </w:pPr>
      <w:bookmarkStart w:id="42" w:name="_Toc523832802"/>
      <w:r>
        <w:rPr>
          <w:rFonts w:hint="eastAsia"/>
          <w:rtl/>
          <w:lang w:bidi="fa-IR"/>
        </w:rPr>
        <w:t>نظم</w:t>
      </w:r>
      <w:bookmarkEnd w:id="42"/>
    </w:p>
    <w:p w:rsidR="00AE3A06" w:rsidRDefault="00AE3A06" w:rsidP="00457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حجت</w:t>
      </w:r>
      <w:r>
        <w:rPr>
          <w:rtl/>
          <w:lang w:bidi="fa-IR"/>
        </w:rPr>
        <w:t xml:space="preserve"> الاسلام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کند: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سفرها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به عراق، با عده</w:t>
      </w:r>
      <w:r w:rsidR="00457F7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فضلا، طلبه</w:t>
      </w:r>
      <w:r w:rsidR="00457F7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 و دانشمندان، پس از نماز مغرب و عشا در صحن حرم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رمؤمنان،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="00000DDD" w:rsidRPr="00000DDD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نشسته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با هم صحبت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صحبتمان تمام شد و آقا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خواستند بروند، ساعت را نگاه کردند. ساع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صحن حضرت عل</w:t>
      </w:r>
      <w:r>
        <w:rPr>
          <w:rFonts w:hint="cs"/>
          <w:rtl/>
          <w:lang w:bidi="fa-IR"/>
        </w:rPr>
        <w:t>ی</w:t>
      </w:r>
      <w:r w:rsidR="00000DDD" w:rsidRPr="00000DDD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دو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نشان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داد و ساعت آقا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با ساعت حرم چند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 xml:space="preserve"> اختلاف داشت. بنابرا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اختلاف ساعت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آمد. در حال گفت</w:t>
      </w:r>
      <w:r w:rsidR="00457F7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وگو درا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باره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امام از در قبله وارد صحن حرم شد.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استادان نجف که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ما بود، گفت: «ساعت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تان</w:t>
      </w:r>
      <w:r>
        <w:rPr>
          <w:rtl/>
          <w:lang w:bidi="fa-IR"/>
        </w:rPr>
        <w:t xml:space="preserve"> ر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! ساعت دو و 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 xml:space="preserve"> است.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زده</w:t>
      </w:r>
      <w:r>
        <w:rPr>
          <w:rtl/>
          <w:lang w:bidi="fa-IR"/>
        </w:rPr>
        <w:t xml:space="preserve"> سال است که امام هر شب، در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ساعت وارد صحن حرم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شود؛ ورود امام، خودش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ساعت است».</w:t>
      </w:r>
      <w:r w:rsidRPr="00457F70">
        <w:rPr>
          <w:rStyle w:val="libFootnoteChar"/>
          <w:rtl/>
        </w:rPr>
        <w:t>(2)</w:t>
      </w:r>
    </w:p>
    <w:p w:rsidR="00AE3A06" w:rsidRDefault="00457F70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457F70">
      <w:pPr>
        <w:pStyle w:val="Heading2"/>
        <w:rPr>
          <w:rtl/>
          <w:lang w:bidi="fa-IR"/>
        </w:rPr>
      </w:pPr>
      <w:bookmarkStart w:id="43" w:name="_Toc523832803"/>
      <w:r>
        <w:rPr>
          <w:rFonts w:hint="eastAsia"/>
          <w:rtl/>
          <w:lang w:bidi="fa-IR"/>
        </w:rPr>
        <w:t>نفوذ</w:t>
      </w:r>
      <w:r>
        <w:rPr>
          <w:rtl/>
          <w:lang w:bidi="fa-IR"/>
        </w:rPr>
        <w:t xml:space="preserve"> کلام</w:t>
      </w:r>
      <w:bookmarkEnd w:id="43"/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نقل</w:t>
      </w:r>
      <w:r>
        <w:rPr>
          <w:rtl/>
          <w:lang w:bidi="fa-IR"/>
        </w:rPr>
        <w:t xml:space="preserve"> است ملامحسن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کاشان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راه سفر حج، به شهر اصفهان و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دانشمند بزرگ،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خوانسار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رفت. در مجلس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فرزندش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جمال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حضور داشت. ملامحسن پرسش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مطرح کرد تا فرزند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نتوانست پاسخ درست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بدهد.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با ناراحت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پ</w:t>
      </w:r>
      <w:r>
        <w:rPr>
          <w:rFonts w:hint="eastAsia"/>
          <w:rtl/>
          <w:lang w:bidi="fa-IR"/>
        </w:rPr>
        <w:t>شت</w:t>
      </w:r>
      <w:r>
        <w:rPr>
          <w:rtl/>
          <w:lang w:bidi="fa-IR"/>
        </w:rPr>
        <w:t xml:space="preserve"> دست خود زد و گفت: «افسوس که در منزل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</w:p>
    <w:p w:rsidR="00AE3A06" w:rsidRPr="00457F70" w:rsidRDefault="00457F70" w:rsidP="00457F70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</w:t>
      </w:r>
    </w:p>
    <w:p w:rsidR="00AE3A06" w:rsidRDefault="00AE3A06" w:rsidP="00457F70">
      <w:pPr>
        <w:pStyle w:val="libFootnote0"/>
        <w:rPr>
          <w:rtl/>
          <w:lang w:bidi="fa-IR"/>
        </w:rPr>
      </w:pPr>
      <w:r>
        <w:rPr>
          <w:rtl/>
          <w:lang w:bidi="fa-IR"/>
        </w:rPr>
        <w:t>1- نک: قصه ها و خاطره ها، ص 40؛ قصص و خواطر، ص 90.</w:t>
      </w:r>
    </w:p>
    <w:p w:rsidR="00AE3A06" w:rsidRDefault="00AE3A06" w:rsidP="00457F70">
      <w:pPr>
        <w:pStyle w:val="libFootnote0"/>
        <w:rPr>
          <w:rtl/>
          <w:lang w:bidi="fa-IR"/>
        </w:rPr>
      </w:pPr>
      <w:r>
        <w:rPr>
          <w:rtl/>
          <w:lang w:bidi="fa-IR"/>
        </w:rPr>
        <w:t>2- نک: سرگذشت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از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رحمه الله، 1366، چ 4، ج 5، ص 22.</w:t>
      </w: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>:54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بسته شد!»؛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فرزند درس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نخوانده و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فرانگرفته است 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پدرش را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</w:t>
      </w: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ملامحسن، به شدت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دجمال</w:t>
      </w:r>
      <w:r>
        <w:rPr>
          <w:rtl/>
          <w:lang w:bidi="fa-IR"/>
        </w:rPr>
        <w:t xml:space="preserve"> را تحت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قرار داد و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گرفت با کوشش و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درس بخواند. ازا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رو، شبانه روز به مطالعه و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پرداخت.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سال گذشت و ملامحسن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هنگام بازگشت از حج، دوباره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خوانسار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 و همان پرسش را از پسرش،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جمال </w:t>
      </w:r>
      <w:r>
        <w:rPr>
          <w:rFonts w:hint="eastAsia"/>
          <w:rtl/>
          <w:lang w:bidi="fa-IR"/>
        </w:rPr>
        <w:t>کرد</w:t>
      </w:r>
      <w:r>
        <w:rPr>
          <w:rtl/>
          <w:lang w:bidi="fa-IR"/>
        </w:rPr>
        <w:t>.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جمال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به پرسش ملامحسن پاسخ درست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که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صاحب علم و معرفت شده است و گفت: «ا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جمال است،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 آن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جمال سال گذشته»</w:t>
      </w:r>
      <w:r w:rsidRPr="00457F70">
        <w:rPr>
          <w:rStyle w:val="libFootnotenumChar"/>
          <w:rtl/>
        </w:rPr>
        <w:t>.(1)</w:t>
      </w:r>
    </w:p>
    <w:p w:rsidR="00AE3A06" w:rsidRDefault="00457F70" w:rsidP="00AE3A06">
      <w:pPr>
        <w:pStyle w:val="libNormal"/>
        <w:rPr>
          <w:rtl/>
          <w:lang w:bidi="fa-IR"/>
        </w:rPr>
      </w:pPr>
      <w:r>
        <w:rPr>
          <w:rFonts w:cs="Times New Roman"/>
          <w:rtl/>
          <w:lang w:bidi="fa-IR"/>
        </w:rPr>
        <w:br w:type="page"/>
      </w:r>
    </w:p>
    <w:p w:rsidR="00AE3A06" w:rsidRDefault="00AE3A06" w:rsidP="00457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نقل</w:t>
      </w:r>
      <w:r>
        <w:rPr>
          <w:rtl/>
          <w:lang w:bidi="fa-IR"/>
        </w:rPr>
        <w:t xml:space="preserve"> است در جلسه</w:t>
      </w:r>
      <w:r w:rsidR="00457F7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خانه حاج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برپا بود،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 سخنران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پس از سخنران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عالم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است</w:t>
      </w:r>
      <w:r>
        <w:rPr>
          <w:rtl/>
          <w:lang w:bidi="fa-IR"/>
        </w:rPr>
        <w:t>مدار برجسته،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بهبهان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توجه به شئوناتش، به شدت مراقب رفتار و سخنانش بود، چنان تحت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قرار گرفت که هنگام ترک م</w:t>
      </w:r>
      <w:r>
        <w:rPr>
          <w:rFonts w:hint="eastAsia"/>
          <w:rtl/>
          <w:lang w:bidi="fa-IR"/>
        </w:rPr>
        <w:t>جلس،</w:t>
      </w:r>
      <w:r>
        <w:rPr>
          <w:rtl/>
          <w:lang w:bidi="fa-IR"/>
        </w:rPr>
        <w:t xml:space="preserve"> به حاج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«ش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زاهد، واقعاً آدم را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مرگ م</w:t>
      </w:r>
      <w:r>
        <w:rPr>
          <w:rFonts w:hint="cs"/>
          <w:rtl/>
          <w:lang w:bidi="fa-IR"/>
        </w:rPr>
        <w:t>ی</w:t>
      </w:r>
      <w:r w:rsidR="00457F7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اندازد».</w:t>
      </w:r>
      <w:r w:rsidRPr="00457F70">
        <w:rPr>
          <w:rStyle w:val="libFootnotenumChar"/>
          <w:rtl/>
        </w:rPr>
        <w:t>(2)</w:t>
      </w:r>
    </w:p>
    <w:p w:rsidR="00AE3A06" w:rsidRDefault="00457F70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457F70">
      <w:pPr>
        <w:pStyle w:val="Heading2"/>
        <w:rPr>
          <w:rtl/>
          <w:lang w:bidi="fa-IR"/>
        </w:rPr>
      </w:pPr>
      <w:bookmarkStart w:id="44" w:name="_Toc523832804"/>
      <w:r>
        <w:rPr>
          <w:rFonts w:hint="eastAsia"/>
          <w:rtl/>
          <w:lang w:bidi="fa-IR"/>
        </w:rPr>
        <w:t>تعهد</w:t>
      </w:r>
      <w:bookmarkEnd w:id="44"/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457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محمد معصوم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است: آن گونه که مرحوم پدرم، حاج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آقا معصوم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کرد، مرحوم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 به برقرار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جلسه</w:t>
      </w:r>
      <w:r w:rsidR="00457F7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حساس بود.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 هفته به صورت ثابت، هر</w:t>
      </w:r>
    </w:p>
    <w:p w:rsidR="00AE3A06" w:rsidRPr="00457F70" w:rsidRDefault="00457F70" w:rsidP="00457F70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</w:t>
      </w:r>
    </w:p>
    <w:p w:rsidR="00AE3A06" w:rsidRDefault="00AE3A06" w:rsidP="00457F70">
      <w:pPr>
        <w:pStyle w:val="libFootnote0"/>
        <w:rPr>
          <w:rtl/>
          <w:lang w:bidi="fa-IR"/>
        </w:rPr>
      </w:pPr>
      <w:r>
        <w:rPr>
          <w:rtl/>
          <w:lang w:bidi="fa-IR"/>
        </w:rPr>
        <w:t>1- نک: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محمد تنکابن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قصص العلما، تهران، انتشارات 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1364، چ 2، ص266.</w:t>
      </w:r>
    </w:p>
    <w:p w:rsidR="00AE3A06" w:rsidRDefault="00AE3A06" w:rsidP="00457F70">
      <w:pPr>
        <w:pStyle w:val="libFootnote0"/>
        <w:rPr>
          <w:rtl/>
          <w:lang w:bidi="fa-IR"/>
        </w:rPr>
      </w:pPr>
      <w:r>
        <w:rPr>
          <w:rtl/>
          <w:lang w:bidi="fa-IR"/>
        </w:rPr>
        <w:t>2- نک: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زاهد، ص 218.</w:t>
      </w:r>
    </w:p>
    <w:p w:rsidR="00AE3A06" w:rsidRDefault="00457F70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457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جلسه داشت و شبها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جمعه جلسه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 خانه ما برقرار بود.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روزها در جلسه</w:t>
      </w:r>
      <w:r w:rsidR="00457F7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مخصوص زنان، به تعل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بانوان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تهران م</w:t>
      </w:r>
      <w:r>
        <w:rPr>
          <w:rFonts w:hint="cs"/>
          <w:rtl/>
          <w:lang w:bidi="fa-IR"/>
        </w:rPr>
        <w:t>ی</w:t>
      </w:r>
      <w:r w:rsidR="00457F7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 xml:space="preserve">پرداخت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جلسه</w:t>
      </w:r>
      <w:r w:rsidR="00457F7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بانوان، هر هفته صبح</w:t>
      </w:r>
      <w:r w:rsidR="00457F7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سه شنبه، در خانه خود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برقرار بود.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جلسه</w:t>
      </w:r>
      <w:r w:rsidR="00457F7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 در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تعط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شد؛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زمستانها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بندان</w:t>
      </w:r>
      <w:r w:rsidRPr="00457F70">
        <w:rPr>
          <w:rStyle w:val="libFootnotenumChar"/>
          <w:rtl/>
        </w:rPr>
        <w:t>.(1)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457F70">
      <w:pPr>
        <w:pStyle w:val="Heading2"/>
        <w:rPr>
          <w:rtl/>
          <w:lang w:bidi="fa-IR"/>
        </w:rPr>
      </w:pPr>
      <w:bookmarkStart w:id="45" w:name="_Toc523832805"/>
      <w:r>
        <w:rPr>
          <w:rFonts w:hint="eastAsia"/>
          <w:rtl/>
          <w:lang w:bidi="fa-IR"/>
        </w:rPr>
        <w:t>هماهنگ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رفتار و گفتار</w:t>
      </w:r>
      <w:bookmarkEnd w:id="45"/>
    </w:p>
    <w:p w:rsidR="00AE3A06" w:rsidRDefault="00AE3A06" w:rsidP="00457F70">
      <w:pPr>
        <w:pStyle w:val="libNormal"/>
        <w:tabs>
          <w:tab w:val="right" w:pos="3861"/>
        </w:tabs>
        <w:rPr>
          <w:rtl/>
          <w:lang w:bidi="fa-IR"/>
        </w:rPr>
      </w:pPr>
      <w:r>
        <w:rPr>
          <w:rFonts w:hint="eastAsia"/>
          <w:rtl/>
          <w:lang w:bidi="fa-IR"/>
        </w:rPr>
        <w:t>نقل</w:t>
      </w:r>
      <w:r>
        <w:rPr>
          <w:rtl/>
          <w:lang w:bidi="fa-IR"/>
        </w:rPr>
        <w:t xml:space="preserve"> است ملامهد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نراق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نسخه</w:t>
      </w:r>
      <w:r w:rsidR="00457F7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کتاب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جامع السعادات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چاپ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بحرالعلوم فرستاد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کتاب را مطالعه و درباره آن اظهارنظر کند. پس از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ملامهد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نجف رفت. خبر ورود ملامهد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 جا منتشر شد و همه عالمان به جز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بحرالعلوم 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او آمدند. چند روز گذشت،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نشد. ازا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رو، ملامهد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گرفت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برود. به خانه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رفت، سلام کرد و با فروتن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او اعتنا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نکرد. اندک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 و بازگشت. سپس چند روز بعد دوباره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رفت،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احترا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سته</w:t>
      </w:r>
      <w:r w:rsidR="00457F7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457F7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ملامهد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بار سوم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رفت،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پابرهنه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شوازش</w:t>
      </w:r>
      <w:r>
        <w:rPr>
          <w:rtl/>
          <w:lang w:bidi="fa-IR"/>
        </w:rPr>
        <w:t xml:space="preserve"> آمد و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آغوش گرفت و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احترام کرد. آن گاه فرمود: «شما کتاب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ارزشمند درباره اخلاق نوشته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من همه آن را به دقت خواندم.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من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شما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امدم</w:t>
      </w:r>
      <w:r>
        <w:rPr>
          <w:rtl/>
          <w:lang w:bidi="fa-IR"/>
        </w:rPr>
        <w:t xml:space="preserve"> و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 مرتبه ب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من آمد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شما را احترام نکردم،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بود که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شما چقدر به کتاب خودتان عمل </w:t>
      </w:r>
      <w:r>
        <w:rPr>
          <w:rtl/>
          <w:lang w:bidi="fa-IR"/>
        </w:rPr>
        <w:lastRenderedPageBreak/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قادر به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شتن</w:t>
      </w:r>
      <w:r>
        <w:rPr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ر؟</w:t>
      </w:r>
      <w:r>
        <w:rPr>
          <w:rtl/>
          <w:lang w:bidi="fa-IR"/>
        </w:rPr>
        <w:t xml:space="preserve"> اکنون به من ثابت شد که مقام والا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 اخلاق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د»</w:t>
      </w:r>
      <w:r>
        <w:rPr>
          <w:rtl/>
          <w:lang w:bidi="fa-IR"/>
        </w:rPr>
        <w:t>.</w:t>
      </w:r>
      <w:r w:rsidRPr="00457F70">
        <w:rPr>
          <w:rStyle w:val="libFootnotenumChar"/>
          <w:rtl/>
        </w:rPr>
        <w:t>(2)</w:t>
      </w:r>
    </w:p>
    <w:p w:rsidR="00AE3A06" w:rsidRPr="00457F70" w:rsidRDefault="00457F70" w:rsidP="00457F70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</w:t>
      </w:r>
    </w:p>
    <w:p w:rsidR="00AE3A06" w:rsidRDefault="00AE3A06" w:rsidP="00457F70">
      <w:pPr>
        <w:pStyle w:val="libFootnote0"/>
        <w:rPr>
          <w:rtl/>
          <w:lang w:bidi="fa-IR"/>
        </w:rPr>
      </w:pPr>
      <w:r>
        <w:rPr>
          <w:rtl/>
          <w:lang w:bidi="fa-IR"/>
        </w:rPr>
        <w:t>1-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زاهد، ص 160.</w:t>
      </w:r>
    </w:p>
    <w:p w:rsidR="00AE3A06" w:rsidRDefault="00AE3A06" w:rsidP="00457F70">
      <w:pPr>
        <w:pStyle w:val="libFootnote0"/>
        <w:rPr>
          <w:rtl/>
          <w:lang w:bidi="fa-IR"/>
        </w:rPr>
      </w:pPr>
      <w:r>
        <w:rPr>
          <w:rtl/>
          <w:lang w:bidi="fa-IR"/>
        </w:rPr>
        <w:t>2- نک: قصه ها و خاطره ها، صص 141 و 142.</w:t>
      </w:r>
    </w:p>
    <w:p w:rsidR="00AE3A06" w:rsidRDefault="00457F70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457F70">
      <w:pPr>
        <w:pStyle w:val="Heading2"/>
        <w:rPr>
          <w:rtl/>
          <w:lang w:bidi="fa-IR"/>
        </w:rPr>
      </w:pPr>
      <w:bookmarkStart w:id="46" w:name="_Toc523832806"/>
      <w:r>
        <w:rPr>
          <w:rFonts w:hint="eastAsia"/>
          <w:rtl/>
          <w:lang w:bidi="fa-IR"/>
        </w:rPr>
        <w:t>دور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وابستگ</w:t>
      </w:r>
      <w:r>
        <w:rPr>
          <w:rFonts w:hint="cs"/>
          <w:rtl/>
          <w:lang w:bidi="fa-IR"/>
        </w:rPr>
        <w:t>ی</w:t>
      </w:r>
      <w:r w:rsidR="00457F7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</w:t>
      </w:r>
      <w:r>
        <w:rPr>
          <w:rFonts w:hint="cs"/>
          <w:rtl/>
          <w:lang w:bidi="fa-IR"/>
        </w:rPr>
        <w:t>ی</w:t>
      </w:r>
      <w:bookmarkEnd w:id="46"/>
    </w:p>
    <w:p w:rsidR="00AE3A06" w:rsidRDefault="00AE3A06" w:rsidP="005B3C7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روزها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ابوالحسن جلوه را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. از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: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شما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گفت: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وانه</w:t>
      </w:r>
      <w:r>
        <w:rPr>
          <w:rtl/>
          <w:lang w:bidi="fa-IR"/>
        </w:rPr>
        <w:t xml:space="preserve"> شده ام و هر 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کوشم، درمان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شوم.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: چرا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گونه فکر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گفت: هر کس به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خداوند علاقه</w:t>
      </w:r>
      <w:r w:rsidR="005B3C7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مند شود،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وانه</w:t>
      </w:r>
      <w:r>
        <w:rPr>
          <w:rtl/>
          <w:lang w:bidi="fa-IR"/>
        </w:rPr>
        <w:t xml:space="preserve"> شده است؛ 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را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جز وجه خداوند فان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بقا، مختص ذات اوست. من احساس کردم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چند جلد کتاب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دارم،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علاقه دارم و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عقل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  <w:r w:rsidRPr="005B3C7C">
        <w:rPr>
          <w:rStyle w:val="libFootnotenumChar"/>
          <w:rtl/>
        </w:rPr>
        <w:t>(1)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5B3C7C">
      <w:pPr>
        <w:pStyle w:val="Heading2"/>
        <w:rPr>
          <w:rtl/>
          <w:lang w:bidi="fa-IR"/>
        </w:rPr>
      </w:pPr>
      <w:bookmarkStart w:id="47" w:name="_Toc523832807"/>
      <w:r>
        <w:rPr>
          <w:rFonts w:hint="eastAsia"/>
          <w:rtl/>
          <w:lang w:bidi="fa-IR"/>
        </w:rPr>
        <w:t>پاک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زگ</w:t>
      </w:r>
      <w:r>
        <w:rPr>
          <w:rFonts w:hint="cs"/>
          <w:rtl/>
          <w:lang w:bidi="fa-IR"/>
        </w:rPr>
        <w:t>ی</w:t>
      </w:r>
      <w:bookmarkEnd w:id="47"/>
    </w:p>
    <w:p w:rsidR="00AE3A06" w:rsidRDefault="00AE3A06" w:rsidP="005B3C7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حجت</w:t>
      </w:r>
      <w:r>
        <w:rPr>
          <w:rtl/>
          <w:lang w:bidi="fa-IR"/>
        </w:rPr>
        <w:t xml:space="preserve"> الاسلام رح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5B3C7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امام فقط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tl/>
          <w:lang w:bidi="fa-IR"/>
        </w:rPr>
        <w:t xml:space="preserve"> بود و پزشکان اجازه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دادند، حمام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بار به 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پزشکان دو جمعه متوال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حمام نرفت،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حال، لباسها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طبق معمول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عوض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کرد.</w:t>
      </w:r>
    </w:p>
    <w:p w:rsidR="00AE3A06" w:rsidRDefault="00AE3A06" w:rsidP="005B3C7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با وجود سادگ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پوشش،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مرتب و پاک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بود. لباسها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تم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بود.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گاه در کف جورابها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اثر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چرک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تمام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فرش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ساده شان تم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بود،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همواره با دمپا</w:t>
      </w:r>
      <w:r>
        <w:rPr>
          <w:rFonts w:hint="cs"/>
          <w:rtl/>
          <w:lang w:bidi="fa-IR"/>
        </w:rPr>
        <w:t>یی</w:t>
      </w:r>
      <w:r w:rsidR="005B3C7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سالها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سال کار کرده و کف آ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سا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شده بود،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فرش راه م</w:t>
      </w:r>
      <w:r>
        <w:rPr>
          <w:rFonts w:hint="cs"/>
          <w:rtl/>
          <w:lang w:bidi="fa-IR"/>
        </w:rPr>
        <w:t>ی</w:t>
      </w:r>
      <w:r w:rsidR="005B3C7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رفت</w:t>
      </w:r>
      <w:r w:rsidRPr="005B3C7C">
        <w:rPr>
          <w:rStyle w:val="libFootnotenumChar"/>
          <w:rtl/>
        </w:rPr>
        <w:t>.(2)</w:t>
      </w:r>
    </w:p>
    <w:p w:rsidR="00AE3A06" w:rsidRDefault="005B3C7C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5B3C7C">
      <w:pPr>
        <w:pStyle w:val="Heading2"/>
        <w:rPr>
          <w:rtl/>
          <w:lang w:bidi="fa-IR"/>
        </w:rPr>
      </w:pPr>
      <w:bookmarkStart w:id="48" w:name="_Toc523832808"/>
      <w:r>
        <w:rPr>
          <w:rFonts w:hint="eastAsia"/>
          <w:rtl/>
          <w:lang w:bidi="fa-IR"/>
        </w:rPr>
        <w:t>استعمال</w:t>
      </w:r>
      <w:r>
        <w:rPr>
          <w:rtl/>
          <w:lang w:bidi="fa-IR"/>
        </w:rPr>
        <w:t xml:space="preserve"> عطر</w:t>
      </w:r>
      <w:bookmarkEnd w:id="48"/>
    </w:p>
    <w:p w:rsidR="00AE3A06" w:rsidRDefault="00AE3A06" w:rsidP="005B3C7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حجت</w:t>
      </w:r>
      <w:r>
        <w:rPr>
          <w:rtl/>
          <w:lang w:bidi="fa-IR"/>
        </w:rPr>
        <w:t xml:space="preserve"> الاسلام توسل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من بارها که در خدمت امام بودم،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هر نماز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نخست عطر استعمال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کرد.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امام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</w:p>
    <w:p w:rsidR="00AE3A06" w:rsidRPr="005B3C7C" w:rsidRDefault="005B3C7C" w:rsidP="005B3C7C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</w:t>
      </w:r>
    </w:p>
    <w:p w:rsidR="00AE3A06" w:rsidRDefault="00AE3A06" w:rsidP="005B3C7C">
      <w:pPr>
        <w:pStyle w:val="libFootnote0"/>
        <w:rPr>
          <w:rtl/>
          <w:lang w:bidi="fa-IR"/>
        </w:rPr>
      </w:pPr>
      <w:r>
        <w:rPr>
          <w:rtl/>
          <w:lang w:bidi="fa-IR"/>
        </w:rPr>
        <w:t>1- نک: غلامرضا گل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زواره،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با ابرار (م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ابوالحسن جلوه، حک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فروتن)، تهران، سازمان تبل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غات</w:t>
      </w:r>
      <w:r>
        <w:rPr>
          <w:rtl/>
          <w:lang w:bidi="fa-IR"/>
        </w:rPr>
        <w:t xml:space="preserve"> اسلام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1372، چ 1، ص 177.</w:t>
      </w:r>
    </w:p>
    <w:p w:rsidR="00AE3A06" w:rsidRDefault="00AE3A06" w:rsidP="005B3C7C">
      <w:pPr>
        <w:pStyle w:val="libFootnote0"/>
        <w:rPr>
          <w:rtl/>
          <w:lang w:bidi="fa-IR"/>
        </w:rPr>
      </w:pPr>
      <w:r>
        <w:rPr>
          <w:rtl/>
          <w:lang w:bidi="fa-IR"/>
        </w:rPr>
        <w:t>2- نک: برداشت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امام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رحمه الله، 1378، چ 3، ج 2، ص 161.</w:t>
      </w:r>
    </w:p>
    <w:p w:rsidR="00AE3A06" w:rsidRDefault="005B3C7C" w:rsidP="005B3C7C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E3A06">
        <w:rPr>
          <w:rFonts w:hint="eastAsia"/>
          <w:rtl/>
          <w:lang w:bidi="fa-IR"/>
        </w:rPr>
        <w:lastRenderedPageBreak/>
        <w:t>جالب</w:t>
      </w:r>
      <w:r w:rsidR="00AE3A06">
        <w:rPr>
          <w:rtl/>
          <w:lang w:bidi="fa-IR"/>
        </w:rPr>
        <w:t xml:space="preserve"> بود و هم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شه</w:t>
      </w:r>
      <w:r w:rsidR="00AE3A06">
        <w:rPr>
          <w:rtl/>
          <w:lang w:bidi="fa-IR"/>
        </w:rPr>
        <w:t xml:space="preserve"> از خود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>پرس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دم</w:t>
      </w:r>
      <w:r w:rsidR="00AE3A06">
        <w:rPr>
          <w:rtl/>
          <w:lang w:bidi="fa-IR"/>
        </w:rPr>
        <w:t xml:space="preserve"> چرا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شان</w:t>
      </w:r>
      <w:r w:rsidR="00AE3A06">
        <w:rPr>
          <w:rtl/>
          <w:lang w:bidi="fa-IR"/>
        </w:rPr>
        <w:t xml:space="preserve"> پ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</w:t>
      </w:r>
      <w:r w:rsidR="00AE3A06">
        <w:rPr>
          <w:rtl/>
          <w:lang w:bidi="fa-IR"/>
        </w:rPr>
        <w:t xml:space="preserve"> از هر نماز عطر استعمال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>کند. تا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نکه</w:t>
      </w:r>
      <w:r w:rsidR="00AE3A06">
        <w:rPr>
          <w:rtl/>
          <w:lang w:bidi="fa-IR"/>
        </w:rPr>
        <w:t xml:space="preserve"> به روا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ت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از امام صادق</w:t>
      </w:r>
      <w:r w:rsidR="00000DDD" w:rsidRPr="00000DDD">
        <w:rPr>
          <w:rStyle w:val="libAlaemChar"/>
          <w:rtl/>
        </w:rPr>
        <w:t xml:space="preserve">عليه‌السلام </w:t>
      </w:r>
      <w:r w:rsidR="00AE3A06">
        <w:rPr>
          <w:rtl/>
          <w:lang w:bidi="fa-IR"/>
        </w:rPr>
        <w:t xml:space="preserve"> برخوردم که فرموده بود: «کانَ رَسُولُ اللهِ ما </w:t>
      </w:r>
      <w:r w:rsidR="00AE3A06">
        <w:rPr>
          <w:rFonts w:hint="cs"/>
          <w:rtl/>
          <w:lang w:bidi="fa-IR"/>
        </w:rPr>
        <w:t>یُ</w:t>
      </w:r>
      <w:r w:rsidR="00AE3A06">
        <w:rPr>
          <w:rFonts w:hint="eastAsia"/>
          <w:rtl/>
          <w:lang w:bidi="fa-IR"/>
        </w:rPr>
        <w:t>نْفِقُ</w:t>
      </w:r>
      <w:r w:rsidR="00AE3A06">
        <w:rPr>
          <w:rtl/>
          <w:lang w:bidi="fa-IR"/>
        </w:rPr>
        <w:t xml:space="preserve"> عَل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طَ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بِهِ</w:t>
      </w:r>
      <w:r w:rsidR="00AE3A06">
        <w:rPr>
          <w:rtl/>
          <w:lang w:bidi="fa-IR"/>
        </w:rPr>
        <w:t xml:space="preserve"> اَکْثَرَ مِمّا </w:t>
      </w:r>
      <w:r w:rsidR="00AE3A06">
        <w:rPr>
          <w:rFonts w:hint="cs"/>
          <w:rtl/>
          <w:lang w:bidi="fa-IR"/>
        </w:rPr>
        <w:t>یُ</w:t>
      </w:r>
      <w:r w:rsidR="00AE3A06">
        <w:rPr>
          <w:rFonts w:hint="eastAsia"/>
          <w:rtl/>
          <w:lang w:bidi="fa-IR"/>
        </w:rPr>
        <w:t>نْفِقُ</w:t>
      </w:r>
      <w:r w:rsidR="00AE3A06">
        <w:rPr>
          <w:rtl/>
          <w:lang w:bidi="fa-IR"/>
        </w:rPr>
        <w:t xml:space="preserve"> لِطَعامِهِ؛ پول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که پ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امبر</w:t>
      </w:r>
      <w:r w:rsidR="00AE3A06">
        <w:rPr>
          <w:rtl/>
          <w:lang w:bidi="fa-IR"/>
        </w:rPr>
        <w:t xml:space="preserve"> صرف خوشبو کردن خودشان </w:t>
      </w:r>
      <w:r w:rsidR="00AE3A06">
        <w:rPr>
          <w:rFonts w:hint="eastAsia"/>
          <w:rtl/>
          <w:lang w:bidi="fa-IR"/>
        </w:rPr>
        <w:t>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>کرد، ب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شتر</w:t>
      </w:r>
      <w:r w:rsidR="00AE3A06">
        <w:rPr>
          <w:rtl/>
          <w:lang w:bidi="fa-IR"/>
        </w:rPr>
        <w:t xml:space="preserve"> از پول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بود که خرج غذا و طعام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شان</w:t>
      </w:r>
      <w:r w:rsidR="00AE3A06">
        <w:rPr>
          <w:rtl/>
          <w:lang w:bidi="fa-IR"/>
        </w:rPr>
        <w:t xml:space="preserve">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>شد».</w:t>
      </w:r>
      <w:r w:rsidR="00AE3A06" w:rsidRPr="005B3C7C">
        <w:rPr>
          <w:rStyle w:val="libFootnotenumChar"/>
          <w:rtl/>
        </w:rPr>
        <w:t>(1)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5B3C7C">
      <w:pPr>
        <w:pStyle w:val="Heading2"/>
        <w:rPr>
          <w:rtl/>
          <w:lang w:bidi="fa-IR"/>
        </w:rPr>
      </w:pPr>
      <w:bookmarkStart w:id="49" w:name="_Toc523832809"/>
      <w:r>
        <w:rPr>
          <w:rFonts w:hint="eastAsia"/>
          <w:rtl/>
          <w:lang w:bidi="fa-IR"/>
        </w:rPr>
        <w:t>علاقه</w:t>
      </w:r>
      <w:r>
        <w:rPr>
          <w:rtl/>
          <w:lang w:bidi="fa-IR"/>
        </w:rPr>
        <w:t xml:space="preserve"> به ورزش</w:t>
      </w:r>
      <w:bookmarkEnd w:id="49"/>
    </w:p>
    <w:p w:rsidR="00AE3A06" w:rsidRDefault="00AE3A06" w:rsidP="005B3C7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خانم زهرا مصطفو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است: 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دراز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بودند و داشتند طبق برنامه، ورزش و نرمش انجام م</w:t>
      </w:r>
      <w:r>
        <w:rPr>
          <w:rFonts w:hint="cs"/>
          <w:rtl/>
          <w:lang w:bidi="fa-IR"/>
        </w:rPr>
        <w:t>ی</w:t>
      </w:r>
      <w:r w:rsidR="005B3C7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دادند. از تلو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هم برنامه</w:t>
      </w:r>
      <w:r w:rsidR="005B3C7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پخش م</w:t>
      </w:r>
      <w:r>
        <w:rPr>
          <w:rFonts w:hint="cs"/>
          <w:rtl/>
          <w:lang w:bidi="fa-IR"/>
        </w:rPr>
        <w:t>ی</w:t>
      </w:r>
      <w:r w:rsidR="005B3C7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شد که امام به آن نگاه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کردند. از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سرشان که نگاه کردم،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در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دارند حرکات نرمششان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شمارند، به تلو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هم نگاه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کنند. برنامه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گونه نبود که به خاطر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تلو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ون،</w:t>
      </w:r>
      <w:r>
        <w:rPr>
          <w:rtl/>
          <w:lang w:bidi="fa-IR"/>
        </w:rPr>
        <w:t xml:space="preserve"> برنامه ورزش را رها کنند.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طبق برنامه، چون زمان نرمش بود،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دنبال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کردند.</w:t>
      </w:r>
      <w:r w:rsidRPr="005B3C7C">
        <w:rPr>
          <w:rStyle w:val="libFootnotenumChar"/>
          <w:rtl/>
        </w:rPr>
        <w:t>(2)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5B3C7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حجت الاسلام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شده است: «شا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مراجع تقل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علما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ما،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استثنا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باشد که از زمان نوجوان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؛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حدود هشتاد سال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ش،</w:t>
      </w:r>
      <w:r>
        <w:rPr>
          <w:rtl/>
          <w:lang w:bidi="fa-IR"/>
        </w:rPr>
        <w:t xml:space="preserve"> کاملاً به فکر سلامت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بودند. روش معمول روحان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چندان به فکر ورزش و </w:t>
      </w:r>
      <w:r>
        <w:rPr>
          <w:rFonts w:hint="eastAsia"/>
          <w:rtl/>
          <w:lang w:bidi="fa-IR"/>
        </w:rPr>
        <w:t>تفر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سالم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ستند،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آقا روح الله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هشتاد سال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ش،</w:t>
      </w:r>
      <w:r>
        <w:rPr>
          <w:rtl/>
          <w:lang w:bidi="fa-IR"/>
        </w:rPr>
        <w:t xml:space="preserve"> چه در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سالگ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چه در قم تا حدود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پنج سالگ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هرگز ورزش و تفر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حات</w:t>
      </w:r>
      <w:r>
        <w:rPr>
          <w:rtl/>
          <w:lang w:bidi="fa-IR"/>
        </w:rPr>
        <w:t xml:space="preserve"> سالم را به منظور 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جسم و جان فراموش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و ابا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نداشتند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</w:t>
      </w:r>
    </w:p>
    <w:p w:rsidR="00AE3A06" w:rsidRPr="005B3C7C" w:rsidRDefault="005B3C7C" w:rsidP="005B3C7C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AE3A06" w:rsidRDefault="00AE3A06" w:rsidP="005B3C7C">
      <w:pPr>
        <w:pStyle w:val="libFootnote0"/>
        <w:rPr>
          <w:rtl/>
          <w:lang w:bidi="fa-IR"/>
        </w:rPr>
      </w:pPr>
      <w:r>
        <w:rPr>
          <w:rtl/>
          <w:lang w:bidi="fa-IR"/>
        </w:rPr>
        <w:t>1- برداشت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امام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رحمه الله، 1378، چ 3، ج 2، صص 162 و 163.</w:t>
      </w:r>
    </w:p>
    <w:p w:rsidR="00AE3A06" w:rsidRDefault="00AE3A06" w:rsidP="005B3C7C">
      <w:pPr>
        <w:pStyle w:val="libFootnote0"/>
        <w:rPr>
          <w:rtl/>
          <w:lang w:bidi="fa-IR"/>
        </w:rPr>
      </w:pPr>
      <w:r>
        <w:rPr>
          <w:rtl/>
          <w:lang w:bidi="fa-IR"/>
        </w:rPr>
        <w:lastRenderedPageBreak/>
        <w:t>2- برداشت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امام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رحمه الله، 1378، چ 3، ص 16.</w:t>
      </w:r>
    </w:p>
    <w:p w:rsidR="00AE3A06" w:rsidRDefault="005B3C7C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5B3C7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هم بدانند. خودشان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بار فرمودند: «در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تفنگ به 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گرفتم و از آن استفاده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کردم.» چنان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اسب سوار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کرده اند».</w:t>
      </w:r>
      <w:r w:rsidRPr="005B3C7C">
        <w:rPr>
          <w:rStyle w:val="libFootnotenumChar"/>
          <w:rtl/>
        </w:rPr>
        <w:t>(1)</w:t>
      </w:r>
    </w:p>
    <w:p w:rsidR="005B3C7C" w:rsidRDefault="005B3C7C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5B3C7C">
      <w:pPr>
        <w:pStyle w:val="Heading1"/>
        <w:rPr>
          <w:rtl/>
          <w:lang w:bidi="fa-IR"/>
        </w:rPr>
      </w:pPr>
      <w:bookmarkStart w:id="50" w:name="_Toc523832810"/>
      <w:r>
        <w:rPr>
          <w:rtl/>
          <w:lang w:bidi="fa-IR"/>
        </w:rPr>
        <w:t>4</w:t>
      </w:r>
      <w:r w:rsidR="005B3C7C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رفتارها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</w:t>
      </w:r>
      <w:r>
        <w:rPr>
          <w:rFonts w:hint="cs"/>
          <w:rtl/>
          <w:lang w:bidi="fa-IR"/>
        </w:rPr>
        <w:t>ی</w:t>
      </w:r>
      <w:bookmarkEnd w:id="50"/>
    </w:p>
    <w:p w:rsidR="005B3C7C" w:rsidRDefault="005B3C7C" w:rsidP="00AE3A06">
      <w:pPr>
        <w:pStyle w:val="libNormal"/>
        <w:rPr>
          <w:rtl/>
          <w:lang w:bidi="fa-IR"/>
        </w:rPr>
      </w:pPr>
    </w:p>
    <w:p w:rsidR="00AE3A06" w:rsidRDefault="00AE3A06" w:rsidP="005B3C7C">
      <w:pPr>
        <w:pStyle w:val="Heading2"/>
        <w:rPr>
          <w:rtl/>
          <w:lang w:bidi="fa-IR"/>
        </w:rPr>
      </w:pPr>
      <w:bookmarkStart w:id="51" w:name="_Toc523832811"/>
      <w:r>
        <w:rPr>
          <w:rFonts w:hint="eastAsia"/>
          <w:rtl/>
          <w:lang w:bidi="fa-IR"/>
        </w:rPr>
        <w:t>تواضع</w:t>
      </w:r>
      <w:r>
        <w:rPr>
          <w:rtl/>
          <w:lang w:bidi="fa-IR"/>
        </w:rPr>
        <w:t xml:space="preserve"> علم</w:t>
      </w:r>
      <w:r>
        <w:rPr>
          <w:rFonts w:hint="cs"/>
          <w:rtl/>
          <w:lang w:bidi="fa-IR"/>
        </w:rPr>
        <w:t>ی</w:t>
      </w:r>
      <w:bookmarkEnd w:id="51"/>
    </w:p>
    <w:p w:rsidR="00AE3A06" w:rsidRDefault="00AE3A06" w:rsidP="005B3C7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حجت</w:t>
      </w:r>
      <w:r>
        <w:rPr>
          <w:rtl/>
          <w:lang w:bidi="fa-IR"/>
        </w:rPr>
        <w:t xml:space="preserve"> الاسلام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عبدالعل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از دوستان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امام رحمه الله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امام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کتاب ارزنده تحر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را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ترک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بود، حاش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زده بود.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خواستند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را چاپ کنند،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جلدش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آوردند. من کتاب را خدمتشان </w:t>
      </w:r>
      <w:r>
        <w:rPr>
          <w:rFonts w:hint="eastAsia"/>
          <w:rtl/>
          <w:lang w:bidi="fa-IR"/>
        </w:rPr>
        <w:t>بردم</w:t>
      </w:r>
      <w:r>
        <w:rPr>
          <w:rtl/>
          <w:lang w:bidi="fa-IR"/>
        </w:rPr>
        <w:t xml:space="preserve"> و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نشان دادم. تا چشم امام به پشت جلد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افتاد، چنان ناراحت شد که کتاب را به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زد و فرمود: «چرا قبل از انجام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کارها به من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ند؟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نوشته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برود.» پشت جلد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کتاب، از امام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و تجل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شده بود. پس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دستور امام، به سرعت نزد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شنهاد</w:t>
      </w:r>
      <w:r>
        <w:rPr>
          <w:rtl/>
          <w:lang w:bidi="fa-IR"/>
        </w:rPr>
        <w:t xml:space="preserve"> چاپ آن عبارت را داده بود، رفتم و گفتم: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نوشته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برود. آن گاه کتاب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حذف آن عبارت به چاپخانه بردند. متصد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چاپخانه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ماجرا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تعجب کرد؛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تا به حال به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ماجرا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برنخورده بود.</w:t>
      </w:r>
      <w:r w:rsidRPr="005B3C7C">
        <w:rPr>
          <w:rStyle w:val="libFootnotenumChar"/>
          <w:rtl/>
        </w:rPr>
        <w:t>(2)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5B3C7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نقل</w:t>
      </w:r>
      <w:r>
        <w:rPr>
          <w:rtl/>
          <w:lang w:bidi="fa-IR"/>
        </w:rPr>
        <w:t xml:space="preserve"> است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انصار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 و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</w:t>
      </w:r>
      <w:r>
        <w:rPr>
          <w:rtl/>
          <w:lang w:bidi="fa-IR"/>
        </w:rPr>
        <w:t xml:space="preserve"> داشت و به امور طلبه ها، خود،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مانند پدر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مهربان آنان را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کرد. چند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رتر</w:t>
      </w:r>
      <w:r>
        <w:rPr>
          <w:rtl/>
          <w:lang w:bidi="fa-IR"/>
        </w:rPr>
        <w:t xml:space="preserve"> از وقت مقرر،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حاضر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شد. علت تأخ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دند،</w:t>
      </w:r>
      <w:r>
        <w:rPr>
          <w:rtl/>
          <w:lang w:bidi="fa-IR"/>
        </w:rPr>
        <w:t xml:space="preserve"> فرمود: 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سادات به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علوم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</w:p>
    <w:p w:rsidR="00AE3A06" w:rsidRPr="005B3C7C" w:rsidRDefault="005B3C7C" w:rsidP="005B3C7C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</w:t>
      </w:r>
    </w:p>
    <w:p w:rsidR="00AE3A06" w:rsidRDefault="00AE3A06" w:rsidP="005B3C7C">
      <w:pPr>
        <w:pStyle w:val="libFootnote0"/>
        <w:rPr>
          <w:rtl/>
          <w:lang w:bidi="fa-IR"/>
        </w:rPr>
      </w:pPr>
      <w:r>
        <w:rPr>
          <w:rtl/>
          <w:lang w:bidi="fa-IR"/>
        </w:rPr>
        <w:t>1- برداشت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امام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1378، چ 3، ص 169.</w:t>
      </w:r>
    </w:p>
    <w:p w:rsidR="00AE3A06" w:rsidRDefault="00AE3A06" w:rsidP="005B3C7C">
      <w:pPr>
        <w:pStyle w:val="libFootnote0"/>
        <w:rPr>
          <w:rtl/>
          <w:lang w:bidi="fa-IR"/>
        </w:rPr>
      </w:pPr>
      <w:r>
        <w:rPr>
          <w:rtl/>
          <w:lang w:bidi="fa-IR"/>
        </w:rPr>
        <w:lastRenderedPageBreak/>
        <w:t>2- سرگذشت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از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رحمه الله، 1364، چ 1، ج 6، صص 138 و 139.</w:t>
      </w:r>
    </w:p>
    <w:p w:rsidR="00AE3A06" w:rsidRDefault="005B3C7C" w:rsidP="005B3C7C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E3A06">
        <w:rPr>
          <w:rFonts w:hint="eastAsia"/>
          <w:rtl/>
          <w:lang w:bidi="fa-IR"/>
        </w:rPr>
        <w:lastRenderedPageBreak/>
        <w:t>گشته</w:t>
      </w:r>
      <w:r w:rsidR="00AE3A06">
        <w:rPr>
          <w:rtl/>
          <w:lang w:bidi="fa-IR"/>
        </w:rPr>
        <w:t xml:space="preserve"> و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امر را با چند نفر درم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ان</w:t>
      </w:r>
      <w:r w:rsidR="00AE3A06">
        <w:rPr>
          <w:rtl/>
          <w:lang w:bidi="fa-IR"/>
        </w:rPr>
        <w:t xml:space="preserve"> نهاده تا درس مقدمات برا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</w:t>
      </w:r>
      <w:r w:rsidR="00AE3A06">
        <w:rPr>
          <w:rtl/>
          <w:lang w:bidi="fa-IR"/>
        </w:rPr>
        <w:t xml:space="preserve"> گو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ند،</w:t>
      </w:r>
      <w:r w:rsidR="00AE3A06">
        <w:rPr>
          <w:rtl/>
          <w:lang w:bidi="fa-IR"/>
        </w:rPr>
        <w:t xml:space="preserve"> ول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ه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چ</w:t>
      </w:r>
      <w:r w:rsidR="00AE3A06">
        <w:rPr>
          <w:rtl/>
          <w:lang w:bidi="fa-IR"/>
        </w:rPr>
        <w:t xml:space="preserve"> 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ک</w:t>
      </w:r>
      <w:r w:rsidR="00AE3A06">
        <w:rPr>
          <w:rtl/>
          <w:lang w:bidi="fa-IR"/>
        </w:rPr>
        <w:t xml:space="preserve"> از آنان حاضر نشدند و شأن خود را بالاتر از آن 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دند</w:t>
      </w:r>
      <w:r w:rsidR="00AE3A06">
        <w:rPr>
          <w:rtl/>
          <w:lang w:bidi="fa-IR"/>
        </w:rPr>
        <w:t>. به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جهت خود، متصد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امر شده و درس او را به عهده گرفته</w:t>
      </w:r>
      <w:r>
        <w:rPr>
          <w:rFonts w:hint="cs"/>
          <w:rtl/>
          <w:lang w:bidi="fa-IR"/>
        </w:rPr>
        <w:t xml:space="preserve"> </w:t>
      </w:r>
      <w:r w:rsidR="00AE3A06">
        <w:rPr>
          <w:rtl/>
          <w:lang w:bidi="fa-IR"/>
        </w:rPr>
        <w:t>ام».</w:t>
      </w:r>
      <w:r w:rsidR="00AE3A06" w:rsidRPr="005B3C7C">
        <w:rPr>
          <w:rStyle w:val="libFootnotenumChar"/>
          <w:rtl/>
        </w:rPr>
        <w:t>(1)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5B3C7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 دانشمند بزرگ، ملاخل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قزو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ملامحسن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کاشان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درباره موضوع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مباحثه و گفت</w:t>
      </w:r>
      <w:r w:rsidR="005B3C7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وگو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پرداختند،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نتوانست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قانع کند. ازا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رو، بحث بدون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ماند و ملاخل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شهر خود، قزو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رفت. طول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ملاخل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با مطالعه و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م</w:t>
      </w:r>
      <w:r>
        <w:rPr>
          <w:rFonts w:hint="eastAsia"/>
          <w:rtl/>
          <w:lang w:bidi="fa-IR"/>
        </w:rPr>
        <w:t>توجه</w:t>
      </w:r>
      <w:r>
        <w:rPr>
          <w:rtl/>
          <w:lang w:bidi="fa-IR"/>
        </w:rPr>
        <w:t xml:space="preserve"> شد حق با ملامحسن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بوده است. بنابرا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با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از قزو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سمت کاشان حرکت کرد و به در خانه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آمد و در را کوب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ملامحسن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ملاخل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پاسخ داد: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کوکار</w:t>
      </w:r>
      <w:r>
        <w:rPr>
          <w:rtl/>
          <w:lang w:bidi="fa-IR"/>
        </w:rPr>
        <w:t>! گناهکار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آمده است. ملامحسن او را شناخت و در را باز کرد و او را به خان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برد. ملاخل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نشست، سپس به ملامحسن گفت در آن مباحثه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 با شما بود و من آمده ام تا شما را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مطلب باخبر کنم. سپس برخاست تا به قزو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برود و هر چه ملامحسن اصرار کرد چند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مهمان او باشد، نپذ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</w:t>
      </w:r>
      <w:r>
        <w:rPr>
          <w:rtl/>
          <w:lang w:bidi="fa-IR"/>
        </w:rPr>
        <w:t xml:space="preserve"> و گفت: «من فقط آمده بودم به اشتباه خود اعتراف کنم».</w:t>
      </w:r>
      <w:r w:rsidRPr="005B3C7C">
        <w:rPr>
          <w:rStyle w:val="libFootnotenumChar"/>
          <w:rtl/>
        </w:rPr>
        <w:t>(2)</w:t>
      </w:r>
    </w:p>
    <w:p w:rsidR="00AE3A06" w:rsidRDefault="00AE3A06" w:rsidP="005B3C7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آخوند</w:t>
      </w:r>
      <w:r>
        <w:rPr>
          <w:rtl/>
          <w:lang w:bidi="fa-IR"/>
        </w:rPr>
        <w:t xml:space="preserve"> ملاعل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در محضر عالم بزرگوار،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ابوالقاسم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عبدالکر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حائر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وارد شد. سپس مسئله</w:t>
      </w:r>
      <w:r>
        <w:rPr>
          <w:rtl/>
          <w:lang w:bidi="fa-IR"/>
        </w:rPr>
        <w:softHyphen/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مطرح کرد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پاسخ داد.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عبدالکر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سرعت خادم خود را صدا زد و فرمود: «ا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مسئله را</w:t>
      </w:r>
    </w:p>
    <w:p w:rsidR="00AE3A06" w:rsidRPr="005B3C7C" w:rsidRDefault="005B3C7C" w:rsidP="005B3C7C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</w:t>
      </w:r>
    </w:p>
    <w:p w:rsidR="00AE3A06" w:rsidRDefault="00AE3A06" w:rsidP="005B3C7C">
      <w:pPr>
        <w:pStyle w:val="libFootnote0"/>
        <w:rPr>
          <w:rtl/>
          <w:lang w:bidi="fa-IR"/>
        </w:rPr>
      </w:pPr>
      <w:r>
        <w:rPr>
          <w:rtl/>
          <w:lang w:bidi="fa-IR"/>
        </w:rPr>
        <w:t>1- نک: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فرزانگان، ص 291.</w:t>
      </w:r>
    </w:p>
    <w:p w:rsidR="005B3C7C" w:rsidRDefault="00AE3A06" w:rsidP="005B3C7C">
      <w:pPr>
        <w:pStyle w:val="libFootnote0"/>
        <w:rPr>
          <w:rtl/>
          <w:lang w:bidi="fa-IR"/>
        </w:rPr>
      </w:pPr>
      <w:r>
        <w:rPr>
          <w:rtl/>
          <w:lang w:bidi="fa-IR"/>
        </w:rPr>
        <w:t>2- نک: قصه ها و خاطره ها، ص 95؛ قصص و خواطر، ص 355؛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فرزانگان، ص 319.</w:t>
      </w:r>
    </w:p>
    <w:p w:rsidR="00AE3A06" w:rsidRDefault="005B3C7C" w:rsidP="005B3C7C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اهال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اراک از من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 و من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جواب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فرستادم،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جواب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را از جواب خودم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تر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شتاب کن و جواب مرا پس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جواب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بفرست!».</w:t>
      </w:r>
      <w:r w:rsidRPr="005B3C7C">
        <w:rPr>
          <w:rStyle w:val="libFootnotenumChar"/>
          <w:rtl/>
        </w:rPr>
        <w:t>(1)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5B3C7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خو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از بزرگان و مراجع تقل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بود که در نجف اشرف کلاس درس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داشت.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عالمان برجسته که از خارج به نجف آمده بود، در درس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حاضر شد و اشکال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وارد کرد.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خو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</w:t>
      </w:r>
      <w:r>
        <w:rPr>
          <w:rtl/>
          <w:lang w:bidi="fa-IR"/>
        </w:rPr>
        <w:t xml:space="preserve"> و اعتراف کرد اشکال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وارد است.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شاگردان برجسته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خو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با تعجب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گفت: شما چگونه دربرابر اشکال او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سادگ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>گونه بحث و مناقشه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خو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فرمود: «من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اشکال غافل بودم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عالم مرا متوجه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اشکال ساخت و درست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من بعد از توجه به حکم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ح،</w:t>
      </w:r>
      <w:r>
        <w:rPr>
          <w:rtl/>
          <w:lang w:bidi="fa-IR"/>
        </w:rPr>
        <w:t xml:space="preserve"> اصرا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بر خطا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م»</w:t>
      </w:r>
      <w:r>
        <w:rPr>
          <w:rtl/>
          <w:lang w:bidi="fa-IR"/>
        </w:rPr>
        <w:t>.</w:t>
      </w:r>
      <w:r w:rsidRPr="005B3C7C">
        <w:rPr>
          <w:rStyle w:val="libFootnotenumChar"/>
          <w:rtl/>
        </w:rPr>
        <w:t>(2)</w:t>
      </w:r>
    </w:p>
    <w:p w:rsidR="00AE3A06" w:rsidRDefault="00AE3A06" w:rsidP="005B3C7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نقل</w:t>
      </w:r>
      <w:r>
        <w:rPr>
          <w:rtl/>
          <w:lang w:bidi="fa-IR"/>
        </w:rPr>
        <w:t xml:space="preserve"> است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نزد علامه طباطبا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</w:t>
      </w:r>
      <w:r w:rsidR="005B3C7C" w:rsidRPr="005B3C7C">
        <w:rPr>
          <w:rStyle w:val="libAlaemChar"/>
          <w:rtl/>
        </w:rPr>
        <w:t>رحمه‌الله</w:t>
      </w:r>
      <w:r w:rsidR="005B3C7C" w:rsidRPr="005100D5">
        <w:rPr>
          <w:rFonts w:ascii="Traditional Arabic" w:hAnsi="Traditional Arabic" w:cs="Traditional Arabic"/>
          <w:shd w:val="clear" w:color="auto" w:fill="FFFFFF"/>
          <w:rtl/>
        </w:rPr>
        <w:t xml:space="preserve"> </w:t>
      </w:r>
      <w:r>
        <w:rPr>
          <w:rtl/>
          <w:lang w:bidi="fa-IR"/>
        </w:rPr>
        <w:t>آمد و مسئله</w:t>
      </w:r>
      <w:r w:rsidR="005B3C7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ساده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پا افتاده درباره غسل مطرح کرد. علامه پاسخ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داد و سپس فرمود: «شما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مسئله را از شخص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سؤال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.» من از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تعجب کردم؛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آن مسئله چنان ساده بود که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بود من ب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 آقا!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طور است و به پرسش دوباره از شخص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افتم</w:t>
      </w:r>
      <w:r>
        <w:rPr>
          <w:rtl/>
          <w:lang w:bidi="fa-IR"/>
        </w:rPr>
        <w:t xml:space="preserve"> علامه از سر فروتن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گفته است. بعدها از آن شخص سؤال کننده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: چه لزوم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مسئله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</w:p>
    <w:p w:rsidR="00AE3A06" w:rsidRPr="005B3C7C" w:rsidRDefault="005B3C7C" w:rsidP="005B3C7C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</w:t>
      </w:r>
    </w:p>
    <w:p w:rsidR="00AE3A06" w:rsidRDefault="00AE3A06" w:rsidP="005B3C7C">
      <w:pPr>
        <w:pStyle w:val="libFootnote0"/>
        <w:rPr>
          <w:rtl/>
          <w:lang w:bidi="fa-IR"/>
        </w:rPr>
      </w:pPr>
      <w:r>
        <w:rPr>
          <w:rtl/>
          <w:lang w:bidi="fa-IR"/>
        </w:rPr>
        <w:t>1- قصه ها و خاطره ها، ص 48؛ قصص و خواطر، ص 453.</w:t>
      </w:r>
    </w:p>
    <w:p w:rsidR="005B3C7C" w:rsidRDefault="00AE3A06" w:rsidP="005B3C7C">
      <w:pPr>
        <w:pStyle w:val="libFootnote0"/>
        <w:rPr>
          <w:rtl/>
          <w:lang w:bidi="fa-IR"/>
        </w:rPr>
      </w:pPr>
      <w:r>
        <w:rPr>
          <w:rtl/>
          <w:lang w:bidi="fa-IR"/>
        </w:rPr>
        <w:t>2- قصه ها و خاطره ها، ص 64؛ قصص و خواطر، ص 77.</w:t>
      </w:r>
    </w:p>
    <w:p w:rsidR="00AE3A06" w:rsidRDefault="005B3C7C" w:rsidP="005B3C7C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سادگ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پاسخ مسئله را بلد بودم. فقط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خواستم چند کلمه</w:t>
      </w:r>
      <w:r>
        <w:rPr>
          <w:rtl/>
          <w:lang w:bidi="fa-IR"/>
        </w:rPr>
        <w:softHyphen/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اسطوره تقوا سخن گفته باشم.</w:t>
      </w:r>
      <w:r w:rsidRPr="005B3C7C">
        <w:rPr>
          <w:rStyle w:val="libFootnotenumChar"/>
          <w:rtl/>
        </w:rPr>
        <w:t>(1)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5B3C7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درباره</w:t>
      </w:r>
      <w:r>
        <w:rPr>
          <w:rtl/>
          <w:lang w:bidi="fa-IR"/>
        </w:rPr>
        <w:t xml:space="preserve"> فروتن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انصار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آمده است: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انصار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رحمه الله، در دانش و تقوا سرآمد روزگار بود. امروزه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عالمان و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هان</w:t>
      </w:r>
      <w:r>
        <w:rPr>
          <w:rtl/>
          <w:lang w:bidi="fa-IR"/>
        </w:rPr>
        <w:t xml:space="preserve"> به فهم دقا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کلامش افتخار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کنند.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پرسش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softHyphen/>
        <w:t>شد، اگر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دانستند، با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گفتند: «ندانم، ندانم، ندانم.»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با 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خود، به شاگردان م</w:t>
      </w:r>
      <w:r>
        <w:rPr>
          <w:rFonts w:hint="cs"/>
          <w:rtl/>
          <w:lang w:bidi="fa-IR"/>
        </w:rPr>
        <w:t>ی</w:t>
      </w:r>
      <w:r w:rsidR="005B3C7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فهماندند اگر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دانند، از گفتن کلمه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دانم، ننگ نداشته باشند</w:t>
      </w:r>
      <w:r w:rsidRPr="005B3C7C">
        <w:rPr>
          <w:rStyle w:val="libFootnotenumChar"/>
          <w:rtl/>
        </w:rPr>
        <w:t>.(2)</w:t>
      </w:r>
    </w:p>
    <w:p w:rsidR="00AE3A06" w:rsidRDefault="005B3C7C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5B3C7C">
      <w:pPr>
        <w:pStyle w:val="Heading2"/>
        <w:rPr>
          <w:rtl/>
          <w:lang w:bidi="fa-IR"/>
        </w:rPr>
      </w:pPr>
      <w:bookmarkStart w:id="52" w:name="_Toc523832812"/>
      <w:r>
        <w:rPr>
          <w:rFonts w:hint="eastAsia"/>
          <w:rtl/>
          <w:lang w:bidi="fa-IR"/>
        </w:rPr>
        <w:t>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اق</w:t>
      </w:r>
      <w:r>
        <w:rPr>
          <w:rtl/>
          <w:lang w:bidi="fa-IR"/>
        </w:rPr>
        <w:t xml:space="preserve"> علم</w:t>
      </w:r>
      <w:r>
        <w:rPr>
          <w:rFonts w:hint="cs"/>
          <w:rtl/>
          <w:lang w:bidi="fa-IR"/>
        </w:rPr>
        <w:t>ی</w:t>
      </w:r>
      <w:bookmarkEnd w:id="52"/>
    </w:p>
    <w:p w:rsidR="00AE3A06" w:rsidRDefault="00AE3A06" w:rsidP="005B3C7C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محدث 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علاقه فراوان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به نوشتن و مطالعه کتاب بود. فرزند بزرگ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در اوان کودک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هرگاه با مرحوم پدرم از شهر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از اول صبح تا شب، مرتب به نوشتن و مطالعه مشغول بود.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5B3C7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خود</w:t>
      </w:r>
      <w:r>
        <w:rPr>
          <w:rtl/>
          <w:lang w:bidi="fa-IR"/>
        </w:rPr>
        <w:t xml:space="preserve"> محدث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درباره عشق و علاقه اش به کتاب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قم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کردم،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تنگ دست بودم، تا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قران دو قران جمع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کردم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مثلاً سه تومان م</w:t>
      </w:r>
      <w:r>
        <w:rPr>
          <w:rFonts w:hint="cs"/>
          <w:rtl/>
          <w:lang w:bidi="fa-IR"/>
        </w:rPr>
        <w:t>ی</w:t>
      </w:r>
      <w:r w:rsidR="005B3C7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شد، آن را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داشتم، از قم تا تهران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رفتم و با آن کتاب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سپس به قم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گشتم و به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ادامه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دادم».</w:t>
      </w:r>
      <w:r w:rsidRPr="005B3C7C">
        <w:rPr>
          <w:rStyle w:val="libFootnotenumChar"/>
          <w:rtl/>
        </w:rPr>
        <w:t>(3)</w:t>
      </w: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مجتب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مطهر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فرزند استاد گران</w:t>
      </w:r>
      <w:r>
        <w:rPr>
          <w:rtl/>
          <w:lang w:bidi="fa-IR"/>
        </w:rPr>
        <w:softHyphen/>
        <w:t>قدر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مطهر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درباره 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اق</w:t>
      </w:r>
      <w:r>
        <w:rPr>
          <w:rtl/>
          <w:lang w:bidi="fa-IR"/>
        </w:rPr>
        <w:t xml:space="preserve"> و علاقه استاد به امر مطالعه و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softHyphen/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«از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softHyphen/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پدر</w:t>
      </w:r>
    </w:p>
    <w:p w:rsidR="00AE3A06" w:rsidRPr="005B3C7C" w:rsidRDefault="005B3C7C" w:rsidP="005B3C7C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AE3A06" w:rsidRDefault="00AE3A06" w:rsidP="005B3C7C">
      <w:pPr>
        <w:pStyle w:val="libFootnote0"/>
        <w:rPr>
          <w:rtl/>
          <w:lang w:bidi="fa-IR"/>
        </w:rPr>
      </w:pPr>
      <w:r>
        <w:rPr>
          <w:rtl/>
          <w:lang w:bidi="fa-IR"/>
        </w:rPr>
        <w:t>1- نشر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شما، سال چهارم، ش 189، 26/18/1379، ص 5؛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فرزانگان، ص 302.</w:t>
      </w:r>
    </w:p>
    <w:p w:rsidR="00AE3A06" w:rsidRDefault="00AE3A06" w:rsidP="005B3C7C">
      <w:pPr>
        <w:pStyle w:val="libFootnote0"/>
        <w:rPr>
          <w:rtl/>
          <w:lang w:bidi="fa-IR"/>
        </w:rPr>
      </w:pPr>
      <w:r>
        <w:rPr>
          <w:rtl/>
          <w:lang w:bidi="fa-IR"/>
        </w:rPr>
        <w:t>2-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فرزانگان، ص 312.</w:t>
      </w:r>
    </w:p>
    <w:p w:rsidR="00AE3A06" w:rsidRDefault="00AE3A06" w:rsidP="005B3C7C">
      <w:pPr>
        <w:pStyle w:val="libFootnote0"/>
        <w:rPr>
          <w:rtl/>
          <w:lang w:bidi="fa-IR"/>
        </w:rPr>
      </w:pPr>
      <w:r>
        <w:rPr>
          <w:rtl/>
          <w:lang w:bidi="fa-IR"/>
        </w:rPr>
        <w:t>3- نک: گلشن ابرار، 1379، چ 1، ج 2، ص 574.</w:t>
      </w:r>
    </w:p>
    <w:p w:rsidR="00AE3A06" w:rsidRDefault="005B3C7C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5B3C7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بزرگوارم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که به مطالعه و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علاقه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و از وقت و عمرشان کمال استفاده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کرد.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روزها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به کتاب</w:t>
      </w:r>
      <w:r w:rsidR="005B3C7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خانه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رفته بودم و با کنج کاو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دقت به کتابها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نگاه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کردم، پدرم به من گفت: «مجتب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من در طول عمرم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کتاب خوانده</w:t>
      </w:r>
      <w:r w:rsidR="005B3C7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رشد و کمال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تا حد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مرهون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مطالعه و تفکر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دانم».</w:t>
      </w:r>
      <w:r w:rsidRPr="005B3C7C">
        <w:rPr>
          <w:rStyle w:val="libFootnotenumChar"/>
          <w:rtl/>
        </w:rPr>
        <w:t>(1)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7123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محمدعل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درباره علاقه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به مطالعه کتابها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گوناگون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اق</w:t>
      </w:r>
      <w:r>
        <w:rPr>
          <w:rtl/>
          <w:lang w:bidi="fa-IR"/>
        </w:rPr>
        <w:t xml:space="preserve"> به مباحثه و مطالعه، چنان مرا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قرار کرده بود که به لذتها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توجه نداشتم و در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شبها به خاطر مطالعه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A7123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ماندم.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موضوع دلشان به رحم م</w:t>
      </w:r>
      <w:r>
        <w:rPr>
          <w:rFonts w:hint="cs"/>
          <w:rtl/>
          <w:lang w:bidi="fa-IR"/>
        </w:rPr>
        <w:t>ی</w:t>
      </w:r>
      <w:r w:rsidR="00A7123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آمد و م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حت</w:t>
      </w:r>
      <w:r>
        <w:rPr>
          <w:rtl/>
          <w:lang w:bidi="fa-IR"/>
        </w:rPr>
        <w:t xml:space="preserve"> و التماس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کردند که 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استراحت کنم،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 w:rsidR="00A7123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نداشت. اگر در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مطالعه با مشکل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روبه</w:t>
      </w:r>
      <w:r w:rsidR="00A7123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رو م</w:t>
      </w:r>
      <w:r>
        <w:rPr>
          <w:rFonts w:hint="cs"/>
          <w:rtl/>
          <w:lang w:bidi="fa-IR"/>
        </w:rPr>
        <w:t>ی</w:t>
      </w:r>
      <w:r w:rsidR="00A7123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شدم، از پدرم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کتابها را در فنون و موضوعها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 مطالعه کردم و در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حال، علاقه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به عبادت و طاعت خداوند داشتم»</w:t>
      </w:r>
      <w:r w:rsidRPr="005B3C7C">
        <w:rPr>
          <w:rStyle w:val="libFootnotenumChar"/>
          <w:rtl/>
        </w:rPr>
        <w:t>.(2)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7123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نقل</w:t>
      </w:r>
      <w:r>
        <w:rPr>
          <w:rtl/>
          <w:lang w:bidi="fa-IR"/>
        </w:rPr>
        <w:t xml:space="preserve"> است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محمد کوه کمر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عشق فراوان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مطالعه داشت، به گونه</w:t>
      </w:r>
      <w:r w:rsidR="00A7123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هنگام مطالعه هرگز احساس خستگ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عادت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گونه بود که هر سه چهار سال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بار، همه کتابها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حوزه را از مقدمات گرفته تا کفا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به دقت مطالعه م</w:t>
      </w:r>
      <w:r>
        <w:rPr>
          <w:rFonts w:hint="cs"/>
          <w:rtl/>
          <w:lang w:bidi="fa-IR"/>
        </w:rPr>
        <w:t>ی</w:t>
      </w:r>
      <w:r w:rsidR="00A7123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کرد.</w:t>
      </w:r>
      <w:r w:rsidRPr="00A7123D">
        <w:rPr>
          <w:rStyle w:val="libFootnotenumChar"/>
          <w:rtl/>
        </w:rPr>
        <w:t>(3)</w:t>
      </w:r>
    </w:p>
    <w:p w:rsidR="00AE3A06" w:rsidRDefault="00AE3A06" w:rsidP="00A7123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آقا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طباطبا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از مراجع والا و وارسته، به مطالعه و درس و بحث علاقه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داشت. نقل است در شبها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ماه مبارک</w:t>
      </w:r>
    </w:p>
    <w:p w:rsidR="00A7123D" w:rsidRPr="00A7123D" w:rsidRDefault="00A7123D" w:rsidP="00A7123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7123D">
      <w:pPr>
        <w:pStyle w:val="libFootnote0"/>
        <w:rPr>
          <w:rtl/>
          <w:lang w:bidi="fa-IR"/>
        </w:rPr>
      </w:pPr>
      <w:r>
        <w:rPr>
          <w:rtl/>
          <w:lang w:bidi="fa-IR"/>
        </w:rPr>
        <w:t>1- جمع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فضلا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اران،</w:t>
      </w:r>
      <w:r>
        <w:rPr>
          <w:rtl/>
          <w:lang w:bidi="fa-IR"/>
        </w:rPr>
        <w:t xml:space="preserve"> سرگذشت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از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استاد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مطهر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تهران، مؤسسه نشر و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قات</w:t>
      </w:r>
      <w:r>
        <w:rPr>
          <w:rtl/>
          <w:lang w:bidi="fa-IR"/>
        </w:rPr>
        <w:t xml:space="preserve"> ذکر، 1374، چ 5، ج 2، صص 152و 153.</w:t>
      </w:r>
    </w:p>
    <w:p w:rsidR="00AE3A06" w:rsidRDefault="00AE3A06" w:rsidP="00A7123D">
      <w:pPr>
        <w:pStyle w:val="libFootnote0"/>
        <w:rPr>
          <w:rtl/>
          <w:lang w:bidi="fa-IR"/>
        </w:rPr>
      </w:pPr>
      <w:r>
        <w:rPr>
          <w:rtl/>
          <w:lang w:bidi="fa-IR"/>
        </w:rPr>
        <w:t>2- نک: جعفر پژوم، چراغ تجربه، تهران، نشر ثالث، 1376، چ 1، ص 173.</w:t>
      </w:r>
    </w:p>
    <w:p w:rsidR="00AE3A06" w:rsidRDefault="00AE3A06" w:rsidP="00A7123D">
      <w:pPr>
        <w:pStyle w:val="libFootnote0"/>
        <w:rPr>
          <w:rtl/>
          <w:lang w:bidi="fa-IR"/>
        </w:rPr>
      </w:pPr>
      <w:r>
        <w:rPr>
          <w:rtl/>
          <w:lang w:bidi="fa-IR"/>
        </w:rPr>
        <w:t>3- نک: مردان علم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عمل، 1375، چ 6، ج 1، ص 70.</w:t>
      </w:r>
    </w:p>
    <w:p w:rsidR="00AE3A06" w:rsidRDefault="00A7123D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رمضان</w:t>
      </w:r>
      <w:r>
        <w:rPr>
          <w:rtl/>
          <w:lang w:bidi="fa-IR"/>
        </w:rPr>
        <w:t xml:space="preserve"> که مردم به خواندن قرآن و دعا و به جا آوردن اعمال شب قدر مشغول بودند،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به درس و بحث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softHyphen/>
        <w:t>پرداخت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softHyphen/>
        <w:t>فرمود: «فراگ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علم، از حرم رفتن و قرآن خواندن برتر و افضل است».</w:t>
      </w:r>
      <w:r w:rsidRPr="00A7123D">
        <w:rPr>
          <w:rStyle w:val="libFootnotenumChar"/>
          <w:rtl/>
        </w:rPr>
        <w:t>(1)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7123D">
      <w:pPr>
        <w:pStyle w:val="Heading2"/>
        <w:rPr>
          <w:rtl/>
          <w:lang w:bidi="fa-IR"/>
        </w:rPr>
      </w:pPr>
      <w:bookmarkStart w:id="53" w:name="_Toc523832813"/>
      <w:r>
        <w:rPr>
          <w:rFonts w:hint="eastAsia"/>
          <w:rtl/>
          <w:lang w:bidi="fa-IR"/>
        </w:rPr>
        <w:t>پشتکار</w:t>
      </w:r>
      <w:r>
        <w:rPr>
          <w:rtl/>
          <w:lang w:bidi="fa-IR"/>
        </w:rPr>
        <w:t xml:space="preserve"> علم</w:t>
      </w:r>
      <w:r>
        <w:rPr>
          <w:rFonts w:hint="cs"/>
          <w:rtl/>
          <w:lang w:bidi="fa-IR"/>
        </w:rPr>
        <w:t>ی</w:t>
      </w:r>
      <w:bookmarkEnd w:id="53"/>
    </w:p>
    <w:p w:rsidR="00AE3A06" w:rsidRDefault="00AE3A06" w:rsidP="00A7123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عالم</w:t>
      </w:r>
      <w:r>
        <w:rPr>
          <w:rtl/>
          <w:lang w:bidi="fa-IR"/>
        </w:rPr>
        <w:t xml:space="preserve"> جل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القدر، محدث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آثار فراوان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دارد. ارزشمندتر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تأل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البحار است که نگارش و گردآور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سال ها، طول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است. خود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فرموده است: «برا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تأل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نهالبحار،</w:t>
      </w:r>
      <w:r>
        <w:rPr>
          <w:rtl/>
          <w:lang w:bidi="fa-IR"/>
        </w:rPr>
        <w:t xml:space="preserve"> دوبار بحارالانوار را از اول تا آخر مطالعه کردم.» نقل است محدث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تأل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هفت سال شب و روز مشغول مطالعه بوده است و از مطالعه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و خم شدن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دچار چنان تنگ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نفس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بود که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بردارد.</w:t>
      </w:r>
      <w:r w:rsidRPr="00A7123D">
        <w:rPr>
          <w:rStyle w:val="libFootnotenumChar"/>
          <w:rtl/>
        </w:rPr>
        <w:t>(2)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7123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مجتب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مطهر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فرزند استاد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مطهر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کند: پدرم در طول روز، هشت تا ده ساعت را به تفکر و مطالعه م</w:t>
      </w:r>
      <w:r>
        <w:rPr>
          <w:rFonts w:hint="cs"/>
          <w:rtl/>
          <w:lang w:bidi="fa-IR"/>
        </w:rPr>
        <w:t>ی</w:t>
      </w:r>
      <w:r w:rsidR="00A7123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گذراند. در دانشکده اله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ات،</w:t>
      </w:r>
      <w:r>
        <w:rPr>
          <w:rtl/>
          <w:lang w:bidi="fa-IR"/>
        </w:rPr>
        <w:t xml:space="preserve"> اتاق مخصوص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که ساعتها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آزاد و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در آنجا به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و تفکر م</w:t>
      </w:r>
      <w:r>
        <w:rPr>
          <w:rFonts w:hint="cs"/>
          <w:rtl/>
          <w:lang w:bidi="fa-IR"/>
        </w:rPr>
        <w:t>ی</w:t>
      </w:r>
      <w:r w:rsidR="00A7123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گذراند.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دانشجو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بودم،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پدر بزرگوارم به من فرمود: «مجتب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انسان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وقت و عمر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استفاده کند.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حالا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 و کوشش را بهتر م</w:t>
      </w:r>
      <w:r>
        <w:rPr>
          <w:rFonts w:hint="cs"/>
          <w:rtl/>
          <w:lang w:bidi="fa-IR"/>
        </w:rPr>
        <w:t>ی</w:t>
      </w:r>
      <w:r w:rsidR="00A7123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درک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>.</w:t>
      </w:r>
      <w:r w:rsidRPr="00A7123D">
        <w:rPr>
          <w:rStyle w:val="libFootnotenumChar"/>
          <w:rtl/>
        </w:rPr>
        <w:t>(3)</w:t>
      </w:r>
    </w:p>
    <w:p w:rsidR="00AE3A06" w:rsidRDefault="00AE3A06" w:rsidP="00A7123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نعمت الله جزا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نقل خاطره</w:t>
      </w:r>
      <w:r w:rsidR="00A7123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«در گرما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تابستان، طلاب شبها به بام مدرسه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رفتند،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در</w:t>
      </w:r>
    </w:p>
    <w:p w:rsidR="00AE3A06" w:rsidRPr="00A7123D" w:rsidRDefault="00A7123D" w:rsidP="00A7123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________________________________</w:t>
      </w:r>
    </w:p>
    <w:p w:rsidR="00AE3A06" w:rsidRDefault="00AE3A06" w:rsidP="00A7123D">
      <w:pPr>
        <w:pStyle w:val="libFootnote0"/>
        <w:rPr>
          <w:rtl/>
          <w:lang w:bidi="fa-IR"/>
        </w:rPr>
      </w:pPr>
      <w:r>
        <w:rPr>
          <w:rtl/>
          <w:lang w:bidi="fa-IR"/>
        </w:rPr>
        <w:t>1- گلشن ابرار، ج 2، ص 599.</w:t>
      </w:r>
    </w:p>
    <w:p w:rsidR="00AE3A06" w:rsidRDefault="00AE3A06" w:rsidP="00A7123D">
      <w:pPr>
        <w:pStyle w:val="libFootnote0"/>
        <w:rPr>
          <w:rtl/>
          <w:lang w:bidi="fa-IR"/>
        </w:rPr>
      </w:pPr>
      <w:r>
        <w:rPr>
          <w:rtl/>
          <w:lang w:bidi="fa-IR"/>
        </w:rPr>
        <w:t>2- نک: مردان علم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عمل، ج 7، ص 87.</w:t>
      </w:r>
    </w:p>
    <w:p w:rsidR="00AE3A06" w:rsidRDefault="00AE3A06" w:rsidP="00A7123D">
      <w:pPr>
        <w:pStyle w:val="libFootnote0"/>
        <w:rPr>
          <w:rtl/>
          <w:lang w:bidi="fa-IR"/>
        </w:rPr>
      </w:pPr>
      <w:r>
        <w:rPr>
          <w:rtl/>
          <w:lang w:bidi="fa-IR"/>
        </w:rPr>
        <w:t>3- نک: سرگذشت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از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استاد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مطهر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2، ص 153.</w:t>
      </w:r>
    </w:p>
    <w:p w:rsidR="00AE3A06" w:rsidRDefault="00A7123D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A7123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حجره</w:t>
      </w:r>
      <w:r>
        <w:rPr>
          <w:rtl/>
          <w:lang w:bidi="fa-IR"/>
        </w:rPr>
        <w:t xml:space="preserve"> ام را م</w:t>
      </w:r>
      <w:r>
        <w:rPr>
          <w:rFonts w:hint="cs"/>
          <w:rtl/>
          <w:lang w:bidi="fa-IR"/>
        </w:rPr>
        <w:t>ی</w:t>
      </w:r>
      <w:r w:rsidR="00A7123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بستم و شروع به مطالعه و حاش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تا اذان صبح. بعد از نماز صبح، صورتم را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کتاب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گذاشتم و لحظه</w:t>
      </w:r>
      <w:r w:rsidR="00A7123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A7123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تا آفتاب طلوع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کرد و آن گاه تا ظهر به تدر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A7123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پرداختم. بعد از ظهر هم به درس م</w:t>
      </w:r>
      <w:r>
        <w:rPr>
          <w:rFonts w:hint="cs"/>
          <w:rtl/>
          <w:lang w:bidi="fa-IR"/>
        </w:rPr>
        <w:t>ی</w:t>
      </w:r>
      <w:r w:rsidR="00A7123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رفتم و درس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خواندم.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مواقع از سر راه، نان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گرفتم و م</w:t>
      </w:r>
      <w:r>
        <w:rPr>
          <w:rFonts w:hint="cs"/>
          <w:rtl/>
          <w:lang w:bidi="fa-IR"/>
        </w:rPr>
        <w:t>ی</w:t>
      </w:r>
      <w:r w:rsidR="00A7123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خوردم. چون اغلب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مطالعه، روغن چراغ نداشتم، اتاق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 گرفته بودم که درها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متعدد داشت و در آن م</w:t>
      </w:r>
      <w:r>
        <w:rPr>
          <w:rFonts w:hint="cs"/>
          <w:rtl/>
          <w:lang w:bidi="fa-IR"/>
        </w:rPr>
        <w:t>ی</w:t>
      </w:r>
      <w:r w:rsidR="00A7123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نشستم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نور ماه کتابم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گشودم و م</w:t>
      </w:r>
      <w:r>
        <w:rPr>
          <w:rFonts w:hint="cs"/>
          <w:rtl/>
          <w:lang w:bidi="fa-IR"/>
        </w:rPr>
        <w:t>ی</w:t>
      </w:r>
      <w:r w:rsidR="00A7123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خواندم و چون ماه دور م</w:t>
      </w:r>
      <w:r>
        <w:rPr>
          <w:rFonts w:hint="cs"/>
          <w:rtl/>
          <w:lang w:bidi="fa-IR"/>
        </w:rPr>
        <w:t>ی</w:t>
      </w:r>
      <w:r w:rsidR="00A7123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زد، 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را که رو به ماه داشت، م</w:t>
      </w:r>
      <w:r>
        <w:rPr>
          <w:rFonts w:hint="cs"/>
          <w:rtl/>
          <w:lang w:bidi="fa-IR"/>
        </w:rPr>
        <w:t>ی</w:t>
      </w:r>
      <w:r w:rsidR="00A7123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گشودم و کتاب م</w:t>
      </w:r>
      <w:r>
        <w:rPr>
          <w:rFonts w:hint="cs"/>
          <w:rtl/>
          <w:lang w:bidi="fa-IR"/>
        </w:rPr>
        <w:t>ی</w:t>
      </w:r>
      <w:r w:rsidR="00A7123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خواندم. دو سال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کردم تا آنجا که چشمانم ضع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شد».</w:t>
      </w:r>
      <w:r w:rsidRPr="00A7123D">
        <w:rPr>
          <w:rStyle w:val="libFootnotenumChar"/>
          <w:rtl/>
        </w:rPr>
        <w:t>(1)</w:t>
      </w:r>
    </w:p>
    <w:p w:rsidR="00AE3A06" w:rsidRDefault="00A7123D" w:rsidP="00AE3A06">
      <w:pPr>
        <w:pStyle w:val="libNormal"/>
        <w:rPr>
          <w:rtl/>
          <w:lang w:bidi="fa-IR"/>
        </w:rPr>
      </w:pPr>
      <w:r>
        <w:rPr>
          <w:rFonts w:cs="Times New Roman"/>
          <w:rtl/>
          <w:lang w:bidi="fa-IR"/>
        </w:rPr>
        <w:br w:type="page"/>
      </w:r>
    </w:p>
    <w:p w:rsidR="00AE3A06" w:rsidRDefault="00AE3A06" w:rsidP="00165C3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مرجع</w:t>
      </w:r>
      <w:r>
        <w:rPr>
          <w:rtl/>
          <w:lang w:bidi="fa-IR"/>
        </w:rPr>
        <w:t xml:space="preserve"> 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قدر،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فاضل لنکران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درباره پشتکار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محمدتق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ستوده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خودش را وقف تدر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کرده بود و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من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به عنوان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مثل (نمونه)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کنم.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کرد که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انجام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م؛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ساعت هشت صبح که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منبر تدر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رفتند، تا ساعت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ازده،</w:t>
      </w:r>
      <w:r>
        <w:rPr>
          <w:rtl/>
          <w:lang w:bidi="fa-IR"/>
        </w:rPr>
        <w:t xml:space="preserve"> سه درس پشت سر هم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softHyphen/>
        <w:t>گفتند، که ما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قدرت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م»</w:t>
      </w:r>
      <w:r>
        <w:rPr>
          <w:rtl/>
          <w:lang w:bidi="fa-IR"/>
        </w:rPr>
        <w:t>.</w:t>
      </w:r>
      <w:r w:rsidRPr="00165C30">
        <w:rPr>
          <w:rStyle w:val="libFootnotenumChar"/>
          <w:rtl/>
        </w:rPr>
        <w:t>(2)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165C3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جلال</w:t>
      </w:r>
      <w:r>
        <w:rPr>
          <w:rtl/>
          <w:lang w:bidi="fa-IR"/>
        </w:rPr>
        <w:t xml:space="preserve">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مصاحبه</w:t>
      </w:r>
      <w:r w:rsidR="00165C3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نقل کرده است: در شهر اصفهان، در خدمت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هاشم قزو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خواندم.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هنگام درس، حال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به هم خورد و بر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افتاد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هوش شد. پزشک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آوردم و به تجو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پزشک آب قند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</w:t>
      </w:r>
    </w:p>
    <w:p w:rsidR="00AE3A06" w:rsidRPr="00165C30" w:rsidRDefault="00165C30" w:rsidP="00165C30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</w:t>
      </w:r>
    </w:p>
    <w:p w:rsidR="00AE3A06" w:rsidRDefault="00AE3A06" w:rsidP="00165C30">
      <w:pPr>
        <w:pStyle w:val="libFootnote0"/>
        <w:rPr>
          <w:rtl/>
          <w:lang w:bidi="fa-IR"/>
        </w:rPr>
      </w:pPr>
      <w:r>
        <w:rPr>
          <w:rtl/>
          <w:lang w:bidi="fa-IR"/>
        </w:rPr>
        <w:t>1- نک: چراغ تجربه، ص 142.</w:t>
      </w:r>
    </w:p>
    <w:p w:rsidR="00AE3A06" w:rsidRDefault="00AE3A06" w:rsidP="00165C30">
      <w:pPr>
        <w:pStyle w:val="libFootnote0"/>
        <w:rPr>
          <w:rtl/>
          <w:lang w:bidi="fa-IR"/>
        </w:rPr>
      </w:pPr>
      <w:r>
        <w:rPr>
          <w:rtl/>
          <w:lang w:bidi="fa-IR"/>
        </w:rPr>
        <w:t>2- ستارگان حرم، ج 12، ص 41.</w:t>
      </w:r>
    </w:p>
    <w:p w:rsidR="00AE3A06" w:rsidRDefault="00165C30" w:rsidP="00165C3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E3A06">
        <w:rPr>
          <w:rFonts w:hint="eastAsia"/>
          <w:rtl/>
          <w:lang w:bidi="fa-IR"/>
        </w:rPr>
        <w:lastRenderedPageBreak/>
        <w:t>آ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ت</w:t>
      </w:r>
      <w:r w:rsidR="00AE3A06">
        <w:rPr>
          <w:rtl/>
          <w:lang w:bidi="fa-IR"/>
        </w:rPr>
        <w:t xml:space="preserve"> الله قزو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دادم. وقت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مقدار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نوش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د،</w:t>
      </w:r>
      <w:r w:rsidR="00AE3A06">
        <w:rPr>
          <w:rtl/>
          <w:lang w:bidi="fa-IR"/>
        </w:rPr>
        <w:t xml:space="preserve"> چشم خود را باز کرد، بلند شد و کتاب را برداشت و گفت: بحث به کجا رس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د؟</w:t>
      </w:r>
      <w:r w:rsidR="00AE3A06">
        <w:rPr>
          <w:rtl/>
          <w:lang w:bidi="fa-IR"/>
        </w:rPr>
        <w:t xml:space="preserve"> مثل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نکه</w:t>
      </w:r>
      <w:r w:rsidR="00AE3A06">
        <w:rPr>
          <w:rtl/>
          <w:lang w:bidi="fa-IR"/>
        </w:rPr>
        <w:t xml:space="preserve"> هرگز اتفاق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فتاده</w:t>
      </w:r>
      <w:r w:rsidR="00AE3A06">
        <w:rPr>
          <w:rtl/>
          <w:lang w:bidi="fa-IR"/>
        </w:rPr>
        <w:t xml:space="preserve"> است. پزشک گفت: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شان</w:t>
      </w:r>
      <w:r w:rsidR="00AE3A06">
        <w:rPr>
          <w:rtl/>
          <w:lang w:bidi="fa-IR"/>
        </w:rPr>
        <w:t xml:space="preserve"> از شدت گرسنگ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به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حالت افتاده است. غذا</w:t>
      </w:r>
      <w:r w:rsidR="00AE3A06">
        <w:rPr>
          <w:rFonts w:hint="cs"/>
          <w:rtl/>
          <w:lang w:bidi="fa-IR"/>
        </w:rPr>
        <w:t>یی</w:t>
      </w:r>
      <w:r w:rsidR="00AE3A06">
        <w:rPr>
          <w:rtl/>
          <w:lang w:bidi="fa-IR"/>
        </w:rPr>
        <w:t xml:space="preserve"> برا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شان</w:t>
      </w:r>
      <w:r w:rsidR="00AE3A06">
        <w:rPr>
          <w:rtl/>
          <w:lang w:bidi="fa-IR"/>
        </w:rPr>
        <w:t xml:space="preserve"> ته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ه</w:t>
      </w:r>
      <w:r w:rsidR="00AE3A06">
        <w:rPr>
          <w:rtl/>
          <w:lang w:bidi="fa-IR"/>
        </w:rPr>
        <w:t xml:space="preserve"> کن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</w:t>
      </w:r>
      <w:r w:rsidR="00AE3A06">
        <w:rPr>
          <w:rtl/>
          <w:lang w:bidi="fa-IR"/>
        </w:rPr>
        <w:t>! وقت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تحق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ق</w:t>
      </w:r>
      <w:r w:rsidR="00AE3A06">
        <w:rPr>
          <w:rtl/>
          <w:lang w:bidi="fa-IR"/>
        </w:rPr>
        <w:t xml:space="preserve"> کردم، فهم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دم</w:t>
      </w:r>
      <w:r w:rsidR="00AE3A06">
        <w:rPr>
          <w:rtl/>
          <w:lang w:bidi="fa-IR"/>
        </w:rPr>
        <w:t xml:space="preserve">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شان</w:t>
      </w:r>
      <w:r w:rsidR="00AE3A06">
        <w:rPr>
          <w:rtl/>
          <w:lang w:bidi="fa-IR"/>
        </w:rPr>
        <w:t xml:space="preserve"> دو روز است 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ز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نداشته و ذره</w:t>
      </w:r>
      <w:r>
        <w:rPr>
          <w:rFonts w:hint="cs"/>
          <w:rtl/>
          <w:lang w:bidi="fa-IR"/>
        </w:rPr>
        <w:t xml:space="preserve"> </w:t>
      </w:r>
      <w:r w:rsidR="00AE3A06">
        <w:rPr>
          <w:rtl/>
          <w:lang w:bidi="fa-IR"/>
        </w:rPr>
        <w:t>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غذا نخورده و به کس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هم 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ز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نگفته است.</w:t>
      </w:r>
      <w:r w:rsidR="00AE3A06" w:rsidRPr="00165C30">
        <w:rPr>
          <w:rStyle w:val="libFootnotenumChar"/>
          <w:rtl/>
        </w:rPr>
        <w:t>(1)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165C30">
      <w:pPr>
        <w:pStyle w:val="Heading2"/>
        <w:rPr>
          <w:rtl/>
          <w:lang w:bidi="fa-IR"/>
        </w:rPr>
      </w:pPr>
      <w:bookmarkStart w:id="54" w:name="_Toc523832814"/>
      <w:r>
        <w:rPr>
          <w:rFonts w:hint="eastAsia"/>
          <w:rtl/>
          <w:lang w:bidi="fa-IR"/>
        </w:rPr>
        <w:t>تبادل</w:t>
      </w:r>
      <w:r>
        <w:rPr>
          <w:rtl/>
          <w:lang w:bidi="fa-IR"/>
        </w:rPr>
        <w:t xml:space="preserve"> علم</w:t>
      </w:r>
      <w:r>
        <w:rPr>
          <w:rFonts w:hint="cs"/>
          <w:rtl/>
          <w:lang w:bidi="fa-IR"/>
        </w:rPr>
        <w:t>ی</w:t>
      </w:r>
      <w:bookmarkEnd w:id="54"/>
    </w:p>
    <w:p w:rsidR="00AE3A06" w:rsidRDefault="00AE3A06" w:rsidP="00165C3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علامه</w:t>
      </w:r>
      <w:r>
        <w:rPr>
          <w:rtl/>
          <w:lang w:bidi="fa-IR"/>
        </w:rPr>
        <w:t xml:space="preserve"> حسن زاده آمل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«آقا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من آمد و گفت: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خواهم صرف و نحو بخوانم و گفت: ماه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چقدر به شما بدهم که نزد شما[ صرف و نحو بخوانم؟ گفتم: بنده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امور ندارم. بعد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زبان فرانسه م</w:t>
      </w:r>
      <w:r>
        <w:rPr>
          <w:rFonts w:hint="cs"/>
          <w:rtl/>
          <w:lang w:bidi="fa-IR"/>
        </w:rPr>
        <w:t>ی</w:t>
      </w:r>
      <w:r w:rsidR="00165C3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داند. گفتم: آقا! پس حالا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طور است،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من به شما درس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165C3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 xml:space="preserve">دهم،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هم شما به من فرانسه تعل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گونه مبادله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شما به ما پول نده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من هم که پول ندارم بدهم، درس فرانسه بخوانم. بعد سؤال کردم: چطور است؟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قبول کرد و درسش را شروع کرد».</w:t>
      </w:r>
      <w:r w:rsidRPr="00165C30">
        <w:rPr>
          <w:rStyle w:val="libFootnotenumChar"/>
          <w:rtl/>
        </w:rPr>
        <w:t>(2)</w:t>
      </w:r>
    </w:p>
    <w:p w:rsidR="00AE3A06" w:rsidRDefault="00165C30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165C30">
      <w:pPr>
        <w:pStyle w:val="Heading2"/>
        <w:rPr>
          <w:rtl/>
          <w:lang w:bidi="fa-IR"/>
        </w:rPr>
      </w:pPr>
      <w:bookmarkStart w:id="55" w:name="_Toc523832815"/>
      <w:r>
        <w:rPr>
          <w:rFonts w:hint="eastAsia"/>
          <w:rtl/>
          <w:lang w:bidi="fa-IR"/>
        </w:rPr>
        <w:t>رنج</w:t>
      </w:r>
      <w:r>
        <w:rPr>
          <w:rtl/>
          <w:lang w:bidi="fa-IR"/>
        </w:rPr>
        <w:t xml:space="preserve">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bookmarkEnd w:id="55"/>
    </w:p>
    <w:p w:rsidR="00AE3A06" w:rsidRDefault="00AE3A06" w:rsidP="00165C3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آقا غرو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درباره سخت</w:t>
      </w:r>
      <w:r>
        <w:rPr>
          <w:rFonts w:hint="cs"/>
          <w:rtl/>
          <w:lang w:bidi="fa-IR"/>
        </w:rPr>
        <w:t>ی</w:t>
      </w:r>
      <w:r w:rsidR="00165C3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دوران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«در سال 1340 ه_ .ق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نجف شدم. ابتدا در مدرسه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العظم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حجره گرفتم.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مدرسه به خاطر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تعم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نشده بود، امکانات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نداشت. هوا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گرم نجف و شور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آب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هم ناآشنا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بنده به آب وهوا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آنجا، به شدت مرا م</w:t>
      </w:r>
      <w:r>
        <w:rPr>
          <w:rFonts w:hint="cs"/>
          <w:rtl/>
          <w:lang w:bidi="fa-IR"/>
        </w:rPr>
        <w:t>ی</w:t>
      </w:r>
      <w:r w:rsidR="00165C3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آزرد. مطالعه در حجره مدرسه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ممکن نبود.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چند بار داخل حوض</w:t>
      </w:r>
    </w:p>
    <w:p w:rsidR="00AE3A06" w:rsidRPr="00165C30" w:rsidRDefault="00165C30" w:rsidP="00165C30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</w:t>
      </w:r>
    </w:p>
    <w:p w:rsidR="00AE3A06" w:rsidRDefault="00AE3A06" w:rsidP="00165C30">
      <w:pPr>
        <w:pStyle w:val="libFootnote0"/>
        <w:rPr>
          <w:rtl/>
          <w:lang w:bidi="fa-IR"/>
        </w:rPr>
      </w:pPr>
      <w:r>
        <w:rPr>
          <w:rtl/>
          <w:lang w:bidi="fa-IR"/>
        </w:rPr>
        <w:t>1- نک: قصه ها و خاطره ها، صص 96 و 97.</w:t>
      </w:r>
    </w:p>
    <w:p w:rsidR="00AE3A06" w:rsidRDefault="00AE3A06" w:rsidP="00165C30">
      <w:pPr>
        <w:pStyle w:val="libFootnote0"/>
        <w:rPr>
          <w:rtl/>
          <w:lang w:bidi="fa-IR"/>
        </w:rPr>
      </w:pPr>
      <w:r>
        <w:rPr>
          <w:rtl/>
          <w:lang w:bidi="fa-IR"/>
        </w:rPr>
        <w:t>2- عبدالرحمان باقرزاده بابل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جمال سالک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قم، انتشارات لاه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1379، چ 1، صص 168 و 169.</w:t>
      </w:r>
    </w:p>
    <w:p w:rsidR="00AE3A06" w:rsidRDefault="00165C30" w:rsidP="00165C3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165C3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آب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رفتم تا بتوانم گرما را تحمل کنم و اندک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مطالعه و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بپردازم. بعدها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فضلا توانست از فرزند مرحوم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اجازه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ردکه</w:t>
      </w:r>
      <w:r>
        <w:rPr>
          <w:rtl/>
          <w:lang w:bidi="fa-IR"/>
        </w:rPr>
        <w:t xml:space="preserve"> روزها از سردابها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مدرسه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استفاده کنم. سردابها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نمور بود،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چاره</w:t>
      </w:r>
      <w:r w:rsidR="00165C3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نبود.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گذشت تا آنکه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خداوند و توج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مولا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 w:rsidR="00000DDD" w:rsidRPr="00000DDD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شامل حالم شد و در مدرسه</w:t>
      </w:r>
      <w:r w:rsidR="00165C3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حجره گرفتم».</w:t>
      </w:r>
      <w:r w:rsidRPr="00165C30">
        <w:rPr>
          <w:rStyle w:val="libFootnotenumChar"/>
          <w:rtl/>
        </w:rPr>
        <w:t>(1)</w:t>
      </w:r>
    </w:p>
    <w:p w:rsidR="00AE3A06" w:rsidRDefault="00165C30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165C30">
      <w:pPr>
        <w:pStyle w:val="Heading2"/>
        <w:rPr>
          <w:rtl/>
          <w:lang w:bidi="fa-IR"/>
        </w:rPr>
      </w:pPr>
      <w:bookmarkStart w:id="56" w:name="_Toc523832816"/>
      <w:r>
        <w:rPr>
          <w:rFonts w:hint="eastAsia"/>
          <w:rtl/>
          <w:lang w:bidi="fa-IR"/>
        </w:rPr>
        <w:t>احترام</w:t>
      </w:r>
      <w:r>
        <w:rPr>
          <w:rtl/>
          <w:lang w:bidi="fa-IR"/>
        </w:rPr>
        <w:t xml:space="preserve"> به استاد</w:t>
      </w:r>
      <w:bookmarkEnd w:id="56"/>
    </w:p>
    <w:p w:rsidR="00AE3A06" w:rsidRDefault="00AE3A06" w:rsidP="00165C3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علامه</w:t>
      </w:r>
      <w:r>
        <w:rPr>
          <w:rtl/>
          <w:lang w:bidi="fa-IR"/>
        </w:rPr>
        <w:t xml:space="preserve"> حسن زاده آمل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کرده است: «بنده 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اسات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حفظ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کردم.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کردم در حضور استاد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وار</w:t>
      </w:r>
      <w:r>
        <w:rPr>
          <w:rtl/>
          <w:lang w:bidi="fa-IR"/>
        </w:rPr>
        <w:t xml:space="preserve"> تک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ندهم،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کردم چهار زانو بنش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نم،</w:t>
      </w:r>
      <w:r>
        <w:rPr>
          <w:rtl/>
          <w:lang w:bidi="fa-IR"/>
        </w:rPr>
        <w:t xml:space="preserve"> مواظب بودم حرف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تکرار نکنم، چون و چرا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که مبادا سبب رنجش استاد شود.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محضر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قمشه</w:t>
      </w:r>
      <w:r>
        <w:rPr>
          <w:rtl/>
          <w:lang w:bidi="fa-IR"/>
        </w:rPr>
        <w:softHyphen/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نشسته بودم. خم شدم و کف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بوس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برگشتند و به من فرمودند: «چرا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>!» گفتم: من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اقت</w:t>
      </w:r>
      <w:r>
        <w:rPr>
          <w:rtl/>
          <w:lang w:bidi="fa-IR"/>
        </w:rPr>
        <w:t xml:space="preserve"> ندارم که دست شما را ببوسم.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بنده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مباهات است، خب چرا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نکنم؟».</w:t>
      </w:r>
      <w:r w:rsidRPr="00165C30">
        <w:rPr>
          <w:rStyle w:val="libFootnotenumChar"/>
          <w:rtl/>
        </w:rPr>
        <w:t>(2)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165C3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شاگردان علامه طباطبا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درباره علاقه و احترام فراوان علامه به استادش مرحوم قاض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165C3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 xml:space="preserve">: «من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به علامه عطر تعارف کردم.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عطر را گرفته و تأمل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و گفتند: دو سال است که استاد ما مرحوم قاض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رحلت کرده اند و من از آن وقت تا به حال، عطر نزده ام و تا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زمان اخ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هر وقت بنده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عطر م</w:t>
      </w:r>
      <w:r>
        <w:rPr>
          <w:rFonts w:hint="cs"/>
          <w:rtl/>
          <w:lang w:bidi="fa-IR"/>
        </w:rPr>
        <w:t>ی</w:t>
      </w:r>
      <w:r w:rsidR="00165C3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دادم، در</w:t>
      </w:r>
    </w:p>
    <w:p w:rsidR="00AE3A06" w:rsidRPr="00165C30" w:rsidRDefault="00165C30" w:rsidP="00165C30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AE3A06" w:rsidRDefault="00AE3A06" w:rsidP="00165C30">
      <w:pPr>
        <w:pStyle w:val="libFootnote0"/>
        <w:rPr>
          <w:rtl/>
          <w:lang w:bidi="fa-IR"/>
        </w:rPr>
      </w:pPr>
      <w:r>
        <w:rPr>
          <w:rtl/>
          <w:lang w:bidi="fa-IR"/>
        </w:rPr>
        <w:t>1- مجله حوزه، (مصاحبه با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)، قم، انتشارات دفتر تبل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غات</w:t>
      </w:r>
      <w:r>
        <w:rPr>
          <w:rtl/>
          <w:lang w:bidi="fa-IR"/>
        </w:rPr>
        <w:t xml:space="preserve">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حوزه 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قم، سال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ازدهم،</w:t>
      </w:r>
      <w:r>
        <w:rPr>
          <w:rtl/>
          <w:lang w:bidi="fa-IR"/>
        </w:rPr>
        <w:t xml:space="preserve"> مرداد 1373، ش 63، ص 39.</w:t>
      </w:r>
    </w:p>
    <w:p w:rsidR="00AE3A06" w:rsidRDefault="00AE3A06" w:rsidP="00165C30">
      <w:pPr>
        <w:pStyle w:val="libFootnote0"/>
        <w:rPr>
          <w:rtl/>
          <w:lang w:bidi="fa-IR"/>
        </w:rPr>
      </w:pPr>
      <w:r>
        <w:rPr>
          <w:rtl/>
          <w:lang w:bidi="fa-IR"/>
        </w:rPr>
        <w:t>2- منظومه معرفت، ص 40.</w:t>
      </w:r>
    </w:p>
    <w:p w:rsidR="00AE3A06" w:rsidRDefault="00165C30" w:rsidP="00165C3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E3A06">
        <w:rPr>
          <w:rFonts w:hint="eastAsia"/>
          <w:rtl/>
          <w:lang w:bidi="fa-IR"/>
        </w:rPr>
        <w:lastRenderedPageBreak/>
        <w:t>آن</w:t>
      </w:r>
      <w:r w:rsidR="00AE3A06">
        <w:rPr>
          <w:rtl/>
          <w:lang w:bidi="fa-IR"/>
        </w:rPr>
        <w:t xml:space="preserve"> را م</w:t>
      </w:r>
      <w:r w:rsidR="00AE3A06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AE3A06">
        <w:rPr>
          <w:rtl/>
          <w:lang w:bidi="fa-IR"/>
        </w:rPr>
        <w:t>بستند و در ج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بشان</w:t>
      </w:r>
      <w:r w:rsidR="00AE3A06">
        <w:rPr>
          <w:rtl/>
          <w:lang w:bidi="fa-IR"/>
        </w:rPr>
        <w:t xml:space="preserve"> م</w:t>
      </w:r>
      <w:r w:rsidR="00AE3A06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AE3A06">
        <w:rPr>
          <w:rtl/>
          <w:lang w:bidi="fa-IR"/>
        </w:rPr>
        <w:t>گذاشتند و ند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دم</w:t>
      </w:r>
      <w:r w:rsidR="00AE3A06">
        <w:rPr>
          <w:rtl/>
          <w:lang w:bidi="fa-IR"/>
        </w:rPr>
        <w:t xml:space="preserve"> که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شان</w:t>
      </w:r>
      <w:r w:rsidR="00AE3A06">
        <w:rPr>
          <w:rtl/>
          <w:lang w:bidi="fa-IR"/>
        </w:rPr>
        <w:t xml:space="preserve"> عطر استعمال کنند؛ با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نکه</w:t>
      </w:r>
      <w:r w:rsidR="00AE3A06">
        <w:rPr>
          <w:rtl/>
          <w:lang w:bidi="fa-IR"/>
        </w:rPr>
        <w:t xml:space="preserve"> از رحلت استادشان 36 سال م</w:t>
      </w:r>
      <w:r w:rsidR="00AE3A06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AE3A06">
        <w:rPr>
          <w:rtl/>
          <w:lang w:bidi="fa-IR"/>
        </w:rPr>
        <w:t>گذرد».</w:t>
      </w:r>
      <w:r w:rsidR="00AE3A06" w:rsidRPr="00165C30">
        <w:rPr>
          <w:rStyle w:val="libFootnotenumChar"/>
          <w:rtl/>
        </w:rPr>
        <w:t>(1)</w:t>
      </w:r>
    </w:p>
    <w:p w:rsidR="00AE3A06" w:rsidRDefault="00165C30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165C30">
      <w:pPr>
        <w:pStyle w:val="Heading2"/>
        <w:rPr>
          <w:rtl/>
          <w:lang w:bidi="fa-IR"/>
        </w:rPr>
      </w:pPr>
      <w:bookmarkStart w:id="57" w:name="_Toc523832817"/>
      <w:r>
        <w:rPr>
          <w:rFonts w:hint="eastAsia"/>
          <w:rtl/>
          <w:lang w:bidi="fa-IR"/>
        </w:rPr>
        <w:t>روح</w:t>
      </w:r>
      <w:r>
        <w:rPr>
          <w:rtl/>
          <w:lang w:bidi="fa-IR"/>
        </w:rPr>
        <w:t xml:space="preserve"> تعلم</w:t>
      </w:r>
      <w:bookmarkEnd w:id="57"/>
    </w:p>
    <w:p w:rsidR="00AE3A06" w:rsidRDefault="00AE3A06" w:rsidP="00165C3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ارادتمندان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رجب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tl/>
          <w:lang w:bidi="fa-IR"/>
        </w:rPr>
        <w:t xml:space="preserve">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کند: «مرحوم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احمد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مجتهد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و استاد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برهان</w:t>
      </w:r>
      <w:r w:rsidRPr="00165C30">
        <w:rPr>
          <w:rStyle w:val="libFootnotenumChar"/>
          <w:rtl/>
        </w:rPr>
        <w:t>(2)</w:t>
      </w:r>
      <w:r>
        <w:rPr>
          <w:rtl/>
          <w:lang w:bidi="fa-IR"/>
        </w:rPr>
        <w:t xml:space="preserve"> در درس خارج بود،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من گفت: «خ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تهران سراغ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قبا بدوزد؟» من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را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و آدرس او را دادم. پس از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احمد </w:t>
      </w:r>
      <w:r>
        <w:rPr>
          <w:rFonts w:hint="eastAsia"/>
          <w:rtl/>
          <w:lang w:bidi="fa-IR"/>
        </w:rPr>
        <w:t>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تا نگاهش به من افتاد، گفت: «با ما چه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>! ما را کجا فرستاد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>!» گفتم: چطور؟ چه شده است؟! گفت: «ا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به من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رفتم خدمتش که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قبا بدوزد،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اندازه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گرفت، از کارم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گفتم: طلبه هستم. گفت: «درس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درس م</w:t>
      </w:r>
      <w:r>
        <w:rPr>
          <w:rFonts w:hint="cs"/>
          <w:rtl/>
          <w:lang w:bidi="fa-IR"/>
        </w:rPr>
        <w:t>ی</w:t>
      </w:r>
      <w:r w:rsidR="00165C3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؟»</w:t>
      </w:r>
      <w:r>
        <w:rPr>
          <w:rtl/>
          <w:lang w:bidi="fa-IR"/>
        </w:rPr>
        <w:t xml:space="preserve"> گفتم: درس م</w:t>
      </w:r>
      <w:r>
        <w:rPr>
          <w:rFonts w:hint="cs"/>
          <w:rtl/>
          <w:lang w:bidi="fa-IR"/>
        </w:rPr>
        <w:t>ی</w:t>
      </w:r>
      <w:r w:rsidR="00165C3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دهم. گفت: «چه درس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گفتم: درس خارج.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تکان داد و گفت: «خوب است، اما درس عاشق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بده!»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جمله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دانم با من چه کرد،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جمله مرا دگرگون کرد!» و از آن پس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در ارتباط بود و خدمت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رفت و مرا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آشن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ساختن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دعا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کرد».</w:t>
      </w:r>
      <w:r w:rsidRPr="00165C30">
        <w:rPr>
          <w:rStyle w:val="libFootnotenumChar"/>
          <w:rtl/>
        </w:rPr>
        <w:t>(3)</w:t>
      </w:r>
    </w:p>
    <w:p w:rsidR="00AE3A06" w:rsidRPr="00165C30" w:rsidRDefault="00165C30" w:rsidP="00165C30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AE3A06" w:rsidRDefault="00AE3A06" w:rsidP="00165C30">
      <w:pPr>
        <w:pStyle w:val="libFootnote0"/>
        <w:rPr>
          <w:rtl/>
          <w:lang w:bidi="fa-IR"/>
        </w:rPr>
      </w:pPr>
      <w:r>
        <w:rPr>
          <w:rtl/>
          <w:lang w:bidi="fa-IR"/>
        </w:rPr>
        <w:t>1-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دمحمدحس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تهران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مهر تابان، مشهد، انتشارات علامه طباطبا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1417 ه_ .ق، چ 2، ص 25؛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فرزانگان، صص 267 و 268.</w:t>
      </w:r>
    </w:p>
    <w:p w:rsidR="00AE3A06" w:rsidRDefault="00AE3A06" w:rsidP="00165C30">
      <w:pPr>
        <w:pStyle w:val="libFootnote0"/>
        <w:rPr>
          <w:rtl/>
          <w:lang w:bidi="fa-IR"/>
        </w:rPr>
      </w:pPr>
      <w:r>
        <w:rPr>
          <w:rtl/>
          <w:lang w:bidi="fa-IR"/>
        </w:rPr>
        <w:t>2- از عالمان بزرگ تهران و مؤسس مدرسه 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برهان، مدفون در جوار حرم حضرت عبدالعظ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حسن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شهر 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AE3A06" w:rsidRDefault="00AE3A06" w:rsidP="00165C30">
      <w:pPr>
        <w:pStyle w:val="libFootnote0"/>
        <w:rPr>
          <w:rtl/>
          <w:lang w:bidi="fa-IR"/>
        </w:rPr>
      </w:pPr>
      <w:r>
        <w:rPr>
          <w:rtl/>
          <w:lang w:bidi="fa-IR"/>
        </w:rPr>
        <w:t>3- نک: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محبت، صص 168 و 169.</w:t>
      </w:r>
    </w:p>
    <w:p w:rsidR="00AE3A06" w:rsidRDefault="00165C30" w:rsidP="00165C3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>
        <w:rPr>
          <w:rtl/>
          <w:lang w:bidi="fa-IR"/>
        </w:rPr>
        <w:lastRenderedPageBreak/>
        <w:t xml:space="preserve"> </w:t>
      </w:r>
    </w:p>
    <w:p w:rsidR="00AE3A06" w:rsidRDefault="00AE3A06" w:rsidP="00165C30">
      <w:pPr>
        <w:pStyle w:val="Heading1"/>
        <w:rPr>
          <w:rtl/>
          <w:lang w:bidi="fa-IR"/>
        </w:rPr>
      </w:pPr>
      <w:bookmarkStart w:id="58" w:name="_Toc523832818"/>
      <w:r>
        <w:rPr>
          <w:rFonts w:hint="eastAsia"/>
          <w:rtl/>
          <w:lang w:bidi="fa-IR"/>
        </w:rPr>
        <w:t>فصل</w:t>
      </w:r>
      <w:r>
        <w:rPr>
          <w:rtl/>
          <w:lang w:bidi="fa-IR"/>
        </w:rPr>
        <w:t xml:space="preserve"> دوم: اخلاق اجتماع</w:t>
      </w:r>
      <w:r>
        <w:rPr>
          <w:rFonts w:hint="cs"/>
          <w:rtl/>
          <w:lang w:bidi="fa-IR"/>
        </w:rPr>
        <w:t>ی</w:t>
      </w:r>
      <w:bookmarkEnd w:id="58"/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165C30">
      <w:pPr>
        <w:pStyle w:val="Heading2"/>
        <w:rPr>
          <w:rtl/>
          <w:lang w:bidi="fa-IR"/>
        </w:rPr>
      </w:pPr>
      <w:bookmarkStart w:id="59" w:name="_Toc523832819"/>
      <w:r>
        <w:rPr>
          <w:rFonts w:hint="eastAsia"/>
          <w:rtl/>
          <w:lang w:bidi="fa-IR"/>
        </w:rPr>
        <w:t>امر</w:t>
      </w:r>
      <w:r>
        <w:rPr>
          <w:rtl/>
          <w:lang w:bidi="fa-IR"/>
        </w:rPr>
        <w:t xml:space="preserve"> به معروف و نه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منکر</w:t>
      </w:r>
      <w:bookmarkEnd w:id="59"/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165C3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نقل</w:t>
      </w:r>
      <w:r>
        <w:rPr>
          <w:rtl/>
          <w:lang w:bidi="fa-IR"/>
        </w:rPr>
        <w:t xml:space="preserve"> است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نزد علامه 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 و عرض کرد: من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 w:rsidR="00165C3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دارم که اهل فسق و فجور است و شراب م</w:t>
      </w:r>
      <w:r>
        <w:rPr>
          <w:rFonts w:hint="cs"/>
          <w:rtl/>
          <w:lang w:bidi="fa-IR"/>
        </w:rPr>
        <w:t>ی</w:t>
      </w:r>
      <w:r w:rsidR="00165C3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خورد و با دوستان خود هر شب مجلس لهو و لعب دارد و آوازخوانان را جمع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ما تا صبح از دست آنها آسا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علامه 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شب آنها را به خانه ات </w:t>
      </w:r>
      <w:r>
        <w:rPr>
          <w:rFonts w:hint="eastAsia"/>
          <w:rtl/>
          <w:lang w:bidi="fa-IR"/>
        </w:rPr>
        <w:t>دعوت</w:t>
      </w:r>
      <w:r>
        <w:rPr>
          <w:rtl/>
          <w:lang w:bidi="fa-IR"/>
        </w:rPr>
        <w:t xml:space="preserve"> کن، من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165C3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آنها درباره آمدن من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نگو!».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165C3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مرد</w:t>
      </w:r>
      <w:r>
        <w:rPr>
          <w:rtl/>
          <w:lang w:bidi="fa-IR"/>
        </w:rPr>
        <w:t xml:space="preserve"> به سراغ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فاسدش رفت و از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دوستانش دعوت کرد به خانه او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خوشحال شد و با خود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اش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جرگه آنها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وسته</w:t>
      </w:r>
      <w:r>
        <w:rPr>
          <w:rtl/>
          <w:lang w:bidi="fa-IR"/>
        </w:rPr>
        <w:t xml:space="preserve"> است.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 فاسد و دوستانش به خانه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رفتند،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علامه 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ناراحت شدند،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ابراز نکردند و فقط شروع به تمسخر علامه کردند و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گفتند: ما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شما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اخلاق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اخلاق ما بهتر است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شما؟ علامه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اخلاق شما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گفتند: ما اگر نمک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خورد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نمکدان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به او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انت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علامه فرم</w:t>
      </w:r>
      <w:r>
        <w:rPr>
          <w:rFonts w:hint="eastAsia"/>
          <w:rtl/>
          <w:lang w:bidi="fa-IR"/>
        </w:rPr>
        <w:t>ود</w:t>
      </w:r>
      <w:r>
        <w:rPr>
          <w:rtl/>
          <w:lang w:bidi="fa-IR"/>
        </w:rPr>
        <w:t>: «من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شما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>. شما نان</w:t>
      </w:r>
      <w:r w:rsidR="00165C30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خدا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 w:rsidR="00165C3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خور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نمکدان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.» آنها با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علامه </w:t>
      </w:r>
      <w:r>
        <w:rPr>
          <w:rtl/>
          <w:lang w:bidi="fa-IR"/>
        </w:rPr>
        <w:lastRenderedPageBreak/>
        <w:t>به فکر فرو رفتند و با حالت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مجلس را ترک کردند. سپس فردا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روز نزد علامه آمدند و اظهار توبه و پش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Pr="00165C30">
        <w:rPr>
          <w:rStyle w:val="libFootnotenumChar"/>
          <w:rtl/>
        </w:rPr>
        <w:t>.(1)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3C471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نقل</w:t>
      </w:r>
      <w:r>
        <w:rPr>
          <w:rtl/>
          <w:lang w:bidi="fa-IR"/>
        </w:rPr>
        <w:t xml:space="preserve"> است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علامه محمدتق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جعفر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65C30" w:rsidRPr="00165C30">
        <w:rPr>
          <w:rStyle w:val="libAlaemChar"/>
          <w:rtl/>
        </w:rPr>
        <w:t>رحمه‌الله</w:t>
      </w:r>
      <w:r w:rsidR="00165C30" w:rsidRPr="005100D5">
        <w:rPr>
          <w:rFonts w:ascii="Traditional Arabic" w:hAnsi="Traditional Arabic" w:cs="Traditional Arabic"/>
          <w:shd w:val="clear" w:color="auto" w:fill="FFFFFF"/>
          <w:rtl/>
        </w:rPr>
        <w:t xml:space="preserve"> </w:t>
      </w:r>
      <w:r>
        <w:rPr>
          <w:rtl/>
          <w:lang w:bidi="fa-IR"/>
        </w:rPr>
        <w:t>به خانه</w:t>
      </w:r>
      <w:r w:rsidR="00165C3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اش م</w:t>
      </w:r>
      <w:r>
        <w:rPr>
          <w:rFonts w:hint="cs"/>
          <w:rtl/>
          <w:lang w:bidi="fa-IR"/>
        </w:rPr>
        <w:t>ی</w:t>
      </w:r>
      <w:r w:rsidR="00165C3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رفت. در کوچه دزد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قال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برداشته است و م</w:t>
      </w:r>
      <w:r>
        <w:rPr>
          <w:rFonts w:hint="cs"/>
          <w:rtl/>
          <w:lang w:bidi="fa-IR"/>
        </w:rPr>
        <w:t>ی</w:t>
      </w:r>
      <w:r w:rsidR="003C471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برد. او را تعق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کرد. دزد، قال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بازار تهران برد و قصد فروش آن را داشت.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دزد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softHyphen/>
        <w:t>خواست قال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چه</w:t>
      </w:r>
      <w:r>
        <w:rPr>
          <w:rtl/>
          <w:lang w:bidi="fa-IR"/>
        </w:rPr>
        <w:t xml:space="preserve"> را بفروشد و با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حال معامله بود، استاد جعفر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رفت و با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شنهاد</w:t>
      </w:r>
      <w:r>
        <w:rPr>
          <w:rtl/>
          <w:lang w:bidi="fa-IR"/>
        </w:rPr>
        <w:t xml:space="preserve"> بهتر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شرط کرد خود فروشنده آن را تا خانه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حمل کند.</w:t>
      </w:r>
    </w:p>
    <w:p w:rsidR="00AE3A06" w:rsidRDefault="00AE3A06" w:rsidP="003C471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دزد به در خانه استاد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به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ماجرا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 و از استاد عذر خواست. استاد بدون آنکه برخورد ناراحت کننده</w:t>
      </w:r>
      <w:r w:rsidR="003C471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او داشته باشد،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دزد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باز داشت و فرمود: «... من که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تو از خانه من فرش دزد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... . من فقط قال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تو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ام.»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برخورد،</w:t>
      </w:r>
      <w:r>
        <w:rPr>
          <w:rtl/>
          <w:lang w:bidi="fa-IR"/>
        </w:rPr>
        <w:t xml:space="preserve"> دزد را به راه راست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کرد.</w:t>
      </w:r>
      <w:r w:rsidRPr="003C471E">
        <w:rPr>
          <w:rStyle w:val="libFootnotenumChar"/>
          <w:rtl/>
        </w:rPr>
        <w:t>(2)</w:t>
      </w:r>
    </w:p>
    <w:p w:rsidR="00AE3A06" w:rsidRDefault="003C471E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3C471E">
      <w:pPr>
        <w:pStyle w:val="Heading2"/>
        <w:rPr>
          <w:rtl/>
          <w:lang w:bidi="fa-IR"/>
        </w:rPr>
      </w:pPr>
      <w:bookmarkStart w:id="60" w:name="_Toc523832820"/>
      <w:r>
        <w:rPr>
          <w:rFonts w:hint="eastAsia"/>
          <w:rtl/>
          <w:lang w:bidi="fa-IR"/>
        </w:rPr>
        <w:t>ظلم</w:t>
      </w:r>
      <w:r>
        <w:rPr>
          <w:rtl/>
          <w:lang w:bidi="fa-IR"/>
        </w:rPr>
        <w:t xml:space="preserve"> 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bookmarkEnd w:id="60"/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فتحعل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شاه از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صاحب قوان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خواست اجازه دهد دخترش را به همسر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درآورد تا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آنها رابطه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شاوند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برقرار شود.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از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شنهاد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ناراحت شد؛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ممکن بود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مجبور شود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ناچار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وصلت را بپذ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 بنابرا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دست به دعا برداشت و گفت: خداوندا، اگر قرار است شاهزاده</w:t>
      </w:r>
    </w:p>
    <w:p w:rsidR="00AE3A06" w:rsidRPr="003C471E" w:rsidRDefault="003C471E" w:rsidP="003C471E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</w:t>
      </w:r>
    </w:p>
    <w:p w:rsidR="00AE3A06" w:rsidRDefault="00AE3A06" w:rsidP="003C471E">
      <w:pPr>
        <w:pStyle w:val="libFootnote0"/>
        <w:rPr>
          <w:rtl/>
          <w:lang w:bidi="fa-IR"/>
        </w:rPr>
      </w:pPr>
      <w:r>
        <w:rPr>
          <w:rtl/>
          <w:lang w:bidi="fa-IR"/>
        </w:rPr>
        <w:t>1- قصه</w:t>
      </w:r>
      <w:r>
        <w:rPr>
          <w:rtl/>
          <w:lang w:bidi="fa-IR"/>
        </w:rPr>
        <w:softHyphen/>
        <w:t>ها و خاطره ها، ص 118؛ قصص و خواطر، ص 127.</w:t>
      </w:r>
    </w:p>
    <w:p w:rsidR="00AE3A06" w:rsidRDefault="00AE3A06" w:rsidP="003C471E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2-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عقوب</w:t>
      </w:r>
      <w:r>
        <w:rPr>
          <w:rtl/>
          <w:lang w:bidi="fa-IR"/>
        </w:rPr>
        <w:t xml:space="preserve"> قاسملو، فروغ دانا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قم، نس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ات،</w:t>
      </w:r>
      <w:r>
        <w:rPr>
          <w:rtl/>
          <w:lang w:bidi="fa-IR"/>
        </w:rPr>
        <w:t xml:space="preserve"> 1379، چ 1، صص 7 و 8 .</w:t>
      </w:r>
    </w:p>
    <w:p w:rsidR="00AE3A06" w:rsidRDefault="003C471E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همسر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پسر من درآ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مرگ جوانم را برسان! طول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فرزند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در حوض خانه غرق شد و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رفت</w:t>
      </w:r>
      <w:r w:rsidRPr="003C471E">
        <w:rPr>
          <w:rStyle w:val="libFootnotenumChar"/>
          <w:rtl/>
        </w:rPr>
        <w:t>.(1)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3C471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جعفر شوشتر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کند: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حاکم بروجرد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دمرتض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پدر علامه بحرالعلوم رفت. به هنگام بازگشت، به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tl/>
          <w:lang w:bidi="fa-IR"/>
        </w:rPr>
        <w:t xml:space="preserve"> خانه که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بحرالعلوم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دمرتض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علامه را که هنوز کودک بود، به حاکم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حاکم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</w:t>
      </w:r>
      <w:r>
        <w:rPr>
          <w:rtl/>
          <w:lang w:bidi="fa-IR"/>
        </w:rPr>
        <w:t xml:space="preserve"> و به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اظهار مهربان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لطف کر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پس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حاکم رفت، بحرالعلوم رو به پدرش کرد و گفت: پدر جان!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مرا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شهر خارج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؛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3C471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ترسم هلاک شوم!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چرا، مگر چه شده است؟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بحرالعلوم گفت: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پس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حاکم به من اظهار مهربان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در قلبم به او علاقه مند شدم و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در دلم محبت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نسبت به او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شده است و آن بغض و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</w:t>
      </w:r>
    </w:p>
    <w:p w:rsidR="00AE3A06" w:rsidRPr="003C471E" w:rsidRDefault="003C471E" w:rsidP="003C471E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</w:t>
      </w:r>
    </w:p>
    <w:p w:rsidR="00AE3A06" w:rsidRDefault="00AE3A06" w:rsidP="003C471E">
      <w:pPr>
        <w:pStyle w:val="libFootnote0"/>
        <w:rPr>
          <w:rtl/>
          <w:lang w:bidi="fa-IR"/>
        </w:rPr>
      </w:pPr>
      <w:r>
        <w:rPr>
          <w:rtl/>
          <w:lang w:bidi="fa-IR"/>
        </w:rPr>
        <w:t>1-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فرزانگان، ص 478.</w:t>
      </w:r>
    </w:p>
    <w:p w:rsidR="00AE3A06" w:rsidRDefault="00AE3A06" w:rsidP="003C471E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2-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ادها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ادگارها،</w:t>
      </w:r>
      <w:r>
        <w:rPr>
          <w:rtl/>
          <w:lang w:bidi="fa-IR"/>
        </w:rPr>
        <w:t xml:space="preserve"> ص 53؛ احمد لقمان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با ابرار (علامه طباطبا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معرفت)، تهران، سازمان تبل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غات</w:t>
      </w:r>
      <w:r>
        <w:rPr>
          <w:rtl/>
          <w:lang w:bidi="fa-IR"/>
        </w:rPr>
        <w:t xml:space="preserve"> اسلام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1380، چ 1، ص 103.</w:t>
      </w:r>
    </w:p>
    <w:p w:rsidR="00AE3A06" w:rsidRDefault="003C471E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E3A06">
        <w:rPr>
          <w:rFonts w:hint="eastAsia"/>
          <w:rtl/>
          <w:lang w:bidi="fa-IR"/>
        </w:rPr>
        <w:lastRenderedPageBreak/>
        <w:t>با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</w:t>
      </w:r>
      <w:r w:rsidR="00AE3A06">
        <w:rPr>
          <w:rtl/>
          <w:lang w:bidi="fa-IR"/>
        </w:rPr>
        <w:t xml:space="preserve"> نسبت به حاکم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ستمگر داشته باشم ندارم. بنابرا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ن،</w:t>
      </w:r>
      <w:r w:rsidR="00AE3A06">
        <w:rPr>
          <w:rtl/>
          <w:lang w:bidi="fa-IR"/>
        </w:rPr>
        <w:t xml:space="preserve"> 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گر</w:t>
      </w:r>
      <w:r w:rsidR="00AE3A06">
        <w:rPr>
          <w:rtl/>
          <w:lang w:bidi="fa-IR"/>
        </w:rPr>
        <w:t xml:space="preserve">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نجا</w:t>
      </w:r>
      <w:r w:rsidR="00AE3A06">
        <w:rPr>
          <w:rtl/>
          <w:lang w:bidi="fa-IR"/>
        </w:rPr>
        <w:t xml:space="preserve"> جا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ماندن 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ست</w:t>
      </w:r>
      <w:r w:rsidR="00AE3A06">
        <w:rPr>
          <w:rtl/>
          <w:lang w:bidi="fa-IR"/>
        </w:rPr>
        <w:t>. هم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امر سبب هجرت علامه از بروجرد شد.</w:t>
      </w:r>
      <w:r w:rsidR="00AE3A06" w:rsidRPr="003C471E">
        <w:rPr>
          <w:rStyle w:val="libFootnotenumChar"/>
          <w:rtl/>
        </w:rPr>
        <w:t>(1)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3C471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نقل</w:t>
      </w:r>
      <w:r>
        <w:rPr>
          <w:rtl/>
          <w:lang w:bidi="fa-IR"/>
        </w:rPr>
        <w:t xml:space="preserve"> است: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در سال 1287، در زمان خلافت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عبدالله حسن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حج مشرّف شد و در خانه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بغداد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مکه سکونت کرد. صاحبخانه ورود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را به اطلاع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رساند.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تکل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کرد که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را نزد او ببرد. او قض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نقل کرد.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گفت: «</w:t>
      </w:r>
      <w:r>
        <w:rPr>
          <w:rFonts w:hint="eastAsia"/>
          <w:rtl/>
          <w:lang w:bidi="fa-IR"/>
        </w:rPr>
        <w:t>اِذا</w:t>
      </w:r>
      <w:r>
        <w:rPr>
          <w:rtl/>
          <w:lang w:bidi="fa-IR"/>
        </w:rPr>
        <w:t xml:space="preserve"> رَأَ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تُمْ</w:t>
      </w:r>
      <w:r>
        <w:rPr>
          <w:rtl/>
          <w:lang w:bidi="fa-IR"/>
        </w:rPr>
        <w:t xml:space="preserve"> الْعُلَماءَ عَل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بابِ الْمُلُوکِ فَقُولُوا بِئْسَ الْعُلَماءُ وَ بِئْسَ الْمُلُوکُ وَ اِذا رَأَ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تُمْ</w:t>
      </w:r>
      <w:r>
        <w:rPr>
          <w:rtl/>
          <w:lang w:bidi="fa-IR"/>
        </w:rPr>
        <w:t xml:space="preserve"> الْمُلُوکَ عَل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بابِ الْعُلَماءِ فَقُولُوا نِعْمَ الْعُلَماءُ وَ نِعْمَ الْمُلُوکُ؛ اگر علما را بر سرا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پادشاهان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بدتر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علما هستند و بدتر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پادشاهان و اگر پادشاهان را بر سرا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علما هستند و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پادشاهان.»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چون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خود،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رفت و او را به خانه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برد.</w:t>
      </w:r>
      <w:r w:rsidRPr="003C471E">
        <w:rPr>
          <w:rStyle w:val="libFootnotenumChar"/>
          <w:rtl/>
        </w:rPr>
        <w:t>(2)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3C471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درباره</w:t>
      </w:r>
      <w:r>
        <w:rPr>
          <w:rtl/>
          <w:lang w:bidi="fa-IR"/>
        </w:rPr>
        <w:t xml:space="preserve"> ظلم 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برجسته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محمدباقر شفت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C471E" w:rsidRPr="003C471E">
        <w:rPr>
          <w:rStyle w:val="libAlaemChar"/>
          <w:rtl/>
        </w:rPr>
        <w:t>رحمه‌الله</w:t>
      </w:r>
      <w:r w:rsidR="003C471E" w:rsidRPr="005100D5">
        <w:rPr>
          <w:rFonts w:ascii="Traditional Arabic" w:hAnsi="Traditional Arabic" w:cs="Traditional Arabic"/>
          <w:shd w:val="clear" w:color="auto" w:fill="FFFFFF"/>
          <w:rtl/>
        </w:rPr>
        <w:t xml:space="preserve"> </w:t>
      </w:r>
      <w:r>
        <w:rPr>
          <w:rtl/>
          <w:lang w:bidi="fa-IR"/>
        </w:rPr>
        <w:t>معروف به حجت الاسلام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آمده است: «ا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هرگز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حاکم اصفهان نرفت و هر وقت حاکم خدمت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شرف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3C471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شد، دم در م</w:t>
      </w:r>
      <w:r>
        <w:rPr>
          <w:rFonts w:hint="cs"/>
          <w:rtl/>
          <w:lang w:bidi="fa-IR"/>
        </w:rPr>
        <w:t>ی</w:t>
      </w:r>
      <w:r w:rsidR="003C471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</w:t>
      </w:r>
      <w:r>
        <w:rPr>
          <w:rtl/>
          <w:lang w:bidi="fa-IR"/>
        </w:rPr>
        <w:t xml:space="preserve"> و سلام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مکرر اتفاق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افتاد که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متوجه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آن </w:t>
      </w:r>
      <w:r>
        <w:rPr>
          <w:rFonts w:hint="eastAsia"/>
          <w:rtl/>
          <w:lang w:bidi="fa-IR"/>
        </w:rPr>
        <w:t>گاه</w:t>
      </w:r>
      <w:r>
        <w:rPr>
          <w:rtl/>
          <w:lang w:bidi="fa-IR"/>
        </w:rPr>
        <w:t xml:space="preserve"> پس از لحظات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او را م</w:t>
      </w:r>
      <w:r>
        <w:rPr>
          <w:rFonts w:hint="cs"/>
          <w:rtl/>
          <w:lang w:bidi="fa-IR"/>
        </w:rPr>
        <w:t>ی</w:t>
      </w:r>
      <w:r w:rsidR="003C471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اذن جلوس م</w:t>
      </w:r>
      <w:r>
        <w:rPr>
          <w:rFonts w:hint="cs"/>
          <w:rtl/>
          <w:lang w:bidi="fa-IR"/>
        </w:rPr>
        <w:t>ی</w:t>
      </w:r>
      <w:r w:rsidR="003C471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داد و هرگز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تواضع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کرد».</w:t>
      </w:r>
      <w:r w:rsidRPr="003C471E">
        <w:rPr>
          <w:rStyle w:val="libFootnotenumChar"/>
          <w:rtl/>
        </w:rPr>
        <w:t>(3)</w:t>
      </w:r>
    </w:p>
    <w:p w:rsidR="00AE3A06" w:rsidRDefault="003C471E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3C471E">
      <w:pPr>
        <w:pStyle w:val="Heading2"/>
        <w:rPr>
          <w:rtl/>
          <w:lang w:bidi="fa-IR"/>
        </w:rPr>
      </w:pPr>
      <w:bookmarkStart w:id="61" w:name="_Toc523832821"/>
      <w:r>
        <w:rPr>
          <w:rFonts w:hint="eastAsia"/>
          <w:rtl/>
          <w:lang w:bidi="fa-IR"/>
        </w:rPr>
        <w:t>شهرت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bookmarkEnd w:id="61"/>
    </w:p>
    <w:p w:rsidR="00AE3A06" w:rsidRDefault="00AE3A06" w:rsidP="003C471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>
        <w:rPr>
          <w:rtl/>
          <w:lang w:bidi="fa-IR"/>
        </w:rPr>
        <w:t xml:space="preserve"> صانع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بر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دوره کتاب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آقا</w:t>
      </w:r>
    </w:p>
    <w:p w:rsidR="00AE3A06" w:rsidRPr="003C471E" w:rsidRDefault="003C471E" w:rsidP="003C471E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</w:t>
      </w:r>
    </w:p>
    <w:p w:rsidR="00AE3A06" w:rsidRDefault="00AE3A06" w:rsidP="003C471E">
      <w:pPr>
        <w:pStyle w:val="libFootnote0"/>
        <w:rPr>
          <w:rtl/>
          <w:lang w:bidi="fa-IR"/>
        </w:rPr>
      </w:pPr>
      <w:r>
        <w:rPr>
          <w:rtl/>
          <w:lang w:bidi="fa-IR"/>
        </w:rPr>
        <w:t>1- نک: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فرزانگان، ص 109.</w:t>
      </w:r>
    </w:p>
    <w:p w:rsidR="00AE3A06" w:rsidRDefault="00AE3A06" w:rsidP="003C471E">
      <w:pPr>
        <w:pStyle w:val="libFootnote0"/>
        <w:rPr>
          <w:rtl/>
          <w:lang w:bidi="fa-IR"/>
        </w:rPr>
      </w:pPr>
      <w:r>
        <w:rPr>
          <w:rtl/>
          <w:lang w:bidi="fa-IR"/>
        </w:rPr>
        <w:t>2-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فرزانگان، ص 478.</w:t>
      </w:r>
    </w:p>
    <w:p w:rsidR="00AE3A06" w:rsidRDefault="00AE3A06" w:rsidP="003C471E">
      <w:pPr>
        <w:pStyle w:val="libFootnote0"/>
        <w:rPr>
          <w:rtl/>
          <w:lang w:bidi="fa-IR"/>
        </w:rPr>
      </w:pPr>
      <w:r>
        <w:rPr>
          <w:rtl/>
          <w:lang w:bidi="fa-IR"/>
        </w:rPr>
        <w:t>3-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فرزانگان، ص 479.</w:t>
      </w:r>
    </w:p>
    <w:p w:rsidR="00AE3A06" w:rsidRDefault="003C471E" w:rsidP="003C471E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E3A06">
        <w:rPr>
          <w:rFonts w:hint="eastAsia"/>
          <w:rtl/>
          <w:lang w:bidi="fa-IR"/>
        </w:rPr>
        <w:lastRenderedPageBreak/>
        <w:t>س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دابوالحسن</w:t>
      </w:r>
      <w:r w:rsidR="00AE3A06">
        <w:rPr>
          <w:rtl/>
          <w:lang w:bidi="fa-IR"/>
        </w:rPr>
        <w:t xml:space="preserve"> اصفهان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</w:t>
      </w:r>
      <w:r w:rsidRPr="003C471E">
        <w:rPr>
          <w:rStyle w:val="libAlaemChar"/>
          <w:rtl/>
        </w:rPr>
        <w:t>رحمه‌الله</w:t>
      </w:r>
      <w:r w:rsidRPr="005100D5">
        <w:rPr>
          <w:rFonts w:ascii="Traditional Arabic" w:hAnsi="Traditional Arabic" w:cs="Traditional Arabic"/>
          <w:shd w:val="clear" w:color="auto" w:fill="FFFFFF"/>
          <w:rtl/>
        </w:rPr>
        <w:t xml:space="preserve"> </w:t>
      </w:r>
      <w:r w:rsidR="00AE3A06">
        <w:rPr>
          <w:rtl/>
          <w:lang w:bidi="fa-IR"/>
        </w:rPr>
        <w:t>و همچن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ن،</w:t>
      </w:r>
      <w:r w:rsidR="00AE3A06">
        <w:rPr>
          <w:rtl/>
          <w:lang w:bidi="fa-IR"/>
        </w:rPr>
        <w:t xml:space="preserve"> بر کتاب عروه الوثق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حاش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ه</w:t>
      </w:r>
      <w:r w:rsidR="00AE3A06">
        <w:rPr>
          <w:rtl/>
          <w:lang w:bidi="fa-IR"/>
        </w:rPr>
        <w:t xml:space="preserve"> داشتند و با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نکه</w:t>
      </w:r>
      <w:r w:rsidR="00AE3A06">
        <w:rPr>
          <w:rtl/>
          <w:lang w:bidi="fa-IR"/>
        </w:rPr>
        <w:t xml:space="preserve"> آن وقتها ما به منزل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شان</w:t>
      </w:r>
      <w:r w:rsidR="00AE3A06">
        <w:rPr>
          <w:rtl/>
          <w:lang w:bidi="fa-IR"/>
        </w:rPr>
        <w:t xml:space="preserve"> ز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اد</w:t>
      </w:r>
      <w:r w:rsidR="00AE3A06">
        <w:rPr>
          <w:rtl/>
          <w:lang w:bidi="fa-IR"/>
        </w:rPr>
        <w:t xml:space="preserve"> رفت وآمد داشت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م</w:t>
      </w:r>
      <w:r w:rsidR="00AE3A06">
        <w:rPr>
          <w:rtl/>
          <w:lang w:bidi="fa-IR"/>
        </w:rPr>
        <w:t xml:space="preserve"> و از شاگردان و دوستان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شان</w:t>
      </w:r>
      <w:r w:rsidR="00AE3A06">
        <w:rPr>
          <w:rtl/>
          <w:lang w:bidi="fa-IR"/>
        </w:rPr>
        <w:t xml:space="preserve"> بود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م،</w:t>
      </w:r>
      <w:r w:rsidR="00AE3A06">
        <w:rPr>
          <w:rtl/>
          <w:lang w:bidi="fa-IR"/>
        </w:rPr>
        <w:t xml:space="preserve"> نفهم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ده</w:t>
      </w:r>
      <w:r w:rsidR="00AE3A06">
        <w:rPr>
          <w:rtl/>
          <w:lang w:bidi="fa-IR"/>
        </w:rPr>
        <w:t xml:space="preserve"> بود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م</w:t>
      </w:r>
      <w:r w:rsidR="00AE3A06">
        <w:rPr>
          <w:rtl/>
          <w:lang w:bidi="fa-IR"/>
        </w:rPr>
        <w:t xml:space="preserve"> که امام بر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دو کتاب حاش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ه</w:t>
      </w:r>
      <w:r w:rsidR="00AE3A06">
        <w:rPr>
          <w:rtl/>
          <w:lang w:bidi="fa-IR"/>
        </w:rPr>
        <w:t xml:space="preserve"> دارند.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نها</w:t>
      </w:r>
      <w:r w:rsidR="00AE3A06">
        <w:rPr>
          <w:rtl/>
          <w:lang w:bidi="fa-IR"/>
        </w:rPr>
        <w:t xml:space="preserve"> از نظر خصوص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ات</w:t>
      </w:r>
      <w:r w:rsidR="00AE3A06">
        <w:rPr>
          <w:rtl/>
          <w:lang w:bidi="fa-IR"/>
        </w:rPr>
        <w:t xml:space="preserve"> کس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که ب</w:t>
      </w:r>
      <w:r w:rsidR="00AE3A06">
        <w:rPr>
          <w:rFonts w:hint="eastAsia"/>
          <w:rtl/>
          <w:lang w:bidi="fa-IR"/>
        </w:rPr>
        <w:t>خواهد</w:t>
      </w:r>
      <w:r w:rsidR="00AE3A06">
        <w:rPr>
          <w:rtl/>
          <w:lang w:bidi="fa-IR"/>
        </w:rPr>
        <w:t xml:space="preserve"> مرجع بشود، دخ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ل</w:t>
      </w:r>
      <w:r w:rsidR="00AE3A06">
        <w:rPr>
          <w:rtl/>
          <w:lang w:bidi="fa-IR"/>
        </w:rPr>
        <w:t xml:space="preserve"> است؛ 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عن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اگر کس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خواستار مرجع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ت</w:t>
      </w:r>
      <w:r w:rsidR="00AE3A06">
        <w:rPr>
          <w:rtl/>
          <w:lang w:bidi="fa-IR"/>
        </w:rPr>
        <w:t xml:space="preserve"> باشد، حداقل به دوستان نزد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کش</w:t>
      </w:r>
      <w:r w:rsidR="00AE3A06">
        <w:rPr>
          <w:rtl/>
          <w:lang w:bidi="fa-IR"/>
        </w:rPr>
        <w:t xml:space="preserve">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>فهماند که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چن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کتاب</w:t>
      </w:r>
      <w:r>
        <w:rPr>
          <w:rFonts w:hint="cs"/>
          <w:rtl/>
          <w:lang w:bidi="fa-IR"/>
        </w:rPr>
        <w:t xml:space="preserve"> </w:t>
      </w:r>
      <w:r w:rsidR="00AE3A06">
        <w:rPr>
          <w:rtl/>
          <w:lang w:bidi="fa-IR"/>
        </w:rPr>
        <w:t>ها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فقه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را نوشته است، ول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امام حت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به ما هم ابراز نکرده بود که ما بفهم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م</w:t>
      </w:r>
      <w:r w:rsidR="00AE3A06">
        <w:rPr>
          <w:rtl/>
          <w:lang w:bidi="fa-IR"/>
        </w:rPr>
        <w:t>. لذا ما حت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گاه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مسئله</w:t>
      </w:r>
      <w:r>
        <w:rPr>
          <w:rFonts w:hint="cs"/>
          <w:rtl/>
          <w:lang w:bidi="fa-IR"/>
        </w:rPr>
        <w:t xml:space="preserve"> </w:t>
      </w:r>
      <w:r w:rsidR="00AE3A06">
        <w:rPr>
          <w:rtl/>
          <w:lang w:bidi="fa-IR"/>
        </w:rPr>
        <w:t>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از امام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>پرس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م</w:t>
      </w:r>
      <w:r w:rsidR="00AE3A06">
        <w:rPr>
          <w:rtl/>
          <w:lang w:bidi="fa-IR"/>
        </w:rPr>
        <w:t xml:space="preserve"> و فتوا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خود امام را هم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خواست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م</w:t>
      </w:r>
      <w:r w:rsidR="00AE3A06">
        <w:rPr>
          <w:rtl/>
          <w:lang w:bidi="fa-IR"/>
        </w:rPr>
        <w:t>.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شان</w:t>
      </w:r>
      <w:r w:rsidR="00AE3A06">
        <w:rPr>
          <w:rtl/>
          <w:lang w:bidi="fa-IR"/>
        </w:rPr>
        <w:t xml:space="preserve"> فتوا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خودش را نقل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>کرد، اما نم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فرمود در حاش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ه</w:t>
      </w:r>
      <w:r w:rsidR="00AE3A06">
        <w:rPr>
          <w:rtl/>
          <w:lang w:bidi="fa-IR"/>
        </w:rPr>
        <w:t xml:space="preserve"> بر عروه 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</w:t>
      </w:r>
      <w:r w:rsidR="00AE3A06">
        <w:rPr>
          <w:rtl/>
          <w:lang w:bidi="fa-IR"/>
        </w:rPr>
        <w:t xml:space="preserve"> حاش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ه</w:t>
      </w:r>
      <w:r w:rsidR="00AE3A06">
        <w:rPr>
          <w:rtl/>
          <w:lang w:bidi="fa-IR"/>
        </w:rPr>
        <w:t xml:space="preserve"> بر تحر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ر</w:t>
      </w:r>
      <w:r w:rsidR="00AE3A06">
        <w:rPr>
          <w:rtl/>
          <w:lang w:bidi="fa-IR"/>
        </w:rPr>
        <w:t xml:space="preserve"> الوس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له</w:t>
      </w:r>
      <w:r w:rsidR="00AE3A06">
        <w:rPr>
          <w:rtl/>
          <w:lang w:bidi="fa-IR"/>
        </w:rPr>
        <w:t xml:space="preserve">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طور نوشته ام».</w:t>
      </w:r>
      <w:r w:rsidR="00AE3A06" w:rsidRPr="003C471E">
        <w:rPr>
          <w:rStyle w:val="libFootnotenumChar"/>
          <w:rtl/>
        </w:rPr>
        <w:t>(1)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حجت</w:t>
      </w:r>
      <w:r>
        <w:rPr>
          <w:rtl/>
          <w:lang w:bidi="fa-IR"/>
        </w:rPr>
        <w:t xml:space="preserve"> الاسلام انصار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هنوز آن طور که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ات،</w:t>
      </w:r>
      <w:r>
        <w:rPr>
          <w:rtl/>
          <w:lang w:bidi="fa-IR"/>
        </w:rPr>
        <w:t xml:space="preserve"> عرفان و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امام کار نشده است. علت آن امر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بزرگوار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تقوا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بود که اجازه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دادند درباره مسائل عرفان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نوشته شود و همواره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گفتند: «من 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 در جامعه ندارم».</w:t>
      </w:r>
      <w:r w:rsidRPr="003C471E">
        <w:rPr>
          <w:rStyle w:val="libFootnotenumChar"/>
          <w:rtl/>
        </w:rPr>
        <w:t>(2)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3C471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کتابها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دمحمدباقر</w:t>
      </w:r>
      <w:r>
        <w:rPr>
          <w:rtl/>
          <w:lang w:bidi="fa-IR"/>
        </w:rPr>
        <w:t xml:space="preserve"> صدر، اقتصادنا نام دارد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نخست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چاپ شد. شهرت کم سابقه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و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سنده</w:t>
      </w:r>
      <w:r>
        <w:rPr>
          <w:rtl/>
          <w:lang w:bidi="fa-IR"/>
        </w:rPr>
        <w:t xml:space="preserve"> آن موجب شد ناشر، عکس کوچک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همراه با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نامه مختصر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صدر، پشت جلد کتاب چاپ کند تا خوانندگان</w:t>
      </w:r>
    </w:p>
    <w:p w:rsidR="00AE3A06" w:rsidRPr="003C471E" w:rsidRDefault="003C471E" w:rsidP="003C471E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</w:t>
      </w:r>
    </w:p>
    <w:p w:rsidR="00AE3A06" w:rsidRDefault="00AE3A06" w:rsidP="003C471E">
      <w:pPr>
        <w:pStyle w:val="libFootnote0"/>
        <w:rPr>
          <w:rtl/>
          <w:lang w:bidi="fa-IR"/>
        </w:rPr>
      </w:pPr>
      <w:r>
        <w:rPr>
          <w:rtl/>
          <w:lang w:bidi="fa-IR"/>
        </w:rPr>
        <w:t>1- سرگذشت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از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رحمه الله، 1366، چ 7، ج3، ص 37؛ برداشت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امام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رحمه الله، ج 3، ص 212.</w:t>
      </w:r>
    </w:p>
    <w:p w:rsidR="003C471E" w:rsidRDefault="00AE3A06" w:rsidP="003C471E">
      <w:pPr>
        <w:pStyle w:val="libFootnote0"/>
        <w:rPr>
          <w:rtl/>
          <w:lang w:bidi="fa-IR"/>
        </w:rPr>
      </w:pPr>
      <w:r>
        <w:rPr>
          <w:rtl/>
          <w:lang w:bidi="fa-IR"/>
        </w:rPr>
        <w:t>2- برداشت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امام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رحمه الله، ج3، ص233.</w:t>
      </w:r>
    </w:p>
    <w:p w:rsidR="00AE3A06" w:rsidRDefault="003C471E" w:rsidP="003C471E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کتاب</w:t>
      </w:r>
      <w:r>
        <w:rPr>
          <w:rtl/>
          <w:lang w:bidi="fa-IR"/>
        </w:rPr>
        <w:t xml:space="preserve"> با محقق و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سنده</w:t>
      </w:r>
      <w:r>
        <w:rPr>
          <w:rtl/>
          <w:lang w:bidi="fa-IR"/>
        </w:rPr>
        <w:t xml:space="preserve"> فرزانه آن آشنا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اندک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کنند.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جلد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به دست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صدر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چشمش به عکس و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نامه اش افتاد، با ناراحت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نارضا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کتاب را به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گذاشت و رنگ چهره اش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کرد.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3C471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طلبه</w:t>
      </w:r>
      <w:r w:rsidR="003C471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در حضور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صدر بودند، پنداشتند چاپ کتاب رضا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استاد را جلب کرده است،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آنان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چهره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گفت: استاد! مثل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ناراحت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چه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موجب آزردگ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شد؟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صدر با ناراحت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«به قاسم رجب (کتابفروش) بگ</w:t>
      </w:r>
      <w:r>
        <w:rPr>
          <w:rFonts w:hint="eastAsia"/>
          <w:rtl/>
          <w:lang w:bidi="fa-IR"/>
        </w:rPr>
        <w:t>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کتاب را بدون جلد بفروشد!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عکس و حرف</w:t>
      </w:r>
      <w:r w:rsidR="003C471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 را در پشت جلد کتاب چاپ کرده است؟ مگر من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کسب شهرت کتاب م</w:t>
      </w:r>
      <w:r>
        <w:rPr>
          <w:rFonts w:hint="cs"/>
          <w:rtl/>
          <w:lang w:bidi="fa-IR"/>
        </w:rPr>
        <w:t>ی</w:t>
      </w:r>
      <w:r w:rsidR="003C471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</w:t>
      </w:r>
      <w:r>
        <w:rPr>
          <w:rtl/>
          <w:lang w:bidi="fa-IR"/>
        </w:rPr>
        <w:t xml:space="preserve"> که در پشت جلد آن، خودم را به مردم بشناسانم.» آن گاه پس از لحظه</w:t>
      </w:r>
      <w:r w:rsidR="003C471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سکوت افزود: «من هرچه م</w:t>
      </w:r>
      <w:r>
        <w:rPr>
          <w:rFonts w:hint="cs"/>
          <w:rtl/>
          <w:lang w:bidi="fa-IR"/>
        </w:rPr>
        <w:t>ی</w:t>
      </w:r>
      <w:r w:rsidR="003C471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خدا، ضرورت جامعه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متعلق به مرجع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حوزه 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نجف است، نه کار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اگر مسئول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مطالب کتاب نبود، از چاپ اسم خودم در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کتاب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صرف نظر م</w:t>
      </w:r>
      <w:r>
        <w:rPr>
          <w:rFonts w:hint="cs"/>
          <w:rtl/>
          <w:lang w:bidi="fa-IR"/>
        </w:rPr>
        <w:t>ی</w:t>
      </w:r>
      <w:r w:rsidR="003C471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کردم. از اول هم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خواستم آثارم به اسم «جماعه العلماء»</w:t>
      </w:r>
      <w:r w:rsidRPr="003C471E">
        <w:rPr>
          <w:rStyle w:val="libFootnotenumChar"/>
          <w:rtl/>
        </w:rPr>
        <w:t>(1)</w:t>
      </w:r>
      <w:r>
        <w:rPr>
          <w:rtl/>
          <w:lang w:bidi="fa-IR"/>
        </w:rPr>
        <w:t xml:space="preserve"> چاپ شود،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نشد... .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حال، چاپ عکس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وگراف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در پشت جلد کتاب، ک</w:t>
      </w:r>
      <w:r>
        <w:rPr>
          <w:rFonts w:hint="eastAsia"/>
          <w:rtl/>
          <w:lang w:bidi="fa-IR"/>
        </w:rPr>
        <w:t>املاً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 و عبث است».</w:t>
      </w:r>
      <w:r w:rsidRPr="003C471E">
        <w:rPr>
          <w:rStyle w:val="libFootnotenumChar"/>
          <w:rtl/>
        </w:rPr>
        <w:t>(2)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3C471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آقا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دمحمد</w:t>
      </w:r>
      <w:r>
        <w:rPr>
          <w:rtl/>
          <w:lang w:bidi="fa-IR"/>
        </w:rPr>
        <w:t xml:space="preserve"> حجت، درباره مدرس فروتن حاج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رضا مدرس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م</w:t>
      </w:r>
      <w:r>
        <w:rPr>
          <w:rFonts w:hint="cs"/>
          <w:rtl/>
          <w:lang w:bidi="fa-IR"/>
        </w:rPr>
        <w:t>ی</w:t>
      </w:r>
      <w:r w:rsidR="003C471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 xml:space="preserve">کند: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بزرگوار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که از</w:t>
      </w:r>
    </w:p>
    <w:p w:rsidR="00AE3A06" w:rsidRPr="003C471E" w:rsidRDefault="003C471E" w:rsidP="003C471E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___________________________________________</w:t>
      </w:r>
    </w:p>
    <w:p w:rsidR="00AE3A06" w:rsidRDefault="00AE3A06" w:rsidP="003C471E">
      <w:pPr>
        <w:pStyle w:val="libFootnote0"/>
        <w:rPr>
          <w:rtl/>
          <w:lang w:bidi="fa-IR"/>
        </w:rPr>
      </w:pPr>
      <w:r>
        <w:rPr>
          <w:rtl/>
          <w:lang w:bidi="fa-IR"/>
        </w:rPr>
        <w:lastRenderedPageBreak/>
        <w:t>1- جماعه العلماء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النجف، نام تشکل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عالمان نجف اشرف بود که در برابر حوادث حکومت وقت عراق در سال 1958م. تشک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شد. هدف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جماعت، عرضه برنامه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اجتماع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اقتصاد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مکتب اسلام و هماهنگ با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انسان معاصر بود.</w:t>
      </w:r>
    </w:p>
    <w:p w:rsidR="00AE3A06" w:rsidRDefault="00AE3A06" w:rsidP="003C471E">
      <w:pPr>
        <w:pStyle w:val="libFootnote0"/>
        <w:rPr>
          <w:rtl/>
          <w:lang w:bidi="fa-IR"/>
        </w:rPr>
      </w:pPr>
      <w:r>
        <w:rPr>
          <w:rtl/>
          <w:lang w:bidi="fa-IR"/>
        </w:rPr>
        <w:t>2- مصطف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زاده،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با ابرار (شه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صدر)، قم، سازمان تبل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غات</w:t>
      </w:r>
      <w:r>
        <w:rPr>
          <w:rtl/>
          <w:lang w:bidi="fa-IR"/>
        </w:rPr>
        <w:t xml:space="preserve"> اسلام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1372، چ 1، صص 49 _ 51.</w:t>
      </w:r>
    </w:p>
    <w:p w:rsidR="00AE3A06" w:rsidRDefault="003C471E" w:rsidP="003C471E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E3A06">
        <w:rPr>
          <w:rFonts w:hint="eastAsia"/>
          <w:rtl/>
          <w:lang w:bidi="fa-IR"/>
        </w:rPr>
        <w:lastRenderedPageBreak/>
        <w:t>تظاهر</w:t>
      </w:r>
      <w:r w:rsidR="00AE3A06">
        <w:rPr>
          <w:rtl/>
          <w:lang w:bidi="fa-IR"/>
        </w:rPr>
        <w:t xml:space="preserve"> و خودنما</w:t>
      </w:r>
      <w:r w:rsidR="00AE3A06">
        <w:rPr>
          <w:rFonts w:hint="cs"/>
          <w:rtl/>
          <w:lang w:bidi="fa-IR"/>
        </w:rPr>
        <w:t>یی</w:t>
      </w:r>
      <w:r w:rsidR="00AE3A06">
        <w:rPr>
          <w:rtl/>
          <w:lang w:bidi="fa-IR"/>
        </w:rPr>
        <w:t xml:space="preserve"> م</w:t>
      </w:r>
      <w:r w:rsidR="00AE3A06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AE3A06">
        <w:rPr>
          <w:rtl/>
          <w:lang w:bidi="fa-IR"/>
        </w:rPr>
        <w:t>گر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خت</w:t>
      </w:r>
      <w:r w:rsidR="00AE3A06">
        <w:rPr>
          <w:rtl/>
          <w:lang w:bidi="fa-IR"/>
        </w:rPr>
        <w:t xml:space="preserve"> و از دوستان و 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ارانش</w:t>
      </w:r>
      <w:r w:rsidR="00AE3A06">
        <w:rPr>
          <w:rtl/>
          <w:lang w:bidi="fa-IR"/>
        </w:rPr>
        <w:t xml:space="preserve">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>خواست برا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</w:t>
      </w:r>
      <w:r w:rsidR="00AE3A06">
        <w:rPr>
          <w:rtl/>
          <w:lang w:bidi="fa-IR"/>
        </w:rPr>
        <w:t xml:space="preserve"> تبل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غ</w:t>
      </w:r>
      <w:r w:rsidR="00AE3A06">
        <w:rPr>
          <w:rtl/>
          <w:lang w:bidi="fa-IR"/>
        </w:rPr>
        <w:t xml:space="preserve"> نکنند و اجازه نم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داد جرا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</w:t>
      </w:r>
      <w:r w:rsidR="00AE3A06">
        <w:rPr>
          <w:rtl/>
          <w:lang w:bidi="fa-IR"/>
        </w:rPr>
        <w:t xml:space="preserve"> و روزنامه</w:t>
      </w:r>
      <w:r>
        <w:rPr>
          <w:rFonts w:hint="cs"/>
          <w:rtl/>
          <w:lang w:bidi="fa-IR"/>
        </w:rPr>
        <w:t xml:space="preserve"> </w:t>
      </w:r>
      <w:r w:rsidR="00AE3A06">
        <w:rPr>
          <w:rtl/>
          <w:lang w:bidi="fa-IR"/>
        </w:rPr>
        <w:t>ها عکس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از و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چاپ کنند.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شان</w:t>
      </w:r>
      <w:r w:rsidR="00AE3A06">
        <w:rPr>
          <w:rtl/>
          <w:lang w:bidi="fa-IR"/>
        </w:rPr>
        <w:t xml:space="preserve"> به اهل منبر 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ز</w:t>
      </w:r>
      <w:r w:rsidR="00AE3A06">
        <w:rPr>
          <w:rtl/>
          <w:lang w:bidi="fa-IR"/>
        </w:rPr>
        <w:t xml:space="preserve"> م</w:t>
      </w:r>
      <w:r w:rsidR="00AE3A06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AE3A06">
        <w:rPr>
          <w:rtl/>
          <w:lang w:bidi="fa-IR"/>
        </w:rPr>
        <w:t>فرمود: «راض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ستم</w:t>
      </w:r>
      <w:r w:rsidR="00AE3A06">
        <w:rPr>
          <w:rtl/>
          <w:lang w:bidi="fa-IR"/>
        </w:rPr>
        <w:t xml:space="preserve"> نام مرا بر منابر ببر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د»</w:t>
      </w:r>
      <w:r w:rsidR="00AE3A06" w:rsidRPr="003C471E">
        <w:rPr>
          <w:rStyle w:val="libFootnotenumChar"/>
          <w:rtl/>
        </w:rPr>
        <w:t>.(1)</w:t>
      </w:r>
    </w:p>
    <w:p w:rsidR="00AE3A06" w:rsidRDefault="00AE3A06" w:rsidP="003C471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نقل است مرحوم مدرس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وجود مقام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والا، مق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نبود فقط درس خارج بدهد؛ بلکه هر درس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حوزه لازم بود، تدر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کرد و دنبال کسب شهرت نبود.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اواخر عمر، کتاب معالم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طلبه</w:t>
      </w:r>
      <w:r w:rsidR="003C471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 تدر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کرد.</w:t>
      </w:r>
      <w:r w:rsidRPr="003C471E">
        <w:rPr>
          <w:rStyle w:val="libFootnotenumChar"/>
          <w:rtl/>
        </w:rPr>
        <w:t>(2)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3C471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ملاهاد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سبزوار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خانه خدا رفت.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پس از آنکه حج خود را به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برد، رهسپار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گشت و از راه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وارد بندرعباس شد و چون راهها ناامن بود، از رفتن به سبزوار منصرف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شهر کرمان اقامت کرد. سپس به مدرسه معصوم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کرمان رفت و بدون 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خود را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در آنجا ساکن شد.</w:t>
      </w:r>
    </w:p>
    <w:p w:rsidR="00AE3A06" w:rsidRDefault="00AE3A06" w:rsidP="00EF00A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مدتها در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مدرسه با خدمتکار همکار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به گونه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طلبه</w:t>
      </w:r>
      <w:r w:rsidR="003C471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 گمان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کردند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از خدمت گزاران مدرسه است.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گمنام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چندان طول نکش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رفته رفته مقام والا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استاد ارزشمند و بزرگ شناخته شد و طلبه</w:t>
      </w:r>
      <w:r w:rsidR="00EF00A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تا چند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او را خادم م</w:t>
      </w:r>
      <w:r>
        <w:rPr>
          <w:rFonts w:hint="cs"/>
          <w:rtl/>
          <w:lang w:bidi="fa-IR"/>
        </w:rPr>
        <w:t>ی</w:t>
      </w:r>
      <w:r w:rsidR="00EF00A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پنداشتند،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استاد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بلندمرتبه و متبحر در دانشها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گوناگون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افتند</w:t>
      </w:r>
      <w:r>
        <w:rPr>
          <w:rtl/>
          <w:lang w:bidi="fa-IR"/>
        </w:rPr>
        <w:t xml:space="preserve"> و گرد او حلقه زدند تا از محضرش بهره برند. ازا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رو، استاد به ناچار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آنجا ماندگار شد</w:t>
      </w:r>
      <w:r w:rsidRPr="00EF00A4">
        <w:rPr>
          <w:rStyle w:val="libFootnotenumChar"/>
          <w:rtl/>
        </w:rPr>
        <w:t>.(3)</w:t>
      </w:r>
    </w:p>
    <w:p w:rsidR="00AE3A06" w:rsidRPr="00EF00A4" w:rsidRDefault="00EF00A4" w:rsidP="00EF00A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</w:t>
      </w:r>
    </w:p>
    <w:p w:rsidR="00AE3A06" w:rsidRDefault="00AE3A06" w:rsidP="00EF00A4">
      <w:pPr>
        <w:pStyle w:val="libFootnote0"/>
        <w:rPr>
          <w:rtl/>
          <w:lang w:bidi="fa-IR"/>
        </w:rPr>
      </w:pPr>
      <w:r>
        <w:rPr>
          <w:rtl/>
          <w:lang w:bidi="fa-IR"/>
        </w:rPr>
        <w:t>1- ستارگان حرم، ج 11، ص 190.</w:t>
      </w:r>
    </w:p>
    <w:p w:rsidR="00AE3A06" w:rsidRDefault="00AE3A06" w:rsidP="00EF00A4">
      <w:pPr>
        <w:pStyle w:val="libFootnote0"/>
        <w:rPr>
          <w:rtl/>
          <w:lang w:bidi="fa-IR"/>
        </w:rPr>
      </w:pPr>
      <w:r>
        <w:rPr>
          <w:rtl/>
          <w:lang w:bidi="fa-IR"/>
        </w:rPr>
        <w:t>2- ستارگان حرم، ج 11، ص 193.</w:t>
      </w:r>
    </w:p>
    <w:p w:rsidR="00EF00A4" w:rsidRDefault="00AE3A06" w:rsidP="00EF00A4">
      <w:pPr>
        <w:pStyle w:val="libFootnote0"/>
        <w:rPr>
          <w:rtl/>
          <w:lang w:bidi="fa-IR"/>
        </w:rPr>
      </w:pPr>
      <w:r>
        <w:rPr>
          <w:rtl/>
          <w:lang w:bidi="fa-IR"/>
        </w:rPr>
        <w:t>3-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سبزوار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با ابرار (حاج ملاهاد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سبزوار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)، قم، سازمان تبل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غات</w:t>
      </w:r>
      <w:r>
        <w:rPr>
          <w:rtl/>
          <w:lang w:bidi="fa-IR"/>
        </w:rPr>
        <w:t xml:space="preserve"> اسلام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1372، چ 1، صص 17 و 18.</w:t>
      </w:r>
    </w:p>
    <w:p w:rsidR="00AE3A06" w:rsidRDefault="00EF00A4" w:rsidP="00EF00A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EF00A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درباره</w:t>
      </w:r>
      <w:r>
        <w:rPr>
          <w:rtl/>
          <w:lang w:bidi="fa-IR"/>
        </w:rPr>
        <w:t xml:space="preserve"> شهرت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دمحمدرضا</w:t>
      </w:r>
      <w:r>
        <w:rPr>
          <w:rtl/>
          <w:lang w:bidi="fa-IR"/>
        </w:rPr>
        <w:t xml:space="preserve"> گلپا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گونه نقل شده است: در پاکستان، مدرسه</w:t>
      </w:r>
      <w:r w:rsidR="00EF00A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همت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العظم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ساخته شده بود،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بده</w:t>
      </w:r>
      <w:r>
        <w:rPr>
          <w:rFonts w:hint="cs"/>
          <w:rtl/>
          <w:lang w:bidi="fa-IR"/>
        </w:rPr>
        <w:t>ی</w:t>
      </w:r>
      <w:r w:rsidR="00EF00A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بزرگوار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ساخت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مدرسه داشت، بانک، مدرسه را پس از فوت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تصرف و طلبه</w:t>
      </w:r>
      <w:r w:rsidR="00EF00A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 را از آن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کرد.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گلپا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ماجرا آگاه شد، همه قرض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العظم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پرداخت. سپس مدرسه از سلطه بانک آزاد شد. پس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ماجرا م</w:t>
      </w:r>
      <w:r>
        <w:rPr>
          <w:rFonts w:hint="cs"/>
          <w:rtl/>
          <w:lang w:bidi="fa-IR"/>
        </w:rPr>
        <w:t>ی</w:t>
      </w:r>
      <w:r w:rsidR="00EF00A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خواستند اسم مدرسه را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اسم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العظم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بود، به حوزه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گلپا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دهند که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گلپا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اجازه نداد و فرمود نام مدرسه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همان اسم قبل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؛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حک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بماند</w:t>
      </w:r>
      <w:r w:rsidRPr="00EF00A4">
        <w:rPr>
          <w:rStyle w:val="libFootnotenumChar"/>
          <w:rtl/>
        </w:rPr>
        <w:t>.(1)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EF00A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درباره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شهرت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حسن</w:t>
      </w:r>
      <w:r w:rsidR="00EF00A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طهران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EF00A4" w:rsidRPr="00EF00A4">
        <w:rPr>
          <w:rStyle w:val="libAlaemChar"/>
          <w:rtl/>
        </w:rPr>
        <w:t>رحمه‌الله</w:t>
      </w:r>
      <w:r w:rsidR="00EF00A4" w:rsidRPr="005100D5">
        <w:rPr>
          <w:rFonts w:ascii="Traditional Arabic" w:hAnsi="Traditional Arabic" w:cs="Traditional Arabic"/>
          <w:shd w:val="clear" w:color="auto" w:fill="FFFFFF"/>
          <w:rtl/>
        </w:rPr>
        <w:t xml:space="preserve"> </w:t>
      </w:r>
      <w:r>
        <w:rPr>
          <w:rtl/>
          <w:lang w:bidi="fa-IR"/>
        </w:rPr>
        <w:t>است،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مبلغ قابل توجه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پول به من داد و فرمود: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پول را به در فلان خانه ببر و به صاحب خانه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افراد محترم است، تحو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بده. من پول را گرفتم و و</w:t>
      </w:r>
      <w:r>
        <w:rPr>
          <w:rFonts w:hint="eastAsia"/>
          <w:rtl/>
          <w:lang w:bidi="fa-IR"/>
        </w:rPr>
        <w:t>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آن شخص مورد نظر تحو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دادم، گفت: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پول من تمام شد و من ناراحت بودم که چه کنم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کس از حال من باخبر نبود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شما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ساعت آمد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پول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آورد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خداوندا!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طهران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امرز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 w:rsidR="00EF00A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به من لطف کند و احوال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من بپرسد،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نکرد! من با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خواستم به او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پول را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فرستاده،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سفارش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افتادم که تأک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کرده بود، نام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نبرم.</w:t>
      </w:r>
      <w:r w:rsidRPr="00EF00A4">
        <w:rPr>
          <w:rStyle w:val="libFootnotenumChar"/>
          <w:rtl/>
        </w:rPr>
        <w:t>(2)</w:t>
      </w:r>
    </w:p>
    <w:p w:rsidR="00AE3A06" w:rsidRPr="00EF00A4" w:rsidRDefault="00EF00A4" w:rsidP="00EF00A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</w:t>
      </w:r>
    </w:p>
    <w:p w:rsidR="00AE3A06" w:rsidRDefault="00AE3A06" w:rsidP="00EF00A4">
      <w:pPr>
        <w:pStyle w:val="libFootnote0"/>
        <w:rPr>
          <w:rtl/>
          <w:lang w:bidi="fa-IR"/>
        </w:rPr>
      </w:pPr>
      <w:r>
        <w:rPr>
          <w:rtl/>
          <w:lang w:bidi="fa-IR"/>
        </w:rPr>
        <w:t>1- نور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ملکوت، ص 157.</w:t>
      </w:r>
    </w:p>
    <w:p w:rsidR="00AE3A06" w:rsidRDefault="00AE3A06" w:rsidP="00EF00A4">
      <w:pPr>
        <w:pStyle w:val="libFootnote0"/>
        <w:rPr>
          <w:rtl/>
          <w:lang w:bidi="fa-IR"/>
        </w:rPr>
      </w:pPr>
      <w:r>
        <w:rPr>
          <w:rtl/>
          <w:lang w:bidi="fa-IR"/>
        </w:rPr>
        <w:lastRenderedPageBreak/>
        <w:t>2- نک: قصه ها و خاطره ها، ص 85، (قصص و خواطر، ص 81).</w:t>
      </w:r>
    </w:p>
    <w:p w:rsidR="00AE3A06" w:rsidRDefault="00EF00A4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EF00A4">
      <w:pPr>
        <w:pStyle w:val="Heading2"/>
        <w:rPr>
          <w:rtl/>
          <w:lang w:bidi="fa-IR"/>
        </w:rPr>
      </w:pPr>
      <w:bookmarkStart w:id="62" w:name="_Toc523832822"/>
      <w:r>
        <w:rPr>
          <w:rFonts w:hint="eastAsia"/>
          <w:rtl/>
          <w:lang w:bidi="fa-IR"/>
        </w:rPr>
        <w:t>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سته</w:t>
      </w:r>
      <w:r>
        <w:rPr>
          <w:rtl/>
          <w:lang w:bidi="fa-IR"/>
        </w:rPr>
        <w:t xml:space="preserve"> سالار</w:t>
      </w:r>
      <w:r>
        <w:rPr>
          <w:rFonts w:hint="cs"/>
          <w:rtl/>
          <w:lang w:bidi="fa-IR"/>
        </w:rPr>
        <w:t>ی</w:t>
      </w:r>
      <w:bookmarkEnd w:id="62"/>
    </w:p>
    <w:p w:rsidR="00AE3A06" w:rsidRDefault="00AE3A06" w:rsidP="00EF00A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نقل</w:t>
      </w:r>
      <w:r>
        <w:rPr>
          <w:rtl/>
          <w:lang w:bidi="fa-IR"/>
        </w:rPr>
        <w:t xml:space="preserve"> است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رفت،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عالمان و مؤمنان، از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عادل،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دمحمد</w:t>
      </w:r>
      <w:r>
        <w:rPr>
          <w:rtl/>
          <w:lang w:bidi="fa-IR"/>
        </w:rPr>
        <w:t xml:space="preserve"> فشارک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شاگردان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بود، خواستند مرجع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بپذ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 پاسخ فرمود: «من خودم را به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شناسم که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منصب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ستم؛</w:t>
      </w:r>
      <w:r>
        <w:rPr>
          <w:rtl/>
          <w:lang w:bidi="fa-IR"/>
        </w:rPr>
        <w:t xml:space="preserve"> چون منصب مرجع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زعامت به </w:t>
      </w:r>
      <w:r>
        <w:rPr>
          <w:rFonts w:hint="eastAsia"/>
          <w:rtl/>
          <w:lang w:bidi="fa-IR"/>
        </w:rPr>
        <w:t>جز</w:t>
      </w:r>
      <w:r>
        <w:rPr>
          <w:rtl/>
          <w:lang w:bidi="fa-IR"/>
        </w:rPr>
        <w:t xml:space="preserve"> علم فقه، احت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اج</w:t>
      </w:r>
      <w:r>
        <w:rPr>
          <w:rtl/>
          <w:lang w:bidi="fa-IR"/>
        </w:rPr>
        <w:t xml:space="preserve"> به امور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چون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شناخت موضع</w:t>
      </w:r>
      <w:r w:rsidR="00EF00A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درست دارد،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انسان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رقاطع</w:t>
      </w:r>
      <w:r>
        <w:rPr>
          <w:rtl/>
          <w:lang w:bidi="fa-IR"/>
        </w:rPr>
        <w:t xml:space="preserve"> و مردد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هستم و اگر بپذ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رم،</w:t>
      </w:r>
      <w:r>
        <w:rPr>
          <w:rtl/>
          <w:lang w:bidi="fa-IR"/>
        </w:rPr>
        <w:t xml:space="preserve"> موجب خراب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فساد آن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گردم. من فقط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خوبم، نه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>.» ازا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رو، مردم و علما به سراغ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رزامحمدتق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به عنوان مرجع انتخاب کردند.</w:t>
      </w:r>
      <w:r w:rsidRPr="00EF00A4">
        <w:rPr>
          <w:rStyle w:val="libFootnotenumChar"/>
          <w:rtl/>
        </w:rPr>
        <w:t>(1)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EF00A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نقل</w:t>
      </w:r>
      <w:r>
        <w:rPr>
          <w:rtl/>
          <w:lang w:bidi="fa-IR"/>
        </w:rPr>
        <w:t xml:space="preserve"> است «هنگام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محدث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EF00A4" w:rsidRPr="00EF00A4">
        <w:rPr>
          <w:rStyle w:val="libAlaemChar"/>
          <w:rtl/>
        </w:rPr>
        <w:t>رحمه‌الله</w:t>
      </w:r>
      <w:r w:rsidR="00EF00A4" w:rsidRPr="005100D5">
        <w:rPr>
          <w:rFonts w:ascii="Traditional Arabic" w:hAnsi="Traditional Arabic" w:cs="Traditional Arabic"/>
          <w:shd w:val="clear" w:color="auto" w:fill="FFFFFF"/>
          <w:rtl/>
        </w:rPr>
        <w:t xml:space="preserve"> </w:t>
      </w:r>
      <w:r>
        <w:rPr>
          <w:rtl/>
          <w:lang w:bidi="fa-IR"/>
        </w:rPr>
        <w:t>در مشهد اقامت داشت، ماه رمضان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مسجد گوهرشاد منبر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رفت. آخوند ملاعباس تربت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علما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ابرار و روحان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پارسا بود، از تربت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محل اقامت خود، به مشهد آمده بود تا در ماه رمضان از منبر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استفاده ک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EF00A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ملاعباس</w:t>
      </w:r>
      <w:r>
        <w:rPr>
          <w:rtl/>
          <w:lang w:bidi="fa-IR"/>
        </w:rPr>
        <w:t xml:space="preserve"> تربت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محدث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سابقه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داشتند و با همد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بودند.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محدث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منبر، چشمش به ملاعباس م</w:t>
      </w:r>
      <w:r>
        <w:rPr>
          <w:rFonts w:hint="cs"/>
          <w:rtl/>
          <w:lang w:bidi="fa-IR"/>
        </w:rPr>
        <w:t>ی</w:t>
      </w:r>
      <w:r w:rsidR="00EF00A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افتد که در گوشه</w:t>
      </w:r>
      <w:r w:rsidR="00EF00A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مجلس نشسته و به سخنان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گوش م</w:t>
      </w:r>
      <w:r>
        <w:rPr>
          <w:rFonts w:hint="cs"/>
          <w:rtl/>
          <w:lang w:bidi="fa-IR"/>
        </w:rPr>
        <w:t>ی</w:t>
      </w:r>
      <w:r w:rsidR="00EF00A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دهد. همان وقت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softHyphen/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مردم!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آخوند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دارند،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استفاده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د»</w:t>
      </w:r>
      <w:r>
        <w:rPr>
          <w:rtl/>
          <w:lang w:bidi="fa-IR"/>
        </w:rPr>
        <w:t xml:space="preserve"> و با </w:t>
      </w:r>
      <w:r>
        <w:rPr>
          <w:rtl/>
          <w:lang w:bidi="fa-IR"/>
        </w:rPr>
        <w:lastRenderedPageBreak/>
        <w:t>[وجود] کثرت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آمده بودند و مه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استماع از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بودند، از منبر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EF00A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از آخوند م</w:t>
      </w:r>
      <w:r>
        <w:rPr>
          <w:rFonts w:hint="cs"/>
          <w:rtl/>
          <w:lang w:bidi="fa-IR"/>
        </w:rPr>
        <w:t>ی</w:t>
      </w:r>
      <w:r w:rsidR="00EF00A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خواهد</w:t>
      </w:r>
    </w:p>
    <w:p w:rsidR="00AE3A06" w:rsidRPr="00EF00A4" w:rsidRDefault="00EF00A4" w:rsidP="00EF00A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</w:t>
      </w:r>
    </w:p>
    <w:p w:rsidR="00AE3A06" w:rsidRDefault="00AE3A06" w:rsidP="00EF00A4">
      <w:pPr>
        <w:pStyle w:val="libFootnote0"/>
        <w:rPr>
          <w:rtl/>
          <w:lang w:bidi="fa-IR"/>
        </w:rPr>
      </w:pPr>
      <w:r>
        <w:rPr>
          <w:rtl/>
          <w:lang w:bidi="fa-IR"/>
        </w:rPr>
        <w:t>1- قصه ها و خاطره ها، ص 91، (قصص و خواطر، ص 298).</w:t>
      </w:r>
    </w:p>
    <w:p w:rsidR="00AE3A06" w:rsidRDefault="00EF00A4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تا</w:t>
      </w:r>
      <w:r>
        <w:rPr>
          <w:rtl/>
          <w:lang w:bidi="fa-IR"/>
        </w:rPr>
        <w:t xml:space="preserve"> آخر ماه رمضان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 حضور آن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منبر برود و در آن ماه،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خود منبر نرفت»</w:t>
      </w:r>
      <w:r w:rsidRPr="00EF00A4">
        <w:rPr>
          <w:rStyle w:val="libFootnotenumChar"/>
          <w:rtl/>
        </w:rPr>
        <w:t>.(1)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EF00A4">
      <w:pPr>
        <w:pStyle w:val="Heading2"/>
        <w:rPr>
          <w:rtl/>
          <w:lang w:bidi="fa-IR"/>
        </w:rPr>
      </w:pPr>
      <w:bookmarkStart w:id="63" w:name="_Toc523832823"/>
      <w:r>
        <w:rPr>
          <w:rFonts w:hint="eastAsia"/>
          <w:rtl/>
          <w:lang w:bidi="fa-IR"/>
        </w:rPr>
        <w:t>حفظ</w:t>
      </w:r>
      <w:r>
        <w:rPr>
          <w:rtl/>
          <w:lang w:bidi="fa-IR"/>
        </w:rPr>
        <w:t xml:space="preserve"> آبرو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مخالفان</w:t>
      </w:r>
      <w:bookmarkEnd w:id="63"/>
    </w:p>
    <w:p w:rsidR="00AE3A06" w:rsidRDefault="00AE3A06" w:rsidP="00EF00A4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عالمان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من پانزده ساله بودم که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تابستان با پدرم و تعداد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عالمان، به همراه مرجع بزرگ عصر،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دابوالحسن</w:t>
      </w:r>
      <w:r>
        <w:rPr>
          <w:rtl/>
          <w:lang w:bidi="fa-IR"/>
        </w:rPr>
        <w:t xml:space="preserve"> اصفهان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ساحل رود فرات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دستور داد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سه</w:t>
      </w:r>
      <w:r w:rsidR="00EF00A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و سنگ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به محضر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اورند،</w:t>
      </w:r>
      <w:r>
        <w:rPr>
          <w:rtl/>
          <w:lang w:bidi="fa-IR"/>
        </w:rPr>
        <w:t xml:space="preserve"> سپس درِ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را گشود، کاغذها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آورد، آنها را پاره کرد و در آب رود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</w:t>
      </w:r>
      <w:r>
        <w:rPr>
          <w:rtl/>
          <w:lang w:bidi="fa-IR"/>
        </w:rPr>
        <w:t>. همگ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تعجب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: چرا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>!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دابوالحسن</w:t>
      </w:r>
      <w:r>
        <w:rPr>
          <w:rtl/>
          <w:lang w:bidi="fa-IR"/>
        </w:rPr>
        <w:t xml:space="preserve"> فرمود: «ا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نامه</w:t>
      </w:r>
      <w:r w:rsidR="00EF00A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 که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فرستاده و در آن به من، فحش و ناسزا نوشته اند.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را پاره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کنم و در آب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زم</w:t>
      </w:r>
      <w:r>
        <w:rPr>
          <w:rtl/>
          <w:lang w:bidi="fa-IR"/>
        </w:rPr>
        <w:t xml:space="preserve"> تا پس از مرگ من، به دست طرفداران من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فتد</w:t>
      </w:r>
      <w:r>
        <w:rPr>
          <w:rtl/>
          <w:lang w:bidi="fa-IR"/>
        </w:rPr>
        <w:t xml:space="preserve"> و آنها نتوانند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شناسا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کنند و به آنها آس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برسانند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آبرو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را 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زند»</w:t>
      </w:r>
      <w:r>
        <w:rPr>
          <w:rtl/>
          <w:lang w:bidi="fa-IR"/>
        </w:rPr>
        <w:t>.</w:t>
      </w:r>
      <w:r w:rsidRPr="00EF00A4">
        <w:rPr>
          <w:rStyle w:val="libFootnotenumChar"/>
          <w:rtl/>
        </w:rPr>
        <w:t>(2)</w:t>
      </w:r>
    </w:p>
    <w:p w:rsidR="00AE3A06" w:rsidRDefault="00EF00A4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EF00A4">
      <w:pPr>
        <w:pStyle w:val="Heading2"/>
        <w:rPr>
          <w:rtl/>
          <w:lang w:bidi="fa-IR"/>
        </w:rPr>
      </w:pPr>
      <w:bookmarkStart w:id="64" w:name="_Toc523832824"/>
      <w:r>
        <w:rPr>
          <w:rFonts w:hint="eastAsia"/>
          <w:rtl/>
          <w:lang w:bidi="fa-IR"/>
        </w:rPr>
        <w:t>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انصاف</w:t>
      </w:r>
      <w:bookmarkEnd w:id="64"/>
    </w:p>
    <w:p w:rsidR="00AE3A06" w:rsidRDefault="00AE3A06" w:rsidP="00EF00A4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محمدتق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رهبر انقلاب عراق در سال 1920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نماز و روزه است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فقط به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EF00A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سپرد که به عدالت آنها اطم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داشت.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خواست ادا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و روزه است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بسپارد. از قضا آن زمان نزد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رزامحمدتق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وجود نداشت. آن شخص با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مطلب به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پرخاش و اهانت کرد و با فحاش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ناسزاگو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محضر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آمد.</w:t>
      </w:r>
    </w:p>
    <w:p w:rsidR="00AE3A06" w:rsidRPr="00EF00A4" w:rsidRDefault="00EF00A4" w:rsidP="00EF00A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</w:t>
      </w:r>
    </w:p>
    <w:p w:rsidR="00AE3A06" w:rsidRDefault="00AE3A06" w:rsidP="00EF00A4">
      <w:pPr>
        <w:pStyle w:val="libFootnote0"/>
        <w:rPr>
          <w:rtl/>
          <w:lang w:bidi="fa-IR"/>
        </w:rPr>
      </w:pPr>
      <w:r>
        <w:rPr>
          <w:rtl/>
          <w:lang w:bidi="fa-IR"/>
        </w:rPr>
        <w:t>1-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مرد تقوا و 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لت،</w:t>
      </w:r>
      <w:r>
        <w:rPr>
          <w:rtl/>
          <w:lang w:bidi="fa-IR"/>
        </w:rPr>
        <w:t xml:space="preserve"> صص 28 و 29؛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فرزانگان، ص 153.</w:t>
      </w:r>
    </w:p>
    <w:p w:rsidR="00AE3A06" w:rsidRDefault="00AE3A06" w:rsidP="00EF00A4">
      <w:pPr>
        <w:pStyle w:val="libFootnote0"/>
        <w:rPr>
          <w:rtl/>
          <w:lang w:bidi="fa-IR"/>
        </w:rPr>
      </w:pPr>
      <w:r>
        <w:rPr>
          <w:rtl/>
          <w:lang w:bidi="fa-IR"/>
        </w:rPr>
        <w:t>2- قصه ها و خاطره ها، ص 19، (قصص و خواطر، ص 597).</w:t>
      </w:r>
    </w:p>
    <w:p w:rsidR="00AE3A06" w:rsidRDefault="00EF00A4" w:rsidP="00EF00A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E3A06">
        <w:rPr>
          <w:rFonts w:hint="eastAsia"/>
          <w:rtl/>
          <w:lang w:bidi="fa-IR"/>
        </w:rPr>
        <w:lastRenderedPageBreak/>
        <w:t>طول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نکش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</w:t>
      </w:r>
      <w:r w:rsidR="00AE3A06">
        <w:rPr>
          <w:rtl/>
          <w:lang w:bidi="fa-IR"/>
        </w:rPr>
        <w:t xml:space="preserve"> که پول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برا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ادا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نماز و روزه است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جار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به دست م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رزا</w:t>
      </w:r>
      <w:r w:rsidR="00AE3A06">
        <w:rPr>
          <w:rtl/>
          <w:lang w:bidi="fa-IR"/>
        </w:rPr>
        <w:t xml:space="preserve"> محمدتق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رس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</w:t>
      </w:r>
      <w:r w:rsidR="00AE3A06">
        <w:rPr>
          <w:rtl/>
          <w:lang w:bidi="fa-IR"/>
        </w:rPr>
        <w:t>. پس به سرعت دستور داد برا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آن شخص پول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بفرستند تا نماز و روزه به جا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آورد. من از کار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شان</w:t>
      </w:r>
      <w:r w:rsidR="00AE3A06">
        <w:rPr>
          <w:rtl/>
          <w:lang w:bidi="fa-IR"/>
        </w:rPr>
        <w:t xml:space="preserve"> تعجب کردم و گفتم: اگر شما در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کار عدالت فرد را شرط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>دان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د،</w:t>
      </w:r>
      <w:r w:rsidR="00AE3A06">
        <w:rPr>
          <w:rtl/>
          <w:lang w:bidi="fa-IR"/>
        </w:rPr>
        <w:t xml:space="preserve"> پس چرا برا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کس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که به شما فحش داده و ناسزا گفته است، پول م</w:t>
      </w:r>
      <w:r w:rsidR="00AE3A06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AE3A06">
        <w:rPr>
          <w:rtl/>
          <w:lang w:bidi="fa-IR"/>
        </w:rPr>
        <w:t>فرست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</w:t>
      </w:r>
      <w:r w:rsidR="00AE3A06">
        <w:rPr>
          <w:rtl/>
          <w:lang w:bidi="fa-IR"/>
        </w:rPr>
        <w:t xml:space="preserve"> تا نماز و روزه است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جار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به جا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آورد؟! مرحوم م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رزا</w:t>
      </w:r>
      <w:r w:rsidR="00AE3A06">
        <w:rPr>
          <w:rtl/>
          <w:lang w:bidi="fa-IR"/>
        </w:rPr>
        <w:t xml:space="preserve"> محمدتق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ش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راز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فرمود: او در آن زمان از شدت فقر به من ناسزا گفت و حرفها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او اراد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نبود. به هم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سبب، از عدالت ساقط نشده است.</w:t>
      </w:r>
      <w:r w:rsidR="00AE3A06" w:rsidRPr="00EF00A4">
        <w:rPr>
          <w:rStyle w:val="libFootnotenumChar"/>
          <w:rtl/>
        </w:rPr>
        <w:t>(1)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EF00A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فرزند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رجب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tl/>
          <w:lang w:bidi="fa-IR"/>
        </w:rPr>
        <w:t xml:space="preserve"> درباره رفتار منصفانه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کند: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رجب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مشتر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قرار گذاشته بود عبا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به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tl/>
          <w:lang w:bidi="fa-IR"/>
        </w:rPr>
        <w:t xml:space="preserve"> 35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بدوزد. دوخت عبا به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 و عبا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برد.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صاحب عبا دور شد، پدرم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به دنبال او دو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د و پنج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به او پس داد و گفت: «من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کردم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عبا فرصت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رد،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طور نبود».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EF00A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شخص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پارچه</w:t>
      </w:r>
      <w:r w:rsidR="00EF00A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نزد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رجب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tl/>
          <w:lang w:bidi="fa-IR"/>
        </w:rPr>
        <w:t xml:space="preserve"> بردم تا شلوار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بدوزد.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: چه</w:t>
      </w:r>
      <w:r w:rsidR="00EF00A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قدر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مزد بدهم؟ گفت: ده تومان. همان لحظه اجرت او را دادم.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تحو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گرفتن لباس رفتم،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دو تومان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گذاشت و گفت: «اجرتش شد هشت تومان».</w:t>
      </w:r>
      <w:r w:rsidRPr="00EF00A4">
        <w:rPr>
          <w:rStyle w:val="libFootnotenumChar"/>
          <w:rtl/>
        </w:rPr>
        <w:t>(2)</w:t>
      </w:r>
    </w:p>
    <w:p w:rsidR="00AE3A06" w:rsidRPr="00EF00A4" w:rsidRDefault="00EF00A4" w:rsidP="00EF00A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</w:t>
      </w:r>
    </w:p>
    <w:p w:rsidR="00AE3A06" w:rsidRDefault="00AE3A06" w:rsidP="00EF00A4">
      <w:pPr>
        <w:pStyle w:val="libFootnote0"/>
        <w:rPr>
          <w:rtl/>
          <w:lang w:bidi="fa-IR"/>
        </w:rPr>
      </w:pPr>
      <w:r>
        <w:rPr>
          <w:rtl/>
          <w:lang w:bidi="fa-IR"/>
        </w:rPr>
        <w:t>1- نک: قصه ها و خاطره ها، ص 77، (قصص و خواطر، ص 62</w:t>
      </w:r>
      <w:r>
        <w:rPr>
          <w:rtl/>
          <w:lang w:bidi="fa-IR"/>
        </w:rPr>
        <w:softHyphen/>
        <w:t>)</w:t>
      </w:r>
      <w:r>
        <w:rPr>
          <w:rtl/>
          <w:lang w:bidi="fa-IR"/>
        </w:rPr>
        <w:softHyphen/>
        <w:t>.</w:t>
      </w:r>
    </w:p>
    <w:p w:rsidR="00AE3A06" w:rsidRDefault="00AE3A06" w:rsidP="00EF00A4">
      <w:pPr>
        <w:pStyle w:val="libFootnote0"/>
        <w:rPr>
          <w:rtl/>
          <w:lang w:bidi="fa-IR"/>
        </w:rPr>
      </w:pPr>
      <w:r>
        <w:rPr>
          <w:rtl/>
          <w:lang w:bidi="fa-IR"/>
        </w:rPr>
        <w:t>2-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محبت، ص 40.</w:t>
      </w:r>
    </w:p>
    <w:p w:rsidR="00AE3A06" w:rsidRDefault="00EF00A4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EF00A4">
      <w:pPr>
        <w:pStyle w:val="Heading2"/>
        <w:rPr>
          <w:rtl/>
          <w:lang w:bidi="fa-IR"/>
        </w:rPr>
      </w:pPr>
      <w:bookmarkStart w:id="65" w:name="_Toc523832825"/>
      <w:r>
        <w:rPr>
          <w:rFonts w:hint="eastAsia"/>
          <w:rtl/>
          <w:lang w:bidi="fa-IR"/>
        </w:rPr>
        <w:t>وفا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عهد</w:t>
      </w:r>
      <w:bookmarkEnd w:id="65"/>
    </w:p>
    <w:p w:rsidR="00AE3A06" w:rsidRDefault="00AE3A06" w:rsidP="00EF00A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طلبه</w:t>
      </w:r>
      <w:r w:rsidR="00EF00A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نجف اشرف به محضر مرجع بزرگ،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دابوالحسن</w:t>
      </w:r>
      <w:r>
        <w:rPr>
          <w:rtl/>
          <w:lang w:bidi="fa-IR"/>
        </w:rPr>
        <w:t xml:space="preserve"> اصفهان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ازدواج کمک خواست.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آن طلبه قول داد فردا به او کمک کند. همان شب فرزند او؛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دحسن</w:t>
      </w:r>
      <w:r>
        <w:rPr>
          <w:rtl/>
          <w:lang w:bidi="fa-IR"/>
        </w:rPr>
        <w:t xml:space="preserve"> در حال نماز جماعت کشته شد.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تش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جنازه فرزند خود شرکت کرد،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مرتب به اطراف خ</w:t>
      </w:r>
      <w:r>
        <w:rPr>
          <w:rFonts w:hint="eastAsia"/>
          <w:rtl/>
          <w:lang w:bidi="fa-IR"/>
        </w:rPr>
        <w:t>ود</w:t>
      </w:r>
      <w:r>
        <w:rPr>
          <w:rtl/>
          <w:lang w:bidi="fa-IR"/>
        </w:rPr>
        <w:t xml:space="preserve"> نگاه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کرد،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دنبال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گشت و سرانجام، آن طلبه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با اشاره، او را نزد خود فراخواند. سپس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سه</w:t>
      </w:r>
      <w:r w:rsidR="00EF00A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پول به او داد. حاضران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تعجب کردند که چگونه در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آنکه دچار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شده، وعده</w:t>
      </w:r>
      <w:r w:rsidR="00EF00A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داده، فراموش ن</w:t>
      </w:r>
      <w:r>
        <w:rPr>
          <w:rFonts w:hint="eastAsia"/>
          <w:rtl/>
          <w:lang w:bidi="fa-IR"/>
        </w:rPr>
        <w:t>کرده</w:t>
      </w:r>
      <w:r>
        <w:rPr>
          <w:rtl/>
          <w:lang w:bidi="fa-IR"/>
        </w:rPr>
        <w:t xml:space="preserve"> است.</w:t>
      </w:r>
      <w:r w:rsidRPr="00EF00A4">
        <w:rPr>
          <w:rStyle w:val="libFootnotenumChar"/>
          <w:rtl/>
        </w:rPr>
        <w:t>(1)</w:t>
      </w:r>
    </w:p>
    <w:p w:rsidR="00EF00A4" w:rsidRDefault="00EF00A4" w:rsidP="00AE3A06">
      <w:pPr>
        <w:pStyle w:val="libNormal"/>
        <w:rPr>
          <w:rtl/>
          <w:lang w:bidi="fa-IR"/>
        </w:rPr>
      </w:pPr>
    </w:p>
    <w:p w:rsidR="00AE3A06" w:rsidRDefault="00AE3A06" w:rsidP="00EF00A4">
      <w:pPr>
        <w:pStyle w:val="Heading2"/>
        <w:rPr>
          <w:rtl/>
          <w:lang w:bidi="fa-IR"/>
        </w:rPr>
      </w:pPr>
      <w:bookmarkStart w:id="66" w:name="_Toc523832826"/>
      <w:r>
        <w:rPr>
          <w:rFonts w:hint="eastAsia"/>
          <w:rtl/>
          <w:lang w:bidi="fa-IR"/>
        </w:rPr>
        <w:t>تأل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قلوب</w:t>
      </w:r>
      <w:bookmarkEnd w:id="66"/>
    </w:p>
    <w:p w:rsidR="00AE3A06" w:rsidRDefault="00AE3A06" w:rsidP="000228A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(علم الهد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)، رهبر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 سرپرست حوزه 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بغداد بود.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مانند همه به طلبه</w:t>
      </w:r>
      <w:r w:rsidR="000228A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 شهر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پرداخت.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سالها قحط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تنگ دست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آمد.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همه کمک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کرد.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نزد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آمد و اظهار تنگ دست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گفت: من حاضرم به طلبه</w:t>
      </w:r>
      <w:r w:rsidR="000228A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درس نجوم بدهم و شما در مقابل، به من حقوق بده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آموزش نجوم به طلبه</w:t>
      </w:r>
      <w:r w:rsidR="000228A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 را لازم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شنهاد</w:t>
      </w:r>
      <w:r>
        <w:rPr>
          <w:rtl/>
          <w:lang w:bidi="fa-IR"/>
        </w:rPr>
        <w:t xml:space="preserve"> مرد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رد کرد،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شرط کرد که اگر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درس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معارف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شرکت کند، به او شهر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حقوق بپردازد.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</w:t>
      </w:r>
      <w:r>
        <w:rPr>
          <w:rtl/>
          <w:lang w:bidi="fa-IR"/>
        </w:rPr>
        <w:t xml:space="preserve"> و در </w:t>
      </w:r>
      <w:r>
        <w:rPr>
          <w:rFonts w:hint="eastAsia"/>
          <w:rtl/>
          <w:lang w:bidi="fa-IR"/>
        </w:rPr>
        <w:t>کلاس</w:t>
      </w:r>
      <w:r>
        <w:rPr>
          <w:rtl/>
          <w:lang w:bidi="fa-IR"/>
        </w:rPr>
        <w:t xml:space="preserve">ها شرکت کرد و اندک </w:t>
      </w:r>
      <w:r>
        <w:rPr>
          <w:rtl/>
          <w:lang w:bidi="fa-IR"/>
        </w:rPr>
        <w:lastRenderedPageBreak/>
        <w:t>اندک، افکار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او اثر گذاشت، به اسلام گرا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اسلام را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</w:t>
      </w:r>
      <w:r w:rsidRPr="000228A4">
        <w:rPr>
          <w:rStyle w:val="libFootnotenumChar"/>
          <w:rtl/>
        </w:rPr>
        <w:t>.(2)</w:t>
      </w:r>
    </w:p>
    <w:p w:rsidR="00AE3A06" w:rsidRPr="000228A4" w:rsidRDefault="000228A4" w:rsidP="000228A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</w:t>
      </w:r>
    </w:p>
    <w:p w:rsidR="00AE3A06" w:rsidRDefault="00AE3A06" w:rsidP="000228A4">
      <w:pPr>
        <w:pStyle w:val="libFootnote0"/>
        <w:rPr>
          <w:rtl/>
          <w:lang w:bidi="fa-IR"/>
        </w:rPr>
      </w:pPr>
      <w:r>
        <w:rPr>
          <w:rtl/>
          <w:lang w:bidi="fa-IR"/>
        </w:rPr>
        <w:t>1- قصه ها و خاطره ها، ص 21، (قصص و خواطر، ص 149).</w:t>
      </w:r>
    </w:p>
    <w:p w:rsidR="00AE3A06" w:rsidRDefault="00AE3A06" w:rsidP="000228A4">
      <w:pPr>
        <w:pStyle w:val="libFootnote0"/>
        <w:rPr>
          <w:rtl/>
          <w:lang w:bidi="fa-IR"/>
        </w:rPr>
      </w:pPr>
      <w:r>
        <w:rPr>
          <w:rtl/>
          <w:lang w:bidi="fa-IR"/>
        </w:rPr>
        <w:t>2- قصه ها و خاطره ها، ص 90، (قصص و خواطر، ص 461).</w:t>
      </w:r>
    </w:p>
    <w:p w:rsidR="00AE3A06" w:rsidRDefault="000228A4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0228A4">
      <w:pPr>
        <w:pStyle w:val="Heading2"/>
        <w:rPr>
          <w:rtl/>
          <w:lang w:bidi="fa-IR"/>
        </w:rPr>
      </w:pPr>
      <w:bookmarkStart w:id="67" w:name="_Toc523832827"/>
      <w:r>
        <w:rPr>
          <w:rFonts w:hint="eastAsia"/>
          <w:rtl/>
          <w:lang w:bidi="fa-IR"/>
        </w:rPr>
        <w:t>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سنت حسنه</w:t>
      </w:r>
      <w:bookmarkEnd w:id="67"/>
    </w:p>
    <w:p w:rsidR="00AE3A06" w:rsidRDefault="00AE3A06" w:rsidP="000228A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مرعش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قم ساکن شدم،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حرم مطهر حضرت معصومه</w:t>
      </w:r>
      <w:r w:rsidR="00863C5E" w:rsidRPr="00863C5E">
        <w:rPr>
          <w:rStyle w:val="libAlaemChar"/>
          <w:rtl/>
        </w:rPr>
        <w:t>عليها‌السلام</w:t>
      </w:r>
      <w:r>
        <w:rPr>
          <w:rtl/>
          <w:lang w:bidi="fa-IR"/>
        </w:rPr>
        <w:t>نماز صبح را اقامه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من تنها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بودم که از شصت سال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ساعت قبل از طلوع فجر به حرم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رفتم و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زمستان و شبها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ترک نکردم. در شب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کوچهه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پر از برف بود، همراه خودم پارو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بردم و راه را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کردم و پشت در حرم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softHyphen/>
        <w:t>نشستم تا خادم، در را باز کند. درآغاز امر، فقط من خودم تنها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خواندم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کم کم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به من اقتدا کرد. سپس اندک اندک تعداد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آمدند و جماعت آغاز شد.»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ترت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نماز</w:t>
      </w:r>
      <w:r>
        <w:rPr>
          <w:rtl/>
          <w:lang w:bidi="fa-IR"/>
        </w:rPr>
        <w:t xml:space="preserve"> جماعت تا آخر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ادامه داشت.</w:t>
      </w:r>
      <w:r w:rsidRPr="000228A4">
        <w:rPr>
          <w:rStyle w:val="libFootnotenumChar"/>
          <w:rtl/>
        </w:rPr>
        <w:t>(1)</w:t>
      </w:r>
    </w:p>
    <w:p w:rsidR="00AE3A06" w:rsidRDefault="000228A4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0228A4">
      <w:pPr>
        <w:pStyle w:val="Heading2"/>
        <w:rPr>
          <w:rtl/>
          <w:lang w:bidi="fa-IR"/>
        </w:rPr>
      </w:pPr>
      <w:bookmarkStart w:id="68" w:name="_Toc523832828"/>
      <w:r>
        <w:rPr>
          <w:rFonts w:hint="eastAsia"/>
          <w:rtl/>
          <w:lang w:bidi="fa-IR"/>
        </w:rPr>
        <w:t>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bookmarkEnd w:id="68"/>
    </w:p>
    <w:p w:rsidR="00AE3A06" w:rsidRDefault="00AE3A06" w:rsidP="000228A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حاج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محسن خراز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درباره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شان،</w:t>
      </w:r>
      <w:r>
        <w:rPr>
          <w:rtl/>
          <w:lang w:bidi="fa-IR"/>
        </w:rPr>
        <w:t xml:space="preserve"> مرب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بودنش بود.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سازنده بود. او به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مرب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بود؛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افراد را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خوب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کرد و با خدا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داد و با آن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افراد و خدا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شد، </w:t>
      </w:r>
      <w:r>
        <w:rPr>
          <w:rFonts w:hint="eastAsia"/>
          <w:rtl/>
          <w:lang w:bidi="fa-IR"/>
        </w:rPr>
        <w:t>آنها</w:t>
      </w:r>
      <w:r>
        <w:rPr>
          <w:rtl/>
          <w:lang w:bidi="fa-IR"/>
        </w:rPr>
        <w:t xml:space="preserve"> به راه م</w:t>
      </w:r>
      <w:r>
        <w:rPr>
          <w:rFonts w:hint="cs"/>
          <w:rtl/>
          <w:lang w:bidi="fa-IR"/>
        </w:rPr>
        <w:t>ی</w:t>
      </w:r>
      <w:r w:rsidR="000228A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آمدند و دگرگون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شدند. در جلسه</w:t>
      </w:r>
      <w:r w:rsidR="000228A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قشرها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گوناگون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چون عالمان، مجتهدان، تاجران، کارمندان اداره</w:t>
      </w:r>
      <w:r w:rsidR="000228A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افراد شرکت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کردند.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جلسه</w:t>
      </w:r>
      <w:r>
        <w:rPr>
          <w:rtl/>
          <w:lang w:bidi="fa-IR"/>
        </w:rPr>
        <w:softHyphen/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 آغاز مغرب، با نماز جماعت شروع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شد (نمازها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طولان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بود). سپس مقدا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بات</w:t>
      </w:r>
      <w:r>
        <w:rPr>
          <w:rtl/>
          <w:lang w:bidi="fa-IR"/>
        </w:rPr>
        <w:t xml:space="preserve"> به جا م</w:t>
      </w:r>
      <w:r>
        <w:rPr>
          <w:rFonts w:hint="cs"/>
          <w:rtl/>
          <w:lang w:bidi="fa-IR"/>
        </w:rPr>
        <w:t>ی</w:t>
      </w:r>
      <w:r w:rsidR="000228A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آورد و پس از آن، تا دو ساعت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صحبت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افراد حاضر در جلسه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تا آخر م</w:t>
      </w:r>
      <w:r>
        <w:rPr>
          <w:rFonts w:hint="cs"/>
          <w:rtl/>
          <w:lang w:bidi="fa-IR"/>
        </w:rPr>
        <w:t>ی</w:t>
      </w:r>
      <w:r w:rsidR="000228A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نشستند و با دقت به حرف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گوش م</w:t>
      </w:r>
      <w:r>
        <w:rPr>
          <w:rFonts w:hint="cs"/>
          <w:rtl/>
          <w:lang w:bidi="fa-IR"/>
        </w:rPr>
        <w:t>ی</w:t>
      </w:r>
      <w:r w:rsidR="000228A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دادند.</w:t>
      </w:r>
      <w:r w:rsidRPr="000228A4">
        <w:rPr>
          <w:rStyle w:val="libFootnotenumChar"/>
          <w:rtl/>
        </w:rPr>
        <w:t>(2)</w:t>
      </w:r>
    </w:p>
    <w:p w:rsidR="00AE3A06" w:rsidRPr="000228A4" w:rsidRDefault="000228A4" w:rsidP="000228A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AE3A06" w:rsidRDefault="00AE3A06" w:rsidP="000228A4">
      <w:pPr>
        <w:pStyle w:val="libFootnote0"/>
        <w:rPr>
          <w:rtl/>
          <w:lang w:bidi="fa-IR"/>
        </w:rPr>
      </w:pPr>
      <w:r>
        <w:rPr>
          <w:rtl/>
          <w:lang w:bidi="fa-IR"/>
        </w:rPr>
        <w:t>1- قصه ها و خاطره ها، ص 126، (قصص و خواطر، ص 218).</w:t>
      </w:r>
    </w:p>
    <w:p w:rsidR="00AE3A06" w:rsidRDefault="00AE3A06" w:rsidP="000228A4">
      <w:pPr>
        <w:pStyle w:val="libFootnote0"/>
        <w:rPr>
          <w:rtl/>
          <w:lang w:bidi="fa-IR"/>
        </w:rPr>
      </w:pPr>
      <w:r>
        <w:rPr>
          <w:rtl/>
          <w:lang w:bidi="fa-IR"/>
        </w:rPr>
        <w:t>2- قصه ها و خاطره ها، ص 109.</w:t>
      </w:r>
    </w:p>
    <w:p w:rsidR="00AE3A06" w:rsidRDefault="000228A4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0228A4">
      <w:pPr>
        <w:pStyle w:val="Heading2"/>
        <w:rPr>
          <w:rtl/>
          <w:lang w:bidi="fa-IR"/>
        </w:rPr>
      </w:pPr>
      <w:bookmarkStart w:id="69" w:name="_Toc523832829"/>
      <w:r>
        <w:rPr>
          <w:rFonts w:hint="eastAsia"/>
          <w:rtl/>
          <w:lang w:bidi="fa-IR"/>
        </w:rPr>
        <w:t>صفا</w:t>
      </w:r>
      <w:r>
        <w:rPr>
          <w:rtl/>
          <w:lang w:bidi="fa-IR"/>
        </w:rPr>
        <w:t xml:space="preserve"> و 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bookmarkEnd w:id="69"/>
    </w:p>
    <w:p w:rsidR="00AE3A06" w:rsidRDefault="00AE3A06" w:rsidP="000228A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نقل</w:t>
      </w:r>
      <w:r>
        <w:rPr>
          <w:rtl/>
          <w:lang w:bidi="fa-IR"/>
        </w:rPr>
        <w:t xml:space="preserve"> است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 عالم بزرگ؛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رداماد</w:t>
      </w:r>
      <w:r>
        <w:rPr>
          <w:rtl/>
          <w:lang w:bidi="fa-IR"/>
        </w:rPr>
        <w:t xml:space="preserve"> همراه شاه عباس صفو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سفر تفر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شکار از شهر خارج شدند.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رداماد</w:t>
      </w:r>
      <w:r>
        <w:rPr>
          <w:rtl/>
          <w:lang w:bidi="fa-IR"/>
        </w:rPr>
        <w:t xml:space="preserve"> چاق بود و اسب او با کند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حرکت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کرد،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لاغر بود و اسب او با سرعت و چابک راه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رفت. شاه عباس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گرفت ارادت قلب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ن دو عالم را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بسنجد. ازا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رو، نزد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رداماد</w:t>
      </w:r>
      <w:r>
        <w:rPr>
          <w:rtl/>
          <w:lang w:bidi="fa-IR"/>
        </w:rPr>
        <w:t xml:space="preserve"> رفت و گفت: اسب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را نگاه کن!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درست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اسب خود را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طرف و آن طرف براند. عالم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سنگ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باوقار باشد.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رداماد</w:t>
      </w:r>
      <w:r>
        <w:rPr>
          <w:rtl/>
          <w:lang w:bidi="fa-IR"/>
        </w:rPr>
        <w:t xml:space="preserve"> در پاسخ گفت: حرف شما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است،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چون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داند چه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آن سوا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شده است، از شدت خوشحال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پوستش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گنجد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طرف و آن طرف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رود. پس از چند لحظه، شاه عباس خود را به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رساند و گفت: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درست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عالم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قدر چاق باشد که اسب نتواند او را جا به جا کند.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گفت: بله چاق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خوب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سنگ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رداماد</w:t>
      </w:r>
      <w:r>
        <w:rPr>
          <w:rtl/>
          <w:lang w:bidi="fa-IR"/>
        </w:rPr>
        <w:t xml:space="preserve"> است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اسب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او را حمل کند.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شاه</w:t>
      </w:r>
      <w:r>
        <w:rPr>
          <w:rtl/>
          <w:lang w:bidi="fa-IR"/>
        </w:rPr>
        <w:t xml:space="preserve"> با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از اسب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آمد و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دو دانشمند عصر او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صفا و برادر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دارند، سجده شکر به جا آورد</w:t>
      </w:r>
      <w:r w:rsidRPr="000228A4">
        <w:rPr>
          <w:rStyle w:val="libFootnotenumChar"/>
          <w:rtl/>
        </w:rPr>
        <w:t>.(1)</w:t>
      </w:r>
    </w:p>
    <w:p w:rsidR="00AE3A06" w:rsidRDefault="000228A4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0228A4">
      <w:pPr>
        <w:pStyle w:val="Heading2"/>
        <w:rPr>
          <w:rtl/>
          <w:lang w:bidi="fa-IR"/>
        </w:rPr>
      </w:pPr>
      <w:bookmarkStart w:id="70" w:name="_Toc523832830"/>
      <w:r>
        <w:rPr>
          <w:rFonts w:hint="eastAsia"/>
          <w:rtl/>
          <w:lang w:bidi="fa-IR"/>
        </w:rPr>
        <w:t>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حقوق برادر</w:t>
      </w:r>
      <w:r>
        <w:rPr>
          <w:rFonts w:hint="cs"/>
          <w:rtl/>
          <w:lang w:bidi="fa-IR"/>
        </w:rPr>
        <w:t>ی</w:t>
      </w:r>
      <w:bookmarkEnd w:id="70"/>
    </w:p>
    <w:p w:rsidR="00AE3A06" w:rsidRDefault="00AE3A06" w:rsidP="000228A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عبدالعظ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مهتر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بحران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سال 1985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وارد شهر پونا، از شهرها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هند شدم. در مسجد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ها، عربها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ها</w:t>
      </w:r>
    </w:p>
    <w:p w:rsidR="00AE3A06" w:rsidRPr="000228A4" w:rsidRDefault="000228A4" w:rsidP="000228A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AE3A06" w:rsidRDefault="00AE3A06" w:rsidP="000228A4">
      <w:pPr>
        <w:pStyle w:val="libFootnote0"/>
        <w:rPr>
          <w:rtl/>
          <w:lang w:bidi="fa-IR"/>
        </w:rPr>
      </w:pPr>
      <w:r>
        <w:rPr>
          <w:rtl/>
          <w:lang w:bidi="fa-IR"/>
        </w:rPr>
        <w:t>1- نک: قصه ها و خاطره ها، ص 43.</w:t>
      </w:r>
    </w:p>
    <w:p w:rsidR="00AE3A06" w:rsidRDefault="000228A4" w:rsidP="000228A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E3A06">
        <w:rPr>
          <w:rFonts w:hint="eastAsia"/>
          <w:rtl/>
          <w:lang w:bidi="fa-IR"/>
        </w:rPr>
        <w:lastRenderedPageBreak/>
        <w:t>نماز</w:t>
      </w:r>
      <w:r w:rsidR="00AE3A06">
        <w:rPr>
          <w:rtl/>
          <w:lang w:bidi="fa-IR"/>
        </w:rPr>
        <w:t xml:space="preserve">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>خواندند، س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هند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پ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</w:t>
      </w:r>
      <w:r w:rsidR="00AE3A06">
        <w:rPr>
          <w:rtl/>
          <w:lang w:bidi="fa-IR"/>
        </w:rPr>
        <w:t xml:space="preserve"> نماز بود. از من خواست چند روز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که به مسافرت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>رود، جا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او در مسجد نماز بخوانم و من پذ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رفتم</w:t>
      </w:r>
      <w:r w:rsidR="00AE3A06">
        <w:rPr>
          <w:rtl/>
          <w:lang w:bidi="fa-IR"/>
        </w:rPr>
        <w:t>. از قضا بس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ار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از نمازگزاران به و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ژه</w:t>
      </w:r>
      <w:r w:rsidR="00AE3A06">
        <w:rPr>
          <w:rtl/>
          <w:lang w:bidi="fa-IR"/>
        </w:rPr>
        <w:t xml:space="preserve"> 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ک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از ثروتمندان و بان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ان</w:t>
      </w:r>
      <w:r w:rsidR="00AE3A06">
        <w:rPr>
          <w:rtl/>
          <w:lang w:bidi="fa-IR"/>
        </w:rPr>
        <w:t xml:space="preserve"> مسجد از نماز و سخنران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>ها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من خوششان آمد. روز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فرد ثروتمند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به من پ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شنهاد</w:t>
      </w:r>
      <w:r w:rsidR="00AE3A06">
        <w:rPr>
          <w:rtl/>
          <w:lang w:bidi="fa-IR"/>
        </w:rPr>
        <w:t xml:space="preserve"> کرد در هند بمانم و امامت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مسجد را به عهده بگ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رم</w:t>
      </w:r>
      <w:r w:rsidR="00AE3A06">
        <w:rPr>
          <w:rtl/>
          <w:lang w:bidi="fa-IR"/>
        </w:rPr>
        <w:t xml:space="preserve"> و تعهد کرد امکانات بس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ار</w:t>
      </w:r>
      <w:r w:rsidR="00AE3A06">
        <w:rPr>
          <w:rtl/>
          <w:lang w:bidi="fa-IR"/>
        </w:rPr>
        <w:t xml:space="preserve"> خوب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مثل خانه، حقوق بالا و خدمتکار در اخت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ارم</w:t>
      </w:r>
      <w:r w:rsidR="00AE3A06">
        <w:rPr>
          <w:rtl/>
          <w:lang w:bidi="fa-IR"/>
        </w:rPr>
        <w:t xml:space="preserve"> بگذارد. من 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دم</w:t>
      </w:r>
      <w:r w:rsidR="00AE3A06">
        <w:rPr>
          <w:rtl/>
          <w:lang w:bidi="fa-IR"/>
        </w:rPr>
        <w:t xml:space="preserve"> اگر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پ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شنهاد</w:t>
      </w:r>
      <w:r w:rsidR="00AE3A06">
        <w:rPr>
          <w:rtl/>
          <w:lang w:bidi="fa-IR"/>
        </w:rPr>
        <w:t xml:space="preserve"> را بپذ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رم،</w:t>
      </w:r>
      <w:r w:rsidR="00AE3A06">
        <w:rPr>
          <w:rtl/>
          <w:lang w:bidi="fa-IR"/>
        </w:rPr>
        <w:t xml:space="preserve"> ب</w:t>
      </w:r>
      <w:r w:rsidR="00AE3A06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AE3A06">
        <w:rPr>
          <w:rtl/>
          <w:lang w:bidi="fa-IR"/>
        </w:rPr>
        <w:t>شک، آن س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</w:t>
      </w:r>
      <w:r w:rsidR="00AE3A06">
        <w:rPr>
          <w:rtl/>
          <w:lang w:bidi="fa-IR"/>
        </w:rPr>
        <w:t xml:space="preserve"> هند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با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</w:t>
      </w:r>
      <w:r w:rsidR="00AE3A06">
        <w:rPr>
          <w:rtl/>
          <w:lang w:bidi="fa-IR"/>
        </w:rPr>
        <w:t xml:space="preserve"> از آن مسجد برود و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کار نوع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کودتا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سف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</w:t>
      </w:r>
      <w:r w:rsidR="00AE3A06">
        <w:rPr>
          <w:rtl/>
          <w:lang w:bidi="fa-IR"/>
        </w:rPr>
        <w:t xml:space="preserve"> بر ضد او خواهد بود و با خود گفتم: آ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</w:t>
      </w:r>
      <w:r w:rsidR="00AE3A06">
        <w:rPr>
          <w:rtl/>
          <w:lang w:bidi="fa-IR"/>
        </w:rPr>
        <w:t xml:space="preserve"> خداوند دوست دارد چن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کار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کنم؟! سپس به مرد ثروتمند گفتم: «ا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س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</w:t>
      </w:r>
      <w:r w:rsidR="00AE3A06">
        <w:rPr>
          <w:rtl/>
          <w:lang w:bidi="fa-IR"/>
        </w:rPr>
        <w:t xml:space="preserve"> برا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شما مف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دتر</w:t>
      </w:r>
      <w:r w:rsidR="00AE3A06">
        <w:rPr>
          <w:rtl/>
          <w:lang w:bidi="fa-IR"/>
        </w:rPr>
        <w:t xml:space="preserve"> است و من چند روز مهمان او هستم».</w:t>
      </w:r>
      <w:r w:rsidR="00AE3A06" w:rsidRPr="000228A4">
        <w:rPr>
          <w:rStyle w:val="libFootnotenumChar"/>
          <w:rtl/>
        </w:rPr>
        <w:t>(1)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0228A4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تاجران بغداد به حضور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محمدحسن، صاحب جواهر آمد و مبلغ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پول را به عنوان خمس به محضر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آورد.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از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رش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پول خوددار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فرمود: «مگر در بغداد عالم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مثل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آل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شما پول را از آنجا به نجف اشرف آورده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>!»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و رفتار 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محمدحسن موجب شد مؤمنان بغداد به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آل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توجه کنند و پروانه</w:t>
      </w:r>
      <w:r w:rsidR="000228A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وار بر گرد شمع وجودش جمع شوند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درحال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صاحب جواهر، آن روز به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پولِ فراوان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داشت.</w:t>
      </w:r>
      <w:r w:rsidRPr="000228A4">
        <w:rPr>
          <w:rStyle w:val="libFootnotenumChar"/>
          <w:rtl/>
        </w:rPr>
        <w:t>(2)</w:t>
      </w:r>
    </w:p>
    <w:p w:rsidR="00AE3A06" w:rsidRDefault="000228A4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0228A4">
      <w:pPr>
        <w:pStyle w:val="Heading2"/>
        <w:rPr>
          <w:rtl/>
          <w:lang w:bidi="fa-IR"/>
        </w:rPr>
      </w:pPr>
      <w:bookmarkStart w:id="71" w:name="_Toc523832831"/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سلام کردن</w:t>
      </w:r>
      <w:bookmarkEnd w:id="71"/>
    </w:p>
    <w:p w:rsidR="00AE3A06" w:rsidRDefault="00AE3A06" w:rsidP="000228A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حجت</w:t>
      </w:r>
      <w:r>
        <w:rPr>
          <w:rtl/>
          <w:lang w:bidi="fa-IR"/>
        </w:rPr>
        <w:t xml:space="preserve"> الاسلام رح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در نجف، از کوچه</w:t>
      </w:r>
      <w:r w:rsidR="000228A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مسجد مرحوم انصار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خانه امام بود، عبور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کردم. سرم</w:t>
      </w:r>
    </w:p>
    <w:p w:rsidR="00AE3A06" w:rsidRPr="000228A4" w:rsidRDefault="000228A4" w:rsidP="000228A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</w:t>
      </w:r>
    </w:p>
    <w:p w:rsidR="00AE3A06" w:rsidRDefault="00AE3A06" w:rsidP="000228A4">
      <w:pPr>
        <w:pStyle w:val="libFootnote0"/>
        <w:rPr>
          <w:rtl/>
          <w:lang w:bidi="fa-IR"/>
        </w:rPr>
      </w:pPr>
      <w:r>
        <w:rPr>
          <w:rtl/>
          <w:lang w:bidi="fa-IR"/>
        </w:rPr>
        <w:t>1- نک: قصه ها و خاطره ها، صص 137 و 138، (قصص و خواطر، ص 390).</w:t>
      </w:r>
    </w:p>
    <w:p w:rsidR="00AE3A06" w:rsidRDefault="00AE3A06" w:rsidP="000228A4">
      <w:pPr>
        <w:pStyle w:val="libFootnote0"/>
        <w:rPr>
          <w:rtl/>
          <w:lang w:bidi="fa-IR"/>
        </w:rPr>
      </w:pPr>
      <w:r>
        <w:rPr>
          <w:rtl/>
          <w:lang w:bidi="fa-IR"/>
        </w:rPr>
        <w:t>2- نک: قصه ها و خاطره ها، ص 140، (قصص و خواطر)، ص 115.</w:t>
      </w:r>
    </w:p>
    <w:p w:rsidR="00AE3A06" w:rsidRDefault="000228A4" w:rsidP="000228A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E3A06">
        <w:rPr>
          <w:rFonts w:hint="eastAsia"/>
          <w:rtl/>
          <w:lang w:bidi="fa-IR"/>
        </w:rPr>
        <w:lastRenderedPageBreak/>
        <w:t>پا</w:t>
      </w:r>
      <w:r w:rsidR="00AE3A06">
        <w:rPr>
          <w:rFonts w:hint="cs"/>
          <w:rtl/>
          <w:lang w:bidi="fa-IR"/>
        </w:rPr>
        <w:t>یی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بود و راه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>رفتم که ناگهان احساس کردم کس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به من سلام کرد. وقت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سرم را بالا گرفتم، چشمم به س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ما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مبارک حضرت امام افتاد. در 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ک</w:t>
      </w:r>
      <w:r w:rsidR="00AE3A06">
        <w:rPr>
          <w:rtl/>
          <w:lang w:bidi="fa-IR"/>
        </w:rPr>
        <w:t xml:space="preserve"> لحظه سنگ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و فشار بس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ار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در خود احساس کردم، انگار زبانم بند آمده بود؛ ز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را</w:t>
      </w:r>
      <w:r w:rsidR="00AE3A06">
        <w:rPr>
          <w:rtl/>
          <w:lang w:bidi="fa-IR"/>
        </w:rPr>
        <w:t xml:space="preserve"> او مرجع تقل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د،</w:t>
      </w:r>
      <w:r w:rsidR="00AE3A06">
        <w:rPr>
          <w:rtl/>
          <w:lang w:bidi="fa-IR"/>
        </w:rPr>
        <w:t xml:space="preserve"> محبوب و مراد همه بود و من ناچ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ز،</w:t>
      </w:r>
      <w:r w:rsidR="00AE3A06">
        <w:rPr>
          <w:rtl/>
          <w:lang w:bidi="fa-IR"/>
        </w:rPr>
        <w:t xml:space="preserve"> بچه طلبه</w:t>
      </w:r>
      <w:r>
        <w:rPr>
          <w:rFonts w:hint="cs"/>
          <w:rtl/>
          <w:lang w:bidi="fa-IR"/>
        </w:rPr>
        <w:t xml:space="preserve"> </w:t>
      </w:r>
      <w:r w:rsidR="00AE3A06">
        <w:rPr>
          <w:rtl/>
          <w:lang w:bidi="fa-IR"/>
        </w:rPr>
        <w:t>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هفده ساله بودم. به هرصورت، کار از کار گذشته بود و چاره</w:t>
      </w:r>
      <w:r>
        <w:rPr>
          <w:rFonts w:hint="cs"/>
          <w:rtl/>
          <w:lang w:bidi="fa-IR"/>
        </w:rPr>
        <w:t xml:space="preserve"> </w:t>
      </w:r>
      <w:r w:rsidR="00AE3A06">
        <w:rPr>
          <w:rtl/>
          <w:lang w:bidi="fa-IR"/>
        </w:rPr>
        <w:t>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جز جواب سلام واجب نبود.</w:t>
      </w:r>
      <w:r w:rsidR="00AE3A06" w:rsidRPr="000228A4">
        <w:rPr>
          <w:rStyle w:val="libFootnotenumChar"/>
          <w:rtl/>
        </w:rPr>
        <w:t>(1)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0228A4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0228A4">
      <w:pPr>
        <w:pStyle w:val="Heading2"/>
        <w:rPr>
          <w:rtl/>
          <w:lang w:bidi="fa-IR"/>
        </w:rPr>
      </w:pPr>
      <w:bookmarkStart w:id="72" w:name="_Toc523832832"/>
      <w:r>
        <w:rPr>
          <w:rFonts w:hint="eastAsia"/>
          <w:rtl/>
          <w:lang w:bidi="fa-IR"/>
        </w:rPr>
        <w:t>همدل</w:t>
      </w:r>
      <w:r>
        <w:rPr>
          <w:rFonts w:hint="cs"/>
          <w:rtl/>
          <w:lang w:bidi="fa-IR"/>
        </w:rPr>
        <w:t>ی</w:t>
      </w:r>
      <w:bookmarkEnd w:id="72"/>
    </w:p>
    <w:p w:rsidR="00AE3A06" w:rsidRDefault="00AE3A06" w:rsidP="000228A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علامه</w:t>
      </w:r>
      <w:r>
        <w:rPr>
          <w:rtl/>
          <w:lang w:bidi="fa-IR"/>
        </w:rPr>
        <w:t xml:space="preserve"> طباطبا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هر سال به مشهد مقدس مشرّف م</w:t>
      </w:r>
      <w:r>
        <w:rPr>
          <w:rFonts w:hint="cs"/>
          <w:rtl/>
          <w:lang w:bidi="fa-IR"/>
        </w:rPr>
        <w:t>ی</w:t>
      </w:r>
      <w:r w:rsidR="000228A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شد. در سال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آخوند ملاعل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مشهد مقدس مشرّف شده بود،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بزرگوار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چند روزه</w:t>
      </w:r>
      <w:r w:rsidR="000228A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هم داشتند. پس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دار،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علامه طباطبا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ملاعل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دارد؟ علامه فرمود: «ب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مردم از اطراف و اکناف و راهها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دور،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ملاعل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بروند و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استفاده کنند.» سپس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فرد به سراغ</w:t>
      </w:r>
    </w:p>
    <w:p w:rsidR="00AE3A06" w:rsidRPr="000228A4" w:rsidRDefault="000228A4" w:rsidP="000228A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</w:t>
      </w:r>
    </w:p>
    <w:p w:rsidR="00AE3A06" w:rsidRDefault="00AE3A06" w:rsidP="000228A4">
      <w:pPr>
        <w:pStyle w:val="libFootnote0"/>
        <w:rPr>
          <w:rtl/>
          <w:lang w:bidi="fa-IR"/>
        </w:rPr>
      </w:pPr>
      <w:r>
        <w:rPr>
          <w:rtl/>
          <w:lang w:bidi="fa-IR"/>
        </w:rPr>
        <w:t>1- نک: گل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باغ خاطره، ص 59 ؛ سرگذشت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از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5، صص 72 و 73.</w:t>
      </w:r>
    </w:p>
    <w:p w:rsidR="00AE3A06" w:rsidRDefault="000228A4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0228A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ملاعل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 و درباره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علامه طباطبا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ملاعل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«من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دعا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خوانم که هر کس بخواند، گنج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softHyphen/>
        <w:t>شود. معلوم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شود خداوند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مستجاب نموده و مصاحبت با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طباطبا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که گنج است،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من فرموده است».</w:t>
      </w:r>
      <w:r w:rsidRPr="000228A4">
        <w:rPr>
          <w:rStyle w:val="libFootnotenumChar"/>
          <w:rtl/>
        </w:rPr>
        <w:t>(1)</w:t>
      </w:r>
    </w:p>
    <w:p w:rsidR="00AE3A06" w:rsidRPr="000228A4" w:rsidRDefault="000228A4" w:rsidP="0045410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</w:t>
      </w:r>
    </w:p>
    <w:p w:rsidR="00AE3A06" w:rsidRDefault="00AE3A06" w:rsidP="00454107">
      <w:pPr>
        <w:pStyle w:val="libFootnote0"/>
        <w:rPr>
          <w:rtl/>
          <w:lang w:bidi="fa-IR"/>
        </w:rPr>
      </w:pPr>
      <w:r>
        <w:rPr>
          <w:rtl/>
          <w:lang w:bidi="fa-IR"/>
        </w:rPr>
        <w:t>1- قصه ها و خاطره ها، ص 82، (قصص و خواطر، ص 330).</w:t>
      </w:r>
    </w:p>
    <w:p w:rsidR="00AE3A06" w:rsidRDefault="00AE3A06" w:rsidP="0045410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ثقف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 نقل از خانم خد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ثقف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همسر امام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شب پس از نماز، آقا نشسته بودند و من هم در خدمتشان بودم. خدمتکارمان، فاطمه خانم،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آورد. خدمتکار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در گوشه اتاق مشغول جمع 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 من به آقا عرض کردم: آقا!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ن فاطمه خانم خدمتکار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امام فرمودند: «غ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نکن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.» من عرض کردم: آقا! من که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نکردم، گفتم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خوب است. امام فرمودند: «هم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شما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خوب است، چون او (خدمتکار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>)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شنود، به نظر م</w:t>
      </w:r>
      <w:r>
        <w:rPr>
          <w:rFonts w:hint="cs"/>
          <w:rtl/>
          <w:lang w:bidi="fa-IR"/>
        </w:rPr>
        <w:t>ی</w:t>
      </w:r>
      <w:r w:rsidR="00454107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شما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او خوب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است».</w:t>
      </w:r>
      <w:r w:rsidRPr="00454107">
        <w:rPr>
          <w:rStyle w:val="libFootnotenumChar"/>
          <w:rtl/>
        </w:rPr>
        <w:t>(1)</w:t>
      </w:r>
    </w:p>
    <w:p w:rsidR="00AE3A06" w:rsidRDefault="00AE3A06" w:rsidP="0045410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محلات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کند: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امام به ما طلبه</w:t>
      </w:r>
      <w:r w:rsidR="00454107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 بود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فرمودند: «اگر از اول، جوانها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بروند سراغ مستحبات، از واجباتشان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softHyphen/>
        <w:t>مانند. آنها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مقدس بوده اند، از حوزه 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گذاشتند و رفتند. مقدس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بچه</w:t>
      </w:r>
      <w:r w:rsidR="00454107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پانزده و شانزده ساله </w:t>
      </w:r>
      <w:r>
        <w:rPr>
          <w:rFonts w:hint="eastAsia"/>
          <w:rtl/>
          <w:lang w:bidi="fa-IR"/>
        </w:rPr>
        <w:t>خستگ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 است. تفر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حات</w:t>
      </w:r>
      <w:r>
        <w:rPr>
          <w:rtl/>
          <w:lang w:bidi="fa-IR"/>
        </w:rPr>
        <w:t xml:space="preserve"> مشروع داشته باشند، اما گناه نکنند.»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امام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آقا! طلبه</w:t>
      </w:r>
      <w:r w:rsidR="00454107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ها کشت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رند؟</w:t>
      </w:r>
      <w:r>
        <w:rPr>
          <w:rtl/>
          <w:lang w:bidi="fa-IR"/>
        </w:rPr>
        <w:t>! امام فرمودند: «بله، کشت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رند،</w:t>
      </w:r>
      <w:r>
        <w:rPr>
          <w:rtl/>
          <w:lang w:bidi="fa-IR"/>
        </w:rPr>
        <w:t xml:space="preserve"> اما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نکنند».</w:t>
      </w:r>
      <w:r w:rsidRPr="00454107">
        <w:rPr>
          <w:rStyle w:val="libFootnotenumChar"/>
          <w:rtl/>
        </w:rPr>
        <w:t>(2)</w:t>
      </w:r>
    </w:p>
    <w:p w:rsidR="00AE3A06" w:rsidRDefault="00454107" w:rsidP="0045410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454107">
      <w:pPr>
        <w:pStyle w:val="Heading2"/>
        <w:rPr>
          <w:rtl/>
          <w:lang w:bidi="fa-IR"/>
        </w:rPr>
      </w:pPr>
      <w:bookmarkStart w:id="73" w:name="_Toc523832833"/>
      <w:r>
        <w:rPr>
          <w:rFonts w:hint="eastAsia"/>
          <w:rtl/>
          <w:lang w:bidi="fa-IR"/>
        </w:rPr>
        <w:t>توجه</w:t>
      </w:r>
      <w:r>
        <w:rPr>
          <w:rtl/>
          <w:lang w:bidi="fa-IR"/>
        </w:rPr>
        <w:t xml:space="preserve"> به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ازها</w:t>
      </w:r>
      <w:r>
        <w:rPr>
          <w:rtl/>
          <w:lang w:bidi="fa-IR"/>
        </w:rPr>
        <w:t xml:space="preserve"> (ن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ازسنج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</w:t>
      </w:r>
      <w:bookmarkEnd w:id="73"/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درباره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ازسنج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محمدجواد مغن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آمده است: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محمدجواد مغن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عالم 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وپرتلاش لبنان دست به قلم برد، به تأل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کتاب</w:t>
      </w:r>
      <w:r>
        <w:rPr>
          <w:rtl/>
          <w:lang w:bidi="fa-IR"/>
        </w:rPr>
        <w:softHyphen/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کوچک پرداخت.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: چرا شما</w:t>
      </w:r>
    </w:p>
    <w:p w:rsidR="00AE3A06" w:rsidRPr="00692C11" w:rsidRDefault="00692C11" w:rsidP="00692C11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>1- نک: برداشت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امام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رحمه الله، 1378، چ 2، ج 3، ص 302.</w:t>
      </w:r>
    </w:p>
    <w:p w:rsidR="00AE3A06" w:rsidRDefault="00692C11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692C1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کتاب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قطور و گران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tl/>
          <w:lang w:bidi="fa-IR"/>
        </w:rPr>
        <w:t xml:space="preserve"> را رها کرده و به کتابها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کوچک پرداخته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پاسخ داد: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عبور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کردم،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دست ساندو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692C1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خورد، با دست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گرش</w:t>
      </w:r>
      <w:r>
        <w:rPr>
          <w:rtl/>
          <w:lang w:bidi="fa-IR"/>
        </w:rPr>
        <w:t xml:space="preserve"> کتاب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گرفته و مشغول خواندن است. اگر کتاب بزرگ بود،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به 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استفاده کرد. البته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بعدها کتاب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و قطور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تأل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کرد.</w:t>
      </w:r>
      <w:r w:rsidRPr="00692C11">
        <w:rPr>
          <w:rStyle w:val="libFootnotenumChar"/>
          <w:rtl/>
        </w:rPr>
        <w:t>(1)</w:t>
      </w:r>
    </w:p>
    <w:p w:rsidR="00AE3A06" w:rsidRDefault="00692C11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692C11">
      <w:pPr>
        <w:pStyle w:val="Heading2"/>
        <w:rPr>
          <w:rtl/>
          <w:lang w:bidi="fa-IR"/>
        </w:rPr>
      </w:pPr>
      <w:bookmarkStart w:id="74" w:name="_Toc523832834"/>
      <w:r>
        <w:rPr>
          <w:rFonts w:hint="eastAsia"/>
          <w:rtl/>
          <w:lang w:bidi="fa-IR"/>
        </w:rPr>
        <w:t>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bookmarkEnd w:id="74"/>
    </w:p>
    <w:p w:rsidR="00AE3A06" w:rsidRDefault="00AE3A06" w:rsidP="0046776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دکتر</w:t>
      </w:r>
      <w:r>
        <w:rPr>
          <w:rtl/>
          <w:lang w:bidi="fa-IR"/>
        </w:rPr>
        <w:t xml:space="preserve"> محمود بروجرد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داماد حضرت امام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در اوا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سال 59،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آنکه امام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جماران بروند، در محله دربند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کردند. 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احمد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تنها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با خودرو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(چروک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>) به خانه ما آمدند. وقت برگشتن، من نگران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بودم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تأک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کردم به محض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دن،</w:t>
      </w:r>
      <w:r>
        <w:rPr>
          <w:rtl/>
          <w:lang w:bidi="fa-IR"/>
        </w:rPr>
        <w:t xml:space="preserve"> به من زنگ بزند. براساس فاصله و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خانه خودمان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شان،</w:t>
      </w:r>
      <w:r>
        <w:rPr>
          <w:rtl/>
          <w:lang w:bidi="fa-IR"/>
        </w:rPr>
        <w:t xml:space="preserve"> زمان را محاسبه کردم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حاج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احمد حدود نه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 xml:space="preserve"> تأخ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کرده است.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نگران شده بودم و مرتب قدم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زدم.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تلفن به صدا درآمد، به سرعت گوش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برداشتم و بدون مقدمه پر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: چرا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حاج احمد آقا گفت: « به جدم قسم! کار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دادم؛ البته اگر خدا قبول کند.» سپس ادامه داد: «خانم و آقا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با پنج بچه، در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منتظر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بودند.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ها آنها را مشکل سوار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خاطر، آنها را سوار کردم و به مقصدشان رس</w:t>
      </w:r>
      <w:r>
        <w:rPr>
          <w:rFonts w:hint="eastAsia"/>
          <w:rtl/>
          <w:lang w:bidi="fa-IR"/>
        </w:rPr>
        <w:t>اندم</w:t>
      </w:r>
      <w:r>
        <w:rPr>
          <w:rtl/>
          <w:lang w:bidi="fa-IR"/>
        </w:rPr>
        <w:t xml:space="preserve"> و علت تأخ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من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امر بود».</w:t>
      </w:r>
      <w:r w:rsidRPr="00467765">
        <w:rPr>
          <w:rStyle w:val="libFootnotenumChar"/>
          <w:rtl/>
        </w:rPr>
        <w:t>(2)</w:t>
      </w:r>
    </w:p>
    <w:p w:rsidR="00AE3A06" w:rsidRPr="00467765" w:rsidRDefault="00467765" w:rsidP="00467765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</w:t>
      </w:r>
    </w:p>
    <w:p w:rsidR="00AE3A06" w:rsidRDefault="00AE3A06" w:rsidP="00467765">
      <w:pPr>
        <w:pStyle w:val="libFootnote0"/>
        <w:rPr>
          <w:rtl/>
          <w:lang w:bidi="fa-IR"/>
        </w:rPr>
      </w:pPr>
      <w:r>
        <w:rPr>
          <w:rtl/>
          <w:lang w:bidi="fa-IR"/>
        </w:rPr>
        <w:t>1-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طلا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داران تقر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(7)، تهران، مجمع جهان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مذاهب اسلام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1383، چ 1، ص 50.</w:t>
      </w:r>
    </w:p>
    <w:p w:rsidR="00AE3A06" w:rsidRDefault="00AE3A06" w:rsidP="00467765">
      <w:pPr>
        <w:pStyle w:val="libFootnote0"/>
        <w:rPr>
          <w:rtl/>
          <w:lang w:bidi="fa-IR"/>
        </w:rPr>
      </w:pPr>
      <w:r>
        <w:rPr>
          <w:rtl/>
          <w:lang w:bidi="fa-IR"/>
        </w:rPr>
        <w:t>2- روزنامه همشهر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گفت وگو با دکتر محمود بروجرد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(داماد امام)، 7/2/1374، ش669، ص9.</w:t>
      </w:r>
    </w:p>
    <w:p w:rsidR="00AE3A06" w:rsidRDefault="00467765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467765">
      <w:pPr>
        <w:pStyle w:val="Heading2"/>
        <w:rPr>
          <w:rtl/>
          <w:lang w:bidi="fa-IR"/>
        </w:rPr>
      </w:pPr>
      <w:bookmarkStart w:id="75" w:name="_Toc523832835"/>
      <w:r>
        <w:rPr>
          <w:rFonts w:hint="eastAsia"/>
          <w:rtl/>
          <w:lang w:bidi="fa-IR"/>
        </w:rPr>
        <w:t>خوش</w:t>
      </w:r>
      <w:r>
        <w:rPr>
          <w:rtl/>
          <w:lang w:bidi="fa-IR"/>
        </w:rPr>
        <w:t xml:space="preserve"> رفتار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مردم</w:t>
      </w:r>
      <w:bookmarkEnd w:id="75"/>
    </w:p>
    <w:p w:rsidR="00AE3A06" w:rsidRDefault="00303D54" w:rsidP="00C355A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.</w:t>
      </w:r>
      <w:r w:rsidR="00AE3A06">
        <w:rPr>
          <w:rFonts w:hint="eastAsia"/>
          <w:rtl/>
          <w:lang w:bidi="fa-IR"/>
        </w:rPr>
        <w:t>آقا</w:t>
      </w:r>
      <w:r w:rsidR="00AE3A06">
        <w:rPr>
          <w:rtl/>
          <w:lang w:bidi="fa-IR"/>
        </w:rPr>
        <w:t xml:space="preserve"> باقر گلپا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گان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،</w:t>
      </w:r>
      <w:r w:rsidR="00AE3A06">
        <w:rPr>
          <w:rtl/>
          <w:lang w:bidi="fa-IR"/>
        </w:rPr>
        <w:t xml:space="preserve"> فرزند مرجع عال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قدر، آ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ت</w:t>
      </w:r>
      <w:r w:rsidR="00AE3A06">
        <w:rPr>
          <w:rtl/>
          <w:lang w:bidi="fa-IR"/>
        </w:rPr>
        <w:t xml:space="preserve"> الله س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دمحمدرضاگلپا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گان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درباره برخورد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شان</w:t>
      </w:r>
      <w:r w:rsidR="00AE3A06">
        <w:rPr>
          <w:rtl/>
          <w:lang w:bidi="fa-IR"/>
        </w:rPr>
        <w:t xml:space="preserve"> با مردم چن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نقل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softHyphen/>
        <w:t>کند: «معظم له در برخورد با مردم و مراجعه کنندگان، بس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ار</w:t>
      </w:r>
      <w:r w:rsidR="00AE3A06">
        <w:rPr>
          <w:rtl/>
          <w:lang w:bidi="fa-IR"/>
        </w:rPr>
        <w:t xml:space="preserve"> خوش اخلاق بودند، به گونه</w:t>
      </w:r>
      <w:r w:rsidR="00C355AE">
        <w:rPr>
          <w:rFonts w:hint="cs"/>
          <w:rtl/>
          <w:lang w:bidi="fa-IR"/>
        </w:rPr>
        <w:t xml:space="preserve"> </w:t>
      </w:r>
      <w:r w:rsidR="00AE3A06">
        <w:rPr>
          <w:rtl/>
          <w:lang w:bidi="fa-IR"/>
        </w:rPr>
        <w:t>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که هر کس با نخست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برخورد، ش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فته</w:t>
      </w:r>
      <w:r w:rsidR="00AE3A06">
        <w:rPr>
          <w:rtl/>
          <w:lang w:bidi="fa-IR"/>
        </w:rPr>
        <w:t xml:space="preserve">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شان</w:t>
      </w:r>
      <w:r w:rsidR="00AE3A06">
        <w:rPr>
          <w:rtl/>
          <w:lang w:bidi="fa-IR"/>
        </w:rPr>
        <w:t xml:space="preserve"> م</w:t>
      </w:r>
      <w:r w:rsidR="00AE3A06">
        <w:rPr>
          <w:rFonts w:hint="cs"/>
          <w:rtl/>
          <w:lang w:bidi="fa-IR"/>
        </w:rPr>
        <w:t>ی</w:t>
      </w:r>
      <w:r w:rsidR="00C355AE">
        <w:rPr>
          <w:rFonts w:hint="cs"/>
          <w:rtl/>
          <w:lang w:bidi="fa-IR"/>
        </w:rPr>
        <w:t xml:space="preserve"> </w:t>
      </w:r>
      <w:r w:rsidR="00AE3A06">
        <w:rPr>
          <w:rtl/>
          <w:lang w:bidi="fa-IR"/>
        </w:rPr>
        <w:t>شد. گاه برخ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از مراج</w:t>
      </w:r>
      <w:r w:rsidR="00AE3A06">
        <w:rPr>
          <w:rFonts w:hint="eastAsia"/>
          <w:rtl/>
          <w:lang w:bidi="fa-IR"/>
        </w:rPr>
        <w:t>عه</w:t>
      </w:r>
      <w:r w:rsidR="00AE3A06">
        <w:rPr>
          <w:rtl/>
          <w:lang w:bidi="fa-IR"/>
        </w:rPr>
        <w:t xml:space="preserve"> کنندگان به خاطر داشتن مشکلات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ناراحت بودند، ول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وقت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خدمت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شان</w:t>
      </w:r>
      <w:r w:rsidR="00AE3A06">
        <w:rPr>
          <w:rtl/>
          <w:lang w:bidi="fa-IR"/>
        </w:rPr>
        <w:t xml:space="preserve">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رس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دند،</w:t>
      </w:r>
      <w:r w:rsidR="00AE3A06">
        <w:rPr>
          <w:rtl/>
          <w:lang w:bidi="fa-IR"/>
        </w:rPr>
        <w:t xml:space="preserve"> با برخورد خوب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شان،</w:t>
      </w:r>
      <w:r w:rsidR="00AE3A06">
        <w:rPr>
          <w:rtl/>
          <w:lang w:bidi="fa-IR"/>
        </w:rPr>
        <w:t xml:space="preserve"> آرامش و نشاط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وصف ناپذ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ر</w:t>
      </w:r>
      <w:r w:rsidR="00AE3A06">
        <w:rPr>
          <w:rtl/>
          <w:lang w:bidi="fa-IR"/>
        </w:rPr>
        <w:t xml:space="preserve"> به آنان دست م</w:t>
      </w:r>
      <w:r w:rsidR="00AE3A06">
        <w:rPr>
          <w:rFonts w:hint="cs"/>
          <w:rtl/>
          <w:lang w:bidi="fa-IR"/>
        </w:rPr>
        <w:t>ی</w:t>
      </w:r>
      <w:r w:rsidR="00C355AE">
        <w:rPr>
          <w:rFonts w:hint="cs"/>
          <w:rtl/>
          <w:lang w:bidi="fa-IR"/>
        </w:rPr>
        <w:t xml:space="preserve"> </w:t>
      </w:r>
      <w:r w:rsidR="00AE3A06">
        <w:rPr>
          <w:rtl/>
          <w:lang w:bidi="fa-IR"/>
        </w:rPr>
        <w:t>داد»</w:t>
      </w:r>
      <w:r w:rsidR="00AE3A06" w:rsidRPr="00C355AE">
        <w:rPr>
          <w:rStyle w:val="libFootnotenumChar"/>
          <w:rtl/>
        </w:rPr>
        <w:t>.(1)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C355A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حجت</w:t>
      </w:r>
      <w:r>
        <w:rPr>
          <w:rtl/>
          <w:lang w:bidi="fa-IR"/>
        </w:rPr>
        <w:t xml:space="preserve"> الاسلام منصور اسکندر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از دوستان 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محقق و مورخ ارزشمند،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درباره حسن خُلق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«هر موقع خدمت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شرف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 w:rsidR="00C355A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شدم، پس از معانقه و احوال پرس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گرم، با ذکر نام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اعضا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خانواده، 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احوال آنها م</w:t>
      </w:r>
      <w:r>
        <w:rPr>
          <w:rFonts w:hint="cs"/>
          <w:rtl/>
          <w:lang w:bidi="fa-IR"/>
        </w:rPr>
        <w:t>ی</w:t>
      </w:r>
      <w:r w:rsidR="00C355A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شدند.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رمزها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 جلب محبت و جذب افراد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خودشان بود، به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برخورد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مورد توجه افراد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گرفت و به حضرت استاد علاقه</w:t>
      </w:r>
      <w:r w:rsidR="00C355A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مند م</w:t>
      </w:r>
      <w:r>
        <w:rPr>
          <w:rFonts w:hint="cs"/>
          <w:rtl/>
          <w:lang w:bidi="fa-IR"/>
        </w:rPr>
        <w:t>ی</w:t>
      </w:r>
      <w:r w:rsidR="00C355A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شدند»</w:t>
      </w:r>
      <w:r w:rsidRPr="00C355AE">
        <w:rPr>
          <w:rStyle w:val="libFootnotenumChar"/>
          <w:rtl/>
        </w:rPr>
        <w:t>.(2)</w:t>
      </w:r>
    </w:p>
    <w:p w:rsidR="00AE3A06" w:rsidRDefault="00C355AE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C355AE">
      <w:pPr>
        <w:pStyle w:val="Heading2"/>
        <w:rPr>
          <w:rtl/>
          <w:lang w:bidi="fa-IR"/>
        </w:rPr>
      </w:pPr>
      <w:bookmarkStart w:id="76" w:name="_Toc523832836"/>
      <w:r>
        <w:rPr>
          <w:rFonts w:hint="eastAsia"/>
          <w:rtl/>
          <w:lang w:bidi="fa-IR"/>
        </w:rPr>
        <w:t>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به حضور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روحان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bookmarkEnd w:id="76"/>
    </w:p>
    <w:p w:rsidR="00AE3A06" w:rsidRDefault="00AE3A06" w:rsidP="00C355A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حجت</w:t>
      </w:r>
      <w:r>
        <w:rPr>
          <w:rtl/>
          <w:lang w:bidi="fa-IR"/>
        </w:rPr>
        <w:t xml:space="preserve"> الاسلام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دحم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روحان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 نقل از امام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درباره تأک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بر حضور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روحان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 مبلغان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«در دوران رضاخان، من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ائمه جماعات سؤال کردم: اگر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وقت رضاخان لباسها را ممنوع کند و اجازه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لباس روحان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شما</w:t>
      </w:r>
    </w:p>
    <w:p w:rsidR="00AE3A06" w:rsidRPr="00C355AE" w:rsidRDefault="00C355AE" w:rsidP="00C355AE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</w:t>
      </w:r>
    </w:p>
    <w:p w:rsidR="00AE3A06" w:rsidRDefault="00AE3A06" w:rsidP="00C355AE">
      <w:pPr>
        <w:pStyle w:val="libFootnote0"/>
        <w:rPr>
          <w:rtl/>
          <w:lang w:bidi="fa-IR"/>
        </w:rPr>
      </w:pPr>
      <w:r>
        <w:rPr>
          <w:rtl/>
          <w:lang w:bidi="fa-IR"/>
        </w:rPr>
        <w:t>1- نک: نور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ملکوت، ص 145.</w:t>
      </w:r>
    </w:p>
    <w:p w:rsidR="00AE3A06" w:rsidRDefault="00AE3A06" w:rsidP="00C355AE">
      <w:pPr>
        <w:pStyle w:val="libFootnote0"/>
        <w:rPr>
          <w:rtl/>
          <w:lang w:bidi="fa-IR"/>
        </w:rPr>
      </w:pPr>
      <w:r>
        <w:rPr>
          <w:rtl/>
          <w:lang w:bidi="fa-IR"/>
        </w:rPr>
        <w:t>2- نک: محمد رجب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بقا، تهران، نشر رهنمون، 1386، چ2، ص 124.</w:t>
      </w:r>
    </w:p>
    <w:p w:rsidR="00AE3A06" w:rsidRDefault="00C355AE" w:rsidP="00C355AE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E3A06">
        <w:rPr>
          <w:rFonts w:hint="eastAsia"/>
          <w:rtl/>
          <w:lang w:bidi="fa-IR"/>
        </w:rPr>
        <w:lastRenderedPageBreak/>
        <w:t>ندهد،</w:t>
      </w:r>
      <w:r w:rsidR="00AE3A06">
        <w:rPr>
          <w:rtl/>
          <w:lang w:bidi="fa-IR"/>
        </w:rPr>
        <w:t xml:space="preserve"> چه کار م</w:t>
      </w:r>
      <w:r w:rsidR="00AE3A06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AE3A06">
        <w:rPr>
          <w:rtl/>
          <w:lang w:bidi="fa-IR"/>
        </w:rPr>
        <w:t>کن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د؟</w:t>
      </w:r>
      <w:r w:rsidR="00AE3A06">
        <w:rPr>
          <w:rtl/>
          <w:lang w:bidi="fa-IR"/>
        </w:rPr>
        <w:t xml:space="preserve"> او گفت: ما تو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منزل م</w:t>
      </w:r>
      <w:r w:rsidR="00AE3A06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AE3A06">
        <w:rPr>
          <w:rtl/>
          <w:lang w:bidi="fa-IR"/>
        </w:rPr>
        <w:t>نش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م</w:t>
      </w:r>
      <w:r w:rsidR="00AE3A06">
        <w:rPr>
          <w:rtl/>
          <w:lang w:bidi="fa-IR"/>
        </w:rPr>
        <w:t xml:space="preserve"> و جا</w:t>
      </w:r>
      <w:r w:rsidR="00AE3A06">
        <w:rPr>
          <w:rFonts w:hint="cs"/>
          <w:rtl/>
          <w:lang w:bidi="fa-IR"/>
        </w:rPr>
        <w:t>یی</w:t>
      </w:r>
      <w:r w:rsidR="00AE3A06">
        <w:rPr>
          <w:rtl/>
          <w:lang w:bidi="fa-IR"/>
        </w:rPr>
        <w:t xml:space="preserve"> نم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رو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م</w:t>
      </w:r>
      <w:r w:rsidR="00AE3A06">
        <w:rPr>
          <w:rtl/>
          <w:lang w:bidi="fa-IR"/>
        </w:rPr>
        <w:t>. گفتم: من اگر پ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 xml:space="preserve"> </w:t>
      </w:r>
      <w:r w:rsidR="00AE3A06">
        <w:rPr>
          <w:rtl/>
          <w:lang w:bidi="fa-IR"/>
        </w:rPr>
        <w:t>نماز باشم و رضاخان لباس را ممنوع کند، همان روز با لباس تغ</w:t>
      </w:r>
      <w:r w:rsidR="00AE3A06">
        <w:rPr>
          <w:rFonts w:hint="cs"/>
          <w:rtl/>
          <w:lang w:bidi="fa-IR"/>
        </w:rPr>
        <w:t>یی</w:t>
      </w:r>
      <w:r w:rsidR="00AE3A06">
        <w:rPr>
          <w:rFonts w:hint="eastAsia"/>
          <w:rtl/>
          <w:lang w:bidi="fa-IR"/>
        </w:rPr>
        <w:t>ر</w:t>
      </w:r>
      <w:r w:rsidR="00AE3A06">
        <w:rPr>
          <w:rtl/>
          <w:lang w:bidi="fa-IR"/>
        </w:rPr>
        <w:t xml:space="preserve"> 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افته</w:t>
      </w:r>
      <w:r w:rsidR="00AE3A06">
        <w:rPr>
          <w:rtl/>
          <w:lang w:bidi="fa-IR"/>
        </w:rPr>
        <w:t xml:space="preserve"> به مسجد م</w:t>
      </w:r>
      <w:r w:rsidR="00AE3A06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AE3A06">
        <w:rPr>
          <w:rtl/>
          <w:lang w:bidi="fa-IR"/>
        </w:rPr>
        <w:t>آ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م</w:t>
      </w:r>
      <w:r w:rsidR="00AE3A06">
        <w:rPr>
          <w:rtl/>
          <w:lang w:bidi="fa-IR"/>
        </w:rPr>
        <w:t xml:space="preserve"> و به اجتماع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>روم. نبا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</w:t>
      </w:r>
      <w:r w:rsidR="00AE3A06">
        <w:rPr>
          <w:rtl/>
          <w:lang w:bidi="fa-IR"/>
        </w:rPr>
        <w:t xml:space="preserve"> اجتماع را رها کرد و از مردم دور بود».</w:t>
      </w:r>
      <w:r w:rsidR="00AE3A06" w:rsidRPr="00C355AE">
        <w:rPr>
          <w:rStyle w:val="libFootnotenumChar"/>
          <w:rtl/>
        </w:rPr>
        <w:t>(1)</w:t>
      </w:r>
    </w:p>
    <w:p w:rsidR="00AE3A06" w:rsidRPr="00C355AE" w:rsidRDefault="00C355AE" w:rsidP="00C355AE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AE3A06" w:rsidRDefault="00AE3A06" w:rsidP="00C355AE">
      <w:pPr>
        <w:pStyle w:val="libFootnote0"/>
        <w:rPr>
          <w:rtl/>
          <w:lang w:bidi="fa-IR"/>
        </w:rPr>
      </w:pPr>
      <w:r>
        <w:rPr>
          <w:rtl/>
          <w:lang w:bidi="fa-IR"/>
        </w:rPr>
        <w:t>1- نک: امام در سنگر نماز، ص 55 ؛ پا به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آفتاب، ج 3، صص 154 و 155.</w:t>
      </w:r>
    </w:p>
    <w:p w:rsidR="00AE3A06" w:rsidRDefault="00C355AE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خودش</w:t>
      </w:r>
      <w:r>
        <w:rPr>
          <w:rtl/>
          <w:lang w:bidi="fa-IR"/>
        </w:rPr>
        <w:t xml:space="preserve"> چرخاند و دست و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را بوس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ما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سرباز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عصبان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حال، امام با آرام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لبخند سفارش کردند با مردم بدرفتار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د»</w:t>
      </w:r>
      <w:r w:rsidRPr="00C355AE">
        <w:rPr>
          <w:rStyle w:val="libFootnotenumChar"/>
          <w:rtl/>
        </w:rPr>
        <w:t>.(1)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حجت</w:t>
      </w:r>
      <w:r>
        <w:rPr>
          <w:rtl/>
          <w:lang w:bidi="fa-IR"/>
        </w:rPr>
        <w:t xml:space="preserve"> الاسلام انصار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انبوه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راه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حرکت امام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دستور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متوقف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مردم 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>.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مواقع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بچه ها تا کنار خانه دنبال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دند،</w:t>
      </w:r>
      <w:r>
        <w:rPr>
          <w:rtl/>
          <w:lang w:bidi="fa-IR"/>
        </w:rPr>
        <w:t xml:space="preserve"> امام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آنها را با خود به خانه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بردند و 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آنها کتاب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دادند.</w:t>
      </w:r>
      <w:r w:rsidRPr="00C355AE">
        <w:rPr>
          <w:rStyle w:val="libFootnotenumChar"/>
          <w:rtl/>
        </w:rPr>
        <w:t>(2)</w:t>
      </w: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حسن صانع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کرده است: «امام پس از عشق و علاقه به خدا و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عشق و علاقه را به مردم داشت و عشق به مردم را، عشق به خدا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دانستند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فرمودند: «دو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را دشمنان ما نشناخته اند؛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 را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را».</w:t>
      </w:r>
      <w:r w:rsidRPr="00C355AE">
        <w:rPr>
          <w:rStyle w:val="libFootnotenumChar"/>
          <w:rtl/>
        </w:rPr>
        <w:t>(3)</w:t>
      </w:r>
    </w:p>
    <w:p w:rsidR="00AE3A06" w:rsidRDefault="00C355AE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Pr="00B523B5" w:rsidRDefault="00B523B5" w:rsidP="00B523B5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</w:t>
      </w:r>
    </w:p>
    <w:p w:rsidR="00AE3A06" w:rsidRDefault="00AE3A06" w:rsidP="00B523B5">
      <w:pPr>
        <w:pStyle w:val="libFootnote0"/>
        <w:rPr>
          <w:rtl/>
          <w:lang w:bidi="fa-IR"/>
        </w:rPr>
      </w:pPr>
      <w:r>
        <w:rPr>
          <w:rtl/>
          <w:lang w:bidi="fa-IR"/>
        </w:rPr>
        <w:t>1- برداشت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امام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رحمه الله، ج 1، ص 318.</w:t>
      </w:r>
    </w:p>
    <w:p w:rsidR="00AE3A06" w:rsidRDefault="00AE3A06" w:rsidP="00B523B5">
      <w:pPr>
        <w:pStyle w:val="libFootnote0"/>
        <w:rPr>
          <w:rtl/>
          <w:lang w:bidi="fa-IR"/>
        </w:rPr>
      </w:pPr>
      <w:r>
        <w:rPr>
          <w:rtl/>
          <w:lang w:bidi="fa-IR"/>
        </w:rPr>
        <w:t>2- نک: برداشت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امام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رحمه الله، ج 1، ص146.</w:t>
      </w:r>
    </w:p>
    <w:p w:rsidR="00AE3A06" w:rsidRDefault="00AE3A06" w:rsidP="00B523B5">
      <w:pPr>
        <w:pStyle w:val="libFootnote0"/>
        <w:rPr>
          <w:rtl/>
          <w:lang w:bidi="fa-IR"/>
        </w:rPr>
      </w:pPr>
      <w:r>
        <w:rPr>
          <w:rtl/>
          <w:lang w:bidi="fa-IR"/>
        </w:rPr>
        <w:t>3- برداشت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امام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رحمه الله، ج 1، ص122.</w:t>
      </w:r>
    </w:p>
    <w:p w:rsidR="00AE3A06" w:rsidRDefault="00B523B5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گاه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امام از فراز پشت بام خانه با مردم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و همواره عده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گفتند: آقا! اگر خواست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پشت بام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اجازه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نخست ما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اوضاع را بررس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سپس شما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ببر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حال، امام اعتنا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و تا سر و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را از کوچه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دند،</w:t>
      </w:r>
      <w:r>
        <w:rPr>
          <w:rtl/>
          <w:lang w:bidi="fa-IR"/>
        </w:rPr>
        <w:t xml:space="preserve"> به سرعت، عمامه را به سر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گذاشتند، نعل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پا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و از پله ها بالا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رفتند و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اطراف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ان،</w:t>
      </w:r>
      <w:r>
        <w:rPr>
          <w:rtl/>
          <w:lang w:bidi="fa-IR"/>
        </w:rPr>
        <w:t xml:space="preserve"> پس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امام به پشت بام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رفتند، از حضور مردم باخبر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شدند. 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امام دوست داشتند به مردم که با ذوق و شوق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دارشان</w:t>
      </w:r>
      <w:r>
        <w:rPr>
          <w:rtl/>
          <w:lang w:bidi="fa-IR"/>
        </w:rPr>
        <w:t xml:space="preserve"> آمده بودن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احترام بگذارند.</w:t>
      </w:r>
      <w:r w:rsidRPr="00B523B5">
        <w:rPr>
          <w:rStyle w:val="libFootnotenumChar"/>
          <w:rtl/>
        </w:rPr>
        <w:t>(1)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B523B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حاج</w:t>
      </w:r>
      <w:r>
        <w:rPr>
          <w:rtl/>
          <w:lang w:bidi="fa-IR"/>
        </w:rPr>
        <w:t xml:space="preserve"> آقا جواد گلپا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فرزند مرجع بزرگوار،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العظم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دمحمدرضا</w:t>
      </w:r>
      <w:r>
        <w:rPr>
          <w:rtl/>
          <w:lang w:bidi="fa-IR"/>
        </w:rPr>
        <w:t xml:space="preserve"> گلپا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523B5" w:rsidRPr="00B523B5">
        <w:rPr>
          <w:rStyle w:val="libAlaemChar"/>
          <w:rtl/>
        </w:rPr>
        <w:t>رحمه‌الله</w:t>
      </w:r>
      <w:r w:rsidR="00B523B5" w:rsidRPr="005100D5">
        <w:rPr>
          <w:rFonts w:ascii="Traditional Arabic" w:hAnsi="Traditional Arabic" w:cs="Traditional Arabic"/>
          <w:shd w:val="clear" w:color="auto" w:fill="FFFFFF"/>
          <w:rtl/>
        </w:rPr>
        <w:t xml:space="preserve"> </w:t>
      </w:r>
      <w:r>
        <w:rPr>
          <w:rtl/>
          <w:lang w:bidi="fa-IR"/>
        </w:rPr>
        <w:t>درباره برخورد احترام 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پدرشان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«در سن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کودک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بودم.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عاشورا طبق معمول در منزلمان روضه خوان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 مرحوم پدرم در کنار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بودند و به مر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احترام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کردند.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مرد ناب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وارد شد و آقا تمام قد [به احترام] او بلند شدند. روزها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بعد هم آن مرد ناب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 برابر او بلند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شدند و احترام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گذاردند.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آقا عرض کردم: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 ناب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ناست</w:t>
      </w:r>
      <w:r>
        <w:rPr>
          <w:rtl/>
          <w:lang w:bidi="fa-IR"/>
        </w:rPr>
        <w:t xml:space="preserve"> 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شما در برابرش بلند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آقا فرمودند: او مؤمن است و مؤمن را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احترام کرد».</w:t>
      </w:r>
      <w:r w:rsidRPr="00B523B5">
        <w:rPr>
          <w:rStyle w:val="libFootnotenumChar"/>
          <w:rtl/>
        </w:rPr>
        <w:t>(2)</w:t>
      </w:r>
    </w:p>
    <w:p w:rsidR="00AE3A06" w:rsidRDefault="00B523B5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B523B5">
      <w:pPr>
        <w:pStyle w:val="Heading2"/>
        <w:rPr>
          <w:rtl/>
          <w:lang w:bidi="fa-IR"/>
        </w:rPr>
      </w:pPr>
      <w:bookmarkStart w:id="77" w:name="_Toc523832837"/>
      <w:r>
        <w:rPr>
          <w:rFonts w:hint="eastAsia"/>
          <w:rtl/>
          <w:lang w:bidi="fa-IR"/>
        </w:rPr>
        <w:t>گذشت</w:t>
      </w:r>
      <w:bookmarkEnd w:id="77"/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رضا مدرس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باگذشت بود. فرزند آن بزرگوار،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معروف به آقا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دابوالحسن</w:t>
      </w:r>
      <w:r>
        <w:rPr>
          <w:rtl/>
          <w:lang w:bidi="fa-IR"/>
        </w:rPr>
        <w:t xml:space="preserve"> درا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نسبت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تنگ نظر بودند و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داشتند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آزار</w:t>
      </w:r>
    </w:p>
    <w:p w:rsidR="00AE3A06" w:rsidRPr="00B523B5" w:rsidRDefault="00B523B5" w:rsidP="00B523B5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</w:t>
      </w:r>
    </w:p>
    <w:p w:rsidR="00AE3A06" w:rsidRDefault="00AE3A06" w:rsidP="00B523B5">
      <w:pPr>
        <w:pStyle w:val="libFootnote0"/>
        <w:rPr>
          <w:rtl/>
          <w:lang w:bidi="fa-IR"/>
        </w:rPr>
      </w:pPr>
      <w:r>
        <w:rPr>
          <w:rtl/>
          <w:lang w:bidi="fa-IR"/>
        </w:rPr>
        <w:t>1- نک: پا به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آفتاب، ج1، صص146و147.</w:t>
      </w:r>
    </w:p>
    <w:p w:rsidR="00AE3A06" w:rsidRDefault="00AE3A06" w:rsidP="00B523B5">
      <w:pPr>
        <w:pStyle w:val="libFootnote0"/>
        <w:rPr>
          <w:rtl/>
          <w:lang w:bidi="fa-IR"/>
        </w:rPr>
      </w:pPr>
      <w:r>
        <w:rPr>
          <w:rtl/>
          <w:lang w:bidi="fa-IR"/>
        </w:rPr>
        <w:t>2- نور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ملکوت، صص 147 و 148.</w:t>
      </w:r>
    </w:p>
    <w:p w:rsidR="00AE3A06" w:rsidRDefault="00B523B5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E3A06">
        <w:rPr>
          <w:rFonts w:hint="eastAsia"/>
          <w:rtl/>
          <w:lang w:bidi="fa-IR"/>
        </w:rPr>
        <w:lastRenderedPageBreak/>
        <w:t>برسانند،</w:t>
      </w:r>
      <w:r w:rsidR="00AE3A06">
        <w:rPr>
          <w:rtl/>
          <w:lang w:bidi="fa-IR"/>
        </w:rPr>
        <w:t xml:space="preserve"> اما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شان</w:t>
      </w:r>
      <w:r w:rsidR="00AE3A06">
        <w:rPr>
          <w:rtl/>
          <w:lang w:bidi="fa-IR"/>
        </w:rPr>
        <w:t xml:space="preserve"> نه تنها اذ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ت</w:t>
      </w:r>
      <w:r w:rsidR="00AE3A06">
        <w:rPr>
          <w:rtl/>
          <w:lang w:bidi="fa-IR"/>
        </w:rPr>
        <w:t xml:space="preserve"> آنها را فراموش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کرد، بلکه به آنها احترام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گذاشت و شخص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ت</w:t>
      </w:r>
      <w:r w:rsidR="00AE3A06">
        <w:rPr>
          <w:rtl/>
          <w:lang w:bidi="fa-IR"/>
        </w:rPr>
        <w:t xml:space="preserve"> آنها را به خاطر اعمال بدشان کوچک نم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کرد».</w:t>
      </w:r>
      <w:r w:rsidR="00AE3A06" w:rsidRPr="00B96846">
        <w:rPr>
          <w:rStyle w:val="libFootnotenumChar"/>
          <w:rtl/>
        </w:rPr>
        <w:t>(1)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دوچرخه سوار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علامه طباطبا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برخورد کرد و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زخم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دوچرخه سوار که علامه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شناخت،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رو کرد و گفت: «درست راه برو عمو جان!» علامه فرمود: «خداوند، همه ما را به راه راست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کند!».</w:t>
      </w:r>
      <w:r w:rsidRPr="00B96846">
        <w:rPr>
          <w:rStyle w:val="libFootnotenumChar"/>
          <w:rtl/>
        </w:rPr>
        <w:t>(2)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B9684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مطهر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«من در 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نشسته بودم که سخن از استادم،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حجت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آمد و من احساس کردم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شد.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سبب، منتظر فرصت بودم تا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طلب حلال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کنم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حضرت عبدالعظ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 w:rsidR="00000DDD" w:rsidRPr="00000DDD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شهر 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آمدند و من فرصت را غن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شمرده</w:t>
      </w:r>
      <w:r>
        <w:rPr>
          <w:rtl/>
          <w:lang w:bidi="fa-IR"/>
        </w:rPr>
        <w:t xml:space="preserve"> و مطالب را بازگو کردم.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فرمودند: «غ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امثال ما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گونه است: استهزا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 و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شخص من. اگر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شخص من بوده،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هستم.» گفتم: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شما بوده است. فرمود: «من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هستم».</w:t>
      </w:r>
      <w:r w:rsidRPr="00B96846">
        <w:rPr>
          <w:rStyle w:val="libFootnotenumChar"/>
          <w:rtl/>
        </w:rPr>
        <w:t>(3)</w:t>
      </w:r>
    </w:p>
    <w:p w:rsidR="00AE3A06" w:rsidRDefault="00B9684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F12A83">
      <w:pPr>
        <w:pStyle w:val="Heading2"/>
        <w:rPr>
          <w:rtl/>
          <w:lang w:bidi="fa-IR"/>
        </w:rPr>
      </w:pPr>
      <w:bookmarkStart w:id="78" w:name="_Toc523832838"/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خود گذشتگ</w:t>
      </w:r>
      <w:r>
        <w:rPr>
          <w:rFonts w:hint="cs"/>
          <w:rtl/>
          <w:lang w:bidi="fa-IR"/>
        </w:rPr>
        <w:t>ی</w:t>
      </w:r>
      <w:bookmarkEnd w:id="78"/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حاج محمدحسن معز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از ارادتمندان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زاهد، درباره ازخودگذشتگ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«از 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رسم بود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وعظ و منبر، در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مجالس سخنران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</w:p>
    <w:p w:rsidR="00AE3A06" w:rsidRPr="00F12A83" w:rsidRDefault="00F12A83" w:rsidP="00F12A83">
      <w:pPr>
        <w:pStyle w:val="libLine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AE3A06" w:rsidRDefault="00AE3A06" w:rsidP="00F12A83">
      <w:pPr>
        <w:pStyle w:val="libFootnote0"/>
        <w:rPr>
          <w:rtl/>
          <w:lang w:bidi="fa-IR"/>
        </w:rPr>
      </w:pPr>
      <w:r>
        <w:rPr>
          <w:rtl/>
          <w:lang w:bidi="fa-IR"/>
        </w:rPr>
        <w:t>1- نک: ستارگان حرم، ج11، ص194.</w:t>
      </w:r>
    </w:p>
    <w:p w:rsidR="00AE3A06" w:rsidRDefault="00AE3A06" w:rsidP="00F12A83">
      <w:pPr>
        <w:pStyle w:val="libFootnote0"/>
        <w:rPr>
          <w:rtl/>
          <w:lang w:bidi="fa-IR"/>
        </w:rPr>
      </w:pPr>
      <w:r>
        <w:rPr>
          <w:rtl/>
          <w:lang w:bidi="fa-IR"/>
        </w:rPr>
        <w:t>2- غلامرضا گل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زواره، جرعه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جان بخش، قم، حضور، 1377، چ2، صص385 و 386.</w:t>
      </w:r>
    </w:p>
    <w:p w:rsidR="00AE3A06" w:rsidRDefault="00AE3A06" w:rsidP="00F12A83">
      <w:pPr>
        <w:pStyle w:val="libFootnote0"/>
        <w:rPr>
          <w:rtl/>
          <w:lang w:bidi="fa-IR"/>
        </w:rPr>
      </w:pPr>
      <w:r>
        <w:rPr>
          <w:rtl/>
          <w:lang w:bidi="fa-IR"/>
        </w:rPr>
        <w:t>3- نک: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مطهر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گفتار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تهران، صدرا، 1375، چ17، صص151 و 152؛ قصه ها و خاطره ها، ص51، ( قصص و خواطر، ص354).</w:t>
      </w:r>
    </w:p>
    <w:p w:rsidR="00AE3A06" w:rsidRDefault="00F12A83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رسم را برهم زد. آن روز،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نخست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بر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منبر رفت و شروع به صحبت کرد. در آن جلسه، صحبت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با جلسه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گرش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متفاوت بود. در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قت،</w:t>
      </w:r>
      <w:r>
        <w:rPr>
          <w:rtl/>
          <w:lang w:bidi="fa-IR"/>
        </w:rPr>
        <w:t xml:space="preserve"> صحبت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ضع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و دست و پا شکسته بود و مثل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جذاب و دل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نبود. حاج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عبدالعل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تهران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سخنان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تعجب کرد،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توجه به شناخت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داشت، حکمت و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گونه صحبت کردن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کنجکاو شده بود هر چه زودتر، از حکمت آن آگاه شود. پس از مجلس، با پافشار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از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</w:t>
      </w:r>
      <w:r>
        <w:rPr>
          <w:rFonts w:hint="eastAsia"/>
          <w:rtl/>
          <w:lang w:bidi="fa-IR"/>
        </w:rPr>
        <w:t>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 خواست علت و فلسفه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توض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دهد.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 از پافشار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عبدالعل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تهران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« راستش امروز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مجلس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قرار بود به منبر برود.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آقا بعد از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در حوزه 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قم، تازه به تهران بازگشته است.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هنوز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 منبر به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مسلط و توانا نشده.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خاطر، من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صحبت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جذاب نباشد تا ان شاءالله بعد از صحبت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من، صحبت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تازه کار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دل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تر و چشم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رتر</w:t>
      </w:r>
      <w:r>
        <w:rPr>
          <w:rtl/>
          <w:lang w:bidi="fa-IR"/>
        </w:rPr>
        <w:t xml:space="preserve"> جلوه کند تا تشو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و القا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شده باشد».</w:t>
      </w:r>
      <w:r w:rsidRPr="00F12A83">
        <w:rPr>
          <w:rStyle w:val="libFootnotenumChar"/>
          <w:rtl/>
        </w:rPr>
        <w:t>(1)</w:t>
      </w:r>
    </w:p>
    <w:p w:rsidR="00AE3A06" w:rsidRDefault="00F12A83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F12A83">
      <w:pPr>
        <w:pStyle w:val="Heading2"/>
        <w:rPr>
          <w:rtl/>
          <w:lang w:bidi="fa-IR"/>
        </w:rPr>
      </w:pPr>
      <w:bookmarkStart w:id="79" w:name="_Toc523832839"/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کار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bookmarkEnd w:id="79"/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آقا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ابوالقاسم جاودان درباره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کند: «روز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محترم و مؤمن به خانه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رفع</w:t>
      </w:r>
    </w:p>
    <w:p w:rsidR="00AE3A06" w:rsidRPr="00F12A83" w:rsidRDefault="00F12A83" w:rsidP="00F12A8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</w:t>
      </w:r>
    </w:p>
    <w:p w:rsidR="00AE3A06" w:rsidRDefault="00AE3A06" w:rsidP="00F12A83">
      <w:pPr>
        <w:pStyle w:val="libFootnote0"/>
        <w:rPr>
          <w:rtl/>
          <w:lang w:bidi="fa-IR"/>
        </w:rPr>
      </w:pPr>
      <w:r>
        <w:rPr>
          <w:rtl/>
          <w:lang w:bidi="fa-IR"/>
        </w:rPr>
        <w:t>1-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زاهد، صص72 و 73.</w:t>
      </w:r>
    </w:p>
    <w:p w:rsidR="00AE3A06" w:rsidRDefault="00F12A83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E3A06">
        <w:rPr>
          <w:rFonts w:hint="eastAsia"/>
          <w:rtl/>
          <w:lang w:bidi="fa-IR"/>
        </w:rPr>
        <w:lastRenderedPageBreak/>
        <w:t>گرفتار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ها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ش،</w:t>
      </w:r>
      <w:r w:rsidR="00AE3A06">
        <w:rPr>
          <w:rtl/>
          <w:lang w:bidi="fa-IR"/>
        </w:rPr>
        <w:t xml:space="preserve"> از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شان</w:t>
      </w:r>
      <w:r w:rsidR="00AE3A06">
        <w:rPr>
          <w:rtl/>
          <w:lang w:bidi="fa-IR"/>
        </w:rPr>
        <w:t xml:space="preserve"> تقاضا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کمک مال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کرد. آقا ش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خ</w:t>
      </w:r>
      <w:r w:rsidR="00AE3A06">
        <w:rPr>
          <w:rtl/>
          <w:lang w:bidi="fa-IR"/>
        </w:rPr>
        <w:t xml:space="preserve"> مرتض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که آن مرد را به خوب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شناخت و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دانست اهل کار و تلاش و فرد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آبرومند است، به سرعت 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ک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از دوستانش را خبر کرد. سپس چون به دل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ل</w:t>
      </w:r>
      <w:r w:rsidR="00AE3A06">
        <w:rPr>
          <w:rtl/>
          <w:lang w:bidi="fa-IR"/>
        </w:rPr>
        <w:t xml:space="preserve"> کهولت سن به سخت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توانست خودش را جابه جا کند، از دوستش خواست او را کو</w:t>
      </w:r>
      <w:r w:rsidR="00AE3A06">
        <w:rPr>
          <w:rFonts w:hint="eastAsia"/>
          <w:rtl/>
          <w:lang w:bidi="fa-IR"/>
        </w:rPr>
        <w:t>ل</w:t>
      </w:r>
      <w:r w:rsidR="00AE3A06">
        <w:rPr>
          <w:rtl/>
          <w:lang w:bidi="fa-IR"/>
        </w:rPr>
        <w:t xml:space="preserve"> بگ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رد</w:t>
      </w:r>
      <w:r w:rsidR="00AE3A06">
        <w:rPr>
          <w:rtl/>
          <w:lang w:bidi="fa-IR"/>
        </w:rPr>
        <w:t xml:space="preserve"> و به جا</w:t>
      </w:r>
      <w:r w:rsidR="00AE3A06">
        <w:rPr>
          <w:rFonts w:hint="cs"/>
          <w:rtl/>
          <w:lang w:bidi="fa-IR"/>
        </w:rPr>
        <w:t>یی</w:t>
      </w:r>
      <w:r w:rsidR="00AE3A06">
        <w:rPr>
          <w:rtl/>
          <w:lang w:bidi="fa-IR"/>
        </w:rPr>
        <w:t xml:space="preserve"> ببرد. فرد، آقامرتض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را به کولش گذاشت و به حجره حاج عل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نق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کاشان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رساند، ول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نگهبان خانه حاج عل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نق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،</w:t>
      </w:r>
      <w:r w:rsidR="00AE3A06">
        <w:rPr>
          <w:rtl/>
          <w:lang w:bidi="fa-IR"/>
        </w:rPr>
        <w:t xml:space="preserve"> آنها را به داخل خانه راه نداد. سرانجام، نگهبان با پافشار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آقا ش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خ</w:t>
      </w:r>
      <w:r w:rsidR="00AE3A06">
        <w:rPr>
          <w:rtl/>
          <w:lang w:bidi="fa-IR"/>
        </w:rPr>
        <w:t xml:space="preserve"> مرتض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به داخل خانه رفت و به حاج عل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نق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گفت: پ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رمرد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افتاده حال، بر کو</w:t>
      </w:r>
      <w:r w:rsidR="00AE3A06">
        <w:rPr>
          <w:rFonts w:hint="eastAsia"/>
          <w:rtl/>
          <w:lang w:bidi="fa-IR"/>
        </w:rPr>
        <w:t>ل</w:t>
      </w:r>
      <w:r w:rsidR="00AE3A06">
        <w:rPr>
          <w:rtl/>
          <w:lang w:bidi="fa-IR"/>
        </w:rPr>
        <w:t xml:space="preserve"> مرد 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گر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دم در است و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گو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</w:t>
      </w:r>
      <w:r w:rsidR="00AE3A06">
        <w:rPr>
          <w:rtl/>
          <w:lang w:bidi="fa-IR"/>
        </w:rPr>
        <w:t>: به شما بگو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م</w:t>
      </w:r>
      <w:r w:rsidR="00AE3A06">
        <w:rPr>
          <w:rtl/>
          <w:lang w:bidi="fa-IR"/>
        </w:rPr>
        <w:t xml:space="preserve"> ش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خ</w:t>
      </w:r>
      <w:r w:rsidR="00AE3A06">
        <w:rPr>
          <w:rtl/>
          <w:lang w:bidi="fa-IR"/>
        </w:rPr>
        <w:t xml:space="preserve"> مرتض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است. حاج عل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نق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کاشان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با شن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دن</w:t>
      </w:r>
      <w:r w:rsidR="00AE3A06">
        <w:rPr>
          <w:rtl/>
          <w:lang w:bidi="fa-IR"/>
        </w:rPr>
        <w:t xml:space="preserve">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سخن با شتاب به در خانه آمد و آقا را به خانه دعوت و مبلغ مورد 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از</w:t>
      </w:r>
      <w:r w:rsidR="00AE3A06">
        <w:rPr>
          <w:rtl/>
          <w:lang w:bidi="fa-IR"/>
        </w:rPr>
        <w:t xml:space="preserve"> را به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شان</w:t>
      </w:r>
      <w:r w:rsidR="00AE3A06">
        <w:rPr>
          <w:rtl/>
          <w:lang w:bidi="fa-IR"/>
        </w:rPr>
        <w:t xml:space="preserve"> تقد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م</w:t>
      </w:r>
      <w:r w:rsidR="00AE3A06">
        <w:rPr>
          <w:rtl/>
          <w:lang w:bidi="fa-IR"/>
        </w:rPr>
        <w:t xml:space="preserve"> کرد. آن گاه آقا ش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خ</w:t>
      </w:r>
      <w:r w:rsidR="00AE3A06">
        <w:rPr>
          <w:rtl/>
          <w:lang w:bidi="fa-IR"/>
        </w:rPr>
        <w:t xml:space="preserve"> مرتض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به سرعت، آن پول را با اظهار احترام و عزت و ب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ه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چ</w:t>
      </w:r>
      <w:r w:rsidR="00AE3A06">
        <w:rPr>
          <w:rtl/>
          <w:lang w:bidi="fa-IR"/>
        </w:rPr>
        <w:t xml:space="preserve"> منت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به آن فرد گرفتار رساند».</w:t>
      </w:r>
      <w:r w:rsidR="00AE3A06" w:rsidRPr="00F12A83">
        <w:rPr>
          <w:rStyle w:val="libFootnotenumChar"/>
          <w:rtl/>
        </w:rPr>
        <w:t>(1)</w:t>
      </w:r>
    </w:p>
    <w:p w:rsidR="00AE3A06" w:rsidRDefault="00F12A83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F12A83">
      <w:pPr>
        <w:pStyle w:val="Heading2"/>
        <w:rPr>
          <w:rtl/>
          <w:lang w:bidi="fa-IR"/>
        </w:rPr>
      </w:pPr>
      <w:bookmarkStart w:id="80" w:name="_Toc523832840"/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کسان</w:t>
      </w:r>
      <w:r>
        <w:rPr>
          <w:rtl/>
          <w:lang w:bidi="fa-IR"/>
        </w:rPr>
        <w:t xml:space="preserve"> نگر</w:t>
      </w:r>
      <w:r>
        <w:rPr>
          <w:rFonts w:hint="cs"/>
          <w:rtl/>
          <w:lang w:bidi="fa-IR"/>
        </w:rPr>
        <w:t>ی</w:t>
      </w:r>
      <w:bookmarkEnd w:id="80"/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ارادتمندان عارف برجسته و خدا جو،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رجب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پس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از سفر حج بازگشتم،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و جمع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دادن 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حج به خانه ام دعوت کردم.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و چند نفر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گر،</w:t>
      </w:r>
      <w:r>
        <w:rPr>
          <w:rtl/>
          <w:lang w:bidi="fa-IR"/>
        </w:rPr>
        <w:t xml:space="preserve"> سفره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بالا انداخت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که متوجه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شد، مرا صدا کرد و فرمود: « چرا پز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خودت را 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>!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مردم فرق نگذار، اگر [کارت]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خداست، همه را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چشم نگاه کن! چرا به عده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>! نه، من هم قاط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 آنها،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فرق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قائل نشو!».</w:t>
      </w:r>
      <w:r w:rsidRPr="00F12A83">
        <w:rPr>
          <w:rStyle w:val="libFootnotenumChar"/>
          <w:rtl/>
        </w:rPr>
        <w:t>(2)</w:t>
      </w:r>
    </w:p>
    <w:p w:rsidR="00AE3A06" w:rsidRPr="00F12A83" w:rsidRDefault="00F12A83" w:rsidP="00F12A8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</w:t>
      </w:r>
    </w:p>
    <w:p w:rsidR="00AE3A06" w:rsidRDefault="00AE3A06" w:rsidP="00F12A83">
      <w:pPr>
        <w:pStyle w:val="libFootnote0"/>
        <w:rPr>
          <w:rtl/>
          <w:lang w:bidi="fa-IR"/>
        </w:rPr>
      </w:pPr>
      <w:r>
        <w:rPr>
          <w:rtl/>
          <w:lang w:bidi="fa-IR"/>
        </w:rPr>
        <w:t>1-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زاهد، صص187 و 188.</w:t>
      </w:r>
    </w:p>
    <w:p w:rsidR="00AE3A06" w:rsidRDefault="00AE3A06" w:rsidP="00F12A83">
      <w:pPr>
        <w:pStyle w:val="libFootnote0"/>
        <w:rPr>
          <w:rtl/>
          <w:lang w:bidi="fa-IR"/>
        </w:rPr>
      </w:pPr>
      <w:r>
        <w:rPr>
          <w:rtl/>
          <w:lang w:bidi="fa-IR"/>
        </w:rPr>
        <w:t>2-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محبت، 1373، چ 1،صص247و 248.</w:t>
      </w:r>
    </w:p>
    <w:p w:rsidR="00AE3A06" w:rsidRDefault="00F12A83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F12A8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علامه محمدباقر، مشهور به 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بهبهان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متوجه لباس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شد که پسرش آقا عبدالحس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همسرش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بود. علامه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پسرش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ناراحت شد و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تکرار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بازداشت. آقا عبدالحس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از قرآن را تلاوت کرد: </w:t>
      </w:r>
      <w:r w:rsidR="00F12A83" w:rsidRPr="00F12A83">
        <w:rPr>
          <w:rStyle w:val="libAlaemChar"/>
          <w:rFonts w:hint="cs"/>
          <w:rtl/>
        </w:rPr>
        <w:t>(</w:t>
      </w:r>
      <w:r w:rsidRPr="00F12A83">
        <w:rPr>
          <w:rStyle w:val="libAieChar"/>
          <w:rtl/>
        </w:rPr>
        <w:t>قُلْ مَنْ حَرّمَ ز</w:t>
      </w:r>
      <w:r w:rsidRPr="00F12A83">
        <w:rPr>
          <w:rStyle w:val="libAieChar"/>
          <w:rFonts w:hint="cs"/>
          <w:rtl/>
        </w:rPr>
        <w:t>ی</w:t>
      </w:r>
      <w:r w:rsidRPr="00F12A83">
        <w:rPr>
          <w:rStyle w:val="libAieChar"/>
          <w:rFonts w:hint="eastAsia"/>
          <w:rtl/>
        </w:rPr>
        <w:t>نَهَ</w:t>
      </w:r>
      <w:r w:rsidRPr="00F12A83">
        <w:rPr>
          <w:rStyle w:val="libAieChar"/>
          <w:rtl/>
        </w:rPr>
        <w:t xml:space="preserve"> اللّهِ الّت</w:t>
      </w:r>
      <w:r w:rsidRPr="00F12A83">
        <w:rPr>
          <w:rStyle w:val="libAieChar"/>
          <w:rFonts w:hint="cs"/>
          <w:rtl/>
        </w:rPr>
        <w:t>ی</w:t>
      </w:r>
      <w:r w:rsidRPr="00F12A83">
        <w:rPr>
          <w:rStyle w:val="libAieChar"/>
          <w:rtl/>
        </w:rPr>
        <w:t xml:space="preserve"> أَخْرَجَ لِعِبادِهِ...</w:t>
      </w:r>
      <w:r w:rsidR="00F12A83" w:rsidRPr="00F12A83">
        <w:rPr>
          <w:rStyle w:val="libAlaemChar"/>
          <w:rFonts w:eastAsia="KFGQPC Uthman Taha Naskh" w:hint="cs"/>
          <w:rtl/>
        </w:rPr>
        <w:t>)</w:t>
      </w:r>
      <w:r w:rsidRPr="00F12A83">
        <w:rPr>
          <w:rStyle w:val="libAlaemChar"/>
          <w:rtl/>
        </w:rPr>
        <w:t xml:space="preserve"> </w:t>
      </w:r>
      <w:r>
        <w:rPr>
          <w:rtl/>
          <w:lang w:bidi="fa-IR"/>
        </w:rPr>
        <w:t>بگو چه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ور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را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بندگانش پد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دآورده،</w:t>
      </w:r>
      <w:r>
        <w:rPr>
          <w:rtl/>
          <w:lang w:bidi="fa-IR"/>
        </w:rPr>
        <w:t xml:space="preserve"> حرام کرده است...». (اعراف:32)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علامه</w:t>
      </w:r>
      <w:r>
        <w:rPr>
          <w:rtl/>
          <w:lang w:bidi="fa-IR"/>
        </w:rPr>
        <w:t xml:space="preserve"> فرمود: « من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ام،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رامون</w:t>
      </w:r>
      <w:r>
        <w:rPr>
          <w:rtl/>
          <w:lang w:bidi="fa-IR"/>
        </w:rPr>
        <w:t xml:space="preserve"> ما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که به نادار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تسلا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خاطر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ند»</w:t>
      </w:r>
      <w:r>
        <w:rPr>
          <w:rtl/>
          <w:lang w:bidi="fa-IR"/>
        </w:rPr>
        <w:t>.</w:t>
      </w:r>
      <w:r w:rsidRPr="00F12A83">
        <w:rPr>
          <w:rStyle w:val="libFootnotenumChar"/>
          <w:rtl/>
        </w:rPr>
        <w:t>(2)</w:t>
      </w: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کند: چند نفر از تاجران بازار تهران قصد کرده بودند حمام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خانه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 بسازند،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وجه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</w:t>
      </w:r>
      <w:r>
        <w:rPr>
          <w:rtl/>
          <w:lang w:bidi="fa-IR"/>
        </w:rPr>
        <w:t>. من خودم بارها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در حمام عموم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بودم و هربار فرزندش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عبدالحس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 زحمت و مشقت فراوان</w:t>
      </w:r>
      <w:r>
        <w:rPr>
          <w:rFonts w:hint="cs"/>
          <w:rtl/>
          <w:lang w:bidi="fa-IR"/>
        </w:rPr>
        <w:t>ی</w:t>
      </w:r>
    </w:p>
    <w:p w:rsidR="00AE3A06" w:rsidRPr="00F12A83" w:rsidRDefault="00F12A83" w:rsidP="00F12A8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</w:t>
      </w:r>
    </w:p>
    <w:p w:rsidR="00AE3A06" w:rsidRDefault="00AE3A06" w:rsidP="00F12A83">
      <w:pPr>
        <w:pStyle w:val="libFootnote0"/>
        <w:rPr>
          <w:rtl/>
          <w:lang w:bidi="fa-IR"/>
        </w:rPr>
      </w:pPr>
      <w:r>
        <w:rPr>
          <w:rtl/>
          <w:lang w:bidi="fa-IR"/>
        </w:rPr>
        <w:t>1- نک: پا به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آفتاب، ج3، ص27.</w:t>
      </w:r>
    </w:p>
    <w:p w:rsidR="00AE3A06" w:rsidRDefault="00AE3A06" w:rsidP="00F12A83">
      <w:pPr>
        <w:pStyle w:val="libFootnote0"/>
        <w:rPr>
          <w:rtl/>
          <w:lang w:bidi="fa-IR"/>
        </w:rPr>
      </w:pPr>
      <w:r>
        <w:rPr>
          <w:rtl/>
          <w:lang w:bidi="fa-IR"/>
        </w:rPr>
        <w:t>2- نک: قصص العلما، ص203.</w:t>
      </w:r>
    </w:p>
    <w:p w:rsidR="00AE3A06" w:rsidRDefault="00F12A83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E3A06">
        <w:rPr>
          <w:rFonts w:hint="eastAsia"/>
          <w:rtl/>
          <w:lang w:bidi="fa-IR"/>
        </w:rPr>
        <w:lastRenderedPageBreak/>
        <w:t>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شان</w:t>
      </w:r>
      <w:r w:rsidR="00AE3A06">
        <w:rPr>
          <w:rtl/>
          <w:lang w:bidi="fa-IR"/>
        </w:rPr>
        <w:t xml:space="preserve"> را به حمام عموم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آورد... . با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حال، چون در آن زمان به جز افراد ثروتمند، 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گر</w:t>
      </w:r>
      <w:r w:rsidR="00AE3A06">
        <w:rPr>
          <w:rtl/>
          <w:lang w:bidi="fa-IR"/>
        </w:rPr>
        <w:t xml:space="preserve"> افراد در خانه ها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شان</w:t>
      </w:r>
      <w:r w:rsidR="00AE3A06">
        <w:rPr>
          <w:rtl/>
          <w:lang w:bidi="fa-IR"/>
        </w:rPr>
        <w:t xml:space="preserve"> حمام نداشتند، آقاش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خ</w:t>
      </w:r>
      <w:r w:rsidR="00AE3A06">
        <w:rPr>
          <w:rtl/>
          <w:lang w:bidi="fa-IR"/>
        </w:rPr>
        <w:t xml:space="preserve"> مرتض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هرگز نم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پذ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رفت</w:t>
      </w:r>
      <w:r w:rsidR="00AE3A06">
        <w:rPr>
          <w:rtl/>
          <w:lang w:bidi="fa-IR"/>
        </w:rPr>
        <w:t xml:space="preserve"> در خانه اش حمام بسازند و هرچه دوستان و اطراف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ان</w:t>
      </w:r>
      <w:r w:rsidR="00AE3A06">
        <w:rPr>
          <w:rtl/>
          <w:lang w:bidi="fa-IR"/>
        </w:rPr>
        <w:t xml:space="preserve"> کوش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دند،</w:t>
      </w:r>
      <w:r w:rsidR="00AE3A06">
        <w:rPr>
          <w:rtl/>
          <w:lang w:bidi="fa-IR"/>
        </w:rPr>
        <w:t xml:space="preserve"> نتوانستند او را به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امر راض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کنند</w:t>
      </w:r>
      <w:r w:rsidR="00AE3A06" w:rsidRPr="00F12A83">
        <w:rPr>
          <w:rStyle w:val="libFootnotenumChar"/>
          <w:rtl/>
        </w:rPr>
        <w:t>.(1)</w:t>
      </w:r>
    </w:p>
    <w:p w:rsidR="00AE3A06" w:rsidRDefault="00AE3A06" w:rsidP="00AE3A06">
      <w:pPr>
        <w:pStyle w:val="libNormal"/>
        <w:rPr>
          <w:rFonts w:hint="cs"/>
          <w:rtl/>
          <w:lang w:bidi="fa-IR"/>
        </w:rPr>
      </w:pPr>
    </w:p>
    <w:p w:rsidR="00F12A83" w:rsidRDefault="00F12A83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F12A83">
      <w:pPr>
        <w:pStyle w:val="Heading2"/>
        <w:rPr>
          <w:rtl/>
          <w:lang w:bidi="fa-IR"/>
        </w:rPr>
      </w:pPr>
      <w:bookmarkStart w:id="81" w:name="_Toc523832841"/>
      <w:r>
        <w:rPr>
          <w:rFonts w:hint="eastAsia"/>
          <w:rtl/>
          <w:lang w:bidi="fa-IR"/>
        </w:rPr>
        <w:t>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حقوق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bookmarkEnd w:id="81"/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حجت</w:t>
      </w:r>
      <w:r>
        <w:rPr>
          <w:rtl/>
          <w:lang w:bidi="fa-IR"/>
        </w:rPr>
        <w:t xml:space="preserve"> الاسلام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دمحمد</w:t>
      </w:r>
      <w:r>
        <w:rPr>
          <w:rtl/>
          <w:lang w:bidi="fa-IR"/>
        </w:rPr>
        <w:t xml:space="preserve"> سجاد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اصفهان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امام در نوفل لوشاتو حضور داشتند، هر روز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آمدند و رفت وآمد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بود. ازا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رو، امام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سفارش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مبادا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رفت وآمدها موجب آزار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ها شود. امام به 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آسا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و آر</w:t>
      </w:r>
      <w:r>
        <w:rPr>
          <w:rFonts w:hint="eastAsia"/>
          <w:rtl/>
          <w:lang w:bidi="fa-IR"/>
        </w:rPr>
        <w:t>امش</w:t>
      </w:r>
      <w:r>
        <w:rPr>
          <w:rtl/>
          <w:lang w:bidi="fa-IR"/>
        </w:rPr>
        <w:t xml:space="preserve">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گانشان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مواظب بودند مبادا آنها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رفت وآمد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خانه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ناراحت و اذ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شوند.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اخلاق و توجه امام به حقوق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</w:t>
      </w:r>
      <w:r>
        <w:rPr>
          <w:rtl/>
          <w:lang w:bidi="fa-IR"/>
        </w:rPr>
        <w:t xml:space="preserve"> موجب شد،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خواستند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همه اهل محل و مردم دهکده نوفل لوشاتو از دور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و رفت</w:t>
      </w:r>
      <w:r>
        <w:rPr>
          <w:rFonts w:hint="eastAsia"/>
          <w:rtl/>
          <w:lang w:bidi="fa-IR"/>
        </w:rPr>
        <w:t>نشان</w:t>
      </w:r>
      <w:r>
        <w:rPr>
          <w:rtl/>
          <w:lang w:bidi="fa-IR"/>
        </w:rPr>
        <w:t xml:space="preserve"> ناراحت باشند</w:t>
      </w:r>
      <w:r w:rsidRPr="00F12A83">
        <w:rPr>
          <w:rStyle w:val="libFootnotenumChar"/>
          <w:rtl/>
        </w:rPr>
        <w:t>.(2)</w:t>
      </w:r>
    </w:p>
    <w:p w:rsidR="00AE3A06" w:rsidRPr="00F12A83" w:rsidRDefault="00F12A83" w:rsidP="00F12A8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</w:t>
      </w:r>
    </w:p>
    <w:p w:rsidR="00AE3A06" w:rsidRDefault="00AE3A06" w:rsidP="00F12A83">
      <w:pPr>
        <w:pStyle w:val="libFootnote0"/>
        <w:rPr>
          <w:rtl/>
          <w:lang w:bidi="fa-IR"/>
        </w:rPr>
      </w:pPr>
      <w:r>
        <w:rPr>
          <w:rtl/>
          <w:lang w:bidi="fa-IR"/>
        </w:rPr>
        <w:t>1-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زاهد، ص171.</w:t>
      </w:r>
    </w:p>
    <w:p w:rsidR="00AE3A06" w:rsidRDefault="00AE3A06" w:rsidP="00F12A83">
      <w:pPr>
        <w:pStyle w:val="libFootnote0"/>
        <w:rPr>
          <w:rtl/>
          <w:lang w:bidi="fa-IR"/>
        </w:rPr>
      </w:pPr>
      <w:r>
        <w:rPr>
          <w:rtl/>
          <w:lang w:bidi="fa-IR"/>
        </w:rPr>
        <w:t>2- نک: برداشت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امام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رحمه الله، ج2، ص205.</w:t>
      </w:r>
    </w:p>
    <w:p w:rsidR="00AE3A06" w:rsidRDefault="00F12A83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F12A83">
      <w:pPr>
        <w:pStyle w:val="Heading2"/>
        <w:rPr>
          <w:rtl/>
          <w:lang w:bidi="fa-IR"/>
        </w:rPr>
      </w:pPr>
      <w:bookmarkStart w:id="82" w:name="_Toc523832842"/>
      <w:r>
        <w:rPr>
          <w:rFonts w:hint="eastAsia"/>
          <w:rtl/>
          <w:lang w:bidi="fa-IR"/>
        </w:rPr>
        <w:t>مهمان</w:t>
      </w:r>
      <w:r>
        <w:rPr>
          <w:rtl/>
          <w:lang w:bidi="fa-IR"/>
        </w:rPr>
        <w:t xml:space="preserve"> نواز</w:t>
      </w:r>
      <w:r>
        <w:rPr>
          <w:rFonts w:hint="cs"/>
          <w:rtl/>
          <w:lang w:bidi="fa-IR"/>
        </w:rPr>
        <w:t>ی</w:t>
      </w:r>
      <w:bookmarkEnd w:id="82"/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حجت</w:t>
      </w:r>
      <w:r>
        <w:rPr>
          <w:rtl/>
          <w:lang w:bidi="fa-IR"/>
        </w:rPr>
        <w:t xml:space="preserve"> الاسلام منصور اسکندر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درباره مهمان نواز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علامه محقق،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حضرت استاد در اطعام و احسان به فقرا و مهمان نواز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علما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معاصر خود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بود.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دوست داشت مهمانش به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شکل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شود و هرگز اجازه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مهمان در خانه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نخورد و مرتب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« شما را به خدا!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از خودتان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!»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با چهره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شاد و خندان و با سخنان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شور و شاد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دوچندان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مهمان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رو،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محضر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بودند، </w:t>
      </w:r>
      <w:r>
        <w:rPr>
          <w:rFonts w:hint="eastAsia"/>
          <w:rtl/>
          <w:lang w:bidi="fa-IR"/>
        </w:rPr>
        <w:t>هرگز</w:t>
      </w:r>
      <w:r>
        <w:rPr>
          <w:rtl/>
          <w:lang w:bidi="fa-IR"/>
        </w:rPr>
        <w:t xml:space="preserve"> دوست نداشتند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ترک کنند و گاه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کوتاه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شان،</w:t>
      </w:r>
      <w:r>
        <w:rPr>
          <w:rtl/>
          <w:lang w:bidi="fa-IR"/>
        </w:rPr>
        <w:t xml:space="preserve"> ساعت ها طول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 w:rsidRPr="00F12A83">
        <w:rPr>
          <w:rStyle w:val="libFootnotenumChar"/>
          <w:rtl/>
        </w:rPr>
        <w:t>.(1)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سرهنگ</w:t>
      </w:r>
      <w:r>
        <w:rPr>
          <w:rtl/>
          <w:lang w:bidi="fa-IR"/>
        </w:rPr>
        <w:t xml:space="preserve"> پاسدار مجتب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علامه،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دوستان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باره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کند: روز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قربان سال 1385،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هفته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ارتحال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دارشان</w:t>
      </w:r>
      <w:r>
        <w:rPr>
          <w:rtl/>
          <w:lang w:bidi="fa-IR"/>
        </w:rPr>
        <w:t xml:space="preserve">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با آن حال 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داشت، خودش از ما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مدام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چرا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! در آخر هم </w:t>
      </w:r>
      <w:r>
        <w:rPr>
          <w:rFonts w:hint="eastAsia"/>
          <w:rtl/>
          <w:lang w:bidi="fa-IR"/>
        </w:rPr>
        <w:t>چند</w:t>
      </w:r>
      <w:r>
        <w:rPr>
          <w:rtl/>
          <w:lang w:bidi="fa-IR"/>
        </w:rPr>
        <w:t xml:space="preserve"> کتاب با دست خط و امضا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خودشان به ما 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کردند.</w:t>
      </w:r>
      <w:r w:rsidRPr="00AF7C95">
        <w:rPr>
          <w:rStyle w:val="libFootnotenumChar"/>
          <w:rtl/>
        </w:rPr>
        <w:t>(2)</w:t>
      </w:r>
    </w:p>
    <w:p w:rsidR="00AE3A06" w:rsidRDefault="00AF7C95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AF7C95">
      <w:pPr>
        <w:pStyle w:val="Heading2"/>
        <w:rPr>
          <w:rtl/>
          <w:lang w:bidi="fa-IR"/>
        </w:rPr>
      </w:pPr>
      <w:bookmarkStart w:id="83" w:name="_Toc523832843"/>
      <w:r>
        <w:rPr>
          <w:rFonts w:hint="eastAsia"/>
          <w:rtl/>
          <w:lang w:bidi="fa-IR"/>
        </w:rPr>
        <w:t>مشکل</w:t>
      </w:r>
      <w:r>
        <w:rPr>
          <w:rtl/>
          <w:lang w:bidi="fa-IR"/>
        </w:rPr>
        <w:t xml:space="preserve"> گشا</w:t>
      </w:r>
      <w:r>
        <w:rPr>
          <w:rFonts w:hint="cs"/>
          <w:rtl/>
          <w:lang w:bidi="fa-IR"/>
        </w:rPr>
        <w:t>یی</w:t>
      </w:r>
      <w:bookmarkEnd w:id="83"/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خانم</w:t>
      </w:r>
      <w:r>
        <w:rPr>
          <w:rtl/>
          <w:lang w:bidi="fa-IR"/>
        </w:rPr>
        <w:t xml:space="preserve"> طباطبا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دختر علامه طباطبا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نقل کرده است: علامه طباطبا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با وجود انبوه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داشتند، هرگز دست رد به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زدند؛ هرچند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پا افتاده نزد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آمده بود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 سبب رقت قلب و عاطفه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بود.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سال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آخر </w:t>
      </w:r>
      <w:r>
        <w:rPr>
          <w:rFonts w:hint="eastAsia"/>
          <w:rtl/>
          <w:lang w:bidi="fa-IR"/>
        </w:rPr>
        <w:t>عمرشان</w:t>
      </w:r>
      <w:r>
        <w:rPr>
          <w:rtl/>
          <w:lang w:bidi="fa-IR"/>
        </w:rPr>
        <w:t xml:space="preserve"> 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</w:p>
    <w:p w:rsidR="00AE3A06" w:rsidRPr="00AF7C95" w:rsidRDefault="00AF7C95" w:rsidP="00AF7C95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</w:t>
      </w:r>
    </w:p>
    <w:p w:rsidR="00AE3A06" w:rsidRDefault="00AE3A06" w:rsidP="00AF7C95">
      <w:pPr>
        <w:pStyle w:val="libFootnote0"/>
        <w:rPr>
          <w:rtl/>
          <w:lang w:bidi="fa-IR"/>
        </w:rPr>
      </w:pPr>
      <w:r>
        <w:rPr>
          <w:rtl/>
          <w:lang w:bidi="fa-IR"/>
        </w:rPr>
        <w:t>1-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بقا، ص124.</w:t>
      </w:r>
    </w:p>
    <w:p w:rsidR="00AE3A06" w:rsidRDefault="00AE3A06" w:rsidP="00AF7C95">
      <w:pPr>
        <w:pStyle w:val="libFootnote0"/>
        <w:rPr>
          <w:rtl/>
          <w:lang w:bidi="fa-IR"/>
        </w:rPr>
      </w:pPr>
      <w:r>
        <w:rPr>
          <w:rtl/>
          <w:lang w:bidi="fa-IR"/>
        </w:rPr>
        <w:t>2-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بقا، ص129.</w:t>
      </w:r>
    </w:p>
    <w:p w:rsidR="00AE3A06" w:rsidRDefault="00AF7C95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E3A06">
        <w:rPr>
          <w:rFonts w:hint="eastAsia"/>
          <w:rtl/>
          <w:lang w:bidi="fa-IR"/>
        </w:rPr>
        <w:lastRenderedPageBreak/>
        <w:t>بودند،</w:t>
      </w:r>
      <w:r w:rsidR="00AE3A06">
        <w:rPr>
          <w:rtl/>
          <w:lang w:bidi="fa-IR"/>
        </w:rPr>
        <w:t xml:space="preserve"> افراد مراجعه کننده را رد نم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کردند. 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ک</w:t>
      </w:r>
      <w:r w:rsidR="00AE3A06">
        <w:rPr>
          <w:rtl/>
          <w:lang w:bidi="fa-IR"/>
        </w:rPr>
        <w:t xml:space="preserve"> بار که به قم رفته بودم، به من گفتند: صبح تاکنون 24 بار به در خانه رفته و 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از</w:t>
      </w:r>
      <w:r w:rsidR="00AE3A06">
        <w:rPr>
          <w:rtl/>
          <w:lang w:bidi="fa-IR"/>
        </w:rPr>
        <w:t xml:space="preserve"> ها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مردم را پاسخ داده ام.</w:t>
      </w:r>
      <w:r w:rsidR="00AE3A06" w:rsidRPr="00AF7C95">
        <w:rPr>
          <w:rStyle w:val="libFootnotenumChar"/>
          <w:rtl/>
        </w:rPr>
        <w:t>(1)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مجتب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علامه از دوستان محقق و مورخ گران قدر،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سال 1384،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دوان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خانه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رفتم و گفتم: حاج آقا! چرا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خانه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در آن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بفروش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شما در آن راحت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فرمود: « من چقدر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عمر کنم؟!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از من درخواست وام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حل مشکلشان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دانند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بستگان من پست دولت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دارند و اخلاق من را هم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دانند که جواب رد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دهم.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جهت، از من انتظار دارند.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منزل را بفروشم، هرچند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خانه کوچک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اطراف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خودم از جمله فرزندانم مشکل دارند،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چنان </w:t>
      </w:r>
      <w:r>
        <w:rPr>
          <w:rFonts w:hint="eastAsia"/>
          <w:rtl/>
          <w:lang w:bidi="fa-IR"/>
        </w:rPr>
        <w:t>حاد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به مراجعه کنندگان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توانم جواب رد دهم، مساعدت کنم و مشکلاتشان را حل کنم که رضا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خداوند در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امر است».</w:t>
      </w:r>
      <w:r w:rsidRPr="00AF7C95">
        <w:rPr>
          <w:rStyle w:val="libFootnotenumChar"/>
          <w:rtl/>
        </w:rPr>
        <w:t>(2)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استاد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همتا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بهبهان، 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بهبهان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از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</w:t>
      </w:r>
      <w:r>
        <w:rPr>
          <w:rtl/>
          <w:lang w:bidi="fa-IR"/>
        </w:rPr>
        <w:t xml:space="preserve"> و به 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اخلاق پافشار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شاگردان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کربلا از محضر استاد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بردم، تاجر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آمد و پارچه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آورد. تاجر که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 آقا از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رفتن</w:t>
      </w:r>
      <w:r>
        <w:rPr>
          <w:rtl/>
          <w:lang w:bidi="fa-IR"/>
        </w:rPr>
        <w:t xml:space="preserve"> 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سر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زند، در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چاره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تا 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اش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رفته</w:t>
      </w:r>
    </w:p>
    <w:p w:rsidR="00AE3A06" w:rsidRPr="00AF7C95" w:rsidRDefault="00AF7C95" w:rsidP="00AF7C95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</w:t>
      </w:r>
    </w:p>
    <w:p w:rsidR="00AE3A06" w:rsidRDefault="00AE3A06" w:rsidP="00AF7C95">
      <w:pPr>
        <w:pStyle w:val="libFootnote0"/>
        <w:rPr>
          <w:rtl/>
          <w:lang w:bidi="fa-IR"/>
        </w:rPr>
      </w:pPr>
      <w:r>
        <w:rPr>
          <w:rtl/>
          <w:lang w:bidi="fa-IR"/>
        </w:rPr>
        <w:lastRenderedPageBreak/>
        <w:t>1- مجله زن روز، ش892، 29 آبان 1361، ص6؛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با ابرار (علامه طباطبا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معرفت)، ص68.</w:t>
      </w:r>
    </w:p>
    <w:p w:rsidR="00AE3A06" w:rsidRDefault="00AE3A06" w:rsidP="00AF7C95">
      <w:pPr>
        <w:pStyle w:val="libFootnote0"/>
        <w:rPr>
          <w:rtl/>
          <w:lang w:bidi="fa-IR"/>
        </w:rPr>
      </w:pPr>
      <w:r>
        <w:rPr>
          <w:rtl/>
          <w:lang w:bidi="fa-IR"/>
        </w:rPr>
        <w:t>2-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بقا، ص128.</w:t>
      </w:r>
    </w:p>
    <w:p w:rsidR="00AE3A06" w:rsidRDefault="00AF7C95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E3A06">
        <w:rPr>
          <w:rFonts w:hint="eastAsia"/>
          <w:rtl/>
          <w:lang w:bidi="fa-IR"/>
        </w:rPr>
        <w:lastRenderedPageBreak/>
        <w:t>شود</w:t>
      </w:r>
      <w:r w:rsidR="00AE3A06">
        <w:rPr>
          <w:rtl/>
          <w:lang w:bidi="fa-IR"/>
        </w:rPr>
        <w:t>. ازا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رو، نزد من آمد و از من خواست در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راه کار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کنم، ول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من نپذ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رفتم</w:t>
      </w:r>
      <w:r w:rsidR="00AE3A06">
        <w:rPr>
          <w:rtl/>
          <w:lang w:bidi="fa-IR"/>
        </w:rPr>
        <w:t>. تاجر بر خواسته اش پافشار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کرد و گفت: اگر کار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کن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که آقا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پارچه قبا</w:t>
      </w:r>
      <w:r w:rsidR="00AE3A06">
        <w:rPr>
          <w:rFonts w:hint="cs"/>
          <w:rtl/>
          <w:lang w:bidi="fa-IR"/>
        </w:rPr>
        <w:t>یی</w:t>
      </w:r>
      <w:r w:rsidR="00AE3A06">
        <w:rPr>
          <w:rtl/>
          <w:lang w:bidi="fa-IR"/>
        </w:rPr>
        <w:t xml:space="preserve"> را بپذ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رد،</w:t>
      </w:r>
      <w:r w:rsidR="00AE3A06">
        <w:rPr>
          <w:rtl/>
          <w:lang w:bidi="fa-IR"/>
        </w:rPr>
        <w:t xml:space="preserve"> 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ک</w:t>
      </w:r>
      <w:r w:rsidR="00AE3A06">
        <w:rPr>
          <w:rtl/>
          <w:lang w:bidi="fa-IR"/>
        </w:rPr>
        <w:t xml:space="preserve"> پارچه قبا 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ز</w:t>
      </w:r>
      <w:r w:rsidR="00AE3A06">
        <w:rPr>
          <w:rtl/>
          <w:lang w:bidi="fa-IR"/>
        </w:rPr>
        <w:t xml:space="preserve"> به شما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دهم. پارچه را از تاجر گرفتم و در گرما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هوا به خانه استاد رفتم. آقا </w:t>
      </w:r>
      <w:r w:rsidR="00AE3A06">
        <w:rPr>
          <w:rFonts w:hint="eastAsia"/>
          <w:rtl/>
          <w:lang w:bidi="fa-IR"/>
        </w:rPr>
        <w:t>در</w:t>
      </w:r>
      <w:r w:rsidR="00AE3A06">
        <w:rPr>
          <w:rtl/>
          <w:lang w:bidi="fa-IR"/>
        </w:rPr>
        <w:t xml:space="preserve"> را به رو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م</w:t>
      </w:r>
      <w:r w:rsidR="00AE3A06">
        <w:rPr>
          <w:rtl/>
          <w:lang w:bidi="fa-IR"/>
        </w:rPr>
        <w:t xml:space="preserve"> گشود و چون مرا 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</w:t>
      </w:r>
      <w:r w:rsidR="00AE3A06">
        <w:rPr>
          <w:rtl/>
          <w:lang w:bidi="fa-IR"/>
        </w:rPr>
        <w:t xml:space="preserve"> فرمود: چه شده است؟ گفتم: آقا مرد مؤمن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هد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ه</w:t>
      </w:r>
      <w:r w:rsidR="00AE3A06">
        <w:rPr>
          <w:rtl/>
          <w:lang w:bidi="fa-IR"/>
        </w:rPr>
        <w:t xml:space="preserve"> 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برا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تان</w:t>
      </w:r>
      <w:r w:rsidR="00AE3A06">
        <w:rPr>
          <w:rtl/>
          <w:lang w:bidi="fa-IR"/>
        </w:rPr>
        <w:t xml:space="preserve"> آورده است تا جامه 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برا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خود بدوز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</w:t>
      </w:r>
      <w:r w:rsidR="00AE3A06">
        <w:rPr>
          <w:rtl/>
          <w:lang w:bidi="fa-IR"/>
        </w:rPr>
        <w:t>. آقا دگرگون شد و خشمگ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نانه</w:t>
      </w:r>
      <w:r w:rsidR="00AE3A06">
        <w:rPr>
          <w:rtl/>
          <w:lang w:bidi="fa-IR"/>
        </w:rPr>
        <w:t xml:space="preserve"> فرمود: گمان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کردم در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هوا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گرم آمده 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تا سؤال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علم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از من بپرس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</w:t>
      </w:r>
      <w:r w:rsidR="00AE3A06">
        <w:rPr>
          <w:rtl/>
          <w:lang w:bidi="fa-IR"/>
        </w:rPr>
        <w:t xml:space="preserve"> 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ک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از مشکلات علم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ات را حل کن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>، سپس در را بست و برگشت. من عرض کردم: آقا! عرض 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گر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ز</w:t>
      </w:r>
      <w:r w:rsidR="00AE3A06">
        <w:rPr>
          <w:rtl/>
          <w:lang w:bidi="fa-IR"/>
        </w:rPr>
        <w:t xml:space="preserve"> دارم. آقا در را گشود و فرمود: 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ست؟</w:t>
      </w:r>
      <w:r w:rsidR="00AE3A06">
        <w:rPr>
          <w:rtl/>
          <w:lang w:bidi="fa-IR"/>
        </w:rPr>
        <w:t xml:space="preserve"> عرض کردم: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مرد وعده داده است اگر شما پارچه را بپذ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ر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د،</w:t>
      </w:r>
      <w:r w:rsidR="00AE3A06">
        <w:rPr>
          <w:rtl/>
          <w:lang w:bidi="fa-IR"/>
        </w:rPr>
        <w:t xml:space="preserve"> پارچه 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قبا</w:t>
      </w:r>
      <w:r w:rsidR="00AE3A06">
        <w:rPr>
          <w:rFonts w:hint="cs"/>
          <w:rtl/>
          <w:lang w:bidi="fa-IR"/>
        </w:rPr>
        <w:t>یی</w:t>
      </w:r>
      <w:r w:rsidR="00AE3A06">
        <w:rPr>
          <w:rtl/>
          <w:lang w:bidi="fa-IR"/>
        </w:rPr>
        <w:t xml:space="preserve"> 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ز</w:t>
      </w:r>
      <w:r w:rsidR="00AE3A06">
        <w:rPr>
          <w:rtl/>
          <w:lang w:bidi="fa-IR"/>
        </w:rPr>
        <w:t xml:space="preserve"> به من هد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ه</w:t>
      </w:r>
      <w:r w:rsidR="00AE3A06">
        <w:rPr>
          <w:rtl/>
          <w:lang w:bidi="fa-IR"/>
        </w:rPr>
        <w:t xml:space="preserve"> بدهد. راض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نشو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</w:t>
      </w:r>
      <w:r w:rsidR="00AE3A06">
        <w:rPr>
          <w:rtl/>
          <w:lang w:bidi="fa-IR"/>
        </w:rPr>
        <w:t xml:space="preserve">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فرصت را از دست بدهم. آقا خند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</w:t>
      </w:r>
      <w:r w:rsidR="00AE3A06">
        <w:rPr>
          <w:rtl/>
          <w:lang w:bidi="fa-IR"/>
        </w:rPr>
        <w:t xml:space="preserve"> و فرمود: « فرزندم! درس </w:t>
      </w:r>
      <w:r w:rsidR="00AE3A06">
        <w:rPr>
          <w:rFonts w:hint="eastAsia"/>
          <w:rtl/>
          <w:lang w:bidi="fa-IR"/>
        </w:rPr>
        <w:t>بخوان</w:t>
      </w:r>
      <w:r w:rsidR="00AE3A06">
        <w:rPr>
          <w:rtl/>
          <w:lang w:bidi="fa-IR"/>
        </w:rPr>
        <w:t xml:space="preserve"> و وقت خو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</w:t>
      </w:r>
      <w:r w:rsidR="00AE3A06">
        <w:rPr>
          <w:rtl/>
          <w:lang w:bidi="fa-IR"/>
        </w:rPr>
        <w:t xml:space="preserve"> را در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کارها تلف نکن.» سپس پارچه را پذ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رفت</w:t>
      </w:r>
      <w:r w:rsidR="00AE3A06">
        <w:rPr>
          <w:rtl/>
          <w:lang w:bidi="fa-IR"/>
        </w:rPr>
        <w:t xml:space="preserve"> و فرمود: « به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شرط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پذ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رم</w:t>
      </w:r>
      <w:r w:rsidR="00AE3A06">
        <w:rPr>
          <w:rtl/>
          <w:lang w:bidi="fa-IR"/>
        </w:rPr>
        <w:t xml:space="preserve"> که 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گر</w:t>
      </w:r>
      <w:r w:rsidR="00AE3A06">
        <w:rPr>
          <w:rtl/>
          <w:lang w:bidi="fa-IR"/>
        </w:rPr>
        <w:t xml:space="preserve"> از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کارها نکن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»</w:t>
      </w:r>
      <w:r w:rsidR="00AE3A06">
        <w:rPr>
          <w:rtl/>
          <w:lang w:bidi="fa-IR"/>
        </w:rPr>
        <w:t>.</w:t>
      </w:r>
      <w:r w:rsidR="00AE3A06" w:rsidRPr="00AF7C95">
        <w:rPr>
          <w:rStyle w:val="libFootnotenumChar"/>
          <w:rtl/>
        </w:rPr>
        <w:t>(1)</w:t>
      </w:r>
    </w:p>
    <w:p w:rsidR="00AE3A06" w:rsidRDefault="00AF7C95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AF7C95">
      <w:pPr>
        <w:pStyle w:val="Heading2"/>
        <w:rPr>
          <w:rtl/>
          <w:lang w:bidi="fa-IR"/>
        </w:rPr>
      </w:pPr>
      <w:bookmarkStart w:id="84" w:name="_Toc523832844"/>
      <w:r>
        <w:rPr>
          <w:rFonts w:hint="eastAsia"/>
          <w:rtl/>
          <w:lang w:bidi="fa-IR"/>
        </w:rPr>
        <w:t>خدمت</w:t>
      </w:r>
      <w:r>
        <w:rPr>
          <w:rtl/>
          <w:lang w:bidi="fa-IR"/>
        </w:rPr>
        <w:t xml:space="preserve"> گزار</w:t>
      </w:r>
      <w:r>
        <w:rPr>
          <w:rFonts w:hint="cs"/>
          <w:rtl/>
          <w:lang w:bidi="fa-IR"/>
        </w:rPr>
        <w:t>ی</w:t>
      </w:r>
      <w:bookmarkEnd w:id="84"/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علامه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محمد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اصفهان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معروف به کمپان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: اگر به شما خبر دهند مرگ شما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است و تا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عمر شما فقط چند ساعت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مانده است، شما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چند ساعت چه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کرد؟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فرمود: « در درگاه منزل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تا خواسته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را اجابت کنم، چه بسا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حاجت او را برآورده سازم، گرچه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استخاره باشد».</w:t>
      </w:r>
      <w:r w:rsidRPr="00AF7C95">
        <w:rPr>
          <w:rStyle w:val="libFootnotenumChar"/>
          <w:rtl/>
        </w:rPr>
        <w:t>(2)</w:t>
      </w:r>
    </w:p>
    <w:p w:rsidR="00AE3A06" w:rsidRPr="00AF7C95" w:rsidRDefault="00AF7C95" w:rsidP="00AF7C95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</w:t>
      </w:r>
    </w:p>
    <w:p w:rsidR="00AE3A06" w:rsidRDefault="00AE3A06" w:rsidP="00AF7C95">
      <w:pPr>
        <w:pStyle w:val="libFootnote0"/>
        <w:rPr>
          <w:rtl/>
          <w:lang w:bidi="fa-IR"/>
        </w:rPr>
      </w:pPr>
      <w:r>
        <w:rPr>
          <w:rtl/>
          <w:lang w:bidi="fa-IR"/>
        </w:rPr>
        <w:t>1- نک: عباس عب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با ابرار (وح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بهبهان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)، تهران، سازمان تبل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غات</w:t>
      </w:r>
      <w:r>
        <w:rPr>
          <w:rtl/>
          <w:lang w:bidi="fa-IR"/>
        </w:rPr>
        <w:t xml:space="preserve"> اسلام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1372، چ 1، صص98 و 99.</w:t>
      </w:r>
    </w:p>
    <w:p w:rsidR="00AE3A06" w:rsidRDefault="00AE3A06" w:rsidP="00AF7C95">
      <w:pPr>
        <w:pStyle w:val="libFootnote0"/>
        <w:rPr>
          <w:rtl/>
          <w:lang w:bidi="fa-IR"/>
        </w:rPr>
      </w:pPr>
      <w:r>
        <w:rPr>
          <w:rtl/>
          <w:lang w:bidi="fa-IR"/>
        </w:rPr>
        <w:t>2- قصه ها و خاطره ها، ص112.</w:t>
      </w:r>
    </w:p>
    <w:p w:rsidR="00AE3A06" w:rsidRDefault="00AF7C95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زمان حکومت حسن البکر در عراق،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نفت به شدت کم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شد.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اطراف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امام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نفت درحال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رفتن از خانه بود، امام فرمود: « مبادا به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نفت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! اگر صف بود، مثل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صف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نوبت تان شود».</w:t>
      </w:r>
      <w:r w:rsidRPr="00AF7C95">
        <w:rPr>
          <w:rStyle w:val="libFootnotenumChar"/>
          <w:rtl/>
        </w:rPr>
        <w:t>(2)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آقا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ابوالقاسم جاودان نقل کرده است: 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خواستند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بروند. من هم چراغ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برداشته بودم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همراه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کردم. من 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جلوتر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حرکت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و به اصطلاح،</w:t>
      </w:r>
    </w:p>
    <w:p w:rsidR="00AE3A06" w:rsidRPr="00AF7C95" w:rsidRDefault="00AF7C95" w:rsidP="00AF7C95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AE3A06" w:rsidRDefault="00AE3A06" w:rsidP="00AF7C95">
      <w:pPr>
        <w:pStyle w:val="libFootnote0"/>
        <w:rPr>
          <w:rtl/>
          <w:lang w:bidi="fa-IR"/>
        </w:rPr>
      </w:pPr>
      <w:r>
        <w:rPr>
          <w:rtl/>
          <w:lang w:bidi="fa-IR"/>
        </w:rPr>
        <w:t>1- برداشت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امام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رحمه الله، ج1، ص131.</w:t>
      </w:r>
    </w:p>
    <w:p w:rsidR="00AE3A06" w:rsidRDefault="00AE3A06" w:rsidP="00AF7C95">
      <w:pPr>
        <w:pStyle w:val="libFootnote0"/>
        <w:rPr>
          <w:rtl/>
          <w:lang w:bidi="fa-IR"/>
        </w:rPr>
      </w:pPr>
      <w:r>
        <w:rPr>
          <w:rtl/>
          <w:lang w:bidi="fa-IR"/>
        </w:rPr>
        <w:t>2- مجموعه مقالات کنگره آثار و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امام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رحمه الله، تهران، مؤسسه تنظ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نشر آثار امام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رحمه الله، 1375، چ2، ص550.</w:t>
      </w:r>
    </w:p>
    <w:p w:rsidR="00AE3A06" w:rsidRDefault="00AF7C95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E3A06">
        <w:rPr>
          <w:rFonts w:hint="eastAsia"/>
          <w:rtl/>
          <w:lang w:bidi="fa-IR"/>
        </w:rPr>
        <w:lastRenderedPageBreak/>
        <w:t>چراغ</w:t>
      </w:r>
      <w:r w:rsidR="00AE3A06">
        <w:rPr>
          <w:rtl/>
          <w:lang w:bidi="fa-IR"/>
        </w:rPr>
        <w:t xml:space="preserve"> کش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کردم. ما از جلو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جمع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از مردم رد شد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م</w:t>
      </w:r>
      <w:r w:rsidR="00AE3A06">
        <w:rPr>
          <w:rtl/>
          <w:lang w:bidi="fa-IR"/>
        </w:rPr>
        <w:t>. آنها همه به احترام آقا ش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خ</w:t>
      </w:r>
      <w:r w:rsidR="00AE3A06">
        <w:rPr>
          <w:rtl/>
          <w:lang w:bidi="fa-IR"/>
        </w:rPr>
        <w:t xml:space="preserve"> مرتض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مؤدبانه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ستاده</w:t>
      </w:r>
      <w:r w:rsidR="00AE3A06">
        <w:rPr>
          <w:rtl/>
          <w:lang w:bidi="fa-IR"/>
        </w:rPr>
        <w:t xml:space="preserve"> بودند و به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شان</w:t>
      </w:r>
      <w:r w:rsidR="00AE3A06">
        <w:rPr>
          <w:rtl/>
          <w:lang w:bidi="fa-IR"/>
        </w:rPr>
        <w:t xml:space="preserve"> سلام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کردند. آقا ش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خ</w:t>
      </w:r>
      <w:r w:rsidR="00AE3A06">
        <w:rPr>
          <w:rtl/>
          <w:lang w:bidi="fa-IR"/>
        </w:rPr>
        <w:t xml:space="preserve"> مرتض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برا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احت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اط</w:t>
      </w:r>
      <w:r w:rsidR="00AE3A06">
        <w:rPr>
          <w:rtl/>
          <w:lang w:bidi="fa-IR"/>
        </w:rPr>
        <w:t xml:space="preserve"> و برا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نکه</w:t>
      </w:r>
      <w:r w:rsidR="00AE3A06">
        <w:rPr>
          <w:rtl/>
          <w:lang w:bidi="fa-IR"/>
        </w:rPr>
        <w:t xml:space="preserve"> اطم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نان</w:t>
      </w:r>
      <w:r w:rsidR="00AE3A06">
        <w:rPr>
          <w:rtl/>
          <w:lang w:bidi="fa-IR"/>
        </w:rPr>
        <w:t xml:space="preserve"> 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ابد،</w:t>
      </w:r>
      <w:r w:rsidR="00AE3A06">
        <w:rPr>
          <w:rtl/>
          <w:lang w:bidi="fa-IR"/>
        </w:rPr>
        <w:t xml:space="preserve"> پاسخ سلام همه را داده است، تندتند به آنها نگاه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کرد و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گفت: « عل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ک</w:t>
      </w:r>
      <w:r w:rsidR="00AE3A06">
        <w:rPr>
          <w:rtl/>
          <w:lang w:bidi="fa-IR"/>
        </w:rPr>
        <w:t xml:space="preserve"> </w:t>
      </w:r>
      <w:r w:rsidR="00AE3A06">
        <w:rPr>
          <w:rFonts w:hint="eastAsia"/>
          <w:rtl/>
          <w:lang w:bidi="fa-IR"/>
        </w:rPr>
        <w:t>السلام،</w:t>
      </w:r>
      <w:r w:rsidR="00AE3A06">
        <w:rPr>
          <w:rtl/>
          <w:lang w:bidi="fa-IR"/>
        </w:rPr>
        <w:t xml:space="preserve"> عل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ک</w:t>
      </w:r>
      <w:r w:rsidR="00AE3A06">
        <w:rPr>
          <w:rtl/>
          <w:lang w:bidi="fa-IR"/>
        </w:rPr>
        <w:t xml:space="preserve"> السلام، عل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ک</w:t>
      </w:r>
      <w:r w:rsidR="00AE3A06">
        <w:rPr>
          <w:rtl/>
          <w:lang w:bidi="fa-IR"/>
        </w:rPr>
        <w:t xml:space="preserve"> السلام...» خوب 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ادم</w:t>
      </w:r>
      <w:r w:rsidR="00AE3A06">
        <w:rPr>
          <w:rtl/>
          <w:lang w:bidi="fa-IR"/>
        </w:rPr>
        <w:t xml:space="preserve"> هست، ما از جلو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آنها رد شده بود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م،</w:t>
      </w:r>
      <w:r w:rsidR="00AE3A06">
        <w:rPr>
          <w:rtl/>
          <w:lang w:bidi="fa-IR"/>
        </w:rPr>
        <w:t xml:space="preserve"> ول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آقا ش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خ</w:t>
      </w:r>
      <w:r w:rsidR="00AE3A06">
        <w:rPr>
          <w:rtl/>
          <w:lang w:bidi="fa-IR"/>
        </w:rPr>
        <w:t xml:space="preserve"> مرتض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همچنان سرش رو به عقب بود و جواب سلام مردم را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داد.</w:t>
      </w: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لحظات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متوجه شدم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با اضطراب و با حالت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ترس، در حال گفتن جملات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شدم و گوشم را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کردم. آقا در حال دعا کردن بود و با چشمان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اشک آلود به خداوند عرض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کرد: «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>! خودت لطف کن و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مرا همانند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مردم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نکنند من برتر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امت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آنها دارم...!».</w:t>
      </w:r>
      <w:r w:rsidRPr="00AF7C95">
        <w:rPr>
          <w:rStyle w:val="libFootnotenumChar"/>
          <w:rtl/>
        </w:rPr>
        <w:t>(1)</w:t>
      </w:r>
    </w:p>
    <w:p w:rsidR="00AE3A06" w:rsidRDefault="00AF7C95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AF7C95">
      <w:pPr>
        <w:pStyle w:val="Heading2"/>
        <w:rPr>
          <w:rtl/>
          <w:lang w:bidi="fa-IR"/>
        </w:rPr>
      </w:pPr>
      <w:bookmarkStart w:id="85" w:name="_Toc523832845"/>
      <w:r>
        <w:rPr>
          <w:rFonts w:hint="eastAsia"/>
          <w:rtl/>
          <w:lang w:bidi="fa-IR"/>
        </w:rPr>
        <w:t>پاسخ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به مردم</w:t>
      </w:r>
      <w:bookmarkEnd w:id="85"/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مخالفان سرسخت مرحوم آخوند خراسان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 تأ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ازمند</w:t>
      </w:r>
      <w:r>
        <w:rPr>
          <w:rtl/>
          <w:lang w:bidi="fa-IR"/>
        </w:rPr>
        <w:t xml:space="preserve"> شد.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مرحوم آخوند از جلسه درس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آمد، آن فرد فرصت را غن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tl/>
          <w:lang w:bidi="fa-IR"/>
        </w:rPr>
        <w:t xml:space="preserve"> شمرده و نزد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رفت و کاغذ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داد تا از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تأ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 مرحوم آخوند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او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شناخت، به احترامش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</w:t>
      </w:r>
      <w:r>
        <w:rPr>
          <w:rtl/>
          <w:lang w:bidi="fa-IR"/>
        </w:rPr>
        <w:t xml:space="preserve"> و کاغذ را گرفت. همه گمان کردند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کاغذ را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تا بعد در خانه آن را مطالعه و امضا کند،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از درس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 و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خسته بود و آن فرد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سرسخت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دشمنان و</w:t>
      </w:r>
    </w:p>
    <w:p w:rsidR="00AE3A06" w:rsidRPr="00AF7C95" w:rsidRDefault="00AF7C95" w:rsidP="00AF7C95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AE3A06" w:rsidRDefault="00AE3A06" w:rsidP="00AF7C95">
      <w:pPr>
        <w:pStyle w:val="libFootnote0"/>
        <w:rPr>
          <w:rtl/>
          <w:lang w:bidi="fa-IR"/>
        </w:rPr>
      </w:pPr>
      <w:r>
        <w:rPr>
          <w:rtl/>
          <w:lang w:bidi="fa-IR"/>
        </w:rPr>
        <w:t>1-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زاهد، صص174 و 175.</w:t>
      </w:r>
    </w:p>
    <w:p w:rsidR="00AE3A06" w:rsidRDefault="00AF7C95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E3A06">
        <w:rPr>
          <w:rFonts w:hint="eastAsia"/>
          <w:rtl/>
          <w:lang w:bidi="fa-IR"/>
        </w:rPr>
        <w:lastRenderedPageBreak/>
        <w:t>مخالفان</w:t>
      </w:r>
      <w:r w:rsidR="00AE3A06">
        <w:rPr>
          <w:rtl/>
          <w:lang w:bidi="fa-IR"/>
        </w:rPr>
        <w:t xml:space="preserve">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شان</w:t>
      </w:r>
      <w:r w:rsidR="00AE3A06">
        <w:rPr>
          <w:rtl/>
          <w:lang w:bidi="fa-IR"/>
        </w:rPr>
        <w:t xml:space="preserve"> بود، فرزند خود را صدا زد، قلم و دوات خواست و درم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ان</w:t>
      </w:r>
      <w:r w:rsidR="00AE3A06">
        <w:rPr>
          <w:rtl/>
          <w:lang w:bidi="fa-IR"/>
        </w:rPr>
        <w:t xml:space="preserve"> کوچه، تأ</w:t>
      </w:r>
      <w:r w:rsidR="00AE3A06">
        <w:rPr>
          <w:rFonts w:hint="cs"/>
          <w:rtl/>
          <w:lang w:bidi="fa-IR"/>
        </w:rPr>
        <w:t>یی</w:t>
      </w:r>
      <w:r w:rsidR="00AE3A06">
        <w:rPr>
          <w:rFonts w:hint="eastAsia"/>
          <w:rtl/>
          <w:lang w:bidi="fa-IR"/>
        </w:rPr>
        <w:t>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ه</w:t>
      </w:r>
      <w:r w:rsidR="00AE3A06">
        <w:rPr>
          <w:rtl/>
          <w:lang w:bidi="fa-IR"/>
        </w:rPr>
        <w:t xml:space="preserve"> را امضا کرد و به مرد داد</w:t>
      </w:r>
      <w:r w:rsidR="00AE3A06" w:rsidRPr="00AF7C95">
        <w:rPr>
          <w:rStyle w:val="libFootnotenumChar"/>
          <w:rtl/>
        </w:rPr>
        <w:t>.(1)</w:t>
      </w:r>
    </w:p>
    <w:p w:rsidR="00AE3A06" w:rsidRDefault="00AF7C95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AF7C95">
      <w:pPr>
        <w:pStyle w:val="Heading2"/>
        <w:rPr>
          <w:rtl/>
          <w:lang w:bidi="fa-IR"/>
        </w:rPr>
      </w:pPr>
      <w:bookmarkStart w:id="86" w:name="_Toc523832846"/>
      <w:r>
        <w:rPr>
          <w:rFonts w:hint="eastAsia"/>
          <w:rtl/>
          <w:lang w:bidi="fa-IR"/>
        </w:rPr>
        <w:t>احترام</w:t>
      </w:r>
      <w:r>
        <w:rPr>
          <w:rtl/>
          <w:lang w:bidi="fa-IR"/>
        </w:rPr>
        <w:t xml:space="preserve"> به کودکان</w:t>
      </w:r>
      <w:bookmarkEnd w:id="86"/>
    </w:p>
    <w:p w:rsidR="00AE3A06" w:rsidRDefault="00AE3A06" w:rsidP="00AF7C9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معرفت </w:t>
      </w:r>
      <w:r w:rsidR="00AF7C95" w:rsidRPr="00AF7C95">
        <w:rPr>
          <w:rStyle w:val="libAlaemChar"/>
          <w:rtl/>
        </w:rPr>
        <w:t>رحمهم‌الله</w:t>
      </w:r>
      <w:r w:rsidR="00AF7C95" w:rsidRPr="005100D5">
        <w:rPr>
          <w:rFonts w:ascii="Traditional Arabic" w:hAnsi="Traditional Arabic" w:cs="Traditional Arabic"/>
          <w:rtl/>
        </w:rPr>
        <w:t xml:space="preserve"> </w:t>
      </w:r>
      <w:r>
        <w:rPr>
          <w:rtl/>
          <w:lang w:bidi="fa-IR"/>
        </w:rPr>
        <w:t>درباره احترام گذاشتن حضرت امام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کودکان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نقل شده است: من به کربلا مشرف شده و در حرم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="00000DDD" w:rsidRPr="00000DDD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بودم که امام به حرم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آوردند...،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نشستند و مشغول نماز شدند. رسم مردم بغداد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دا</w:t>
      </w:r>
      <w:r>
        <w:rPr>
          <w:rFonts w:hint="eastAsia"/>
          <w:rtl/>
          <w:lang w:bidi="fa-IR"/>
        </w:rPr>
        <w:t>خل</w:t>
      </w:r>
      <w:r>
        <w:rPr>
          <w:rtl/>
          <w:lang w:bidi="fa-IR"/>
        </w:rPr>
        <w:t xml:space="preserve"> حرم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شکلات، خرما و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زائران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 امام نشسته بودند و من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نشسته بودم. بنده زاده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با من بود که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کوچک بود. آقا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 وجلو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و امام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گذاشت. امام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برداشت و با کمال مهربان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بن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زاده داد؛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به او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نداده بودند. 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امام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مسئله توجه کردند.</w:t>
      </w:r>
      <w:r w:rsidRPr="00AF7C95">
        <w:rPr>
          <w:rStyle w:val="libFootnotenumChar"/>
          <w:rtl/>
        </w:rPr>
        <w:t>(2)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طلبه ها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کند: به همراه چند نفر از دوستان طلبه، به خانه استاد حسن زاده آمل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(مدظله)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طلبه ها در زد. اندک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بعد، خود استاد در را گشود. طلبه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عرض کرد: طبق قرار قبل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با عده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 خدمتتان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استاد فرمود: « بفرما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>د آقاجان! 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خدمتتان است،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طلب نکن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! (منظورشان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که از من موعظه و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حت</w:t>
      </w:r>
      <w:r>
        <w:rPr>
          <w:rtl/>
          <w:lang w:bidi="fa-IR"/>
        </w:rPr>
        <w:t xml:space="preserve"> نخواه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)».</w:t>
      </w:r>
    </w:p>
    <w:p w:rsidR="00DB4243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بنده</w:t>
      </w:r>
      <w:r>
        <w:rPr>
          <w:rtl/>
          <w:lang w:bidi="fa-IR"/>
        </w:rPr>
        <w:t xml:space="preserve"> پس از ورود به اتاق، خم شدم تا دست مبارک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ببوسم،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استاد دستشان را کنار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و فرمودند: « آقا جان!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اگر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 ببوس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دست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تا بچه را ببوس» و به دو فرزند خردسال</w:t>
      </w:r>
      <w:r>
        <w:rPr>
          <w:rFonts w:hint="cs"/>
          <w:rtl/>
          <w:lang w:bidi="fa-IR"/>
        </w:rPr>
        <w:t>ی</w:t>
      </w:r>
    </w:p>
    <w:p w:rsidR="00AE3A06" w:rsidRPr="00DB4243" w:rsidRDefault="00DB4243" w:rsidP="00DB4243">
      <w:pPr>
        <w:pStyle w:val="libLine"/>
        <w:rPr>
          <w:rtl/>
          <w:lang w:bidi="fa-IR"/>
        </w:rPr>
      </w:pPr>
      <w:r>
        <w:rPr>
          <w:rtl/>
          <w:lang w:bidi="fa-IR"/>
        </w:rPr>
        <w:br w:type="page"/>
      </w:r>
      <w:r>
        <w:rPr>
          <w:rFonts w:hint="cs"/>
          <w:rtl/>
          <w:lang w:bidi="fa-IR"/>
        </w:rPr>
        <w:lastRenderedPageBreak/>
        <w:t>__________________________________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DB4243">
      <w:pPr>
        <w:pStyle w:val="libFootnote0"/>
        <w:rPr>
          <w:rtl/>
          <w:lang w:bidi="fa-IR"/>
        </w:rPr>
      </w:pPr>
      <w:r>
        <w:rPr>
          <w:rtl/>
          <w:lang w:bidi="fa-IR"/>
        </w:rPr>
        <w:t>1- قصه ها وخاطره ها، ص16؛ (قصص وخواطر، ص107).</w:t>
      </w:r>
    </w:p>
    <w:p w:rsidR="00AE3A06" w:rsidRDefault="00AE3A06" w:rsidP="00DB4243">
      <w:pPr>
        <w:pStyle w:val="libFootnote0"/>
        <w:rPr>
          <w:rtl/>
          <w:lang w:bidi="fa-IR"/>
        </w:rPr>
      </w:pPr>
      <w:r>
        <w:rPr>
          <w:rtl/>
          <w:lang w:bidi="fa-IR"/>
        </w:rPr>
        <w:t>2- برداشت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امام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رحمه الله، 1378، چ 3، ج2، ص190.</w:t>
      </w:r>
    </w:p>
    <w:p w:rsidR="00AE3A06" w:rsidRDefault="00DB4243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E3A06">
        <w:rPr>
          <w:rFonts w:hint="eastAsia"/>
          <w:rtl/>
          <w:lang w:bidi="fa-IR"/>
        </w:rPr>
        <w:lastRenderedPageBreak/>
        <w:t>که</w:t>
      </w:r>
      <w:r w:rsidR="00AE3A06">
        <w:rPr>
          <w:rtl/>
          <w:lang w:bidi="fa-IR"/>
        </w:rPr>
        <w:t xml:space="preserve"> همراه ما بودند، اشاره کرد و افزود: «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نها</w:t>
      </w:r>
      <w:r w:rsidR="00AE3A06">
        <w:rPr>
          <w:rtl/>
          <w:lang w:bidi="fa-IR"/>
        </w:rPr>
        <w:t xml:space="preserve"> قر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ب</w:t>
      </w:r>
      <w:r w:rsidR="00AE3A06">
        <w:rPr>
          <w:rtl/>
          <w:lang w:bidi="fa-IR"/>
        </w:rPr>
        <w:t xml:space="preserve"> العهد به مبدأند.» وقت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همه وارد اتاق شدند،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شان</w:t>
      </w:r>
      <w:r w:rsidR="00AE3A06">
        <w:rPr>
          <w:rtl/>
          <w:lang w:bidi="fa-IR"/>
        </w:rPr>
        <w:t xml:space="preserve"> با ظرف م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وه</w:t>
      </w:r>
      <w:r w:rsidR="00AE3A06">
        <w:rPr>
          <w:rtl/>
          <w:lang w:bidi="fa-IR"/>
        </w:rPr>
        <w:t xml:space="preserve"> وچند بشقاب وارد شدند و فرمودند: «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پ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</w:t>
      </w:r>
      <w:r w:rsidR="00AE3A06">
        <w:rPr>
          <w:rtl/>
          <w:lang w:bidi="fa-IR"/>
        </w:rPr>
        <w:t xml:space="preserve"> دست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ها را پ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</w:t>
      </w:r>
      <w:r w:rsidR="00AE3A06">
        <w:rPr>
          <w:rtl/>
          <w:lang w:bidi="fa-IR"/>
        </w:rPr>
        <w:t xml:space="preserve"> هم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دو کودک بگذار و از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نها</w:t>
      </w:r>
      <w:r w:rsidR="00AE3A06">
        <w:rPr>
          <w:rtl/>
          <w:lang w:bidi="fa-IR"/>
        </w:rPr>
        <w:t xml:space="preserve"> پذ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را</w:t>
      </w:r>
      <w:r w:rsidR="00AE3A06">
        <w:rPr>
          <w:rFonts w:hint="cs"/>
          <w:rtl/>
          <w:lang w:bidi="fa-IR"/>
        </w:rPr>
        <w:t>یی</w:t>
      </w:r>
      <w:r w:rsidR="00AE3A06">
        <w:rPr>
          <w:rtl/>
          <w:lang w:bidi="fa-IR"/>
        </w:rPr>
        <w:t xml:space="preserve"> کن!».</w:t>
      </w:r>
      <w:r w:rsidR="00AE3A06" w:rsidRPr="00DB4243">
        <w:rPr>
          <w:rStyle w:val="libFootnotenumChar"/>
          <w:rtl/>
        </w:rPr>
        <w:t>(1)</w:t>
      </w:r>
    </w:p>
    <w:p w:rsidR="00AE3A06" w:rsidRPr="00DB4243" w:rsidRDefault="00DB4243" w:rsidP="00DB424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</w:t>
      </w:r>
    </w:p>
    <w:p w:rsidR="00AE3A06" w:rsidRDefault="00AE3A06" w:rsidP="00DB4243">
      <w:pPr>
        <w:pStyle w:val="libFootnote0"/>
        <w:rPr>
          <w:rtl/>
          <w:lang w:bidi="fa-IR"/>
        </w:rPr>
      </w:pPr>
      <w:r>
        <w:rPr>
          <w:rtl/>
          <w:lang w:bidi="fa-IR"/>
        </w:rPr>
        <w:t>1- در محضر استاد حسن زاده آمل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صص93 و 94.</w:t>
      </w:r>
    </w:p>
    <w:p w:rsidR="00DB4243" w:rsidRDefault="00DB4243" w:rsidP="00AE3A06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DB4243">
      <w:pPr>
        <w:pStyle w:val="Heading1"/>
        <w:rPr>
          <w:rtl/>
          <w:lang w:bidi="fa-IR"/>
        </w:rPr>
      </w:pPr>
      <w:bookmarkStart w:id="87" w:name="_Toc523832847"/>
      <w:r>
        <w:rPr>
          <w:rFonts w:hint="eastAsia"/>
          <w:rtl/>
          <w:lang w:bidi="fa-IR"/>
        </w:rPr>
        <w:t>فصل</w:t>
      </w:r>
      <w:r>
        <w:rPr>
          <w:rtl/>
          <w:lang w:bidi="fa-IR"/>
        </w:rPr>
        <w:t xml:space="preserve"> سوم: اخلاق خانوادگ</w:t>
      </w:r>
      <w:r>
        <w:rPr>
          <w:rFonts w:hint="cs"/>
          <w:rtl/>
          <w:lang w:bidi="fa-IR"/>
        </w:rPr>
        <w:t>ی</w:t>
      </w:r>
      <w:bookmarkEnd w:id="87"/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DB4243">
      <w:pPr>
        <w:pStyle w:val="Heading2"/>
        <w:rPr>
          <w:rtl/>
          <w:lang w:bidi="fa-IR"/>
        </w:rPr>
      </w:pPr>
      <w:bookmarkStart w:id="88" w:name="_Toc523832848"/>
      <w:r>
        <w:rPr>
          <w:rFonts w:hint="eastAsia"/>
          <w:rtl/>
          <w:lang w:bidi="fa-IR"/>
        </w:rPr>
        <w:t>احترام</w:t>
      </w:r>
      <w:r>
        <w:rPr>
          <w:rtl/>
          <w:lang w:bidi="fa-IR"/>
        </w:rPr>
        <w:t xml:space="preserve"> به پدر و مادر</w:t>
      </w:r>
      <w:bookmarkEnd w:id="88"/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مجتب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مطهر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فرزند استاد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مطهر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 خاطرم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پدرم فرمود: «گه گاه که به اسرار وجود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و کارها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شم،</w:t>
      </w:r>
      <w:r>
        <w:rPr>
          <w:rtl/>
          <w:lang w:bidi="fa-IR"/>
        </w:rPr>
        <w:t xml:space="preserve"> احساس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از مسائل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سبب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برکت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 شده و همواره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لطف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شامل حال من کرده است، احترام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بوده است که به پدر و مادر خود کرده ام، به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در دوران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هنگام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افزون بر توجه معنو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عاطف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تا آنجا که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ام اجازه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داد، از نظر هز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و مخارج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آنان کمک و مساعدت کرده ام».</w:t>
      </w:r>
    </w:p>
    <w:p w:rsidR="00AE3A06" w:rsidRDefault="00AE3A06" w:rsidP="00DB424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دارم مادرم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« من در آغاز جوان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گله کوچک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مادر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کردم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به شدت ناراحت شدند. من از آنجا به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علاقه و احترام خاص استاد به مادرشان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بردم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هرگز درا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باره سخن نگفتم.» استاد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در برابر پدر بزرگوار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تواضع</w:t>
      </w:r>
      <w:r>
        <w:rPr>
          <w:rtl/>
          <w:lang w:bidi="fa-IR"/>
        </w:rPr>
        <w:t xml:space="preserve"> و احترام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و موقع روبه رو شدن با پدر و مادر، دست آنان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گفتند: انسان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گاه از سخن پدر و مادر ناراحت و دل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شود. 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سعادت فرزند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خواهند».</w:t>
      </w:r>
      <w:r w:rsidRPr="00DB4243">
        <w:rPr>
          <w:rStyle w:val="libFootnotenumChar"/>
          <w:rtl/>
        </w:rPr>
        <w:t>(1)</w:t>
      </w:r>
    </w:p>
    <w:p w:rsidR="00AE3A06" w:rsidRPr="00DB4243" w:rsidRDefault="00DB4243" w:rsidP="00DB424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AE3A06" w:rsidRDefault="00AE3A06" w:rsidP="00DB4243">
      <w:pPr>
        <w:pStyle w:val="libFootnote0"/>
        <w:rPr>
          <w:rtl/>
          <w:lang w:bidi="fa-IR"/>
        </w:rPr>
      </w:pPr>
      <w:r>
        <w:rPr>
          <w:rtl/>
          <w:lang w:bidi="fa-IR"/>
        </w:rPr>
        <w:t>1- سرگذشت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از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استاد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مطهر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ج2، صص149 _ 151.</w:t>
      </w:r>
    </w:p>
    <w:p w:rsidR="00AE3A06" w:rsidRDefault="00DB4243" w:rsidP="00DB424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E3A06">
        <w:rPr>
          <w:rFonts w:hint="eastAsia"/>
          <w:rtl/>
          <w:lang w:bidi="fa-IR"/>
        </w:rPr>
        <w:lastRenderedPageBreak/>
        <w:t>حجت</w:t>
      </w:r>
      <w:r w:rsidR="00AE3A06">
        <w:rPr>
          <w:rtl/>
          <w:lang w:bidi="fa-IR"/>
        </w:rPr>
        <w:t xml:space="preserve"> الاسلام منصور اسکندر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گو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</w:t>
      </w:r>
      <w:r w:rsidR="00AE3A06">
        <w:rPr>
          <w:rtl/>
          <w:lang w:bidi="fa-IR"/>
        </w:rPr>
        <w:t>: روز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از استاد علامه عل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دوان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</w:t>
      </w:r>
      <w:r w:rsidRPr="00DB4243">
        <w:rPr>
          <w:rStyle w:val="libAlaemChar"/>
          <w:rtl/>
        </w:rPr>
        <w:t>رحمهم‌الله</w:t>
      </w:r>
      <w:r w:rsidRPr="005100D5">
        <w:rPr>
          <w:rFonts w:ascii="Traditional Arabic" w:hAnsi="Traditional Arabic" w:cs="Traditional Arabic"/>
          <w:rtl/>
        </w:rPr>
        <w:t xml:space="preserve"> </w:t>
      </w:r>
      <w:r w:rsidR="00AE3A06">
        <w:rPr>
          <w:rtl/>
          <w:lang w:bidi="fa-IR"/>
        </w:rPr>
        <w:t>پرس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دم</w:t>
      </w:r>
      <w:r w:rsidR="00AE3A06">
        <w:rPr>
          <w:rtl/>
          <w:lang w:bidi="fa-IR"/>
        </w:rPr>
        <w:t>: چرا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قدر درباره احترام به والد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به و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ژه</w:t>
      </w:r>
      <w:r w:rsidR="00AE3A06">
        <w:rPr>
          <w:rtl/>
          <w:lang w:bidi="fa-IR"/>
        </w:rPr>
        <w:t xml:space="preserve"> مادر سفارش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د؟</w:t>
      </w:r>
      <w:r w:rsidR="00AE3A06">
        <w:rPr>
          <w:rtl/>
          <w:lang w:bidi="fa-IR"/>
        </w:rPr>
        <w:t xml:space="preserve"> چشمان استاد پر از اشک شد و با همان حالت بغض فرمود: « خداوند متعال پس از خودش، مهربان تر از والد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به و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ژه</w:t>
      </w:r>
      <w:r w:rsidR="00AE3A06">
        <w:rPr>
          <w:rtl/>
          <w:lang w:bidi="fa-IR"/>
        </w:rPr>
        <w:t xml:space="preserve"> ماد</w:t>
      </w:r>
      <w:r w:rsidR="00AE3A06">
        <w:rPr>
          <w:rFonts w:hint="eastAsia"/>
          <w:rtl/>
          <w:lang w:bidi="fa-IR"/>
        </w:rPr>
        <w:t>ر</w:t>
      </w:r>
      <w:r w:rsidR="00AE3A06">
        <w:rPr>
          <w:rtl/>
          <w:lang w:bidi="fa-IR"/>
        </w:rPr>
        <w:t xml:space="preserve"> خلق نکرده است.» سپس فرمود: « من مدت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در نجف اشرف نقاهت داشتم. خبر مر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ض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ام را در آبادان به مادرم رسانده بودند. روز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خادم مدرسه شرب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ان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به حجره ام آمد و اطلاع داد مادرت از آبادان آمده و ب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رون</w:t>
      </w:r>
      <w:r w:rsidR="00AE3A06">
        <w:rPr>
          <w:rtl/>
          <w:lang w:bidi="fa-IR"/>
        </w:rPr>
        <w:t xml:space="preserve"> مدرسه در کوچه نشسته است.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مدرسه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آمدم. تا چشمم به مادرم افتاد و او هم مرا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همد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را در آغوش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درحال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مادرم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فرمود: « پسرم چقدر لاغر و افسرده شده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!»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مهر مادر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موجب شد مادرم شش ماه به خاطر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 در نجف اشرف توقف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با تبحر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مداوا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سنّت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داشت، از من پرستار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برطرف شدن نقاهت من، به خاطر زحمات طاقت فرسا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مادرم بود. آقا هرچه انسان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بزرگواران (والد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) خدمت کند، کم کرده است».</w:t>
      </w:r>
      <w:r w:rsidRPr="00DB4243">
        <w:rPr>
          <w:rStyle w:val="libFootnotenumChar"/>
          <w:rtl/>
        </w:rPr>
        <w:t>(1)</w:t>
      </w:r>
    </w:p>
    <w:p w:rsidR="00AE3A06" w:rsidRPr="00DB4243" w:rsidRDefault="00DB4243" w:rsidP="00AE3A06">
      <w:pPr>
        <w:pStyle w:val="libNormal"/>
        <w:rPr>
          <w:rFonts w:cs="Times New Roman"/>
          <w:rtl/>
          <w:lang w:bidi="fa-IR"/>
        </w:rPr>
      </w:pPr>
      <w:r>
        <w:rPr>
          <w:rtl/>
          <w:lang w:bidi="fa-IR"/>
        </w:rPr>
        <w:br w:type="page"/>
      </w:r>
      <w:r>
        <w:rPr>
          <w:rFonts w:cs="Times New Roman" w:hint="cs"/>
          <w:rtl/>
          <w:lang w:bidi="fa-IR"/>
        </w:rPr>
        <w:lastRenderedPageBreak/>
        <w:t>_____________________________</w:t>
      </w:r>
    </w:p>
    <w:p w:rsidR="00AE3A06" w:rsidRDefault="00AE3A06" w:rsidP="00DB4243">
      <w:pPr>
        <w:pStyle w:val="libFootnote0"/>
        <w:rPr>
          <w:rtl/>
          <w:lang w:bidi="fa-IR"/>
        </w:rPr>
      </w:pPr>
      <w:r>
        <w:rPr>
          <w:rtl/>
          <w:lang w:bidi="fa-IR"/>
        </w:rPr>
        <w:t>1-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بقا، ص 125.</w:t>
      </w:r>
    </w:p>
    <w:p w:rsidR="00AE3A06" w:rsidRDefault="00DB4243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را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کند، خدمت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جامعه کرده است.»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معتقد بودند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فرزند از مرد برنم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برعهده زن است؛ چون عاطفه زن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است و قوام خانواده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براساس محبت و عاطفه باشد.</w:t>
      </w:r>
      <w:r w:rsidRPr="00DB4243">
        <w:rPr>
          <w:rStyle w:val="libFootnotenumChar"/>
          <w:rtl/>
        </w:rPr>
        <w:t>(1)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DB4243">
      <w:pPr>
        <w:pStyle w:val="Heading2"/>
        <w:rPr>
          <w:rtl/>
          <w:lang w:bidi="fa-IR"/>
        </w:rPr>
      </w:pPr>
      <w:bookmarkStart w:id="89" w:name="_Toc523832849"/>
      <w:r>
        <w:rPr>
          <w:rFonts w:hint="eastAsia"/>
          <w:rtl/>
          <w:lang w:bidi="fa-IR"/>
        </w:rPr>
        <w:t>خدمت</w:t>
      </w:r>
      <w:r>
        <w:rPr>
          <w:rtl/>
          <w:lang w:bidi="fa-IR"/>
        </w:rPr>
        <w:t xml:space="preserve"> به مادر</w:t>
      </w:r>
      <w:bookmarkEnd w:id="89"/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محمد</w:t>
      </w:r>
      <w:r>
        <w:rPr>
          <w:rtl/>
          <w:lang w:bidi="fa-IR"/>
        </w:rPr>
        <w:t xml:space="preserve"> محمد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اشتهارد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>: « استاد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محمدتق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ستوده از مادرشان به عنوان 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فوق العاده و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مکارم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از جمله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« او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پارسا و وارسته بود، از زرق و برق و تجملات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رفت،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انگشتر طلا از او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نماند. او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استعداد و حافظه قو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 استعداد و حافظه من پس از الطاف اله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از ناح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مادرم به ارث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عوامل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بنده، خدمت به مادر و مراقبت از او در سال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و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او در حق من بود».</w:t>
      </w:r>
      <w:r w:rsidRPr="00DB4243">
        <w:rPr>
          <w:rStyle w:val="libFootnotenumChar"/>
          <w:rtl/>
        </w:rPr>
        <w:t>(2)</w:t>
      </w:r>
    </w:p>
    <w:p w:rsidR="00AE3A06" w:rsidRDefault="00DB4243" w:rsidP="00DB424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Pr="00DB4243" w:rsidRDefault="00DB4243" w:rsidP="00DB424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AE3A06" w:rsidRDefault="00AE3A06" w:rsidP="00DB4243">
      <w:pPr>
        <w:pStyle w:val="libFootnote0"/>
        <w:rPr>
          <w:rtl/>
          <w:lang w:bidi="fa-IR"/>
        </w:rPr>
      </w:pPr>
      <w:r>
        <w:rPr>
          <w:rtl/>
          <w:lang w:bidi="fa-IR"/>
        </w:rPr>
        <w:t>1- برداشت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امام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رحمه الله، ج1، ص33.</w:t>
      </w:r>
    </w:p>
    <w:p w:rsidR="00AE3A06" w:rsidRDefault="00AE3A06" w:rsidP="00DB4243">
      <w:pPr>
        <w:pStyle w:val="libFootnote0"/>
        <w:rPr>
          <w:rtl/>
          <w:lang w:bidi="fa-IR"/>
        </w:rPr>
      </w:pPr>
      <w:r>
        <w:rPr>
          <w:rtl/>
          <w:lang w:bidi="fa-IR"/>
        </w:rPr>
        <w:t>2- ستارگان حرم، ج12، ص34.</w:t>
      </w:r>
    </w:p>
    <w:p w:rsidR="00AE3A06" w:rsidRDefault="00DB4243" w:rsidP="00AE3A06">
      <w:pPr>
        <w:pStyle w:val="libNormal"/>
        <w:rPr>
          <w:rtl/>
          <w:lang w:bidi="fa-IR"/>
        </w:rPr>
      </w:pPr>
      <w:r>
        <w:rPr>
          <w:sz w:val="24"/>
          <w:szCs w:val="26"/>
          <w:rtl/>
          <w:lang w:bidi="fa-IR"/>
        </w:rPr>
        <w:br w:type="page"/>
      </w: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خانم</w:t>
      </w:r>
      <w:r>
        <w:rPr>
          <w:rtl/>
          <w:lang w:bidi="fa-IR"/>
        </w:rPr>
        <w:t xml:space="preserve"> زهرا مصطفو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من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در طول زندگ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امام به همسرشان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در را ببند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بارها و بارها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خانم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آمدند و کنار آقا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نشستند. و امام خودشان بلند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شدند و در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بستند و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من هم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گفتند در را ببندم.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به آقا گفتم: خا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که داخل اتاق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همان موقع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را ببندند. امام گفتند: « من حق ندارم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امر کنم.»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صورت خواهش هم از همسرشان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خواستند.</w:t>
      </w:r>
      <w:r w:rsidRPr="00DB4243">
        <w:rPr>
          <w:rStyle w:val="libFootnotenumChar"/>
          <w:rtl/>
        </w:rPr>
        <w:t>(1)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خانم</w:t>
      </w:r>
      <w:r>
        <w:rPr>
          <w:rtl/>
          <w:lang w:bidi="fa-IR"/>
        </w:rPr>
        <w:t xml:space="preserve"> زهرا مصطفو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خدمتکار خانه به مرخص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رفته بود و مادرم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غذا را سر سفره آورد. آقا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صحنه فرمود: « وامص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بت،</w:t>
      </w:r>
      <w:r>
        <w:rPr>
          <w:rtl/>
          <w:lang w:bidi="fa-IR"/>
        </w:rPr>
        <w:t xml:space="preserve">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>! خانم دارد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آورد.» از خواهرم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نقل شده است امام اصلاً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گذارند خانم کار کنند. الان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طور </w:t>
      </w:r>
      <w:r>
        <w:rPr>
          <w:rFonts w:hint="eastAsia"/>
          <w:rtl/>
          <w:lang w:bidi="fa-IR"/>
        </w:rPr>
        <w:t>است،</w:t>
      </w:r>
      <w:r>
        <w:rPr>
          <w:rtl/>
          <w:lang w:bidi="fa-IR"/>
        </w:rPr>
        <w:t xml:space="preserve"> 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هم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طور بود.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وظ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زن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دانند که تو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منزل کار کند، اگر خودش دلش خواست، انجام بدهد،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 حق ندارد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بکن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مثلاً شام درست کن!</w:t>
      </w:r>
      <w:r w:rsidRPr="00DB4243">
        <w:rPr>
          <w:rStyle w:val="libFootnotenumChar"/>
          <w:rtl/>
        </w:rPr>
        <w:t>(2)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همسر</w:t>
      </w:r>
      <w:r>
        <w:rPr>
          <w:rtl/>
          <w:lang w:bidi="fa-IR"/>
        </w:rPr>
        <w:t xml:space="preserve">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مطهر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درباره احترام استاد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 در مدت 26 سال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ام،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حالت تواضع و آرامش با من رفتار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ادم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وقت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ناراحت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رنج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باشم.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باگذشت و مهربان بودند و به آسا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و </w:t>
      </w:r>
      <w:r>
        <w:rPr>
          <w:rFonts w:hint="eastAsia"/>
          <w:rtl/>
          <w:lang w:bidi="fa-IR"/>
        </w:rPr>
        <w:t>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و بچه ها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دادند. آن قدر با من 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بودند که رنج و ناراحت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توانستند تحمل کنند.</w:t>
      </w:r>
    </w:p>
    <w:p w:rsidR="00AE3A06" w:rsidRPr="00DB4243" w:rsidRDefault="00DB4243" w:rsidP="00DB424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</w:t>
      </w:r>
    </w:p>
    <w:p w:rsidR="00AE3A06" w:rsidRDefault="00AE3A06" w:rsidP="00DB4243">
      <w:pPr>
        <w:pStyle w:val="libFootnote0"/>
        <w:rPr>
          <w:rtl/>
          <w:lang w:bidi="fa-IR"/>
        </w:rPr>
      </w:pPr>
      <w:r>
        <w:rPr>
          <w:rtl/>
          <w:lang w:bidi="fa-IR"/>
        </w:rPr>
        <w:t>1- برداشت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امام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رحمه الله، ج1، ص85 .</w:t>
      </w:r>
    </w:p>
    <w:p w:rsidR="00AE3A06" w:rsidRDefault="00AE3A06" w:rsidP="00DB4243">
      <w:pPr>
        <w:pStyle w:val="libFootnote0"/>
        <w:rPr>
          <w:rtl/>
          <w:lang w:bidi="fa-IR"/>
        </w:rPr>
      </w:pPr>
      <w:r>
        <w:rPr>
          <w:rtl/>
          <w:lang w:bidi="fa-IR"/>
        </w:rPr>
        <w:t>2- برداشت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امام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رحمه الله، ج1، ص83 .</w:t>
      </w:r>
    </w:p>
    <w:p w:rsidR="00AE3A06" w:rsidRDefault="00DB4243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E3A06">
        <w:rPr>
          <w:rFonts w:hint="cs"/>
          <w:rtl/>
          <w:lang w:bidi="fa-IR"/>
        </w:rPr>
        <w:lastRenderedPageBreak/>
        <w:t>ی</w:t>
      </w:r>
      <w:r w:rsidR="00AE3A06">
        <w:rPr>
          <w:rFonts w:hint="eastAsia"/>
          <w:rtl/>
          <w:lang w:bidi="fa-IR"/>
        </w:rPr>
        <w:t>ادم</w:t>
      </w:r>
      <w:r w:rsidR="00AE3A06">
        <w:rPr>
          <w:rtl/>
          <w:lang w:bidi="fa-IR"/>
        </w:rPr>
        <w:t xml:space="preserve"> هست 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ک</w:t>
      </w:r>
      <w:r w:rsidR="00AE3A06">
        <w:rPr>
          <w:rtl/>
          <w:lang w:bidi="fa-IR"/>
        </w:rPr>
        <w:t xml:space="preserve"> بار برا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دن</w:t>
      </w:r>
      <w:r w:rsidR="00AE3A06">
        <w:rPr>
          <w:rtl/>
          <w:lang w:bidi="fa-IR"/>
        </w:rPr>
        <w:t xml:space="preserve"> دخترم به اصفهان رفته بودم و بعد از چند روز، با 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ک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از دوستانم به تهران برگشتم. نزد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ک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ها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سحر بود که به خانه رس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دم</w:t>
      </w:r>
      <w:r w:rsidR="00AE3A06">
        <w:rPr>
          <w:rtl/>
          <w:lang w:bidi="fa-IR"/>
        </w:rPr>
        <w:t>. وقت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وارد خانه شدم، 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دم</w:t>
      </w:r>
      <w:r w:rsidR="00AE3A06">
        <w:rPr>
          <w:rtl/>
          <w:lang w:bidi="fa-IR"/>
        </w:rPr>
        <w:t xml:space="preserve"> همه بچه ها خواب هستند، ول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آقا ب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دار</w:t>
      </w:r>
      <w:r w:rsidR="00AE3A06">
        <w:rPr>
          <w:rtl/>
          <w:lang w:bidi="fa-IR"/>
        </w:rPr>
        <w:t xml:space="preserve"> است. چا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حاضر کرده بودند، م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وه</w:t>
      </w:r>
      <w:r w:rsidR="00AE3A06">
        <w:rPr>
          <w:rtl/>
          <w:lang w:bidi="fa-IR"/>
        </w:rPr>
        <w:t xml:space="preserve"> و ش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ر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ده</w:t>
      </w:r>
      <w:r w:rsidR="00AE3A06">
        <w:rPr>
          <w:rtl/>
          <w:lang w:bidi="fa-IR"/>
        </w:rPr>
        <w:t xml:space="preserve"> و منتظر من بودند.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وقت هم، من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به سفر کربلا رفته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خانه برگشت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دو سه تا از بچه ها خواب بودند.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ناراحت شدند و با بچه ها دعوا کردند که چرا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مادرتان از سفر کربلا برگشته، همه شما به استقبال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>!</w:t>
      </w:r>
      <w:r w:rsidRPr="00DB4243">
        <w:rPr>
          <w:rStyle w:val="libFootnotenumChar"/>
          <w:rtl/>
        </w:rPr>
        <w:t>(1)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خانم</w:t>
      </w:r>
      <w:r>
        <w:rPr>
          <w:rtl/>
          <w:lang w:bidi="fa-IR"/>
        </w:rPr>
        <w:t xml:space="preserve"> طباطبا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دختر علامه طباطبا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درباره چگونگ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رفتار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با همسر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 پدرم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از مادرم به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گفتند: «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زن بود که مرا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او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من بود و هر چه کتاب نوشته ام، نصفش مال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خانم است. رفتار پدرم با مادرم ب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احترام 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و دوستانه بود.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که 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مشتاق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مادرم هستند. ما هرگز بگو مگو و اختلاف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 دو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به قدر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نسبت به هم مهربان و فداکار و باگذشت بودند که ما گمان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هرگز با هم اختلاف نظر ندارند؛ در صورت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زند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مشترک به هر حال، بدون اختلاف نظر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آنها واقعاً با هم مانند دو دوست بودند».</w:t>
      </w:r>
      <w:r w:rsidRPr="00DB4243">
        <w:rPr>
          <w:rStyle w:val="libFootnotenumChar"/>
          <w:rtl/>
        </w:rPr>
        <w:t>(2)</w:t>
      </w:r>
    </w:p>
    <w:p w:rsidR="00AE3A06" w:rsidRPr="00DB4243" w:rsidRDefault="00DB4243" w:rsidP="00DB424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</w:t>
      </w:r>
    </w:p>
    <w:p w:rsidR="00AE3A06" w:rsidRDefault="00AE3A06" w:rsidP="00DB4243">
      <w:pPr>
        <w:pStyle w:val="libFootnote0"/>
        <w:rPr>
          <w:rtl/>
          <w:lang w:bidi="fa-IR"/>
        </w:rPr>
      </w:pPr>
      <w:r>
        <w:rPr>
          <w:rtl/>
          <w:lang w:bidi="fa-IR"/>
        </w:rPr>
        <w:t>1- سرگذشت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از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استاد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مطهر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ج2، صص 108و 109.</w:t>
      </w:r>
    </w:p>
    <w:p w:rsidR="00AE3A06" w:rsidRDefault="00AE3A06" w:rsidP="00DB4243">
      <w:pPr>
        <w:pStyle w:val="libFootnote0"/>
        <w:rPr>
          <w:rtl/>
          <w:lang w:bidi="fa-IR"/>
        </w:rPr>
      </w:pPr>
      <w:r>
        <w:rPr>
          <w:rtl/>
          <w:lang w:bidi="fa-IR"/>
        </w:rPr>
        <w:t>2- مجله زن روز، ش 892، 29/8/1361، ص7؛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با ابرار (علامه طباطبا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معرفت)، ص69.</w:t>
      </w:r>
    </w:p>
    <w:p w:rsidR="00AE3A06" w:rsidRDefault="00DB4243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E3A06">
        <w:rPr>
          <w:rFonts w:hint="eastAsia"/>
          <w:rtl/>
          <w:lang w:bidi="fa-IR"/>
        </w:rPr>
        <w:lastRenderedPageBreak/>
        <w:t>همسر</w:t>
      </w:r>
      <w:r w:rsidR="00AE3A06">
        <w:rPr>
          <w:rtl/>
          <w:lang w:bidi="fa-IR"/>
        </w:rPr>
        <w:t xml:space="preserve"> آ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ت</w:t>
      </w:r>
      <w:r w:rsidR="00AE3A06">
        <w:rPr>
          <w:rtl/>
          <w:lang w:bidi="fa-IR"/>
        </w:rPr>
        <w:t xml:space="preserve"> الله مرعش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نجف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نقل کرده است: « مدت شصت سال با آ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ت</w:t>
      </w:r>
      <w:r w:rsidR="00AE3A06">
        <w:rPr>
          <w:rtl/>
          <w:lang w:bidi="fa-IR"/>
        </w:rPr>
        <w:t xml:space="preserve"> الله مرعش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زندگ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کردم و در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مدت، ه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چ</w:t>
      </w:r>
      <w:r w:rsidR="00AE3A06">
        <w:rPr>
          <w:rtl/>
          <w:lang w:bidi="fa-IR"/>
        </w:rPr>
        <w:t xml:space="preserve"> گاه نسبت به من با تحکم سخن نگفت و با من رفتار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تند و خشونت آم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ز</w:t>
      </w:r>
      <w:r w:rsidR="00AE3A06">
        <w:rPr>
          <w:rtl/>
          <w:lang w:bidi="fa-IR"/>
        </w:rPr>
        <w:t xml:space="preserve"> نداشت».</w:t>
      </w:r>
      <w:r w:rsidR="00AE3A06" w:rsidRPr="00DB4243">
        <w:rPr>
          <w:rStyle w:val="libFootnotenumChar"/>
          <w:rtl/>
        </w:rPr>
        <w:t>(1)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رضا جعفر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فرزند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لسوف</w:t>
      </w:r>
      <w:r>
        <w:rPr>
          <w:rtl/>
          <w:lang w:bidi="fa-IR"/>
        </w:rPr>
        <w:t xml:space="preserve">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علامه محمد تق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جعفر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خاطره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دوران کودک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اشاره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دارم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خانه سوءتفاهم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استاد و والده ام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آمد و سخنان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آنان رد و بدل شد. پس از مدت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استاد قصد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رفتن از خانه را </w:t>
      </w:r>
      <w:r>
        <w:rPr>
          <w:rFonts w:hint="eastAsia"/>
          <w:rtl/>
          <w:lang w:bidi="fa-IR"/>
        </w:rPr>
        <w:t>داشت،</w:t>
      </w:r>
      <w:r>
        <w:rPr>
          <w:rtl/>
          <w:lang w:bidi="fa-IR"/>
        </w:rPr>
        <w:t xml:space="preserve"> با 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فروتن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 مادرم را بوس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عذرخواه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  <w:r w:rsidRPr="00DB4243">
        <w:rPr>
          <w:rStyle w:val="libFootnotenumChar"/>
          <w:rtl/>
        </w:rPr>
        <w:t>(2)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DB4243">
      <w:pPr>
        <w:pStyle w:val="Heading2"/>
        <w:rPr>
          <w:rtl/>
          <w:lang w:bidi="fa-IR"/>
        </w:rPr>
      </w:pPr>
      <w:bookmarkStart w:id="90" w:name="_Toc523832850"/>
      <w:r>
        <w:rPr>
          <w:rFonts w:hint="eastAsia"/>
          <w:rtl/>
          <w:lang w:bidi="fa-IR"/>
        </w:rPr>
        <w:t>قدردان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همسر</w:t>
      </w:r>
      <w:bookmarkEnd w:id="90"/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رضا جعفر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فرزند علامه محمدتق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جعفر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درباره پدرش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کند: « اساساً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 برخورد با همسر،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گاه</w:t>
      </w:r>
      <w:r>
        <w:rPr>
          <w:rtl/>
          <w:lang w:bidi="fa-IR"/>
        </w:rPr>
        <w:t xml:space="preserve">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فراموش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گاه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مشکلات مربوط به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با خود به خانه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آورد. اگر هم خسته بود، به سخنان همسرش گوش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داد</w:t>
      </w:r>
      <w:r>
        <w:rPr>
          <w:rtl/>
          <w:lang w:bidi="fa-IR"/>
        </w:rPr>
        <w:t xml:space="preserve"> و اظهارات معقول و منطق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[ا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>]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</w:t>
      </w:r>
      <w:r>
        <w:rPr>
          <w:rtl/>
          <w:lang w:bidi="fa-IR"/>
        </w:rPr>
        <w:t xml:space="preserve"> و از کوشش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همسرش مدام در مناسبت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قدردان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کرد»</w:t>
      </w:r>
      <w:r w:rsidRPr="008359C4">
        <w:rPr>
          <w:rStyle w:val="libFootnotenumChar"/>
          <w:rtl/>
        </w:rPr>
        <w:t>.(3)</w:t>
      </w:r>
    </w:p>
    <w:p w:rsidR="00AE3A06" w:rsidRPr="008359C4" w:rsidRDefault="008359C4" w:rsidP="008359C4">
      <w:pPr>
        <w:pStyle w:val="libNormal"/>
        <w:rPr>
          <w:rFonts w:cs="Times New Roman"/>
          <w:rtl/>
          <w:lang w:bidi="fa-IR"/>
        </w:rPr>
      </w:pPr>
      <w:r>
        <w:rPr>
          <w:rtl/>
          <w:lang w:bidi="fa-IR"/>
        </w:rPr>
        <w:br w:type="page"/>
      </w:r>
      <w:r>
        <w:rPr>
          <w:rFonts w:cs="Times New Roman" w:hint="cs"/>
          <w:rtl/>
          <w:lang w:bidi="fa-IR"/>
        </w:rPr>
        <w:lastRenderedPageBreak/>
        <w:t>________________________________________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8359C4">
      <w:pPr>
        <w:pStyle w:val="libFootnote0"/>
        <w:rPr>
          <w:rtl/>
          <w:lang w:bidi="fa-IR"/>
        </w:rPr>
      </w:pPr>
      <w:r>
        <w:rPr>
          <w:rtl/>
          <w:lang w:bidi="fa-IR"/>
        </w:rPr>
        <w:t>1- مردان علم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عمل، ج5، ص165.</w:t>
      </w:r>
    </w:p>
    <w:p w:rsidR="00AE3A06" w:rsidRDefault="00AE3A06" w:rsidP="008359C4">
      <w:pPr>
        <w:pStyle w:val="libFootnote0"/>
        <w:rPr>
          <w:rtl/>
          <w:lang w:bidi="fa-IR"/>
        </w:rPr>
      </w:pPr>
      <w:r>
        <w:rPr>
          <w:rtl/>
          <w:lang w:bidi="fa-IR"/>
        </w:rPr>
        <w:t>2- گلشن ابرار، 1385، چ 2، ج3، ص522.</w:t>
      </w:r>
    </w:p>
    <w:p w:rsidR="00AE3A06" w:rsidRDefault="00AE3A06" w:rsidP="008359C4">
      <w:pPr>
        <w:pStyle w:val="libFootnote0"/>
        <w:rPr>
          <w:rtl/>
          <w:lang w:bidi="fa-IR"/>
        </w:rPr>
      </w:pPr>
      <w:r>
        <w:rPr>
          <w:rtl/>
          <w:lang w:bidi="fa-IR"/>
        </w:rPr>
        <w:t>3- غلامرضا گل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زواره، سرا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اهل صفا، قم، مکتب القرآن، 1380، چ 1، ص269.</w:t>
      </w:r>
    </w:p>
    <w:p w:rsidR="00AE3A06" w:rsidRDefault="008359C4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همسر</w:t>
      </w:r>
      <w:r>
        <w:rPr>
          <w:rtl/>
          <w:lang w:bidi="fa-IR"/>
        </w:rPr>
        <w:t xml:space="preserve"> امام پانزده سال در آب وهوا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گرم نجف مشکلات را تحمل کرد و همه جا همراه امام بود، درحال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خانواده پدر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شان در رفاه به سر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دختر خانم پانزده ساله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نبود که به خانه امام وارد شد. مثل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در آن موقع قم را دوست نداشت،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هرگز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</w:t>
      </w:r>
      <w:r>
        <w:rPr>
          <w:rFonts w:hint="eastAsia"/>
          <w:rtl/>
          <w:lang w:bidi="fa-IR"/>
        </w:rPr>
        <w:t>ئله</w:t>
      </w:r>
      <w:r>
        <w:rPr>
          <w:rtl/>
          <w:lang w:bidi="fa-IR"/>
        </w:rPr>
        <w:t xml:space="preserve"> را نزد امام اظهار نکرد. امام همواره در پاسخ ما که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چه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شوهرانمان به ما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همه علاقه مند باشند،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فرمودند: « اگر شما هم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قدر فداکار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همسرانتان تا آخر،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قدر به شما علاقه مند خواهند شد».</w:t>
      </w:r>
      <w:r w:rsidRPr="008359C4">
        <w:rPr>
          <w:rStyle w:val="libFootnotenumChar"/>
          <w:rtl/>
        </w:rPr>
        <w:t>(1)</w:t>
      </w:r>
    </w:p>
    <w:p w:rsidR="00AE3A06" w:rsidRDefault="008359C4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8359C4">
      <w:pPr>
        <w:pStyle w:val="Heading2"/>
        <w:rPr>
          <w:rtl/>
          <w:lang w:bidi="fa-IR"/>
        </w:rPr>
      </w:pPr>
      <w:bookmarkStart w:id="91" w:name="_Toc523832851"/>
      <w:r>
        <w:rPr>
          <w:rFonts w:hint="eastAsia"/>
          <w:rtl/>
          <w:lang w:bidi="fa-IR"/>
        </w:rPr>
        <w:t>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همسر</w:t>
      </w:r>
      <w:bookmarkEnd w:id="91"/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نقل</w:t>
      </w:r>
      <w:r>
        <w:rPr>
          <w:rtl/>
          <w:lang w:bidi="fa-IR"/>
        </w:rPr>
        <w:t xml:space="preserve"> است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تشک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«حوزه 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کوهستان»</w:t>
      </w:r>
      <w:r w:rsidRPr="008359C4">
        <w:rPr>
          <w:rStyle w:val="libFootnotenumChar"/>
          <w:rtl/>
        </w:rPr>
        <w:t>(2)</w:t>
      </w:r>
      <w:r>
        <w:rPr>
          <w:rtl/>
          <w:lang w:bidi="fa-IR"/>
        </w:rPr>
        <w:t xml:space="preserve"> زحمت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متحمل شد، همسر پارسا و عف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محمد کوهستان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کوهستان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حاضر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کنار من، در حق طلبه ها مادر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با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آنها نزد خداوند متعال روسف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پاس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مثبت داد. آن زن باا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مان،</w:t>
      </w:r>
      <w:r>
        <w:rPr>
          <w:rtl/>
          <w:lang w:bidi="fa-IR"/>
        </w:rPr>
        <w:t xml:space="preserve"> عاقل، فداکار و باهوش، هر روز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کارگران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مشغول ساخت مدرسه بودند، غذا درست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روزها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فرزندانش به شدت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tl/>
          <w:lang w:bidi="fa-IR"/>
        </w:rPr>
        <w:t xml:space="preserve"> شد، به گونه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بهبود او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رفت.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عواطف مادر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روح او را رنجور کرده بود،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آنکه به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شوهرش لطمه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وارد نشود، از مراقبت فرزندش کم کرد و به دنبال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غذا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مهمانان رفت.</w:t>
      </w:r>
    </w:p>
    <w:p w:rsidR="00AE3A06" w:rsidRPr="008359C4" w:rsidRDefault="008359C4" w:rsidP="008359C4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</w:t>
      </w:r>
    </w:p>
    <w:p w:rsidR="00AE3A06" w:rsidRDefault="00AE3A06" w:rsidP="008359C4">
      <w:pPr>
        <w:pStyle w:val="libLine"/>
        <w:rPr>
          <w:rtl/>
          <w:lang w:bidi="fa-IR"/>
        </w:rPr>
      </w:pPr>
      <w:r>
        <w:rPr>
          <w:rtl/>
          <w:lang w:bidi="fa-IR"/>
        </w:rPr>
        <w:t>1- برداشت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امام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رحمه الله، ج1، ص74.</w:t>
      </w:r>
    </w:p>
    <w:p w:rsidR="00AE3A06" w:rsidRDefault="00AE3A06" w:rsidP="008359C4">
      <w:pPr>
        <w:pStyle w:val="libLine"/>
        <w:rPr>
          <w:rtl/>
          <w:lang w:bidi="fa-IR"/>
        </w:rPr>
      </w:pPr>
      <w:r>
        <w:rPr>
          <w:rtl/>
          <w:lang w:bidi="fa-IR"/>
        </w:rPr>
        <w:t>2- روستا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کوهستان، از توابع بهشهر.</w:t>
      </w:r>
    </w:p>
    <w:p w:rsidR="00AE3A06" w:rsidRDefault="008359C4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E3A06">
        <w:rPr>
          <w:rFonts w:hint="eastAsia"/>
          <w:rtl/>
          <w:lang w:bidi="fa-IR"/>
        </w:rPr>
        <w:lastRenderedPageBreak/>
        <w:t>خودش</w:t>
      </w:r>
      <w:r w:rsidR="00AE3A06">
        <w:rPr>
          <w:rtl/>
          <w:lang w:bidi="fa-IR"/>
        </w:rPr>
        <w:t xml:space="preserve"> درا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باره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گو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</w:t>
      </w:r>
      <w:r w:rsidR="00AE3A06">
        <w:rPr>
          <w:rtl/>
          <w:lang w:bidi="fa-IR"/>
        </w:rPr>
        <w:t>: « اهم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ت</w:t>
      </w:r>
      <w:r w:rsidR="00AE3A06">
        <w:rPr>
          <w:rtl/>
          <w:lang w:bidi="fa-IR"/>
        </w:rPr>
        <w:t xml:space="preserve"> حفظ ح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ث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ت</w:t>
      </w:r>
      <w:r w:rsidR="00AE3A06">
        <w:rPr>
          <w:rtl/>
          <w:lang w:bidi="fa-IR"/>
        </w:rPr>
        <w:t xml:space="preserve"> آ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ت</w:t>
      </w:r>
      <w:r w:rsidR="00AE3A06">
        <w:rPr>
          <w:rtl/>
          <w:lang w:bidi="fa-IR"/>
        </w:rPr>
        <w:t xml:space="preserve"> الله و پ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شبرد</w:t>
      </w:r>
      <w:r w:rsidR="00AE3A06">
        <w:rPr>
          <w:rtl/>
          <w:lang w:bidi="fa-IR"/>
        </w:rPr>
        <w:t xml:space="preserve"> کار روزانه بنا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مدارس را از وظا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ف</w:t>
      </w:r>
      <w:r w:rsidR="00AE3A06">
        <w:rPr>
          <w:rtl/>
          <w:lang w:bidi="fa-IR"/>
        </w:rPr>
        <w:t xml:space="preserve"> انسان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و اسلام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دانستم و مانند دِ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،</w:t>
      </w:r>
      <w:r w:rsidR="00AE3A06">
        <w:rPr>
          <w:rtl/>
          <w:lang w:bidi="fa-IR"/>
        </w:rPr>
        <w:t xml:space="preserve"> در ادا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آن شتاب داشتم. در هر حال، فرزندم جان به جان آفر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تسل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م</w:t>
      </w:r>
      <w:r w:rsidR="00AE3A06">
        <w:rPr>
          <w:rtl/>
          <w:lang w:bidi="fa-IR"/>
        </w:rPr>
        <w:t xml:space="preserve"> کرد و به جوار رحمت اله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پ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وست</w:t>
      </w:r>
      <w:r w:rsidR="00AE3A06">
        <w:rPr>
          <w:rtl/>
          <w:lang w:bidi="fa-IR"/>
        </w:rPr>
        <w:t>. من 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ز</w:t>
      </w:r>
      <w:r w:rsidR="00AE3A06">
        <w:rPr>
          <w:rtl/>
          <w:lang w:bidi="fa-IR"/>
        </w:rPr>
        <w:t xml:space="preserve"> خود را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گونه تس</w:t>
      </w:r>
      <w:r w:rsidR="00AE3A06">
        <w:rPr>
          <w:rFonts w:hint="eastAsia"/>
          <w:rtl/>
          <w:lang w:bidi="fa-IR"/>
        </w:rPr>
        <w:t>ل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دادم که گرچه بچه ام در لحظات واپس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عمر از عاطفه مادر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محروم گرد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</w:t>
      </w:r>
      <w:r w:rsidR="00AE3A06">
        <w:rPr>
          <w:rtl/>
          <w:lang w:bidi="fa-IR"/>
        </w:rPr>
        <w:t xml:space="preserve"> و داغ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بود که بر س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نه</w:t>
      </w:r>
      <w:r w:rsidR="00AE3A06">
        <w:rPr>
          <w:rtl/>
          <w:lang w:bidi="fa-IR"/>
        </w:rPr>
        <w:t xml:space="preserve"> ام سنگ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کرد، اما مسرور بودم که به وظ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فه</w:t>
      </w:r>
      <w:r w:rsidR="00AE3A06">
        <w:rPr>
          <w:rtl/>
          <w:lang w:bidi="fa-IR"/>
        </w:rPr>
        <w:t xml:space="preserve"> اله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و شرع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خو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</w:t>
      </w:r>
      <w:r w:rsidR="00AE3A06">
        <w:rPr>
          <w:rtl/>
          <w:lang w:bidi="fa-IR"/>
        </w:rPr>
        <w:t xml:space="preserve"> عمل کرده و از خدمت به آ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ت</w:t>
      </w:r>
      <w:r w:rsidR="00AE3A06">
        <w:rPr>
          <w:rtl/>
          <w:lang w:bidi="fa-IR"/>
        </w:rPr>
        <w:t xml:space="preserve"> الله کوهستان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و حوزه 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که بن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ان</w:t>
      </w:r>
      <w:r w:rsidR="00AE3A06">
        <w:rPr>
          <w:rtl/>
          <w:lang w:bidi="fa-IR"/>
        </w:rPr>
        <w:t xml:space="preserve"> نهاده بود، شانه خال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نکرده بودم».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هاشم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نژاد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درباره آن زن باا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 اگر همکار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همسر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نبود، اداره حوزه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امکان نداشت».</w:t>
      </w:r>
      <w:r w:rsidRPr="00C029D7">
        <w:rPr>
          <w:rStyle w:val="libFootnotenumChar"/>
          <w:rtl/>
        </w:rPr>
        <w:t>(1)</w:t>
      </w:r>
    </w:p>
    <w:p w:rsidR="00AE3A06" w:rsidRDefault="00C029D7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C029D7">
      <w:pPr>
        <w:pStyle w:val="Heading2"/>
        <w:rPr>
          <w:rtl/>
          <w:lang w:bidi="fa-IR"/>
        </w:rPr>
      </w:pPr>
      <w:bookmarkStart w:id="92" w:name="_Toc523832852"/>
      <w:r>
        <w:rPr>
          <w:rFonts w:hint="eastAsia"/>
          <w:rtl/>
          <w:lang w:bidi="fa-IR"/>
        </w:rPr>
        <w:t>ترج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دانش بر ثروت</w:t>
      </w:r>
      <w:bookmarkEnd w:id="92"/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مهاجرت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محمود شاهرود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نجف، به تدر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ج،</w:t>
      </w:r>
      <w:r>
        <w:rPr>
          <w:rtl/>
          <w:lang w:bidi="fa-IR"/>
        </w:rPr>
        <w:t xml:space="preserve"> 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دانش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زبانزد همه دانشوران نجف شد و بزرگان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چون آقاض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عراق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دابوالحسن</w:t>
      </w:r>
      <w:r>
        <w:rPr>
          <w:rtl/>
          <w:lang w:bidi="fa-IR"/>
        </w:rPr>
        <w:t xml:space="preserve"> اصفهان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«ذوالشهادت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ن»</w:t>
      </w:r>
      <w:r>
        <w:rPr>
          <w:rtl/>
          <w:lang w:bidi="fa-IR"/>
        </w:rPr>
        <w:t xml:space="preserve"> خواندند و گواه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اجتهاد هر شاگرد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گواه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 عادل به شمار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آوردند. با همه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اوصاف، فقر و ته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دمحمود</w:t>
      </w:r>
      <w:r>
        <w:rPr>
          <w:rtl/>
          <w:lang w:bidi="fa-IR"/>
        </w:rPr>
        <w:t xml:space="preserve"> را مصمم به بازگشت به وطن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گشا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پد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وخانواده اش را از رنج و ته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نجات دهد،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همسر فداکار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دمحمود،</w:t>
      </w:r>
      <w:r>
        <w:rPr>
          <w:rtl/>
          <w:lang w:bidi="fa-IR"/>
        </w:rPr>
        <w:t xml:space="preserve"> او</w:t>
      </w:r>
      <w:r w:rsidR="0056039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را از سفر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دارند. همسر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که از هدف شوهر گران قدرش آگاه شد، گفت: « ما با نان خشک روزگار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گذران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شما دانش را به خاطر بهبود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رها نکن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د»</w:t>
      </w:r>
      <w:r>
        <w:rPr>
          <w:rtl/>
          <w:lang w:bidi="fa-IR"/>
        </w:rPr>
        <w:t>.</w:t>
      </w:r>
      <w:r w:rsidRPr="0056039B">
        <w:rPr>
          <w:rStyle w:val="libFootnotenumChar"/>
          <w:rtl/>
        </w:rPr>
        <w:t>(2)</w:t>
      </w:r>
    </w:p>
    <w:p w:rsidR="00AE3A06" w:rsidRPr="0056039B" w:rsidRDefault="0056039B" w:rsidP="0056039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AE3A06" w:rsidRDefault="00AE3A06" w:rsidP="0056039B">
      <w:pPr>
        <w:pStyle w:val="libFootnote0"/>
        <w:rPr>
          <w:rtl/>
          <w:lang w:bidi="fa-IR"/>
        </w:rPr>
      </w:pPr>
      <w:r>
        <w:rPr>
          <w:rtl/>
          <w:lang w:bidi="fa-IR"/>
        </w:rPr>
        <w:t>1- گلشن ابرار، ج3، صص394 و 395.</w:t>
      </w:r>
    </w:p>
    <w:p w:rsidR="00AE3A06" w:rsidRDefault="00AE3A06" w:rsidP="0056039B">
      <w:pPr>
        <w:pStyle w:val="libFootnote0"/>
        <w:rPr>
          <w:rtl/>
          <w:lang w:bidi="fa-IR"/>
        </w:rPr>
      </w:pPr>
      <w:r>
        <w:rPr>
          <w:rtl/>
          <w:lang w:bidi="fa-IR"/>
        </w:rPr>
        <w:t>2- غلامرضا گل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زواره، سرا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اهل صفا، قم، مکتب القرآن، 1379، چ 1، ج2، صص750 و 751.</w:t>
      </w:r>
    </w:p>
    <w:p w:rsidR="00AE3A06" w:rsidRDefault="0056039B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56039B">
      <w:pPr>
        <w:pStyle w:val="Heading2"/>
        <w:rPr>
          <w:rtl/>
          <w:lang w:bidi="fa-IR"/>
        </w:rPr>
      </w:pPr>
      <w:bookmarkStart w:id="93" w:name="_Toc523832853"/>
      <w:r>
        <w:rPr>
          <w:rFonts w:hint="eastAsia"/>
          <w:rtl/>
          <w:lang w:bidi="fa-IR"/>
        </w:rPr>
        <w:t>محبت</w:t>
      </w:r>
      <w:r>
        <w:rPr>
          <w:rtl/>
          <w:lang w:bidi="fa-IR"/>
        </w:rPr>
        <w:t xml:space="preserve"> در کانون خانواده</w:t>
      </w:r>
      <w:bookmarkEnd w:id="93"/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خانم</w:t>
      </w:r>
      <w:r>
        <w:rPr>
          <w:rtl/>
          <w:lang w:bidi="fa-IR"/>
        </w:rPr>
        <w:t xml:space="preserve"> طباطبا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فرزند علامه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محمدحس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طباطبا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صاحب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کند: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از تبر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تهران آمد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پس از آن ساکن قم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م؛</w:t>
      </w:r>
      <w:r>
        <w:rPr>
          <w:rtl/>
          <w:lang w:bidi="fa-IR"/>
        </w:rPr>
        <w:t xml:space="preserve"> من شش ساله بودم و دو برادر بزرگ تر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خواهر کوچک تر داشتم. زمستان بود و با کمتر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امکانات، در خانه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اجاره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قم شروع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پس از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نوروز فرارس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ما در خانه دور هم جمع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پدرم منتظر بود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مادرم 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مادر گفت: بچه ها! امسال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است.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امسال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نمونه است. برادرم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چرا؟ مادرم پاسخ داد: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امس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در کنار حرم حضرت معصومه</w:t>
      </w:r>
      <w:r w:rsidR="00863C5E" w:rsidRPr="00863C5E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بلند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حرم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خدمت آن حضرت 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عرض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! پدرم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متوجه شد مادرم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شنهاد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دارد،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خوشحال شد و به مادرم گفت: « خدا به تو پاداش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بدهد. ان شاءالله پروردگار عاقبتت را ختم به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کند!».</w:t>
      </w:r>
      <w:r w:rsidRPr="0056039B">
        <w:rPr>
          <w:rStyle w:val="libFootnotenumChar"/>
          <w:rtl/>
        </w:rPr>
        <w:t>(1)</w:t>
      </w:r>
    </w:p>
    <w:p w:rsidR="00AE3A06" w:rsidRDefault="0056039B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56039B">
      <w:pPr>
        <w:pStyle w:val="Heading2"/>
        <w:rPr>
          <w:rtl/>
          <w:lang w:bidi="fa-IR"/>
        </w:rPr>
      </w:pPr>
      <w:bookmarkStart w:id="94" w:name="_Toc523832854"/>
      <w:r>
        <w:rPr>
          <w:rFonts w:hint="eastAsia"/>
          <w:rtl/>
          <w:lang w:bidi="fa-IR"/>
        </w:rPr>
        <w:t>توجه</w:t>
      </w:r>
      <w:r>
        <w:rPr>
          <w:rtl/>
          <w:lang w:bidi="fa-IR"/>
        </w:rPr>
        <w:t xml:space="preserve"> به خانواده</w:t>
      </w:r>
      <w:bookmarkEnd w:id="94"/>
    </w:p>
    <w:p w:rsidR="00AE3A06" w:rsidRDefault="00AE3A06" w:rsidP="00A6677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همسر مفسر بزرگ قرآن 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مرحوم علامه طباطبا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</w:t>
      </w:r>
      <w:r w:rsidR="00A66778" w:rsidRPr="00A66778">
        <w:rPr>
          <w:rStyle w:val="libAlaemChar"/>
          <w:rtl/>
        </w:rPr>
        <w:t>رحمهم‌الله</w:t>
      </w:r>
      <w:r w:rsidR="00A66778" w:rsidRPr="005100D5">
        <w:rPr>
          <w:rFonts w:ascii="Traditional Arabic" w:hAnsi="Traditional Arabic" w:cs="Traditional Arabic"/>
          <w:rtl/>
        </w:rPr>
        <w:t xml:space="preserve"> </w:t>
      </w:r>
      <w:r>
        <w:rPr>
          <w:rtl/>
          <w:lang w:bidi="fa-IR"/>
        </w:rPr>
        <w:t>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: علامه با آن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مشغله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چگونه خانواده را اداره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کردند؟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پاسخ داد: « علامه در برنامه روزانه خود، اوقات و ساعات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خانواده شان اختصاص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دادند. بعد از هفت </w:t>
      </w:r>
      <w:r>
        <w:rPr>
          <w:rFonts w:hint="eastAsia"/>
          <w:rtl/>
          <w:lang w:bidi="fa-IR"/>
        </w:rPr>
        <w:t>ساعت</w:t>
      </w:r>
      <w:r>
        <w:rPr>
          <w:rtl/>
          <w:lang w:bidi="fa-IR"/>
        </w:rPr>
        <w:t xml:space="preserve"> کار، بعد از ظهر تا شب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گفتند: « [ا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اوقات]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خصوص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AE3A06" w:rsidRPr="00A66778" w:rsidRDefault="00A66778" w:rsidP="00A66778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</w:t>
      </w:r>
    </w:p>
    <w:p w:rsidR="00AE3A06" w:rsidRDefault="00AE3A06" w:rsidP="00A66778">
      <w:pPr>
        <w:pStyle w:val="libFootnote0"/>
        <w:rPr>
          <w:rtl/>
          <w:lang w:bidi="fa-IR"/>
        </w:rPr>
      </w:pPr>
      <w:r>
        <w:rPr>
          <w:rtl/>
          <w:lang w:bidi="fa-IR"/>
        </w:rPr>
        <w:t>1- داستان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علما، صص140و141، به نقل از : نشر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راه رشد، ش3،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اسفند 1378، ص3.</w:t>
      </w:r>
    </w:p>
    <w:p w:rsidR="00AE3A06" w:rsidRDefault="00A66778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E3A06">
        <w:rPr>
          <w:rFonts w:hint="eastAsia"/>
          <w:rtl/>
          <w:lang w:bidi="fa-IR"/>
        </w:rPr>
        <w:lastRenderedPageBreak/>
        <w:t>ب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</w:t>
      </w:r>
      <w:r w:rsidR="00AE3A06">
        <w:rPr>
          <w:rFonts w:hint="cs"/>
          <w:rtl/>
          <w:lang w:bidi="fa-IR"/>
        </w:rPr>
        <w:t>یی</w:t>
      </w:r>
      <w:r w:rsidR="00AE3A06">
        <w:rPr>
          <w:rFonts w:hint="eastAsia"/>
          <w:rtl/>
          <w:lang w:bidi="fa-IR"/>
        </w:rPr>
        <w:t>د،</w:t>
      </w:r>
      <w:r w:rsidR="00AE3A06">
        <w:rPr>
          <w:rtl/>
          <w:lang w:bidi="fa-IR"/>
        </w:rPr>
        <w:t xml:space="preserve"> بنش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</w:t>
      </w:r>
      <w:r w:rsidR="00AE3A06">
        <w:rPr>
          <w:rtl/>
          <w:lang w:bidi="fa-IR"/>
        </w:rPr>
        <w:t xml:space="preserve"> حرف بزن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م</w:t>
      </w:r>
      <w:r w:rsidR="00AE3A06">
        <w:rPr>
          <w:rtl/>
          <w:lang w:bidi="fa-IR"/>
        </w:rPr>
        <w:t>.»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شان</w:t>
      </w:r>
      <w:r w:rsidR="00AE3A06">
        <w:rPr>
          <w:rtl/>
          <w:lang w:bidi="fa-IR"/>
        </w:rPr>
        <w:t xml:space="preserve"> همواره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گفتند: «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ساعت بهتر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اوقات من است و همه ناراحت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ها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م</w:t>
      </w:r>
      <w:r w:rsidR="00AE3A06">
        <w:rPr>
          <w:rtl/>
          <w:lang w:bidi="fa-IR"/>
        </w:rPr>
        <w:t xml:space="preserve"> را برطرف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کند» و با وجود حجم ز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اد</w:t>
      </w:r>
      <w:r w:rsidR="00AE3A06">
        <w:rPr>
          <w:rtl/>
          <w:lang w:bidi="fa-IR"/>
        </w:rPr>
        <w:t xml:space="preserve"> کارها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شان،</w:t>
      </w:r>
      <w:r w:rsidR="00AE3A06">
        <w:rPr>
          <w:rtl/>
          <w:lang w:bidi="fa-IR"/>
        </w:rPr>
        <w:t xml:space="preserve">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گونه نبود که از خانواده غافل شوند و به همسر و فرزندانشان اهم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ت</w:t>
      </w:r>
      <w:r w:rsidR="00AE3A06">
        <w:rPr>
          <w:rtl/>
          <w:lang w:bidi="fa-IR"/>
        </w:rPr>
        <w:t xml:space="preserve"> خاص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دادند»</w:t>
      </w:r>
      <w:r w:rsidR="00AE3A06" w:rsidRPr="00A66778">
        <w:rPr>
          <w:rStyle w:val="libFootnotenumChar"/>
          <w:rtl/>
        </w:rPr>
        <w:t>.(1)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همسر</w:t>
      </w:r>
      <w:r>
        <w:rPr>
          <w:rtl/>
          <w:lang w:bidi="fa-IR"/>
        </w:rPr>
        <w:t xml:space="preserve"> استاد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مطهر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از همه امور و مسائل خانه خبر داشتند و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کارها به من و بچه ها کمک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بزرگ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و بچه ها بودند و از همه امور آنها خبر داشتند.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مشغله فکر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مواظب درس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بچه ها هم بودند و اگر بچه ها مشکل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داشتند، آن را حل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کردند.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نامه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بچه 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نوشتند که چند نمونه آن موجود است.</w:t>
      </w:r>
      <w:r w:rsidRPr="00A66778">
        <w:rPr>
          <w:rStyle w:val="libFootnotenumChar"/>
          <w:rtl/>
        </w:rPr>
        <w:t>(2)</w:t>
      </w:r>
    </w:p>
    <w:p w:rsidR="00AE3A06" w:rsidRDefault="00A66778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A66778">
      <w:pPr>
        <w:pStyle w:val="Heading2"/>
        <w:rPr>
          <w:rtl/>
          <w:lang w:bidi="fa-IR"/>
        </w:rPr>
      </w:pPr>
      <w:bookmarkStart w:id="95" w:name="_Toc523832855"/>
      <w:r>
        <w:rPr>
          <w:rFonts w:hint="eastAsia"/>
          <w:rtl/>
          <w:lang w:bidi="fa-IR"/>
        </w:rPr>
        <w:t>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حال خانواده</w:t>
      </w:r>
      <w:bookmarkEnd w:id="95"/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6677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جهرم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دمحمدرضا</w:t>
      </w:r>
      <w:r>
        <w:rPr>
          <w:rtl/>
          <w:lang w:bidi="fa-IR"/>
        </w:rPr>
        <w:t xml:space="preserve"> گلپا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A66778" w:rsidRPr="00A66778">
        <w:rPr>
          <w:rStyle w:val="libAlaemChar"/>
          <w:rtl/>
        </w:rPr>
        <w:t>رحمهم‌الله</w:t>
      </w:r>
      <w:r w:rsidR="00A66778" w:rsidRPr="005100D5">
        <w:rPr>
          <w:rFonts w:ascii="Traditional Arabic" w:hAnsi="Traditional Arabic" w:cs="Traditional Arabic"/>
          <w:rtl/>
        </w:rPr>
        <w:t xml:space="preserve">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 xml:space="preserve">: «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روزها شرف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حضورشان بودم.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احساس کسالت داشتند.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کان</w:t>
      </w:r>
      <w:r>
        <w:rPr>
          <w:rtl/>
          <w:lang w:bidi="fa-IR"/>
        </w:rPr>
        <w:t xml:space="preserve"> وارد شد و احوال پرس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آقا فرمودند: « شب گذشته خواستم حمام بروم، همه خواب بودند حوله و لباس [هم] ن</w:t>
      </w:r>
      <w:r>
        <w:rPr>
          <w:rFonts w:hint="eastAsia"/>
          <w:rtl/>
          <w:lang w:bidi="fa-IR"/>
        </w:rPr>
        <w:t>بود</w:t>
      </w:r>
      <w:r>
        <w:rPr>
          <w:rtl/>
          <w:lang w:bidi="fa-IR"/>
        </w:rPr>
        <w:t>. نخواستم خانواده را از خواب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کنم. لذا با همان بدن تر لباس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آمدم و چون هوا سرد بود، احساس کسالت و ناراحت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کردم، به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نماز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با کمتر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به جا آوردم و 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.»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تا بنگرند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مرجع بزرگ، در سن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متجاوز از 90 سالگ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حاضر نبودند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خواب</w:t>
      </w:r>
    </w:p>
    <w:p w:rsidR="00AE3A06" w:rsidRPr="00A66778" w:rsidRDefault="00A66778" w:rsidP="00A66778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</w:t>
      </w:r>
    </w:p>
    <w:p w:rsidR="00AE3A06" w:rsidRDefault="00AE3A06" w:rsidP="00A66778">
      <w:pPr>
        <w:pStyle w:val="libFootnote0"/>
        <w:rPr>
          <w:rtl/>
          <w:lang w:bidi="fa-IR"/>
        </w:rPr>
      </w:pPr>
      <w:r>
        <w:rPr>
          <w:rtl/>
          <w:lang w:bidi="fa-IR"/>
        </w:rPr>
        <w:t>1- مجله زن روز، ش892، 29/8/1361، ص58.</w:t>
      </w:r>
    </w:p>
    <w:p w:rsidR="00AE3A06" w:rsidRDefault="00AE3A06" w:rsidP="00A66778">
      <w:pPr>
        <w:pStyle w:val="libFootnote0"/>
        <w:rPr>
          <w:rtl/>
          <w:lang w:bidi="fa-IR"/>
        </w:rPr>
      </w:pPr>
      <w:r>
        <w:rPr>
          <w:rtl/>
          <w:lang w:bidi="fa-IR"/>
        </w:rPr>
        <w:t>2- سرگذشت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از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استاد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مطهر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ج2، ص109.</w:t>
      </w:r>
    </w:p>
    <w:p w:rsidR="00AE3A06" w:rsidRDefault="00A66778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E3A06">
        <w:rPr>
          <w:rFonts w:hint="eastAsia"/>
          <w:rtl/>
          <w:lang w:bidi="fa-IR"/>
        </w:rPr>
        <w:lastRenderedPageBreak/>
        <w:t>ب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دار</w:t>
      </w:r>
      <w:r w:rsidR="00AE3A06">
        <w:rPr>
          <w:rtl/>
          <w:lang w:bidi="fa-IR"/>
        </w:rPr>
        <w:t xml:space="preserve"> کنند و تا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حد ملاحظه خانواده خو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</w:t>
      </w:r>
      <w:r w:rsidR="00AE3A06">
        <w:rPr>
          <w:rtl/>
          <w:lang w:bidi="fa-IR"/>
        </w:rPr>
        <w:t xml:space="preserve"> را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کردند که حاضر نم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شدند آنها را ب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دار</w:t>
      </w:r>
      <w:r w:rsidR="00AE3A06">
        <w:rPr>
          <w:rtl/>
          <w:lang w:bidi="fa-IR"/>
        </w:rPr>
        <w:t xml:space="preserve"> کنند تا حوله و لباس به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شان</w:t>
      </w:r>
      <w:r w:rsidR="00AE3A06">
        <w:rPr>
          <w:rtl/>
          <w:lang w:bidi="fa-IR"/>
        </w:rPr>
        <w:t xml:space="preserve"> بدهند و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درس را با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</w:t>
      </w:r>
      <w:r w:rsidR="00AE3A06">
        <w:rPr>
          <w:rtl/>
          <w:lang w:bidi="fa-IR"/>
        </w:rPr>
        <w:t xml:space="preserve"> در مکتب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شان</w:t>
      </w:r>
      <w:r w:rsidR="00AE3A06">
        <w:rPr>
          <w:rtl/>
          <w:lang w:bidi="fa-IR"/>
        </w:rPr>
        <w:t xml:space="preserve"> آموخت»</w:t>
      </w:r>
      <w:r w:rsidR="00AE3A06" w:rsidRPr="00A66778">
        <w:rPr>
          <w:rStyle w:val="libFootnotenumChar"/>
          <w:rtl/>
        </w:rPr>
        <w:t>.(1)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همسر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العظم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مرعش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مرعش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افزون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همسر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خوب، مهربان و دوست داشتن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همکار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غم خوار بود و در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خانه به من کمک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اوقات در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خانه مانند درست کردن غذا، پاک کردن سبز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شستن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و وسا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آشپزخانه به من کمک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رفتارشان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 افراد خانه الگو بود.</w:t>
      </w:r>
      <w:r w:rsidRPr="00A66778">
        <w:rPr>
          <w:rStyle w:val="libFootnotenumChar"/>
          <w:rtl/>
        </w:rPr>
        <w:t>(3)</w:t>
      </w:r>
    </w:p>
    <w:p w:rsidR="00AE3A06" w:rsidRDefault="00A66778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A66778">
      <w:pPr>
        <w:pStyle w:val="Heading2"/>
        <w:rPr>
          <w:rtl/>
          <w:lang w:bidi="fa-IR"/>
        </w:rPr>
      </w:pPr>
      <w:bookmarkStart w:id="96" w:name="_Toc523832856"/>
      <w:r>
        <w:rPr>
          <w:rFonts w:hint="eastAsia"/>
          <w:rtl/>
          <w:lang w:bidi="fa-IR"/>
        </w:rPr>
        <w:t>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فرزندان</w:t>
      </w:r>
      <w:bookmarkEnd w:id="96"/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6677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دختر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انصار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A66778" w:rsidRPr="00A66778">
        <w:rPr>
          <w:rStyle w:val="libAlaemChar"/>
          <w:rtl/>
        </w:rPr>
        <w:t>رحمهم‌الله</w:t>
      </w:r>
      <w:r w:rsidR="00A66778" w:rsidRPr="005100D5">
        <w:rPr>
          <w:rFonts w:ascii="Traditional Arabic" w:hAnsi="Traditional Arabic" w:cs="Traditional Arabic"/>
          <w:rtl/>
        </w:rPr>
        <w:t xml:space="preserve"> </w:t>
      </w:r>
      <w:r>
        <w:rPr>
          <w:rtl/>
          <w:lang w:bidi="fa-IR"/>
        </w:rPr>
        <w:t>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کند: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کودک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مدرسه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رفتم. مرسوم بود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روزها، دانش آموزان ناهار خود را</w:t>
      </w:r>
    </w:p>
    <w:p w:rsidR="00AE3A06" w:rsidRPr="00A66778" w:rsidRDefault="00A66778" w:rsidP="00A66778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AE3A06" w:rsidRDefault="00AE3A06" w:rsidP="00A66778">
      <w:pPr>
        <w:pStyle w:val="libFootnote0"/>
        <w:rPr>
          <w:rtl/>
          <w:lang w:bidi="fa-IR"/>
        </w:rPr>
      </w:pPr>
      <w:r>
        <w:rPr>
          <w:rtl/>
          <w:lang w:bidi="fa-IR"/>
        </w:rPr>
        <w:t>1- نور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ملکوت، صص154 و 155.</w:t>
      </w:r>
    </w:p>
    <w:p w:rsidR="00AE3A06" w:rsidRDefault="00AE3A06" w:rsidP="00A66778">
      <w:pPr>
        <w:pStyle w:val="libFootnote0"/>
        <w:rPr>
          <w:rtl/>
          <w:lang w:bidi="fa-IR"/>
        </w:rPr>
      </w:pPr>
      <w:r>
        <w:rPr>
          <w:rtl/>
          <w:lang w:bidi="fa-IR"/>
        </w:rPr>
        <w:t>2-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شهاب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عت،</w:t>
      </w:r>
      <w:r>
        <w:rPr>
          <w:rtl/>
          <w:lang w:bidi="fa-IR"/>
        </w:rPr>
        <w:t xml:space="preserve"> درنگ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العظم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مرعش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رحمه الله، قم، کتاب خانه عموم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مرعش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رحمه الله، 1373، چ1، صص 306 و 307.</w:t>
      </w:r>
    </w:p>
    <w:p w:rsidR="00AE3A06" w:rsidRDefault="00A66778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E3A06">
        <w:rPr>
          <w:rFonts w:hint="eastAsia"/>
          <w:rtl/>
          <w:lang w:bidi="fa-IR"/>
        </w:rPr>
        <w:lastRenderedPageBreak/>
        <w:t>به</w:t>
      </w:r>
      <w:r w:rsidR="00AE3A06">
        <w:rPr>
          <w:rtl/>
          <w:lang w:bidi="fa-IR"/>
        </w:rPr>
        <w:t xml:space="preserve"> مکتب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آوردند و همه با هم، همراه با آموزگار غذا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خوردند. روز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به مادرم گفتم: بچه ها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گر</w:t>
      </w:r>
      <w:r w:rsidR="00AE3A06">
        <w:rPr>
          <w:rtl/>
          <w:lang w:bidi="fa-IR"/>
        </w:rPr>
        <w:t xml:space="preserve"> غذا ها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گوناگون و چند نوع خوراک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آورند، ول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شما برا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من نان و تره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فرست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</w:t>
      </w:r>
      <w:r w:rsidR="00AE3A06">
        <w:rPr>
          <w:rtl/>
          <w:lang w:bidi="fa-IR"/>
        </w:rPr>
        <w:t xml:space="preserve"> و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موجب شرمندگ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من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شود. پدرم صحبت مرا شن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</w:t>
      </w:r>
      <w:r w:rsidR="00AE3A06">
        <w:rPr>
          <w:rtl/>
          <w:lang w:bidi="fa-IR"/>
        </w:rPr>
        <w:t xml:space="preserve"> و با ناراحت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گفت: «از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پس، تنه</w:t>
      </w:r>
      <w:r w:rsidR="00AE3A06">
        <w:rPr>
          <w:rFonts w:hint="eastAsia"/>
          <w:rtl/>
          <w:lang w:bidi="fa-IR"/>
        </w:rPr>
        <w:t>ا</w:t>
      </w:r>
      <w:r w:rsidR="00AE3A06">
        <w:rPr>
          <w:rtl/>
          <w:lang w:bidi="fa-IR"/>
        </w:rPr>
        <w:t xml:space="preserve"> نان برا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او بفرست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</w:t>
      </w:r>
      <w:r w:rsidR="00AE3A06">
        <w:rPr>
          <w:rtl/>
          <w:lang w:bidi="fa-IR"/>
        </w:rPr>
        <w:t xml:space="preserve"> تا نان و تره به دهانش خوش آ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د»</w:t>
      </w:r>
      <w:r w:rsidR="00AE3A06" w:rsidRPr="00A66778">
        <w:rPr>
          <w:rStyle w:val="libFootnotenumChar"/>
          <w:rtl/>
        </w:rPr>
        <w:t>.(1)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آقا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مرند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پسر بزرگوار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اکبر مرند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 آقا، روش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داشتند و ما در طول عمرمان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بار هم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امر و نه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 اگر خلاف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دند،</w:t>
      </w:r>
      <w:r>
        <w:rPr>
          <w:rtl/>
          <w:lang w:bidi="fa-IR"/>
        </w:rPr>
        <w:t xml:space="preserve"> صبر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تا در فرصت مناسب، آن را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رمستق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گوشزد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مثلاً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فرمودند: «ف</w:t>
      </w:r>
      <w:r>
        <w:rPr>
          <w:rFonts w:hint="eastAsia"/>
          <w:rtl/>
          <w:lang w:bidi="fa-IR"/>
        </w:rPr>
        <w:t>لان</w:t>
      </w:r>
      <w:r>
        <w:rPr>
          <w:rtl/>
          <w:lang w:bidi="fa-IR"/>
        </w:rPr>
        <w:t xml:space="preserve"> جلد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نمونه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tl/>
          <w:lang w:bidi="fa-IR"/>
        </w:rPr>
        <w:t xml:space="preserve"> و فلان صفحه را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بخوان!» من هم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خواندم و بعداً متوجه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شدم چند روز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ش،</w:t>
      </w:r>
      <w:r>
        <w:rPr>
          <w:rtl/>
          <w:lang w:bidi="fa-IR"/>
        </w:rPr>
        <w:t xml:space="preserve"> فلان کار از من سر زده بود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در آن رابطه است. آن گاه متنبه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شدم. ما روش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هنگام خواندن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نمونه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گر،</w:t>
      </w:r>
      <w:r>
        <w:rPr>
          <w:rtl/>
          <w:lang w:bidi="fa-IR"/>
        </w:rPr>
        <w:t xml:space="preserve">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اشکالات خود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آنها را اصلاح نما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م»</w:t>
      </w:r>
      <w:r>
        <w:rPr>
          <w:rtl/>
          <w:lang w:bidi="fa-IR"/>
        </w:rPr>
        <w:t>.</w:t>
      </w:r>
      <w:r w:rsidRPr="00A66778">
        <w:rPr>
          <w:rStyle w:val="libFootnotenumChar"/>
          <w:rtl/>
        </w:rPr>
        <w:t>(2)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فرزند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عبدالحس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دستغ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گاه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کردن بچه ها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صبح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گر،</w:t>
      </w:r>
      <w:r>
        <w:rPr>
          <w:rtl/>
          <w:lang w:bidi="fa-IR"/>
        </w:rPr>
        <w:t xml:space="preserve"> سرزده به اتاق آنها وارد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 بلکه 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 و آنها را صدا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کرد».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مائده</w:t>
      </w:r>
      <w:r>
        <w:rPr>
          <w:rtl/>
          <w:lang w:bidi="fa-IR"/>
        </w:rPr>
        <w:t xml:space="preserve"> دستغ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دختران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کردن من، مرا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عنوان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صدا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زد: « خانم بهشت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خانم بهشت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وقت نماز است، پاشو!».</w:t>
      </w:r>
      <w:r w:rsidRPr="00A66778">
        <w:rPr>
          <w:rStyle w:val="libFootnotenumChar"/>
          <w:rtl/>
        </w:rPr>
        <w:t>(3)</w:t>
      </w:r>
    </w:p>
    <w:p w:rsidR="00AE3A06" w:rsidRPr="00A66778" w:rsidRDefault="00A66778" w:rsidP="00A66778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</w:t>
      </w:r>
    </w:p>
    <w:p w:rsidR="00AE3A06" w:rsidRDefault="00AE3A06" w:rsidP="00A66778">
      <w:pPr>
        <w:pStyle w:val="libFootnote0"/>
        <w:rPr>
          <w:rtl/>
          <w:lang w:bidi="fa-IR"/>
        </w:rPr>
      </w:pPr>
      <w:r>
        <w:rPr>
          <w:rtl/>
          <w:lang w:bidi="fa-IR"/>
        </w:rPr>
        <w:t>1-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فرزانگان، صص457 و 458.</w:t>
      </w:r>
    </w:p>
    <w:p w:rsidR="00AE3A06" w:rsidRDefault="00AE3A06" w:rsidP="00A66778">
      <w:pPr>
        <w:pStyle w:val="libFootnote0"/>
        <w:rPr>
          <w:rtl/>
          <w:lang w:bidi="fa-IR"/>
        </w:rPr>
      </w:pPr>
      <w:r>
        <w:rPr>
          <w:rtl/>
          <w:lang w:bidi="fa-IR"/>
        </w:rPr>
        <w:t>2- گلشن ابرار، ج3، ص425.</w:t>
      </w:r>
    </w:p>
    <w:p w:rsidR="00AE3A06" w:rsidRDefault="00AE3A06" w:rsidP="00A66778">
      <w:pPr>
        <w:pStyle w:val="libFootnote0"/>
        <w:rPr>
          <w:rtl/>
          <w:lang w:bidi="fa-IR"/>
        </w:rPr>
      </w:pPr>
      <w:r>
        <w:rPr>
          <w:rtl/>
          <w:lang w:bidi="fa-IR"/>
        </w:rPr>
        <w:t>3- گلشن ابرار، ج2، ص878.</w:t>
      </w:r>
    </w:p>
    <w:p w:rsidR="00AE3A06" w:rsidRDefault="00A66778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A66778">
      <w:pPr>
        <w:pStyle w:val="Heading2"/>
        <w:rPr>
          <w:rtl/>
          <w:lang w:bidi="fa-IR"/>
        </w:rPr>
      </w:pPr>
      <w:bookmarkStart w:id="97" w:name="_Toc523832857"/>
      <w:r>
        <w:rPr>
          <w:rFonts w:hint="eastAsia"/>
          <w:rtl/>
          <w:lang w:bidi="fa-IR"/>
        </w:rPr>
        <w:t>تکر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فرزندان</w:t>
      </w:r>
      <w:bookmarkEnd w:id="97"/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درباره</w:t>
      </w:r>
      <w:r>
        <w:rPr>
          <w:rtl/>
          <w:lang w:bidi="fa-IR"/>
        </w:rPr>
        <w:t xml:space="preserve"> عالم بزرگوار،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کرده اند: هرگز فرزندانش را و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کوچک را صدا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زد، مگر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پس از اسم آنها، آقا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خانم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افزود.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فرزندانش به اتاق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وارد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شدند، به احترام آنان از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بلند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برخورد با فرزند هفت و هشت ساله اش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گونه رفتار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  <w:r w:rsidRPr="00A66778">
        <w:rPr>
          <w:rStyle w:val="libFootnotenumChar"/>
          <w:rtl/>
        </w:rPr>
        <w:t>(1)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66778">
      <w:pPr>
        <w:pStyle w:val="Heading2"/>
        <w:rPr>
          <w:rtl/>
          <w:lang w:bidi="fa-IR"/>
        </w:rPr>
      </w:pPr>
      <w:bookmarkStart w:id="98" w:name="_Toc523832858"/>
      <w:r>
        <w:rPr>
          <w:rFonts w:hint="eastAsia"/>
          <w:rtl/>
          <w:lang w:bidi="fa-IR"/>
        </w:rPr>
        <w:t>محبت</w:t>
      </w:r>
      <w:r>
        <w:rPr>
          <w:rtl/>
          <w:lang w:bidi="fa-IR"/>
        </w:rPr>
        <w:t xml:space="preserve"> به کودکان</w:t>
      </w:r>
      <w:bookmarkEnd w:id="98"/>
    </w:p>
    <w:p w:rsidR="00AE3A06" w:rsidRDefault="00AE3A06" w:rsidP="00A6677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حاج</w:t>
      </w:r>
      <w:r>
        <w:rPr>
          <w:rtl/>
          <w:lang w:bidi="fa-IR"/>
        </w:rPr>
        <w:t xml:space="preserve"> آقا جواد گلپا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فرزند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دمحمدرضا</w:t>
      </w:r>
      <w:r>
        <w:rPr>
          <w:rtl/>
          <w:lang w:bidi="fa-IR"/>
        </w:rPr>
        <w:t xml:space="preserve"> گلپا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A66778" w:rsidRPr="00A66778">
        <w:rPr>
          <w:rStyle w:val="libAlaemChar"/>
          <w:rtl/>
        </w:rPr>
        <w:t>رحمهم‌الله</w:t>
      </w:r>
      <w:r w:rsidR="00A66778" w:rsidRPr="005100D5">
        <w:rPr>
          <w:rFonts w:ascii="Traditional Arabic" w:hAnsi="Traditional Arabic" w:cs="Traditional Arabic"/>
          <w:rtl/>
        </w:rPr>
        <w:t xml:space="preserve"> </w:t>
      </w:r>
      <w:r>
        <w:rPr>
          <w:rtl/>
          <w:lang w:bidi="fa-IR"/>
        </w:rPr>
        <w:t>، درباره محبت ورز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به کودکان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خانوادگ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به کودکان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محبت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دند،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امر کرده بودند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شکلات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شود و در کمد کنار تخت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گذاشته شود و </w:t>
      </w:r>
      <w:r>
        <w:rPr>
          <w:rFonts w:hint="eastAsia"/>
          <w:rtl/>
          <w:lang w:bidi="fa-IR"/>
        </w:rPr>
        <w:t>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کودکان و خردسالان به حضورشان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آمدند،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با زحمت در کمد را باز و کودکان را با آن تنقلات شاد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کردند».</w:t>
      </w:r>
      <w:r w:rsidRPr="00A66778">
        <w:rPr>
          <w:rStyle w:val="libFootnotenumChar"/>
          <w:rtl/>
        </w:rPr>
        <w:t>(2)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زل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خا</w:t>
      </w:r>
      <w:r>
        <w:rPr>
          <w:rtl/>
          <w:lang w:bidi="fa-IR"/>
        </w:rPr>
        <w:t xml:space="preserve"> ممجد، از دختران حضرت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رضا ممجد لنگرود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پدرم عاشق بچه ها بود و علاقه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بچه ها داشت و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را سرگرم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که موجب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رت</w:t>
      </w:r>
      <w:r>
        <w:rPr>
          <w:rtl/>
          <w:lang w:bidi="fa-IR"/>
        </w:rPr>
        <w:t xml:space="preserve"> و تعجب همه 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بچه ها را احترام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آنها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آقا عشق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.</w:t>
      </w:r>
      <w:r w:rsidRPr="00A66778">
        <w:rPr>
          <w:rStyle w:val="libFootnotenumChar"/>
          <w:rtl/>
        </w:rPr>
        <w:t>(3)</w:t>
      </w:r>
    </w:p>
    <w:p w:rsidR="00AE3A06" w:rsidRPr="00A66778" w:rsidRDefault="00A66778" w:rsidP="00A66778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AE3A06" w:rsidRDefault="00AE3A06" w:rsidP="00A66778">
      <w:pPr>
        <w:pStyle w:val="libFootnote0"/>
        <w:rPr>
          <w:rtl/>
          <w:lang w:bidi="fa-IR"/>
        </w:rPr>
      </w:pPr>
      <w:r>
        <w:rPr>
          <w:rtl/>
          <w:lang w:bidi="fa-IR"/>
        </w:rPr>
        <w:lastRenderedPageBreak/>
        <w:t>1- نک: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دمحمود</w:t>
      </w:r>
      <w:r>
        <w:rPr>
          <w:rtl/>
          <w:lang w:bidi="fa-IR"/>
        </w:rPr>
        <w:t xml:space="preserve"> مدن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با ابرار، (م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؛</w:t>
      </w:r>
      <w:r>
        <w:rPr>
          <w:rtl/>
          <w:lang w:bidi="fa-IR"/>
        </w:rPr>
        <w:t xml:space="preserve"> 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قدرت فتوا)، قم، سازمان تبل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غات</w:t>
      </w:r>
      <w:r>
        <w:rPr>
          <w:rtl/>
          <w:lang w:bidi="fa-IR"/>
        </w:rPr>
        <w:t xml:space="preserve"> اسلام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1371، چ 1، ش7، ص128.</w:t>
      </w:r>
    </w:p>
    <w:p w:rsidR="00AE3A06" w:rsidRDefault="00AE3A06" w:rsidP="00A66778">
      <w:pPr>
        <w:pStyle w:val="libFootnote0"/>
        <w:rPr>
          <w:rtl/>
          <w:lang w:bidi="fa-IR"/>
        </w:rPr>
      </w:pPr>
      <w:r>
        <w:rPr>
          <w:rtl/>
          <w:lang w:bidi="fa-IR"/>
        </w:rPr>
        <w:t>2- نور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ملکوت، ص148.</w:t>
      </w:r>
    </w:p>
    <w:p w:rsidR="00AE3A06" w:rsidRDefault="00AE3A06" w:rsidP="00A66778">
      <w:pPr>
        <w:pStyle w:val="libFootnote0"/>
        <w:rPr>
          <w:rtl/>
          <w:lang w:bidi="fa-IR"/>
        </w:rPr>
      </w:pPr>
      <w:r>
        <w:rPr>
          <w:rtl/>
          <w:lang w:bidi="fa-IR"/>
        </w:rPr>
        <w:t>3- ستارگان حرم، ج 12، ص 137.</w:t>
      </w:r>
    </w:p>
    <w:p w:rsidR="00AE3A06" w:rsidRDefault="00A66778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A66778">
      <w:pPr>
        <w:pStyle w:val="Heading2"/>
        <w:rPr>
          <w:rtl/>
          <w:lang w:bidi="fa-IR"/>
        </w:rPr>
      </w:pPr>
      <w:bookmarkStart w:id="99" w:name="_Toc523832859"/>
      <w:r>
        <w:rPr>
          <w:rFonts w:hint="eastAsia"/>
          <w:rtl/>
          <w:lang w:bidi="fa-IR"/>
        </w:rPr>
        <w:t>آزاد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دادن به کودکان</w:t>
      </w:r>
      <w:bookmarkEnd w:id="99"/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خانم</w:t>
      </w:r>
      <w:r>
        <w:rPr>
          <w:rtl/>
          <w:lang w:bidi="fa-IR"/>
        </w:rPr>
        <w:t xml:space="preserve"> زهرا مصطفو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 امام به طور 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بچه ها آزاد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دهند؛ علاوه بر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طنت</w:t>
      </w:r>
      <w:r>
        <w:rPr>
          <w:rtl/>
          <w:lang w:bidi="fa-IR"/>
        </w:rPr>
        <w:t xml:space="preserve"> بچه ها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 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زند،</w:t>
      </w:r>
      <w:r>
        <w:rPr>
          <w:rtl/>
          <w:lang w:bidi="fa-IR"/>
        </w:rPr>
        <w:t xml:space="preserve"> بزنند، کث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کنند، ول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بچه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طور باشد، در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اصلاً اهل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حت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ستند</w:t>
      </w:r>
      <w:r>
        <w:rPr>
          <w:rtl/>
          <w:lang w:bidi="fa-IR"/>
        </w:rPr>
        <w:t xml:space="preserve"> که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بکن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نکن! فقط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طور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خودشان، سرمشق عمل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بچه ها در خانواده هستند».</w:t>
      </w:r>
      <w:r w:rsidRPr="00A66778">
        <w:rPr>
          <w:rStyle w:val="libFootnotenumChar"/>
          <w:rtl/>
        </w:rPr>
        <w:t>(1)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خانم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مصطفو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نقل است: « امام، صبح ها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گفتند: « خودتان اگر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بلند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نماز بخوان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! اگر [هم]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نشد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مق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ظهر قبل از نماز ظهر و عصر، نماز صبحتان را قضا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!» زمستان هم که بلند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سر حوض وضو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اگر 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آب گرم داشتند،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گفتند: «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آب گرم وضو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!»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 مورد نماز به ما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سخت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نکردند».</w:t>
      </w:r>
      <w:r w:rsidRPr="009D641F">
        <w:rPr>
          <w:rStyle w:val="libFootnotenumChar"/>
          <w:rtl/>
        </w:rPr>
        <w:t>(2)</w:t>
      </w: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خانم</w:t>
      </w:r>
      <w:r>
        <w:rPr>
          <w:rtl/>
          <w:lang w:bidi="fa-IR"/>
        </w:rPr>
        <w:t xml:space="preserve">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مصطفو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 امام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داخل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بچه ها و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خانمشان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گونه دخالت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و همه را آزاد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گذاشتند. تا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خلاف شرع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هم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نداشتند و در معاشرت، لباس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و رفت وآمد،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گونه سخت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</w:t>
      </w:r>
      <w:r>
        <w:rPr>
          <w:rFonts w:hint="eastAsia"/>
          <w:rtl/>
          <w:lang w:bidi="fa-IR"/>
        </w:rPr>
        <w:t>دند»</w:t>
      </w:r>
      <w:r>
        <w:rPr>
          <w:rtl/>
          <w:lang w:bidi="fa-IR"/>
        </w:rPr>
        <w:t>.</w:t>
      </w:r>
      <w:r w:rsidRPr="009D641F">
        <w:rPr>
          <w:rStyle w:val="libFootnotenumChar"/>
          <w:rtl/>
        </w:rPr>
        <w:t>(3)</w:t>
      </w:r>
    </w:p>
    <w:p w:rsidR="00AE3A06" w:rsidRPr="009D641F" w:rsidRDefault="009D641F" w:rsidP="009D641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</w:t>
      </w:r>
    </w:p>
    <w:p w:rsidR="00AE3A06" w:rsidRDefault="00AE3A06" w:rsidP="009D641F">
      <w:pPr>
        <w:pStyle w:val="libFootnote0"/>
        <w:rPr>
          <w:rtl/>
          <w:lang w:bidi="fa-IR"/>
        </w:rPr>
      </w:pPr>
      <w:r>
        <w:rPr>
          <w:rtl/>
          <w:lang w:bidi="fa-IR"/>
        </w:rPr>
        <w:t>1- برداشت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امام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رحمه الله، ج1، ص25.</w:t>
      </w:r>
    </w:p>
    <w:p w:rsidR="00AE3A06" w:rsidRDefault="00AE3A06" w:rsidP="009D641F">
      <w:pPr>
        <w:pStyle w:val="libFootnote0"/>
        <w:rPr>
          <w:rtl/>
          <w:lang w:bidi="fa-IR"/>
        </w:rPr>
      </w:pPr>
      <w:r>
        <w:rPr>
          <w:rtl/>
          <w:lang w:bidi="fa-IR"/>
        </w:rPr>
        <w:t>2- برداشت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امام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رحمه الله، ج1، ص29.</w:t>
      </w:r>
    </w:p>
    <w:p w:rsidR="00AE3A06" w:rsidRDefault="00AE3A06" w:rsidP="009D641F">
      <w:pPr>
        <w:pStyle w:val="libFootnote0"/>
        <w:rPr>
          <w:rtl/>
          <w:lang w:bidi="fa-IR"/>
        </w:rPr>
      </w:pPr>
      <w:r>
        <w:rPr>
          <w:rtl/>
          <w:lang w:bidi="fa-IR"/>
        </w:rPr>
        <w:t>3- برداشت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امام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رحمه الله، ج1، ص39.</w:t>
      </w:r>
    </w:p>
    <w:p w:rsidR="00AE3A06" w:rsidRDefault="009D641F" w:rsidP="009D641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E3A06">
        <w:rPr>
          <w:rFonts w:hint="cs"/>
          <w:rtl/>
          <w:lang w:bidi="fa-IR"/>
        </w:rPr>
        <w:lastRenderedPageBreak/>
        <w:t>ی</w:t>
      </w:r>
      <w:r w:rsidR="00AE3A06">
        <w:rPr>
          <w:rFonts w:hint="eastAsia"/>
          <w:rtl/>
          <w:lang w:bidi="fa-IR"/>
        </w:rPr>
        <w:t>ک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از نزد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کان</w:t>
      </w:r>
      <w:r w:rsidR="00AE3A06">
        <w:rPr>
          <w:rtl/>
          <w:lang w:bidi="fa-IR"/>
        </w:rPr>
        <w:t xml:space="preserve"> آ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ت</w:t>
      </w:r>
      <w:r w:rsidR="00AE3A06">
        <w:rPr>
          <w:rtl/>
          <w:lang w:bidi="fa-IR"/>
        </w:rPr>
        <w:t xml:space="preserve"> الله صالح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مازندران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گو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</w:t>
      </w:r>
      <w:r w:rsidR="00AE3A06">
        <w:rPr>
          <w:rtl/>
          <w:lang w:bidi="fa-IR"/>
        </w:rPr>
        <w:t>: آقا ه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چ</w:t>
      </w:r>
      <w:r w:rsidR="00AE3A06">
        <w:rPr>
          <w:rtl/>
          <w:lang w:bidi="fa-IR"/>
        </w:rPr>
        <w:t xml:space="preserve"> گاه نظرش را به اعضا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خانواده تحم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ل</w:t>
      </w:r>
      <w:r w:rsidR="00AE3A06">
        <w:rPr>
          <w:rtl/>
          <w:lang w:bidi="fa-IR"/>
        </w:rPr>
        <w:t xml:space="preserve"> نم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کرد و آنها را در انتخاب و گز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نش</w:t>
      </w:r>
      <w:r w:rsidR="00AE3A06">
        <w:rPr>
          <w:rtl/>
          <w:lang w:bidi="fa-IR"/>
        </w:rPr>
        <w:t xml:space="preserve"> کارها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گوناگون مانند تحص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ل،</w:t>
      </w:r>
      <w:r w:rsidR="00AE3A06">
        <w:rPr>
          <w:rtl/>
          <w:lang w:bidi="fa-IR"/>
        </w:rPr>
        <w:t xml:space="preserve"> تدر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س،</w:t>
      </w:r>
      <w:r w:rsidR="00AE3A06">
        <w:rPr>
          <w:rtl/>
          <w:lang w:bidi="fa-IR"/>
        </w:rPr>
        <w:t xml:space="preserve"> شغل، سفر و مانند آن آزاد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گذاشت و هم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شه</w:t>
      </w:r>
      <w:r w:rsidR="00AE3A06">
        <w:rPr>
          <w:rtl/>
          <w:lang w:bidi="fa-IR"/>
        </w:rPr>
        <w:t xml:space="preserve">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فرمود: « ب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من و فرزندانم رابطه پدر و فرزند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وج</w:t>
      </w:r>
      <w:r w:rsidR="00AE3A06">
        <w:rPr>
          <w:rFonts w:hint="eastAsia"/>
          <w:rtl/>
          <w:lang w:bidi="fa-IR"/>
        </w:rPr>
        <w:t>ود</w:t>
      </w:r>
      <w:r w:rsidR="00AE3A06">
        <w:rPr>
          <w:rtl/>
          <w:lang w:bidi="fa-IR"/>
        </w:rPr>
        <w:t xml:space="preserve"> ندارد، بلکه مثل دو دوست با 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کد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گر</w:t>
      </w:r>
      <w:r w:rsidR="00AE3A06">
        <w:rPr>
          <w:rtl/>
          <w:lang w:bidi="fa-IR"/>
        </w:rPr>
        <w:t xml:space="preserve"> رفتار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م»</w:t>
      </w:r>
      <w:r w:rsidR="00AE3A06">
        <w:rPr>
          <w:rtl/>
          <w:lang w:bidi="fa-IR"/>
        </w:rPr>
        <w:t>.</w:t>
      </w:r>
      <w:r w:rsidR="00AE3A06" w:rsidRPr="009D641F">
        <w:rPr>
          <w:rStyle w:val="libFootnotenumChar"/>
          <w:rtl/>
        </w:rPr>
        <w:t>(1)</w:t>
      </w:r>
    </w:p>
    <w:p w:rsidR="009D641F" w:rsidRDefault="009D641F" w:rsidP="00AE3A06">
      <w:pPr>
        <w:pStyle w:val="libNormal"/>
        <w:rPr>
          <w:rFonts w:hint="cs"/>
          <w:rtl/>
          <w:lang w:bidi="fa-IR"/>
        </w:rPr>
      </w:pPr>
    </w:p>
    <w:p w:rsidR="00AE3A06" w:rsidRDefault="00AE3A06" w:rsidP="009D641F">
      <w:pPr>
        <w:pStyle w:val="Heading2"/>
        <w:rPr>
          <w:rtl/>
          <w:lang w:bidi="fa-IR"/>
        </w:rPr>
      </w:pPr>
      <w:bookmarkStart w:id="100" w:name="_Toc523832860"/>
      <w:r>
        <w:rPr>
          <w:rFonts w:hint="eastAsia"/>
          <w:rtl/>
          <w:lang w:bidi="fa-IR"/>
        </w:rPr>
        <w:t>تشو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کودکان</w:t>
      </w:r>
      <w:bookmarkEnd w:id="100"/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خانم</w:t>
      </w:r>
      <w:r>
        <w:rPr>
          <w:rtl/>
          <w:lang w:bidi="fa-IR"/>
        </w:rPr>
        <w:t xml:space="preserve"> فاطمه طباطبا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دوست داشت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به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اوهم برود. بار اول که رفته بود، گمان کرده بود مردم به خاطر او آمده اند.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خانه برگشت، به من گفت: من که رفتم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مردم شعار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دادند. تازه آقا هم با من آمده بود. آقا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علاقه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رفتن به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دند،</w:t>
      </w:r>
      <w:r>
        <w:rPr>
          <w:rtl/>
          <w:lang w:bidi="fa-IR"/>
        </w:rPr>
        <w:t xml:space="preserve"> شب ها به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گفتند: «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بخواب، فردا صبح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برمت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>.»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چنان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قول امام خوشحال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که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آقا پا نشدند؟ پس چرا صبح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شود؟</w:t>
      </w:r>
      <w:r w:rsidRPr="009D641F">
        <w:rPr>
          <w:rStyle w:val="libFootnotenumChar"/>
          <w:rtl/>
        </w:rPr>
        <w:t>(2)</w:t>
      </w:r>
    </w:p>
    <w:p w:rsidR="009D641F" w:rsidRDefault="009D641F" w:rsidP="00AE3A06">
      <w:pPr>
        <w:pStyle w:val="libNormal"/>
        <w:rPr>
          <w:rFonts w:hint="cs"/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صالح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مازندران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با نوه ها و فرزندانش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مهربان بود و آنان را به درس خواندن تشو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نوه ها کارنامه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گرفتند،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نشان دادن آن به پدر و مادرشان، به آقا نشان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دادند.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نوه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کارنامه را از مدرسه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گرفتم، اول از همه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آقا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بردم.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لبخند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 و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و مرا تشو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کرد»</w:t>
      </w:r>
      <w:r w:rsidRPr="009D641F">
        <w:rPr>
          <w:rStyle w:val="libFootnotenumChar"/>
          <w:rtl/>
        </w:rPr>
        <w:t>.(3)</w:t>
      </w:r>
    </w:p>
    <w:p w:rsidR="00AE3A06" w:rsidRPr="009D641F" w:rsidRDefault="009D641F" w:rsidP="009D641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</w:t>
      </w:r>
    </w:p>
    <w:p w:rsidR="00AE3A06" w:rsidRDefault="00AE3A06" w:rsidP="009D641F">
      <w:pPr>
        <w:pStyle w:val="libFootnote0"/>
        <w:rPr>
          <w:rtl/>
          <w:lang w:bidi="fa-IR"/>
        </w:rPr>
      </w:pPr>
      <w:r>
        <w:rPr>
          <w:rtl/>
          <w:lang w:bidi="fa-IR"/>
        </w:rPr>
        <w:lastRenderedPageBreak/>
        <w:t>1- محمدعل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صالح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مازندران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زعامت و مرجع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«فق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صالح»، قم، انتشارات صالحان، 1381، چ1،صص141 و 142.</w:t>
      </w:r>
    </w:p>
    <w:p w:rsidR="00AE3A06" w:rsidRDefault="00AE3A06" w:rsidP="009D641F">
      <w:pPr>
        <w:pStyle w:val="libFootnote0"/>
        <w:rPr>
          <w:rtl/>
          <w:lang w:bidi="fa-IR"/>
        </w:rPr>
      </w:pPr>
      <w:r>
        <w:rPr>
          <w:rtl/>
          <w:lang w:bidi="fa-IR"/>
        </w:rPr>
        <w:t>2- نک: پا به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آفتاب، ج 1، ص 190.</w:t>
      </w:r>
    </w:p>
    <w:p w:rsidR="00AE3A06" w:rsidRDefault="00AE3A06" w:rsidP="009D641F">
      <w:pPr>
        <w:pStyle w:val="libFootnote0"/>
        <w:rPr>
          <w:rtl/>
          <w:lang w:bidi="fa-IR"/>
        </w:rPr>
      </w:pPr>
      <w:r>
        <w:rPr>
          <w:rtl/>
          <w:lang w:bidi="fa-IR"/>
        </w:rPr>
        <w:t>3- نک: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زعامت و مرجع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ص 153.</w:t>
      </w:r>
    </w:p>
    <w:p w:rsidR="00AE3A06" w:rsidRDefault="009D641F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9D641F">
      <w:pPr>
        <w:pStyle w:val="Heading2"/>
        <w:rPr>
          <w:rtl/>
          <w:lang w:bidi="fa-IR"/>
        </w:rPr>
      </w:pPr>
      <w:bookmarkStart w:id="101" w:name="_Toc523832861"/>
      <w:r>
        <w:rPr>
          <w:rFonts w:hint="eastAsia"/>
          <w:rtl/>
          <w:lang w:bidi="fa-IR"/>
        </w:rPr>
        <w:t>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تنب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کودکان</w:t>
      </w:r>
      <w:bookmarkEnd w:id="101"/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دختر</w:t>
      </w:r>
      <w:r>
        <w:rPr>
          <w:rtl/>
          <w:lang w:bidi="fa-IR"/>
        </w:rPr>
        <w:t xml:space="preserve">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کودک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حرف مادرم گوش نکردم و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کردم که مادرم مخالف انجام دادن آن بود. پدرم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ناراحت شد و به قصد تنب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من از جا برخاست،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بهانه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گوناگون به من فرصت داد فرار کنم.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طور بود. خودش را به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مشغول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مثال، آست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بالا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دنبال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تنب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گشت تا بچه ها فرصت کنند بگر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زند،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خاطر عمل خود متنبه شوند.</w:t>
      </w:r>
      <w:r w:rsidRPr="009D641F">
        <w:rPr>
          <w:rStyle w:val="libFootnotenumChar"/>
          <w:rtl/>
        </w:rPr>
        <w:t>(1)</w:t>
      </w:r>
    </w:p>
    <w:p w:rsidR="00AE3A06" w:rsidRDefault="009D641F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9D641F">
      <w:pPr>
        <w:pStyle w:val="Heading2"/>
        <w:rPr>
          <w:rtl/>
          <w:lang w:bidi="fa-IR"/>
        </w:rPr>
      </w:pPr>
      <w:bookmarkStart w:id="102" w:name="_Toc523832862"/>
      <w:r>
        <w:rPr>
          <w:rFonts w:hint="eastAsia"/>
          <w:rtl/>
          <w:lang w:bidi="fa-IR"/>
        </w:rPr>
        <w:t>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رت</w:t>
      </w:r>
      <w:r>
        <w:rPr>
          <w:rtl/>
          <w:lang w:bidi="fa-IR"/>
        </w:rPr>
        <w:t xml:space="preserve"> مدار</w:t>
      </w:r>
      <w:r>
        <w:rPr>
          <w:rFonts w:hint="cs"/>
          <w:rtl/>
          <w:lang w:bidi="fa-IR"/>
        </w:rPr>
        <w:t>ی</w:t>
      </w:r>
      <w:bookmarkEnd w:id="102"/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حجت</w:t>
      </w:r>
      <w:r>
        <w:rPr>
          <w:rtl/>
          <w:lang w:bidi="fa-IR"/>
        </w:rPr>
        <w:t xml:space="preserve"> الاسلام قرائت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حاج آقا مصطف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اصفهان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پدر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حجت الاسلام حسن بهشت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از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الله و از علما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درجه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شهر اصفهان بود.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قصد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کربلا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آماده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با خانواده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برود. سر مرز، مسئول گمرک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چهره همسرتان را با عکس گذرنامه تطب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دهم!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«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زن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انجام دهد!»،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مسئول گمرک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نه، من خودم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مطابقت کنم. آن بزرگ مرد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«ما از انجام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معذور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.» حاج آقا بهشت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سه روز در مرز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 و همه زوار کنترل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و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="00000DDD" w:rsidRPr="00000DDD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روند،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و خانواده اش موفق به رفتن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سرانجام</w:t>
      </w:r>
      <w:r>
        <w:rPr>
          <w:rtl/>
          <w:lang w:bidi="fa-IR"/>
        </w:rPr>
        <w:t xml:space="preserve"> رهسپار کرمانشاه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و به خانه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عطاء الله اشرف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اصفهان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روند و پس از چند روز به اصفهان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گردند. چند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ماجرا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گذرد و زائران از سفر بازم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گردند و به خدمت</w:t>
      </w:r>
    </w:p>
    <w:p w:rsidR="00AE3A06" w:rsidRPr="009D641F" w:rsidRDefault="009D641F" w:rsidP="009D641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</w:t>
      </w:r>
    </w:p>
    <w:p w:rsidR="00AE3A06" w:rsidRDefault="00AE3A06" w:rsidP="009D641F">
      <w:pPr>
        <w:pStyle w:val="libFootnote0"/>
        <w:rPr>
          <w:rtl/>
          <w:lang w:bidi="fa-IR"/>
        </w:rPr>
      </w:pPr>
      <w:r>
        <w:rPr>
          <w:rtl/>
          <w:lang w:bidi="fa-IR"/>
        </w:rPr>
        <w:t>1- مجموعه مقالات کنگره آثار و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امام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رحمه الله، ص 393.</w:t>
      </w:r>
    </w:p>
    <w:p w:rsidR="00AE3A06" w:rsidRDefault="009D641F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E3A06">
        <w:rPr>
          <w:rFonts w:hint="eastAsia"/>
          <w:rtl/>
          <w:lang w:bidi="fa-IR"/>
        </w:rPr>
        <w:lastRenderedPageBreak/>
        <w:t>آقا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بهشت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رسند و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گو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ند</w:t>
      </w:r>
      <w:r w:rsidR="00AE3A06">
        <w:rPr>
          <w:rtl/>
          <w:lang w:bidi="fa-IR"/>
        </w:rPr>
        <w:t>: آقا! ما آمده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م</w:t>
      </w:r>
      <w:r w:rsidR="00AE3A06">
        <w:rPr>
          <w:rtl/>
          <w:lang w:bidi="fa-IR"/>
        </w:rPr>
        <w:t xml:space="preserve"> معامله 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با شما بکن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م</w:t>
      </w:r>
      <w:r w:rsidR="00AE3A06">
        <w:rPr>
          <w:rtl/>
          <w:lang w:bidi="fa-IR"/>
        </w:rPr>
        <w:t xml:space="preserve"> و آن،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است که همه ثواب ز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ارت</w:t>
      </w:r>
      <w:r w:rsidR="00AE3A06">
        <w:rPr>
          <w:rtl/>
          <w:lang w:bidi="fa-IR"/>
        </w:rPr>
        <w:t xml:space="preserve"> خود را به شما بده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م</w:t>
      </w:r>
      <w:r w:rsidR="00AE3A06">
        <w:rPr>
          <w:rtl/>
          <w:lang w:bidi="fa-IR"/>
        </w:rPr>
        <w:t xml:space="preserve"> و در عوض، شما ثواب کربلا نرفتنتان را به ما بده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</w:t>
      </w:r>
      <w:r w:rsidR="00AE3A06">
        <w:rPr>
          <w:rtl/>
          <w:lang w:bidi="fa-IR"/>
        </w:rPr>
        <w:t>! البته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نکه</w:t>
      </w:r>
      <w:r w:rsidR="00AE3A06">
        <w:rPr>
          <w:rtl/>
          <w:lang w:bidi="fa-IR"/>
        </w:rPr>
        <w:t xml:space="preserve"> در کربلا چه ماجرا</w:t>
      </w:r>
      <w:r w:rsidR="00AE3A06">
        <w:rPr>
          <w:rFonts w:hint="cs"/>
          <w:rtl/>
          <w:lang w:bidi="fa-IR"/>
        </w:rPr>
        <w:t>یی</w:t>
      </w:r>
      <w:r w:rsidR="00AE3A06">
        <w:rPr>
          <w:rtl/>
          <w:lang w:bidi="fa-IR"/>
        </w:rPr>
        <w:t xml:space="preserve"> برا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زائران اتفاق افتاده است که حاضر شده اند 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>ن گونه بگو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ند،</w:t>
      </w:r>
      <w:r w:rsidR="00AE3A06">
        <w:rPr>
          <w:rtl/>
          <w:lang w:bidi="fa-IR"/>
        </w:rPr>
        <w:t xml:space="preserve"> خدا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داند.</w:t>
      </w:r>
      <w:r w:rsidR="00AE3A06" w:rsidRPr="009D641F">
        <w:rPr>
          <w:rStyle w:val="libFootnotenumChar"/>
          <w:rtl/>
        </w:rPr>
        <w:t>(1)</w:t>
      </w:r>
    </w:p>
    <w:p w:rsidR="00AE3A06" w:rsidRPr="009D641F" w:rsidRDefault="009D641F" w:rsidP="009D641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</w:t>
      </w:r>
    </w:p>
    <w:p w:rsidR="00AE3A06" w:rsidRDefault="00AE3A06" w:rsidP="009D641F">
      <w:pPr>
        <w:pStyle w:val="libFootnote0"/>
        <w:rPr>
          <w:rtl/>
          <w:lang w:bidi="fa-IR"/>
        </w:rPr>
      </w:pPr>
      <w:r>
        <w:rPr>
          <w:rtl/>
          <w:lang w:bidi="fa-IR"/>
        </w:rPr>
        <w:t>1- نک: داستان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علما، صص 95و 96، به نقل از: نشر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حت،</w:t>
      </w:r>
      <w:r>
        <w:rPr>
          <w:rtl/>
          <w:lang w:bidi="fa-IR"/>
        </w:rPr>
        <w:t xml:space="preserve"> ش 148، 7/6/1374، ص 1.</w:t>
      </w:r>
    </w:p>
    <w:p w:rsidR="00AE3A06" w:rsidRDefault="009D641F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9D641F">
      <w:pPr>
        <w:pStyle w:val="Heading1"/>
        <w:rPr>
          <w:rtl/>
          <w:lang w:bidi="fa-IR"/>
        </w:rPr>
      </w:pPr>
      <w:bookmarkStart w:id="103" w:name="_Toc523832863"/>
      <w:r>
        <w:rPr>
          <w:rFonts w:hint="eastAsia"/>
          <w:rtl/>
          <w:lang w:bidi="fa-IR"/>
        </w:rPr>
        <w:t>فصل</w:t>
      </w:r>
      <w:r>
        <w:rPr>
          <w:rtl/>
          <w:lang w:bidi="fa-IR"/>
        </w:rPr>
        <w:t xml:space="preserve"> چهارم: اخلاق اقتصاد</w:t>
      </w:r>
      <w:r>
        <w:rPr>
          <w:rFonts w:hint="cs"/>
          <w:rtl/>
          <w:lang w:bidi="fa-IR"/>
        </w:rPr>
        <w:t>ی</w:t>
      </w:r>
      <w:bookmarkEnd w:id="103"/>
    </w:p>
    <w:p w:rsidR="009D641F" w:rsidRDefault="009D641F" w:rsidP="00AE3A06">
      <w:pPr>
        <w:pStyle w:val="libNormal"/>
        <w:rPr>
          <w:rFonts w:hint="cs"/>
          <w:rtl/>
          <w:lang w:bidi="fa-IR"/>
        </w:rPr>
      </w:pPr>
    </w:p>
    <w:p w:rsidR="00AE3A06" w:rsidRDefault="00AE3A06" w:rsidP="009D641F">
      <w:pPr>
        <w:pStyle w:val="Heading2"/>
        <w:rPr>
          <w:rtl/>
          <w:lang w:bidi="fa-IR"/>
        </w:rPr>
      </w:pPr>
      <w:bookmarkStart w:id="104" w:name="_Toc523832864"/>
      <w:r>
        <w:rPr>
          <w:rFonts w:hint="eastAsia"/>
          <w:rtl/>
          <w:lang w:bidi="fa-IR"/>
        </w:rPr>
        <w:t>ساده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bookmarkEnd w:id="104"/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حجت</w:t>
      </w:r>
      <w:r>
        <w:rPr>
          <w:rtl/>
          <w:lang w:bidi="fa-IR"/>
        </w:rPr>
        <w:t xml:space="preserve"> الاسلام رح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کند:</w:t>
      </w: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در طول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نجف اشرف اقامت داشتند، در خانه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کوچک و 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کوچه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شارع الرسول، مانند صدها طلبه معمول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اجاره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بودند. پس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انقلاب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ز،</w:t>
      </w:r>
      <w:r>
        <w:rPr>
          <w:rtl/>
          <w:lang w:bidi="fa-IR"/>
        </w:rPr>
        <w:t xml:space="preserve"> چه روزها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در قم بودند و چه در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به ده سال در جماران اقامت داشتند، مانند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مستضعفان، مستأجر بودند. خانه کوچک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امام در جماران اجاره کردند، 120 متر مربع مساحت و 70 متر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ربنا</w:t>
      </w:r>
      <w:r>
        <w:rPr>
          <w:rtl/>
          <w:lang w:bidi="fa-IR"/>
        </w:rPr>
        <w:t xml:space="preserve"> داشت</w:t>
      </w:r>
      <w:r w:rsidRPr="009D641F">
        <w:rPr>
          <w:rStyle w:val="libFootnotenumChar"/>
          <w:rtl/>
        </w:rPr>
        <w:t>.(2)</w:t>
      </w:r>
    </w:p>
    <w:p w:rsidR="00AE3A06" w:rsidRPr="009D641F" w:rsidRDefault="009D641F" w:rsidP="009D641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</w:t>
      </w:r>
    </w:p>
    <w:p w:rsidR="00AE3A06" w:rsidRDefault="00AE3A06" w:rsidP="009D641F">
      <w:pPr>
        <w:pStyle w:val="libFootnote0"/>
        <w:rPr>
          <w:rtl/>
          <w:lang w:bidi="fa-IR"/>
        </w:rPr>
      </w:pPr>
      <w:r>
        <w:rPr>
          <w:rtl/>
          <w:lang w:bidi="fa-IR"/>
        </w:rPr>
        <w:t>1- پا به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آفتاب، ج 2، ص 266.</w:t>
      </w:r>
    </w:p>
    <w:p w:rsidR="00AE3A06" w:rsidRDefault="00AE3A06" w:rsidP="009D641F">
      <w:pPr>
        <w:pStyle w:val="libFootnote0"/>
        <w:rPr>
          <w:rtl/>
          <w:lang w:bidi="fa-IR"/>
        </w:rPr>
      </w:pPr>
      <w:r>
        <w:rPr>
          <w:rtl/>
          <w:lang w:bidi="fa-IR"/>
        </w:rPr>
        <w:t>2- برداشت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امام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رحمه الله، 1378، چ 3، ج2، ص 48.</w:t>
      </w:r>
    </w:p>
    <w:p w:rsidR="00AE3A06" w:rsidRDefault="009D641F" w:rsidP="009D641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شاگردان علامه طباطبا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درباره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استادش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گفته است: استاد، جهان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فلسفه، علوم اخلاق و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بودند و در همه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ها، در حوزه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انقلاب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وجود آوردند.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حال، در خانه کوچک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دو اتاق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کردند، به گونه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امکان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دوستان و ارادتمندانشان را نداشتند. اوا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آشنا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با استاد که از کوچک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خانه مسکون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آگاه نبودم، از رفتارشان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تعجب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گاه که مجبور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گرفتن پاسخ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پرسش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در خانه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بروم، استاد به در خانه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 و درحال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دو دست </w:t>
      </w:r>
      <w:r>
        <w:rPr>
          <w:rFonts w:hint="eastAsia"/>
          <w:rtl/>
          <w:lang w:bidi="fa-IR"/>
        </w:rPr>
        <w:t>خود</w:t>
      </w:r>
      <w:r>
        <w:rPr>
          <w:rtl/>
          <w:lang w:bidi="fa-IR"/>
        </w:rPr>
        <w:t xml:space="preserve"> را در دو طرف 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گذاشت، سرش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 و به پرسش من پاسخ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داد.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سؤال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آمده بود که چرا استاد مرا به داخل خانه اش تعارف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کند؟!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بعدها</w:t>
      </w:r>
      <w:r>
        <w:rPr>
          <w:rtl/>
          <w:lang w:bidi="fa-IR"/>
        </w:rPr>
        <w:t xml:space="preserve"> که آشنا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من با آن بزرگوار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شد،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افتم</w:t>
      </w:r>
      <w:r>
        <w:rPr>
          <w:rtl/>
          <w:lang w:bidi="fa-IR"/>
        </w:rPr>
        <w:t xml:space="preserve"> خانه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ظرف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رش</w:t>
      </w:r>
      <w:r>
        <w:rPr>
          <w:rtl/>
          <w:lang w:bidi="fa-IR"/>
        </w:rPr>
        <w:t xml:space="preserve"> مهمان را ندارد. </w:t>
      </w:r>
      <w:r w:rsidRPr="009D641F">
        <w:rPr>
          <w:rStyle w:val="libFootnotenumChar"/>
          <w:rtl/>
        </w:rPr>
        <w:t>(2)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آقا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زاهد، اصل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رغبت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گذاشته بود و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مال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خواست. حاج احمد اخوان درا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شب،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ارادتمندان به آقا، چهارهزار تومان پول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آورده بود. (مبلغ چهار هزار تومان در</w:t>
      </w:r>
    </w:p>
    <w:p w:rsidR="00AE3A06" w:rsidRPr="009D641F" w:rsidRDefault="009D641F" w:rsidP="009D641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</w:t>
      </w:r>
    </w:p>
    <w:p w:rsidR="00AE3A06" w:rsidRDefault="00AE3A06" w:rsidP="009D641F">
      <w:pPr>
        <w:pStyle w:val="libFootnote0"/>
        <w:rPr>
          <w:rtl/>
          <w:lang w:bidi="fa-IR"/>
        </w:rPr>
      </w:pPr>
      <w:r>
        <w:rPr>
          <w:rtl/>
          <w:lang w:bidi="fa-IR"/>
        </w:rPr>
        <w:t>1-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هان،</w:t>
      </w:r>
      <w:r>
        <w:rPr>
          <w:rtl/>
          <w:lang w:bidi="fa-IR"/>
        </w:rPr>
        <w:t xml:space="preserve"> ش 15364، 17/3/1374، ص 14.</w:t>
      </w:r>
    </w:p>
    <w:p w:rsidR="00AE3A06" w:rsidRDefault="00AE3A06" w:rsidP="009D641F">
      <w:pPr>
        <w:pStyle w:val="libFootnote0"/>
        <w:rPr>
          <w:rtl/>
          <w:lang w:bidi="fa-IR"/>
        </w:rPr>
      </w:pPr>
      <w:r>
        <w:rPr>
          <w:rtl/>
          <w:lang w:bidi="fa-IR"/>
        </w:rPr>
        <w:t>2- نشر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شما، ش 189، 26/8/1379، ص 5؛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فرزانگان، ص 465.</w:t>
      </w:r>
    </w:p>
    <w:p w:rsidR="00AE3A06" w:rsidRDefault="009D641F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زمان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پول بود و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کارمندها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دولت در آن زمان، صد، تا 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تومان در ماه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گرفتند.) آن آقا اصرار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پول را به عنوان 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قبول کند و آن را فقط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و خانواده شان مصرف کند تا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در مض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 xml:space="preserve"> نباشند و با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آسوده به امورات تبل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مشغول باشند، اما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توج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استدلال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قبول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آقا تندتند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پول ها نه خمس و زکات و نه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وجوه شرع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فقط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«آخر، من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پول ها چه 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توانم بکنم؟! من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مقدار پول ندارم. پول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چه کار کنم...؟» آن شب اصرار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آقا به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نرس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عاق</w:t>
      </w:r>
      <w:r>
        <w:rPr>
          <w:rFonts w:hint="eastAsia"/>
          <w:rtl/>
          <w:lang w:bidi="fa-IR"/>
        </w:rPr>
        <w:t>بت،</w:t>
      </w:r>
      <w:r>
        <w:rPr>
          <w:rtl/>
          <w:lang w:bidi="fa-IR"/>
        </w:rPr>
        <w:t xml:space="preserve">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رد 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نکرده باشد و آن آقا ناراحت و دلخور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نرود، صد تومان از آن پول ها را برداشت و همان جا با رضا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آن آقا، هشتاد تومانش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حاضران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کرد و فقط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تومانش را در 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خود گذاشت و گفت: «شا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مقدار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مصارف ش</w:t>
      </w:r>
      <w:r>
        <w:rPr>
          <w:rFonts w:hint="eastAsia"/>
          <w:rtl/>
          <w:lang w:bidi="fa-IR"/>
        </w:rPr>
        <w:t>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داشته باشم.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ممنون».</w:t>
      </w:r>
      <w:r w:rsidRPr="009D641F">
        <w:rPr>
          <w:rStyle w:val="libFootnotenumChar"/>
          <w:rtl/>
        </w:rPr>
        <w:t>(1)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Fonts w:hint="cs"/>
          <w:rtl/>
          <w:lang w:bidi="fa-IR"/>
        </w:rPr>
      </w:pPr>
      <w:r>
        <w:rPr>
          <w:rFonts w:hint="eastAsia"/>
          <w:rtl/>
          <w:lang w:bidi="fa-IR"/>
        </w:rPr>
        <w:t>محمد</w:t>
      </w:r>
      <w:r>
        <w:rPr>
          <w:rtl/>
          <w:lang w:bidi="fa-IR"/>
        </w:rPr>
        <w:t xml:space="preserve"> محمد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اشتهارد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درباره ساده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استاد برجسته،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محمد تق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ستوده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>: از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استاد ستوده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ساده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از زرق و برق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سال ها در خانه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به طور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رمنتظره</w:t>
      </w:r>
      <w:r>
        <w:rPr>
          <w:rtl/>
          <w:lang w:bidi="fa-IR"/>
        </w:rPr>
        <w:t xml:space="preserve"> خانه ساده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ارش</w:t>
      </w:r>
      <w:r>
        <w:rPr>
          <w:rtl/>
          <w:lang w:bidi="fa-IR"/>
        </w:rPr>
        <w:t xml:space="preserve"> قرار گرفت. انتقال او از خانه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گوناگون به خانه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امر را تداع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که انسان،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</w:p>
    <w:p w:rsidR="00C56CFB" w:rsidRPr="00C56CFB" w:rsidRDefault="00C56CFB" w:rsidP="00C56CF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</w:t>
      </w:r>
    </w:p>
    <w:p w:rsidR="00AE3A06" w:rsidRDefault="00AE3A06" w:rsidP="00C56CFB">
      <w:pPr>
        <w:pStyle w:val="libFootnote0"/>
        <w:rPr>
          <w:rtl/>
          <w:lang w:bidi="fa-IR"/>
        </w:rPr>
      </w:pPr>
      <w:r>
        <w:rPr>
          <w:rtl/>
          <w:lang w:bidi="fa-IR"/>
        </w:rPr>
        <w:lastRenderedPageBreak/>
        <w:t>1-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زاهد، صص 198 و 199.</w:t>
      </w:r>
    </w:p>
    <w:p w:rsidR="00AE3A06" w:rsidRDefault="00C56CFB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E3A06">
        <w:rPr>
          <w:rFonts w:hint="eastAsia"/>
          <w:rtl/>
          <w:lang w:bidi="fa-IR"/>
        </w:rPr>
        <w:lastRenderedPageBreak/>
        <w:t>مسافر</w:t>
      </w:r>
      <w:r w:rsidR="00AE3A06">
        <w:rPr>
          <w:rtl/>
          <w:lang w:bidi="fa-IR"/>
        </w:rPr>
        <w:t xml:space="preserve"> است و انسان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که خود را مسافر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داند، به مسکن اصل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و هم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شگ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آخرت دل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بندد و به سا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بان</w:t>
      </w:r>
      <w:r w:rsidR="00AE3A06">
        <w:rPr>
          <w:rtl/>
          <w:lang w:bidi="fa-IR"/>
        </w:rPr>
        <w:t xml:space="preserve"> ها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سست و فان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دل نخواهد سپرد. او به راحت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توانست برا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خود زندگ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مرفه و خانه باشکوه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فراهم کند، ول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نم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خواست، تا مبادا به دن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</w:t>
      </w:r>
      <w:r w:rsidR="00AE3A06">
        <w:rPr>
          <w:rtl/>
          <w:lang w:bidi="fa-IR"/>
        </w:rPr>
        <w:t xml:space="preserve"> دل بستگ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پ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دا</w:t>
      </w:r>
      <w:r w:rsidR="00AE3A06">
        <w:rPr>
          <w:rtl/>
          <w:lang w:bidi="fa-IR"/>
        </w:rPr>
        <w:t xml:space="preserve"> کند.</w:t>
      </w:r>
      <w:r w:rsidR="00AE3A06" w:rsidRPr="00C56CFB">
        <w:rPr>
          <w:rStyle w:val="libFootnotenumChar"/>
          <w:rtl/>
        </w:rPr>
        <w:t>(1)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C56CF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قاسم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نژاد دامغان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درباره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فاضل لنکران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56CFB" w:rsidRPr="00C56CFB">
        <w:rPr>
          <w:rStyle w:val="libAlaemChar"/>
          <w:rtl/>
        </w:rPr>
        <w:t>رحمهم‌الله</w:t>
      </w:r>
      <w:r w:rsidR="00C56CFB" w:rsidRPr="005100D5">
        <w:rPr>
          <w:rFonts w:ascii="Traditional Arabic" w:hAnsi="Traditional Arabic" w:cs="Traditional Arabic"/>
          <w:rtl/>
        </w:rPr>
        <w:t xml:space="preserve">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>: از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برجسته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شان،</w:t>
      </w:r>
      <w:r>
        <w:rPr>
          <w:rtl/>
          <w:lang w:bidi="fa-IR"/>
        </w:rPr>
        <w:t xml:space="preserve"> ساده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فاضل در خانه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محقر و کوچک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خانه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با وجود داشتن فرزندان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کوچک بود،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با تمسک ب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ساده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ائمه معصوم </w:t>
      </w:r>
      <w:r w:rsidR="00000DDD" w:rsidRPr="00000DDD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 و علما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بزرگ،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خانه محقر بسنده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کرد.(2)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درباره</w:t>
      </w:r>
      <w:r>
        <w:rPr>
          <w:rtl/>
          <w:lang w:bidi="fa-IR"/>
        </w:rPr>
        <w:t xml:space="preserve"> ساده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عبدالکر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حائر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مؤسس حوزه 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قم،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ساده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مبالغ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وجوه شرع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ارش</w:t>
      </w:r>
      <w:r>
        <w:rPr>
          <w:rtl/>
          <w:lang w:bidi="fa-IR"/>
        </w:rPr>
        <w:t xml:space="preserve"> بود، به هنگام رحلت،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tl/>
          <w:lang w:bidi="fa-IR"/>
        </w:rPr>
        <w:t xml:space="preserve"> همه اثاث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خانه اش به 1500 تومان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مبلغ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آن را مقروض بود.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بازماندگانش</w:t>
      </w:r>
      <w:r>
        <w:rPr>
          <w:rtl/>
          <w:lang w:bidi="fa-IR"/>
        </w:rPr>
        <w:t xml:space="preserve"> توان 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برپا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عزادار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سوگ او را نداشتند. ازا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ثروتمندان وقت، مخارج عزادار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بر عهده گرفت</w:t>
      </w:r>
      <w:r w:rsidRPr="00675BF7">
        <w:rPr>
          <w:rStyle w:val="libFootnotenumChar"/>
          <w:rtl/>
        </w:rPr>
        <w:t>.(3)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زل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خا</w:t>
      </w:r>
      <w:r>
        <w:rPr>
          <w:rtl/>
          <w:lang w:bidi="fa-IR"/>
        </w:rPr>
        <w:t xml:space="preserve"> ممجد، دختر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رضا ممجد لنگرود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رضا ممجد، در طول زندگ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از ز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طلبگ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خارج نشد و عمر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</w:t>
      </w:r>
    </w:p>
    <w:p w:rsidR="00AE3A06" w:rsidRPr="00675BF7" w:rsidRDefault="00675BF7" w:rsidP="00AE3A06">
      <w:pPr>
        <w:pStyle w:val="libNormal"/>
        <w:rPr>
          <w:rFonts w:cs="Times New Roman"/>
          <w:rtl/>
          <w:lang w:bidi="fa-IR"/>
        </w:rPr>
      </w:pPr>
      <w:r>
        <w:rPr>
          <w:rFonts w:cs="Times New Roman" w:hint="cs"/>
          <w:rtl/>
          <w:lang w:bidi="fa-IR"/>
        </w:rPr>
        <w:t>______________________________</w:t>
      </w:r>
    </w:p>
    <w:p w:rsidR="00AE3A06" w:rsidRDefault="00AE3A06" w:rsidP="00675BF7">
      <w:pPr>
        <w:pStyle w:val="libFootnote0"/>
        <w:rPr>
          <w:rtl/>
          <w:lang w:bidi="fa-IR"/>
        </w:rPr>
      </w:pPr>
      <w:r>
        <w:rPr>
          <w:rtl/>
          <w:lang w:bidi="fa-IR"/>
        </w:rPr>
        <w:t>1- نک: ستارگان حرم، ج 12، ص 53.</w:t>
      </w:r>
    </w:p>
    <w:p w:rsidR="00AE3A06" w:rsidRDefault="00AE3A06" w:rsidP="00675BF7">
      <w:pPr>
        <w:pStyle w:val="libFootnote0"/>
        <w:rPr>
          <w:rtl/>
          <w:lang w:bidi="fa-IR"/>
        </w:rPr>
      </w:pPr>
      <w:r>
        <w:rPr>
          <w:rtl/>
          <w:lang w:bidi="fa-IR"/>
        </w:rPr>
        <w:t>2- نک: ستارگان حرم، ج 12، ص 276.</w:t>
      </w:r>
    </w:p>
    <w:p w:rsidR="00AE3A06" w:rsidRDefault="00AE3A06" w:rsidP="00675BF7">
      <w:pPr>
        <w:pStyle w:val="libFootnote0"/>
        <w:rPr>
          <w:rtl/>
          <w:lang w:bidi="fa-IR"/>
        </w:rPr>
      </w:pPr>
      <w:r>
        <w:rPr>
          <w:rtl/>
          <w:lang w:bidi="fa-IR"/>
        </w:rPr>
        <w:lastRenderedPageBreak/>
        <w:t>3- ستارگان حرم، ج 11، ص 190.</w:t>
      </w:r>
    </w:p>
    <w:p w:rsidR="00AE3A06" w:rsidRDefault="00675BF7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E3A06">
        <w:rPr>
          <w:rFonts w:hint="eastAsia"/>
          <w:rtl/>
          <w:lang w:bidi="fa-IR"/>
        </w:rPr>
        <w:lastRenderedPageBreak/>
        <w:t>در</w:t>
      </w:r>
      <w:r w:rsidR="00AE3A06">
        <w:rPr>
          <w:rtl/>
          <w:lang w:bidi="fa-IR"/>
        </w:rPr>
        <w:t xml:space="preserve"> نها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ت</w:t>
      </w:r>
      <w:r w:rsidR="00AE3A06">
        <w:rPr>
          <w:rtl/>
          <w:lang w:bidi="fa-IR"/>
        </w:rPr>
        <w:t xml:space="preserve"> سادگ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و صفا زندگ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کرد.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شان</w:t>
      </w:r>
      <w:r w:rsidR="00AE3A06">
        <w:rPr>
          <w:rtl/>
          <w:lang w:bidi="fa-IR"/>
        </w:rPr>
        <w:t xml:space="preserve"> همواره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فرمود: «من به اتفاق دوستم، آ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ت</w:t>
      </w:r>
      <w:r w:rsidR="00AE3A06">
        <w:rPr>
          <w:rtl/>
          <w:lang w:bidi="fa-IR"/>
        </w:rPr>
        <w:t xml:space="preserve"> الله شمس لنگرود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که ش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خ</w:t>
      </w:r>
      <w:r w:rsidR="00AE3A06">
        <w:rPr>
          <w:rtl/>
          <w:lang w:bidi="fa-IR"/>
        </w:rPr>
        <w:t xml:space="preserve"> العلما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لان</w:t>
      </w:r>
      <w:r w:rsidR="00AE3A06">
        <w:rPr>
          <w:rtl/>
          <w:lang w:bidi="fa-IR"/>
        </w:rPr>
        <w:t xml:space="preserve"> به شمار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رود، از نزد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ک</w:t>
      </w:r>
      <w:r w:rsidR="00AE3A06">
        <w:rPr>
          <w:rtl/>
          <w:lang w:bidi="fa-IR"/>
        </w:rPr>
        <w:t xml:space="preserve"> شاهد زندگان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بس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ار</w:t>
      </w:r>
      <w:r w:rsidR="00AE3A06">
        <w:rPr>
          <w:rtl/>
          <w:lang w:bidi="fa-IR"/>
        </w:rPr>
        <w:t xml:space="preserve"> ساده خ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ل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از بزرگان حوزه قم بود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م</w:t>
      </w:r>
      <w:r w:rsidR="00AE3A06">
        <w:rPr>
          <w:rtl/>
          <w:lang w:bidi="fa-IR"/>
        </w:rPr>
        <w:t xml:space="preserve">. 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ادم</w:t>
      </w:r>
      <w:r w:rsidR="00AE3A06">
        <w:rPr>
          <w:rtl/>
          <w:lang w:bidi="fa-IR"/>
        </w:rPr>
        <w:t xml:space="preserve"> هست که ما بچه بود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م</w:t>
      </w:r>
      <w:r w:rsidR="00AE3A06">
        <w:rPr>
          <w:rtl/>
          <w:lang w:bidi="fa-IR"/>
        </w:rPr>
        <w:t xml:space="preserve"> و هنوز از لحاظ درس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،</w:t>
      </w:r>
      <w:r w:rsidR="00AE3A06">
        <w:rPr>
          <w:rtl/>
          <w:lang w:bidi="fa-IR"/>
        </w:rPr>
        <w:t xml:space="preserve"> در موقع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ت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نبو</w:t>
      </w:r>
      <w:r w:rsidR="00AE3A06">
        <w:rPr>
          <w:rFonts w:hint="eastAsia"/>
          <w:rtl/>
          <w:lang w:bidi="fa-IR"/>
        </w:rPr>
        <w:t>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م</w:t>
      </w:r>
      <w:r w:rsidR="00AE3A06">
        <w:rPr>
          <w:rtl/>
          <w:lang w:bidi="fa-IR"/>
        </w:rPr>
        <w:t xml:space="preserve"> که در درس مرحوم آ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ت</w:t>
      </w:r>
      <w:r w:rsidR="00AE3A06">
        <w:rPr>
          <w:rtl/>
          <w:lang w:bidi="fa-IR"/>
        </w:rPr>
        <w:t xml:space="preserve"> الله حائر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شرکت کن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م،</w:t>
      </w:r>
      <w:r w:rsidR="00AE3A06">
        <w:rPr>
          <w:rtl/>
          <w:lang w:bidi="fa-IR"/>
        </w:rPr>
        <w:t xml:space="preserve"> ول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درس او را تماشا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کرد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م</w:t>
      </w:r>
      <w:r w:rsidR="00AE3A06">
        <w:rPr>
          <w:rtl/>
          <w:lang w:bidi="fa-IR"/>
        </w:rPr>
        <w:t xml:space="preserve"> و به منزل آن بزرگوار رفت وآمد داشت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م</w:t>
      </w:r>
      <w:r w:rsidR="00AE3A06">
        <w:rPr>
          <w:rtl/>
          <w:lang w:bidi="fa-IR"/>
        </w:rPr>
        <w:t>. روز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در محضر آن بزرگوار بود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م</w:t>
      </w:r>
      <w:r w:rsidR="00AE3A06">
        <w:rPr>
          <w:rtl/>
          <w:lang w:bidi="fa-IR"/>
        </w:rPr>
        <w:t xml:space="preserve"> که طلبه 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آمد و اظهار داشت: آقا!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شهر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ه</w:t>
      </w:r>
      <w:r w:rsidR="00AE3A06">
        <w:rPr>
          <w:rtl/>
          <w:lang w:bidi="fa-IR"/>
        </w:rPr>
        <w:t xml:space="preserve"> 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را که شما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ده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د،</w:t>
      </w:r>
      <w:r w:rsidR="00AE3A06">
        <w:rPr>
          <w:rtl/>
          <w:lang w:bidi="fa-IR"/>
        </w:rPr>
        <w:t xml:space="preserve"> کفاف زندگ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ام را نم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کند. من ع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الوارم</w:t>
      </w:r>
      <w:r w:rsidR="00AE3A06">
        <w:rPr>
          <w:rtl/>
          <w:lang w:bidi="fa-IR"/>
        </w:rPr>
        <w:t xml:space="preserve"> و خ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ل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در تنگنا زندگ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کنم. حاج ش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خ</w:t>
      </w:r>
      <w:r w:rsidR="00AE3A06">
        <w:rPr>
          <w:rtl/>
          <w:lang w:bidi="fa-IR"/>
        </w:rPr>
        <w:t xml:space="preserve"> فرمود: «خدا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داند و شاهد است، من هم به اندازه شما شهر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ه</w:t>
      </w:r>
      <w:r w:rsidR="00AE3A06">
        <w:rPr>
          <w:rtl/>
          <w:lang w:bidi="fa-IR"/>
        </w:rPr>
        <w:t xml:space="preserve"> دارم و به همان اندازه 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که به شما شهر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ه</w:t>
      </w:r>
      <w:r w:rsidR="00AE3A06">
        <w:rPr>
          <w:rtl/>
          <w:lang w:bidi="fa-IR"/>
        </w:rPr>
        <w:t xml:space="preserve">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دهم، خودم هم برداشت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کنم.» حالا شما کجا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دن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</w:t>
      </w:r>
      <w:r w:rsidR="00AE3A06">
        <w:rPr>
          <w:rtl/>
          <w:lang w:bidi="fa-IR"/>
        </w:rPr>
        <w:t xml:space="preserve"> سراغ دار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د،</w:t>
      </w:r>
      <w:r w:rsidR="00AE3A06">
        <w:rPr>
          <w:rtl/>
          <w:lang w:bidi="fa-IR"/>
        </w:rPr>
        <w:t xml:space="preserve"> شخص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ت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به عظمت حاج ش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خ</w:t>
      </w:r>
      <w:r w:rsidR="00AE3A06">
        <w:rPr>
          <w:rtl/>
          <w:lang w:bidi="fa-IR"/>
        </w:rPr>
        <w:t xml:space="preserve"> و با آن نفوذ و علاقه مند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مردم به او که مر</w:t>
      </w:r>
      <w:r w:rsidR="00AE3A06">
        <w:rPr>
          <w:rFonts w:hint="eastAsia"/>
          <w:rtl/>
          <w:lang w:bidi="fa-IR"/>
        </w:rPr>
        <w:t>جع</w:t>
      </w:r>
      <w:r w:rsidR="00AE3A06">
        <w:rPr>
          <w:rtl/>
          <w:lang w:bidi="fa-IR"/>
        </w:rPr>
        <w:t xml:space="preserve"> عال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قدر بودند، مانند 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ک</w:t>
      </w:r>
      <w:r w:rsidR="00AE3A06">
        <w:rPr>
          <w:rtl/>
          <w:lang w:bidi="fa-IR"/>
        </w:rPr>
        <w:t xml:space="preserve"> طلبه گمنام زندگ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کند و حقوق او مساو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باشد با 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ک</w:t>
      </w:r>
      <w:r w:rsidR="00AE3A06">
        <w:rPr>
          <w:rtl/>
          <w:lang w:bidi="fa-IR"/>
        </w:rPr>
        <w:t xml:space="preserve"> طلبه. به راست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،</w:t>
      </w:r>
      <w:r w:rsidR="00AE3A06">
        <w:rPr>
          <w:rtl/>
          <w:lang w:bidi="fa-IR"/>
        </w:rPr>
        <w:t xml:space="preserve">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نها</w:t>
      </w:r>
      <w:r w:rsidR="00AE3A06">
        <w:rPr>
          <w:rtl/>
          <w:lang w:bidi="fa-IR"/>
        </w:rPr>
        <w:t xml:space="preserve"> الگو بودند و زندگان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کردن آنان با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سخت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ها و رنج ها باعث کاهش رنج و اندوه طلاب بوده و طلاب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دند</w:t>
      </w:r>
      <w:r w:rsidR="00AE3A06">
        <w:rPr>
          <w:rtl/>
          <w:lang w:bidi="fa-IR"/>
        </w:rPr>
        <w:t xml:space="preserve"> که اگر آنان مشکل دارند، بزرگان و رؤسا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آنان 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ز</w:t>
      </w:r>
      <w:r w:rsidR="00AE3A06">
        <w:rPr>
          <w:rtl/>
          <w:lang w:bidi="fa-IR"/>
        </w:rPr>
        <w:t xml:space="preserve"> همان سخ</w:t>
      </w:r>
      <w:r w:rsidR="00AE3A06">
        <w:rPr>
          <w:rFonts w:hint="eastAsia"/>
          <w:rtl/>
          <w:lang w:bidi="fa-IR"/>
        </w:rPr>
        <w:t>ت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و مشکل را دارند».</w:t>
      </w:r>
      <w:r w:rsidR="00AE3A06" w:rsidRPr="00675BF7">
        <w:rPr>
          <w:rStyle w:val="libFootnotenumChar"/>
          <w:rtl/>
        </w:rPr>
        <w:t>(1)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نقل</w:t>
      </w:r>
      <w:r>
        <w:rPr>
          <w:rtl/>
          <w:lang w:bidi="fa-IR"/>
        </w:rPr>
        <w:t xml:space="preserve"> است محمدجواد مغن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روزگار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پشت سر گذاشت. پدر محمدجواد، با آنکه از عالمان آن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بود،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نظر 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وضع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نداشت.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شروع به ساختن خانه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کرد و با کمک اهال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را تا سقف رساند،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تکم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خانه اش چاره ا</w:t>
      </w:r>
      <w:r>
        <w:rPr>
          <w:rFonts w:hint="cs"/>
          <w:rtl/>
          <w:lang w:bidi="fa-IR"/>
        </w:rPr>
        <w:t>ی</w:t>
      </w:r>
    </w:p>
    <w:p w:rsidR="00AE3A06" w:rsidRPr="00675BF7" w:rsidRDefault="00675BF7" w:rsidP="00675BF7">
      <w:pPr>
        <w:pStyle w:val="libLine"/>
        <w:rPr>
          <w:rFonts w:cs="Times New Roman"/>
          <w:rtl/>
          <w:lang w:bidi="fa-IR"/>
        </w:rPr>
      </w:pPr>
      <w:r>
        <w:rPr>
          <w:rFonts w:hint="cs"/>
          <w:rtl/>
          <w:lang w:bidi="fa-IR"/>
        </w:rPr>
        <w:t>________________________</w:t>
      </w:r>
      <w:r>
        <w:rPr>
          <w:rFonts w:cs="Times New Roman" w:hint="cs"/>
          <w:rtl/>
          <w:lang w:bidi="fa-IR"/>
        </w:rPr>
        <w:t>_______</w:t>
      </w:r>
    </w:p>
    <w:p w:rsidR="00AE3A06" w:rsidRDefault="00AE3A06" w:rsidP="00675BF7">
      <w:pPr>
        <w:pStyle w:val="libFootnote0"/>
        <w:rPr>
          <w:rtl/>
          <w:lang w:bidi="fa-IR"/>
        </w:rPr>
      </w:pPr>
      <w:r>
        <w:rPr>
          <w:rtl/>
          <w:lang w:bidi="fa-IR"/>
        </w:rPr>
        <w:t>1- ستارگان حرم، ج 12، صص 133 و 134.</w:t>
      </w:r>
    </w:p>
    <w:p w:rsidR="00AE3A06" w:rsidRDefault="00675BF7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نداشت</w:t>
      </w:r>
      <w:r>
        <w:rPr>
          <w:rtl/>
          <w:lang w:bidi="fa-IR"/>
        </w:rPr>
        <w:t xml:space="preserve"> جز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مبلغ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زرگر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اسماع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صائع قرض کند و در قبال آن، خانه اش را گرو بگذارد.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ترت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ب،</w:t>
      </w:r>
      <w:r>
        <w:rPr>
          <w:rtl/>
          <w:lang w:bidi="fa-IR"/>
        </w:rPr>
        <w:t xml:space="preserve"> توانست خانه را تکم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کند. هنوز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سال از اقامت او در آن خانه نگذشته و اقساط آن را نپرداخته بود که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رفت. زرگر پس از فوت پدر محمدجواد، خانه را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قرضش تصاحب کرد و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ارث پدر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برادر بزرگ تر و عموها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شد و از ثروت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دست رخت خواب به محمدجواد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آن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منزل پدر و برادرش ناپد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شد</w:t>
      </w:r>
      <w:r w:rsidRPr="00675BF7">
        <w:rPr>
          <w:rStyle w:val="libFootnotenumChar"/>
          <w:rtl/>
        </w:rPr>
        <w:t>.(1)</w:t>
      </w:r>
    </w:p>
    <w:p w:rsidR="00AE3A06" w:rsidRDefault="00675BF7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675BF7">
      <w:pPr>
        <w:pStyle w:val="Heading2"/>
        <w:rPr>
          <w:rtl/>
          <w:lang w:bidi="fa-IR"/>
        </w:rPr>
      </w:pPr>
      <w:bookmarkStart w:id="105" w:name="_Toc523832865"/>
      <w:r>
        <w:rPr>
          <w:rFonts w:hint="eastAsia"/>
          <w:rtl/>
          <w:lang w:bidi="fa-IR"/>
        </w:rPr>
        <w:t>قناعت</w:t>
      </w:r>
      <w:bookmarkEnd w:id="105"/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آخوند خراسان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از رهبران بزرگ انقلاب مشروطه بود.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با سه فرزند و سه عروسش در خانه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کوچک و هر کدام در اتاق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کردند.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فرزند ارشدش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نزد پدر آمد و از تنگ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 شکا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کرد. آخوند خراسان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سخنانش گوش داد و گفت: اگر قرار باشد </w:t>
      </w:r>
      <w:r>
        <w:rPr>
          <w:rFonts w:hint="eastAsia"/>
          <w:rtl/>
          <w:lang w:bidi="fa-IR"/>
        </w:rPr>
        <w:t>منزل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شهر را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مستحقان قسمت کنند، به ما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رسد».</w:t>
      </w:r>
      <w:r w:rsidRPr="00675BF7">
        <w:rPr>
          <w:rStyle w:val="libFootnotenumChar"/>
          <w:rtl/>
        </w:rPr>
        <w:t>(2)</w:t>
      </w:r>
    </w:p>
    <w:p w:rsidR="00AE3A06" w:rsidRDefault="00675BF7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675BF7">
      <w:pPr>
        <w:pStyle w:val="Heading2"/>
        <w:rPr>
          <w:rtl/>
          <w:lang w:bidi="fa-IR"/>
        </w:rPr>
      </w:pPr>
      <w:bookmarkStart w:id="106" w:name="_Toc523832866"/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رساندن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bookmarkEnd w:id="106"/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شرح حال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عبدالکر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حائر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آمده است: 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بزرگان، عبا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و پرق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رسم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ادبود</w:t>
      </w:r>
      <w:r>
        <w:rPr>
          <w:rtl/>
          <w:lang w:bidi="fa-IR"/>
        </w:rPr>
        <w:t xml:space="preserve"> و 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فرزندان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فرستاد.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به فرزند خود گفت: «پسرم!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عبا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است؛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طلاب، اصلاً عبا ندارند.» سپس ع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را فروخت و با پول آن چند دست عبا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متوسط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فرزند خود و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به طلاب مستحق داد».</w:t>
      </w:r>
      <w:r w:rsidRPr="00675BF7">
        <w:rPr>
          <w:rStyle w:val="libFootnotenumChar"/>
          <w:rtl/>
        </w:rPr>
        <w:t>(3)</w:t>
      </w:r>
    </w:p>
    <w:p w:rsidR="00AE3A06" w:rsidRPr="00675BF7" w:rsidRDefault="00675BF7" w:rsidP="00675BF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AE3A06" w:rsidRDefault="00AE3A06" w:rsidP="00675BF7">
      <w:pPr>
        <w:pStyle w:val="libFootnote0"/>
        <w:rPr>
          <w:rtl/>
          <w:lang w:bidi="fa-IR"/>
        </w:rPr>
      </w:pPr>
      <w:r>
        <w:rPr>
          <w:rtl/>
          <w:lang w:bidi="fa-IR"/>
        </w:rPr>
        <w:t>1- طلا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داران تقر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(7)، ص 16.</w:t>
      </w:r>
    </w:p>
    <w:p w:rsidR="00AE3A06" w:rsidRDefault="00AE3A06" w:rsidP="00675BF7">
      <w:pPr>
        <w:pStyle w:val="libFootnote0"/>
        <w:rPr>
          <w:rtl/>
          <w:lang w:bidi="fa-IR"/>
        </w:rPr>
      </w:pPr>
      <w:r>
        <w:rPr>
          <w:rtl/>
          <w:lang w:bidi="fa-IR"/>
        </w:rPr>
        <w:t>2- عبدالحس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کفا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نور (زندگ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آخوند خراسان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)، تهران، کتاب فروش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زوار، 1359، ص 377؛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فرزانگان، صص 462 و 463.</w:t>
      </w:r>
    </w:p>
    <w:p w:rsidR="00AE3A06" w:rsidRDefault="00AE3A06" w:rsidP="00675BF7">
      <w:pPr>
        <w:pStyle w:val="libFootnote0"/>
        <w:rPr>
          <w:rtl/>
          <w:lang w:bidi="fa-IR"/>
        </w:rPr>
      </w:pPr>
      <w:r>
        <w:rPr>
          <w:rtl/>
          <w:lang w:bidi="fa-IR"/>
        </w:rPr>
        <w:t>3- محمد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راز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آثار الحجه (تار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و 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المعارف حوزه 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قم)، قم، کتاب فروش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1332، ص 57.</w:t>
      </w:r>
    </w:p>
    <w:p w:rsidR="00AE3A06" w:rsidRDefault="00675BF7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E3A06">
        <w:rPr>
          <w:rFonts w:hint="cs"/>
          <w:rtl/>
          <w:lang w:bidi="fa-IR"/>
        </w:rPr>
        <w:lastRenderedPageBreak/>
        <w:t>ی</w:t>
      </w:r>
      <w:r w:rsidR="00AE3A06">
        <w:rPr>
          <w:rFonts w:hint="eastAsia"/>
          <w:rtl/>
          <w:lang w:bidi="fa-IR"/>
        </w:rPr>
        <w:t>ک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از دوستان علامه بحرالعلوم، درباره رس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دگ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و کمک کردن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شان</w:t>
      </w:r>
      <w:r w:rsidR="00AE3A06">
        <w:rPr>
          <w:rtl/>
          <w:lang w:bidi="fa-IR"/>
        </w:rPr>
        <w:t xml:space="preserve"> به محرومان و فق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ران</w:t>
      </w:r>
      <w:r w:rsidR="00AE3A06">
        <w:rPr>
          <w:rtl/>
          <w:lang w:bidi="fa-IR"/>
        </w:rPr>
        <w:t xml:space="preserve"> نقل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کند: «س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</w:t>
      </w:r>
      <w:r w:rsidR="00AE3A06">
        <w:rPr>
          <w:rtl/>
          <w:lang w:bidi="fa-IR"/>
        </w:rPr>
        <w:t xml:space="preserve"> بحرالعلوم، هر شب در کوچه ها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نجف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گشت و برا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فقرا نان و خوردن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برد. برا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نمونه، شب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در منزل غذا را آماده کردند، ول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آن بزرگوار گفت: من خودم م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ل</w:t>
      </w:r>
      <w:r w:rsidR="00AE3A06">
        <w:rPr>
          <w:rtl/>
          <w:lang w:bidi="fa-IR"/>
        </w:rPr>
        <w:t xml:space="preserve"> به غذا ن</w:t>
      </w:r>
      <w:r w:rsidR="00AE3A06">
        <w:rPr>
          <w:rFonts w:hint="eastAsia"/>
          <w:rtl/>
          <w:lang w:bidi="fa-IR"/>
        </w:rPr>
        <w:t>دارم</w:t>
      </w:r>
      <w:r w:rsidR="00AE3A06">
        <w:rPr>
          <w:rtl/>
          <w:lang w:bidi="fa-IR"/>
        </w:rPr>
        <w:t>. سپس فرمود: ظرف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از غذا پر کن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</w:t>
      </w:r>
      <w:r w:rsidR="00AE3A06">
        <w:rPr>
          <w:rtl/>
          <w:lang w:bidi="fa-IR"/>
        </w:rPr>
        <w:t>! آن گاه ظرف را برداشت و در کوچه ها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نجف به راه افتاد. در منزل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را کوب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</w:t>
      </w:r>
      <w:r w:rsidR="00AE3A06">
        <w:rPr>
          <w:rtl/>
          <w:lang w:bidi="fa-IR"/>
        </w:rPr>
        <w:t xml:space="preserve"> که تازه عروس و داماد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گرسنه در آن زندگ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کردند و غذا</w:t>
      </w:r>
      <w:r w:rsidR="00AE3A06">
        <w:rPr>
          <w:rFonts w:hint="cs"/>
          <w:rtl/>
          <w:lang w:bidi="fa-IR"/>
        </w:rPr>
        <w:t>یی</w:t>
      </w:r>
      <w:r w:rsidR="00AE3A06">
        <w:rPr>
          <w:rtl/>
          <w:lang w:bidi="fa-IR"/>
        </w:rPr>
        <w:t xml:space="preserve"> برا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خوردن نداشتند. غذا را به آنها رسان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</w:t>
      </w:r>
      <w:r w:rsidR="00AE3A06">
        <w:rPr>
          <w:rtl/>
          <w:lang w:bidi="fa-IR"/>
        </w:rPr>
        <w:t xml:space="preserve"> و خود 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ز</w:t>
      </w:r>
      <w:r w:rsidR="00AE3A06">
        <w:rPr>
          <w:rtl/>
          <w:lang w:bidi="fa-IR"/>
        </w:rPr>
        <w:t xml:space="preserve"> در کنار آنها شام م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ل</w:t>
      </w:r>
      <w:r w:rsidR="00AE3A06">
        <w:rPr>
          <w:rtl/>
          <w:lang w:bidi="fa-IR"/>
        </w:rPr>
        <w:t xml:space="preserve"> کرد».</w:t>
      </w:r>
      <w:r w:rsidR="00AE3A06" w:rsidRPr="00675BF7">
        <w:rPr>
          <w:rStyle w:val="libFootnotenumChar"/>
          <w:rtl/>
        </w:rPr>
        <w:t>(1)</w:t>
      </w:r>
    </w:p>
    <w:p w:rsidR="00675BF7" w:rsidRDefault="00675BF7" w:rsidP="00AE3A06">
      <w:pPr>
        <w:pStyle w:val="libNormal"/>
        <w:rPr>
          <w:rFonts w:hint="cs"/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شرح حال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لسوف</w:t>
      </w:r>
      <w:r>
        <w:rPr>
          <w:rtl/>
          <w:lang w:bidi="fa-IR"/>
        </w:rPr>
        <w:t xml:space="preserve"> و حک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برجسته ملاهاد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سبزوار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آمده است: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هرگز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المال استفاده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با کشت پنبه و گندم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درآمد باغ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شهر داشت، امرار معاش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بخش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درآمدها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و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مانده آن را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فقرا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ازمندان</w:t>
      </w:r>
      <w:r>
        <w:rPr>
          <w:rtl/>
          <w:lang w:bidi="fa-IR"/>
        </w:rPr>
        <w:t xml:space="preserve">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باغ انگور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که با دست خود به ثمر نشانده بود و از محصول آن استفاده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هر سال، هنگام فصل برداشت، نخست سهم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ازمندان</w:t>
      </w:r>
      <w:r>
        <w:rPr>
          <w:rtl/>
          <w:lang w:bidi="fa-IR"/>
        </w:rPr>
        <w:t xml:space="preserve">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سپس دوستان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به همراه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طلبه ها به آنجا دعوت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تا حاصل دست رنج خود ر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در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بگذارد.</w:t>
      </w:r>
      <w:r w:rsidRPr="00675BF7">
        <w:rPr>
          <w:rStyle w:val="libFootnotenumChar"/>
          <w:rtl/>
        </w:rPr>
        <w:t>(2)</w:t>
      </w:r>
    </w:p>
    <w:p w:rsidR="00AE3A06" w:rsidRDefault="00675BF7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675BF7">
      <w:pPr>
        <w:pStyle w:val="Heading2"/>
        <w:rPr>
          <w:rtl/>
          <w:lang w:bidi="fa-IR"/>
        </w:rPr>
      </w:pPr>
      <w:bookmarkStart w:id="107" w:name="_Toc523832867"/>
      <w:r>
        <w:rPr>
          <w:rFonts w:hint="eastAsia"/>
          <w:rtl/>
          <w:lang w:bidi="fa-IR"/>
        </w:rPr>
        <w:t>انفاق</w:t>
      </w:r>
      <w:bookmarkEnd w:id="107"/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محمد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رجب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(دوان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)، از فرزندان علامه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پدرم تا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توانست، از فقرا و مستمندان دستگ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به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675BF7">
      <w:pPr>
        <w:pStyle w:val="libFootnote0"/>
        <w:rPr>
          <w:rtl/>
          <w:lang w:bidi="fa-IR"/>
        </w:rPr>
      </w:pPr>
      <w:r>
        <w:rPr>
          <w:rtl/>
          <w:lang w:bidi="fa-IR"/>
        </w:rPr>
        <w:t>1- نورالد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لو،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با ابرار (س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بحرالعلوم)، تهران، چاپ و نشر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الملل، وابسته به انتشارات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1382، چ1، ص 51.</w:t>
      </w:r>
    </w:p>
    <w:p w:rsidR="00AE3A06" w:rsidRDefault="00AE3A06" w:rsidP="00675BF7">
      <w:pPr>
        <w:pStyle w:val="libFootnote0"/>
        <w:rPr>
          <w:rtl/>
          <w:lang w:bidi="fa-IR"/>
        </w:rPr>
      </w:pPr>
      <w:r>
        <w:rPr>
          <w:rtl/>
          <w:lang w:bidi="fa-IR"/>
        </w:rPr>
        <w:t>2-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با ابرار (ملاهاد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سبزوار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)، ص 23.</w:t>
      </w:r>
    </w:p>
    <w:p w:rsidR="00AE3A06" w:rsidRDefault="00675BF7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E3A06">
        <w:rPr>
          <w:rFonts w:hint="eastAsia"/>
          <w:rtl/>
          <w:lang w:bidi="fa-IR"/>
        </w:rPr>
        <w:lastRenderedPageBreak/>
        <w:t>گونه</w:t>
      </w:r>
      <w:r w:rsidR="00AE3A06">
        <w:rPr>
          <w:rtl/>
          <w:lang w:bidi="fa-IR"/>
        </w:rPr>
        <w:t xml:space="preserve"> 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که برخ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به طور مرتب، از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شان</w:t>
      </w:r>
      <w:r w:rsidR="00AE3A06">
        <w:rPr>
          <w:rtl/>
          <w:lang w:bidi="fa-IR"/>
        </w:rPr>
        <w:t xml:space="preserve"> ماهانه در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افت</w:t>
      </w:r>
      <w:r w:rsidR="00AE3A06">
        <w:rPr>
          <w:rtl/>
          <w:lang w:bidi="fa-IR"/>
        </w:rPr>
        <w:t xml:space="preserve">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کردند و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در موارد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بود که آن افراد به خانه ما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آمدند و ما در جر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ان</w:t>
      </w:r>
      <w:r w:rsidR="00AE3A06">
        <w:rPr>
          <w:rtl/>
          <w:lang w:bidi="fa-IR"/>
        </w:rPr>
        <w:t xml:space="preserve"> امر قرار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گرفت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م</w:t>
      </w:r>
      <w:r w:rsidR="00AE3A06">
        <w:rPr>
          <w:rtl/>
          <w:lang w:bidi="fa-IR"/>
        </w:rPr>
        <w:t xml:space="preserve"> و موارد بس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ار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بود که ما از آن ب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خبر بود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م</w:t>
      </w:r>
      <w:r w:rsidR="00AE3A06">
        <w:rPr>
          <w:rtl/>
          <w:lang w:bidi="fa-IR"/>
        </w:rPr>
        <w:t>. در مجلس بزرگداشت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شان</w:t>
      </w:r>
      <w:r w:rsidR="00AE3A06">
        <w:rPr>
          <w:rtl/>
          <w:lang w:bidi="fa-IR"/>
        </w:rPr>
        <w:t xml:space="preserve"> در مسجد دانشگاه تهران، برادر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روحان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به من گفت: «حاج آقا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شما به بس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ار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از طلبه ها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ازمند</w:t>
      </w:r>
      <w:r w:rsidR="00AE3A06">
        <w:rPr>
          <w:rtl/>
          <w:lang w:bidi="fa-IR"/>
        </w:rPr>
        <w:t xml:space="preserve"> کمک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کرد و حتماً شما از آن ب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خبر هست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</w:t>
      </w:r>
      <w:r w:rsidR="00AE3A06">
        <w:rPr>
          <w:rtl/>
          <w:lang w:bidi="fa-IR"/>
        </w:rPr>
        <w:t xml:space="preserve">. من خود، 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ک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از آنها هستم.» گاه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که به قم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آمد، هم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که با طلبه 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مواجه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شد، از وضع مال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او جو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</w:t>
      </w:r>
      <w:r w:rsidR="00AE3A06">
        <w:rPr>
          <w:rtl/>
          <w:lang w:bidi="fa-IR"/>
        </w:rPr>
        <w:t xml:space="preserve">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گشت و چنانچه آن فرد در مض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قه</w:t>
      </w:r>
      <w:r w:rsidR="00AE3A06">
        <w:rPr>
          <w:rtl/>
          <w:lang w:bidi="fa-IR"/>
        </w:rPr>
        <w:t xml:space="preserve"> بود، به او نقداً کمک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کرد و </w:t>
      </w:r>
      <w:r w:rsidR="00AE3A06">
        <w:rPr>
          <w:rFonts w:hint="eastAsia"/>
          <w:rtl/>
          <w:lang w:bidi="fa-IR"/>
        </w:rPr>
        <w:t>اگر</w:t>
      </w:r>
      <w:r w:rsidR="00AE3A06">
        <w:rPr>
          <w:rtl/>
          <w:lang w:bidi="fa-IR"/>
        </w:rPr>
        <w:t xml:space="preserve"> نداشت، چک برا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چند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بعد به او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داد.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کار پدرم مرا متعجب ساخت؛ ز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را</w:t>
      </w:r>
      <w:r w:rsidR="00AE3A06">
        <w:rPr>
          <w:rtl/>
          <w:lang w:bidi="fa-IR"/>
        </w:rPr>
        <w:t xml:space="preserve">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شان</w:t>
      </w:r>
      <w:r w:rsidR="00AE3A06">
        <w:rPr>
          <w:rtl/>
          <w:lang w:bidi="fa-IR"/>
        </w:rPr>
        <w:t xml:space="preserve"> در سال ها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آخر، به جز حق التأل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ف</w:t>
      </w:r>
      <w:r w:rsidR="00AE3A06">
        <w:rPr>
          <w:rtl/>
          <w:lang w:bidi="fa-IR"/>
        </w:rPr>
        <w:t xml:space="preserve"> درآمد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نداشت. شا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</w:t>
      </w:r>
      <w:r w:rsidR="00AE3A06">
        <w:rPr>
          <w:rtl/>
          <w:lang w:bidi="fa-IR"/>
        </w:rPr>
        <w:t xml:space="preserve"> از مختصر ارث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ه</w:t>
      </w:r>
      <w:r w:rsidR="00AE3A06">
        <w:rPr>
          <w:rtl/>
          <w:lang w:bidi="fa-IR"/>
        </w:rPr>
        <w:t xml:space="preserve"> 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که از مادرم به او رس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ده</w:t>
      </w:r>
      <w:r w:rsidR="00AE3A06">
        <w:rPr>
          <w:rtl/>
          <w:lang w:bidi="fa-IR"/>
        </w:rPr>
        <w:t xml:space="preserve"> بود 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</w:t>
      </w:r>
      <w:r w:rsidR="00AE3A06">
        <w:rPr>
          <w:rtl/>
          <w:lang w:bidi="fa-IR"/>
        </w:rPr>
        <w:t xml:space="preserve"> از بها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خانه اش که در روزها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آخر عمرش فروخته بود، انفاق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کرد که خدا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</w:t>
      </w:r>
      <w:r w:rsidR="00AE3A06">
        <w:rPr>
          <w:rFonts w:hint="eastAsia"/>
          <w:rtl/>
          <w:lang w:bidi="fa-IR"/>
        </w:rPr>
        <w:t>داند</w:t>
      </w:r>
      <w:r w:rsidR="00AE3A06">
        <w:rPr>
          <w:rtl/>
          <w:lang w:bidi="fa-IR"/>
        </w:rPr>
        <w:t>.</w:t>
      </w:r>
      <w:r w:rsidR="00AE3A06" w:rsidRPr="00675BF7">
        <w:rPr>
          <w:rStyle w:val="libFootnotenumChar"/>
          <w:rtl/>
        </w:rPr>
        <w:t>(1)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675BF7">
      <w:pPr>
        <w:pStyle w:val="Heading2"/>
        <w:rPr>
          <w:rtl/>
          <w:lang w:bidi="fa-IR"/>
        </w:rPr>
      </w:pPr>
      <w:bookmarkStart w:id="108" w:name="_Toc523832868"/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ثار</w:t>
      </w:r>
      <w:bookmarkEnd w:id="108"/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فرزندان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دعباس</w:t>
      </w:r>
      <w:r>
        <w:rPr>
          <w:rtl/>
          <w:lang w:bidi="fa-IR"/>
        </w:rPr>
        <w:t xml:space="preserve"> مهر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از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عباس مهر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که هرگز درخواست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را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پاسخ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گذاشت،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اگر با دادن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غذا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لباس به آنها بود. اگر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لباس نو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عمامه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لباس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به سرعت آن را به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خودش به لباس کهنه اکتفا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همسرشان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اعتراض کرد و گفت: چرا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لباس نو را حداقل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چند ماه نگاه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>!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دعباس</w:t>
      </w:r>
      <w:r>
        <w:rPr>
          <w:rtl/>
          <w:lang w:bidi="fa-IR"/>
        </w:rPr>
        <w:t xml:space="preserve"> با لبخند گفت: «مگر آن لباس ها چه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دارد؟»</w:t>
      </w:r>
      <w:r w:rsidRPr="00675BF7">
        <w:rPr>
          <w:rStyle w:val="libFootnotenumChar"/>
          <w:rtl/>
        </w:rPr>
        <w:t>(2)</w:t>
      </w:r>
    </w:p>
    <w:p w:rsidR="00AE3A06" w:rsidRPr="00675BF7" w:rsidRDefault="00675BF7" w:rsidP="00675BF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</w:t>
      </w:r>
    </w:p>
    <w:p w:rsidR="00AE3A06" w:rsidRDefault="00AE3A06" w:rsidP="00675BF7">
      <w:pPr>
        <w:pStyle w:val="libFootnote0"/>
        <w:rPr>
          <w:rtl/>
          <w:lang w:bidi="fa-IR"/>
        </w:rPr>
      </w:pPr>
      <w:r>
        <w:rPr>
          <w:rtl/>
          <w:lang w:bidi="fa-IR"/>
        </w:rPr>
        <w:t>1-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بقا، صص 162 و 163.</w:t>
      </w:r>
    </w:p>
    <w:p w:rsidR="00675BF7" w:rsidRDefault="00AE3A06" w:rsidP="00675BF7">
      <w:pPr>
        <w:pStyle w:val="libFootnote0"/>
        <w:rPr>
          <w:rtl/>
          <w:lang w:bidi="fa-IR"/>
        </w:rPr>
      </w:pPr>
      <w:r>
        <w:rPr>
          <w:rtl/>
          <w:lang w:bidi="fa-IR"/>
        </w:rPr>
        <w:t>2- ستارگان حرم، 1377، چ 1، ج 1، ص 175.</w:t>
      </w:r>
    </w:p>
    <w:p w:rsidR="00AE3A06" w:rsidRDefault="00675BF7" w:rsidP="00675BF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همسر</w:t>
      </w:r>
      <w:r>
        <w:rPr>
          <w:rtl/>
          <w:lang w:bidi="fa-IR"/>
        </w:rPr>
        <w:t xml:space="preserve">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قدوس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رحمه الله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سرپرست و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بودند که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قدوس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سال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ماه مانده به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رفتند و اندازه لباس آنها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گرفتند و شماره کفش آنها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و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لباس و کفش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سال </w:t>
      </w:r>
      <w:r>
        <w:rPr>
          <w:rFonts w:hint="eastAsia"/>
          <w:rtl/>
          <w:lang w:bidi="fa-IR"/>
        </w:rPr>
        <w:t>خانواده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سراغ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آمدند که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بچه داشتند. او با حوصله اندازه همه بچه ها را گرفت تا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کفش و لباس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کند. من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گفتم: شما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لباس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محمدحسن و محمدحس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هم سن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هستند. پس چرا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شان گفت: « آنها خودشان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دانند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ما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زندان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 نداشته باشد.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همه خوش باشند».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قدوس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خانواده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شوهرانشان زندان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بودند،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حتاج</w:t>
      </w:r>
      <w:r>
        <w:rPr>
          <w:rtl/>
          <w:lang w:bidi="fa-IR"/>
        </w:rPr>
        <w:t xml:space="preserve"> آنها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و شب ها به خانه شان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بردند و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ما هم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گفتند، کجا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روند.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برادرش آمد و سراغ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از من گرفت. گفتم: رفت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>.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موقع شب کجا رفته است؟! گفتم: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دانم. گفت: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روم دنبالش. رفت و درحال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فکر بود، بازگشت. بعدها گفت: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شب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آقا کجا رفته بود؟ گفتم: نه. گفت: او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به در خانه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 و به خانواده فلان آقا که در زندان بود، کمک کرد.</w:t>
      </w:r>
      <w:r w:rsidRPr="00675BF7">
        <w:rPr>
          <w:rStyle w:val="libFootnotenumChar"/>
          <w:rtl/>
        </w:rPr>
        <w:t>(1)</w:t>
      </w: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طلبه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حوزه 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قم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شب زمستان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سرد،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محمد حقان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خواندن نافله شب و ادا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ضه</w:t>
      </w:r>
      <w:r>
        <w:rPr>
          <w:rtl/>
          <w:lang w:bidi="fa-IR"/>
        </w:rPr>
        <w:t xml:space="preserve"> صبح به </w:t>
      </w:r>
      <w:r>
        <w:rPr>
          <w:rtl/>
          <w:lang w:bidi="fa-IR"/>
        </w:rPr>
        <w:lastRenderedPageBreak/>
        <w:t>مسجد رفت. پس از طلوع آفتاب و هنگام بازگشت به خانه، برخلاف عادت، از فرزند خود خواست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لباس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اورد</w:t>
      </w:r>
      <w:r>
        <w:rPr>
          <w:rtl/>
          <w:lang w:bidi="fa-IR"/>
        </w:rPr>
        <w:t>.</w:t>
      </w:r>
    </w:p>
    <w:p w:rsidR="00AE3A06" w:rsidRPr="00675BF7" w:rsidRDefault="00675BF7" w:rsidP="00AE3A06">
      <w:pPr>
        <w:pStyle w:val="libNormal"/>
        <w:rPr>
          <w:rFonts w:cs="Times New Roman"/>
          <w:rtl/>
          <w:lang w:bidi="fa-IR"/>
        </w:rPr>
      </w:pPr>
      <w:r>
        <w:rPr>
          <w:rFonts w:cs="Times New Roman" w:hint="cs"/>
          <w:rtl/>
          <w:lang w:bidi="fa-IR"/>
        </w:rPr>
        <w:t>_________________________________</w:t>
      </w:r>
    </w:p>
    <w:p w:rsidR="00AE3A06" w:rsidRDefault="00AE3A06" w:rsidP="00675BF7">
      <w:pPr>
        <w:pStyle w:val="libFootnote0"/>
        <w:rPr>
          <w:rtl/>
          <w:lang w:bidi="fa-IR"/>
        </w:rPr>
      </w:pPr>
      <w:r>
        <w:rPr>
          <w:rtl/>
          <w:lang w:bidi="fa-IR"/>
        </w:rPr>
        <w:t>1- داستان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علما، صص 50 و 51.</w:t>
      </w:r>
    </w:p>
    <w:p w:rsidR="00675BF7" w:rsidRDefault="00675BF7" w:rsidP="00AE3A06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فرزندش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پدرجان! شما که با لباس به مسجد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چه شده است که لباس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>!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گفت: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نپرس و زود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لباس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tl/>
          <w:lang w:bidi="fa-IR"/>
        </w:rPr>
        <w:t>!</w:t>
      </w: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فرزند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به خانه رفتم و لباس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آوردم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مشغول مطالعه شد. پس از چند ساعت،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وارد خانه شد،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غذا بردم،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لباس پدرم بر تن اوست. ماجرا را از پدرم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فرمود: «وقت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مسجد رفتم،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از شدت س</w:t>
      </w:r>
      <w:r>
        <w:rPr>
          <w:rFonts w:hint="eastAsia"/>
          <w:rtl/>
          <w:lang w:bidi="fa-IR"/>
        </w:rPr>
        <w:t>رما</w:t>
      </w:r>
      <w:r>
        <w:rPr>
          <w:rtl/>
          <w:lang w:bidi="fa-IR"/>
        </w:rPr>
        <w:t xml:space="preserve"> به مسجد پناه آورده بود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من لباس خودم را به او پوشاندم».</w:t>
      </w:r>
      <w:r w:rsidRPr="00675BF7">
        <w:rPr>
          <w:rStyle w:val="libFootnotenumChar"/>
          <w:rtl/>
        </w:rPr>
        <w:t>(1)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عبدالکر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حامد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من شاگرد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رجب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tl/>
          <w:lang w:bidi="fa-IR"/>
        </w:rPr>
        <w:t xml:space="preserve"> بودم و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تومان دست مزد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گرفتم. شب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نوروز،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پانزده تومان پول داشت.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را به من داد تا برنج بخرم و آن را به چند آدرس ببرم. پنج تومان از آن مبلغ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آن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من داد. با خود گفتم: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خودش شب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دست خال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خانه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رود؟ در همان وقت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ادم</w:t>
      </w:r>
      <w:r>
        <w:rPr>
          <w:rtl/>
          <w:lang w:bidi="fa-IR"/>
        </w:rPr>
        <w:t xml:space="preserve"> آمد سر زانو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شلوار فرزندش پاره بوده است.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رو، پول را داخل کشو گذاشتم، به سرعت آنجا را ترک کردم و هر چه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مرا صدا کرد، بازنگشتم. پس از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خانه مت</w:t>
      </w:r>
      <w:r>
        <w:rPr>
          <w:rFonts w:hint="eastAsia"/>
          <w:rtl/>
          <w:lang w:bidi="fa-IR"/>
        </w:rPr>
        <w:t>وجه</w:t>
      </w:r>
      <w:r>
        <w:rPr>
          <w:rtl/>
          <w:lang w:bidi="fa-IR"/>
        </w:rPr>
        <w:t xml:space="preserve"> شدم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همچنان مرا صدا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با ناراحت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من فرمود: «چرا پول را برنداشت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؟»</w:t>
      </w:r>
      <w:r>
        <w:rPr>
          <w:rtl/>
          <w:lang w:bidi="fa-IR"/>
        </w:rPr>
        <w:t xml:space="preserve"> آن گاه با اصرار پول را به من داد!</w:t>
      </w:r>
      <w:r w:rsidRPr="00675BF7">
        <w:rPr>
          <w:rStyle w:val="libFootnotenumChar"/>
          <w:rtl/>
        </w:rPr>
        <w:t>(2)</w:t>
      </w:r>
    </w:p>
    <w:p w:rsidR="00AE3A06" w:rsidRDefault="00675BF7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675BF7">
      <w:pPr>
        <w:pStyle w:val="Heading2"/>
        <w:rPr>
          <w:rtl/>
          <w:lang w:bidi="fa-IR"/>
        </w:rPr>
      </w:pPr>
      <w:bookmarkStart w:id="109" w:name="_Toc523832869"/>
      <w:r>
        <w:rPr>
          <w:rFonts w:hint="eastAsia"/>
          <w:rtl/>
          <w:lang w:bidi="fa-IR"/>
        </w:rPr>
        <w:t>کمک</w:t>
      </w:r>
      <w:r>
        <w:rPr>
          <w:rtl/>
          <w:lang w:bidi="fa-IR"/>
        </w:rPr>
        <w:t xml:space="preserve"> آبرومندانه</w:t>
      </w:r>
      <w:bookmarkEnd w:id="109"/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علامه</w:t>
      </w:r>
      <w:r>
        <w:rPr>
          <w:rtl/>
          <w:lang w:bidi="fa-IR"/>
        </w:rPr>
        <w:t xml:space="preserve"> تهران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رفقا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به من گفت: 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به دکان سبز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رفته بودم. مرحوم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آقا قاض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استاد عرفان</w:t>
      </w:r>
    </w:p>
    <w:p w:rsidR="00AE3A06" w:rsidRPr="00675BF7" w:rsidRDefault="00675BF7" w:rsidP="00675BF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</w:t>
      </w:r>
    </w:p>
    <w:p w:rsidR="00AE3A06" w:rsidRDefault="00AE3A06" w:rsidP="00675BF7">
      <w:pPr>
        <w:pStyle w:val="libFootnote0"/>
        <w:rPr>
          <w:rtl/>
          <w:lang w:bidi="fa-IR"/>
        </w:rPr>
      </w:pPr>
      <w:r>
        <w:rPr>
          <w:rtl/>
          <w:lang w:bidi="fa-IR"/>
        </w:rPr>
        <w:t>1- قصه ها و خاطره ها، ص 54.</w:t>
      </w:r>
    </w:p>
    <w:p w:rsidR="00AE3A06" w:rsidRDefault="00AE3A06" w:rsidP="00675BF7">
      <w:pPr>
        <w:pStyle w:val="libFootnote0"/>
        <w:rPr>
          <w:rtl/>
          <w:lang w:bidi="fa-IR"/>
        </w:rPr>
      </w:pPr>
      <w:r>
        <w:rPr>
          <w:rtl/>
          <w:lang w:bidi="fa-IR"/>
        </w:rPr>
        <w:t>2-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محبت، ص 47.</w:t>
      </w:r>
    </w:p>
    <w:p w:rsidR="00AE3A06" w:rsidRDefault="00675BF7" w:rsidP="00675BF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E3A06">
        <w:rPr>
          <w:rFonts w:hint="eastAsia"/>
          <w:rtl/>
          <w:lang w:bidi="fa-IR"/>
        </w:rPr>
        <w:lastRenderedPageBreak/>
        <w:t>علامه</w:t>
      </w:r>
      <w:r w:rsidR="00AE3A06">
        <w:rPr>
          <w:rtl/>
          <w:lang w:bidi="fa-IR"/>
        </w:rPr>
        <w:t xml:space="preserve"> طباطبا</w:t>
      </w:r>
      <w:r w:rsidR="00AE3A06">
        <w:rPr>
          <w:rFonts w:hint="cs"/>
          <w:rtl/>
          <w:lang w:bidi="fa-IR"/>
        </w:rPr>
        <w:t>یی</w:t>
      </w:r>
      <w:r w:rsidR="00AE3A06">
        <w:rPr>
          <w:rtl/>
          <w:lang w:bidi="fa-IR"/>
        </w:rPr>
        <w:t xml:space="preserve"> </w:t>
      </w:r>
      <w:r w:rsidRPr="00675BF7">
        <w:rPr>
          <w:rStyle w:val="libAlaemChar"/>
          <w:rtl/>
        </w:rPr>
        <w:t>رحمهم‌الله</w:t>
      </w:r>
      <w:r w:rsidRPr="005100D5">
        <w:rPr>
          <w:rFonts w:ascii="Traditional Arabic" w:hAnsi="Traditional Arabic" w:cs="Traditional Arabic"/>
          <w:rtl/>
        </w:rPr>
        <w:t xml:space="preserve"> </w:t>
      </w:r>
      <w:r w:rsidR="00AE3A06">
        <w:rPr>
          <w:rtl/>
          <w:lang w:bidi="fa-IR"/>
        </w:rPr>
        <w:t>را 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دم</w:t>
      </w:r>
      <w:r w:rsidR="00AE3A06">
        <w:rPr>
          <w:rtl/>
          <w:lang w:bidi="fa-IR"/>
        </w:rPr>
        <w:t xml:space="preserve"> که خم شده بود و مشغول جدا کردن کاهو بود.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شان</w:t>
      </w:r>
      <w:r w:rsidR="00AE3A06">
        <w:rPr>
          <w:rtl/>
          <w:lang w:bidi="fa-IR"/>
        </w:rPr>
        <w:t xml:space="preserve"> کاهو ها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پلاس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ده</w:t>
      </w:r>
      <w:r w:rsidR="00AE3A06">
        <w:rPr>
          <w:rtl/>
          <w:lang w:bidi="fa-IR"/>
        </w:rPr>
        <w:t xml:space="preserve"> با برگ ها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خشن و بزرگ را جدا کرد، سپس پول آنها را پرداخت، آنها را ز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ر</w:t>
      </w:r>
      <w:r w:rsidR="00AE3A06">
        <w:rPr>
          <w:rtl/>
          <w:lang w:bidi="fa-IR"/>
        </w:rPr>
        <w:t xml:space="preserve"> عبا گرفت و رفت. من به دنبالش رفتم و عرض کردم. آقا سؤال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دارم. چرا شما برخلاف 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گران،</w:t>
      </w:r>
      <w:r w:rsidR="00AE3A06">
        <w:rPr>
          <w:rtl/>
          <w:lang w:bidi="fa-IR"/>
        </w:rPr>
        <w:t xml:space="preserve">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</w:t>
      </w:r>
      <w:r w:rsidR="00AE3A06">
        <w:rPr>
          <w:rFonts w:hint="eastAsia"/>
          <w:rtl/>
          <w:lang w:bidi="fa-IR"/>
        </w:rPr>
        <w:t>کاهوها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غ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رمطلوب</w:t>
      </w:r>
      <w:r w:rsidR="00AE3A06">
        <w:rPr>
          <w:rtl/>
          <w:lang w:bidi="fa-IR"/>
        </w:rPr>
        <w:t xml:space="preserve"> را جدا کرد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</w:t>
      </w:r>
      <w:r w:rsidR="00AE3A06">
        <w:rPr>
          <w:rtl/>
          <w:lang w:bidi="fa-IR"/>
        </w:rPr>
        <w:t xml:space="preserve"> و خر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د؟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قاض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آقاجان!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 فروشنده، شخص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بضاعت و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من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بدون عوض به او داده باشم تا هم عزت و شرف و آبرو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نرود و هم بدون زحمت، پول به دست آوردن، عادت او نشود و در کسب و کار ضع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نگردد.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فرق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 کاهوها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و نازک بخور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کاهو ها. من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دانستم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کاهوها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پلاس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 و ظهر که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دکان خود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بندد، آنها را دور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>. ازا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جلوگ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خسارت و ضرر کردن او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را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دم»</w:t>
      </w:r>
      <w:r>
        <w:rPr>
          <w:rtl/>
          <w:lang w:bidi="fa-IR"/>
        </w:rPr>
        <w:t>.</w:t>
      </w:r>
      <w:r w:rsidRPr="00675BF7">
        <w:rPr>
          <w:rStyle w:val="libFootnotenumChar"/>
          <w:rtl/>
        </w:rPr>
        <w:t>(1)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فرزند</w:t>
      </w:r>
      <w:r>
        <w:rPr>
          <w:rtl/>
          <w:lang w:bidi="fa-IR"/>
        </w:rPr>
        <w:t xml:space="preserve"> عالم ربان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حضرت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دعباس</w:t>
      </w:r>
      <w:r>
        <w:rPr>
          <w:rtl/>
          <w:lang w:bidi="fa-IR"/>
        </w:rPr>
        <w:t xml:space="preserve"> خاتم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از کمک کردن به مردم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نمونه،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: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اصلاح صورتتان کجا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فرمودند: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سلمان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هست.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هستم،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رفتم.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گفتم</w:t>
      </w:r>
      <w:r>
        <w:rPr>
          <w:rtl/>
          <w:lang w:bidi="fa-IR"/>
        </w:rPr>
        <w:t>: او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اصلاح صورت وارد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فرمود: «ا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آقا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الوار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ازمند</w:t>
      </w:r>
      <w:r>
        <w:rPr>
          <w:rtl/>
          <w:lang w:bidi="fa-IR"/>
        </w:rPr>
        <w:t xml:space="preserve"> است. من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دانم خوب اصلاح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بهانه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روم تا کمک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او بکنم»</w:t>
      </w:r>
      <w:r w:rsidRPr="00675BF7">
        <w:rPr>
          <w:rStyle w:val="libFootnotenumChar"/>
          <w:rtl/>
        </w:rPr>
        <w:t>.(2)</w:t>
      </w:r>
    </w:p>
    <w:p w:rsidR="00AE3A06" w:rsidRPr="00675BF7" w:rsidRDefault="00675BF7" w:rsidP="00675BF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AE3A06" w:rsidRDefault="00AE3A06" w:rsidP="00675BF7">
      <w:pPr>
        <w:pStyle w:val="libFootnote0"/>
        <w:rPr>
          <w:rtl/>
          <w:lang w:bidi="fa-IR"/>
        </w:rPr>
      </w:pPr>
      <w:r>
        <w:rPr>
          <w:rtl/>
          <w:lang w:bidi="fa-IR"/>
        </w:rPr>
        <w:t>1- مهر تابان، صص 31 و 32؛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فرزانگان، ص 349؛ اسوه عارفان، صص 62 و 63.</w:t>
      </w:r>
    </w:p>
    <w:p w:rsidR="00AE3A06" w:rsidRDefault="00AE3A06" w:rsidP="00675BF7">
      <w:pPr>
        <w:pStyle w:val="libFootnote0"/>
        <w:rPr>
          <w:rtl/>
          <w:lang w:bidi="fa-IR"/>
        </w:rPr>
      </w:pPr>
      <w:r>
        <w:rPr>
          <w:rtl/>
          <w:lang w:bidi="fa-IR"/>
        </w:rPr>
        <w:t>2- ستارگان حرم، 1382، چ 1، ج 15، ص 49.</w:t>
      </w:r>
    </w:p>
    <w:p w:rsidR="00AE3A06" w:rsidRDefault="00675BF7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675BF7">
      <w:pPr>
        <w:pStyle w:val="Heading2"/>
        <w:rPr>
          <w:rtl/>
          <w:lang w:bidi="fa-IR"/>
        </w:rPr>
      </w:pPr>
      <w:bookmarkStart w:id="110" w:name="_Toc523832870"/>
      <w:r>
        <w:rPr>
          <w:rFonts w:hint="eastAsia"/>
          <w:rtl/>
          <w:lang w:bidi="fa-IR"/>
        </w:rPr>
        <w:t>مسک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نواز</w:t>
      </w:r>
      <w:r>
        <w:rPr>
          <w:rFonts w:hint="cs"/>
          <w:rtl/>
          <w:lang w:bidi="fa-IR"/>
        </w:rPr>
        <w:t>ی</w:t>
      </w:r>
      <w:bookmarkEnd w:id="110"/>
    </w:p>
    <w:p w:rsidR="00AE3A06" w:rsidRDefault="00AE3A06" w:rsidP="00675BF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فاضل لنکران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675BF7" w:rsidRPr="00675BF7">
        <w:rPr>
          <w:rStyle w:val="libAlaemChar"/>
          <w:rtl/>
        </w:rPr>
        <w:t>رحمهم‌الله</w:t>
      </w:r>
      <w:r w:rsidR="00675BF7" w:rsidRPr="005100D5">
        <w:rPr>
          <w:rFonts w:ascii="Traditional Arabic" w:hAnsi="Traditional Arabic" w:cs="Traditional Arabic"/>
          <w:rtl/>
        </w:rPr>
        <w:t xml:space="preserve"> </w:t>
      </w:r>
      <w:r>
        <w:rPr>
          <w:rtl/>
          <w:lang w:bidi="fa-IR"/>
        </w:rPr>
        <w:t>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کند: «با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بروجرد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 محلات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استفاده از آب معدن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متوجه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شدند، گوسفندان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[برا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>] 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آوردند. مرحوم بروجرد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دستور داد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گوسفندها را بخر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فقرا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دستور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اجرا کردند و گوسفندان را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دند،</w:t>
      </w:r>
      <w:r>
        <w:rPr>
          <w:rtl/>
          <w:lang w:bidi="fa-IR"/>
        </w:rPr>
        <w:t xml:space="preserve"> کشتند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فقرا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کردند. سپس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گوشت آن را کباب کردند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آوردند،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فقط نان و ماست 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خوردند و از کباب استفاده نکردند.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عرض کردند: سهم فقرا را داده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 سهم شماست، چرا 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بروجرد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من از کباب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بو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را استشمام کرده باشند،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خورم.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ترت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ب،</w:t>
      </w:r>
      <w:r>
        <w:rPr>
          <w:rtl/>
          <w:lang w:bidi="fa-IR"/>
        </w:rPr>
        <w:t xml:space="preserve"> کباب را هم به فقرا داد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  <w:r w:rsidRPr="00675BF7">
        <w:rPr>
          <w:rStyle w:val="libFootnotenumChar"/>
          <w:rtl/>
        </w:rPr>
        <w:t>(1)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شاگردان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رجب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با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خ،</w:t>
      </w:r>
      <w:r>
        <w:rPr>
          <w:rtl/>
          <w:lang w:bidi="fa-IR"/>
        </w:rPr>
        <w:t xml:space="preserve"> مدت ها خدمت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کوهستان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رفتم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صبح که عازم رفتن به نزد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بودم،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فرمود: «کجا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؟»</w:t>
      </w:r>
      <w:r>
        <w:rPr>
          <w:rtl/>
          <w:lang w:bidi="fa-IR"/>
        </w:rPr>
        <w:t xml:space="preserve"> عرض کردم: نزد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کوهستان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رجب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«ش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زاهد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من روش عاشق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ادت</w:t>
      </w:r>
      <w:r>
        <w:rPr>
          <w:rtl/>
          <w:lang w:bidi="fa-IR"/>
        </w:rPr>
        <w:t xml:space="preserve"> دهم!» سپس دست مرا گرفت و با خود برد. در کوچه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درِ خانه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زد، دخمه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شد که تعداد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بچه و بزرگ،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چاره</w:t>
      </w:r>
      <w:r>
        <w:rPr>
          <w:rtl/>
          <w:lang w:bidi="fa-IR"/>
        </w:rPr>
        <w:t xml:space="preserve"> آنجا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کردند.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به آنها </w:t>
      </w:r>
      <w:r>
        <w:rPr>
          <w:rtl/>
          <w:lang w:bidi="fa-IR"/>
        </w:rPr>
        <w:lastRenderedPageBreak/>
        <w:t>اشاره کرد و فرمود: «رس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چاره</w:t>
      </w:r>
      <w:r>
        <w:rPr>
          <w:rtl/>
          <w:lang w:bidi="fa-IR"/>
        </w:rPr>
        <w:t xml:space="preserve"> ها </w:t>
      </w:r>
      <w:r>
        <w:rPr>
          <w:rFonts w:hint="eastAsia"/>
          <w:rtl/>
          <w:lang w:bidi="fa-IR"/>
        </w:rPr>
        <w:t>انسان</w:t>
      </w:r>
      <w:r>
        <w:rPr>
          <w:rtl/>
          <w:lang w:bidi="fa-IR"/>
        </w:rPr>
        <w:t xml:space="preserve"> را عاشق خدا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کند! درس تو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است. نزد</w:t>
      </w:r>
    </w:p>
    <w:p w:rsidR="00AE3A06" w:rsidRPr="00675BF7" w:rsidRDefault="00675BF7" w:rsidP="00675BF7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</w:t>
      </w:r>
    </w:p>
    <w:p w:rsidR="00AE3A06" w:rsidRDefault="00AE3A06" w:rsidP="00675BF7">
      <w:pPr>
        <w:pStyle w:val="libLine"/>
        <w:rPr>
          <w:rtl/>
          <w:lang w:bidi="fa-IR"/>
        </w:rPr>
      </w:pPr>
      <w:r>
        <w:rPr>
          <w:rtl/>
          <w:lang w:bidi="fa-IR"/>
        </w:rPr>
        <w:t>1- قصه ها و خاطره ها، ص 37، (قصص و خواطر، ص 89).</w:t>
      </w:r>
    </w:p>
    <w:p w:rsidR="00AE3A06" w:rsidRDefault="00675BF7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E3A06">
        <w:rPr>
          <w:rFonts w:hint="eastAsia"/>
          <w:rtl/>
          <w:lang w:bidi="fa-IR"/>
        </w:rPr>
        <w:lastRenderedPageBreak/>
        <w:t>آ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ت</w:t>
      </w:r>
      <w:r w:rsidR="00AE3A06">
        <w:rPr>
          <w:rtl/>
          <w:lang w:bidi="fa-IR"/>
        </w:rPr>
        <w:t xml:space="preserve"> الله کوهستان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درس زاهد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آموخت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و حالا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درس عاشق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است.» از آن پس حدود ده سال با جناب ش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خ</w:t>
      </w:r>
      <w:r w:rsidR="00AE3A06">
        <w:rPr>
          <w:rtl/>
          <w:lang w:bidi="fa-IR"/>
        </w:rPr>
        <w:t xml:space="preserve"> سراغ افراد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ب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رون</w:t>
      </w:r>
      <w:r w:rsidR="00AE3A06">
        <w:rPr>
          <w:rtl/>
          <w:lang w:bidi="fa-IR"/>
        </w:rPr>
        <w:t xml:space="preserve"> شهر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رفت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م،</w:t>
      </w:r>
      <w:r w:rsidR="00AE3A06">
        <w:rPr>
          <w:rtl/>
          <w:lang w:bidi="fa-IR"/>
        </w:rPr>
        <w:t xml:space="preserve"> ش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خ</w:t>
      </w:r>
      <w:r w:rsidR="00AE3A06">
        <w:rPr>
          <w:rtl/>
          <w:lang w:bidi="fa-IR"/>
        </w:rPr>
        <w:t xml:space="preserve"> وضع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ت</w:t>
      </w:r>
      <w:r w:rsidR="00AE3A06">
        <w:rPr>
          <w:rtl/>
          <w:lang w:bidi="fa-IR"/>
        </w:rPr>
        <w:t xml:space="preserve"> آنها را به من نشان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داد و من آذوقه ته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ه</w:t>
      </w:r>
      <w:r w:rsidR="00AE3A06">
        <w:rPr>
          <w:rtl/>
          <w:lang w:bidi="fa-IR"/>
        </w:rPr>
        <w:t xml:space="preserve">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کردم و به آنها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رساندم.</w:t>
      </w:r>
      <w:r w:rsidR="00AE3A06" w:rsidRPr="00675BF7">
        <w:rPr>
          <w:rStyle w:val="libFootnotenumChar"/>
          <w:rtl/>
        </w:rPr>
        <w:t>(1)</w:t>
      </w:r>
    </w:p>
    <w:p w:rsidR="00AE3A06" w:rsidRDefault="00675BF7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675BF7">
      <w:pPr>
        <w:pStyle w:val="Heading2"/>
        <w:rPr>
          <w:rtl/>
          <w:lang w:bidi="fa-IR"/>
        </w:rPr>
      </w:pPr>
      <w:bookmarkStart w:id="111" w:name="_Toc523832871"/>
      <w:r>
        <w:rPr>
          <w:rFonts w:hint="eastAsia"/>
          <w:rtl/>
          <w:lang w:bidi="fa-IR"/>
        </w:rPr>
        <w:t>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 کار</w:t>
      </w:r>
      <w:bookmarkEnd w:id="111"/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رجب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تابستان، در بازار،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درحال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ضعف رنگش پر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زرد شده بود.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ابزار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 و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رفت.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گفتم: آقا! 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استراحت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حال شما خوب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فر</w:t>
      </w:r>
      <w:r>
        <w:rPr>
          <w:rFonts w:hint="eastAsia"/>
          <w:rtl/>
          <w:lang w:bidi="fa-IR"/>
        </w:rPr>
        <w:t>مود</w:t>
      </w:r>
      <w:r>
        <w:rPr>
          <w:rtl/>
          <w:lang w:bidi="fa-IR"/>
        </w:rPr>
        <w:t>: «ع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و اولاد را چه کنم؟!»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است که رسول خدا </w:t>
      </w:r>
      <w:r w:rsidR="00000DDD" w:rsidRPr="00000DDD">
        <w:rPr>
          <w:rStyle w:val="libAlaemChar"/>
          <w:rtl/>
        </w:rPr>
        <w:t xml:space="preserve">صلى‌الله‌عليه‌وآله‌وسلم </w:t>
      </w:r>
      <w:r>
        <w:rPr>
          <w:rtl/>
          <w:lang w:bidi="fa-IR"/>
        </w:rPr>
        <w:t xml:space="preserve"> فرمود: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اِنَّ</w:t>
      </w:r>
      <w:r>
        <w:rPr>
          <w:rtl/>
          <w:lang w:bidi="fa-IR"/>
        </w:rPr>
        <w:t xml:space="preserve"> الله تَعال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حِبُ</w:t>
      </w:r>
      <w:r>
        <w:rPr>
          <w:rtl/>
          <w:lang w:bidi="fa-IR"/>
        </w:rPr>
        <w:t xml:space="preserve"> اَنْ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عَبْدَهُ تَعِباً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طَلَبِ الْحَلالِ.</w:t>
      </w:r>
      <w:r w:rsidRPr="00675BF7">
        <w:rPr>
          <w:rStyle w:val="libFootnotenumChar"/>
          <w:rtl/>
        </w:rPr>
        <w:t>(2)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خداوند</w:t>
      </w:r>
      <w:r>
        <w:rPr>
          <w:rtl/>
          <w:lang w:bidi="fa-IR"/>
        </w:rPr>
        <w:t xml:space="preserve"> دوست دارد بنده خود را در راه به دست آوردن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حلال خسته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آن حضرت در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«مَلْعون مَلْعون مَن ضَ</w:t>
      </w:r>
      <w:r>
        <w:rPr>
          <w:rFonts w:hint="cs"/>
          <w:rtl/>
          <w:lang w:bidi="fa-IR"/>
        </w:rPr>
        <w:t>یَّ</w:t>
      </w:r>
      <w:r>
        <w:rPr>
          <w:rFonts w:hint="eastAsia"/>
          <w:rtl/>
          <w:lang w:bidi="fa-IR"/>
        </w:rPr>
        <w:t>عَ</w:t>
      </w:r>
      <w:r>
        <w:rPr>
          <w:rtl/>
          <w:lang w:bidi="fa-IR"/>
        </w:rPr>
        <w:t xml:space="preserve"> مَن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عول؛</w:t>
      </w:r>
      <w:r>
        <w:rPr>
          <w:rtl/>
          <w:lang w:bidi="fa-IR"/>
        </w:rPr>
        <w:t xml:space="preserve"> ملعون است، ملعون است، آن که هز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خانواده خود را تأم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نکند».</w:t>
      </w:r>
      <w:r w:rsidRPr="00675BF7">
        <w:rPr>
          <w:rStyle w:val="libFootnotenumChar"/>
          <w:rtl/>
        </w:rPr>
        <w:t>(3)</w:t>
      </w:r>
    </w:p>
    <w:p w:rsidR="00AE3A06" w:rsidRDefault="00675BF7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675BF7">
      <w:pPr>
        <w:pStyle w:val="Heading2"/>
        <w:rPr>
          <w:rtl/>
          <w:lang w:bidi="fa-IR"/>
        </w:rPr>
      </w:pPr>
      <w:bookmarkStart w:id="112" w:name="_Toc523832872"/>
      <w:r>
        <w:rPr>
          <w:rFonts w:hint="eastAsia"/>
          <w:rtl/>
          <w:lang w:bidi="fa-IR"/>
        </w:rPr>
        <w:t>احت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tl/>
          <w:lang w:bidi="fa-IR"/>
        </w:rPr>
        <w:t xml:space="preserve"> در گرفتن وجوهات شرع</w:t>
      </w:r>
      <w:r>
        <w:rPr>
          <w:rFonts w:hint="cs"/>
          <w:rtl/>
          <w:lang w:bidi="fa-IR"/>
        </w:rPr>
        <w:t>ی</w:t>
      </w:r>
      <w:bookmarkEnd w:id="112"/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علامه</w:t>
      </w:r>
      <w:r>
        <w:rPr>
          <w:rtl/>
          <w:lang w:bidi="fa-IR"/>
        </w:rPr>
        <w:t xml:space="preserve"> گران قدر، حضرت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مرعش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برادر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دشهاب</w:t>
      </w:r>
      <w:r>
        <w:rPr>
          <w:rtl/>
          <w:lang w:bidi="fa-IR"/>
        </w:rPr>
        <w:t xml:space="preserve">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مرعش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گرفتن وجوهات شرع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احت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از هر کس وجوهات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</w:t>
      </w:r>
      <w:r>
        <w:rPr>
          <w:rtl/>
          <w:lang w:bidi="fa-IR"/>
        </w:rPr>
        <w:t>. فرزند بزرگوار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 نفر [نزد پدرم] آمده بودند و اصرار</w:t>
      </w:r>
    </w:p>
    <w:p w:rsidR="00AE3A06" w:rsidRPr="00675BF7" w:rsidRDefault="00675BF7" w:rsidP="00675BF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</w:t>
      </w:r>
    </w:p>
    <w:p w:rsidR="00AE3A06" w:rsidRDefault="00AE3A06" w:rsidP="00675BF7">
      <w:pPr>
        <w:pStyle w:val="libFootnote0"/>
        <w:rPr>
          <w:rtl/>
          <w:lang w:bidi="fa-IR"/>
        </w:rPr>
      </w:pPr>
      <w:r>
        <w:rPr>
          <w:rtl/>
          <w:lang w:bidi="fa-IR"/>
        </w:rPr>
        <w:t>1-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محبت، صص 185 و 186.</w:t>
      </w:r>
    </w:p>
    <w:p w:rsidR="00AE3A06" w:rsidRDefault="00AE3A06" w:rsidP="00675BF7">
      <w:pPr>
        <w:pStyle w:val="libFootnote0"/>
        <w:rPr>
          <w:rtl/>
          <w:lang w:bidi="fa-IR"/>
        </w:rPr>
      </w:pPr>
      <w:r>
        <w:rPr>
          <w:rtl/>
          <w:lang w:bidi="fa-IR"/>
        </w:rPr>
        <w:t>2-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الحکمه، 1379، چ 2، ج 5، ص 2058.</w:t>
      </w:r>
    </w:p>
    <w:p w:rsidR="00AE3A06" w:rsidRDefault="00AE3A06" w:rsidP="00675BF7">
      <w:pPr>
        <w:pStyle w:val="libFootnote0"/>
        <w:rPr>
          <w:rtl/>
          <w:lang w:bidi="fa-IR"/>
        </w:rPr>
      </w:pPr>
      <w:r>
        <w:rPr>
          <w:rtl/>
          <w:lang w:bidi="fa-IR"/>
        </w:rPr>
        <w:t>3-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محبت، صص 38 و 39.</w:t>
      </w:r>
    </w:p>
    <w:p w:rsidR="00AE3A06" w:rsidRDefault="00675BF7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E3A06">
        <w:rPr>
          <w:rFonts w:hint="eastAsia"/>
          <w:rtl/>
          <w:lang w:bidi="fa-IR"/>
        </w:rPr>
        <w:lastRenderedPageBreak/>
        <w:t>داشتند</w:t>
      </w:r>
      <w:r w:rsidR="00AE3A06">
        <w:rPr>
          <w:rtl/>
          <w:lang w:bidi="fa-IR"/>
        </w:rPr>
        <w:t xml:space="preserve">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شان</w:t>
      </w:r>
      <w:r w:rsidR="00AE3A06">
        <w:rPr>
          <w:rtl/>
          <w:lang w:bidi="fa-IR"/>
        </w:rPr>
        <w:t xml:space="preserve"> وجوهات شرع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آنها را بپذ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رد</w:t>
      </w:r>
      <w:r w:rsidR="00AE3A06">
        <w:rPr>
          <w:rtl/>
          <w:lang w:bidi="fa-IR"/>
        </w:rPr>
        <w:t xml:space="preserve"> و ما 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م</w:t>
      </w:r>
      <w:r w:rsidR="00AE3A06">
        <w:rPr>
          <w:rtl/>
          <w:lang w:bidi="fa-IR"/>
        </w:rPr>
        <w:t xml:space="preserve"> که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شان</w:t>
      </w:r>
      <w:r w:rsidR="00AE3A06">
        <w:rPr>
          <w:rtl/>
          <w:lang w:bidi="fa-IR"/>
        </w:rPr>
        <w:t xml:space="preserve"> بهانه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آورد و سع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کند آنها پول را برگردانند و اصرار دارد آنها نزد شخص 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گر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بروند. پس از رفتن آنها فهم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م</w:t>
      </w:r>
      <w:r w:rsidR="00AE3A06">
        <w:rPr>
          <w:rtl/>
          <w:lang w:bidi="fa-IR"/>
        </w:rPr>
        <w:t xml:space="preserve">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شان</w:t>
      </w:r>
      <w:r w:rsidR="00AE3A06">
        <w:rPr>
          <w:rtl/>
          <w:lang w:bidi="fa-IR"/>
        </w:rPr>
        <w:t xml:space="preserve"> از لابه لا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صحبت ها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آنان در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افته</w:t>
      </w:r>
      <w:r w:rsidR="00AE3A06">
        <w:rPr>
          <w:rtl/>
          <w:lang w:bidi="fa-IR"/>
        </w:rPr>
        <w:t xml:space="preserve"> بود که مقدار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از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پول، از طر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ق</w:t>
      </w:r>
      <w:r w:rsidR="00AE3A06">
        <w:rPr>
          <w:rtl/>
          <w:lang w:bidi="fa-IR"/>
        </w:rPr>
        <w:t xml:space="preserve"> ربا به دست آمده و حلال 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ست</w:t>
      </w:r>
      <w:r w:rsidR="00AE3A06">
        <w:rPr>
          <w:rtl/>
          <w:lang w:bidi="fa-IR"/>
        </w:rPr>
        <w:t>.</w:t>
      </w:r>
      <w:r w:rsidR="00AE3A06" w:rsidRPr="00675BF7">
        <w:rPr>
          <w:rStyle w:val="libFootnotenumChar"/>
          <w:rtl/>
        </w:rPr>
        <w:t>(1)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675BF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همسر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انصار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675BF7" w:rsidRPr="00675BF7">
        <w:rPr>
          <w:rStyle w:val="libAlaemChar"/>
          <w:rtl/>
        </w:rPr>
        <w:t>رحمهم‌الله</w:t>
      </w:r>
      <w:r w:rsidR="00675BF7" w:rsidRPr="005100D5">
        <w:rPr>
          <w:rFonts w:ascii="Traditional Arabic" w:hAnsi="Traditional Arabic" w:cs="Traditional Arabic"/>
          <w:rtl/>
        </w:rPr>
        <w:t xml:space="preserve"> </w:t>
      </w:r>
      <w:r>
        <w:rPr>
          <w:rtl/>
          <w:lang w:bidi="fa-IR"/>
        </w:rPr>
        <w:t>از او خواهش کرد چادر 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پوشان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رخت خواب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خانه بخرد.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که فرد 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زکار</w:t>
      </w:r>
      <w:r>
        <w:rPr>
          <w:rtl/>
          <w:lang w:bidi="fa-IR"/>
        </w:rPr>
        <w:t xml:space="preserve"> و مؤمن</w:t>
      </w:r>
      <w:r>
        <w:rPr>
          <w:rFonts w:hint="cs"/>
          <w:rtl/>
          <w:lang w:bidi="fa-IR"/>
        </w:rPr>
        <w:t>ی</w:t>
      </w:r>
    </w:p>
    <w:p w:rsidR="00AE3A06" w:rsidRPr="00675BF7" w:rsidRDefault="00675BF7" w:rsidP="00675BF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AE3A06" w:rsidRDefault="00AE3A06" w:rsidP="00675BF7">
      <w:pPr>
        <w:pStyle w:val="libFootnote0"/>
        <w:rPr>
          <w:rtl/>
          <w:lang w:bidi="fa-IR"/>
        </w:rPr>
      </w:pPr>
      <w:r>
        <w:rPr>
          <w:rtl/>
          <w:lang w:bidi="fa-IR"/>
        </w:rPr>
        <w:t>1- ستارگان حرم، 1377، چ 1، ج 3، ص 274.</w:t>
      </w:r>
    </w:p>
    <w:p w:rsidR="00AE3A06" w:rsidRDefault="00AE3A06" w:rsidP="00675BF7">
      <w:pPr>
        <w:pStyle w:val="libFootnote0"/>
        <w:rPr>
          <w:rtl/>
          <w:lang w:bidi="fa-IR"/>
        </w:rPr>
      </w:pPr>
      <w:r>
        <w:rPr>
          <w:rtl/>
          <w:lang w:bidi="fa-IR"/>
        </w:rPr>
        <w:t>2- نک: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انقلاب، «گفت وگو با حجت الاسلام ناصر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حاکم شرع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زد»،</w:t>
      </w:r>
      <w:r>
        <w:rPr>
          <w:rtl/>
          <w:lang w:bidi="fa-IR"/>
        </w:rPr>
        <w:t xml:space="preserve"> فرورد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1361، ش55، ص 36.</w:t>
      </w:r>
    </w:p>
    <w:p w:rsidR="00AE3A06" w:rsidRDefault="00675BF7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E3A06">
        <w:rPr>
          <w:rFonts w:hint="eastAsia"/>
          <w:rtl/>
          <w:lang w:bidi="fa-IR"/>
        </w:rPr>
        <w:lastRenderedPageBreak/>
        <w:t>بود،</w:t>
      </w:r>
      <w:r w:rsidR="00AE3A06">
        <w:rPr>
          <w:rtl/>
          <w:lang w:bidi="fa-IR"/>
        </w:rPr>
        <w:t xml:space="preserve"> به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کار تن نداد. همسر ش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خ</w:t>
      </w:r>
      <w:r w:rsidR="00AE3A06">
        <w:rPr>
          <w:rtl/>
          <w:lang w:bidi="fa-IR"/>
        </w:rPr>
        <w:t xml:space="preserve"> که از نما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ان</w:t>
      </w:r>
      <w:r w:rsidR="00AE3A06">
        <w:rPr>
          <w:rtl/>
          <w:lang w:bidi="fa-IR"/>
        </w:rPr>
        <w:t xml:space="preserve"> بودن رخت خواب ها در گوشه اتاق ناراحت بود، پس از ناام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</w:t>
      </w:r>
      <w:r w:rsidR="00AE3A06">
        <w:rPr>
          <w:rtl/>
          <w:lang w:bidi="fa-IR"/>
        </w:rPr>
        <w:t xml:space="preserve"> شدن از جلب موافقت ش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خ،</w:t>
      </w:r>
      <w:r w:rsidR="00AE3A06">
        <w:rPr>
          <w:rtl/>
          <w:lang w:bidi="fa-IR"/>
        </w:rPr>
        <w:t xml:space="preserve"> در خر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</w:t>
      </w:r>
      <w:r w:rsidR="00AE3A06">
        <w:rPr>
          <w:rtl/>
          <w:lang w:bidi="fa-IR"/>
        </w:rPr>
        <w:t xml:space="preserve"> گوشت صرفه جو</w:t>
      </w:r>
      <w:r w:rsidR="00AE3A06">
        <w:rPr>
          <w:rFonts w:hint="cs"/>
          <w:rtl/>
          <w:lang w:bidi="fa-IR"/>
        </w:rPr>
        <w:t>یی</w:t>
      </w:r>
      <w:r w:rsidR="00AE3A06">
        <w:rPr>
          <w:rtl/>
          <w:lang w:bidi="fa-IR"/>
        </w:rPr>
        <w:t xml:space="preserve"> کرد و به جا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سه س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ر</w:t>
      </w:r>
      <w:r w:rsidR="00AE3A06">
        <w:rPr>
          <w:rtl/>
          <w:lang w:bidi="fa-IR"/>
        </w:rPr>
        <w:t xml:space="preserve"> گوشت، مدت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دو س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ر</w:t>
      </w:r>
      <w:r w:rsidR="00AE3A06">
        <w:rPr>
          <w:rtl/>
          <w:lang w:bidi="fa-IR"/>
        </w:rPr>
        <w:t xml:space="preserve"> و 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م</w:t>
      </w:r>
      <w:r w:rsidR="00AE3A06">
        <w:rPr>
          <w:rtl/>
          <w:lang w:bidi="fa-IR"/>
        </w:rPr>
        <w:t xml:space="preserve"> خر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</w:t>
      </w:r>
      <w:r w:rsidR="00AE3A06">
        <w:rPr>
          <w:rtl/>
          <w:lang w:bidi="fa-IR"/>
        </w:rPr>
        <w:t xml:space="preserve"> و از پول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که از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راه ذخ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ره</w:t>
      </w:r>
      <w:r w:rsidR="00AE3A06">
        <w:rPr>
          <w:rtl/>
          <w:lang w:bidi="fa-IR"/>
        </w:rPr>
        <w:t xml:space="preserve"> شد، چادر شب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خر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</w:t>
      </w:r>
      <w:r w:rsidR="00AE3A06">
        <w:rPr>
          <w:rtl/>
          <w:lang w:bidi="fa-IR"/>
        </w:rPr>
        <w:t>. وقت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ش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خ</w:t>
      </w:r>
      <w:r w:rsidR="00AE3A06">
        <w:rPr>
          <w:rtl/>
          <w:lang w:bidi="fa-IR"/>
        </w:rPr>
        <w:t xml:space="preserve"> چ</w:t>
      </w:r>
      <w:r w:rsidR="00AE3A06">
        <w:rPr>
          <w:rFonts w:hint="eastAsia"/>
          <w:rtl/>
          <w:lang w:bidi="fa-IR"/>
        </w:rPr>
        <w:t>ادر</w:t>
      </w:r>
      <w:r w:rsidR="00AE3A06">
        <w:rPr>
          <w:rtl/>
          <w:lang w:bidi="fa-IR"/>
        </w:rPr>
        <w:t xml:space="preserve"> شب را د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</w:t>
      </w:r>
      <w:r w:rsidR="00AE3A06">
        <w:rPr>
          <w:rtl/>
          <w:lang w:bidi="fa-IR"/>
        </w:rPr>
        <w:t xml:space="preserve"> و از نحوه خر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</w:t>
      </w:r>
      <w:r w:rsidR="00AE3A06">
        <w:rPr>
          <w:rtl/>
          <w:lang w:bidi="fa-IR"/>
        </w:rPr>
        <w:t xml:space="preserve"> آن باخبر شد، با ناراحت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بس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ار</w:t>
      </w:r>
      <w:r w:rsidR="00AE3A06">
        <w:rPr>
          <w:rtl/>
          <w:lang w:bidi="fa-IR"/>
        </w:rPr>
        <w:t xml:space="preserve"> گفت: « 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وا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>! تا به حال مقدار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از وجوه ب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ت</w:t>
      </w:r>
      <w:r w:rsidR="00AE3A06">
        <w:rPr>
          <w:rtl/>
          <w:lang w:bidi="fa-IR"/>
        </w:rPr>
        <w:t xml:space="preserve"> المال ب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جهت مصرف شده است. من خ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ال</w:t>
      </w:r>
      <w:r w:rsidR="00AE3A06">
        <w:rPr>
          <w:rtl/>
          <w:lang w:bidi="fa-IR"/>
        </w:rPr>
        <w:t xml:space="preserve">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کردم سه س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ر</w:t>
      </w:r>
      <w:r w:rsidR="00AE3A06">
        <w:rPr>
          <w:rtl/>
          <w:lang w:bidi="fa-IR"/>
        </w:rPr>
        <w:t xml:space="preserve"> گوشت، حداقل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است که ما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توان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م</w:t>
      </w:r>
      <w:r w:rsidR="00AE3A06">
        <w:rPr>
          <w:rtl/>
          <w:lang w:bidi="fa-IR"/>
        </w:rPr>
        <w:t xml:space="preserve"> با آن زندگ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کن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م</w:t>
      </w:r>
      <w:r w:rsidR="00AE3A06">
        <w:rPr>
          <w:rtl/>
          <w:lang w:bidi="fa-IR"/>
        </w:rPr>
        <w:t xml:space="preserve"> و اکنون به نادرست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پندار پ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بردم.» آن گاه دستور د</w:t>
      </w:r>
      <w:r w:rsidR="00AE3A06">
        <w:rPr>
          <w:rFonts w:hint="eastAsia"/>
          <w:rtl/>
          <w:lang w:bidi="fa-IR"/>
        </w:rPr>
        <w:t>اد</w:t>
      </w:r>
      <w:r w:rsidR="00AE3A06">
        <w:rPr>
          <w:rtl/>
          <w:lang w:bidi="fa-IR"/>
        </w:rPr>
        <w:t xml:space="preserve"> چادر شب را پس بدهند و از آن روز به بعد به جا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سه س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ر</w:t>
      </w:r>
      <w:r w:rsidR="00AE3A06">
        <w:rPr>
          <w:rtl/>
          <w:lang w:bidi="fa-IR"/>
        </w:rPr>
        <w:t xml:space="preserve"> گوشت، دو س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ر</w:t>
      </w:r>
      <w:r w:rsidR="00AE3A06">
        <w:rPr>
          <w:rtl/>
          <w:lang w:bidi="fa-IR"/>
        </w:rPr>
        <w:t xml:space="preserve"> و ن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م</w:t>
      </w:r>
      <w:r w:rsidR="00AE3A06">
        <w:rPr>
          <w:rtl/>
          <w:lang w:bidi="fa-IR"/>
        </w:rPr>
        <w:t xml:space="preserve"> گوشت بخرند.</w:t>
      </w:r>
      <w:r w:rsidR="00AE3A06" w:rsidRPr="00675BF7">
        <w:rPr>
          <w:rStyle w:val="libFootnotenumChar"/>
          <w:rtl/>
        </w:rPr>
        <w:t>(1)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علما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و وارسته تبر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ز،</w:t>
      </w:r>
      <w:r>
        <w:rPr>
          <w:rtl/>
          <w:lang w:bidi="fa-IR"/>
        </w:rPr>
        <w:t xml:space="preserve"> درباره محمد حسن صاحب جواهر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کند: «من از برخورد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دوران طلبگ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صاحب جواهر با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داشتم، او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شناسم.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خواستم مبلغ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طلاب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کنم.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حساب کردم،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به هر طلبه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تومان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رسد. شرو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به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کردم،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محمد حسن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به او گفتم: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تومان سهم شماست. گفت: نه،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>. گفتم: چرا؟ گفت: چون من امروز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دو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احت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اج</w:t>
      </w:r>
      <w:r>
        <w:rPr>
          <w:rtl/>
          <w:lang w:bidi="fa-IR"/>
        </w:rPr>
        <w:t xml:space="preserve"> ندارم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>. از کجا [معلوم] که من زنده باشم و آن را مصرف کنم. پس دو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[از آن پ</w:t>
      </w:r>
      <w:r>
        <w:rPr>
          <w:rFonts w:hint="eastAsia"/>
          <w:rtl/>
          <w:lang w:bidi="fa-IR"/>
        </w:rPr>
        <w:t>ول</w:t>
      </w:r>
      <w:r>
        <w:rPr>
          <w:rtl/>
          <w:lang w:bidi="fa-IR"/>
        </w:rPr>
        <w:t>] را برداشت و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[پس] داد».</w:t>
      </w:r>
      <w:r w:rsidRPr="00675BF7">
        <w:rPr>
          <w:rStyle w:val="libFootnotenumChar"/>
          <w:rtl/>
        </w:rPr>
        <w:t>(2)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عالم</w:t>
      </w:r>
      <w:r>
        <w:rPr>
          <w:rtl/>
          <w:lang w:bidi="fa-IR"/>
        </w:rPr>
        <w:t xml:space="preserve"> برجسته و پرتلاش،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آقا بزرگ تهران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رحمه الله درباره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>: «م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رزا،</w:t>
      </w:r>
      <w:r>
        <w:rPr>
          <w:rtl/>
          <w:lang w:bidi="fa-IR"/>
        </w:rPr>
        <w:t xml:space="preserve"> هز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اعضا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خانواده</w:t>
      </w:r>
    </w:p>
    <w:p w:rsidR="00AE3A06" w:rsidRPr="00675BF7" w:rsidRDefault="00675BF7" w:rsidP="00675BF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AE3A06" w:rsidRDefault="00AE3A06" w:rsidP="00675BF7">
      <w:pPr>
        <w:pStyle w:val="libFootnote0"/>
        <w:rPr>
          <w:rtl/>
          <w:lang w:bidi="fa-IR"/>
        </w:rPr>
      </w:pPr>
      <w:r>
        <w:rPr>
          <w:rtl/>
          <w:lang w:bidi="fa-IR"/>
        </w:rPr>
        <w:lastRenderedPageBreak/>
        <w:t>1- نک: مرگ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نور، ص 59؛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فرزانگان، ص 430.</w:t>
      </w:r>
    </w:p>
    <w:p w:rsidR="00AE3A06" w:rsidRDefault="00AE3A06" w:rsidP="00675BF7">
      <w:pPr>
        <w:pStyle w:val="libFootnote0"/>
        <w:rPr>
          <w:rtl/>
          <w:lang w:bidi="fa-IR"/>
        </w:rPr>
      </w:pPr>
      <w:r>
        <w:rPr>
          <w:rtl/>
          <w:lang w:bidi="fa-IR"/>
        </w:rPr>
        <w:t>2- نک: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فرزانگان، ص 426.</w:t>
      </w:r>
    </w:p>
    <w:p w:rsidR="00AE3A06" w:rsidRDefault="00675BF7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در وقت مع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فرستاد و به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آنها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حق خودشان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داد.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فرستاده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همگ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خانه خودش و به دست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خدمتکاران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نگه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افراد خانواده، سهم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 نداشت».</w:t>
      </w:r>
      <w:r w:rsidRPr="00675BF7">
        <w:rPr>
          <w:rStyle w:val="libFootnotenumChar"/>
          <w:rtl/>
        </w:rPr>
        <w:t>(1)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عادت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انصار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که در بازگشت از مجلس تدر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س،</w:t>
      </w:r>
      <w:r>
        <w:rPr>
          <w:rtl/>
          <w:lang w:bidi="fa-IR"/>
        </w:rPr>
        <w:t xml:space="preserve"> نخست نزد مادرش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دلجو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آن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رزن،</w:t>
      </w:r>
      <w:r>
        <w:rPr>
          <w:rtl/>
          <w:lang w:bidi="fa-IR"/>
        </w:rPr>
        <w:t xml:space="preserve"> با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وگو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از اوضاع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گذشته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گاه شوخ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تا مادر را بخنداند. سپس به سراغ مطالعه و عبادت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رفت.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به مادر گفت: ماد</w:t>
      </w:r>
      <w:r>
        <w:rPr>
          <w:rFonts w:hint="eastAsia"/>
          <w:rtl/>
          <w:lang w:bidi="fa-IR"/>
        </w:rPr>
        <w:t>رجان</w:t>
      </w:r>
      <w:r>
        <w:rPr>
          <w:rtl/>
          <w:lang w:bidi="fa-IR"/>
        </w:rPr>
        <w:t>! دوران کودک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 را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مشغول علوم مقدمات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بودم و مرا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دادن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خانه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سو و آن سو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فرستاد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پس از فراغت از درس و مباحثه، آن کارها را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دادم و به خانه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آمدم و تو خشمگ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«اجاقم کور است!» اک</w:t>
      </w:r>
      <w:r>
        <w:rPr>
          <w:rFonts w:hint="eastAsia"/>
          <w:rtl/>
          <w:lang w:bidi="fa-IR"/>
        </w:rPr>
        <w:t>نون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اجاقت کور است؟ مادر با شوخ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«بله،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آن وقت به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اکنون که به مقام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سبب احت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صرف وجوه شرع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ما را در فشار قرار داده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>.</w:t>
      </w:r>
      <w:r w:rsidRPr="00675BF7">
        <w:rPr>
          <w:rStyle w:val="libFootnotenumChar"/>
          <w:rtl/>
        </w:rPr>
        <w:t>(2)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شرح احوال آخوند خراسان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آورده اند: «هر وقت بازار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پارچه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گران بها به نجف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آوردند و فرزندان آخوند، هوس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آنها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و از او پول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آنها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خواستند،</w:t>
      </w:r>
    </w:p>
    <w:p w:rsidR="00AE3A06" w:rsidRPr="00675BF7" w:rsidRDefault="00675BF7" w:rsidP="00675BF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AE3A06" w:rsidRDefault="00AE3A06" w:rsidP="00675BF7">
      <w:pPr>
        <w:pStyle w:val="libFootnote0"/>
        <w:rPr>
          <w:rtl/>
          <w:lang w:bidi="fa-IR"/>
        </w:rPr>
      </w:pPr>
      <w:r>
        <w:rPr>
          <w:rtl/>
          <w:lang w:bidi="fa-IR"/>
        </w:rPr>
        <w:t>1-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فرزانگان، ص 433.</w:t>
      </w:r>
    </w:p>
    <w:p w:rsidR="00AE3A06" w:rsidRDefault="00AE3A06" w:rsidP="00675BF7">
      <w:pPr>
        <w:pStyle w:val="libFootnote0"/>
        <w:rPr>
          <w:rtl/>
          <w:lang w:bidi="fa-IR"/>
        </w:rPr>
      </w:pPr>
      <w:r>
        <w:rPr>
          <w:rtl/>
          <w:lang w:bidi="fa-IR"/>
        </w:rPr>
        <w:lastRenderedPageBreak/>
        <w:t>2- نک: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انصار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زندگان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انصار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اهواز، مؤلف، 1380، ص 59 ؛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فرزانگان، ص 428.</w:t>
      </w:r>
    </w:p>
    <w:p w:rsidR="00AE3A06" w:rsidRDefault="00675BF7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E3A06">
        <w:rPr>
          <w:rFonts w:hint="eastAsia"/>
          <w:rtl/>
          <w:lang w:bidi="fa-IR"/>
        </w:rPr>
        <w:lastRenderedPageBreak/>
        <w:t>آخوند</w:t>
      </w:r>
      <w:r w:rsidR="00AE3A06">
        <w:rPr>
          <w:rtl/>
          <w:lang w:bidi="fa-IR"/>
        </w:rPr>
        <w:t xml:space="preserve"> 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فرمود: من پول چه کس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را به شما بدهم که برو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</w:t>
      </w:r>
      <w:r w:rsidR="00AE3A06">
        <w:rPr>
          <w:rtl/>
          <w:lang w:bidi="fa-IR"/>
        </w:rPr>
        <w:t xml:space="preserve"> و لباس ها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ابر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شم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[بخر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</w:t>
      </w:r>
      <w:r w:rsidR="00AE3A06">
        <w:rPr>
          <w:rtl/>
          <w:lang w:bidi="fa-IR"/>
        </w:rPr>
        <w:t xml:space="preserve"> و] بپوش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د؟»</w:t>
      </w:r>
      <w:r w:rsidR="00AE3A06">
        <w:rPr>
          <w:rtl/>
          <w:lang w:bidi="fa-IR"/>
        </w:rPr>
        <w:t>.</w:t>
      </w:r>
      <w:r w:rsidR="00AE3A06" w:rsidRPr="00675BF7">
        <w:rPr>
          <w:rStyle w:val="libFootnotenumChar"/>
          <w:rtl/>
        </w:rPr>
        <w:t>(1)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شرح احوال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انصار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آمده است: آن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رفت، با آن ساعت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صورت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طلبه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دزفول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وارد نجف شد، از نظر 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فرق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نکرده بود.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مانند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و در خانه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کوچک و ساده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گفت: آقا! شما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هنر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همه وجوهات به دست شما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تصرف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در پاسخش گفت: چه هنر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ام؟ آن شخص پاسخ داد: چه هنر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بالاتر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همه پول از خمس و زکات نزد شماست و شما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گونه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!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انصار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«کار مهم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نکرده ام. ما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از وجوهات و اموال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دست ما سپرده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نفع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م»</w:t>
      </w:r>
      <w:r>
        <w:rPr>
          <w:rtl/>
          <w:lang w:bidi="fa-IR"/>
        </w:rPr>
        <w:t>.</w:t>
      </w:r>
      <w:r w:rsidRPr="00675BF7">
        <w:rPr>
          <w:rStyle w:val="libFootnotenumChar"/>
          <w:rtl/>
        </w:rPr>
        <w:t>(2)</w:t>
      </w:r>
    </w:p>
    <w:p w:rsidR="00AE3A06" w:rsidRDefault="00675BF7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675BF7">
      <w:pPr>
        <w:pStyle w:val="Heading2"/>
        <w:rPr>
          <w:rtl/>
          <w:lang w:bidi="fa-IR"/>
        </w:rPr>
      </w:pPr>
      <w:bookmarkStart w:id="113" w:name="_Toc523832873"/>
      <w:r>
        <w:rPr>
          <w:rFonts w:hint="eastAsia"/>
          <w:rtl/>
          <w:lang w:bidi="fa-IR"/>
        </w:rPr>
        <w:t>فقر</w:t>
      </w:r>
      <w:bookmarkEnd w:id="113"/>
    </w:p>
    <w:p w:rsidR="00AE3A06" w:rsidRDefault="00AE3A06" w:rsidP="00675BF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نقل</w:t>
      </w:r>
      <w:r>
        <w:rPr>
          <w:rtl/>
          <w:lang w:bidi="fa-IR"/>
        </w:rPr>
        <w:t xml:space="preserve"> است که بازرگانان و تاجران بغداد مبلغ فراوان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اموال حلال خود را به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انصار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675BF7" w:rsidRPr="00675BF7">
        <w:rPr>
          <w:rStyle w:val="libAlaemChar"/>
          <w:rtl/>
        </w:rPr>
        <w:t>رحمهم‌الله</w:t>
      </w:r>
      <w:r w:rsidR="00675BF7" w:rsidRPr="005100D5">
        <w:rPr>
          <w:rFonts w:ascii="Traditional Arabic" w:hAnsi="Traditional Arabic" w:cs="Traditional Arabic"/>
          <w:rtl/>
        </w:rPr>
        <w:t xml:space="preserve"> </w:t>
      </w:r>
      <w:r>
        <w:rPr>
          <w:rtl/>
          <w:lang w:bidi="fa-IR"/>
        </w:rPr>
        <w:t>اختصاص دادند و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خدمت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به نجف فرستادند و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گونه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غام</w:t>
      </w:r>
      <w:r>
        <w:rPr>
          <w:rtl/>
          <w:lang w:bidi="fa-IR"/>
        </w:rPr>
        <w:t xml:space="preserve"> دادند: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مبلغ، از وجوه شرع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مانند خمس و زکات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تا شما اشکال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از صرف آن بر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خوددار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بلکه از حلال اموال خود ماست.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مبلغ را به شما 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به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روزگار نگذران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برخلاف پافشار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آنان،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انصار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اموال را نپذ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</w:t>
      </w:r>
      <w:r>
        <w:rPr>
          <w:rtl/>
          <w:lang w:bidi="fa-IR"/>
        </w:rPr>
        <w:t xml:space="preserve"> و فرمود: «آ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که عمر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با فقر گذرانده ام،</w:t>
      </w:r>
    </w:p>
    <w:p w:rsidR="00AE3A06" w:rsidRPr="00631EFB" w:rsidRDefault="00631EFB" w:rsidP="00631EF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</w:t>
      </w:r>
    </w:p>
    <w:p w:rsidR="00AE3A06" w:rsidRDefault="00AE3A06" w:rsidP="00631EFB">
      <w:pPr>
        <w:pStyle w:val="libFootnote0"/>
        <w:rPr>
          <w:rtl/>
          <w:lang w:bidi="fa-IR"/>
        </w:rPr>
      </w:pPr>
      <w:r>
        <w:rPr>
          <w:rtl/>
          <w:lang w:bidi="fa-IR"/>
        </w:rPr>
        <w:t>1- مرگ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نور، ص 377؛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فرزانگان، صص 433 و 434.</w:t>
      </w:r>
    </w:p>
    <w:p w:rsidR="00AE3A06" w:rsidRDefault="00AE3A06" w:rsidP="00631EFB">
      <w:pPr>
        <w:pStyle w:val="libFootnote0"/>
        <w:rPr>
          <w:rtl/>
          <w:lang w:bidi="fa-IR"/>
        </w:rPr>
      </w:pPr>
      <w:r>
        <w:rPr>
          <w:rtl/>
          <w:lang w:bidi="fa-IR"/>
        </w:rPr>
        <w:t>2- نک: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فرزانگان، ص 457.</w:t>
      </w:r>
    </w:p>
    <w:p w:rsidR="00AE3A06" w:rsidRDefault="00631EFB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AE3A06">
        <w:rPr>
          <w:rFonts w:hint="eastAsia"/>
          <w:rtl/>
          <w:lang w:bidi="fa-IR"/>
        </w:rPr>
        <w:lastRenderedPageBreak/>
        <w:t>در</w:t>
      </w:r>
      <w:r w:rsidR="00AE3A06">
        <w:rPr>
          <w:rtl/>
          <w:lang w:bidi="fa-IR"/>
        </w:rPr>
        <w:t xml:space="preserve"> ا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ن</w:t>
      </w:r>
      <w:r w:rsidR="00AE3A06">
        <w:rPr>
          <w:rtl/>
          <w:lang w:bidi="fa-IR"/>
        </w:rPr>
        <w:t xml:space="preserve"> آخر عمر، خود را غن</w:t>
      </w:r>
      <w:r w:rsidR="00AE3A06">
        <w:rPr>
          <w:rFonts w:hint="cs"/>
          <w:rtl/>
          <w:lang w:bidi="fa-IR"/>
        </w:rPr>
        <w:t>ی</w:t>
      </w:r>
      <w:r w:rsidR="00AE3A06">
        <w:rPr>
          <w:rtl/>
          <w:lang w:bidi="fa-IR"/>
        </w:rPr>
        <w:t xml:space="preserve"> و ثروتمند کنم و نامم از طومار فقرا محو گردد و روز ق</w:t>
      </w:r>
      <w:r w:rsidR="00AE3A06">
        <w:rPr>
          <w:rFonts w:hint="cs"/>
          <w:rtl/>
          <w:lang w:bidi="fa-IR"/>
        </w:rPr>
        <w:t>ی</w:t>
      </w:r>
      <w:r w:rsidR="00AE3A06">
        <w:rPr>
          <w:rFonts w:hint="eastAsia"/>
          <w:rtl/>
          <w:lang w:bidi="fa-IR"/>
        </w:rPr>
        <w:t>امت</w:t>
      </w:r>
      <w:r w:rsidR="00AE3A06">
        <w:rPr>
          <w:rtl/>
          <w:lang w:bidi="fa-IR"/>
        </w:rPr>
        <w:t xml:space="preserve"> از اجر و پاداش آنان محروم شوم؟».(1)</w:t>
      </w:r>
    </w:p>
    <w:p w:rsidR="00631EFB" w:rsidRDefault="00631EFB" w:rsidP="00AE3A06">
      <w:pPr>
        <w:pStyle w:val="libNormal"/>
        <w:rPr>
          <w:rFonts w:hint="cs"/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مدرس، فرزند حاج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رضا مدرس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رضا نه ساله بود، پدرش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رفت. پس از فوت پدر، فقر اقتصاد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خانواده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افت،</w:t>
      </w:r>
      <w:r>
        <w:rPr>
          <w:rtl/>
          <w:lang w:bidi="fa-IR"/>
        </w:rPr>
        <w:t xml:space="preserve"> به گونه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توانستند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از ساعت هشت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نه شب چراغ را روشن نگه دارند.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ل،</w:t>
      </w:r>
      <w:r>
        <w:rPr>
          <w:rtl/>
          <w:lang w:bidi="fa-IR"/>
        </w:rPr>
        <w:t xml:space="preserve"> او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با نور </w:t>
      </w:r>
      <w:r>
        <w:rPr>
          <w:rFonts w:hint="eastAsia"/>
          <w:rtl/>
          <w:lang w:bidi="fa-IR"/>
        </w:rPr>
        <w:t>مهتاب</w:t>
      </w:r>
      <w:r>
        <w:rPr>
          <w:rtl/>
          <w:lang w:bidi="fa-IR"/>
        </w:rPr>
        <w:t xml:space="preserve"> درس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 که پس از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چشم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دچار مشکل شد.</w:t>
      </w:r>
      <w:r w:rsidRPr="00631EFB">
        <w:rPr>
          <w:rStyle w:val="libFootnotenumChar"/>
          <w:rtl/>
        </w:rPr>
        <w:t>(2)</w:t>
      </w:r>
    </w:p>
    <w:p w:rsidR="00AE3A06" w:rsidRDefault="00631EFB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631EF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حجت</w:t>
      </w:r>
      <w:r>
        <w:rPr>
          <w:rtl/>
          <w:lang w:bidi="fa-IR"/>
        </w:rPr>
        <w:t xml:space="preserve"> الاسلام صادق احسان بخش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امام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گاه اسراف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کردند. اگر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خواستند دارو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بخورند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</w:t>
      </w:r>
      <w:r>
        <w:rPr>
          <w:rtl/>
          <w:lang w:bidi="fa-IR"/>
        </w:rPr>
        <w:t xml:space="preserve"> آب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آوردند، اگر نصف آن را استفاده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کردند،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 نداشت نصف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را دور 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 xml:space="preserve"> 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آن استفاده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خط 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خودساز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امام از اول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Pr="00631EFB">
        <w:rPr>
          <w:rStyle w:val="libFootnotenumChar"/>
          <w:rtl/>
        </w:rPr>
        <w:t>.(4)</w:t>
      </w:r>
    </w:p>
    <w:p w:rsidR="00AE3A06" w:rsidRPr="00631EFB" w:rsidRDefault="00631EFB" w:rsidP="00631EF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</w:t>
      </w:r>
    </w:p>
    <w:p w:rsidR="00AE3A06" w:rsidRDefault="00AE3A06" w:rsidP="00631EFB">
      <w:pPr>
        <w:pStyle w:val="libLine"/>
        <w:rPr>
          <w:rtl/>
          <w:lang w:bidi="fa-IR"/>
        </w:rPr>
      </w:pPr>
      <w:r>
        <w:rPr>
          <w:rtl/>
          <w:lang w:bidi="fa-IR"/>
        </w:rPr>
        <w:t>1-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فرزانگان، صص 398 و 399.</w:t>
      </w:r>
    </w:p>
    <w:p w:rsidR="00AE3A06" w:rsidRDefault="00AE3A06" w:rsidP="00631EFB">
      <w:pPr>
        <w:pStyle w:val="libLine"/>
        <w:rPr>
          <w:rtl/>
          <w:lang w:bidi="fa-IR"/>
        </w:rPr>
      </w:pPr>
      <w:r>
        <w:rPr>
          <w:rtl/>
          <w:lang w:bidi="fa-IR"/>
        </w:rPr>
        <w:t>2- نک: ستارگان حرم، ج 11، صص 193 و 194.</w:t>
      </w:r>
    </w:p>
    <w:p w:rsidR="00AE3A06" w:rsidRDefault="00AE3A06" w:rsidP="00631EFB">
      <w:pPr>
        <w:pStyle w:val="libLine"/>
        <w:rPr>
          <w:rtl/>
          <w:lang w:bidi="fa-IR"/>
        </w:rPr>
      </w:pPr>
      <w:r>
        <w:rPr>
          <w:rtl/>
          <w:lang w:bidi="fa-IR"/>
        </w:rPr>
        <w:t>3- پاسدار اسلام، دفتر تبل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غات</w:t>
      </w:r>
      <w:r>
        <w:rPr>
          <w:rtl/>
          <w:lang w:bidi="fa-IR"/>
        </w:rPr>
        <w:t xml:space="preserve">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حوزه 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قم، 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1362، ش 25، ص 57.</w:t>
      </w:r>
    </w:p>
    <w:p w:rsidR="00AE3A06" w:rsidRDefault="00AE3A06" w:rsidP="00631EFB">
      <w:pPr>
        <w:pStyle w:val="libFootnote0"/>
        <w:rPr>
          <w:rtl/>
          <w:lang w:bidi="fa-IR"/>
        </w:rPr>
      </w:pPr>
      <w:r>
        <w:rPr>
          <w:rtl/>
          <w:lang w:bidi="fa-IR"/>
        </w:rPr>
        <w:t>4- نک: سرگذشت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از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رحمه الله، ج3، صص 51 و 52.</w:t>
      </w:r>
    </w:p>
    <w:p w:rsidR="00631EFB" w:rsidRDefault="00631EFB" w:rsidP="00AE3A06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AE3A06" w:rsidRDefault="00AE3A06" w:rsidP="00631EFB">
      <w:pPr>
        <w:pStyle w:val="Heading2"/>
        <w:rPr>
          <w:rtl/>
          <w:lang w:bidi="fa-IR"/>
        </w:rPr>
      </w:pPr>
      <w:bookmarkStart w:id="114" w:name="_Toc523832874"/>
      <w:r>
        <w:rPr>
          <w:rFonts w:hint="eastAsia"/>
          <w:rtl/>
          <w:lang w:bidi="fa-IR"/>
        </w:rPr>
        <w:t>کتاب</w:t>
      </w:r>
      <w:r>
        <w:rPr>
          <w:rtl/>
          <w:lang w:bidi="fa-IR"/>
        </w:rPr>
        <w:t xml:space="preserve"> نامه</w:t>
      </w:r>
      <w:bookmarkEnd w:id="114"/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>1. احمد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طلا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داران تقر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>(7)، تهران، مجمع جهان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مذاهب اسلام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چاپ اول، 1383.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>2. انصار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زندگان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انصار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اهواز، مؤلف، 1380ه_ .ق.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>3. باقرزاده بابل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عبدالرحمان، جمال السالک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قم، انتشارات لاه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چاپ اول، 1379.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>4.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رت</w:t>
      </w:r>
      <w:r>
        <w:rPr>
          <w:rtl/>
          <w:lang w:bidi="fa-IR"/>
        </w:rPr>
        <w:t xml:space="preserve"> منش، حم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اصغر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رشکار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فصل صبر، تهران، مؤسسه تنظ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نشر آثار امام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رحمه الله، چاپ اول، 1377.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>5.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رت</w:t>
      </w:r>
      <w:r>
        <w:rPr>
          <w:rtl/>
          <w:lang w:bidi="fa-IR"/>
        </w:rPr>
        <w:t xml:space="preserve"> منش، حم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وهمکاران،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دل، تهران، مؤسسه تنظ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نشر آثار امام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رحمه الله، چاپ اول، 1377.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>6. پژوم، جعفر، چراغ تجربه، تهران، ثالث، چاپ اول، 1376.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>7. تاجد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ادها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ادگارها،</w:t>
      </w:r>
      <w:r>
        <w:rPr>
          <w:rtl/>
          <w:lang w:bidi="fa-IR"/>
        </w:rPr>
        <w:t xml:space="preserve"> تهران، انتشارات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نور، چاپ پنجم، 1375.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>8. تنکابن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رزامحمد،</w:t>
      </w:r>
      <w:r>
        <w:rPr>
          <w:rtl/>
          <w:lang w:bidi="fa-IR"/>
        </w:rPr>
        <w:t xml:space="preserve"> قصص العلما، تهران، انتشارات 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چاپ دوم، 1364.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>9. جمع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پژوهشگران حوزه 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قم، گلشن ابرار، (3 جلد)، قم، معروف، چاپ اول، 1379_ 1385.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>10. _____________، گلشن ابرار (3 جلد)، چاپ دوم، 1385.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>11. جمع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فضلا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اران،</w:t>
      </w:r>
      <w:r>
        <w:rPr>
          <w:rtl/>
          <w:lang w:bidi="fa-IR"/>
        </w:rPr>
        <w:t xml:space="preserve"> سرگذشت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از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استاد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12.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مطهر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تهران، مؤسسه نشر و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قات</w:t>
      </w:r>
      <w:r>
        <w:rPr>
          <w:rtl/>
          <w:lang w:bidi="fa-IR"/>
        </w:rPr>
        <w:t xml:space="preserve"> ذکر، چاپ پنجم، 1374.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>13. جمع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فضلا، سرگذشت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از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رحمه الله، به کوشش: مصطف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تهران،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آزاد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چاپ اول، 1362.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>:140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>14. حسن زاده، صادق، اسوه عارفان، قم، انتشارات آل عل</w:t>
      </w:r>
      <w:r>
        <w:rPr>
          <w:rFonts w:hint="cs"/>
          <w:rtl/>
          <w:lang w:bidi="fa-IR"/>
        </w:rPr>
        <w:t>ی</w:t>
      </w:r>
      <w:r w:rsidR="00000DDD" w:rsidRPr="00000DDD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، چاپ دوازدهم، 1385.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>15.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تهران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دمحمدحس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مهر تابان، مشهد، انتشارات علامه طباطبا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چاپ دوم، 1417ه_ .ق.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>16.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نعمت الله، مردان علم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عمل، قم، دفتر انتشارات اسلام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چاپ ششم، 1375.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>17. ______________، مردان علم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عمل، قم، مؤلف، چاپ اول، 1375.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>18. ______________، مردان علم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عمل، دفتر انتشارات اسلام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چاپ اول، 1376.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>19. خاتم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رضا، داستان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علما، قم، انتشارات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ار،</w:t>
      </w:r>
      <w:r>
        <w:rPr>
          <w:rtl/>
          <w:lang w:bidi="fa-IR"/>
        </w:rPr>
        <w:t xml:space="preserve"> چاپ اول، 1379.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>20. خامنه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خاطرات و حکا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ها، تهران، مؤسسه فرهنگ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قدر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چاپ دوم، 1379.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>21.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روح الله، امام در سنگر نماز، مؤسسه تنظ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نشر آثار امام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رحمه الله، تهران، چاپ دوم، 1374.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>22. دوان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مرد تقوا و 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لت،</w:t>
      </w:r>
      <w:r>
        <w:rPr>
          <w:rtl/>
          <w:lang w:bidi="fa-IR"/>
        </w:rPr>
        <w:t xml:space="preserve"> تهران، دارالکتب الاسلام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1354.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23. راز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محمدشر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ف،</w:t>
      </w:r>
      <w:r>
        <w:rPr>
          <w:rtl/>
          <w:lang w:bidi="fa-IR"/>
        </w:rPr>
        <w:t xml:space="preserve"> آثار الحجه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و 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المعارف حوزه 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قم، قم، کتاب فروش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1332.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>24. رجا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غلام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برداشت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امام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رحمه الله (3 جلد)، تهران، عروج، چاپ اول، 1376.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>25. رجب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محمد،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بقا، تهران، نشر رهنمون، چاپ دوم، 1386.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>26. 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شهاب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عت،</w:t>
      </w:r>
      <w:r>
        <w:rPr>
          <w:rtl/>
          <w:lang w:bidi="fa-IR"/>
        </w:rPr>
        <w:t xml:space="preserve"> (درنگ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العظم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مرعش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رحمه الله )، قم، کتاب خانه عموم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مرعش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چاپ اول، 1373.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>:141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>27. ستوده،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ررضا،</w:t>
      </w:r>
      <w:r>
        <w:rPr>
          <w:rtl/>
          <w:lang w:bidi="fa-IR"/>
        </w:rPr>
        <w:t xml:space="preserve"> پا به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آفتاب، (3 جلد)، تهران، پنجره، جلد اول، چاپ دوم، 1374.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>28.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الله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محمدحسن،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زاهد، قم، مسجد مقدس جمکران، چاپ اول، 1382.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>29. صالح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مازندران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محمدعل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زعامت و مرجع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قم، انتشارات صالحان، چاپ اول، 1381.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>30. 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امام و دفاع مقدس، تهران، مؤسسه تنظ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نشر آثار امام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رحمه الله، چاپ چهارم، 1381.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>31. عب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عباس،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با ابرار (وح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بهبهان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)، تهران، سازمان تبل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غات</w:t>
      </w:r>
      <w:r>
        <w:rPr>
          <w:rtl/>
          <w:lang w:bidi="fa-IR"/>
        </w:rPr>
        <w:t xml:space="preserve"> اسلام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چاپ اول، 1372.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>32.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لو، نورالد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با ابرار (بحرالعلوم)، تهران،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چاپ اول، 1382.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>33. غرو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ان،</w:t>
      </w:r>
      <w:r>
        <w:rPr>
          <w:rtl/>
          <w:lang w:bidi="fa-IR"/>
        </w:rPr>
        <w:t xml:space="preserve"> محسن، در محضر استاد حسن زاده آمل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قم، نشر برگز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ده،</w:t>
      </w:r>
      <w:r>
        <w:rPr>
          <w:rtl/>
          <w:lang w:bidi="fa-IR"/>
        </w:rPr>
        <w:t xml:space="preserve"> چاپ چهارم، 1377.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>34.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کرمان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دمحمدرضا،</w:t>
      </w:r>
      <w:r>
        <w:rPr>
          <w:rtl/>
          <w:lang w:bidi="fa-IR"/>
        </w:rPr>
        <w:t xml:space="preserve"> قصه ها و خاطره ها، قم، انتشارات نجابت، چاپ اول، 1385.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>35. فروغ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فتح الله و همکاران، گل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باغ خاطره، تهران، کانون پرورش فکر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کودکان و نوجوانان، چاپ سوم، 1375.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36. قاسملو،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عقوب،</w:t>
      </w:r>
      <w:r>
        <w:rPr>
          <w:rtl/>
          <w:lang w:bidi="fa-IR"/>
        </w:rPr>
        <w:t xml:space="preserve"> فروغ دانا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قم، نس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ات،</w:t>
      </w:r>
      <w:r>
        <w:rPr>
          <w:rtl/>
          <w:lang w:bidi="fa-IR"/>
        </w:rPr>
        <w:t xml:space="preserve"> چاپ اول، 1379.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37.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سبزوار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با ابرار (ملاهاد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سبزوار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)، قم، سازمان تبل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غات</w:t>
      </w:r>
      <w:r>
        <w:rPr>
          <w:rtl/>
          <w:lang w:bidi="fa-IR"/>
        </w:rPr>
        <w:t xml:space="preserve"> اسلام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چاپ اول، 1372.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>38. قل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زاده، مصطف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با ابرار (شه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صدر)، قم، سازمان تبل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غات</w:t>
      </w:r>
      <w:r>
        <w:rPr>
          <w:rtl/>
          <w:lang w:bidi="fa-IR"/>
        </w:rPr>
        <w:t xml:space="preserve"> اسلام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چاپ اول، 1372.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>39. 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عباس، فوائد الرضو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تا،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جا،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>40. کفا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عبدالحس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مرگ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نور (زندگ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آخوند خراسان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)، تهران، کتاب فروش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زوار، 1359.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>:142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>41.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سندگان</w:t>
      </w:r>
      <w:r>
        <w:rPr>
          <w:rtl/>
          <w:lang w:bidi="fa-IR"/>
        </w:rPr>
        <w:t xml:space="preserve"> ماهنامه کوثر، ستارگان حرم، 15 جلد، قم، انتشارات زائر، جلد اول، چاپ اول، 1377_ 1382.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>42. _____________، ستارگان حرم، قم، انتشارات زائر، جلد پانزدهم، چاپ اول، 1382.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>43. _____________، ستارگان حرم، قم، انتشارات زائر، جلد دوازدهم، چاپ اول، 1382.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44. _____________، ستارگان حرم، قم، انتشارات زائر، جلد دوم، چاپ اول، 1377.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>45. _____________، ستارگان حرم، قم، انتشارات زائر، جلد سوم، چاپ اول، 1377.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46. _____________، ستارگان حرم، قم، انتشارات زائر، جلد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ازدهم،</w:t>
      </w:r>
      <w:r>
        <w:rPr>
          <w:rtl/>
          <w:lang w:bidi="fa-IR"/>
        </w:rPr>
        <w:t xml:space="preserve"> چاپ اول، 1381.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>47. گل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زواره، غلام رضا،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با ابرار (م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ابوالحسن جلوه)، تهران، سازمان تبل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غات</w:t>
      </w:r>
      <w:r>
        <w:rPr>
          <w:rtl/>
          <w:lang w:bidi="fa-IR"/>
        </w:rPr>
        <w:t xml:space="preserve"> اسلام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چاپ اول، 1372.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>48. ______________، جرعه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جان بخش، قم، حضور، چاپ دوم، 1377.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>49. ______________، سرا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اهل صفا، قم، مکتب القرآن، چاپ اول، 1380.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>50. گل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زواره، غلام رضا، منظومه معرفت، قم، نشر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ام،</w:t>
      </w:r>
      <w:r>
        <w:rPr>
          <w:rtl/>
          <w:lang w:bidi="fa-IR"/>
        </w:rPr>
        <w:t xml:space="preserve"> چاپ اول، 1374.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>51. لطف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ملکوت، قم، نشر برگز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ده،</w:t>
      </w:r>
      <w:r>
        <w:rPr>
          <w:rtl/>
          <w:lang w:bidi="fa-IR"/>
        </w:rPr>
        <w:t xml:space="preserve"> چاپ اول، 1380.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52. لقمان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احمد،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با ابرار (علامه طباطبا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>)، تهران، سازمان تبل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غات</w:t>
      </w:r>
      <w:r>
        <w:rPr>
          <w:rtl/>
          <w:lang w:bidi="fa-IR"/>
        </w:rPr>
        <w:t xml:space="preserve"> اسلام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چاپ اول، 1380.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>53. مجلس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محمدباقر، بحارالانوار،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روت،</w:t>
      </w:r>
      <w:r>
        <w:rPr>
          <w:rtl/>
          <w:lang w:bidi="fa-IR"/>
        </w:rPr>
        <w:t xml:space="preserve"> مؤسسه الوفا، چاپ دوم، 1403 ه_ .ق.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>54. مجموعه مقالات کنگره آثار و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امام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رحمه الله، تهران، مؤسسه تنظ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نشر آثار امام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رحمه الله، چاپ دوم، 1375.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>55. محمد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محمد،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محبت، قم، دارالحد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ث،</w:t>
      </w:r>
      <w:r>
        <w:rPr>
          <w:rtl/>
          <w:lang w:bidi="fa-IR"/>
        </w:rPr>
        <w:t xml:space="preserve"> چاپ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کم،</w:t>
      </w:r>
      <w:r>
        <w:rPr>
          <w:rtl/>
          <w:lang w:bidi="fa-IR"/>
        </w:rPr>
        <w:t xml:space="preserve"> 1386.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>:143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>56. محمد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محمد،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الحکمه، ترجمه: حم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درضا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قم، دارالحد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ث،</w:t>
      </w:r>
      <w:r>
        <w:rPr>
          <w:rtl/>
          <w:lang w:bidi="fa-IR"/>
        </w:rPr>
        <w:t xml:space="preserve"> چاپ دوم، 1379.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>57. مختار، رضا،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فرزانگان، قم، دفتر تبل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غات</w:t>
      </w:r>
      <w:r>
        <w:rPr>
          <w:rtl/>
          <w:lang w:bidi="fa-IR"/>
        </w:rPr>
        <w:t xml:space="preserve"> اسلام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چاپ پانزدهم، 1385.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>58. مدن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دمحمود،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با ابرار (م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)، قم، سازمان تبل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غات</w:t>
      </w:r>
      <w:r>
        <w:rPr>
          <w:rtl/>
          <w:lang w:bidi="fa-IR"/>
        </w:rPr>
        <w:t xml:space="preserve"> اسلام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چاپ اول، 1372.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>59. مطهر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گفتارها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تهران، صدرا، چاپ هفدهم، 1375.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>60. ملک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جواد، رساله لقاءالله، ترجمه و مقدمه: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داحمد</w:t>
      </w:r>
      <w:r>
        <w:rPr>
          <w:rtl/>
          <w:lang w:bidi="fa-IR"/>
        </w:rPr>
        <w:t xml:space="preserve"> فهر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تهران، نهضت زنان مسلمان، 1360.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>61. مهتد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بحران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عبدالعظ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قصص و خواطر، قم،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اسلام، 1378.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نهج</w:t>
      </w:r>
      <w:r>
        <w:rPr>
          <w:rtl/>
          <w:lang w:bidi="fa-IR"/>
        </w:rPr>
        <w:t xml:space="preserve"> الفصاحه، ترجمه و گردآورنده: ابوالقاسم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نده،</w:t>
      </w:r>
      <w:r>
        <w:rPr>
          <w:rtl/>
          <w:lang w:bidi="fa-IR"/>
        </w:rPr>
        <w:t xml:space="preserve"> تهران، جاو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دان،</w:t>
      </w:r>
      <w:r>
        <w:rPr>
          <w:rtl/>
          <w:lang w:bidi="fa-IR"/>
        </w:rPr>
        <w:t xml:space="preserve"> چاپ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زدهم،</w:t>
      </w:r>
      <w:r>
        <w:rPr>
          <w:rtl/>
          <w:lang w:bidi="fa-IR"/>
        </w:rPr>
        <w:t xml:space="preserve"> 1360.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ها و روزنامه ها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>1. مجله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انقلاب، مرداد 1361، شماره 63.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>2. مجله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انقلاب، فرورد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1361، شماره 55.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>3. مجله زن روز، 29/8/1361، شماره 892.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>4. مجله حوزه، مرداد 1373، شماره 63.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>5. نشر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راه رشد،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اسفند 1378، شماره 3.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>6. نشر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پاسدار اسلام، 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ماه 1362، شماره 25.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>7. نشر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شما، 26/8/1379، شماره 189.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>8. نشر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رسانه، اسفند 1373، شماره 16.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>9. نشر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حت،</w:t>
      </w:r>
      <w:r>
        <w:rPr>
          <w:rtl/>
          <w:lang w:bidi="fa-IR"/>
        </w:rPr>
        <w:t xml:space="preserve"> 7/6/1374، شماره 148.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>10. روزنامه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هان،</w:t>
      </w:r>
      <w:r>
        <w:rPr>
          <w:rtl/>
          <w:lang w:bidi="fa-IR"/>
        </w:rPr>
        <w:t xml:space="preserve"> 16/3/1374، شماره 15363.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>11. روزنامه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هان،</w:t>
      </w:r>
      <w:r>
        <w:rPr>
          <w:rtl/>
          <w:lang w:bidi="fa-IR"/>
        </w:rPr>
        <w:t xml:space="preserve"> 17/3/1374، شماره 15364.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AE3A06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>12. روزنامه اطلاعات، 1/8/1376، شماره 21184.</w:t>
      </w:r>
    </w:p>
    <w:p w:rsidR="00AE3A06" w:rsidRDefault="00AE3A06" w:rsidP="00AE3A06">
      <w:pPr>
        <w:pStyle w:val="libNormal"/>
        <w:rPr>
          <w:rtl/>
          <w:lang w:bidi="fa-IR"/>
        </w:rPr>
      </w:pPr>
    </w:p>
    <w:p w:rsidR="00631EFB" w:rsidRDefault="00AE3A06" w:rsidP="00AE3A06">
      <w:pPr>
        <w:pStyle w:val="libNormal"/>
        <w:rPr>
          <w:rtl/>
          <w:lang w:bidi="fa-IR"/>
        </w:rPr>
      </w:pPr>
      <w:r>
        <w:rPr>
          <w:rtl/>
          <w:lang w:bidi="fa-IR"/>
        </w:rPr>
        <w:t>13. روزنامه همشهر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7/2/1374، شماره 669.</w:t>
      </w:r>
    </w:p>
    <w:p w:rsidR="00AE3A06" w:rsidRDefault="00631EFB" w:rsidP="00631EFB">
      <w:pPr>
        <w:pStyle w:val="Heading1Cente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  <w:bookmarkStart w:id="115" w:name="_Toc523832875"/>
      <w:r>
        <w:rPr>
          <w:rFonts w:hint="cs"/>
          <w:rtl/>
          <w:lang w:bidi="fa-IR"/>
        </w:rPr>
        <w:lastRenderedPageBreak/>
        <w:t>فهرست مطالب</w:t>
      </w:r>
      <w:bookmarkEnd w:id="115"/>
    </w:p>
    <w:sdt>
      <w:sdtPr>
        <w:id w:val="1306250657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F33A13" w:rsidRDefault="00F33A13" w:rsidP="00F33A13">
          <w:pPr>
            <w:pStyle w:val="TOCHeading"/>
          </w:pPr>
        </w:p>
        <w:p w:rsidR="00F33A13" w:rsidRDefault="00F33A1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23832760" w:history="1">
            <w:r w:rsidRPr="00B1426D">
              <w:rPr>
                <w:rStyle w:val="Hyperlink"/>
                <w:noProof/>
                <w:rtl/>
                <w:lang w:bidi="fa-IR"/>
              </w:rPr>
              <w:t>د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>باچه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Toc523832760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3832761" w:history="1">
            <w:r w:rsidRPr="00B1426D">
              <w:rPr>
                <w:rStyle w:val="Hyperlink"/>
                <w:noProof/>
                <w:rtl/>
                <w:lang w:bidi="fa-IR"/>
              </w:rPr>
              <w:t>فصل اول: اخلاق فرد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Toc523832761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762" w:history="1">
            <w:r w:rsidRPr="00B1426D">
              <w:rPr>
                <w:rStyle w:val="Hyperlink"/>
                <w:noProof/>
                <w:rtl/>
                <w:lang w:bidi="fa-IR"/>
              </w:rPr>
              <w:t>خداب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>ن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Toc523832762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763" w:history="1">
            <w:r w:rsidRPr="00B1426D">
              <w:rPr>
                <w:rStyle w:val="Hyperlink"/>
                <w:noProof/>
                <w:rtl/>
                <w:lang w:bidi="fa-IR"/>
              </w:rPr>
              <w:t>اعتقاد به توح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>د افعال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Toc523832763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764" w:history="1">
            <w:r w:rsidRPr="00B1426D">
              <w:rPr>
                <w:rStyle w:val="Hyperlink"/>
                <w:noProof/>
                <w:rtl/>
                <w:lang w:bidi="fa-IR"/>
              </w:rPr>
              <w:t>اخلاص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Toc523832764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765" w:history="1">
            <w:r w:rsidRPr="00B1426D">
              <w:rPr>
                <w:rStyle w:val="Hyperlink"/>
                <w:noProof/>
                <w:rtl/>
                <w:lang w:bidi="fa-IR"/>
              </w:rPr>
              <w:t>توکل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Toc523832765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766" w:history="1">
            <w:r w:rsidRPr="00B1426D">
              <w:rPr>
                <w:rStyle w:val="Hyperlink"/>
                <w:noProof/>
                <w:rtl/>
                <w:lang w:bidi="fa-IR"/>
              </w:rPr>
              <w:t>خوف و رجا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Toc523832766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767" w:history="1">
            <w:r w:rsidRPr="00B1426D">
              <w:rPr>
                <w:rStyle w:val="Hyperlink"/>
                <w:noProof/>
                <w:rtl/>
                <w:lang w:bidi="fa-IR"/>
              </w:rPr>
              <w:t>تسل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>م و رضا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Toc523832767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768" w:history="1">
            <w:r w:rsidRPr="00B1426D">
              <w:rPr>
                <w:rStyle w:val="Hyperlink"/>
                <w:noProof/>
                <w:rtl/>
                <w:lang w:bidi="fa-IR"/>
              </w:rPr>
              <w:t>مرگ اند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>ش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Toc523832768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769" w:history="1">
            <w:r w:rsidRPr="00B1426D">
              <w:rPr>
                <w:rStyle w:val="Hyperlink"/>
                <w:noProof/>
                <w:rtl/>
                <w:lang w:bidi="fa-IR"/>
              </w:rPr>
              <w:t>شکرگزار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Toc523832769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770" w:history="1">
            <w:r w:rsidRPr="00B1426D">
              <w:rPr>
                <w:rStyle w:val="Hyperlink"/>
                <w:noProof/>
                <w:rtl/>
                <w:lang w:bidi="fa-IR"/>
              </w:rPr>
              <w:t>عشق و ارادت به اهل ب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 xml:space="preserve">ت </w:t>
            </w:r>
            <w:r w:rsidRPr="00B1426D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Toc523832770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771" w:history="1">
            <w:r w:rsidRPr="00B1426D">
              <w:rPr>
                <w:rStyle w:val="Hyperlink"/>
                <w:noProof/>
                <w:rtl/>
                <w:lang w:bidi="fa-IR"/>
              </w:rPr>
              <w:t>ز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>ارت عاشورا در آخر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>ن لحظه عمر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Toc523832771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772" w:history="1">
            <w:r w:rsidRPr="00B1426D">
              <w:rPr>
                <w:rStyle w:val="Hyperlink"/>
                <w:noProof/>
                <w:rtl/>
                <w:lang w:bidi="fa-IR"/>
              </w:rPr>
              <w:t>خاک پا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 xml:space="preserve"> زائر حس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>ن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 xml:space="preserve"> شفا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 xml:space="preserve"> درد چشم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Toc523832772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773" w:history="1">
            <w:r w:rsidRPr="00B1426D">
              <w:rPr>
                <w:rStyle w:val="Hyperlink"/>
                <w:noProof/>
                <w:rtl/>
                <w:lang w:bidi="fa-IR"/>
              </w:rPr>
              <w:t>ارتباط معنو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 xml:space="preserve"> با امام زمان عج الله تعال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 xml:space="preserve"> فرجه الشر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>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Toc523832773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774" w:history="1">
            <w:r w:rsidRPr="00B1426D">
              <w:rPr>
                <w:rStyle w:val="Hyperlink"/>
                <w:noProof/>
                <w:rtl/>
                <w:lang w:bidi="fa-IR"/>
              </w:rPr>
              <w:t>تعهد به امام زمان عج الله تعال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 xml:space="preserve"> فرجه الشر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>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Toc523832774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775" w:history="1">
            <w:r w:rsidRPr="00B1426D">
              <w:rPr>
                <w:rStyle w:val="Hyperlink"/>
                <w:noProof/>
                <w:rtl/>
                <w:lang w:bidi="fa-IR"/>
              </w:rPr>
              <w:t>انتظار فرج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Toc523832775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776" w:history="1">
            <w:r w:rsidRPr="00B1426D">
              <w:rPr>
                <w:rStyle w:val="Hyperlink"/>
                <w:noProof/>
                <w:rtl/>
                <w:lang w:bidi="fa-IR"/>
              </w:rPr>
              <w:t>ز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>ارت اهل ب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>ت</w:t>
            </w:r>
            <w:r w:rsidRPr="00B1426D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Toc523832776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777" w:history="1">
            <w:r w:rsidRPr="00B1426D">
              <w:rPr>
                <w:rStyle w:val="Hyperlink"/>
                <w:noProof/>
                <w:rtl/>
                <w:lang w:bidi="fa-IR"/>
              </w:rPr>
              <w:t>آخرت گرا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Toc523832777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778" w:history="1">
            <w:r w:rsidRPr="00B1426D">
              <w:rPr>
                <w:rStyle w:val="Hyperlink"/>
                <w:noProof/>
                <w:rtl/>
                <w:lang w:bidi="fa-IR"/>
              </w:rPr>
              <w:t>تمسک به اهل ب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>ت</w:t>
            </w:r>
            <w:r w:rsidRPr="00B1426D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Toc523832778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3832779" w:history="1">
            <w:r w:rsidRPr="00B1426D">
              <w:rPr>
                <w:rStyle w:val="Hyperlink"/>
                <w:noProof/>
                <w:rtl/>
                <w:lang w:bidi="fa-IR"/>
              </w:rPr>
              <w:t>2 - رفتارها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 xml:space="preserve"> عباد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Toc523832779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780" w:history="1">
            <w:r w:rsidRPr="00B1426D">
              <w:rPr>
                <w:rStyle w:val="Hyperlink"/>
                <w:noProof/>
                <w:rtl/>
                <w:lang w:bidi="fa-IR"/>
              </w:rPr>
              <w:t>تعبد د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>ن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Toc523832780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781" w:history="1">
            <w:r w:rsidRPr="00B1426D">
              <w:rPr>
                <w:rStyle w:val="Hyperlink"/>
                <w:noProof/>
                <w:rtl/>
                <w:lang w:bidi="fa-IR"/>
              </w:rPr>
              <w:t xml:space="preserve">ذکر و 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>اد 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Toc523832781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782" w:history="1">
            <w:r w:rsidRPr="00B1426D">
              <w:rPr>
                <w:rStyle w:val="Hyperlink"/>
                <w:noProof/>
                <w:rtl/>
                <w:lang w:bidi="fa-IR"/>
              </w:rPr>
              <w:t>سحرخ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>ز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Toc523832782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783" w:history="1">
            <w:r w:rsidRPr="00B1426D">
              <w:rPr>
                <w:rStyle w:val="Hyperlink"/>
                <w:noProof/>
                <w:rtl/>
                <w:lang w:bidi="fa-IR"/>
              </w:rPr>
              <w:t>تق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>د به احکام د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>ن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Toc523832783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784" w:history="1">
            <w:r w:rsidRPr="00B1426D">
              <w:rPr>
                <w:rStyle w:val="Hyperlink"/>
                <w:noProof/>
                <w:rtl/>
                <w:lang w:bidi="fa-IR"/>
              </w:rPr>
              <w:t>تق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>د به گفتن اذان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Toc523832784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785" w:history="1">
            <w:r w:rsidRPr="00B1426D">
              <w:rPr>
                <w:rStyle w:val="Hyperlink"/>
                <w:noProof/>
                <w:rtl/>
                <w:lang w:bidi="fa-IR"/>
              </w:rPr>
              <w:t>نماز اول وقت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Toc523832785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786" w:history="1">
            <w:r w:rsidRPr="00B1426D">
              <w:rPr>
                <w:rStyle w:val="Hyperlink"/>
                <w:noProof/>
                <w:rtl/>
                <w:lang w:bidi="fa-IR"/>
              </w:rPr>
              <w:t>اهتمام به نماز شب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Toc523832786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787" w:history="1">
            <w:r w:rsidRPr="00B1426D">
              <w:rPr>
                <w:rStyle w:val="Hyperlink"/>
                <w:noProof/>
                <w:rtl/>
                <w:lang w:bidi="fa-IR"/>
              </w:rPr>
              <w:t>شب زندهدار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Toc523832787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788" w:history="1">
            <w:r w:rsidRPr="00B1426D">
              <w:rPr>
                <w:rStyle w:val="Hyperlink"/>
                <w:noProof/>
                <w:rtl/>
                <w:lang w:bidi="fa-IR"/>
              </w:rPr>
              <w:t>مناجات شبانه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Toc523832788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789" w:history="1">
            <w:r w:rsidRPr="00B1426D">
              <w:rPr>
                <w:rStyle w:val="Hyperlink"/>
                <w:noProof/>
                <w:rtl/>
                <w:lang w:bidi="fa-IR"/>
              </w:rPr>
              <w:t>انس با قرآن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Toc523832789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790" w:history="1">
            <w:r w:rsidRPr="00B1426D">
              <w:rPr>
                <w:rStyle w:val="Hyperlink"/>
                <w:noProof/>
                <w:rtl/>
                <w:lang w:bidi="fa-IR"/>
              </w:rPr>
              <w:t>اخلاص در انجام وظ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>فه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Toc523832790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3832791" w:history="1">
            <w:r w:rsidRPr="00B1426D">
              <w:rPr>
                <w:rStyle w:val="Hyperlink"/>
                <w:noProof/>
                <w:rtl/>
                <w:lang w:bidi="fa-IR"/>
              </w:rPr>
              <w:t>3 - رفتارها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 xml:space="preserve"> عمل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Toc523832791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792" w:history="1">
            <w:r w:rsidRPr="00B1426D">
              <w:rPr>
                <w:rStyle w:val="Hyperlink"/>
                <w:noProof/>
                <w:rtl/>
                <w:lang w:bidi="fa-IR"/>
              </w:rPr>
              <w:t>کنترل نفس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Toc523832792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793" w:history="1">
            <w:r w:rsidRPr="00B1426D">
              <w:rPr>
                <w:rStyle w:val="Hyperlink"/>
                <w:noProof/>
                <w:rtl/>
                <w:lang w:bidi="fa-IR"/>
              </w:rPr>
              <w:t>مجاهده با نفس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Toc523832793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794" w:history="1">
            <w:r w:rsidRPr="00B1426D">
              <w:rPr>
                <w:rStyle w:val="Hyperlink"/>
                <w:noProof/>
                <w:rtl/>
                <w:lang w:bidi="fa-IR"/>
              </w:rPr>
              <w:t>فروتن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Toc523832794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795" w:history="1">
            <w:r w:rsidRPr="00B1426D">
              <w:rPr>
                <w:rStyle w:val="Hyperlink"/>
                <w:noProof/>
                <w:rtl/>
                <w:lang w:bidi="fa-IR"/>
              </w:rPr>
              <w:t>عزت نفس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Toc523832795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796" w:history="1">
            <w:r w:rsidRPr="00B1426D">
              <w:rPr>
                <w:rStyle w:val="Hyperlink"/>
                <w:noProof/>
                <w:rtl/>
                <w:lang w:bidi="fa-IR"/>
              </w:rPr>
              <w:t>کنترل خشم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Toc523832796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797" w:history="1">
            <w:r w:rsidRPr="00B1426D">
              <w:rPr>
                <w:rStyle w:val="Hyperlink"/>
                <w:noProof/>
                <w:rtl/>
                <w:lang w:bidi="fa-IR"/>
              </w:rPr>
              <w:t>صبر و تحمل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Toc523832797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798" w:history="1">
            <w:r w:rsidRPr="00B1426D">
              <w:rPr>
                <w:rStyle w:val="Hyperlink"/>
                <w:noProof/>
                <w:rtl/>
                <w:lang w:bidi="fa-IR"/>
              </w:rPr>
              <w:t>شجاعت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Toc523832798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799" w:history="1">
            <w:r w:rsidRPr="00B1426D">
              <w:rPr>
                <w:rStyle w:val="Hyperlink"/>
                <w:noProof/>
                <w:rtl/>
                <w:lang w:bidi="fa-IR"/>
              </w:rPr>
              <w:t>بزرگوار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Toc523832799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800" w:history="1">
            <w:r w:rsidRPr="00B1426D">
              <w:rPr>
                <w:rStyle w:val="Hyperlink"/>
                <w:noProof/>
                <w:rtl/>
                <w:lang w:bidi="fa-IR"/>
              </w:rPr>
              <w:t>دل سوز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801" w:history="1">
            <w:r w:rsidRPr="00B1426D">
              <w:rPr>
                <w:rStyle w:val="Hyperlink"/>
                <w:noProof/>
                <w:rtl/>
                <w:lang w:bidi="fa-IR"/>
              </w:rPr>
              <w:t>استفاده از فرصتها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802" w:history="1">
            <w:r w:rsidRPr="00B1426D">
              <w:rPr>
                <w:rStyle w:val="Hyperlink"/>
                <w:noProof/>
                <w:rtl/>
                <w:lang w:bidi="fa-IR"/>
              </w:rPr>
              <w:t>نظم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803" w:history="1">
            <w:r w:rsidRPr="00B1426D">
              <w:rPr>
                <w:rStyle w:val="Hyperlink"/>
                <w:noProof/>
                <w:rtl/>
                <w:lang w:bidi="fa-IR"/>
              </w:rPr>
              <w:t>نفوذ کلام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804" w:history="1">
            <w:r w:rsidRPr="00B1426D">
              <w:rPr>
                <w:rStyle w:val="Hyperlink"/>
                <w:noProof/>
                <w:rtl/>
                <w:lang w:bidi="fa-IR"/>
              </w:rPr>
              <w:t>تعهد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805" w:history="1">
            <w:r w:rsidRPr="00B1426D">
              <w:rPr>
                <w:rStyle w:val="Hyperlink"/>
                <w:noProof/>
                <w:rtl/>
                <w:lang w:bidi="fa-IR"/>
              </w:rPr>
              <w:t>هماهنگ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 xml:space="preserve"> رفتار و گفتار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806" w:history="1">
            <w:r w:rsidRPr="00B1426D">
              <w:rPr>
                <w:rStyle w:val="Hyperlink"/>
                <w:noProof/>
                <w:rtl/>
                <w:lang w:bidi="fa-IR"/>
              </w:rPr>
              <w:t>دور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 xml:space="preserve"> از وابستگ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 xml:space="preserve"> ها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 xml:space="preserve"> دن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>و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807" w:history="1">
            <w:r w:rsidRPr="00B1426D">
              <w:rPr>
                <w:rStyle w:val="Hyperlink"/>
                <w:noProof/>
                <w:rtl/>
                <w:lang w:bidi="fa-IR"/>
              </w:rPr>
              <w:t>پاک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>زگ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808" w:history="1">
            <w:r w:rsidRPr="00B1426D">
              <w:rPr>
                <w:rStyle w:val="Hyperlink"/>
                <w:noProof/>
                <w:rtl/>
                <w:lang w:bidi="fa-IR"/>
              </w:rPr>
              <w:t>استعمال عطر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809" w:history="1">
            <w:r w:rsidRPr="00B1426D">
              <w:rPr>
                <w:rStyle w:val="Hyperlink"/>
                <w:noProof/>
                <w:rtl/>
                <w:lang w:bidi="fa-IR"/>
              </w:rPr>
              <w:t>علاقه به ورزش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3832810" w:history="1">
            <w:r w:rsidRPr="00B1426D">
              <w:rPr>
                <w:rStyle w:val="Hyperlink"/>
                <w:noProof/>
                <w:rtl/>
                <w:lang w:bidi="fa-IR"/>
              </w:rPr>
              <w:t>4 - رفتارها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 xml:space="preserve"> علم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811" w:history="1">
            <w:r w:rsidRPr="00B1426D">
              <w:rPr>
                <w:rStyle w:val="Hyperlink"/>
                <w:noProof/>
                <w:rtl/>
                <w:lang w:bidi="fa-IR"/>
              </w:rPr>
              <w:t>تواضع علم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812" w:history="1">
            <w:r w:rsidRPr="00B1426D">
              <w:rPr>
                <w:rStyle w:val="Hyperlink"/>
                <w:noProof/>
                <w:rtl/>
                <w:lang w:bidi="fa-IR"/>
              </w:rPr>
              <w:t>اشت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>اق علم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813" w:history="1">
            <w:r w:rsidRPr="00B1426D">
              <w:rPr>
                <w:rStyle w:val="Hyperlink"/>
                <w:noProof/>
                <w:rtl/>
                <w:lang w:bidi="fa-IR"/>
              </w:rPr>
              <w:t>پشتکار علم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814" w:history="1">
            <w:r w:rsidRPr="00B1426D">
              <w:rPr>
                <w:rStyle w:val="Hyperlink"/>
                <w:noProof/>
                <w:rtl/>
                <w:lang w:bidi="fa-IR"/>
              </w:rPr>
              <w:t>تبادل علم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815" w:history="1">
            <w:r w:rsidRPr="00B1426D">
              <w:rPr>
                <w:rStyle w:val="Hyperlink"/>
                <w:noProof/>
                <w:rtl/>
                <w:lang w:bidi="fa-IR"/>
              </w:rPr>
              <w:t>رنج تحص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>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816" w:history="1">
            <w:r w:rsidRPr="00B1426D">
              <w:rPr>
                <w:rStyle w:val="Hyperlink"/>
                <w:noProof/>
                <w:rtl/>
                <w:lang w:bidi="fa-IR"/>
              </w:rPr>
              <w:t>احترام به استاد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817" w:history="1">
            <w:r w:rsidRPr="00B1426D">
              <w:rPr>
                <w:rStyle w:val="Hyperlink"/>
                <w:noProof/>
                <w:rtl/>
                <w:lang w:bidi="fa-IR"/>
              </w:rPr>
              <w:t>روح تعلم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3832818" w:history="1">
            <w:r w:rsidRPr="00B1426D">
              <w:rPr>
                <w:rStyle w:val="Hyperlink"/>
                <w:noProof/>
                <w:rtl/>
                <w:lang w:bidi="fa-IR"/>
              </w:rPr>
              <w:t>فصل دوم: اخلاق اجتماع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819" w:history="1">
            <w:r w:rsidRPr="00B1426D">
              <w:rPr>
                <w:rStyle w:val="Hyperlink"/>
                <w:noProof/>
                <w:rtl/>
                <w:lang w:bidi="fa-IR"/>
              </w:rPr>
              <w:t>امر به معروف و نه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 xml:space="preserve"> از منکر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820" w:history="1">
            <w:r w:rsidRPr="00B1426D">
              <w:rPr>
                <w:rStyle w:val="Hyperlink"/>
                <w:noProof/>
                <w:rtl/>
                <w:lang w:bidi="fa-IR"/>
              </w:rPr>
              <w:t>ظلم ست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>ز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821" w:history="1">
            <w:r w:rsidRPr="00B1426D">
              <w:rPr>
                <w:rStyle w:val="Hyperlink"/>
                <w:noProof/>
                <w:rtl/>
                <w:lang w:bidi="fa-IR"/>
              </w:rPr>
              <w:t>شهرت گر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>ز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822" w:history="1">
            <w:r w:rsidRPr="00B1426D">
              <w:rPr>
                <w:rStyle w:val="Hyperlink"/>
                <w:noProof/>
                <w:rtl/>
                <w:lang w:bidi="fa-IR"/>
              </w:rPr>
              <w:t>شا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>سته سالار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823" w:history="1">
            <w:r w:rsidRPr="00B1426D">
              <w:rPr>
                <w:rStyle w:val="Hyperlink"/>
                <w:noProof/>
                <w:rtl/>
                <w:lang w:bidi="fa-IR"/>
              </w:rPr>
              <w:t>حفظ آبرو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 xml:space="preserve"> مخالفان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824" w:history="1">
            <w:r w:rsidRPr="00B1426D">
              <w:rPr>
                <w:rStyle w:val="Hyperlink"/>
                <w:noProof/>
                <w:rtl/>
                <w:lang w:bidi="fa-IR"/>
              </w:rPr>
              <w:t>رعا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>ت انصاف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825" w:history="1">
            <w:r w:rsidRPr="00B1426D">
              <w:rPr>
                <w:rStyle w:val="Hyperlink"/>
                <w:noProof/>
                <w:rtl/>
                <w:lang w:bidi="fa-IR"/>
              </w:rPr>
              <w:t>وفا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 xml:space="preserve"> به عهد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826" w:history="1">
            <w:r w:rsidRPr="00B1426D">
              <w:rPr>
                <w:rStyle w:val="Hyperlink"/>
                <w:noProof/>
                <w:rtl/>
                <w:lang w:bidi="fa-IR"/>
              </w:rPr>
              <w:t>تأل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>ف قلوب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827" w:history="1">
            <w:r w:rsidRPr="00B1426D">
              <w:rPr>
                <w:rStyle w:val="Hyperlink"/>
                <w:noProof/>
                <w:rtl/>
                <w:lang w:bidi="fa-IR"/>
              </w:rPr>
              <w:t>اح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>ا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 xml:space="preserve"> سنت حسنه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828" w:history="1">
            <w:r w:rsidRPr="00B1426D">
              <w:rPr>
                <w:rStyle w:val="Hyperlink"/>
                <w:noProof/>
                <w:rtl/>
                <w:lang w:bidi="fa-IR"/>
              </w:rPr>
              <w:t>ترب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>ت د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>ن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829" w:history="1">
            <w:r w:rsidRPr="00B1426D">
              <w:rPr>
                <w:rStyle w:val="Hyperlink"/>
                <w:noProof/>
                <w:rtl/>
                <w:lang w:bidi="fa-IR"/>
              </w:rPr>
              <w:t>صفا و صم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>م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830" w:history="1">
            <w:r w:rsidRPr="00B1426D">
              <w:rPr>
                <w:rStyle w:val="Hyperlink"/>
                <w:noProof/>
                <w:rtl/>
                <w:lang w:bidi="fa-IR"/>
              </w:rPr>
              <w:t>رعا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>ت حقوق برادر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831" w:history="1">
            <w:r w:rsidRPr="00B1426D">
              <w:rPr>
                <w:rStyle w:val="Hyperlink"/>
                <w:noProof/>
                <w:rtl/>
                <w:lang w:bidi="fa-IR"/>
              </w:rPr>
              <w:t>پ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>ش دست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 xml:space="preserve"> در سلام کردن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832" w:history="1">
            <w:r w:rsidRPr="00B1426D">
              <w:rPr>
                <w:rStyle w:val="Hyperlink"/>
                <w:noProof/>
                <w:rtl/>
                <w:lang w:bidi="fa-IR"/>
              </w:rPr>
              <w:t>همدل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833" w:history="1">
            <w:r w:rsidRPr="00B1426D">
              <w:rPr>
                <w:rStyle w:val="Hyperlink"/>
                <w:noProof/>
                <w:rtl/>
                <w:lang w:bidi="fa-IR"/>
              </w:rPr>
              <w:t>توجه به ن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>ازها (ن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>ازسنج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834" w:history="1">
            <w:r w:rsidRPr="00B1426D">
              <w:rPr>
                <w:rStyle w:val="Hyperlink"/>
                <w:noProof/>
                <w:rtl/>
                <w:lang w:bidi="fa-IR"/>
              </w:rPr>
              <w:t>فر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>اد رس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835" w:history="1">
            <w:r w:rsidRPr="00B1426D">
              <w:rPr>
                <w:rStyle w:val="Hyperlink"/>
                <w:noProof/>
                <w:rtl/>
                <w:lang w:bidi="fa-IR"/>
              </w:rPr>
              <w:t>خوش رفتار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 xml:space="preserve"> با مردم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836" w:history="1">
            <w:r w:rsidRPr="00B1426D">
              <w:rPr>
                <w:rStyle w:val="Hyperlink"/>
                <w:noProof/>
                <w:rtl/>
                <w:lang w:bidi="fa-IR"/>
              </w:rPr>
              <w:t>اهم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>ت به حضور اجتماع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 xml:space="preserve"> روحان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>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837" w:history="1">
            <w:r w:rsidRPr="00B1426D">
              <w:rPr>
                <w:rStyle w:val="Hyperlink"/>
                <w:noProof/>
                <w:rtl/>
                <w:lang w:bidi="fa-IR"/>
              </w:rPr>
              <w:t>گذشت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838" w:history="1">
            <w:r w:rsidRPr="00B1426D">
              <w:rPr>
                <w:rStyle w:val="Hyperlink"/>
                <w:noProof/>
                <w:rtl/>
                <w:lang w:bidi="fa-IR"/>
              </w:rPr>
              <w:t>از خود گذشتگ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839" w:history="1">
            <w:r w:rsidRPr="00B1426D">
              <w:rPr>
                <w:rStyle w:val="Hyperlink"/>
                <w:noProof/>
                <w:rtl/>
                <w:lang w:bidi="fa-IR"/>
              </w:rPr>
              <w:t>پ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>ش دست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 xml:space="preserve"> در کار خ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>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840" w:history="1"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>کسان نگر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841" w:history="1">
            <w:r w:rsidRPr="00B1426D">
              <w:rPr>
                <w:rStyle w:val="Hyperlink"/>
                <w:noProof/>
                <w:rtl/>
                <w:lang w:bidi="fa-IR"/>
              </w:rPr>
              <w:t>رعا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>ت حقوق همسا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>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842" w:history="1">
            <w:r w:rsidRPr="00B1426D">
              <w:rPr>
                <w:rStyle w:val="Hyperlink"/>
                <w:noProof/>
                <w:rtl/>
                <w:lang w:bidi="fa-IR"/>
              </w:rPr>
              <w:t>مهمان نواز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843" w:history="1">
            <w:r w:rsidRPr="00B1426D">
              <w:rPr>
                <w:rStyle w:val="Hyperlink"/>
                <w:noProof/>
                <w:rtl/>
                <w:lang w:bidi="fa-IR"/>
              </w:rPr>
              <w:t>مشکل گشا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844" w:history="1">
            <w:r w:rsidRPr="00B1426D">
              <w:rPr>
                <w:rStyle w:val="Hyperlink"/>
                <w:noProof/>
                <w:rtl/>
                <w:lang w:bidi="fa-IR"/>
              </w:rPr>
              <w:t>خدمت گزار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845" w:history="1">
            <w:r w:rsidRPr="00B1426D">
              <w:rPr>
                <w:rStyle w:val="Hyperlink"/>
                <w:noProof/>
                <w:rtl/>
                <w:lang w:bidi="fa-IR"/>
              </w:rPr>
              <w:t>پاسخ گو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Pr="00B1426D">
              <w:rPr>
                <w:rStyle w:val="Hyperlink"/>
                <w:noProof/>
                <w:rtl/>
                <w:lang w:bidi="fa-IR"/>
              </w:rPr>
              <w:t xml:space="preserve"> سر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>ع به مردم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846" w:history="1">
            <w:r w:rsidRPr="00B1426D">
              <w:rPr>
                <w:rStyle w:val="Hyperlink"/>
                <w:noProof/>
                <w:rtl/>
                <w:lang w:bidi="fa-IR"/>
              </w:rPr>
              <w:t>احترام به کودکان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3832847" w:history="1">
            <w:r w:rsidRPr="00B1426D">
              <w:rPr>
                <w:rStyle w:val="Hyperlink"/>
                <w:noProof/>
                <w:rtl/>
                <w:lang w:bidi="fa-IR"/>
              </w:rPr>
              <w:t>فصل سوم: اخلاق خانوادگ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848" w:history="1">
            <w:r w:rsidRPr="00B1426D">
              <w:rPr>
                <w:rStyle w:val="Hyperlink"/>
                <w:noProof/>
                <w:rtl/>
                <w:lang w:bidi="fa-IR"/>
              </w:rPr>
              <w:t>احترام به پدر و مادر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849" w:history="1">
            <w:r w:rsidRPr="00B1426D">
              <w:rPr>
                <w:rStyle w:val="Hyperlink"/>
                <w:noProof/>
                <w:rtl/>
                <w:lang w:bidi="fa-IR"/>
              </w:rPr>
              <w:t>خدمت به مادر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850" w:history="1">
            <w:r w:rsidRPr="00B1426D">
              <w:rPr>
                <w:rStyle w:val="Hyperlink"/>
                <w:noProof/>
                <w:rtl/>
                <w:lang w:bidi="fa-IR"/>
              </w:rPr>
              <w:t>قدردان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 xml:space="preserve"> از همسر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851" w:history="1">
            <w:r w:rsidRPr="00B1426D">
              <w:rPr>
                <w:rStyle w:val="Hyperlink"/>
                <w:noProof/>
                <w:rtl/>
                <w:lang w:bidi="fa-IR"/>
              </w:rPr>
              <w:t>هم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>ار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 xml:space="preserve"> همسر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852" w:history="1">
            <w:r w:rsidRPr="00B1426D">
              <w:rPr>
                <w:rStyle w:val="Hyperlink"/>
                <w:noProof/>
                <w:rtl/>
                <w:lang w:bidi="fa-IR"/>
              </w:rPr>
              <w:t>ترج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>ح دانش بر ثروت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853" w:history="1">
            <w:r w:rsidRPr="00B1426D">
              <w:rPr>
                <w:rStyle w:val="Hyperlink"/>
                <w:noProof/>
                <w:rtl/>
                <w:lang w:bidi="fa-IR"/>
              </w:rPr>
              <w:t>محبت در کانون خانواده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854" w:history="1">
            <w:r w:rsidRPr="00B1426D">
              <w:rPr>
                <w:rStyle w:val="Hyperlink"/>
                <w:noProof/>
                <w:rtl/>
                <w:lang w:bidi="fa-IR"/>
              </w:rPr>
              <w:t>توجه به خانواده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855" w:history="1">
            <w:r w:rsidRPr="00B1426D">
              <w:rPr>
                <w:rStyle w:val="Hyperlink"/>
                <w:noProof/>
                <w:rtl/>
                <w:lang w:bidi="fa-IR"/>
              </w:rPr>
              <w:t>رعا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>ت حال خانواده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856" w:history="1">
            <w:r w:rsidRPr="00B1426D">
              <w:rPr>
                <w:rStyle w:val="Hyperlink"/>
                <w:noProof/>
                <w:rtl/>
                <w:lang w:bidi="fa-IR"/>
              </w:rPr>
              <w:t>ترب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>ت د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>ن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 xml:space="preserve"> فرزندان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857" w:history="1">
            <w:r w:rsidRPr="00B1426D">
              <w:rPr>
                <w:rStyle w:val="Hyperlink"/>
                <w:noProof/>
                <w:rtl/>
                <w:lang w:bidi="fa-IR"/>
              </w:rPr>
              <w:t>تکر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>م فرزندان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858" w:history="1">
            <w:r w:rsidRPr="00B1426D">
              <w:rPr>
                <w:rStyle w:val="Hyperlink"/>
                <w:noProof/>
                <w:rtl/>
                <w:lang w:bidi="fa-IR"/>
              </w:rPr>
              <w:t>محبت به کودکان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859" w:history="1">
            <w:r w:rsidRPr="00B1426D">
              <w:rPr>
                <w:rStyle w:val="Hyperlink"/>
                <w:noProof/>
                <w:rtl/>
                <w:lang w:bidi="fa-IR"/>
              </w:rPr>
              <w:t>آزاد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 xml:space="preserve"> دادن به کودکان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860" w:history="1">
            <w:r w:rsidRPr="00B1426D">
              <w:rPr>
                <w:rStyle w:val="Hyperlink"/>
                <w:noProof/>
                <w:rtl/>
                <w:lang w:bidi="fa-IR"/>
              </w:rPr>
              <w:t>تشو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>ق کودکان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861" w:history="1">
            <w:r w:rsidRPr="00B1426D">
              <w:rPr>
                <w:rStyle w:val="Hyperlink"/>
                <w:noProof/>
                <w:rtl/>
                <w:lang w:bidi="fa-IR"/>
              </w:rPr>
              <w:t>پره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>ز از تنب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>ه کودکان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862" w:history="1">
            <w:r w:rsidRPr="00B1426D">
              <w:rPr>
                <w:rStyle w:val="Hyperlink"/>
                <w:noProof/>
                <w:rtl/>
                <w:lang w:bidi="fa-IR"/>
              </w:rPr>
              <w:t>غ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>رت مدار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3832863" w:history="1">
            <w:r w:rsidRPr="00B1426D">
              <w:rPr>
                <w:rStyle w:val="Hyperlink"/>
                <w:noProof/>
                <w:rtl/>
                <w:lang w:bidi="fa-IR"/>
              </w:rPr>
              <w:t>فصل چهارم: اخلاق اقتصاد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864" w:history="1">
            <w:r w:rsidRPr="00B1426D">
              <w:rPr>
                <w:rStyle w:val="Hyperlink"/>
                <w:noProof/>
                <w:rtl/>
                <w:lang w:bidi="fa-IR"/>
              </w:rPr>
              <w:t>ساده ز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>ست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865" w:history="1">
            <w:r w:rsidRPr="00B1426D">
              <w:rPr>
                <w:rStyle w:val="Hyperlink"/>
                <w:noProof/>
                <w:rtl/>
                <w:lang w:bidi="fa-IR"/>
              </w:rPr>
              <w:t>قناعت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866" w:history="1"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>ار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 xml:space="preserve"> رساندن به د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>گران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867" w:history="1">
            <w:r w:rsidRPr="00B1426D">
              <w:rPr>
                <w:rStyle w:val="Hyperlink"/>
                <w:noProof/>
                <w:rtl/>
                <w:lang w:bidi="fa-IR"/>
              </w:rPr>
              <w:t>انفاق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868" w:history="1">
            <w:r w:rsidRPr="00B1426D">
              <w:rPr>
                <w:rStyle w:val="Hyperlink"/>
                <w:noProof/>
                <w:rtl/>
                <w:lang w:bidi="fa-IR"/>
              </w:rPr>
              <w:t>ا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>ثار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869" w:history="1">
            <w:r w:rsidRPr="00B1426D">
              <w:rPr>
                <w:rStyle w:val="Hyperlink"/>
                <w:noProof/>
                <w:rtl/>
                <w:lang w:bidi="fa-IR"/>
              </w:rPr>
              <w:t>کمک آبرومندانه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870" w:history="1">
            <w:r w:rsidRPr="00B1426D">
              <w:rPr>
                <w:rStyle w:val="Hyperlink"/>
                <w:noProof/>
                <w:rtl/>
                <w:lang w:bidi="fa-IR"/>
              </w:rPr>
              <w:t>مسک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>ن نواز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871" w:history="1">
            <w:r w:rsidRPr="00B1426D">
              <w:rPr>
                <w:rStyle w:val="Hyperlink"/>
                <w:noProof/>
                <w:rtl/>
                <w:lang w:bidi="fa-IR"/>
              </w:rPr>
              <w:t>جد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>ت در کار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872" w:history="1">
            <w:r w:rsidRPr="00B1426D">
              <w:rPr>
                <w:rStyle w:val="Hyperlink"/>
                <w:noProof/>
                <w:rtl/>
                <w:lang w:bidi="fa-IR"/>
              </w:rPr>
              <w:t>احت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1426D">
              <w:rPr>
                <w:rStyle w:val="Hyperlink"/>
                <w:noProof/>
                <w:rtl/>
                <w:lang w:bidi="fa-IR"/>
              </w:rPr>
              <w:t>اط در گرفتن وجوهات شرع</w:t>
            </w:r>
            <w:r w:rsidRPr="00B1426D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873" w:history="1">
            <w:r w:rsidRPr="00B1426D">
              <w:rPr>
                <w:rStyle w:val="Hyperlink"/>
                <w:noProof/>
                <w:rtl/>
                <w:lang w:bidi="fa-IR"/>
              </w:rPr>
              <w:t>فقر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23832874" w:history="1">
            <w:r w:rsidRPr="00B1426D">
              <w:rPr>
                <w:rStyle w:val="Hyperlink"/>
                <w:noProof/>
                <w:rtl/>
                <w:lang w:bidi="fa-IR"/>
              </w:rPr>
              <w:t>کتاب نامه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23832875" w:history="1">
            <w:r w:rsidRPr="00B1426D">
              <w:rPr>
                <w:rStyle w:val="Hyperlink"/>
                <w:noProof/>
                <w:rtl/>
                <w:lang w:bidi="fa-IR"/>
              </w:rPr>
              <w:t>فهرست 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Toc523832875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33A13" w:rsidRDefault="00F33A13">
          <w:r>
            <w:fldChar w:fldCharType="end"/>
          </w:r>
        </w:p>
      </w:sdtContent>
    </w:sdt>
    <w:p w:rsidR="00631EFB" w:rsidRDefault="00631EFB" w:rsidP="00631EFB">
      <w:pPr>
        <w:pStyle w:val="libNormal"/>
        <w:rPr>
          <w:rtl/>
          <w:lang w:bidi="fa-IR"/>
        </w:rPr>
      </w:pPr>
    </w:p>
    <w:sectPr w:rsidR="00631EFB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7B30" w:rsidRDefault="00FF7B30">
      <w:r>
        <w:separator/>
      </w:r>
    </w:p>
  </w:endnote>
  <w:endnote w:type="continuationSeparator" w:id="0">
    <w:p w:rsidR="00FF7B30" w:rsidRDefault="00FF7B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Badr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A83" w:rsidRDefault="00F12A83">
    <w:pPr>
      <w:pStyle w:val="Footer"/>
    </w:pPr>
    <w:fldSimple w:instr=" PAGE   \* MERGEFORMAT ">
      <w:r w:rsidR="008C2CC5">
        <w:rPr>
          <w:noProof/>
          <w:rtl/>
        </w:rPr>
        <w:t>246</w:t>
      </w:r>
    </w:fldSimple>
  </w:p>
  <w:p w:rsidR="00F12A83" w:rsidRDefault="00F12A8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A83" w:rsidRDefault="00F12A83">
    <w:pPr>
      <w:pStyle w:val="Footer"/>
    </w:pPr>
    <w:fldSimple w:instr=" PAGE   \* MERGEFORMAT ">
      <w:r w:rsidR="008C2CC5">
        <w:rPr>
          <w:noProof/>
          <w:rtl/>
        </w:rPr>
        <w:t>247</w:t>
      </w:r>
    </w:fldSimple>
  </w:p>
  <w:p w:rsidR="00F12A83" w:rsidRDefault="00F12A8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A83" w:rsidRDefault="00F12A83">
    <w:pPr>
      <w:pStyle w:val="Footer"/>
    </w:pPr>
    <w:fldSimple w:instr=" PAGE   \* MERGEFORMAT ">
      <w:r w:rsidR="008C2CC5">
        <w:rPr>
          <w:noProof/>
          <w:rtl/>
        </w:rPr>
        <w:t>1</w:t>
      </w:r>
    </w:fldSimple>
  </w:p>
  <w:p w:rsidR="00F12A83" w:rsidRDefault="00F12A8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7B30" w:rsidRDefault="00FF7B30">
      <w:r>
        <w:separator/>
      </w:r>
    </w:p>
  </w:footnote>
  <w:footnote w:type="continuationSeparator" w:id="0">
    <w:p w:rsidR="00FF7B30" w:rsidRDefault="00FF7B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DDD"/>
    <w:rsid w:val="00000DDD"/>
    <w:rsid w:val="00005A19"/>
    <w:rsid w:val="00010942"/>
    <w:rsid w:val="000217A6"/>
    <w:rsid w:val="000228A4"/>
    <w:rsid w:val="00024AA0"/>
    <w:rsid w:val="000267FE"/>
    <w:rsid w:val="00030622"/>
    <w:rsid w:val="00040272"/>
    <w:rsid w:val="00040798"/>
    <w:rsid w:val="00043023"/>
    <w:rsid w:val="00054406"/>
    <w:rsid w:val="0006216A"/>
    <w:rsid w:val="00067F84"/>
    <w:rsid w:val="00070313"/>
    <w:rsid w:val="00071C97"/>
    <w:rsid w:val="000761F7"/>
    <w:rsid w:val="00076A3A"/>
    <w:rsid w:val="00092805"/>
    <w:rsid w:val="00092A0C"/>
    <w:rsid w:val="00096C12"/>
    <w:rsid w:val="000A7750"/>
    <w:rsid w:val="000B3A56"/>
    <w:rsid w:val="000B77AC"/>
    <w:rsid w:val="000C0A89"/>
    <w:rsid w:val="000C7722"/>
    <w:rsid w:val="000D0932"/>
    <w:rsid w:val="000D180B"/>
    <w:rsid w:val="000D1BDF"/>
    <w:rsid w:val="000D1D47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27089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3F2C"/>
    <w:rsid w:val="00157306"/>
    <w:rsid w:val="00160F76"/>
    <w:rsid w:val="00163D83"/>
    <w:rsid w:val="00164767"/>
    <w:rsid w:val="00164810"/>
    <w:rsid w:val="00165C3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0F6"/>
    <w:rsid w:val="001B07B7"/>
    <w:rsid w:val="001B16FD"/>
    <w:rsid w:val="001B577F"/>
    <w:rsid w:val="001B702D"/>
    <w:rsid w:val="001B7407"/>
    <w:rsid w:val="001C5EDB"/>
    <w:rsid w:val="001D41A1"/>
    <w:rsid w:val="001D60DA"/>
    <w:rsid w:val="001D67C0"/>
    <w:rsid w:val="001E25DC"/>
    <w:rsid w:val="001E4B5F"/>
    <w:rsid w:val="001F0713"/>
    <w:rsid w:val="001F160F"/>
    <w:rsid w:val="001F4BD2"/>
    <w:rsid w:val="00202C7B"/>
    <w:rsid w:val="002054C5"/>
    <w:rsid w:val="00213662"/>
    <w:rsid w:val="002139CB"/>
    <w:rsid w:val="00214801"/>
    <w:rsid w:val="0021658C"/>
    <w:rsid w:val="00222DD1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B7B06"/>
    <w:rsid w:val="002C1009"/>
    <w:rsid w:val="002C3E3A"/>
    <w:rsid w:val="002C4FEF"/>
    <w:rsid w:val="002C5C66"/>
    <w:rsid w:val="002C6427"/>
    <w:rsid w:val="002D0E5C"/>
    <w:rsid w:val="002D19A9"/>
    <w:rsid w:val="002D2485"/>
    <w:rsid w:val="002D4021"/>
    <w:rsid w:val="002D4CD3"/>
    <w:rsid w:val="002D580E"/>
    <w:rsid w:val="002E19EE"/>
    <w:rsid w:val="002E4D3D"/>
    <w:rsid w:val="002E5CA1"/>
    <w:rsid w:val="002E6022"/>
    <w:rsid w:val="002F3626"/>
    <w:rsid w:val="00301EBF"/>
    <w:rsid w:val="00303D54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63F3"/>
    <w:rsid w:val="0039787F"/>
    <w:rsid w:val="00397DC2"/>
    <w:rsid w:val="003A1475"/>
    <w:rsid w:val="003A15F0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471E"/>
    <w:rsid w:val="003C7C08"/>
    <w:rsid w:val="003D2459"/>
    <w:rsid w:val="003D28ED"/>
    <w:rsid w:val="003D3107"/>
    <w:rsid w:val="003D4E3A"/>
    <w:rsid w:val="003E148D"/>
    <w:rsid w:val="003E33A9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4107"/>
    <w:rsid w:val="00455A59"/>
    <w:rsid w:val="00457F70"/>
    <w:rsid w:val="0046634E"/>
    <w:rsid w:val="00467765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6BCF"/>
    <w:rsid w:val="004D7678"/>
    <w:rsid w:val="004D7CD7"/>
    <w:rsid w:val="004E6E95"/>
    <w:rsid w:val="004F4B1F"/>
    <w:rsid w:val="004F58BA"/>
    <w:rsid w:val="005022E5"/>
    <w:rsid w:val="00502651"/>
    <w:rsid w:val="005077E7"/>
    <w:rsid w:val="0051305D"/>
    <w:rsid w:val="00520645"/>
    <w:rsid w:val="005254BC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039B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0D5D"/>
    <w:rsid w:val="005B19FB"/>
    <w:rsid w:val="005B2DE4"/>
    <w:rsid w:val="005B3C7C"/>
    <w:rsid w:val="005B4DD0"/>
    <w:rsid w:val="005B56BE"/>
    <w:rsid w:val="005B68D5"/>
    <w:rsid w:val="005B7CFD"/>
    <w:rsid w:val="005C0E2F"/>
    <w:rsid w:val="005C504A"/>
    <w:rsid w:val="005D2C72"/>
    <w:rsid w:val="005D316A"/>
    <w:rsid w:val="005E2913"/>
    <w:rsid w:val="005E4DD0"/>
    <w:rsid w:val="005E7821"/>
    <w:rsid w:val="00613E8E"/>
    <w:rsid w:val="00614301"/>
    <w:rsid w:val="00620B12"/>
    <w:rsid w:val="006210F4"/>
    <w:rsid w:val="006224EE"/>
    <w:rsid w:val="00625C71"/>
    <w:rsid w:val="00627A7B"/>
    <w:rsid w:val="00631EFB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02C6"/>
    <w:rsid w:val="006726F6"/>
    <w:rsid w:val="00672E5A"/>
    <w:rsid w:val="006747DF"/>
    <w:rsid w:val="00675BF7"/>
    <w:rsid w:val="00682902"/>
    <w:rsid w:val="00684527"/>
    <w:rsid w:val="0068652E"/>
    <w:rsid w:val="00687928"/>
    <w:rsid w:val="0069163F"/>
    <w:rsid w:val="00691DBB"/>
    <w:rsid w:val="00692C11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00EB"/>
    <w:rsid w:val="00700595"/>
    <w:rsid w:val="00701353"/>
    <w:rsid w:val="0070524C"/>
    <w:rsid w:val="00710619"/>
    <w:rsid w:val="00713634"/>
    <w:rsid w:val="00713B2B"/>
    <w:rsid w:val="007166B4"/>
    <w:rsid w:val="00717AB1"/>
    <w:rsid w:val="00717C64"/>
    <w:rsid w:val="00721FA0"/>
    <w:rsid w:val="00723983"/>
    <w:rsid w:val="00723D07"/>
    <w:rsid w:val="00725377"/>
    <w:rsid w:val="00725F9E"/>
    <w:rsid w:val="0073042E"/>
    <w:rsid w:val="00730E45"/>
    <w:rsid w:val="00731AD7"/>
    <w:rsid w:val="007355A7"/>
    <w:rsid w:val="00735A8E"/>
    <w:rsid w:val="00740DAD"/>
    <w:rsid w:val="00740E80"/>
    <w:rsid w:val="007421E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3D2"/>
    <w:rsid w:val="007B5CD8"/>
    <w:rsid w:val="007B6D51"/>
    <w:rsid w:val="007C23F4"/>
    <w:rsid w:val="007C3DC9"/>
    <w:rsid w:val="007D0AE5"/>
    <w:rsid w:val="007D1D2B"/>
    <w:rsid w:val="007D4810"/>
    <w:rsid w:val="007D48CE"/>
    <w:rsid w:val="007D5FD1"/>
    <w:rsid w:val="007E2EBF"/>
    <w:rsid w:val="007E6DD9"/>
    <w:rsid w:val="007F4190"/>
    <w:rsid w:val="007F4E53"/>
    <w:rsid w:val="0080155A"/>
    <w:rsid w:val="00806335"/>
    <w:rsid w:val="008105E2"/>
    <w:rsid w:val="008128CA"/>
    <w:rsid w:val="00813440"/>
    <w:rsid w:val="00821493"/>
    <w:rsid w:val="00826B87"/>
    <w:rsid w:val="008273AA"/>
    <w:rsid w:val="00827AB8"/>
    <w:rsid w:val="00831B8F"/>
    <w:rsid w:val="008359C4"/>
    <w:rsid w:val="00837259"/>
    <w:rsid w:val="0084238B"/>
    <w:rsid w:val="0084318E"/>
    <w:rsid w:val="0084496F"/>
    <w:rsid w:val="00850983"/>
    <w:rsid w:val="008541F2"/>
    <w:rsid w:val="00856941"/>
    <w:rsid w:val="0085698F"/>
    <w:rsid w:val="00857A7C"/>
    <w:rsid w:val="00860D2C"/>
    <w:rsid w:val="0086345B"/>
    <w:rsid w:val="00863C5E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2CC5"/>
    <w:rsid w:val="008C3327"/>
    <w:rsid w:val="008D1B93"/>
    <w:rsid w:val="008D5FE6"/>
    <w:rsid w:val="008D6657"/>
    <w:rsid w:val="008E1FA7"/>
    <w:rsid w:val="008E4D2E"/>
    <w:rsid w:val="008F1A24"/>
    <w:rsid w:val="008F24C2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88A"/>
    <w:rsid w:val="009257A0"/>
    <w:rsid w:val="00927601"/>
    <w:rsid w:val="00927D62"/>
    <w:rsid w:val="00931D57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95F94"/>
    <w:rsid w:val="009A24B2"/>
    <w:rsid w:val="009A53CC"/>
    <w:rsid w:val="009A7001"/>
    <w:rsid w:val="009A7DA5"/>
    <w:rsid w:val="009B01D4"/>
    <w:rsid w:val="009B0C22"/>
    <w:rsid w:val="009B4036"/>
    <w:rsid w:val="009B5C7D"/>
    <w:rsid w:val="009B7253"/>
    <w:rsid w:val="009D3969"/>
    <w:rsid w:val="009D641F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5A8D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00F4"/>
    <w:rsid w:val="00A40FA4"/>
    <w:rsid w:val="00A44704"/>
    <w:rsid w:val="00A478DC"/>
    <w:rsid w:val="00A50FBD"/>
    <w:rsid w:val="00A51FCA"/>
    <w:rsid w:val="00A6076B"/>
    <w:rsid w:val="00A60B19"/>
    <w:rsid w:val="00A60E79"/>
    <w:rsid w:val="00A6486D"/>
    <w:rsid w:val="00A66778"/>
    <w:rsid w:val="00A668D6"/>
    <w:rsid w:val="00A7123D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B0435"/>
    <w:rsid w:val="00AB1F96"/>
    <w:rsid w:val="00AB49D8"/>
    <w:rsid w:val="00AB5AFC"/>
    <w:rsid w:val="00AB5B22"/>
    <w:rsid w:val="00AC214F"/>
    <w:rsid w:val="00AC225D"/>
    <w:rsid w:val="00AC28CD"/>
    <w:rsid w:val="00AC6146"/>
    <w:rsid w:val="00AC64A5"/>
    <w:rsid w:val="00AD0F7D"/>
    <w:rsid w:val="00AD2964"/>
    <w:rsid w:val="00AD365B"/>
    <w:rsid w:val="00AE0778"/>
    <w:rsid w:val="00AE1E35"/>
    <w:rsid w:val="00AE3A06"/>
    <w:rsid w:val="00AE4D35"/>
    <w:rsid w:val="00AE5DAC"/>
    <w:rsid w:val="00AE6117"/>
    <w:rsid w:val="00AE64FD"/>
    <w:rsid w:val="00AF0A2F"/>
    <w:rsid w:val="00AF217C"/>
    <w:rsid w:val="00AF33DF"/>
    <w:rsid w:val="00AF4D50"/>
    <w:rsid w:val="00AF6FBA"/>
    <w:rsid w:val="00AF7C95"/>
    <w:rsid w:val="00B00E27"/>
    <w:rsid w:val="00B01257"/>
    <w:rsid w:val="00B1002E"/>
    <w:rsid w:val="00B10CA1"/>
    <w:rsid w:val="00B11AF5"/>
    <w:rsid w:val="00B129E5"/>
    <w:rsid w:val="00B12ED2"/>
    <w:rsid w:val="00B17010"/>
    <w:rsid w:val="00B24ABA"/>
    <w:rsid w:val="00B300E7"/>
    <w:rsid w:val="00B37FEA"/>
    <w:rsid w:val="00B426ED"/>
    <w:rsid w:val="00B42E0C"/>
    <w:rsid w:val="00B47827"/>
    <w:rsid w:val="00B50444"/>
    <w:rsid w:val="00B506FA"/>
    <w:rsid w:val="00B523B5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96846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5940"/>
    <w:rsid w:val="00BE7ED8"/>
    <w:rsid w:val="00BF3B5E"/>
    <w:rsid w:val="00C005CF"/>
    <w:rsid w:val="00C029D7"/>
    <w:rsid w:val="00C07E02"/>
    <w:rsid w:val="00C121B4"/>
    <w:rsid w:val="00C1570C"/>
    <w:rsid w:val="00C22361"/>
    <w:rsid w:val="00C26D89"/>
    <w:rsid w:val="00C31833"/>
    <w:rsid w:val="00C33018"/>
    <w:rsid w:val="00C33B4D"/>
    <w:rsid w:val="00C34E44"/>
    <w:rsid w:val="00C355AE"/>
    <w:rsid w:val="00C35A49"/>
    <w:rsid w:val="00C36AF1"/>
    <w:rsid w:val="00C37458"/>
    <w:rsid w:val="00C37AF7"/>
    <w:rsid w:val="00C45E29"/>
    <w:rsid w:val="00C554CC"/>
    <w:rsid w:val="00C56CFB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C4FE6"/>
    <w:rsid w:val="00CD1FC1"/>
    <w:rsid w:val="00CD66FF"/>
    <w:rsid w:val="00CD72D4"/>
    <w:rsid w:val="00CE30CD"/>
    <w:rsid w:val="00CF00F5"/>
    <w:rsid w:val="00CF137D"/>
    <w:rsid w:val="00D0599C"/>
    <w:rsid w:val="00D10971"/>
    <w:rsid w:val="00D1143F"/>
    <w:rsid w:val="00D20EAE"/>
    <w:rsid w:val="00D212D5"/>
    <w:rsid w:val="00D24B24"/>
    <w:rsid w:val="00D24EB0"/>
    <w:rsid w:val="00D25987"/>
    <w:rsid w:val="00D33A32"/>
    <w:rsid w:val="00D40BA9"/>
    <w:rsid w:val="00D449F0"/>
    <w:rsid w:val="00D46C32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91B67"/>
    <w:rsid w:val="00D91B70"/>
    <w:rsid w:val="00D92CDF"/>
    <w:rsid w:val="00DA5931"/>
    <w:rsid w:val="00DA722B"/>
    <w:rsid w:val="00DB2424"/>
    <w:rsid w:val="00DB3E84"/>
    <w:rsid w:val="00DB4243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5F24"/>
    <w:rsid w:val="00E264A4"/>
    <w:rsid w:val="00E40FCC"/>
    <w:rsid w:val="00E43122"/>
    <w:rsid w:val="00E44003"/>
    <w:rsid w:val="00E456A5"/>
    <w:rsid w:val="00E50FF4"/>
    <w:rsid w:val="00E5512D"/>
    <w:rsid w:val="00E574E5"/>
    <w:rsid w:val="00E6232E"/>
    <w:rsid w:val="00E63C51"/>
    <w:rsid w:val="00E71139"/>
    <w:rsid w:val="00E74F63"/>
    <w:rsid w:val="00E7602E"/>
    <w:rsid w:val="00E87FE8"/>
    <w:rsid w:val="00E90664"/>
    <w:rsid w:val="00E917D6"/>
    <w:rsid w:val="00E93A84"/>
    <w:rsid w:val="00E96F05"/>
    <w:rsid w:val="00EA340E"/>
    <w:rsid w:val="00EA3B1F"/>
    <w:rsid w:val="00EB55D0"/>
    <w:rsid w:val="00EB5646"/>
    <w:rsid w:val="00EB5ADB"/>
    <w:rsid w:val="00EB61F4"/>
    <w:rsid w:val="00EC0F78"/>
    <w:rsid w:val="00EC1A32"/>
    <w:rsid w:val="00EC1A39"/>
    <w:rsid w:val="00EC381F"/>
    <w:rsid w:val="00EC5C01"/>
    <w:rsid w:val="00ED0DD0"/>
    <w:rsid w:val="00ED3DFD"/>
    <w:rsid w:val="00ED3F21"/>
    <w:rsid w:val="00ED4263"/>
    <w:rsid w:val="00EE260F"/>
    <w:rsid w:val="00EE4843"/>
    <w:rsid w:val="00EE56E1"/>
    <w:rsid w:val="00EE604B"/>
    <w:rsid w:val="00EE6B33"/>
    <w:rsid w:val="00EF00A4"/>
    <w:rsid w:val="00EF0462"/>
    <w:rsid w:val="00EF6505"/>
    <w:rsid w:val="00EF7A6F"/>
    <w:rsid w:val="00F02C57"/>
    <w:rsid w:val="00F070E5"/>
    <w:rsid w:val="00F07D33"/>
    <w:rsid w:val="00F12253"/>
    <w:rsid w:val="00F12A83"/>
    <w:rsid w:val="00F1517E"/>
    <w:rsid w:val="00F16678"/>
    <w:rsid w:val="00F16834"/>
    <w:rsid w:val="00F26388"/>
    <w:rsid w:val="00F3089C"/>
    <w:rsid w:val="00F31BE3"/>
    <w:rsid w:val="00F33A13"/>
    <w:rsid w:val="00F34B21"/>
    <w:rsid w:val="00F34CA5"/>
    <w:rsid w:val="00F41E90"/>
    <w:rsid w:val="00F436BF"/>
    <w:rsid w:val="00F515B7"/>
    <w:rsid w:val="00F51E87"/>
    <w:rsid w:val="00F53507"/>
    <w:rsid w:val="00F571FE"/>
    <w:rsid w:val="00F638A5"/>
    <w:rsid w:val="00F65587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4C28"/>
    <w:rsid w:val="00FB7CFB"/>
    <w:rsid w:val="00FC002F"/>
    <w:rsid w:val="00FC7297"/>
    <w:rsid w:val="00FD04E0"/>
    <w:rsid w:val="00FD2AA4"/>
    <w:rsid w:val="00FD3E49"/>
    <w:rsid w:val="00FE01AC"/>
    <w:rsid w:val="00FE0BFA"/>
    <w:rsid w:val="00FE0D85"/>
    <w:rsid w:val="00FF08F6"/>
    <w:rsid w:val="00FF7B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24C2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725F9E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C225D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725F9E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link w:val="libCenterBold1Char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link w:val="libCenterBold2Char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rsid w:val="008C2CC5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8C2CC5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F16834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F24C2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8F24C2"/>
    <w:rPr>
      <w:color w:val="0000FF" w:themeColor="hyperlink"/>
      <w:u w:val="single"/>
    </w:rPr>
  </w:style>
  <w:style w:type="paragraph" w:customStyle="1" w:styleId="libTitr1">
    <w:name w:val="libTitr1"/>
    <w:basedOn w:val="libCenterBold1"/>
    <w:link w:val="libTitr1Char"/>
    <w:qFormat/>
    <w:rsid w:val="00F515B7"/>
  </w:style>
  <w:style w:type="paragraph" w:customStyle="1" w:styleId="libTitr2">
    <w:name w:val="libTitr2"/>
    <w:basedOn w:val="libCenterBold2"/>
    <w:link w:val="libTitr2Char"/>
    <w:qFormat/>
    <w:rsid w:val="00F515B7"/>
  </w:style>
  <w:style w:type="character" w:customStyle="1" w:styleId="libCenterBold1Char">
    <w:name w:val="libCenterBold1 Char"/>
    <w:basedOn w:val="libNormal0Char"/>
    <w:link w:val="libCenterBold1"/>
    <w:rsid w:val="00F515B7"/>
    <w:rPr>
      <w:rFonts w:ascii="B Badr" w:eastAsia="B Badr" w:hAnsi="B Badr" w:cs="B Badr"/>
      <w:b/>
      <w:bCs/>
      <w:sz w:val="40"/>
      <w:szCs w:val="40"/>
    </w:rPr>
  </w:style>
  <w:style w:type="character" w:customStyle="1" w:styleId="libTitr1Char">
    <w:name w:val="libTitr1 Char"/>
    <w:basedOn w:val="libCenterBold1Char"/>
    <w:link w:val="libTitr1"/>
    <w:rsid w:val="00F515B7"/>
  </w:style>
  <w:style w:type="character" w:customStyle="1" w:styleId="libCenterBold2Char">
    <w:name w:val="libCenterBold2 Char"/>
    <w:basedOn w:val="libNormal0Char"/>
    <w:link w:val="libCenterBold2"/>
    <w:rsid w:val="00F515B7"/>
    <w:rPr>
      <w:rFonts w:cs="B Badr"/>
      <w:b/>
      <w:bCs/>
      <w:sz w:val="30"/>
      <w:szCs w:val="30"/>
    </w:rPr>
  </w:style>
  <w:style w:type="character" w:customStyle="1" w:styleId="libTitr2Char">
    <w:name w:val="libTitr2 Char"/>
    <w:basedOn w:val="libCenterBold2Char"/>
    <w:link w:val="libTitr2"/>
    <w:rsid w:val="00F515B7"/>
  </w:style>
  <w:style w:type="paragraph" w:styleId="TOC6">
    <w:name w:val="toc 6"/>
    <w:basedOn w:val="Normal"/>
    <w:next w:val="Normal"/>
    <w:autoRedefine/>
    <w:uiPriority w:val="39"/>
    <w:unhideWhenUsed/>
    <w:rsid w:val="00F33A13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F33A13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F33A13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F33A13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customStyle="1" w:styleId="libnotice0">
    <w:name w:val="libnotice"/>
    <w:basedOn w:val="Normal"/>
    <w:rsid w:val="0021658C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p1439\mahe_zelhage\Template%20Persia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D78EF-2270-4203-9CBC-2DCDA9FD6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Persian.dotx</Template>
  <TotalTime>299</TotalTime>
  <Pages>247</Pages>
  <Words>25858</Words>
  <Characters>147397</Characters>
  <Application>Microsoft Office Word</Application>
  <DocSecurity>0</DocSecurity>
  <Lines>1228</Lines>
  <Paragraphs>345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172910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19</cp:revision>
  <cp:lastPrinted>1601-01-01T00:00:00Z</cp:lastPrinted>
  <dcterms:created xsi:type="dcterms:W3CDTF">2018-09-02T09:26:00Z</dcterms:created>
  <dcterms:modified xsi:type="dcterms:W3CDTF">2018-09-04T09:29:00Z</dcterms:modified>
</cp:coreProperties>
</file>