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DF6" w:rsidRDefault="00937DF6" w:rsidP="00937DF6">
      <w:pPr>
        <w:pStyle w:val="libNotice"/>
        <w:bidi w:val="0"/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937DF6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937DF6" w:rsidRDefault="00937DF6" w:rsidP="00937DF6">
      <w:pPr>
        <w:pStyle w:val="libNotice"/>
        <w:rPr>
          <w:rFonts w:hint="cs"/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</w:p>
    <w:p w:rsidR="000D3290" w:rsidRDefault="000D3290" w:rsidP="000D3290">
      <w:pPr>
        <w:pStyle w:val="libCenterBold1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r w:rsidR="00B7311A">
        <w:rPr>
          <w:rtl/>
          <w:lang w:bidi="fa-IR"/>
        </w:rPr>
        <w:lastRenderedPageBreak/>
        <w:t>آگاه شو</w:t>
      </w:r>
      <w:r w:rsidR="00B7311A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</w:t>
      </w:r>
    </w:p>
    <w:p w:rsidR="000D3290" w:rsidRDefault="000D3290" w:rsidP="000D3290">
      <w:pPr>
        <w:pStyle w:val="libCenterBold1"/>
        <w:rPr>
          <w:rFonts w:hint="cs"/>
          <w:lang w:bidi="fa-IR"/>
        </w:rPr>
      </w:pPr>
      <w:r>
        <w:rPr>
          <w:rFonts w:hint="cs"/>
          <w:rtl/>
          <w:lang w:bidi="fa-IR"/>
        </w:rPr>
        <w:t>جلد یازدهم</w:t>
      </w:r>
    </w:p>
    <w:p w:rsidR="00B7311A" w:rsidRDefault="00B7311A" w:rsidP="000D3290">
      <w:pPr>
        <w:pStyle w:val="libCenterBold1"/>
        <w:rPr>
          <w:rtl/>
          <w:lang w:bidi="fa-IR"/>
        </w:rPr>
      </w:pP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مخالفت با نفس چرا؟</w:t>
      </w:r>
    </w:p>
    <w:p w:rsidR="00B7311A" w:rsidRDefault="00B7311A" w:rsidP="000D3290">
      <w:pPr>
        <w:pStyle w:val="libCenterBold1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AC4202">
      <w:pPr>
        <w:pStyle w:val="Heading1"/>
        <w:rPr>
          <w:rtl/>
          <w:lang w:bidi="fa-IR"/>
        </w:rPr>
      </w:pPr>
      <w:bookmarkStart w:id="0" w:name="_Toc6404698"/>
      <w:r>
        <w:rPr>
          <w:rFonts w:hint="eastAsia"/>
          <w:rtl/>
          <w:lang w:bidi="fa-IR"/>
        </w:rPr>
        <w:t>مقدمه</w:t>
      </w:r>
      <w:bookmarkEnd w:id="0"/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حق تعداد چهارده جلد کتاب در موضوعات مختلف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سطح همگان که کم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عمل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دانستن آن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نام آگاه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همراه با سند از منابع معتبر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شهرت هستند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 که انشاء الله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دوارم</w:t>
      </w:r>
      <w:r>
        <w:rPr>
          <w:rtl/>
          <w:lang w:bidi="fa-IR"/>
        </w:rPr>
        <w:t xml:space="preserve"> مورد قبول حضرت امام زمان عجل الله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شما خوانندگان آگاه 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که بتوان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بهره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دعاگو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نام موضوعات به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است: </w:t>
      </w:r>
    </w:p>
    <w:p w:rsidR="00B7311A" w:rsidRDefault="00AC4202" w:rsidP="00B7311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1</w:t>
      </w:r>
      <w:r w:rsidR="00B7311A">
        <w:rPr>
          <w:rtl/>
          <w:lang w:bidi="fa-IR"/>
        </w:rPr>
        <w:t xml:space="preserve"> دوست</w:t>
      </w:r>
      <w:r w:rsidR="00B7311A">
        <w:rPr>
          <w:rFonts w:hint="cs"/>
          <w:rtl/>
          <w:lang w:bidi="fa-IR"/>
        </w:rPr>
        <w:t>ی</w:t>
      </w:r>
      <w:r w:rsidR="00B7311A">
        <w:rPr>
          <w:rtl/>
          <w:lang w:bidi="fa-IR"/>
        </w:rPr>
        <w:t xml:space="preserve"> و دشمن</w:t>
      </w:r>
      <w:r w:rsidR="00B7311A">
        <w:rPr>
          <w:rFonts w:hint="cs"/>
          <w:rtl/>
          <w:lang w:bidi="fa-IR"/>
        </w:rPr>
        <w:t>ی</w:t>
      </w:r>
      <w:r w:rsidR="00B7311A">
        <w:rPr>
          <w:rtl/>
          <w:lang w:bidi="fa-IR"/>
        </w:rPr>
        <w:t xml:space="preserve"> با آل پ</w:t>
      </w:r>
      <w:r w:rsidR="00B7311A">
        <w:rPr>
          <w:rFonts w:hint="cs"/>
          <w:rtl/>
          <w:lang w:bidi="fa-IR"/>
        </w:rPr>
        <w:t>ی</w:t>
      </w:r>
      <w:r w:rsidR="00B7311A">
        <w:rPr>
          <w:rFonts w:hint="eastAsia"/>
          <w:rtl/>
          <w:lang w:bidi="fa-IR"/>
        </w:rPr>
        <w:t>غمبر</w:t>
      </w:r>
      <w:r w:rsidR="00B7311A">
        <w:rPr>
          <w:rtl/>
          <w:lang w:bidi="fa-IR"/>
        </w:rPr>
        <w:t xml:space="preserve"> (صل</w:t>
      </w:r>
      <w:r w:rsidR="00B7311A">
        <w:rPr>
          <w:rFonts w:hint="cs"/>
          <w:rtl/>
          <w:lang w:bidi="fa-IR"/>
        </w:rPr>
        <w:t>ی</w:t>
      </w:r>
      <w:r w:rsidR="00B7311A">
        <w:rPr>
          <w:rtl/>
          <w:lang w:bidi="fa-IR"/>
        </w:rPr>
        <w:t xml:space="preserve"> الله عل</w:t>
      </w:r>
      <w:r w:rsidR="00B7311A">
        <w:rPr>
          <w:rFonts w:hint="cs"/>
          <w:rtl/>
          <w:lang w:bidi="fa-IR"/>
        </w:rPr>
        <w:t>ی</w:t>
      </w:r>
      <w:r w:rsidR="00B7311A">
        <w:rPr>
          <w:rFonts w:hint="eastAsia"/>
          <w:rtl/>
          <w:lang w:bidi="fa-IR"/>
        </w:rPr>
        <w:t>ه</w:t>
      </w:r>
      <w:r w:rsidR="00B7311A">
        <w:rPr>
          <w:rtl/>
          <w:lang w:bidi="fa-IR"/>
        </w:rPr>
        <w:t xml:space="preserve"> و آله و سلم) چرا؟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2. خدمت به پدر و مادر چرا؟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t>3. عزت نفس، بلند همت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شرافت چرا؟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4. خوردن مال مردم چرا؟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t>5. حقوق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برادر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معاشرت خوب چرا؟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t>6. 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عهد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چرا؟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t>7. مهمان نواز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چرا؟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8. حرص و قناعت چرا؟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t>9. اسراف و سخت گذران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چرا؟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10. صدقه و انفاق چرا؟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t>11.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مخالفت با نفس چرا؟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t>12. احترام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سادات چرا؟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13.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ردستان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چرا؟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14. دعا و توسل چرا؟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tl/>
          <w:lang w:bidi="fa-IR"/>
        </w:rPr>
        <w:t xml:space="preserve">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1383</w:t>
      </w:r>
    </w:p>
    <w:p w:rsidR="00B7311A" w:rsidRDefault="00AC4202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AC4202">
      <w:pPr>
        <w:pStyle w:val="Heading1"/>
        <w:rPr>
          <w:rtl/>
          <w:lang w:bidi="fa-IR"/>
        </w:rPr>
      </w:pPr>
      <w:bookmarkStart w:id="1" w:name="_Toc6404699"/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با زل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</w:t>
      </w:r>
      <w:r>
        <w:rPr>
          <w:rtl/>
          <w:lang w:bidi="fa-IR"/>
        </w:rPr>
        <w:t xml:space="preserve"> چه کرد؟</w:t>
      </w:r>
      <w:bookmarkEnd w:id="1"/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</w:t>
      </w:r>
      <w:r w:rsidR="00AC4202" w:rsidRPr="00AC4202">
        <w:rPr>
          <w:rStyle w:val="libAlaemChar"/>
          <w:rtl/>
          <w:lang w:bidi="fa-IR"/>
        </w:rPr>
        <w:t>عليه‌السلام</w:t>
      </w:r>
      <w:r>
        <w:rPr>
          <w:rtl/>
          <w:lang w:bidi="fa-IR"/>
        </w:rPr>
        <w:t xml:space="preserve"> به مقام سلطنت مصر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چون در سالها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قحط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مصر فوت شده بود زل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</w:t>
      </w:r>
      <w:r>
        <w:rPr>
          <w:rtl/>
          <w:lang w:bidi="fa-IR"/>
        </w:rPr>
        <w:t xml:space="preserve"> کم کم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چشمها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کور شد. به واسطه فقر و کور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سر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و از مردم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 خود سوال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به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کردند خوب است از ملک بخواه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سالها خدمت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سپاس خدمات و محبتها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گذشته به تو رحم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او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نکار</w:t>
      </w:r>
      <w:r>
        <w:rPr>
          <w:rtl/>
          <w:lang w:bidi="fa-IR"/>
        </w:rPr>
        <w:t xml:space="preserve"> منع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که ممکن است به واسطه عشق ورز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نسبت به او داشت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به زندان افتاد و آن همه رنج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خاطرات گذشته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تو را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B7311A" w:rsidRDefault="00B7311A" w:rsidP="00AC420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</w:t>
      </w:r>
      <w:r>
        <w:rPr>
          <w:rtl/>
          <w:lang w:bidi="fa-IR"/>
        </w:rPr>
        <w:t xml:space="preserve"> گفت: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نقدر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بردبار است که هرگز با من آن معامله را نخواهد کرد.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سر راه او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نشست. هر وقت حضرت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رجال و بزرگان مصر با او همراه بودند. زل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احساس کرد م</w:t>
      </w:r>
      <w:r w:rsidR="00AC4202">
        <w:rPr>
          <w:rFonts w:hint="cs"/>
          <w:rtl/>
          <w:lang w:bidi="fa-IR"/>
        </w:rPr>
        <w:t>ر</w:t>
      </w:r>
      <w:r>
        <w:rPr>
          <w:rtl/>
          <w:lang w:bidi="fa-IR"/>
        </w:rPr>
        <w:t xml:space="preserve">کب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 او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 سبحان من جعل الملوک 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بمعص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تهم</w:t>
      </w:r>
      <w:r>
        <w:rPr>
          <w:rtl/>
          <w:lang w:bidi="fa-IR"/>
        </w:rPr>
        <w:t xml:space="preserve"> و العب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ملوکا بطاعتهم منزه است خدائ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پادشاهان را به واسطه نافرمان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بندگان را بر اثر اطاعت و فرمانبردار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پادشاه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جواب داد من همان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 که از جان، تو را خدمت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غافل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اکنون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عمل خود را 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از مردم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 روزانه خود سوال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ترحم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فرد مصر بودم بعد از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ذل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گنه کاران.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هنوز از عشق و علاقه ات نسبت به من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قلبت باق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مانده</w:t>
      </w:r>
      <w:r>
        <w:rPr>
          <w:rtl/>
          <w:lang w:bidi="fa-IR"/>
        </w:rPr>
        <w:t>. گفت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قسم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نگاه کردن به صورتت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تمام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ارزش دارد که سطح آن را طلا و نقره گرفته باشند.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از او رد شد.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دا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اگر شوهر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مال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اگر 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ازدواج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آورم.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</w:t>
      </w:r>
      <w:r>
        <w:rPr>
          <w:rtl/>
          <w:lang w:bidi="fa-IR"/>
        </w:rPr>
        <w:t xml:space="preserve"> گفت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ملک مرا مسخره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وقت که جوان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بودم مرا از خود دور کرد اکنون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نوا</w:t>
      </w:r>
      <w:r>
        <w:rPr>
          <w:rtl/>
          <w:lang w:bidi="fa-IR"/>
        </w:rPr>
        <w:t xml:space="preserve"> و کور شده ام مرا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. حضرت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</w:t>
      </w:r>
      <w:r w:rsidR="00AC4202" w:rsidRPr="00AC4202">
        <w:rPr>
          <w:rStyle w:val="libAlaemChar"/>
          <w:rtl/>
          <w:lang w:bidi="fa-IR"/>
        </w:rPr>
        <w:t>عليه‌السلام</w:t>
      </w:r>
      <w:r w:rsidRPr="00AC4202">
        <w:rPr>
          <w:rStyle w:val="libAlaemChar"/>
          <w:rtl/>
          <w:lang w:bidi="fa-IR"/>
        </w:rPr>
        <w:t xml:space="preserve"> </w:t>
      </w:r>
      <w:r>
        <w:rPr>
          <w:rtl/>
          <w:lang w:bidi="fa-IR"/>
        </w:rPr>
        <w:t>دستور داد آماده ازدواج شود و به گفته خود وفا کرد.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خواست 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به نماز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دو رکعت نم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خواند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اسم اعظمش قسم داد. خداوند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شاداب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</w:t>
      </w:r>
      <w:r>
        <w:rPr>
          <w:rtl/>
          <w:lang w:bidi="fa-IR"/>
        </w:rPr>
        <w:t xml:space="preserve"> را به او باز گرداند چشمها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شفا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مانند همان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او عشق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آن شب</w:t>
      </w:r>
      <w:r w:rsidRPr="00AC4202">
        <w:rPr>
          <w:rStyle w:val="libFootnotenumChar"/>
          <w:rtl/>
          <w:lang w:bidi="fa-IR"/>
        </w:rPr>
        <w:t>.(3)</w:t>
      </w:r>
    </w:p>
    <w:p w:rsidR="00B7311A" w:rsidRDefault="00AC4202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AC4202">
      <w:pPr>
        <w:pStyle w:val="Heading1"/>
        <w:rPr>
          <w:rtl/>
          <w:lang w:bidi="fa-IR"/>
        </w:rPr>
      </w:pPr>
      <w:bookmarkStart w:id="2" w:name="_Toc6404700"/>
      <w:r>
        <w:rPr>
          <w:rFonts w:hint="eastAsia"/>
          <w:rtl/>
          <w:lang w:bidi="fa-IR"/>
        </w:rPr>
        <w:t>نائره</w:t>
      </w:r>
      <w:r>
        <w:rPr>
          <w:rtl/>
          <w:lang w:bidi="fa-IR"/>
        </w:rPr>
        <w:t xml:space="preserve"> شهوت چقدر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است!</w:t>
      </w:r>
      <w:bookmarkEnd w:id="2"/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سلاط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علاقه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نسبت به زنان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وقت شبانه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حرمسرا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از همنش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با بانوان برحذر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بالاخره سلطان سخن او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از زنان کناره گرفت.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که مورد توجه سلطان بود </w:t>
      </w:r>
      <w:r>
        <w:rPr>
          <w:rFonts w:hint="eastAsia"/>
          <w:rtl/>
          <w:lang w:bidi="fa-IR"/>
        </w:rPr>
        <w:t>سبب</w:t>
      </w:r>
      <w:r>
        <w:rPr>
          <w:rtl/>
          <w:lang w:bidi="fa-IR"/>
        </w:rPr>
        <w:t xml:space="preserve"> کناره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شد. سلطان گفت فلان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منصرف کرده و از شهوت 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باز داشته.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گفت ممکن است مرا به او ببخش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مشاهده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او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سلطان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به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پس از آنکه به خانه او رفت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مورد توجهش واقع شد.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دلفر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بود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او شود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امتناع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به خدا سوگند ممکن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سوارت شوم. شراره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سوزان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را از دس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گرفته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لجام و آنچه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اسب لازم است قبلا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کرده بود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گذاشت و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اطاق سوارش 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گرفت که سلطان در محل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بنا به قرار داد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ناگاه سلطان خارج شده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مبتلا شده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از مجالست زنان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!.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من شما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ترساندم تا به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گرفتار نشو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شما را سوار نشوند.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با چشم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به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بر تمام شئون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مردان حکومت کنند.</w:t>
      </w:r>
      <w:r w:rsidRPr="00AC4202">
        <w:rPr>
          <w:rStyle w:val="libFootnotenumChar"/>
          <w:rtl/>
          <w:lang w:bidi="fa-IR"/>
        </w:rPr>
        <w:t>(4)</w:t>
      </w:r>
    </w:p>
    <w:p w:rsidR="00B7311A" w:rsidRDefault="00AC4202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AC4202">
      <w:pPr>
        <w:pStyle w:val="Heading1"/>
        <w:rPr>
          <w:rtl/>
          <w:lang w:bidi="fa-IR"/>
        </w:rPr>
      </w:pPr>
      <w:bookmarkStart w:id="3" w:name="_Toc6404701"/>
      <w:r>
        <w:rPr>
          <w:rFonts w:hint="eastAsia"/>
          <w:rtl/>
          <w:lang w:bidi="fa-IR"/>
        </w:rPr>
        <w:t>خواسته</w:t>
      </w:r>
      <w:r>
        <w:rPr>
          <w:rtl/>
          <w:lang w:bidi="fa-IR"/>
        </w:rPr>
        <w:t xml:space="preserve"> دل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نفس</w:t>
      </w:r>
      <w:bookmarkEnd w:id="3"/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پادشاهان هند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تجربه کار که پادشاه بدون صلاح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پادشاه 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رفت. پسرش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او در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با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مشورت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به گفته اش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را گوشزد کرد که پدرت بدون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صلاح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ممکن است انجام امور به فکر تنها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شما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شآمدها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ناگوار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قابل جبران بنما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شاه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امتحان سوال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کرد تا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و تجربه اش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و هو</w:t>
      </w:r>
      <w:r>
        <w:rPr>
          <w:rFonts w:hint="eastAsia"/>
          <w:rtl/>
          <w:lang w:bidi="fa-IR"/>
        </w:rPr>
        <w:t>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نفس.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پاسخ گفت خواهش نفس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تر است.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پادشاه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نمود که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رجال حضور داشتند. سفره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داد که انواع خوراک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در آن وجود داشت. چند گربه را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بود که شمعها را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دستها گرفته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مجلس را روشن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سلطان به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مشاهده کن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مقدم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گربه ها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غذا و رها کردن شمعها است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اثر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دشوار خود را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دهند.)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شرمنده شد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اگر اجازه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جواب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سوال را فردا شب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دهم، شاه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بعد به غلامش دستور داد چند موش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موشها را به نخها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مجلس مانند شب قبل آراسته شد و همه نشسته مشغول غذا خوردن شدند،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موشها را از آست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خارج نموده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سفره و اطاق </w:t>
      </w:r>
      <w:r>
        <w:rPr>
          <w:rtl/>
          <w:lang w:bidi="fa-IR"/>
        </w:rPr>
        <w:lastRenderedPageBreak/>
        <w:t>رها کرد. گربه ها به محض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چشمش به موشها افتاد، شمعها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را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انداخته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موشها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 اطاق آتش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عرض کرد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آشکار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بر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غلبه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پادشاه اقرار کرد، پس از آن واقعه در کارها با او مشورت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  <w:r w:rsidRPr="00AC4202">
        <w:rPr>
          <w:rStyle w:val="libFootnotenumChar"/>
          <w:rtl/>
          <w:lang w:bidi="fa-IR"/>
        </w:rPr>
        <w:t>(5)</w:t>
      </w:r>
    </w:p>
    <w:p w:rsidR="00B7311A" w:rsidRDefault="00AC4202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AC4202">
      <w:pPr>
        <w:pStyle w:val="Heading1"/>
        <w:rPr>
          <w:rtl/>
          <w:lang w:bidi="fa-IR"/>
        </w:rPr>
      </w:pPr>
      <w:bookmarkStart w:id="4" w:name="_Toc6404702"/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عاقبت شهوتران</w:t>
      </w:r>
      <w:r>
        <w:rPr>
          <w:rFonts w:hint="cs"/>
          <w:rtl/>
          <w:lang w:bidi="fa-IR"/>
        </w:rPr>
        <w:t>ی</w:t>
      </w:r>
      <w:bookmarkEnd w:id="4"/>
    </w:p>
    <w:p w:rsidR="00B7311A" w:rsidRDefault="00B7311A" w:rsidP="000D32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کرده که واثق بالله عباس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جماع رغبت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از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مخصوص خود داروئ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قوه باه خواست.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گفت جماع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بدن را نابود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من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ندارم که شما فرسوده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واثق گفت چاره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شوم.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دستور داد که گوشت سبع</w:t>
      </w:r>
      <w:r w:rsidRPr="00AC4202">
        <w:rPr>
          <w:rStyle w:val="libFootnotenumChar"/>
          <w:rtl/>
          <w:lang w:bidi="fa-IR"/>
        </w:rPr>
        <w:t>(6)</w:t>
      </w:r>
      <w:r>
        <w:rPr>
          <w:rtl/>
          <w:lang w:bidi="fa-IR"/>
        </w:rPr>
        <w:t xml:space="preserve"> را ه</w:t>
      </w:r>
      <w:r>
        <w:rPr>
          <w:rFonts w:hint="eastAsia"/>
          <w:rtl/>
          <w:lang w:bidi="fa-IR"/>
        </w:rPr>
        <w:t>فت</w:t>
      </w:r>
      <w:r>
        <w:rPr>
          <w:rtl/>
          <w:lang w:bidi="fa-IR"/>
        </w:rPr>
        <w:t xml:space="preserve"> مرتبه با سرکه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شراب به عمل آمده بجوشانند، بعد از شراب خود به مقدار سه درهم (</w:t>
      </w:r>
      <w:r w:rsidR="000D3290" w:rsidRPr="000D3290">
        <w:rPr>
          <w:rFonts w:hint="cs"/>
          <w:rtl/>
        </w:rPr>
        <w:t>54</w:t>
      </w:r>
      <w:r>
        <w:rPr>
          <w:rtl/>
          <w:lang w:bidi="fa-IR"/>
        </w:rPr>
        <w:t xml:space="preserve"> نخود)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کند. واثق مطابق دستور او عمل نکرد و از آن مقدار تجاوز نموده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به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مرض استسقا مبتلا گشت.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اطبا</w:t>
      </w:r>
      <w:r>
        <w:rPr>
          <w:rtl/>
          <w:lang w:bidi="fa-IR"/>
        </w:rPr>
        <w:t xml:space="preserve"> اتفاق کردند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شکم او شکافته شود بعد او را در تنور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آتش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تون</w:t>
      </w:r>
      <w:r>
        <w:rPr>
          <w:rtl/>
          <w:lang w:bidi="fa-IR"/>
        </w:rPr>
        <w:t xml:space="preserve"> تافته شده بنشانند. تنور از التهاب سرخ باشد.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کارها را کردند سه ساعت از آب خوردن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واثق 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بدنش آبله 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شد هر دانه به اندازه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خربزه او را از تنور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کردند.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مرا به تنور برگردان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اگر نه، خواهم مرد. باز او را داخل در تنور کردند از داد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خاموش شد.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ورمها منفجر گشت.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 واثق را از تنور خارج کردند در حال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بدنش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شده بود. پس از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هلاک شد.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وفات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پارچه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مردم مشغول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کردن با متوکل شدند. جنازه واثق را فراموش کردند از داخل باغ چند موش خارج ش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چشمها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متوجه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شآمد</w:t>
      </w:r>
      <w:r>
        <w:rPr>
          <w:rtl/>
          <w:lang w:bidi="fa-IR"/>
        </w:rPr>
        <w:t xml:space="preserve"> نشد تا او را غسل دادند.</w:t>
      </w:r>
      <w:r w:rsidRPr="00222BFD">
        <w:rPr>
          <w:rStyle w:val="libFootnotenumChar"/>
          <w:rtl/>
          <w:lang w:bidi="fa-IR"/>
        </w:rPr>
        <w:t>(7)</w:t>
      </w:r>
    </w:p>
    <w:p w:rsidR="00B7311A" w:rsidRDefault="00222BFD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222BFD">
      <w:pPr>
        <w:pStyle w:val="Heading1"/>
        <w:rPr>
          <w:rtl/>
          <w:lang w:bidi="fa-IR"/>
        </w:rPr>
      </w:pPr>
      <w:bookmarkStart w:id="5" w:name="_Toc6404703"/>
      <w:r>
        <w:rPr>
          <w:rFonts w:hint="eastAsia"/>
          <w:rtl/>
          <w:lang w:bidi="fa-IR"/>
        </w:rPr>
        <w:t>نمونه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bookmarkEnd w:id="5"/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منصور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حال عبدالله بن مروان</w:t>
      </w:r>
      <w:r w:rsidRPr="00222BFD">
        <w:rPr>
          <w:rStyle w:val="libFootnotenumChar"/>
          <w:rtl/>
          <w:lang w:bidi="fa-IR"/>
        </w:rPr>
        <w:t>(8)</w:t>
      </w:r>
      <w:r>
        <w:rPr>
          <w:rtl/>
          <w:lang w:bidi="fa-IR"/>
        </w:rPr>
        <w:t xml:space="preserve"> را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گفت در زندان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 منصور گفت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پادشاه نوبه در 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عبدالله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او رفته بود حرفهائ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گفته 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آنها را از خودش بشنوم. امر کرد حاضرش کنند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ش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اجازه نشستن داد. نشست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حلقه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منصور گفت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 و پادشاه نوبه گذشته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آن را از خودت بشنوم.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به خاک توبه که وارد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چند روز در آنجا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خبر ما به پادشاه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فرش و لوازم و آذوقه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فرستاد منزلها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 اختصاص داد. خودش با پنجاه نفر از همراهان و دربار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منزل ما آمد. من از او استقبال کرده صدر م</w:t>
      </w:r>
      <w:r>
        <w:rPr>
          <w:rFonts w:hint="eastAsia"/>
          <w:rtl/>
          <w:lang w:bidi="fa-IR"/>
        </w:rPr>
        <w:t>جلس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ننشست. در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فرش نداشت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نشست.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از چه سبب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گفت من پادشاهم حق پادشاه آنست،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نعمت تازه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نسبت به خدا و عظمت او تواضع کند.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من هم نعمت تازه خدا را که شما به مملکت من آمد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پناه آورده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شکرگزار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تواضع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بعد ساکت شد من حرف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نزدم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حال سکوت ماند. چوب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 داشت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اصحابش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او با سلاح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بودند.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رو به من کرده گفت چرا خمر خورد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خوردن آن در کتاب شما ممنوع است. گفتم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مرتکب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شدند. گفت چرا زراعتها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را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نابود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مگر فساد </w:t>
      </w:r>
      <w:r>
        <w:rPr>
          <w:rtl/>
          <w:lang w:bidi="fa-IR"/>
        </w:rPr>
        <w:lastRenderedPageBreak/>
        <w:t>در کتاب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حرام نبود. گفتم عمال ما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</w:t>
      </w:r>
      <w:r>
        <w:rPr>
          <w:rFonts w:hint="eastAsia"/>
          <w:rtl/>
          <w:lang w:bidi="fa-IR"/>
        </w:rPr>
        <w:t>الت</w:t>
      </w:r>
      <w:r>
        <w:rPr>
          <w:rtl/>
          <w:lang w:bidi="fa-IR"/>
        </w:rPr>
        <w:t xml:space="preserve"> اقدام به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گفت چرا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طلا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نبود. جواب دادم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عجم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ما بودند آنها که اسلام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کردند بنا به عادت سابق خود از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جامه ها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را نا</w:t>
      </w:r>
      <w:r>
        <w:rPr>
          <w:rFonts w:hint="eastAsia"/>
          <w:rtl/>
          <w:lang w:bidi="fa-IR"/>
        </w:rPr>
        <w:t>پسند</w:t>
      </w:r>
      <w:r>
        <w:rPr>
          <w:rtl/>
          <w:lang w:bidi="fa-IR"/>
        </w:rPr>
        <w:t xml:space="preserve"> و مکروه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خاموش شد بعد گفت کسان ما، عمال ما، اتباع ما،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سندگان</w:t>
      </w:r>
      <w:r>
        <w:rPr>
          <w:rtl/>
          <w:lang w:bidi="fa-IR"/>
        </w:rPr>
        <w:t xml:space="preserve"> ما، واقع مطلب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تو اظهار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بلکه شما قوم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محرمات خدا را حلال دانست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منه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او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ردستان</w:t>
      </w:r>
      <w:r>
        <w:rPr>
          <w:rtl/>
          <w:lang w:bidi="fa-IR"/>
        </w:rPr>
        <w:t xml:space="preserve"> ستم روا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نرو</w:t>
      </w:r>
      <w:r>
        <w:rPr>
          <w:rtl/>
          <w:lang w:bidi="fa-IR"/>
        </w:rPr>
        <w:t xml:space="preserve"> خداوند لباس عزت را از تن شما جدا کند و جامه ذلت و 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شما پوشاند. خدا را درباره شما غضب و انتقام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هنوز به آخر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ترسم در خاک من عذاب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متوجه گردد آنگاه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شما دامن مرا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صلاح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به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خاک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روز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زاد</w:t>
      </w:r>
      <w:r>
        <w:rPr>
          <w:rtl/>
          <w:lang w:bidi="fa-IR"/>
        </w:rPr>
        <w:t xml:space="preserve"> و برگ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گرفته از مملکتش خارج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منصور تعجب نموده امر کرد دوباره او را به زندان برگردانند.</w:t>
      </w:r>
      <w:r w:rsidRPr="00222BFD">
        <w:rPr>
          <w:rStyle w:val="libFootnotenumChar"/>
          <w:rtl/>
          <w:lang w:bidi="fa-IR"/>
        </w:rPr>
        <w:t>(9)</w:t>
      </w:r>
    </w:p>
    <w:p w:rsidR="00B7311A" w:rsidRDefault="00222BFD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222BFD">
      <w:pPr>
        <w:pStyle w:val="Heading1"/>
        <w:rPr>
          <w:rtl/>
          <w:lang w:bidi="fa-IR"/>
        </w:rPr>
      </w:pPr>
      <w:bookmarkStart w:id="6" w:name="_Toc6404704"/>
      <w:r>
        <w:rPr>
          <w:rFonts w:hint="eastAsia"/>
          <w:rtl/>
          <w:lang w:bidi="fa-IR"/>
        </w:rPr>
        <w:t>چقدر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>
        <w:rPr>
          <w:rtl/>
          <w:lang w:bidi="fa-IR"/>
        </w:rPr>
        <w:t xml:space="preserve"> شد؟</w:t>
      </w:r>
      <w:bookmarkEnd w:id="6"/>
    </w:p>
    <w:p w:rsidR="00B7311A" w:rsidRDefault="00B7311A" w:rsidP="00B7311A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فساق را در حال احتضار هر چه تلق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گفتن شهادت لا اله الا الله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او در عوض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شعر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04"/>
        <w:gridCol w:w="268"/>
        <w:gridCol w:w="3350"/>
      </w:tblGrid>
      <w:tr w:rsidR="000D3290" w:rsidTr="00DE086D">
        <w:trPr>
          <w:trHeight w:val="350"/>
        </w:trPr>
        <w:tc>
          <w:tcPr>
            <w:tcW w:w="3920" w:type="dxa"/>
            <w:shd w:val="clear" w:color="auto" w:fill="auto"/>
          </w:tcPr>
          <w:p w:rsidR="000D3290" w:rsidRDefault="000D3290" w:rsidP="00DE086D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رب قائلة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وما</w:t>
            </w:r>
            <w:r>
              <w:rPr>
                <w:rtl/>
                <w:lang w:bidi="fa-IR"/>
              </w:rPr>
              <w:t xml:space="preserve"> و قد تعبت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D3290" w:rsidRDefault="000D3290" w:rsidP="00DE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D3290" w:rsidRDefault="000D3290" w:rsidP="00DE086D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الطر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ق</w:t>
            </w:r>
            <w:r>
              <w:rPr>
                <w:rtl/>
                <w:lang w:bidi="fa-IR"/>
              </w:rPr>
              <w:t xml:space="preserve"> ال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حمام منجاب</w:t>
            </w:r>
            <w:r w:rsidRPr="00222BFD">
              <w:rPr>
                <w:rStyle w:val="libFootnotenumChar"/>
                <w:rtl/>
                <w:lang w:bidi="fa-IR"/>
              </w:rPr>
              <w:t>(10)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7311A" w:rsidRDefault="00B7311A" w:rsidP="000D32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موفق به گفتن کلمه شهادت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عف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 به حمام از خانه خارج شد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را گم کرد. مقدار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</w:t>
      </w:r>
      <w:r>
        <w:rPr>
          <w:rtl/>
          <w:lang w:bidi="fa-IR"/>
        </w:rPr>
        <w:t xml:space="preserve"> که خسته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در خانه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حمام منجاب کجا است. آن مرد گفت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حمام منجاب است.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زن داخل شد درب را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بست زن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مرد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به کار برده و او را گول زده است. از خود اظهار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عمل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 داد و چنان وانمود که خودش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است. گفت خوب است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 و عطر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گرسنه و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فم،</w:t>
      </w:r>
      <w:r>
        <w:rPr>
          <w:rtl/>
          <w:lang w:bidi="fa-IR"/>
        </w:rPr>
        <w:t xml:space="preserve"> فور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برگرد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مرد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بازار رفت. به واسطه اطم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گفتار زن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علاقه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خود ابراز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نمود،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 که ممکن است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 خارج شود. به محض رفتن او زن از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شد و خود را نجات داد.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بهاء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 توجه کن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گناه چگونه بازداشت او را از اقرار به شهادت هنگام مرگ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جز وارد کردن زن به خانه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زنا، کار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 و به مقصود هم نائل شد.</w:t>
      </w:r>
      <w:r w:rsidRPr="00222BFD">
        <w:rPr>
          <w:rStyle w:val="libFootnotenumChar"/>
          <w:rtl/>
          <w:lang w:bidi="fa-IR"/>
        </w:rPr>
        <w:t>(11)</w:t>
      </w:r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3"/>
        <w:gridCol w:w="21"/>
        <w:gridCol w:w="247"/>
        <w:gridCol w:w="10"/>
        <w:gridCol w:w="3321"/>
      </w:tblGrid>
      <w:tr w:rsidR="00370096" w:rsidTr="000D3290">
        <w:trPr>
          <w:trHeight w:val="350"/>
        </w:trPr>
        <w:tc>
          <w:tcPr>
            <w:tcW w:w="3323" w:type="dxa"/>
            <w:shd w:val="clear" w:color="auto" w:fill="auto"/>
          </w:tcPr>
          <w:p w:rsidR="00370096" w:rsidRDefault="00370096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سالها</w:t>
            </w:r>
            <w:r>
              <w:rPr>
                <w:rtl/>
                <w:lang w:bidi="fa-IR"/>
              </w:rPr>
              <w:t xml:space="preserve"> با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که تا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سنگ اصل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ز آفتاب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gridSpan w:val="2"/>
            <w:shd w:val="clear" w:color="auto" w:fill="auto"/>
          </w:tcPr>
          <w:p w:rsidR="00370096" w:rsidRDefault="00370096" w:rsidP="00DE086D">
            <w:pPr>
              <w:pStyle w:val="libPoem"/>
              <w:rPr>
                <w:rtl/>
              </w:rPr>
            </w:pPr>
          </w:p>
        </w:tc>
        <w:tc>
          <w:tcPr>
            <w:tcW w:w="3331" w:type="dxa"/>
            <w:gridSpan w:val="2"/>
            <w:shd w:val="clear" w:color="auto" w:fill="auto"/>
          </w:tcPr>
          <w:p w:rsidR="00370096" w:rsidRDefault="00370096" w:rsidP="00DE086D">
            <w:pPr>
              <w:pStyle w:val="libPoem"/>
            </w:pPr>
            <w:r>
              <w:rPr>
                <w:rtl/>
                <w:lang w:bidi="fa-IR"/>
              </w:rPr>
              <w:t xml:space="preserve">لعل گردد در بدخشان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عق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ق</w:t>
            </w:r>
            <w:r>
              <w:rPr>
                <w:rtl/>
                <w:lang w:bidi="fa-IR"/>
              </w:rPr>
              <w:t xml:space="preserve"> اندر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70096" w:rsidTr="000D3290">
        <w:tblPrEx>
          <w:tblLook w:val="04A0"/>
        </w:tblPrEx>
        <w:trPr>
          <w:trHeight w:val="350"/>
        </w:trPr>
        <w:tc>
          <w:tcPr>
            <w:tcW w:w="3323" w:type="dxa"/>
          </w:tcPr>
          <w:p w:rsidR="00370096" w:rsidRDefault="00370096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ماه</w:t>
            </w:r>
            <w:r>
              <w:rPr>
                <w:rtl/>
                <w:lang w:bidi="fa-IR"/>
              </w:rPr>
              <w:t xml:space="preserve"> ها با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که تا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پنبه دانه ز </w:t>
            </w:r>
            <w:r>
              <w:rPr>
                <w:rtl/>
                <w:lang w:bidi="fa-IR"/>
              </w:rPr>
              <w:lastRenderedPageBreak/>
              <w:t>آب و خاک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gridSpan w:val="2"/>
          </w:tcPr>
          <w:p w:rsidR="00370096" w:rsidRDefault="00370096" w:rsidP="00DE086D">
            <w:pPr>
              <w:pStyle w:val="libPoem"/>
              <w:rPr>
                <w:rtl/>
              </w:rPr>
            </w:pPr>
          </w:p>
        </w:tc>
        <w:tc>
          <w:tcPr>
            <w:tcW w:w="3331" w:type="dxa"/>
            <w:gridSpan w:val="2"/>
          </w:tcPr>
          <w:p w:rsidR="00370096" w:rsidRDefault="00370096" w:rsidP="00DE086D">
            <w:pPr>
              <w:pStyle w:val="libPoem"/>
            </w:pPr>
            <w:r>
              <w:rPr>
                <w:rtl/>
                <w:lang w:bidi="fa-IR"/>
              </w:rPr>
              <w:t>شاهد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راحله گردد تا شه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را </w:t>
            </w:r>
            <w:r>
              <w:rPr>
                <w:rtl/>
                <w:lang w:bidi="fa-IR"/>
              </w:rPr>
              <w:lastRenderedPageBreak/>
              <w:t>کفن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E0C5E" w:rsidTr="000D3290">
        <w:tblPrEx>
          <w:tblLook w:val="04A0"/>
        </w:tblPrEx>
        <w:trPr>
          <w:trHeight w:val="350"/>
        </w:trPr>
        <w:tc>
          <w:tcPr>
            <w:tcW w:w="3323" w:type="dxa"/>
          </w:tcPr>
          <w:p w:rsidR="00FE0C5E" w:rsidRDefault="00FE0C5E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عمرها</w:t>
            </w:r>
            <w:r>
              <w:rPr>
                <w:rtl/>
                <w:lang w:bidi="fa-IR"/>
              </w:rPr>
              <w:t xml:space="preserve"> با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که تا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کودک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از 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طبع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gridSpan w:val="2"/>
          </w:tcPr>
          <w:p w:rsidR="00FE0C5E" w:rsidRDefault="00FE0C5E" w:rsidP="00DE086D">
            <w:pPr>
              <w:pStyle w:val="libPoem"/>
              <w:rPr>
                <w:rtl/>
              </w:rPr>
            </w:pPr>
          </w:p>
        </w:tc>
        <w:tc>
          <w:tcPr>
            <w:tcW w:w="3331" w:type="dxa"/>
            <w:gridSpan w:val="2"/>
          </w:tcPr>
          <w:p w:rsidR="00FE0C5E" w:rsidRDefault="00FE0C5E" w:rsidP="00DE086D">
            <w:pPr>
              <w:pStyle w:val="libPoem"/>
            </w:pPr>
            <w:r>
              <w:rPr>
                <w:rtl/>
                <w:lang w:bidi="fa-IR"/>
              </w:rPr>
              <w:t>عالم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گردد نکو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شاعر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سخن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3290" w:rsidTr="000D3290">
        <w:trPr>
          <w:trHeight w:val="350"/>
        </w:trPr>
        <w:tc>
          <w:tcPr>
            <w:tcW w:w="3344" w:type="dxa"/>
            <w:gridSpan w:val="2"/>
            <w:shd w:val="clear" w:color="auto" w:fill="auto"/>
          </w:tcPr>
          <w:p w:rsidR="000D3290" w:rsidRDefault="00B7311A" w:rsidP="00DE086D">
            <w:pPr>
              <w:pStyle w:val="libPoem"/>
            </w:pPr>
            <w:r>
              <w:rPr>
                <w:rtl/>
                <w:lang w:bidi="fa-IR"/>
              </w:rPr>
              <w:t xml:space="preserve"> </w:t>
            </w:r>
            <w:r w:rsidR="000D3290">
              <w:rPr>
                <w:rFonts w:hint="eastAsia"/>
                <w:rtl/>
                <w:lang w:bidi="fa-IR"/>
              </w:rPr>
              <w:t>نفس</w:t>
            </w:r>
            <w:r w:rsidR="000D3290">
              <w:rPr>
                <w:rtl/>
                <w:lang w:bidi="fa-IR"/>
              </w:rPr>
              <w:t xml:space="preserve"> تو جو</w:t>
            </w:r>
            <w:r w:rsidR="000D3290">
              <w:rPr>
                <w:rFonts w:hint="cs"/>
                <w:rtl/>
                <w:lang w:bidi="fa-IR"/>
              </w:rPr>
              <w:t>ی</w:t>
            </w:r>
            <w:r w:rsidR="000D3290">
              <w:rPr>
                <w:rFonts w:hint="eastAsia"/>
                <w:rtl/>
                <w:lang w:bidi="fa-IR"/>
              </w:rPr>
              <w:t>ا</w:t>
            </w:r>
            <w:r w:rsidR="000D3290">
              <w:rPr>
                <w:rFonts w:hint="cs"/>
                <w:rtl/>
                <w:lang w:bidi="fa-IR"/>
              </w:rPr>
              <w:t>ی</w:t>
            </w:r>
            <w:r w:rsidR="000D3290">
              <w:rPr>
                <w:rtl/>
                <w:lang w:bidi="fa-IR"/>
              </w:rPr>
              <w:t xml:space="preserve"> کفر است و خرد جو</w:t>
            </w:r>
            <w:r w:rsidR="000D3290">
              <w:rPr>
                <w:rFonts w:hint="cs"/>
                <w:rtl/>
                <w:lang w:bidi="fa-IR"/>
              </w:rPr>
              <w:t>ی</w:t>
            </w:r>
            <w:r w:rsidR="000D3290">
              <w:rPr>
                <w:rFonts w:hint="eastAsia"/>
                <w:rtl/>
                <w:lang w:bidi="fa-IR"/>
              </w:rPr>
              <w:t>ا</w:t>
            </w:r>
            <w:r w:rsidR="000D3290">
              <w:rPr>
                <w:rFonts w:hint="cs"/>
                <w:rtl/>
                <w:lang w:bidi="fa-IR"/>
              </w:rPr>
              <w:t>ی</w:t>
            </w:r>
            <w:r w:rsidR="000D3290">
              <w:rPr>
                <w:rtl/>
                <w:lang w:bidi="fa-IR"/>
              </w:rPr>
              <w:t xml:space="preserve"> د</w:t>
            </w:r>
            <w:r w:rsidR="000D3290">
              <w:rPr>
                <w:rFonts w:hint="cs"/>
                <w:rtl/>
                <w:lang w:bidi="fa-IR"/>
              </w:rPr>
              <w:t>ی</w:t>
            </w:r>
            <w:r w:rsidR="000D3290">
              <w:rPr>
                <w:rFonts w:hint="eastAsia"/>
                <w:rtl/>
                <w:lang w:bidi="fa-IR"/>
              </w:rPr>
              <w:t>ن</w:t>
            </w:r>
            <w:r w:rsidR="000D3290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gridSpan w:val="2"/>
            <w:shd w:val="clear" w:color="auto" w:fill="auto"/>
          </w:tcPr>
          <w:p w:rsidR="000D3290" w:rsidRDefault="000D3290" w:rsidP="00DE086D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0D3290" w:rsidRDefault="000D3290" w:rsidP="00DE086D">
            <w:pPr>
              <w:pStyle w:val="libPoem"/>
            </w:pPr>
            <w:r>
              <w:rPr>
                <w:rtl/>
                <w:lang w:bidi="fa-IR"/>
              </w:rPr>
              <w:t>گر بقا خواه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آ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ار فنا خواه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3290" w:rsidTr="000D3290">
        <w:trPr>
          <w:trHeight w:val="350"/>
        </w:trPr>
        <w:tc>
          <w:tcPr>
            <w:tcW w:w="3344" w:type="dxa"/>
            <w:gridSpan w:val="2"/>
          </w:tcPr>
          <w:p w:rsidR="000D3290" w:rsidRDefault="000D3290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هر</w:t>
            </w:r>
            <w:r>
              <w:rPr>
                <w:rtl/>
                <w:lang w:bidi="fa-IR"/>
              </w:rPr>
              <w:t xml:space="preserve"> چه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جز هو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آن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بود بر جان نشان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gridSpan w:val="2"/>
          </w:tcPr>
          <w:p w:rsidR="000D3290" w:rsidRDefault="000D3290" w:rsidP="00DE086D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0D3290" w:rsidRDefault="000D3290" w:rsidP="00DE086D">
            <w:pPr>
              <w:pStyle w:val="libPoem"/>
            </w:pPr>
            <w:r>
              <w:rPr>
                <w:rtl/>
                <w:lang w:bidi="fa-IR"/>
              </w:rPr>
              <w:t xml:space="preserve">هر چه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جز خدا آن بت بود در هم شکن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3290" w:rsidTr="000D3290">
        <w:trPr>
          <w:trHeight w:val="350"/>
        </w:trPr>
        <w:tc>
          <w:tcPr>
            <w:tcW w:w="3344" w:type="dxa"/>
            <w:gridSpan w:val="2"/>
          </w:tcPr>
          <w:p w:rsidR="000D3290" w:rsidRDefault="000D3290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چون</w:t>
            </w:r>
            <w:r>
              <w:rPr>
                <w:rtl/>
                <w:lang w:bidi="fa-IR"/>
              </w:rPr>
              <w:t xml:space="preserve"> برون رفت از تو حرص آنگه در آ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در تو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gridSpan w:val="2"/>
          </w:tcPr>
          <w:p w:rsidR="000D3290" w:rsidRDefault="000D3290" w:rsidP="00DE086D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0D3290" w:rsidRDefault="000D3290" w:rsidP="00DE086D">
            <w:pPr>
              <w:pStyle w:val="libPoem"/>
            </w:pPr>
            <w:r>
              <w:rPr>
                <w:rtl/>
                <w:lang w:bidi="fa-IR"/>
              </w:rPr>
              <w:t>چون در آ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در تو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آنگه برون شد اهرمن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D3290" w:rsidTr="000D3290">
        <w:tblPrEx>
          <w:tblLook w:val="04A0"/>
        </w:tblPrEx>
        <w:trPr>
          <w:trHeight w:val="350"/>
        </w:trPr>
        <w:tc>
          <w:tcPr>
            <w:tcW w:w="3344" w:type="dxa"/>
            <w:gridSpan w:val="2"/>
          </w:tcPr>
          <w:p w:rsidR="000D3290" w:rsidRDefault="000D3290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با</w:t>
            </w:r>
            <w:r>
              <w:rPr>
                <w:rtl/>
                <w:lang w:bidi="fa-IR"/>
              </w:rPr>
              <w:t xml:space="preserve"> دو قبله در ره توح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نتوان رفت راست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gridSpan w:val="2"/>
          </w:tcPr>
          <w:p w:rsidR="000D3290" w:rsidRDefault="000D3290" w:rsidP="00DE086D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0D3290" w:rsidRDefault="000D3290" w:rsidP="00DE086D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رضا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دوست با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هوا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شتن</w:t>
            </w:r>
            <w:r w:rsidRPr="000D3290">
              <w:rPr>
                <w:rStyle w:val="libFootnotenumChar"/>
                <w:rtl/>
              </w:rPr>
              <w:t>(12)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D3290" w:rsidRDefault="000D3290" w:rsidP="00B7311A">
      <w:pPr>
        <w:pStyle w:val="libNormal"/>
        <w:rPr>
          <w:rtl/>
          <w:lang w:bidi="fa-IR"/>
        </w:rPr>
      </w:pPr>
    </w:p>
    <w:p w:rsidR="00B7311A" w:rsidRDefault="000D3290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0D3290">
      <w:pPr>
        <w:pStyle w:val="Heading1"/>
        <w:rPr>
          <w:rtl/>
          <w:lang w:bidi="fa-IR"/>
        </w:rPr>
      </w:pPr>
      <w:bookmarkStart w:id="7" w:name="_Toc6404705"/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پرستان</w:t>
      </w:r>
      <w:bookmarkEnd w:id="7"/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اطاق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چند طرف پنجره داشت با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بود. هوا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گرم و سوزان بود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 طرف اطاق را باز کردند، تا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جهت هوا 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دهد.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خارج را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ناگاه چشمش به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 که پابرهنه با شلوار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کهنه و پاره به آن طرف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شلوار خود را در آب انداخته و بپا کرده بود تا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حرارت هوا را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بکاهد.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گفت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عرب چقدر رنج و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گرما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. گفتند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دارد خدمت شما را برسد. گفت به خدا قسم اگر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 هرگاه به او ستم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باشند و دادخواه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به دادش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رسم اگر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رفع نگران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فقر از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به غلام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دستور داد جلو درب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 xml:space="preserve">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عرب اراده وارد شدن کرد او را داخل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B7311A" w:rsidRDefault="00B7311A" w:rsidP="000D32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مجلس شد. سلام کرد.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گفت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گرم از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چه کار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جواب داد از محل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آمده ام درخواست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شما دارم.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کارت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 دختر عموئ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 که به ازدواج با او شادمان بودم از نظر ما</w:t>
      </w:r>
      <w:r w:rsidR="000D3290">
        <w:rPr>
          <w:rFonts w:hint="cs"/>
          <w:rtl/>
          <w:lang w:bidi="fa-IR"/>
        </w:rPr>
        <w:t>ل</w:t>
      </w:r>
      <w:r>
        <w:rPr>
          <w:rtl/>
          <w:lang w:bidi="fa-IR"/>
        </w:rPr>
        <w:t xml:space="preserve"> در وضع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اتف</w:t>
      </w:r>
      <w:r>
        <w:rPr>
          <w:rFonts w:hint="eastAsia"/>
          <w:rtl/>
          <w:lang w:bidi="fa-IR"/>
        </w:rPr>
        <w:t>اقا</w:t>
      </w:r>
      <w:r>
        <w:rPr>
          <w:rtl/>
          <w:lang w:bidi="fa-IR"/>
        </w:rPr>
        <w:t xml:space="preserve"> روزگار برگشت، تمام ث</w:t>
      </w:r>
      <w:r w:rsidR="000D3290">
        <w:rPr>
          <w:rFonts w:hint="cs"/>
          <w:rtl/>
          <w:lang w:bidi="fa-IR"/>
        </w:rPr>
        <w:t>رو</w:t>
      </w:r>
      <w:r>
        <w:rPr>
          <w:rtl/>
          <w:lang w:bidi="fa-IR"/>
        </w:rPr>
        <w:t>ت خود را از دست دادم تا به 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 روزانه خود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داشتم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عزت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بودم خوار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مقدار شدم. پدر زنم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که مشاهده کرد دختر خود را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</w:t>
      </w:r>
      <w:r>
        <w:rPr>
          <w:rtl/>
          <w:lang w:bidi="fa-IR"/>
        </w:rPr>
        <w:t xml:space="preserve"> برد و بر من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سخت گرفت مرا از خود دور کرد. </w:t>
      </w:r>
      <w:r>
        <w:rPr>
          <w:rtl/>
          <w:lang w:bidi="fa-IR"/>
        </w:rPr>
        <w:cr/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مروان حکم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و فرماندار شما رف</w:t>
      </w:r>
      <w:r w:rsidR="000D3290">
        <w:rPr>
          <w:rFonts w:hint="cs"/>
          <w:rtl/>
          <w:lang w:bidi="fa-IR"/>
        </w:rPr>
        <w:t>ت</w:t>
      </w:r>
      <w:r>
        <w:rPr>
          <w:rtl/>
          <w:lang w:bidi="fa-IR"/>
        </w:rPr>
        <w:t>م داستان خود را به 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شرح </w:t>
      </w:r>
      <w:r>
        <w:rPr>
          <w:rtl/>
          <w:lang w:bidi="fa-IR"/>
        </w:rPr>
        <w:lastRenderedPageBreak/>
        <w:t>دادم. دستور داد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با زنم آوردند.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چشم مروان به زن من افتاد دل از دست داد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جمال او شد. به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گفت اگر دخترت را به ازدواج من درب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هزار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زر سرخ به تو خواهم داد او هم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مروان مرا اجبار به طلاق دادن کرد اما من امتناع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امر کرد تاز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ام بزنند. هر چه زد طلاق ندادم. خودش بدون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 زنم را طلاق داد و تا تمام شدن مدت عده طلاق، مرا به زندان انداخت پس از آن با او ازدواج کرد آنگاه مرا آزاد نمود.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شما آمده و پناهنده به شما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ام.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گفت به خدا سوگند داستان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تاکنون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را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. دستور داد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مروان حکم نوشتند و به عراق فرستاد در آن نامه گوشزد کرد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فرماندار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چشم خود را از ناموس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بپوشد لجام نفس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امر کرد به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نامه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ازدواج در آورده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رها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او را به شام فرست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نامه</w:t>
      </w:r>
      <w:r>
        <w:rPr>
          <w:rtl/>
          <w:lang w:bidi="fa-IR"/>
        </w:rPr>
        <w:t xml:space="preserve"> را به اعراب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تا با غلام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طرف عراق برود.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وارد شدند مروان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کرد دستور برکنار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عزلش را آورده اند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شناک</w:t>
      </w:r>
      <w:r>
        <w:rPr>
          <w:rtl/>
          <w:lang w:bidi="fa-IR"/>
        </w:rPr>
        <w:t xml:space="preserve"> شد. نامه را که خواند، سعاد را طلاق داده به دمشق فرستاد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مجلس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وارد شدند تا چشم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آن زن افتاد در جمال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شد با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نگاه، دل از دست داد. رو به اعراب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گفت دختر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است؟ جواب داد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گفت ممکن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سه دختر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از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دختران به تو بدهم و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کنم از او دست بکش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تضرع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گفت از ستم مروان حکم به شما پناهنده شدم.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از ستم شما به که پناه برم.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گفت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خودت اقرار نکرد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مروان </w:t>
      </w:r>
      <w:r>
        <w:rPr>
          <w:rtl/>
          <w:lang w:bidi="fa-IR"/>
        </w:rPr>
        <w:lastRenderedPageBreak/>
        <w:t>او را طلاق داده ما اکنون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به دست خودش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سه امر را انتخاب کند. رو به زن نموده گفت سعاد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نفر کدام را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قدرت و سلطنت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مروان حکم را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پسر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فقر و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زن وفادار و با اراده،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انداخت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نخواست فور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جواب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بدهد.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انتظار بودند. حالا کدام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 قبول خواهد کرد.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انتظار به طول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انجام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سر بلند کرده گفت به خدا قسم من با خواسته خود پسر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ازردم</w:t>
      </w:r>
      <w:r>
        <w:rPr>
          <w:rtl/>
          <w:lang w:bidi="fa-IR"/>
        </w:rPr>
        <w:t xml:space="preserve"> روزگار با مکر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او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شآمد</w:t>
      </w:r>
      <w:r>
        <w:rPr>
          <w:rtl/>
          <w:lang w:bidi="fa-IR"/>
        </w:rPr>
        <w:t xml:space="preserve"> مبتلا کرد والا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و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رشته عشق و محبت است که هرگز گسستن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نخواهد رفت. همانطور که در وسعت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دوران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کنارش گذرانده ام.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هنگام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مقاومت و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 آهنگ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او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ترم تا ثروت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نتوانست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ناچار دست از او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63224B">
        <w:rPr>
          <w:rStyle w:val="libFootnotenumChar"/>
          <w:rtl/>
        </w:rPr>
        <w:t>(13)</w:t>
      </w:r>
    </w:p>
    <w:p w:rsidR="00B7311A" w:rsidRDefault="0063224B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63224B">
      <w:pPr>
        <w:pStyle w:val="Heading1"/>
        <w:rPr>
          <w:rtl/>
          <w:lang w:bidi="fa-IR"/>
        </w:rPr>
      </w:pPr>
      <w:bookmarkStart w:id="8" w:name="_Toc6404706"/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زکاران</w:t>
      </w:r>
      <w:r>
        <w:rPr>
          <w:rtl/>
          <w:lang w:bidi="fa-IR"/>
        </w:rPr>
        <w:t xml:space="preserve"> حسن 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C4202" w:rsidRPr="0063224B">
        <w:rPr>
          <w:rStyle w:val="libAlaemChar"/>
          <w:rtl/>
        </w:rPr>
        <w:t>عليه‌السلام</w:t>
      </w:r>
      <w:bookmarkEnd w:id="8"/>
    </w:p>
    <w:p w:rsidR="00B7311A" w:rsidRDefault="00B7311A" w:rsidP="006322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شهر آشوب در مناقب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که در ابواء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خدمت حضرت 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C4202" w:rsidRPr="0063224B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در آن حال امام حسن </w:t>
      </w:r>
      <w:r w:rsidR="00AC4202" w:rsidRPr="0063224B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مشغول نماز بود، نماز را کوتاه نمود فرمود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جواب داد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حاجت تو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 من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شوهرم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وارد شده ا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از شما کام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 فرمود دور شو از من،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با خودت در آتش جهنم بسوزان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آن زن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در صدد دل بردن از آنجناب بود. حضرت شروع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 و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دور شو 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تو. کم کم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آنجناب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 زن حال امام 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مشاهده کرد او هم شروع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نمود.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C4202" w:rsidRPr="0063224B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شد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برادرش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 هر دو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لاب</w:t>
      </w:r>
      <w:r>
        <w:rPr>
          <w:rtl/>
          <w:lang w:bidi="fa-IR"/>
        </w:rPr>
        <w:t xml:space="preserve"> اشک امام حسن چنان برادر را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قرار داد که او هم شروع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کرد.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 حضرت آمدند، هر کدام آن حال را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صدائ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بلند شد. زن باد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خارج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اصحاب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متفرق شدند.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شآمد</w:t>
      </w:r>
      <w:r>
        <w:rPr>
          <w:rtl/>
          <w:lang w:bidi="fa-IR"/>
        </w:rPr>
        <w:t xml:space="preserve"> گذشت.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C4202" w:rsidRPr="0063224B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نظر عظمت و جلالت برادر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سبب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نپرس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حسن </w:t>
      </w:r>
      <w:r w:rsidR="00AC4202" w:rsidRPr="0063224B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ناگاه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آغاز نمود.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C4202" w:rsidRPr="0063224B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چه شده برادرجان. فرمود خواب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از آن جهت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خواب را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شد. فرمود تا زنده ام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مگو.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را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مردم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تماشا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جمع شده بودند. من هم جلو رفته او را تماشا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حس</w:t>
      </w:r>
      <w:r w:rsidR="0063224B"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ام گرفت.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توجه نموده گفت برادرم چرا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پدر و مادرم فدا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باد. گفتم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آوردم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تو را با زن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مصر که چه رنج و مشقت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زندان افتاد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کهنسال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در فراق تو 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(با تمام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گرفتار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واقع نشد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در شگفتم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که چه اندازه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گفت چرا تعجب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خودت راجع به آن زن باد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او در ابواء با تو مصادف شد چه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چگونه اشک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!.</w:t>
      </w:r>
      <w:r w:rsidRPr="0063224B">
        <w:rPr>
          <w:rStyle w:val="libFootnotenumChar"/>
          <w:rtl/>
        </w:rPr>
        <w:t>(14)</w:t>
      </w:r>
    </w:p>
    <w:p w:rsidR="00B7311A" w:rsidRDefault="0063224B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63224B">
      <w:pPr>
        <w:pStyle w:val="Heading1"/>
        <w:rPr>
          <w:rtl/>
          <w:lang w:bidi="fa-IR"/>
        </w:rPr>
      </w:pPr>
      <w:bookmarkStart w:id="9" w:name="_Toc6404707"/>
      <w:r>
        <w:rPr>
          <w:rFonts w:hint="eastAsia"/>
          <w:rtl/>
          <w:lang w:bidi="fa-IR"/>
        </w:rPr>
        <w:t>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بت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9"/>
    </w:p>
    <w:p w:rsidR="00B7311A" w:rsidRDefault="00B7311A" w:rsidP="0063224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سوره حشر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16 و 17 </w:t>
      </w:r>
      <w:r w:rsidR="0063224B" w:rsidRPr="0063224B">
        <w:rPr>
          <w:rStyle w:val="libAlaemChar"/>
          <w:rFonts w:hint="cs"/>
          <w:rtl/>
        </w:rPr>
        <w:t>(</w:t>
      </w:r>
      <w:r w:rsidR="0063224B" w:rsidRPr="0063224B">
        <w:rPr>
          <w:rStyle w:val="libAieChar"/>
          <w:rFonts w:hint="cs"/>
          <w:rtl/>
        </w:rPr>
        <w:t>كَمَثَلِ الشَّيْطَانِ إِذْ قَالَ لِلْإِنسَانِ اكْفُرْ فَلَمَّا كَفَرَ قَالَ إِنِّي بَرِيءٌ مِّنكَ إِنِّي أَخَافُ اللَّـهَ رَبَّ الْعَالَمِينَ</w:t>
      </w:r>
      <w:r w:rsidR="0063224B" w:rsidRPr="0063224B">
        <w:rPr>
          <w:rStyle w:val="libAieChar"/>
          <w:rFonts w:ascii="Times New Roman" w:hAnsi="Times New Roman" w:cs="Times New Roman"/>
        </w:rPr>
        <w:t> </w:t>
      </w:r>
      <w:r w:rsidRPr="0063224B">
        <w:rPr>
          <w:rStyle w:val="libAieChar"/>
          <w:rtl/>
        </w:rPr>
        <w:t xml:space="preserve"> </w:t>
      </w:r>
      <w:r w:rsidR="0063224B" w:rsidRPr="0063224B">
        <w:rPr>
          <w:rStyle w:val="libAieChar"/>
          <w:rFonts w:hint="cs"/>
          <w:rtl/>
        </w:rPr>
        <w:t>فَكَانَ عَاقِبَتَهُمَا أَنَّهُمَا فِي النَّارِ خَالِدَيْنِ فِيهَا</w:t>
      </w:r>
      <w:r w:rsidR="0063224B" w:rsidRPr="0063224B">
        <w:rPr>
          <w:rStyle w:val="libAieChar"/>
          <w:rFonts w:ascii="Times New Roman" w:hAnsi="Times New Roman" w:cs="Times New Roman" w:hint="cs"/>
          <w:rtl/>
        </w:rPr>
        <w:t> </w:t>
      </w:r>
      <w:r w:rsidR="0063224B" w:rsidRPr="0063224B">
        <w:rPr>
          <w:rStyle w:val="libAieChar"/>
          <w:rFonts w:hint="cs"/>
          <w:rtl/>
        </w:rPr>
        <w:t>وَذَٰلِكَ جَزَاءُ الظَّالِمِينَ</w:t>
      </w:r>
      <w:r>
        <w:rPr>
          <w:rtl/>
          <w:lang w:bidi="fa-IR"/>
        </w:rPr>
        <w:t>.</w:t>
      </w:r>
      <w:r w:rsidR="0063224B" w:rsidRPr="0063224B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مرحوم 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مجمع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در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صا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مدت دراز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عمر خود را به عبادت و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بود، به 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وانگان</w:t>
      </w:r>
      <w:r>
        <w:rPr>
          <w:rtl/>
          <w:lang w:bidi="fa-IR"/>
        </w:rPr>
        <w:t xml:space="preserve"> به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 xml:space="preserve">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خانواده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</w:t>
      </w:r>
      <w:r>
        <w:rPr>
          <w:rtl/>
          <w:lang w:bidi="fa-IR"/>
        </w:rPr>
        <w:t xml:space="preserve"> شد. برادرانش او را به محل عابد آوردند تا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اثر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خوب شود. خواهر را در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عابد گذاشته خودشان برگشتند.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برص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صا</w:t>
      </w:r>
      <w:r>
        <w:rPr>
          <w:rtl/>
          <w:lang w:bidi="fa-IR"/>
        </w:rPr>
        <w:t xml:space="preserve"> را وسوسه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جمال زن را در نظرش جلوه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مانع عابد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تنها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اراده بالاخره نتوانست خود را نگه دارد و با او جمع شد زن از عابد حمل برداشت.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برص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صا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حامل شده از ترس رسوائ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کشت و دفن کرد.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شامد،</w:t>
      </w:r>
      <w:r>
        <w:rPr>
          <w:rtl/>
          <w:lang w:bidi="fa-IR"/>
        </w:rPr>
        <w:t xml:space="preserve"> نزد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برادران او رفت داستان عابد را مفصلا شرح داد و محل دفن را هم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eastAsia"/>
          <w:rtl/>
          <w:lang w:bidi="fa-IR"/>
        </w:rPr>
        <w:t>مود</w:t>
      </w:r>
      <w:r>
        <w:rPr>
          <w:rtl/>
          <w:lang w:bidi="fa-IR"/>
        </w:rPr>
        <w:t xml:space="preserve">. همه برادرها اطلاع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 xml:space="preserve"> کم کم داستان منتشر شد تا به سلطان شهر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شاه با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عابد رفت و از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شد. برص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صا</w:t>
      </w:r>
      <w:r>
        <w:rPr>
          <w:rtl/>
          <w:lang w:bidi="fa-IR"/>
        </w:rPr>
        <w:t xml:space="preserve"> تمام کردار خود را اقرار کرد.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شاه</w:t>
      </w:r>
      <w:r>
        <w:rPr>
          <w:rtl/>
          <w:lang w:bidi="fa-IR"/>
        </w:rPr>
        <w:t xml:space="preserve"> دستور داد او را به دار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بر چوبه دار بالا برده شد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به صورت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آمده گفت آن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ورطه انداخت من بودم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اگر نجات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اطاعت امر بکن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عابد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چه اطاعت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گفت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مرا سجده کن. سوال کرد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 xml:space="preserve">حال که من بر فراز دارم چگونه سجده کنم. گفت من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اشاره قناعت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برص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صا</w:t>
      </w:r>
      <w:r>
        <w:rPr>
          <w:rtl/>
          <w:lang w:bidi="fa-IR"/>
        </w:rPr>
        <w:t xml:space="preserve"> با سر اشاره به سجده کرد. در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لحظات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پروردگار جهان کافر شد و پس از چند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به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خاتمه دادند.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گذشته اشاره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ترجمه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(مانند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که به انسان گفت کافر شو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کفر را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کرد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گفت از تو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زارم</w:t>
      </w:r>
      <w:r>
        <w:rPr>
          <w:rtl/>
          <w:lang w:bidi="fa-IR"/>
        </w:rPr>
        <w:t xml:space="preserve"> من از پروردگار 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ترسم. سرانجام کار هر دو آتش جهنم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سوزند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ستمکاران.)</w:t>
      </w:r>
      <w:r w:rsidRPr="0063224B">
        <w:rPr>
          <w:rStyle w:val="libFootnotenumChar"/>
          <w:rtl/>
        </w:rPr>
        <w:t xml:space="preserve">(15)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2"/>
        <w:gridCol w:w="268"/>
        <w:gridCol w:w="3302"/>
      </w:tblGrid>
      <w:tr w:rsidR="0063224B" w:rsidTr="0063224B">
        <w:trPr>
          <w:trHeight w:val="350"/>
        </w:trPr>
        <w:tc>
          <w:tcPr>
            <w:tcW w:w="3352" w:type="dxa"/>
            <w:shd w:val="clear" w:color="auto" w:fill="auto"/>
          </w:tcPr>
          <w:p w:rsidR="0063224B" w:rsidRDefault="0063224B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هر</w:t>
            </w:r>
            <w:r>
              <w:rPr>
                <w:rtl/>
                <w:lang w:bidi="fa-IR"/>
              </w:rPr>
              <w:t xml:space="preserve"> که با پاکدلان صبح و مسائ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63224B" w:rsidRDefault="0063224B" w:rsidP="00DE086D">
            <w:pPr>
              <w:pStyle w:val="libPoem"/>
              <w:rPr>
                <w:rtl/>
              </w:rPr>
            </w:pPr>
          </w:p>
        </w:tc>
        <w:tc>
          <w:tcPr>
            <w:tcW w:w="3302" w:type="dxa"/>
            <w:shd w:val="clear" w:color="auto" w:fill="auto"/>
          </w:tcPr>
          <w:p w:rsidR="0063224B" w:rsidRDefault="0063224B" w:rsidP="00DE086D">
            <w:pPr>
              <w:pStyle w:val="libPoem"/>
            </w:pPr>
            <w:r>
              <w:rPr>
                <w:rtl/>
                <w:lang w:bidi="fa-IR"/>
              </w:rPr>
              <w:t>دلش از پرتو اسرار صفائ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224B" w:rsidTr="0063224B">
        <w:trPr>
          <w:trHeight w:val="350"/>
        </w:trPr>
        <w:tc>
          <w:tcPr>
            <w:tcW w:w="3352" w:type="dxa"/>
          </w:tcPr>
          <w:p w:rsidR="0063224B" w:rsidRDefault="0063224B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زهد</w:t>
            </w:r>
            <w:r>
              <w:rPr>
                <w:rtl/>
                <w:lang w:bidi="fa-IR"/>
              </w:rPr>
              <w:t xml:space="preserve"> با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پاک نه است نه با جامه پاک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63224B" w:rsidRDefault="0063224B" w:rsidP="00DE086D">
            <w:pPr>
              <w:pStyle w:val="libPoem"/>
              <w:rPr>
                <w:rtl/>
              </w:rPr>
            </w:pPr>
          </w:p>
        </w:tc>
        <w:tc>
          <w:tcPr>
            <w:tcW w:w="3302" w:type="dxa"/>
          </w:tcPr>
          <w:p w:rsidR="0063224B" w:rsidRDefault="0063224B" w:rsidP="00DE086D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بس آلوده که پاک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زه</w:t>
            </w:r>
            <w:r>
              <w:rPr>
                <w:rtl/>
                <w:lang w:bidi="fa-IR"/>
              </w:rPr>
              <w:t xml:space="preserve"> ردائ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224B" w:rsidTr="0063224B">
        <w:tblPrEx>
          <w:tblLook w:val="04A0"/>
        </w:tblPrEx>
        <w:trPr>
          <w:trHeight w:val="350"/>
        </w:trPr>
        <w:tc>
          <w:tcPr>
            <w:tcW w:w="3352" w:type="dxa"/>
          </w:tcPr>
          <w:p w:rsidR="0063224B" w:rsidRDefault="0063224B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بت خانه مرو پند برهمن بشنو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63224B" w:rsidRDefault="0063224B" w:rsidP="00DE086D">
            <w:pPr>
              <w:pStyle w:val="libPoem"/>
              <w:rPr>
                <w:rtl/>
              </w:rPr>
            </w:pPr>
          </w:p>
        </w:tc>
        <w:tc>
          <w:tcPr>
            <w:tcW w:w="3302" w:type="dxa"/>
          </w:tcPr>
          <w:p w:rsidR="0063224B" w:rsidRDefault="0063224B" w:rsidP="00DE086D">
            <w:pPr>
              <w:pStyle w:val="libPoem"/>
            </w:pPr>
            <w:r>
              <w:rPr>
                <w:rtl/>
                <w:lang w:bidi="fa-IR"/>
              </w:rPr>
              <w:t>بت پرست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مکن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ملک خدائ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224B" w:rsidTr="0063224B">
        <w:tblPrEx>
          <w:tblLook w:val="04A0"/>
        </w:tblPrEx>
        <w:trPr>
          <w:trHeight w:val="350"/>
        </w:trPr>
        <w:tc>
          <w:tcPr>
            <w:tcW w:w="3352" w:type="dxa"/>
          </w:tcPr>
          <w:p w:rsidR="0063224B" w:rsidRDefault="0063224B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گوهر</w:t>
            </w:r>
            <w:r>
              <w:rPr>
                <w:rtl/>
                <w:lang w:bidi="fa-IR"/>
              </w:rPr>
              <w:t xml:space="preserve"> وقت بد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از دست مده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63224B" w:rsidRDefault="0063224B" w:rsidP="00DE086D">
            <w:pPr>
              <w:pStyle w:val="libPoem"/>
              <w:rPr>
                <w:rtl/>
              </w:rPr>
            </w:pPr>
          </w:p>
        </w:tc>
        <w:tc>
          <w:tcPr>
            <w:tcW w:w="3302" w:type="dxa"/>
          </w:tcPr>
          <w:p w:rsidR="0063224B" w:rsidRDefault="006F55C2" w:rsidP="00DE086D">
            <w:pPr>
              <w:pStyle w:val="libPoem"/>
            </w:pPr>
            <w:r>
              <w:rPr>
                <w:rtl/>
                <w:lang w:bidi="fa-IR"/>
              </w:rPr>
              <w:t>آخر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در گرانما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بهائ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دارد</w:t>
            </w:r>
            <w:r w:rsidR="0063224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3224B" w:rsidTr="0063224B">
        <w:tblPrEx>
          <w:tblLook w:val="04A0"/>
        </w:tblPrEx>
        <w:trPr>
          <w:trHeight w:val="350"/>
        </w:trPr>
        <w:tc>
          <w:tcPr>
            <w:tcW w:w="3352" w:type="dxa"/>
          </w:tcPr>
          <w:p w:rsidR="0063224B" w:rsidRDefault="006F55C2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صرف</w:t>
            </w:r>
            <w:r>
              <w:rPr>
                <w:rtl/>
                <w:lang w:bidi="fa-IR"/>
              </w:rPr>
              <w:t xml:space="preserve"> باطل نکند عمر گرام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پرو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 w:rsidR="0063224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63224B" w:rsidRDefault="0063224B" w:rsidP="00DE086D">
            <w:pPr>
              <w:pStyle w:val="libPoem"/>
              <w:rPr>
                <w:rtl/>
              </w:rPr>
            </w:pPr>
          </w:p>
        </w:tc>
        <w:tc>
          <w:tcPr>
            <w:tcW w:w="3302" w:type="dxa"/>
          </w:tcPr>
          <w:p w:rsidR="0063224B" w:rsidRDefault="006F55C2" w:rsidP="00DE086D">
            <w:pPr>
              <w:pStyle w:val="libPoem"/>
            </w:pPr>
            <w:r>
              <w:rPr>
                <w:rtl/>
                <w:lang w:bidi="fa-IR"/>
              </w:rPr>
              <w:t>آنکه چون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رخرد</w:t>
            </w:r>
            <w:r>
              <w:rPr>
                <w:rtl/>
                <w:lang w:bidi="fa-IR"/>
              </w:rPr>
              <w:t xml:space="preserve"> راهنمائ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دارد</w:t>
            </w:r>
            <w:r w:rsidR="0063224B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درد دل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دارم، عفت و پاکدامن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حجاب دو اصل بزرگ و دو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گران است که از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ازات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مبران</w:t>
      </w:r>
      <w:r>
        <w:rPr>
          <w:rtl/>
          <w:lang w:bidi="fa-IR"/>
        </w:rPr>
        <w:t xml:space="preserve"> و رمز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حدود و نظام اجتماع و برقرار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احکام و نوام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نظر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اعتقاد و هم از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شرافت سقوط ننموده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رخنه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کره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نوابغ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چشمان جذاب و لبها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</w:t>
      </w:r>
      <w:r>
        <w:rPr>
          <w:rtl/>
          <w:lang w:bidi="fa-IR"/>
        </w:rPr>
        <w:lastRenderedPageBreak/>
        <w:t>قامت دلربا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آلوده درهم شکسته. ناپلئون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قرار نداده مگر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جاذبه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قدرت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>. امروز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دولتها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رومند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شکست</w:t>
      </w:r>
      <w:r>
        <w:rPr>
          <w:rtl/>
          <w:lang w:bidi="fa-IR"/>
        </w:rPr>
        <w:t xml:space="preserve">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خود از نظر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بدست آوردن اسرار نهان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زنان به نام جاسوسه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رجال ناپاک، مملکت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مژگان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و چهره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</w:t>
      </w:r>
    </w:p>
    <w:p w:rsidR="00B7311A" w:rsidRDefault="00B7311A" w:rsidP="006F55C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6F55C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قرآن شالوده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خود را قبل از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پله انحراف قرار داده </w:t>
      </w:r>
      <w:r w:rsidR="006F55C2" w:rsidRPr="006F55C2">
        <w:rPr>
          <w:rStyle w:val="libAlaemChar"/>
          <w:rFonts w:hint="cs"/>
          <w:rtl/>
        </w:rPr>
        <w:t>(</w:t>
      </w:r>
      <w:r w:rsidR="006F55C2" w:rsidRPr="006F55C2">
        <w:rPr>
          <w:rStyle w:val="libAieChar"/>
          <w:rFonts w:hint="cs"/>
          <w:rtl/>
        </w:rPr>
        <w:t>قُل لِّلْمُؤْمِنِينَ يَغُضُّوا مِنْ أَبْصَارِهِمْ</w:t>
      </w:r>
      <w:r w:rsidR="006F55C2" w:rsidRPr="006F55C2">
        <w:rPr>
          <w:rStyle w:val="libAlaemChar"/>
          <w:rFonts w:hint="cs"/>
          <w:rtl/>
        </w:rPr>
        <w:t>)</w:t>
      </w:r>
      <w:r w:rsidR="006F55C2" w:rsidRPr="006F55C2">
        <w:rPr>
          <w:rFonts w:hint="cs"/>
          <w:rtl/>
        </w:rPr>
        <w:t>وَ</w:t>
      </w:r>
      <w:r w:rsidR="006F55C2">
        <w:rPr>
          <w:rtl/>
          <w:lang w:bidi="fa-IR"/>
        </w:rPr>
        <w:t xml:space="preserve"> </w:t>
      </w:r>
      <w:r>
        <w:rPr>
          <w:rtl/>
          <w:lang w:bidi="fa-IR"/>
        </w:rPr>
        <w:t>بگو مردان علاقمند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چشم خود را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زنان نامحرم بپوشند که تا چشم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دل از دست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دستور حجاب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بانوان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شدن</w:t>
      </w:r>
      <w:r>
        <w:rPr>
          <w:rtl/>
          <w:lang w:bidi="fa-IR"/>
        </w:rPr>
        <w:t xml:space="preserve"> عواطف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="00AC4202" w:rsidRPr="006F55C2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عتنا</w:t>
      </w:r>
      <w:r>
        <w:rPr>
          <w:rtl/>
          <w:lang w:bidi="fa-IR"/>
        </w:rPr>
        <w:t xml:space="preserve"> من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تحدث</w:t>
      </w:r>
      <w:r>
        <w:rPr>
          <w:rtl/>
          <w:lang w:bidi="fa-IR"/>
        </w:rPr>
        <w:t xml:space="preserve"> المخدرات بورعه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خدروهن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از ما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درس عفت و حجاب به دختران خود در خانه ندهد و با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آنها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اموزد</w:t>
      </w:r>
      <w:r>
        <w:rPr>
          <w:rtl/>
          <w:lang w:bidi="fa-IR"/>
        </w:rPr>
        <w:t xml:space="preserve">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عالم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غائب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که شاهد تمام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کردار ما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به تو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زمان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چشم بر مجامع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آنها را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 شرم آور و مردان را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آلودگ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تو پندار جوانان را خوب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افکار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بانوان را قبل از مرحله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745B55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 w:rsidR="006F55C2">
        <w:rPr>
          <w:rFonts w:hint="cs"/>
          <w:rtl/>
          <w:lang w:bidi="fa-IR"/>
        </w:rPr>
        <w:t>ن</w:t>
      </w:r>
      <w:r>
        <w:rPr>
          <w:rtl/>
          <w:lang w:bidi="fa-IR"/>
        </w:rPr>
        <w:t>ده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چند جمله شکسته بسته من واقع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درد درون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و خود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احترام به زحمات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(صل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آله و سلم) و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جانباز او، هر که را تحت تکفل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و دختران درس پاکدامن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حجاب ده جوانان و نونهالان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ارا،</w:t>
      </w:r>
      <w:r>
        <w:rPr>
          <w:rtl/>
          <w:lang w:bidi="fa-IR"/>
        </w:rPr>
        <w:t xml:space="preserve"> تا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پرتگاه، اراده آهن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کنند و همانند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</w:t>
      </w:r>
      <w:r>
        <w:rPr>
          <w:rtl/>
          <w:lang w:bidi="fa-IR"/>
        </w:rPr>
        <w:lastRenderedPageBreak/>
        <w:t>حسن 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C4202" w:rsidRPr="00745B5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تکان دهند، چه خوش بود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تو راز دل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اما افسوس صفحات کتاب اجازه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 به من و شما قدرت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دوره تمدن (بقول خودشان) از هر کو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برزن و از هر پنجره و روزن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صفت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قامت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آلوده سر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تا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ما در هم شکند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پاکدامن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تو ما را نگهدار و آنها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کن تا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خودآ</w:t>
      </w:r>
      <w:r>
        <w:rPr>
          <w:rFonts w:hint="eastAsia"/>
          <w:rtl/>
          <w:lang w:bidi="fa-IR"/>
        </w:rPr>
        <w:t>رائ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پرده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بردارند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مشت جوانان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مکتب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خود واگذارند.</w:t>
      </w:r>
    </w:p>
    <w:p w:rsidR="00B7311A" w:rsidRDefault="00745B55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745B55">
      <w:pPr>
        <w:pStyle w:val="Heading1"/>
        <w:rPr>
          <w:rtl/>
          <w:lang w:bidi="fa-IR"/>
        </w:rPr>
      </w:pPr>
      <w:bookmarkStart w:id="10" w:name="_Toc6404708"/>
      <w:r>
        <w:rPr>
          <w:rFonts w:hint="eastAsia"/>
          <w:rtl/>
          <w:lang w:bidi="fa-IR"/>
        </w:rPr>
        <w:t>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مخالفت با نفس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مقصود است</w:t>
      </w:r>
      <w:bookmarkEnd w:id="10"/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عاشق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شد. خدمت حضرت صادق </w:t>
      </w:r>
      <w:r w:rsidR="00AC4202" w:rsidRPr="00745B55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به عرض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آنجناب فرمود هر وقت او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 (اللهم اسئلک من فضلک) خداوندا او را از فضل و لطف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خواهم.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اتفاقا صاحب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اراده مسافرت نمود.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همان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آمد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تقاضا کرد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را به رسم امانت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بگذارد. در جواب گفت من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مجردم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ندارم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تو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من باشد.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مرد گفت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تو از او به نحو حلال بهره بردار بعد از بازگشت تو را مخ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پول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خودش را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 پس از 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خواستار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شد،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همان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کردند. او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به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فروخت. پس از بازگشت آن مرد از مسافرت تمام پول را به او رد کرد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نگرفت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مال به تو تعلق دارد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اول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کرده ام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دارم.</w:t>
      </w:r>
      <w:r w:rsidRPr="00745B55">
        <w:rPr>
          <w:rStyle w:val="libFootnotenumChar"/>
          <w:rtl/>
        </w:rPr>
        <w:t>(16)</w:t>
      </w:r>
      <w:r>
        <w:rPr>
          <w:rtl/>
          <w:lang w:bidi="fa-IR"/>
        </w:rPr>
        <w:t xml:space="preserve"> در اثر مخالفت با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به مقصود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745B55" w:rsidRDefault="00745B55" w:rsidP="00B7311A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745B55">
      <w:pPr>
        <w:pStyle w:val="Heading1"/>
        <w:rPr>
          <w:rtl/>
          <w:lang w:bidi="fa-IR"/>
        </w:rPr>
      </w:pPr>
      <w:bookmarkStart w:id="11" w:name="_Toc6404709"/>
      <w:r>
        <w:rPr>
          <w:rFonts w:hint="eastAsia"/>
          <w:rtl/>
          <w:lang w:bidi="fa-IR"/>
        </w:rPr>
        <w:t>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بشر حاف</w:t>
      </w:r>
      <w:r>
        <w:rPr>
          <w:rFonts w:hint="cs"/>
          <w:rtl/>
          <w:lang w:bidi="fa-IR"/>
        </w:rPr>
        <w:t>ی</w:t>
      </w:r>
      <w:bookmarkEnd w:id="11"/>
    </w:p>
    <w:p w:rsidR="00B7311A" w:rsidRDefault="00B7311A" w:rsidP="00745B5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45B55" w:rsidRPr="00745B55">
        <w:rPr>
          <w:rStyle w:val="libAlaemChar"/>
          <w:rtl/>
        </w:rPr>
        <w:t>رحمهم‌الله</w:t>
      </w:r>
      <w:r w:rsidR="00745B55" w:rsidRPr="005100D5">
        <w:rPr>
          <w:rFonts w:ascii="Traditional Arabic" w:hAnsi="Traditional Arabic" w:cs="Traditional Arabic"/>
          <w:rtl/>
        </w:rPr>
        <w:t xml:space="preserve"> </w:t>
      </w:r>
      <w:r>
        <w:rPr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کتاب مدهش ابوالفرج جوز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کرده که چون بشر حاف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شد، همان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اثر آن فوت کرد. دوستان بشر در کنار بال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جمع شده گفتند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ادرارت را به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نشان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علاج مرضت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کند. گفت من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بم</w:t>
      </w:r>
      <w:r>
        <w:rPr>
          <w:rtl/>
          <w:lang w:bidi="fa-IR"/>
        </w:rPr>
        <w:t xml:space="preserve"> هر چه بخواهد با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گفتند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کارها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حتما انجام داد. پاسخ داد مرا رها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ضم</w:t>
      </w:r>
      <w:r>
        <w:rPr>
          <w:rtl/>
          <w:lang w:bidi="fa-IR"/>
        </w:rPr>
        <w:t xml:space="preserve"> کرده. رفقا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 اصرار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اضافه نمودند که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نصران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حاذق. بشر خواهرش را سفارش کرد، فردا صبح ادرارم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بده. فردا که ادرارش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ب بردند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گفت حرکت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سه مرتبه.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گفت در مهارت تو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سرعت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چند مرتبه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گفت به خدا سوگند در مرتبه اول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تعجب عمل را تکرار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ادرار شخص نصران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متعلق به راهب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خوف خدا کبدش فرسوده شده اگر از مسلمان است قطعا از بشر حاف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گفتند همانطور که تشخ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بشر است.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نصران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حرف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مقراض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زنار خود را پاره کرد گفت اشهد ان لا اله الا الله و ان محمدا رسول الله رفقا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 با عجله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آمدند تا بشارت اسلام آوردن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را بدهند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چشمش به آنها افتاد گفت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اسلام آورد؟ جواب دادند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تو از کجا خبردار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شما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مرا خواب گرفت در همان عالم خواب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به من گفت به برکت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فرستاد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</w:t>
      </w:r>
      <w:r>
        <w:rPr>
          <w:rtl/>
          <w:lang w:bidi="fa-IR"/>
        </w:rPr>
        <w:lastRenderedPageBreak/>
        <w:t>مرد مسلمان شد.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نگذشت که بشر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رفت.</w:t>
      </w:r>
      <w:r w:rsidRPr="00745B55">
        <w:rPr>
          <w:rStyle w:val="libFootnotenumChar"/>
          <w:rtl/>
        </w:rPr>
        <w:t>(17)</w:t>
      </w:r>
      <w:r>
        <w:rPr>
          <w:rtl/>
          <w:lang w:bidi="fa-IR"/>
        </w:rPr>
        <w:t xml:space="preserve"> در باب توبه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داستان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بشر خواهد آمد که در اثر بازگشت از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ترک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به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B7311A" w:rsidRDefault="00B7311A" w:rsidP="00B7311A">
      <w:pPr>
        <w:pStyle w:val="libNormal"/>
        <w:rPr>
          <w:rtl/>
          <w:lang w:bidi="fa-IR"/>
        </w:rPr>
      </w:pPr>
    </w:p>
    <w:p w:rsidR="00B7311A" w:rsidRDefault="00B7311A" w:rsidP="00BC595B">
      <w:pPr>
        <w:pStyle w:val="Heading1"/>
        <w:rPr>
          <w:rtl/>
          <w:lang w:bidi="fa-IR"/>
        </w:rPr>
      </w:pPr>
      <w:bookmarkStart w:id="12" w:name="_Toc6404710"/>
      <w:r>
        <w:rPr>
          <w:rFonts w:hint="eastAsia"/>
          <w:rtl/>
          <w:lang w:bidi="fa-IR"/>
        </w:rPr>
        <w:t>مخالفت</w:t>
      </w:r>
      <w:r>
        <w:rPr>
          <w:rtl/>
          <w:lang w:bidi="fa-IR"/>
        </w:rPr>
        <w:t xml:space="preserve"> با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کافر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سود دارد</w:t>
      </w:r>
      <w:bookmarkEnd w:id="12"/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tl/>
          <w:lang w:bidi="fa-IR"/>
        </w:rPr>
        <w:t xml:space="preserve"> کافر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بازار بغداد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آمد، مردم گرد او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و او به آنها خبر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از آنچه در منزل داشتند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به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خضر </w:t>
      </w:r>
      <w:r w:rsidR="00AC4202" w:rsidRPr="00BC595B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کردند حضرت با وضع ناشناس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محل حاضر شد.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همراهان خود فرمود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</w:t>
      </w:r>
      <w:r w:rsidRPr="00BC595B">
        <w:rPr>
          <w:rStyle w:val="libFootnotenumChar"/>
          <w:rtl/>
        </w:rPr>
        <w:t xml:space="preserve">(18) </w:t>
      </w:r>
      <w:r>
        <w:rPr>
          <w:rtl/>
          <w:lang w:bidi="fa-IR"/>
        </w:rPr>
        <w:t>آنچه در 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گرفته بود اطلاع داد.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="00AC4202" w:rsidRPr="00BC595B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او را به کنار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برده فرمود به واسطه چه عمل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جزئ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مقام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مبران</w:t>
      </w:r>
      <w:r>
        <w:rPr>
          <w:rtl/>
          <w:lang w:bidi="fa-IR"/>
        </w:rPr>
        <w:t xml:space="preserve"> است.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درجه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مگر به واسطه مخالفت با خواهش نفس. حضرت فرمود اسلام را بر نفس خود عرضه بدار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چگونه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عرض کردم نفسم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اسلام آوردن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فرمود مگر 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 در اثر مخالفت نفس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پس اکنون با او مخالفت کن. تأمل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مانش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شد.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گاهگاه به مجلس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="00AC4202" w:rsidRPr="00BC595B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حاضر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درخواست کرد،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تش</w:t>
      </w:r>
      <w:r>
        <w:rPr>
          <w:rtl/>
          <w:lang w:bidi="fa-IR"/>
        </w:rPr>
        <w:t xml:space="preserve"> خبر دهد، هر چه فکر نمود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نتوانست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آنگاه عرض کرد من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کافر بودم از امور پنهان اطلاع داشتم حالا که مسلمانم چرا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توانم؟ حضرت فرمود خداوند عمل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پاداش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و 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چون تو در آن موقع مخال</w:t>
      </w:r>
      <w:r>
        <w:rPr>
          <w:rFonts w:hint="eastAsia"/>
          <w:rtl/>
          <w:lang w:bidi="fa-IR"/>
        </w:rPr>
        <w:t>فت</w:t>
      </w:r>
      <w:r>
        <w:rPr>
          <w:rtl/>
          <w:lang w:bidi="fa-IR"/>
        </w:rPr>
        <w:t xml:space="preserve"> با نفس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داد، تو را قدرت اطلاع بر اسرار پنهان مردم </w:t>
      </w:r>
      <w:r>
        <w:rPr>
          <w:rtl/>
          <w:lang w:bidi="fa-IR"/>
        </w:rPr>
        <w:lastRenderedPageBreak/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کافر در آخرت بهره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 اکنون اسلام آوردن خداوند پاداش آن را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آخرتت کرده و 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قطع نمود.</w:t>
      </w:r>
      <w:r w:rsidRPr="00BC595B">
        <w:rPr>
          <w:rStyle w:val="libFootnotenumChar"/>
          <w:rtl/>
        </w:rPr>
        <w:t>(19)</w:t>
      </w:r>
    </w:p>
    <w:p w:rsidR="00BC595B" w:rsidRDefault="00BC595B" w:rsidP="00B7311A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BC595B">
      <w:pPr>
        <w:pStyle w:val="Heading1"/>
        <w:rPr>
          <w:rtl/>
          <w:lang w:bidi="fa-IR"/>
        </w:rPr>
      </w:pPr>
      <w:bookmarkStart w:id="13" w:name="_Toc6404711"/>
      <w:r>
        <w:rPr>
          <w:rFonts w:hint="eastAsia"/>
          <w:rtl/>
          <w:lang w:bidi="fa-IR"/>
        </w:rPr>
        <w:t>مخالفت</w:t>
      </w:r>
      <w:r>
        <w:rPr>
          <w:rtl/>
          <w:lang w:bidi="fa-IR"/>
        </w:rPr>
        <w:t xml:space="preserve"> عابد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با نفس</w:t>
      </w:r>
      <w:bookmarkEnd w:id="13"/>
    </w:p>
    <w:p w:rsidR="00B7311A" w:rsidRDefault="00B7311A" w:rsidP="00BC595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رسول </w:t>
      </w:r>
      <w:r w:rsidR="00BC595B" w:rsidRPr="00BC595B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فرمود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عا</w:t>
      </w:r>
      <w:r w:rsidR="00BC595B">
        <w:rPr>
          <w:rtl/>
          <w:lang w:bidi="fa-IR"/>
        </w:rPr>
        <w:t>ب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خوش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بود.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درست کردن زنب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 برگ خرما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در خانه پادشاه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خانم پادشاه او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وارد قصر شد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جمال عابد ب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خانم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کرد. گفت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داخل قصر کن.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عابد داخل شد چشم همسر سلطان که به او افتاد از حسن و جمالش در شگفت شد درخواست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عابد امتناع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زن دستور داد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قصر را ببندند.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او گفت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ممکن است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از تو کام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من بهره 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عابد چون راه چاره را مسدود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قصر شما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در آن جا وضو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 زن به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گفت ظرف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قصر ببر تا هر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انجام دهد. عابد بر فراز قصر شد در آنجا با خود گفت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مدت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 عبادت را که روز و شب مشغول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عمل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تباه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اکنون خود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بام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انداز،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 از آن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انجام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بام رفت،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قصر مرتفع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دست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خود را به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رسد. </w:t>
      </w:r>
    </w:p>
    <w:p w:rsidR="00B7311A" w:rsidRDefault="00B7311A" w:rsidP="00BC595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رسول </w:t>
      </w:r>
      <w:r w:rsidR="00BC595B" w:rsidRPr="00BC595B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فرمود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خود را آماده انداختن نمود امر به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 که فورا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برو بنده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خود را به کشتن دهد از ترس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او را به بال خود در</w:t>
      </w:r>
      <w:r w:rsidR="00BC595B"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تا آزرده نشود. عابد را در راه چون پدر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گفت و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گذاشت.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قصر که فرود آمد به منزل خود </w:t>
      </w:r>
      <w:r>
        <w:rPr>
          <w:rtl/>
          <w:lang w:bidi="fa-IR"/>
        </w:rPr>
        <w:lastRenderedPageBreak/>
        <w:t>برگشت زنب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همان خانه ماند. زنش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پول زنب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ها را چه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 امروز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نشد. گفت امشب با چه افطار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جواب داد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تنور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افروز</w:t>
      </w:r>
      <w:r>
        <w:rPr>
          <w:rtl/>
          <w:lang w:bidi="fa-IR"/>
        </w:rPr>
        <w:t xml:space="preserve"> تا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متوجه نشوند ما نان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فکر ما خواهند افتاد. زن تنور را روشن کرده با مرد خود شروع به صحبت نمود.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 آتش وارد شد. گفت از تنور آتش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 آن زن به مقدار لازم آتش برداشت در موقع رفتن گفت شما گرم صحبت نشسته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نان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در تنور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بسوزد.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زن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تنور آمده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خوب و مرتب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اطراف تنور است نانها را جدا کرده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شوهر آورده به او گفت تو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 منزلت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نان آماده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از خداوند به خواه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عمر، ما را از بدبخت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ذلت نجات دهد عابد گفت صبر بر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 است</w:t>
      </w:r>
      <w:r w:rsidRPr="00BC595B">
        <w:rPr>
          <w:rStyle w:val="libFootnotenumChar"/>
          <w:rtl/>
        </w:rPr>
        <w:t>(20)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.</w:t>
      </w:r>
    </w:p>
    <w:p w:rsidR="00B7311A" w:rsidRDefault="00BC595B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BC595B">
      <w:pPr>
        <w:pStyle w:val="Heading1"/>
        <w:rPr>
          <w:rtl/>
          <w:lang w:bidi="fa-IR"/>
        </w:rPr>
      </w:pPr>
      <w:bookmarkStart w:id="14" w:name="_Toc6404712"/>
      <w:r>
        <w:rPr>
          <w:rFonts w:hint="eastAsia"/>
          <w:rtl/>
          <w:lang w:bidi="fa-IR"/>
        </w:rPr>
        <w:t>قدرت</w:t>
      </w:r>
      <w:r>
        <w:rPr>
          <w:rtl/>
          <w:lang w:bidi="fa-IR"/>
        </w:rPr>
        <w:t xml:space="preserve"> تسلط بر نفس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</w:t>
      </w:r>
      <w:bookmarkEnd w:id="14"/>
    </w:p>
    <w:p w:rsidR="00B7311A" w:rsidRDefault="00B7311A" w:rsidP="00BC595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 حسن صاحب جواهر الکلام متوف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سنه </w:t>
      </w:r>
      <w:r w:rsidR="00BC595B">
        <w:rPr>
          <w:rFonts w:hint="cs"/>
          <w:rtl/>
          <w:lang w:bidi="fa-IR"/>
        </w:rPr>
        <w:t>1266</w:t>
      </w:r>
      <w:r>
        <w:rPr>
          <w:rtl/>
          <w:lang w:bidi="fa-IR"/>
        </w:rPr>
        <w:t>ه ق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 علماء آن عصر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کردند.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فرمود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العلماء مازندران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اعلم از من بود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او مراجعه شود. چون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حوزه درس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العلماء متوف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سنه 1246 همدرس با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العلماء بود و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دالعلماء</w:t>
      </w:r>
      <w:r>
        <w:rPr>
          <w:rtl/>
          <w:lang w:bidi="fa-IR"/>
        </w:rPr>
        <w:t xml:space="preserve"> بعد از درس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هم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تکرار و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کاملا مقام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</w:t>
      </w:r>
      <w:r w:rsidR="00BC595B" w:rsidRPr="00BC595B">
        <w:rPr>
          <w:rtl/>
          <w:lang w:bidi="fa-IR"/>
        </w:rPr>
        <w:t xml:space="preserve"> </w:t>
      </w:r>
      <w:r w:rsidR="00BC595B">
        <w:rPr>
          <w:rtl/>
          <w:lang w:bidi="fa-IR"/>
        </w:rPr>
        <w:t>را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واسطه او را به اعلم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</w:t>
      </w:r>
    </w:p>
    <w:p w:rsidR="00B7311A" w:rsidRDefault="00B7311A" w:rsidP="00BC595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نجف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را خدمت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العلماء به مازندران فرستادند درخواست کردند تکل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را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کند.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العلماء فرمود اگر چه من در آن عصر بر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مقدم بودم لکن اشتغال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نجف و ابتلاء من در مازندران رتبه ما را عکس سابق نموده حالا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حائز مقام اعلم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است. </w:t>
      </w:r>
      <w:r>
        <w:rPr>
          <w:rtl/>
          <w:lang w:bidi="fa-IR"/>
        </w:rPr>
        <w:cr/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تصر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دالعلماء</w:t>
      </w:r>
      <w:r>
        <w:rPr>
          <w:rtl/>
          <w:lang w:bidi="fa-IR"/>
        </w:rPr>
        <w:t xml:space="preserve"> به اعلم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نجاةالعباد زده اظهار فتو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مقام زهد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مقامه مقبول و مسلم در نزد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و 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بغداد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برجسته دولت عثمان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اهل تسنن بود نقل کرده اند که درباره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گفت (ان زهده کزهد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دنا</w:t>
      </w:r>
      <w:r>
        <w:rPr>
          <w:rtl/>
          <w:lang w:bidi="fa-IR"/>
        </w:rPr>
        <w:t xml:space="preserve"> عمر) زهد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مانند زهد عمر است.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ساده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شباهت تام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داشت،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هر سال متجاوز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هزار تومان به دستش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(ب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هزار تومان آن زمان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تومان فعل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)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پس از فوتش دو دختر از </w:t>
      </w:r>
      <w:r>
        <w:rPr>
          <w:rtl/>
          <w:lang w:bidi="fa-IR"/>
        </w:rPr>
        <w:lastRenderedPageBreak/>
        <w:t>او مانده بود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بودند که قدرت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نداشتند مجلس ترح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 خود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دهند.</w:t>
      </w:r>
      <w:r w:rsidRPr="00BC595B">
        <w:rPr>
          <w:rStyle w:val="libFootnotenumChar"/>
          <w:rtl/>
        </w:rPr>
        <w:t xml:space="preserve">(21) </w:t>
      </w:r>
    </w:p>
    <w:p w:rsidR="00BC595B" w:rsidRDefault="00BC595B" w:rsidP="00B7311A">
      <w:pPr>
        <w:pStyle w:val="libNormal"/>
        <w:rPr>
          <w:rFonts w:hint="cs"/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256"/>
        <w:gridCol w:w="266"/>
        <w:gridCol w:w="3400"/>
      </w:tblGrid>
      <w:tr w:rsidR="00BC595B" w:rsidTr="00DE086D">
        <w:trPr>
          <w:trHeight w:val="350"/>
        </w:trPr>
        <w:tc>
          <w:tcPr>
            <w:tcW w:w="3920" w:type="dxa"/>
            <w:shd w:val="clear" w:color="auto" w:fill="auto"/>
          </w:tcPr>
          <w:p w:rsidR="00BC595B" w:rsidRDefault="00BC595B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اگر</w:t>
            </w:r>
            <w:r>
              <w:rPr>
                <w:rtl/>
                <w:lang w:bidi="fa-IR"/>
              </w:rPr>
              <w:t xml:space="preserve"> لذت ترک لذت بدان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C595B" w:rsidRDefault="00BC595B" w:rsidP="00DE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C595B" w:rsidRDefault="00BC595B" w:rsidP="00DE086D">
            <w:pPr>
              <w:pStyle w:val="libPoem"/>
            </w:pPr>
            <w:r>
              <w:rPr>
                <w:rtl/>
                <w:lang w:bidi="fa-IR"/>
              </w:rPr>
              <w:t>دگر لذت نفس لذت نخوان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595B" w:rsidTr="00DE086D">
        <w:trPr>
          <w:trHeight w:val="350"/>
        </w:trPr>
        <w:tc>
          <w:tcPr>
            <w:tcW w:w="3920" w:type="dxa"/>
          </w:tcPr>
          <w:p w:rsidR="00BC595B" w:rsidRDefault="00BC595B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هزاران</w:t>
            </w:r>
            <w:r>
              <w:rPr>
                <w:rtl/>
                <w:lang w:bidi="fa-IR"/>
              </w:rPr>
              <w:t xml:space="preserve"> در از خلق بر خود ببند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C595B" w:rsidRDefault="00BC595B" w:rsidP="00DE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C595B" w:rsidRDefault="00BC595B" w:rsidP="00DE086D">
            <w:pPr>
              <w:pStyle w:val="libPoem"/>
            </w:pPr>
            <w:r w:rsidRPr="00067003">
              <w:rPr>
                <w:rtl/>
              </w:rPr>
              <w:t>أح</w:t>
            </w:r>
            <w:r>
              <w:rPr>
                <w:rFonts w:hint="cs"/>
                <w:rtl/>
              </w:rPr>
              <w:t>ــــــــــــ</w:t>
            </w:r>
            <w:r>
              <w:rPr>
                <w:rtl/>
                <w:lang w:bidi="fa-IR"/>
              </w:rPr>
              <w:t xml:space="preserve"> گرت باز باشد 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آسمان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</w:rPr>
              <w:t>ــــ</w:t>
            </w:r>
            <w:r w:rsidRPr="00067003">
              <w:rPr>
                <w:rtl/>
              </w:rPr>
              <w:t>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595B" w:rsidTr="00DE086D">
        <w:trPr>
          <w:trHeight w:val="350"/>
        </w:trPr>
        <w:tc>
          <w:tcPr>
            <w:tcW w:w="3920" w:type="dxa"/>
          </w:tcPr>
          <w:p w:rsidR="00BC595B" w:rsidRDefault="00BC595B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سفرها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علو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کند مرغ جانت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C595B" w:rsidRDefault="00BC595B" w:rsidP="00DE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C595B" w:rsidRDefault="00BC595B" w:rsidP="00DE086D">
            <w:pPr>
              <w:pStyle w:val="libPoem"/>
            </w:pPr>
            <w:r>
              <w:rPr>
                <w:rtl/>
                <w:lang w:bidi="fa-IR"/>
              </w:rPr>
              <w:t>گر از چنبر آز بازش رهان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595B" w:rsidTr="00DE086D">
        <w:trPr>
          <w:trHeight w:val="350"/>
        </w:trPr>
        <w:tc>
          <w:tcPr>
            <w:tcW w:w="3920" w:type="dxa"/>
          </w:tcPr>
          <w:p w:rsidR="00BC595B" w:rsidRDefault="00BC595B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کن</w:t>
            </w:r>
            <w:r>
              <w:rPr>
                <w:rtl/>
                <w:lang w:bidi="fa-IR"/>
              </w:rPr>
              <w:t xml:space="preserve"> ترا صبر عنقا نباشد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C595B" w:rsidRDefault="00BC595B" w:rsidP="00DE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C595B" w:rsidRDefault="00BC595B" w:rsidP="00DE086D">
            <w:pPr>
              <w:pStyle w:val="libPoem"/>
            </w:pPr>
            <w:r>
              <w:rPr>
                <w:rtl/>
                <w:lang w:bidi="fa-IR"/>
              </w:rPr>
              <w:t>که در دام شهوت به گنجشک مان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595B" w:rsidTr="00BC595B">
        <w:trPr>
          <w:trHeight w:val="1287"/>
        </w:trPr>
        <w:tc>
          <w:tcPr>
            <w:tcW w:w="3920" w:type="dxa"/>
          </w:tcPr>
          <w:p w:rsidR="00BC595B" w:rsidRDefault="00BC595B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چنان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ساکن و خواب در 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C595B" w:rsidRDefault="00BC595B" w:rsidP="00DE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C595B" w:rsidRDefault="00BC595B" w:rsidP="00DE086D">
            <w:pPr>
              <w:pStyle w:val="libPoem"/>
            </w:pPr>
            <w:r>
              <w:rPr>
                <w:rtl/>
                <w:lang w:bidi="fa-IR"/>
              </w:rPr>
              <w:t>که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ترسم از کاروان بازمان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595B" w:rsidTr="00DE086D">
        <w:tblPrEx>
          <w:tblLook w:val="04A0"/>
        </w:tblPrEx>
        <w:trPr>
          <w:trHeight w:val="350"/>
        </w:trPr>
        <w:tc>
          <w:tcPr>
            <w:tcW w:w="3920" w:type="dxa"/>
          </w:tcPr>
          <w:p w:rsidR="00BC595B" w:rsidRDefault="00BC595B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نص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حت</w:t>
            </w:r>
            <w:r>
              <w:rPr>
                <w:rtl/>
                <w:lang w:bidi="fa-IR"/>
              </w:rPr>
              <w:t xml:space="preserve"> هم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است جان برادر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C595B" w:rsidRDefault="00BC595B" w:rsidP="00DE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C595B" w:rsidRDefault="00BC595B" w:rsidP="00DE086D">
            <w:pPr>
              <w:pStyle w:val="libPoem"/>
            </w:pPr>
            <w:r>
              <w:rPr>
                <w:rtl/>
                <w:lang w:bidi="fa-IR"/>
              </w:rPr>
              <w:t>که اوقات ضا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ع</w:t>
            </w:r>
            <w:r>
              <w:rPr>
                <w:rtl/>
                <w:lang w:bidi="fa-IR"/>
              </w:rPr>
              <w:t xml:space="preserve"> مکن تا توان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595B" w:rsidTr="00DE086D">
        <w:tblPrEx>
          <w:tblLook w:val="04A0"/>
        </w:tblPrEx>
        <w:trPr>
          <w:trHeight w:val="350"/>
        </w:trPr>
        <w:tc>
          <w:tcPr>
            <w:tcW w:w="3920" w:type="dxa"/>
          </w:tcPr>
          <w:p w:rsidR="00BC595B" w:rsidRDefault="00BC595B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همه</w:t>
            </w:r>
            <w:r>
              <w:rPr>
                <w:rtl/>
                <w:lang w:bidi="fa-IR"/>
              </w:rPr>
              <w:t xml:space="preserve"> عمر سخت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است سعد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C595B" w:rsidRDefault="00BC595B" w:rsidP="00DE086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C595B" w:rsidRDefault="00BC595B" w:rsidP="00DE086D">
            <w:pPr>
              <w:pStyle w:val="libPoem"/>
            </w:pPr>
            <w:r>
              <w:rPr>
                <w:rtl/>
                <w:lang w:bidi="fa-IR"/>
              </w:rPr>
              <w:t>که نامش برآمد به 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زبان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595B" w:rsidRDefault="00BC595B" w:rsidP="00B7311A">
      <w:pPr>
        <w:pStyle w:val="libNormal"/>
        <w:rPr>
          <w:rtl/>
          <w:lang w:bidi="fa-IR"/>
        </w:rPr>
      </w:pPr>
    </w:p>
    <w:p w:rsidR="00BC595B" w:rsidRDefault="00BC595B" w:rsidP="00B7311A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BC595B">
      <w:pPr>
        <w:pStyle w:val="Heading1"/>
        <w:rPr>
          <w:rtl/>
          <w:lang w:bidi="fa-IR"/>
        </w:rPr>
      </w:pPr>
      <w:bookmarkStart w:id="15" w:name="_Toc6404713"/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ابت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</w:t>
      </w:r>
      <w:r w:rsidR="00AC4202" w:rsidRPr="00BC595B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</w:t>
      </w:r>
      <w:bookmarkEnd w:id="15"/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فشارک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سنه 1316 ه ق که استاد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گفت بعد از وفات مرحوم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حسن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بزرگ) پدرم توسط من به مرحوم آقا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محمد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کوچک)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داد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خودشان را اعلم از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زن و بچه خود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رجوع دهم. چنانچه مرا اعلم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زن و بچه خود را به من ارجاع دهند. فرمود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را که بردم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تأمل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گفت خدمت آقا عرض کن خودش چگونه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دانند.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سوال را که هم جواب بود خدمت آقا عرض کردم.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 به ج</w:t>
      </w:r>
      <w:r>
        <w:rPr>
          <w:rFonts w:hint="eastAsia"/>
          <w:rtl/>
          <w:lang w:bidi="fa-IR"/>
        </w:rPr>
        <w:t>ناب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عرض کن شما در اعلم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اگر دقت نظر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باشد شما اعلم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اگر فهم 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باشد من اعلمم.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را آوردم فرمود خودشان کدام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 من برگشته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جواب را که سوال بود به پدرم عرض کردم. آقا تأ</w:t>
      </w:r>
      <w:r>
        <w:rPr>
          <w:rFonts w:hint="eastAsia"/>
          <w:rtl/>
          <w:lang w:bidi="fa-IR"/>
        </w:rPr>
        <w:t>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گفت دور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دقت نظر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باشد. آنگاه فرمود عموما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8D0F4A">
        <w:rPr>
          <w:rStyle w:val="libFootnotenumChar"/>
          <w:rtl/>
        </w:rPr>
        <w:t>(22)</w:t>
      </w:r>
    </w:p>
    <w:p w:rsidR="008D0F4A" w:rsidRDefault="008D0F4A" w:rsidP="00B7311A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8D0F4A">
      <w:pPr>
        <w:pStyle w:val="Heading1"/>
        <w:rPr>
          <w:rtl/>
          <w:lang w:bidi="fa-IR"/>
        </w:rPr>
      </w:pPr>
      <w:bookmarkStart w:id="16" w:name="_Toc6404714"/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غلام بر خواسته نفس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شد</w:t>
      </w:r>
      <w:bookmarkEnd w:id="16"/>
    </w:p>
    <w:p w:rsidR="00B7311A" w:rsidRDefault="00B7311A" w:rsidP="008D0F4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صادق </w:t>
      </w:r>
      <w:r w:rsidR="00AC4202" w:rsidRPr="008D0F4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غلام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هرگاه سواره به مسجد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برد، غلام درب مسجد استر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نگه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تا مراجعت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اتفاقا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خارج مسجد افسار استر را به دست گرفته بود، چند نفر مسافر از خراسان آمدند،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غلام آمده گفت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غلام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صادق </w:t>
      </w:r>
      <w:r w:rsidR="00AC4202" w:rsidRPr="008D0F4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بکنم و تو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صاحب اموال و ثروت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دارم بشو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غلام گفت از حضرت صادق </w:t>
      </w:r>
      <w:r w:rsidR="00AC4202" w:rsidRPr="008D0F4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تقاضا کنم و اجازه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موافقت بفرما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خدمت آنجناب رفته عرض کرد شما سابقه خدمتکار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نسبت به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</w:t>
      </w:r>
      <w:r>
        <w:rPr>
          <w:rFonts w:hint="eastAsia"/>
          <w:rtl/>
          <w:lang w:bidi="fa-IR"/>
        </w:rPr>
        <w:t>دت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شما هستم. اگر خداوند از نظر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کند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حضرت فرمود من از خودم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چه رسد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منع کنم. غلام داستان مرد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خواهش او را به عرض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حضرت فرمود اگر تو نسبت به خدمت ما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آن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راغب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او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و تو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او. غلام رو برگردان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برود. حضرت او را صدا زده فرمود. غلام چون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ما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نظر طول خدمت، تو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آنگاه 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B7311A" w:rsidRDefault="00B7311A" w:rsidP="008D0F4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 xml:space="preserve">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رسول اکرم </w:t>
      </w:r>
      <w:r w:rsidR="008D0F4A" w:rsidRPr="008D0F4A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چنگ به نور جلال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C4202" w:rsidRPr="008D0F4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حضرت رسول </w:t>
      </w:r>
      <w:r w:rsidR="008D0F4A" w:rsidRPr="008D0F4A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تمسک دارد ائمه </w:t>
      </w:r>
      <w:r w:rsidR="008D0F4A" w:rsidRPr="005100D5">
        <w:rPr>
          <w:rFonts w:ascii="Traditional Arabic" w:eastAsiaTheme="minorHAnsi" w:hAnsi="Traditional Arabic" w:cs="Traditional Arabic"/>
          <w:rtl/>
        </w:rPr>
        <w:t>عليهم‌السلام</w:t>
      </w:r>
      <w:r>
        <w:rPr>
          <w:rtl/>
          <w:lang w:bidi="fa-IR"/>
        </w:rPr>
        <w:t xml:space="preserve">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AC4202" w:rsidRPr="008D0F4A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متمسکند.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 خواهند داشت هر </w:t>
      </w:r>
      <w:r>
        <w:rPr>
          <w:rFonts w:hint="eastAsia"/>
          <w:rtl/>
          <w:lang w:bidi="fa-IR"/>
        </w:rPr>
        <w:t>کجا</w:t>
      </w:r>
      <w:r>
        <w:rPr>
          <w:rtl/>
          <w:lang w:bidi="fa-IR"/>
        </w:rPr>
        <w:t xml:space="preserve"> ما داخل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آنها هم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غلام تأمل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گفت پس من از خدمت شما 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خدمتگذار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 آخر را بر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مقدم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شد تا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خود را به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چشم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افتاد گفت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تو آشکار است که انقلاب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دا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آن وضع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برگشت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غلام سخن حضرت را نقل نمود او را خدمت آنجناب برد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قبول فرمودند به غلام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هزار اشرف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Pr="008D0F4A">
        <w:rPr>
          <w:rStyle w:val="libFootnotenumChar"/>
          <w:rtl/>
        </w:rPr>
        <w:t>.(23)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8D0F4A" w:rsidTr="008D0F4A">
        <w:trPr>
          <w:trHeight w:val="350"/>
        </w:trPr>
        <w:tc>
          <w:tcPr>
            <w:tcW w:w="3344" w:type="dxa"/>
            <w:shd w:val="clear" w:color="auto" w:fill="auto"/>
          </w:tcPr>
          <w:p w:rsidR="008D0F4A" w:rsidRDefault="008D0F4A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آنانکه</w:t>
            </w:r>
            <w:r>
              <w:rPr>
                <w:rtl/>
                <w:lang w:bidi="fa-IR"/>
              </w:rPr>
              <w:t xml:space="preserve"> شمع آرزو در بزم عشق افروختند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8D0F4A" w:rsidRDefault="008D0F4A" w:rsidP="00DE086D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8D0F4A" w:rsidRDefault="008D0F4A" w:rsidP="00DE086D">
            <w:pPr>
              <w:pStyle w:val="libPoem"/>
            </w:pPr>
            <w:r>
              <w:rPr>
                <w:rtl/>
                <w:lang w:bidi="fa-IR"/>
              </w:rPr>
              <w:t>از تلخ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جان کندنم از عاشق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وا سوختند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F4A" w:rsidTr="008D0F4A">
        <w:trPr>
          <w:trHeight w:val="350"/>
        </w:trPr>
        <w:tc>
          <w:tcPr>
            <w:tcW w:w="3344" w:type="dxa"/>
          </w:tcPr>
          <w:p w:rsidR="008D0F4A" w:rsidRDefault="008D0F4A" w:rsidP="00DE086D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مفت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شهر را تعل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کردم مسئله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8D0F4A" w:rsidRDefault="008D0F4A" w:rsidP="00DE086D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8D0F4A" w:rsidRDefault="008D0F4A" w:rsidP="00DE086D">
            <w:pPr>
              <w:pStyle w:val="libPoem"/>
            </w:pPr>
            <w:r>
              <w:rPr>
                <w:rtl/>
                <w:lang w:bidi="fa-IR"/>
              </w:rPr>
              <w:t>و امروز اهل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کده</w:t>
            </w:r>
            <w:r>
              <w:rPr>
                <w:rtl/>
                <w:lang w:bidi="fa-IR"/>
              </w:rPr>
              <w:t xml:space="preserve"> رند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ز من آموختند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F4A" w:rsidTr="008D0F4A">
        <w:trPr>
          <w:trHeight w:val="350"/>
        </w:trPr>
        <w:tc>
          <w:tcPr>
            <w:tcW w:w="3344" w:type="dxa"/>
          </w:tcPr>
          <w:p w:rsidR="008D0F4A" w:rsidRDefault="008D0F4A" w:rsidP="008D0F4A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چون</w:t>
            </w:r>
            <w:r>
              <w:rPr>
                <w:rtl/>
                <w:lang w:bidi="fa-IR"/>
              </w:rPr>
              <w:t xml:space="preserve"> رشته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مان</w:t>
            </w:r>
            <w:r>
              <w:rPr>
                <w:rtl/>
                <w:lang w:bidi="fa-IR"/>
              </w:rPr>
              <w:t xml:space="preserve"> من ب</w:t>
            </w:r>
            <w:r>
              <w:rPr>
                <w:rFonts w:hint="cs"/>
                <w:rtl/>
                <w:lang w:bidi="fa-IR"/>
              </w:rPr>
              <w:t>گ</w:t>
            </w:r>
            <w:r>
              <w:rPr>
                <w:rtl/>
                <w:lang w:bidi="fa-IR"/>
              </w:rPr>
              <w:t>سسته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دند</w:t>
            </w:r>
            <w:r>
              <w:rPr>
                <w:rtl/>
                <w:lang w:bidi="fa-IR"/>
              </w:rPr>
              <w:t xml:space="preserve"> اهل کفر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8D0F4A" w:rsidRDefault="008D0F4A" w:rsidP="00DE086D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8D0F4A" w:rsidRDefault="008D0F4A" w:rsidP="00DE086D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رشته از زنار خود در خرقه من دوختند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F4A" w:rsidTr="008D0F4A">
        <w:trPr>
          <w:trHeight w:val="350"/>
        </w:trPr>
        <w:tc>
          <w:tcPr>
            <w:tcW w:w="3344" w:type="dxa"/>
          </w:tcPr>
          <w:p w:rsidR="008D0F4A" w:rsidRDefault="008D0F4A" w:rsidP="00DE086D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رب چه فرخ طالعند آنانکه در بازار عشق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8D0F4A" w:rsidRDefault="008D0F4A" w:rsidP="00DE086D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8D0F4A" w:rsidRDefault="008D0F4A" w:rsidP="00DE086D">
            <w:pPr>
              <w:pStyle w:val="libPoem"/>
            </w:pPr>
            <w:r>
              <w:rPr>
                <w:rtl/>
                <w:lang w:bidi="fa-IR"/>
              </w:rPr>
              <w:t>درد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دند</w:t>
            </w:r>
            <w:r>
              <w:rPr>
                <w:rtl/>
                <w:lang w:bidi="fa-IR"/>
              </w:rPr>
              <w:t xml:space="preserve"> و غم دن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و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بفروختند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0F4A" w:rsidTr="008D0F4A">
        <w:trPr>
          <w:trHeight w:val="350"/>
        </w:trPr>
        <w:tc>
          <w:tcPr>
            <w:tcW w:w="3344" w:type="dxa"/>
          </w:tcPr>
          <w:p w:rsidR="008D0F4A" w:rsidRDefault="008D0F4A" w:rsidP="00DE086D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گوش اهل مدرسه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رب بهائ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شب چه گفت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8D0F4A" w:rsidRDefault="008D0F4A" w:rsidP="00DE086D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8D0F4A" w:rsidRDefault="008D0F4A" w:rsidP="00DE086D">
            <w:pPr>
              <w:pStyle w:val="libPoem"/>
            </w:pPr>
            <w:r>
              <w:rPr>
                <w:rtl/>
                <w:lang w:bidi="fa-IR"/>
              </w:rPr>
              <w:t>کامروز آن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چارگان</w:t>
            </w:r>
            <w:r>
              <w:rPr>
                <w:rtl/>
                <w:lang w:bidi="fa-IR"/>
              </w:rPr>
              <w:t xml:space="preserve"> اوراق دفتر سوختند</w:t>
            </w:r>
            <w:r w:rsidRPr="008D0F4A">
              <w:rPr>
                <w:rStyle w:val="libFootnotenumChar"/>
                <w:rtl/>
              </w:rPr>
              <w:t>(24)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D0F4A" w:rsidRDefault="008D0F4A" w:rsidP="00B7311A">
      <w:pPr>
        <w:pStyle w:val="libNormal"/>
        <w:rPr>
          <w:rtl/>
          <w:lang w:bidi="fa-IR"/>
        </w:rPr>
      </w:pPr>
    </w:p>
    <w:p w:rsidR="00B7311A" w:rsidRDefault="008D0F4A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8D0F4A">
      <w:pPr>
        <w:pStyle w:val="Heading1"/>
        <w:rPr>
          <w:rtl/>
          <w:lang w:bidi="fa-IR"/>
        </w:rPr>
      </w:pPr>
      <w:bookmarkStart w:id="17" w:name="_Toc6404715"/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مبارزه ثروت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کدام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شد؟</w:t>
      </w:r>
      <w:bookmarkEnd w:id="17"/>
    </w:p>
    <w:p w:rsidR="00B7311A" w:rsidRDefault="00B7311A" w:rsidP="008D0F4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عبدالله</w:t>
      </w:r>
      <w:r>
        <w:rPr>
          <w:rtl/>
          <w:lang w:bidi="fa-IR"/>
        </w:rPr>
        <w:t xml:space="preserve"> ذوالبجاد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پسر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از نظر ثروت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طور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نداشت. در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تحت تکفل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بزرگ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توجه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گوسفند و شتر، غلام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هم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او را در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عبدالعز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 xml:space="preserve">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وافر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اسلام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ترس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اظهار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چون او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خشن و متعصب و مخالف با اسلام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خاطره از قلب عبدالله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بالاخره آنقدر گذشت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حضرت رسول </w:t>
      </w:r>
      <w:r w:rsidR="008D0F4A" w:rsidRPr="008D0F4A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از جنگ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برگشته به جانب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رهسپار شد. عبدالعز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نتوانست صبر بکند.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رفت گفت مدتها بود من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اسلام آوردن بودم، انتظار داشتم ما هم اسلام قبول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اکنون که از مشا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نشد من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گرفته ام به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اورم</w:t>
      </w:r>
      <w:r>
        <w:rPr>
          <w:rtl/>
          <w:lang w:bidi="fa-IR"/>
        </w:rPr>
        <w:t xml:space="preserve">. </w:t>
      </w:r>
      <w:r>
        <w:rPr>
          <w:rtl/>
          <w:lang w:bidi="fa-IR"/>
        </w:rPr>
        <w:cr/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گفت اگر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آنچه به تو داده ام پس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لباس و تمام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خواهم گرفت. برهنه 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عبدالعز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اسلام آوردن را بر تمام ثروت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دهم.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گفت پس حالا که مصمم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از تمام اموال من بردار. به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سخت گرفت که لباسها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تنش خارج کرد. عبدالعز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مقدار پوشش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بدن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نداشت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مادر رفت. </w:t>
      </w:r>
    </w:p>
    <w:p w:rsidR="00B7311A" w:rsidRDefault="00B7311A" w:rsidP="008D0F4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اسلام آوردن خود را به مادر گفت و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8D0F4A" w:rsidRPr="008D0F4A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شود. مادر مهربان چون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 که به </w:t>
      </w:r>
      <w:r>
        <w:rPr>
          <w:rtl/>
          <w:lang w:bidi="fa-IR"/>
        </w:rPr>
        <w:lastRenderedPageBreak/>
        <w:t>فرزند دلبند خود دهد به ناچار 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راه که عرب آن را بجاد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او داد. عبدالله 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از </w:t>
      </w:r>
      <w:r>
        <w:rPr>
          <w:rFonts w:hint="eastAsia"/>
          <w:rtl/>
          <w:lang w:bidi="fa-IR"/>
        </w:rPr>
        <w:t>وسط</w:t>
      </w:r>
      <w:r>
        <w:rPr>
          <w:rtl/>
          <w:lang w:bidi="fa-IR"/>
        </w:rPr>
        <w:t xml:space="preserve"> پاره کرد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شانه انداخت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همانند ازار (لنگ) به کمر بست از مادر جدا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صدق و صفا به طرف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آمد. </w:t>
      </w:r>
    </w:p>
    <w:p w:rsidR="00B7311A" w:rsidRDefault="00B7311A" w:rsidP="008D0F4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tl/>
          <w:lang w:bidi="fa-IR"/>
        </w:rPr>
        <w:t xml:space="preserve"> سحر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داخل مسجد شد.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8D0F4A" w:rsidRPr="008D0F4A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صبحگاه پس از نماز در مسجد جستجو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از حال اصحاب صفه (کسان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بودند و از خود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نداشتند) خبر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 آن روز چشم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8D0F4A" w:rsidRPr="008D0F4A">
        <w:rPr>
          <w:rStyle w:val="libAlaemChar"/>
          <w:rFonts w:eastAsiaTheme="minorHAnsi"/>
          <w:rtl/>
        </w:rPr>
        <w:t>صلى‌الله‌عليه‌وآله‌وسلم</w:t>
      </w:r>
      <w:r w:rsidR="008D0F4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به تازه وارد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 که با وضع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جلو آمد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گفت نام من عبدالعز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از فلان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ام. فرمود تو را عبدالله ذوالبجاد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گذارم،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 xml:space="preserve"> من باش. عبدالله در جمله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همانان</w:t>
      </w:r>
      <w:r>
        <w:rPr>
          <w:rtl/>
          <w:lang w:bidi="fa-IR"/>
        </w:rPr>
        <w:t xml:space="preserve"> آنجناب بسر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به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قرآن اشتغال د</w:t>
      </w:r>
      <w:r>
        <w:rPr>
          <w:rFonts w:hint="eastAsia"/>
          <w:rtl/>
          <w:lang w:bidi="fa-IR"/>
        </w:rPr>
        <w:t>اشت</w:t>
      </w:r>
      <w:r>
        <w:rPr>
          <w:rtl/>
          <w:lang w:bidi="fa-IR"/>
        </w:rPr>
        <w:t xml:space="preserve">. </w:t>
      </w:r>
    </w:p>
    <w:p w:rsidR="00B7311A" w:rsidRDefault="00B7311A" w:rsidP="004A66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هنگام که مردم آماده جنگ تبوک بودند عبدالله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4A66A6" w:rsidRPr="004A66A6">
        <w:rPr>
          <w:rStyle w:val="libAlaemChar"/>
          <w:rFonts w:eastAsiaTheme="minorHAnsi"/>
          <w:rtl/>
        </w:rPr>
        <w:t>صلى‌الله‌عليه‌وآله‌وسلم</w:t>
      </w:r>
      <w:r w:rsidR="004A66A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آمده درخواست کرد دعا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خداوند او را در راه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شهادت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فرمود پوست درخت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>. عبدالله پاره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پوست درخت سمره آورد. آن حضرت پوست را بر بازو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بسته فرمود خداوندا خون عبدالله را بر کافران حرام گردان. عرض کرد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</w:t>
      </w:r>
      <w:r w:rsidR="004A66A6" w:rsidRPr="004A66A6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غرض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نبود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داشتم جزء جانبازان و شهدا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باشم. در جوابش فرمود هر کس جزء لش</w:t>
      </w:r>
      <w:r w:rsidR="004A66A6">
        <w:rPr>
          <w:rFonts w:hint="cs"/>
          <w:rtl/>
          <w:lang w:bidi="fa-IR"/>
        </w:rPr>
        <w:t>ک</w:t>
      </w:r>
      <w:r>
        <w:rPr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 خارج شود چنانچه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همان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زمره شهداء است. </w:t>
      </w:r>
    </w:p>
    <w:p w:rsidR="00B7311A" w:rsidRDefault="00B7311A" w:rsidP="004A66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عبدالله</w:t>
      </w:r>
      <w:r>
        <w:rPr>
          <w:rtl/>
          <w:lang w:bidi="fa-IR"/>
        </w:rPr>
        <w:t xml:space="preserve"> در رکاب آنجناب عازم تبوک شد چون سپاه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اسلام در آنجا منزل گرفتند او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تب کرد، بعد از چند روز به همان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رفت. در شب دفن عبدالله بلال موذن چراغ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گرفته حضرت رسول </w:t>
      </w:r>
      <w:r w:rsidR="004A66A6" w:rsidRPr="004A66A6">
        <w:rPr>
          <w:rStyle w:val="libAlaemChar"/>
          <w:rFonts w:eastAsiaTheme="minorHAnsi"/>
          <w:rtl/>
        </w:rPr>
        <w:lastRenderedPageBreak/>
        <w:t>صلى‌الله‌عليه‌وآله‌وسلم</w:t>
      </w:r>
      <w:r>
        <w:rPr>
          <w:rtl/>
          <w:lang w:bidi="fa-IR"/>
        </w:rPr>
        <w:t xml:space="preserve"> داخل قبر او شد بدنش را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قبر گذاشت. فرمود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از عبدالله راض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او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باش. عبدالله بن مسعود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 من صاحب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قبر بودم.</w:t>
      </w:r>
      <w:r w:rsidRPr="004A66A6">
        <w:rPr>
          <w:rStyle w:val="libFootnotenumChar"/>
          <w:rtl/>
        </w:rPr>
        <w:t>(25)</w:t>
      </w:r>
    </w:p>
    <w:p w:rsidR="00B7311A" w:rsidRDefault="004A66A6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4A66A6">
      <w:pPr>
        <w:pStyle w:val="Heading1"/>
        <w:rPr>
          <w:rtl/>
          <w:lang w:bidi="fa-IR"/>
        </w:rPr>
      </w:pPr>
      <w:bookmarkStart w:id="18" w:name="_Toc6404716"/>
      <w:r>
        <w:rPr>
          <w:rFonts w:hint="eastAsia"/>
          <w:rtl/>
          <w:lang w:bidi="fa-IR"/>
        </w:rPr>
        <w:t>قدرت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 آلوده</w:t>
      </w:r>
      <w:bookmarkEnd w:id="18"/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باقر </w:t>
      </w:r>
      <w:r w:rsidR="00AC4202" w:rsidRPr="004A66A6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هرزه گرد با چند نفر از جوانان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مصادف شد. با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به ظاهر آراسته خود آنها را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جوانان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اگر فلان عابد 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اش خواهد شد. زن آلوده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گفت به خدا سوگند تا ا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را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بم</w:t>
      </w:r>
      <w:r>
        <w:rPr>
          <w:rtl/>
          <w:lang w:bidi="fa-IR"/>
        </w:rPr>
        <w:t xml:space="preserve"> به خانه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گردم.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tl/>
          <w:lang w:bidi="fa-IR"/>
        </w:rPr>
        <w:t xml:space="preserve"> شب به محل عابد رفت در را کوب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پناهم امشب مرا در خانه خود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ده. عابد امتناع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زن گفت چند نفر جوان مرا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اگر راهم نده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آنها برسند از چنگشان خلاص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نخواهم داشت. عابد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را که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اجازه ورود داد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داخل خان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شد لباس از تن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کرد و قامت دلارا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در مقابل او جلوه داد.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چشم</w:t>
      </w:r>
      <w:r>
        <w:rPr>
          <w:rtl/>
          <w:lang w:bidi="fa-IR"/>
        </w:rPr>
        <w:t xml:space="preserve"> عابد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اندام دلفر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او افتاد. چنان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 شد که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دست خود را بر اندامش نهاد.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ناگاه به خود آمده متوجه شد چه از او سرزده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سر بار داشت،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غذا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آتش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افروخته بود. جلو رفت دست خود را بر آتش نهاد. زن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چه کار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از تو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زند؟ جواب داد دست من خود سرانه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او را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دهم.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 ز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طاقت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اورده،</w:t>
      </w:r>
      <w:r>
        <w:rPr>
          <w:rtl/>
          <w:lang w:bidi="fa-IR"/>
        </w:rPr>
        <w:t xml:space="preserve"> از خانه او خارج شد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به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برخورد، گفت فلان عابد را در خانه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خود را آتش داد.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دست او را سوخته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>.</w:t>
      </w:r>
      <w:r w:rsidRPr="004A66A6">
        <w:rPr>
          <w:rStyle w:val="libFootnotenumChar"/>
          <w:rtl/>
        </w:rPr>
        <w:t>(26)</w:t>
      </w:r>
    </w:p>
    <w:p w:rsidR="004A66A6" w:rsidRDefault="004A66A6" w:rsidP="00B7311A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4A66A6">
      <w:pPr>
        <w:pStyle w:val="Heading1"/>
        <w:rPr>
          <w:rtl/>
          <w:lang w:bidi="fa-IR"/>
        </w:rPr>
      </w:pPr>
      <w:bookmarkStart w:id="19" w:name="_Toc6404717"/>
      <w:r>
        <w:rPr>
          <w:rFonts w:hint="eastAsia"/>
          <w:rtl/>
          <w:lang w:bidi="fa-IR"/>
        </w:rPr>
        <w:t>آهن</w:t>
      </w:r>
      <w:r>
        <w:rPr>
          <w:rtl/>
          <w:lang w:bidi="fa-IR"/>
        </w:rPr>
        <w:t xml:space="preserve"> تافته هم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سوزاند</w:t>
      </w:r>
      <w:bookmarkEnd w:id="19"/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کتاب مدهش ابن جوز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سد،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زگاران</w:t>
      </w:r>
      <w:r>
        <w:rPr>
          <w:rtl/>
          <w:lang w:bidi="fa-IR"/>
        </w:rPr>
        <w:t xml:space="preserve"> وارد مصر شد. آهنگر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آهن تافته را با دست از کوره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حرارت آن به دست او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 با خود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بزرگان و اوتاد است.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رفت سلام کرده، گفت تو را به حق آن خدائ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دست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کرامت را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کرده، دعائ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من بکن. آهنگر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را که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شروع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</w:t>
      </w:r>
      <w:r>
        <w:rPr>
          <w:rtl/>
          <w:lang w:bidi="fa-IR"/>
        </w:rPr>
        <w:t xml:space="preserve"> نمود. گفت گمان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درباره من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انجام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بدست بندگان صالح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>! پاسخ داد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است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دست من هم سبب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آن مرد اصرار </w:t>
      </w:r>
      <w:r>
        <w:rPr>
          <w:rFonts w:hint="eastAsia"/>
          <w:rtl/>
          <w:lang w:bidi="fa-IR"/>
        </w:rPr>
        <w:t>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از علت امر مطلع شود.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آهنگر</w:t>
      </w:r>
      <w:r>
        <w:rPr>
          <w:rtl/>
          <w:lang w:bidi="fa-IR"/>
        </w:rPr>
        <w:t xml:space="preserve"> گفت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دکان مشغول کار بودم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خوش اندام که کمتر مانند او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جلو آمده اظهار فقر و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من دل به رخسار او بستم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جمالش شده گفتم اگر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 از تو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هر چه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آورم. با حال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تأثر فوق العاده بود گفت: از خدا بترس من اهل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>. گفتم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دنبال کار خود برو. برخاسته رفت، طول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دو مرتبه بازگشت گفت همانقدر بدان،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طاقت فرسا مرا وادار کرد به خواسته تو پاسخ دهم. من دکان را بسته به خانه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رفتم.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اطاق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راه قفل کردم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چرا قفل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اطلاع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 و باعث رسوائ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چون برگ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لرزه افتاد، قطرات اشک چون ژاله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 پس چرا از خدا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تو از چه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به لرزه افتاد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گفت هم اکنون خدا شاهد و ناظر ما است چگونه واگذار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خداوند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تو را به آتش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نسوزاند. دانه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اشک او با التماس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بش</w:t>
      </w:r>
      <w:r>
        <w:rPr>
          <w:rtl/>
          <w:lang w:bidi="fa-IR"/>
        </w:rPr>
        <w:t xml:space="preserve"> در من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بسزائ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از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خود منصرف شدم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اجاتش</w:t>
      </w:r>
      <w:r>
        <w:rPr>
          <w:rtl/>
          <w:lang w:bidi="fa-IR"/>
        </w:rPr>
        <w:t xml:space="preserve"> را بر آوردم. با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سرور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منزل خود برگشت. </w:t>
      </w:r>
    </w:p>
    <w:p w:rsidR="00B7311A" w:rsidRDefault="00B7311A" w:rsidP="004A66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 xml:space="preserve"> شب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بانوئ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بزرگوار که تاج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اقوت</w:t>
      </w:r>
      <w:r>
        <w:rPr>
          <w:rtl/>
          <w:lang w:bidi="fa-IR"/>
        </w:rPr>
        <w:t xml:space="preserve"> بر سر داشت به من فرمود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هذا جزاک الله عنا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>) خدا پاداش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شما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قالت ام الصب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اتتک و ترکتها خوفا من الله عزوجل لا احرقک الله بالنار لا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لا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الاخ</w:t>
      </w:r>
      <w:r>
        <w:rPr>
          <w:rFonts w:hint="eastAsia"/>
          <w:rtl/>
          <w:lang w:bidi="fa-IR"/>
        </w:rPr>
        <w:t>رة</w:t>
      </w:r>
      <w:r>
        <w:rPr>
          <w:rtl/>
          <w:lang w:bidi="fa-IR"/>
        </w:rPr>
        <w:t xml:space="preserve"> من مادر همان دخترکم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کشان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ترس خدا 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از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که در آتش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تو را نسوزاند.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آن زن از کدام خانواده بوده گفت از بستگان رسول خدا</w:t>
      </w:r>
      <w:r w:rsidR="004A66A6" w:rsidRPr="004A66A6">
        <w:rPr>
          <w:rFonts w:ascii="Traditional Arabic" w:eastAsiaTheme="minorHAnsi" w:hAnsi="Traditional Arabic" w:cs="Traditional Arabic"/>
          <w:rtl/>
        </w:rPr>
        <w:t xml:space="preserve"> </w:t>
      </w:r>
      <w:r w:rsidR="004A66A6" w:rsidRPr="004A66A6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سپاس و شکر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حرارت آتش در من </w:t>
      </w:r>
      <w:r>
        <w:rPr>
          <w:rFonts w:hint="eastAsia"/>
          <w:rtl/>
          <w:lang w:bidi="fa-IR"/>
        </w:rPr>
        <w:t>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ندارد.</w:t>
      </w:r>
      <w:r w:rsidRPr="004A66A6">
        <w:rPr>
          <w:rStyle w:val="libFootnotenumChar"/>
          <w:rtl/>
        </w:rPr>
        <w:t>(27)</w:t>
      </w:r>
    </w:p>
    <w:p w:rsidR="00B7311A" w:rsidRDefault="004A66A6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4A66A6">
      <w:pPr>
        <w:pStyle w:val="Heading1"/>
        <w:rPr>
          <w:rtl/>
          <w:lang w:bidi="fa-IR"/>
        </w:rPr>
      </w:pPr>
      <w:bookmarkStart w:id="20" w:name="_Toc6404718"/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آغوش نوعروس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نبرد</w:t>
      </w:r>
      <w:bookmarkEnd w:id="20"/>
    </w:p>
    <w:p w:rsidR="00B7311A" w:rsidRDefault="00B7311A" w:rsidP="004A66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حنظلة</w:t>
      </w:r>
      <w:r>
        <w:rPr>
          <w:rtl/>
          <w:lang w:bidi="fa-IR"/>
        </w:rPr>
        <w:t xml:space="preserve"> ابن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عامر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خزرج در آن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مبارزه احد اتفاق افتاد با دخترک عبدالله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سلول ازدواج کرد. آن شب، زفاف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عروس و داماد بود. حنظله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4A66A6" w:rsidRPr="004A66A6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اجازه خواست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مراسم زفاف ه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شب را به او مهلت دهند.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آن حال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4A66A6" w:rsidRPr="004A66A6">
        <w:rPr>
          <w:rStyle w:val="libAlaemChar"/>
          <w:rFonts w:eastAsiaTheme="minorHAnsi"/>
          <w:rtl/>
        </w:rPr>
        <w:t>صلى‌الله‌عليه‌وآله‌وسلم</w:t>
      </w:r>
      <w:r w:rsidR="004A66A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نازل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4A66A6" w:rsidRPr="004A66A6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="004A66A6" w:rsidRPr="004A66A6">
        <w:rPr>
          <w:rStyle w:val="libAieChar"/>
          <w:rFonts w:hint="cs"/>
          <w:rtl/>
        </w:rPr>
        <w:t>إِنَّمَا الْمُؤْمِنُونَ الَّذِينَ آمَنُوا بِاللَّـهِ وَرَسُولِهِ وَإِذَا كَانُوا مَعَهُ عَلَىٰ أَمْرٍ جَامِعٍ لَّمْ يَذْهَبُوا حَتَّىٰ يَسْتَأْذِنُوهُ</w:t>
      </w:r>
      <w:r w:rsidR="004A66A6" w:rsidRPr="004A66A6">
        <w:rPr>
          <w:rStyle w:val="libAieChar"/>
          <w:rFonts w:ascii="Times New Roman" w:hAnsi="Times New Roman" w:cs="Times New Roman" w:hint="cs"/>
          <w:rtl/>
        </w:rPr>
        <w:t> ۚ</w:t>
      </w:r>
      <w:r w:rsidR="004A66A6" w:rsidRPr="004A66A6">
        <w:rPr>
          <w:rStyle w:val="libAieChar"/>
          <w:rFonts w:ascii="Times New Roman" w:hAnsi="Times New Roman" w:cs="Times New Roman"/>
        </w:rPr>
        <w:t> </w:t>
      </w:r>
      <w:r w:rsidR="004A66A6" w:rsidRPr="004A66A6">
        <w:rPr>
          <w:rStyle w:val="libAieChar"/>
          <w:rFonts w:hint="cs"/>
          <w:rtl/>
        </w:rPr>
        <w:t>إِنَّ الَّذِينَ يَسْتَأْذِنُونَكَ أُولَـٰئِكَ الَّذِينَ يُؤْمِنُونَ بِاللَّـهِ وَرَسُولِهِ</w:t>
      </w:r>
      <w:r w:rsidR="004A66A6" w:rsidRPr="004A66A6">
        <w:rPr>
          <w:rStyle w:val="libAieChar"/>
          <w:rFonts w:ascii="Times New Roman" w:hAnsi="Times New Roman" w:cs="Times New Roman" w:hint="cs"/>
          <w:rtl/>
        </w:rPr>
        <w:t> ۚ</w:t>
      </w:r>
      <w:r w:rsidR="004A66A6" w:rsidRPr="004A66A6">
        <w:rPr>
          <w:rStyle w:val="libAieChar"/>
          <w:rFonts w:ascii="Times New Roman" w:hAnsi="Times New Roman" w:cs="Times New Roman"/>
        </w:rPr>
        <w:t> </w:t>
      </w:r>
      <w:r w:rsidR="004A66A6" w:rsidRPr="004A66A6">
        <w:rPr>
          <w:rStyle w:val="libAieChar"/>
          <w:rFonts w:hint="cs"/>
          <w:rtl/>
        </w:rPr>
        <w:t>فَإِذَا اسْتَأْذَنُوكَ لِبَعْضِ شَأْنِهِمْ فَأْذَن لِّمَن شِئْتَ مِنْهُمْ وَاسْتَغْفِرْ لَهُمُ اللَّـهَ</w:t>
      </w:r>
      <w:r w:rsidR="004A66A6" w:rsidRPr="004A66A6">
        <w:rPr>
          <w:rStyle w:val="libAieChar"/>
          <w:rFonts w:ascii="Times New Roman" w:hAnsi="Times New Roman" w:cs="Times New Roman" w:hint="cs"/>
          <w:rtl/>
        </w:rPr>
        <w:t> ۚ</w:t>
      </w:r>
      <w:r w:rsidR="004A66A6" w:rsidRPr="004A66A6">
        <w:rPr>
          <w:rStyle w:val="libAieChar"/>
          <w:rFonts w:ascii="Times New Roman" w:hAnsi="Times New Roman" w:cs="Times New Roman"/>
        </w:rPr>
        <w:t> </w:t>
      </w:r>
      <w:r w:rsidR="004A66A6" w:rsidRPr="004A66A6">
        <w:rPr>
          <w:rStyle w:val="libAieChar"/>
          <w:rFonts w:hint="cs"/>
          <w:rtl/>
        </w:rPr>
        <w:t>إِنَّ اللَّـهَ غَفُورٌ رَّحِيمٌ</w:t>
      </w:r>
      <w:r w:rsidR="004A66A6">
        <w:rPr>
          <w:rtl/>
          <w:lang w:bidi="fa-IR"/>
        </w:rPr>
        <w:t xml:space="preserve"> </w:t>
      </w:r>
      <w:r w:rsidR="004A66A6" w:rsidRPr="004A66A6">
        <w:rPr>
          <w:rStyle w:val="libAlaemChar"/>
          <w:rFonts w:hint="cs"/>
          <w:rtl/>
        </w:rPr>
        <w:t>)</w:t>
      </w:r>
      <w:r w:rsidRPr="004A66A6">
        <w:rPr>
          <w:rStyle w:val="libFootnotenumChar"/>
          <w:rtl/>
        </w:rPr>
        <w:t xml:space="preserve">.(28) </w:t>
      </w:r>
    </w:p>
    <w:p w:rsidR="00B7311A" w:rsidRDefault="00B7311A" w:rsidP="004A66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4A66A6" w:rsidRPr="004A66A6">
        <w:rPr>
          <w:rStyle w:val="libAlaemChar"/>
          <w:rFonts w:eastAsiaTheme="minorHAnsi"/>
          <w:rtl/>
        </w:rPr>
        <w:t>صلى‌الله‌عليه‌وآله‌وسلم</w:t>
      </w:r>
      <w:r w:rsidR="004A66A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او را اجازه داد صبحگاه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برومند به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خود به لشکرگاه عجله داشت که غسل نکرده با حال جنابت خواست از منزل خارج شود.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نوعروس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 نفر از مردان انصار فرستاد.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 آنها را در حضور حنظله گواه گرفت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و شوهرش عمل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انجام شده.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حنظله</w:t>
      </w:r>
      <w:r>
        <w:rPr>
          <w:rtl/>
          <w:lang w:bidi="fa-IR"/>
        </w:rPr>
        <w:t xml:space="preserve"> خارج شد از آن زن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را از چه رو انجام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آسمان شکافته شد حنظله داخل آن شکاف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پس از آن شکاف به هم آمد؛ دانستم شوهرم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خواستم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وقوع عمل زناشوئ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باشم. </w:t>
      </w:r>
    </w:p>
    <w:p w:rsidR="00B7311A" w:rsidRDefault="00B7311A" w:rsidP="004A66A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حنظله</w:t>
      </w:r>
      <w:r>
        <w:rPr>
          <w:rtl/>
          <w:lang w:bidi="fa-IR"/>
        </w:rPr>
        <w:t xml:space="preserve"> داخل سپاه مسلمانان شد ابو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سوار بر اسب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دو سپاه جولان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حمله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جوانمردانه کرد،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پشت اسبش فرود آورد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ابو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افتاد.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کرد: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دادم </w:t>
      </w:r>
      <w:r>
        <w:rPr>
          <w:rtl/>
          <w:lang w:bidi="fa-IR"/>
        </w:rPr>
        <w:lastRenderedPageBreak/>
        <w:t>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حنظله مرا کشت و شروع به فرار کرد. حنظله او را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نمود.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سپاه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 او روبرو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حنظله وارد نمود. آن جوان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 همان زخم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منجر به شهادتش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صاحب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را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کرد و او را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پا در آورد. آنگاه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اسلام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افتاد. در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جنگ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4A66A6" w:rsidRPr="004A66A6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فرمود ملائکه را مشاهده کردم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آسمان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ظرفها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حنظله را غسل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دادند،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مشهور به حنظله غس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الملائکه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4A66A6">
        <w:rPr>
          <w:rStyle w:val="libFootnotenumChar"/>
          <w:rtl/>
        </w:rPr>
        <w:t>.(29)</w:t>
      </w:r>
    </w:p>
    <w:p w:rsidR="00B7311A" w:rsidRDefault="004A66A6" w:rsidP="00B7311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7311A" w:rsidRDefault="00B7311A" w:rsidP="004A66A6">
      <w:pPr>
        <w:pStyle w:val="Heading1"/>
        <w:rPr>
          <w:rtl/>
          <w:lang w:bidi="fa-IR"/>
        </w:rPr>
      </w:pPr>
      <w:bookmarkStart w:id="21" w:name="_Toc6404719"/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مخالفت با نفس</w:t>
      </w:r>
      <w:bookmarkEnd w:id="21"/>
    </w:p>
    <w:p w:rsidR="00B7311A" w:rsidRDefault="00DE086D" w:rsidP="00DE086D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 xml:space="preserve">1 - </w:t>
      </w:r>
      <w:r w:rsidR="00B7311A">
        <w:rPr>
          <w:rtl/>
          <w:lang w:bidi="fa-IR"/>
        </w:rPr>
        <w:t>خطب عل</w:t>
      </w:r>
      <w:r w:rsidR="00B7311A">
        <w:rPr>
          <w:rFonts w:hint="cs"/>
          <w:rtl/>
          <w:lang w:bidi="fa-IR"/>
        </w:rPr>
        <w:t>ی</w:t>
      </w:r>
      <w:r w:rsidR="00B7311A">
        <w:rPr>
          <w:rtl/>
          <w:lang w:bidi="fa-IR"/>
        </w:rPr>
        <w:t xml:space="preserve"> </w:t>
      </w:r>
      <w:r w:rsidR="00AC4202" w:rsidRPr="004A66A6">
        <w:rPr>
          <w:rStyle w:val="libAlaemChar"/>
          <w:rtl/>
        </w:rPr>
        <w:t>عليه‌السلام</w:t>
      </w:r>
      <w:r w:rsidR="00B7311A">
        <w:rPr>
          <w:rtl/>
          <w:lang w:bidi="fa-IR"/>
        </w:rPr>
        <w:t xml:space="preserve"> فقال انما اهلک الناس خصلتان هما اهلکتا من کان قبلکم و هما مهلکتان من </w:t>
      </w:r>
      <w:r w:rsidR="00B7311A">
        <w:rPr>
          <w:rFonts w:hint="cs"/>
          <w:rtl/>
          <w:lang w:bidi="fa-IR"/>
        </w:rPr>
        <w:t>ی</w:t>
      </w:r>
      <w:r w:rsidR="00B7311A">
        <w:rPr>
          <w:rFonts w:hint="eastAsia"/>
          <w:rtl/>
          <w:lang w:bidi="fa-IR"/>
        </w:rPr>
        <w:t>کون</w:t>
      </w:r>
      <w:r w:rsidR="00B7311A">
        <w:rPr>
          <w:rtl/>
          <w:lang w:bidi="fa-IR"/>
        </w:rPr>
        <w:t xml:space="preserve"> بعدکم. امل </w:t>
      </w:r>
      <w:r w:rsidR="00B7311A">
        <w:rPr>
          <w:rFonts w:hint="cs"/>
          <w:rtl/>
          <w:lang w:bidi="fa-IR"/>
        </w:rPr>
        <w:t>ی</w:t>
      </w:r>
      <w:r w:rsidR="00B7311A">
        <w:rPr>
          <w:rFonts w:hint="eastAsia"/>
          <w:rtl/>
          <w:lang w:bidi="fa-IR"/>
        </w:rPr>
        <w:t>نس</w:t>
      </w:r>
      <w:r w:rsidR="00B7311A">
        <w:rPr>
          <w:rFonts w:hint="cs"/>
          <w:rtl/>
          <w:lang w:bidi="fa-IR"/>
        </w:rPr>
        <w:t>ی</w:t>
      </w:r>
      <w:r w:rsidR="00B7311A">
        <w:rPr>
          <w:rtl/>
          <w:lang w:bidi="fa-IR"/>
        </w:rPr>
        <w:t xml:space="preserve"> الاخرة و هو</w:t>
      </w:r>
      <w:r w:rsidR="00B7311A">
        <w:rPr>
          <w:rFonts w:hint="cs"/>
          <w:rtl/>
          <w:lang w:bidi="fa-IR"/>
        </w:rPr>
        <w:t>ی</w:t>
      </w:r>
      <w:r w:rsidR="00B7311A">
        <w:rPr>
          <w:rtl/>
          <w:lang w:bidi="fa-IR"/>
        </w:rPr>
        <w:t xml:space="preserve"> </w:t>
      </w:r>
      <w:r w:rsidR="00B7311A">
        <w:rPr>
          <w:rFonts w:hint="cs"/>
          <w:rtl/>
          <w:lang w:bidi="fa-IR"/>
        </w:rPr>
        <w:t>ی</w:t>
      </w:r>
      <w:r w:rsidR="00B7311A">
        <w:rPr>
          <w:rFonts w:hint="eastAsia"/>
          <w:rtl/>
          <w:lang w:bidi="fa-IR"/>
        </w:rPr>
        <w:t>ضل</w:t>
      </w:r>
      <w:r w:rsidR="00B7311A">
        <w:rPr>
          <w:rtl/>
          <w:lang w:bidi="fa-IR"/>
        </w:rPr>
        <w:t xml:space="preserve"> عن السب</w:t>
      </w:r>
      <w:r w:rsidR="00B7311A">
        <w:rPr>
          <w:rFonts w:hint="cs"/>
          <w:rtl/>
          <w:lang w:bidi="fa-IR"/>
        </w:rPr>
        <w:t>ی</w:t>
      </w:r>
      <w:r w:rsidR="00B7311A">
        <w:rPr>
          <w:rFonts w:hint="eastAsia"/>
          <w:rtl/>
          <w:lang w:bidi="fa-IR"/>
        </w:rPr>
        <w:t>ل</w:t>
      </w:r>
      <w:r w:rsidR="00B7311A">
        <w:rPr>
          <w:rtl/>
          <w:lang w:bidi="fa-IR"/>
        </w:rPr>
        <w:t xml:space="preserve"> ثم نزل.</w:t>
      </w:r>
      <w:r w:rsidR="00B7311A" w:rsidRPr="004A66A6">
        <w:rPr>
          <w:rStyle w:val="libFootnotenumChar"/>
          <w:rtl/>
        </w:rPr>
        <w:t>(30)</w:t>
      </w:r>
      <w:r w:rsidR="00B7311A">
        <w:rPr>
          <w:rtl/>
          <w:lang w:bidi="fa-IR"/>
        </w:rPr>
        <w:t xml:space="preserve">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AC4202" w:rsidRPr="00DE086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منبر رفت و شروع به خطبه کرد. فرمود: دو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باعث نابود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شده. همان دو، ملل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هلاک کرده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هلاک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آرزوئ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را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آخرت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اندازد</w:t>
      </w:r>
      <w:r>
        <w:rPr>
          <w:rtl/>
          <w:lang w:bidi="fa-IR"/>
        </w:rPr>
        <w:t>. دوم 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باعث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اندازه </w:t>
      </w: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 xml:space="preserve"> و از منبر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آمد. </w:t>
      </w:r>
    </w:p>
    <w:p w:rsidR="00B7311A" w:rsidRDefault="00B7311A" w:rsidP="00DE086D">
      <w:pPr>
        <w:pStyle w:val="libNormal"/>
        <w:rPr>
          <w:rtl/>
          <w:lang w:bidi="fa-IR"/>
        </w:rPr>
      </w:pPr>
      <w:r>
        <w:rPr>
          <w:rtl/>
          <w:lang w:bidi="fa-IR"/>
        </w:rPr>
        <w:t>2.</w:t>
      </w:r>
      <w:r w:rsidR="00DE086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عن رسول الله </w:t>
      </w:r>
      <w:r w:rsidR="00DE086D" w:rsidRPr="00DE086D">
        <w:rPr>
          <w:rStyle w:val="libAlaemChar"/>
          <w:rFonts w:eastAsiaTheme="minorHAnsi"/>
          <w:rtl/>
        </w:rPr>
        <w:t>صلى‌الله‌عليه‌وآله‌وسلم</w:t>
      </w:r>
      <w:r w:rsidR="00DE086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خطبة له و من قدر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امرأة او جار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فترکها مخالفة الله حرم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النار و آمنه من الفزع الاکبر و ادخله الجنة فان اصابها حراما حرم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الجنة و ادخله النار و قال (صل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آله و سلم)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موضع آخر. اکثر ما تلج به 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النار البطن و الفرج</w:t>
      </w:r>
      <w:r w:rsidRPr="00DE086D">
        <w:rPr>
          <w:rStyle w:val="libFootnotenumChar"/>
          <w:rtl/>
        </w:rPr>
        <w:t>.(31)</w:t>
      </w:r>
      <w:r>
        <w:rPr>
          <w:rtl/>
          <w:lang w:bidi="fa-IR"/>
        </w:rPr>
        <w:t xml:space="preserve"> </w:t>
      </w:r>
    </w:p>
    <w:p w:rsidR="00B7311A" w:rsidRDefault="00B7311A" w:rsidP="00DE086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DE086D" w:rsidRPr="00DE086D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در خطبه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هر کس به زن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دختر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تسلط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 (از نظر اطفاء شهوت)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ترس خدا او را واگذاشت خداوند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کرش</w:t>
      </w:r>
      <w:r>
        <w:rPr>
          <w:rtl/>
          <w:lang w:bidi="fa-IR"/>
        </w:rPr>
        <w:t xml:space="preserve"> را بر آتش جهنم حرام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از وحشت و هراس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ساخته به بهشت واردش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اگر انجام داد </w:t>
      </w:r>
      <w:r>
        <w:rPr>
          <w:rFonts w:hint="eastAsia"/>
          <w:rtl/>
          <w:lang w:bidi="fa-IR"/>
        </w:rPr>
        <w:t>خواسته</w:t>
      </w:r>
      <w:r>
        <w:rPr>
          <w:rtl/>
          <w:lang w:bidi="fa-IR"/>
        </w:rPr>
        <w:t xml:space="preserve"> نفس خود را و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حرمت با او جمع شد بهشت را بر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حرام کرده و به آتش سوزان جهنم واردش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فرمود آنچه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اسباب داخل شدن امت مرا به جهنم فراهم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شکم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شهوتران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</w:t>
      </w:r>
    </w:p>
    <w:p w:rsidR="00B7311A" w:rsidRDefault="00B7311A" w:rsidP="00DE086D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DE086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قال رسول الله </w:t>
      </w:r>
      <w:r w:rsidR="00DE086D" w:rsidRPr="00DE086D">
        <w:rPr>
          <w:rStyle w:val="libAlaemChar"/>
          <w:rFonts w:eastAsiaTheme="minorHAnsi"/>
          <w:rtl/>
        </w:rPr>
        <w:t>صلى‌الله‌عليه‌وآله‌وسلم</w:t>
      </w:r>
      <w:r w:rsidR="00DE086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الله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لابن آدم ان نازعک بصرک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 ما حرمت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فقد اعنتک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بطبق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فاطبق و لا تنظر و ان </w:t>
      </w:r>
      <w:r>
        <w:rPr>
          <w:rtl/>
          <w:lang w:bidi="fa-IR"/>
        </w:rPr>
        <w:lastRenderedPageBreak/>
        <w:t>نازعک لسانک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 ما حرمت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فقد اعنتک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بطبق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فاطبق و لا تتکلم و ان نازعک فرجک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 ما ح</w:t>
      </w:r>
      <w:r>
        <w:rPr>
          <w:rFonts w:hint="eastAsia"/>
          <w:rtl/>
          <w:lang w:bidi="fa-IR"/>
        </w:rPr>
        <w:t>رمت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فقد اعنتک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بطبق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فاطبق و لاتأت حراما.</w:t>
      </w:r>
      <w:r w:rsidRPr="00DE086D">
        <w:rPr>
          <w:rStyle w:val="libFootnotenumChar"/>
          <w:rtl/>
        </w:rPr>
        <w:t xml:space="preserve">(32) </w:t>
      </w:r>
    </w:p>
    <w:p w:rsidR="00B7311A" w:rsidRDefault="00B7311A" w:rsidP="00DE086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DE086D" w:rsidRPr="00DE086D">
        <w:rPr>
          <w:rStyle w:val="libAlaemChar"/>
          <w:rFonts w:eastAsiaTheme="minorHAnsi"/>
          <w:rtl/>
        </w:rPr>
        <w:t>صلى‌الله‌عليه‌وآله‌وسلم</w:t>
      </w:r>
      <w:r w:rsidR="00DE086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فرمود خداوند به بشر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اگر چشمت با تو در 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نگاه به آن را بر تو حرام کرده ام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ارم</w:t>
      </w:r>
      <w:r>
        <w:rPr>
          <w:rtl/>
          <w:lang w:bidi="fa-IR"/>
        </w:rPr>
        <w:t xml:space="preserve"> دو روپوش گذارده ام آنها را بر هم گذار، چشم را ببند و نگاه مکن. هرگاه زبانت خواست تو را وادار به سخ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حرام است بنما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باز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دو روپوش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 بر هم گذار، سخن مگو. اگر فرج و آلت شهوت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تو را به کا</w:t>
      </w:r>
      <w:r w:rsidR="00DE086D">
        <w:rPr>
          <w:rFonts w:hint="cs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حرام واداشت او را هم با دو روپوش مغلوب تو کرده ام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حرام است انجام مده. </w:t>
      </w:r>
    </w:p>
    <w:p w:rsidR="00B7311A" w:rsidRDefault="00B7311A" w:rsidP="00DE086D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DE086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</w:t>
      </w:r>
      <w:r w:rsidR="00AC4202" w:rsidRPr="00DE086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قال، قال رسول الله </w:t>
      </w:r>
      <w:r w:rsidR="00DE086D" w:rsidRPr="00DE086D">
        <w:rPr>
          <w:rStyle w:val="libAlaemChar"/>
          <w:rFonts w:eastAsiaTheme="minorHAnsi"/>
          <w:rtl/>
        </w:rPr>
        <w:t>صلى‌الله‌عليه‌وآله‌وسلم</w:t>
      </w:r>
      <w:r w:rsidR="00DE086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الله عزوجل و عزت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ارتفاع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وثر</w:t>
      </w:r>
      <w:r>
        <w:rPr>
          <w:rtl/>
          <w:lang w:bidi="fa-IR"/>
        </w:rPr>
        <w:t xml:space="preserve"> عبد هواه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 شتتت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امره و لبست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اهو</w:t>
      </w:r>
      <w:r>
        <w:rPr>
          <w:rtl/>
          <w:lang w:bidi="fa-IR"/>
        </w:rPr>
        <w:t xml:space="preserve"> شغلت قلبه بها و لم اته منها الا ما قدرت. له و </w:t>
      </w:r>
      <w:r>
        <w:rPr>
          <w:rFonts w:hint="eastAsia"/>
          <w:rtl/>
          <w:lang w:bidi="fa-IR"/>
        </w:rPr>
        <w:t>عزت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ارتفاع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وثر</w:t>
      </w:r>
      <w:r>
        <w:rPr>
          <w:rtl/>
          <w:lang w:bidi="fa-IR"/>
        </w:rPr>
        <w:t xml:space="preserve"> عبد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هواه الا استحفظته ملائکت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کفلت السموات و الارض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رزقه و کنت له من وراء تجارة کل تاجروا تته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راغمة.</w:t>
      </w:r>
      <w:r w:rsidRPr="00DE086D">
        <w:rPr>
          <w:rStyle w:val="libFootnotenumChar"/>
          <w:rtl/>
        </w:rPr>
        <w:t>(33)</w:t>
      </w:r>
      <w:r>
        <w:rPr>
          <w:rtl/>
          <w:lang w:bidi="fa-IR"/>
        </w:rPr>
        <w:t xml:space="preserve"> </w:t>
      </w:r>
    </w:p>
    <w:p w:rsidR="00B7311A" w:rsidRDefault="00B7311A" w:rsidP="00DE086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باقر </w:t>
      </w:r>
      <w:r w:rsidR="00AC4202" w:rsidRPr="00DE086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DE086D" w:rsidRPr="00DE086D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فرمود که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سوگند به عزت و جلال و 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نور و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مکانم هر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خواسته دل خود را مقدم دارد بر آنچه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کارش را آشفته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در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پاشم. مشغول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قلب او را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آنچه مقدر کرده ام به او نخواهم داد. به عزت و جلال و 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نور و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مکانم هر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خواسته مرا بر خواهش نفس خود مقدم داشت ملائکه را </w:t>
      </w:r>
      <w:r>
        <w:rPr>
          <w:rtl/>
          <w:lang w:bidi="fa-IR"/>
        </w:rPr>
        <w:lastRenderedPageBreak/>
        <w:t>به نگهدار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گمارم. آسمان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کف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پ</w:t>
      </w:r>
      <w:r>
        <w:rPr>
          <w:rFonts w:hint="eastAsia"/>
          <w:rtl/>
          <w:lang w:bidi="fa-IR"/>
        </w:rPr>
        <w:t>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بانم</w:t>
      </w:r>
      <w:r>
        <w:rPr>
          <w:rtl/>
          <w:lang w:bidi="fa-IR"/>
        </w:rPr>
        <w:t xml:space="preserve"> او را در هر تجارت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او بکند،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او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 </w:t>
      </w:r>
    </w:p>
    <w:p w:rsidR="00B7311A" w:rsidRDefault="00B7311A" w:rsidP="00DE086D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DE086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قال ابو عبدالله </w:t>
      </w:r>
      <w:r w:rsidR="00AC4202">
        <w:rPr>
          <w:rtl/>
          <w:lang w:bidi="fa-IR"/>
        </w:rPr>
        <w:t>عليه‌السلام</w:t>
      </w:r>
      <w:r>
        <w:rPr>
          <w:rtl/>
          <w:lang w:bidi="fa-IR"/>
        </w:rPr>
        <w:t xml:space="preserve"> احذروا اهوائکم کما تحذرون اعدائکم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اعد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للرجال من اتباع اهوائهم و حصائد السنتهم</w:t>
      </w:r>
      <w:r w:rsidRPr="00DE086D">
        <w:rPr>
          <w:rStyle w:val="libFootnotenumChar"/>
          <w:rtl/>
        </w:rPr>
        <w:t xml:space="preserve">.(34)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صادق </w:t>
      </w:r>
      <w:r w:rsidR="00AC4202" w:rsidRPr="00DE086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بترس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خواهشها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همانطور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دشمنانتان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مردان بدتر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و گفتار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هوده</w:t>
      </w:r>
      <w:r>
        <w:rPr>
          <w:rtl/>
          <w:lang w:bidi="fa-IR"/>
        </w:rPr>
        <w:t xml:space="preserve"> درباره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. </w:t>
      </w:r>
    </w:p>
    <w:p w:rsidR="00B7311A" w:rsidRDefault="00B7311A" w:rsidP="00DE086D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DE086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C4202" w:rsidRPr="00DE086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قال لو صمت الدهر کله و قمت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کل و قتلت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الرکن و المقام بعثک الله مع هواک بالغا ما بلغ 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جنة فف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جنة، 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 فف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نار.</w:t>
      </w:r>
      <w:r w:rsidRPr="00DE086D">
        <w:rPr>
          <w:rStyle w:val="libFootnotenumChar"/>
          <w:rtl/>
        </w:rPr>
        <w:t xml:space="preserve">(35)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C4202" w:rsidRPr="00DE086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اگر تمام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روزه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شبها تا به صبح شب زنده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رکن و مقام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کشته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تو را با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 و خواهش دلت محشور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به هر چه که باشد. اگر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کند (مط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در آنجا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اگر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جهنم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در جهنم داخل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B7311A" w:rsidRDefault="00B7311A" w:rsidP="00DE086D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DE086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AC4202" w:rsidRPr="00DE086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قال ان رسول الله (صل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آله و سلم) بعث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فلما رجعوا قال مرحبا بقوم قضوا الجهاد الاصغر و 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الجهاد الاکبر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الله </w:t>
      </w:r>
      <w:r w:rsidR="00DE086D" w:rsidRPr="00DE086D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و ما الجهاد الاکبر فقال جهاد النفس و قال ان افضل الج</w:t>
      </w:r>
      <w:r>
        <w:rPr>
          <w:rFonts w:hint="eastAsia"/>
          <w:rtl/>
          <w:lang w:bidi="fa-IR"/>
        </w:rPr>
        <w:t>هاد</w:t>
      </w:r>
      <w:r>
        <w:rPr>
          <w:rtl/>
          <w:lang w:bidi="fa-IR"/>
        </w:rPr>
        <w:t xml:space="preserve"> من جاهد نفسه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</w:t>
      </w:r>
      <w:r w:rsidRPr="00DE086D">
        <w:rPr>
          <w:rStyle w:val="libFootnotenumChar"/>
          <w:rtl/>
        </w:rPr>
        <w:t xml:space="preserve">(36) </w:t>
      </w:r>
    </w:p>
    <w:p w:rsidR="00B7311A" w:rsidRDefault="00B7311A" w:rsidP="00DE086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AC4202" w:rsidRPr="00DE086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="00DE086D" w:rsidRPr="00DE086D">
        <w:rPr>
          <w:rStyle w:val="libAlaemChar"/>
          <w:rFonts w:eastAsiaTheme="minorHAnsi"/>
          <w:rtl/>
        </w:rPr>
        <w:t>صلى‌الله‌عليه‌وآله‌وسلم</w:t>
      </w:r>
      <w:r w:rsidR="00DE086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سپاه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 فرستاد پس از مراجعت به آنها فرمود مرحبا به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کوچک را انجام دادند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باق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مانده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مبارزه بزرگتر. عرض کردند جهاد بزرگتر کدامست؟ فرمود مبارزه با ن</w:t>
      </w:r>
      <w:r>
        <w:rPr>
          <w:rFonts w:hint="eastAsia"/>
          <w:rtl/>
          <w:lang w:bidi="fa-IR"/>
        </w:rPr>
        <w:t>فس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مبارزه جهاد با 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داخل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پهلو است. </w:t>
      </w:r>
    </w:p>
    <w:p w:rsidR="00B7311A" w:rsidRDefault="00B7311A" w:rsidP="00DE086D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DE086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عبدالله </w:t>
      </w:r>
      <w:r w:rsidR="00AC4202" w:rsidRPr="00DE086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قال اشد ما فرض الله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خلقه ذکر الله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ثم قال ما لااعن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سبحان الله و الحمد لله و لا اله الا الله و الله اکبر و ان کان منه و لکن ذکر الله عندما احل و حرم فان کان طاعة عمل بها و ان کان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ترکها.</w:t>
      </w:r>
      <w:r w:rsidRPr="00DE086D">
        <w:rPr>
          <w:rStyle w:val="libFootnotenumChar"/>
          <w:rtl/>
        </w:rPr>
        <w:t>(37)</w:t>
      </w:r>
      <w:r>
        <w:rPr>
          <w:rtl/>
          <w:lang w:bidi="fa-IR"/>
        </w:rPr>
        <w:t xml:space="preserve">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صادق </w:t>
      </w:r>
      <w:r w:rsidR="00AC4202" w:rsidRPr="00DE086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دشوارتر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واجب کرده بر بندگانش ذکر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 است. سپس فرمود منظورم از ذکر، گفتن سبحان الله و الحمد لله الخ،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گرچه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ذکر خداست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 در مورد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حلال و هنگام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حرام. اگر با وا</w:t>
      </w:r>
      <w:r>
        <w:rPr>
          <w:rFonts w:hint="eastAsia"/>
          <w:rtl/>
          <w:lang w:bidi="fa-IR"/>
        </w:rPr>
        <w:t>جب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واجبات روبرو شد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آورد، آن عمل را انجام دهد. اگر به کار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دچار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ذکر خدا آن عمل را ترک کند. </w:t>
      </w:r>
    </w:p>
    <w:p w:rsidR="00B7311A" w:rsidRDefault="00B7311A" w:rsidP="00DE086D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DE086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عن الصادق </w:t>
      </w:r>
      <w:r w:rsidR="00AC4202" w:rsidRPr="00DE086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قال من ملک نفسه اذا رغب و اذا رهب و اذا اشته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اذا غضب و اذا 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حرام الله جسده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النار.</w:t>
      </w:r>
      <w:r w:rsidRPr="00DE086D">
        <w:rPr>
          <w:rStyle w:val="libFootnotenumChar"/>
          <w:rtl/>
        </w:rPr>
        <w:t xml:space="preserve">(38) </w:t>
      </w:r>
    </w:p>
    <w:p w:rsidR="00B7311A" w:rsidRDefault="00B7311A" w:rsidP="00B731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صادق </w:t>
      </w:r>
      <w:r w:rsidR="00AC4202" w:rsidRPr="00DE086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 هر کس نفس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داشته باشد هنگام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ترس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اطاعت و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خواستار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نامشروع از خوراک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هرگاه خشمگ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خشنود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تمام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موارد نفس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خداوند کالبد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بر جهنم حرام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گرداند. منظور از خشمگ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در حال غضب لجام نفس را بتواند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در حال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خشنود بودن از او وادارش به کار خلاف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نکند. </w:t>
      </w:r>
    </w:p>
    <w:p w:rsidR="00DE086D" w:rsidRDefault="00DE086D" w:rsidP="00CB0C8D">
      <w:pPr>
        <w:pStyle w:val="Heading1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22" w:name="_Toc6404720"/>
      <w:r w:rsidR="00CB0C8D">
        <w:rPr>
          <w:rFonts w:hint="cs"/>
          <w:rtl/>
          <w:lang w:bidi="fa-IR"/>
        </w:rPr>
        <w:lastRenderedPageBreak/>
        <w:t>پاورقی</w:t>
      </w:r>
      <w:bookmarkEnd w:id="22"/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1) روضات الجنات.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2) مصاب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الانوار نظام العلماء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272. </w:t>
      </w:r>
    </w:p>
    <w:p w:rsidR="00B7311A" w:rsidRDefault="00B7311A" w:rsidP="003914D9">
      <w:pPr>
        <w:pStyle w:val="libFootnote0"/>
        <w:rPr>
          <w:rtl/>
          <w:lang w:bidi="fa-IR"/>
        </w:rPr>
      </w:pPr>
      <w:r>
        <w:rPr>
          <w:rtl/>
          <w:lang w:bidi="fa-IR"/>
        </w:rPr>
        <w:t>3) در جزء 12 بحارالانوار چاپ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282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حضرت صادق </w:t>
      </w:r>
      <w:r w:rsidR="00AC4202" w:rsidRPr="00DE086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</w:t>
      </w:r>
      <w:r>
        <w:rPr>
          <w:rtl/>
          <w:lang w:bidi="fa-IR"/>
        </w:rPr>
        <w:t xml:space="preserve"> چه تو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عق واداشت. گفت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گفت پس چه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اگر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آخرالزمان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باتر</w:t>
      </w:r>
      <w:r>
        <w:rPr>
          <w:rtl/>
          <w:lang w:bidi="fa-IR"/>
        </w:rPr>
        <w:t xml:space="preserve"> و خوش خوتر و با سخاوت تر است نامش محمد </w:t>
      </w:r>
      <w:r w:rsidR="003914D9" w:rsidRPr="003914D9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است. زل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</w:t>
      </w:r>
      <w:r>
        <w:rPr>
          <w:rtl/>
          <w:lang w:bidi="fa-IR"/>
        </w:rPr>
        <w:t xml:space="preserve"> گفت راست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B7311A" w:rsidRDefault="00B7311A" w:rsidP="003914D9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 که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کجا تصد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گفت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نامش را برد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محبتش در قلب من واقع شد. خداوند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زل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</w:t>
      </w:r>
      <w:r>
        <w:rPr>
          <w:rtl/>
          <w:lang w:bidi="fa-IR"/>
        </w:rPr>
        <w:t xml:space="preserve"> راست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او را به واسطه علاقه و محبت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ما محمد دارد </w:t>
      </w:r>
      <w:r w:rsidR="003914D9" w:rsidRPr="003914D9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 xml:space="preserve">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خداوند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ام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 با زل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</w:t>
      </w:r>
      <w:r>
        <w:rPr>
          <w:rtl/>
          <w:lang w:bidi="fa-IR"/>
        </w:rPr>
        <w:t xml:space="preserve"> ازدواج کند.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4) کشکول بحران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150 و نفحة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من،</w:t>
      </w:r>
      <w:r>
        <w:rPr>
          <w:rtl/>
          <w:lang w:bidi="fa-IR"/>
        </w:rPr>
        <w:t xml:space="preserve"> ص 50.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5) کشکول بحران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150 و نفخة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من،</w:t>
      </w:r>
      <w:r>
        <w:rPr>
          <w:rtl/>
          <w:lang w:bidi="fa-IR"/>
        </w:rPr>
        <w:t xml:space="preserve"> ص 54.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6)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درنده مطلقا.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7) تتمة المنته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231.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8) عبدالله بن مروان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عهد</w:t>
      </w:r>
      <w:r>
        <w:rPr>
          <w:rtl/>
          <w:lang w:bidi="fa-IR"/>
        </w:rPr>
        <w:t xml:space="preserve"> پدر بود بعد از آنکه مروان کشته شد عبدالله ابتدا به مصر و پس از آن به نوبه پناهنده شد.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9) الکلام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جر</w:t>
      </w:r>
      <w:r>
        <w:rPr>
          <w:rtl/>
          <w:lang w:bidi="fa-IR"/>
        </w:rPr>
        <w:t xml:space="preserve"> الکلام، ج 2، ص 7.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10) چه شد آن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خسته شده بود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حمام منجاب در کجاست.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11) کشکول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1، ص 248.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12) سنائ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غزنو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13) اعلام الناس اتل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12، و نزهة الابصار، ص 31.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14) جلد دهم بحارالانوار احوال امام حسن </w:t>
      </w:r>
      <w:r w:rsidR="00AC4202" w:rsidRPr="00DE086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15) بحارالانوار، ج 14، ص 487.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16) انوار نعمان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ص 119، بحارالانوار، ج 11، احوال حضرت صادق </w:t>
      </w:r>
      <w:r w:rsidR="00AC4202" w:rsidRPr="00DE086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17) روضات الجنات، ص 132.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18)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است که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="00AC4202" w:rsidRPr="00DE086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تخم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دست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پس از آن سوال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نصران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تمام عالم نظر انداختم فقط آش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مرغ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 تخم در آن بود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دانه اش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19) کشکول بحران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358.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20) انوار نعمان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ص 117.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21) الکلام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جرالکلام،</w:t>
      </w:r>
      <w:r>
        <w:rPr>
          <w:rtl/>
          <w:lang w:bidi="fa-IR"/>
        </w:rPr>
        <w:t xml:space="preserve"> ج 1، ص 127.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22) الکلام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جرالکلام،</w:t>
      </w:r>
      <w:r>
        <w:rPr>
          <w:rtl/>
          <w:lang w:bidi="fa-IR"/>
        </w:rPr>
        <w:t xml:space="preserve"> ج 1، 262.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23)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الامال، ج 2، ص 120.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24)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بهاء.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25) روضة الصفا، غزوه تبوک.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26) جزء 14 بحارالانوار، ص 492 چاپ آخوند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27)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ج 2، ص 135.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28) همانا مومن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آنها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به 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غمبرش</w:t>
      </w:r>
      <w:r>
        <w:rPr>
          <w:rtl/>
          <w:lang w:bidi="fa-IR"/>
        </w:rPr>
        <w:t xml:space="preserve"> 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 هرگاه در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او گرد آمده باشند تا اجازه 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روند.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اجازه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آنها به خدا و رسولش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آورده اند هر وقت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رخصت 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به هر کس که 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اجازه بده.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29)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البحار لفظ حنظل.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30) ج 15 بحار، ص 107.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31) وسائل جهاد نفس، ص 502.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32) وسائل جهاد نفس، ص 502.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33) وسائل جهاد نفس، ص 505.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34)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البحار لفظ 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35)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نة،</w:t>
      </w:r>
      <w:r>
        <w:rPr>
          <w:rtl/>
          <w:lang w:bidi="fa-IR"/>
        </w:rPr>
        <w:t xml:space="preserve"> ج 2، ص 728.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36) وسائل کتاب جهاد 502. </w:t>
      </w:r>
    </w:p>
    <w:p w:rsidR="00B7311A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37) مستدرک الوسائل، ج 2، ص 302. </w:t>
      </w:r>
    </w:p>
    <w:p w:rsidR="00CB0C8D" w:rsidRDefault="00B7311A" w:rsidP="00DE086D">
      <w:pPr>
        <w:pStyle w:val="libFootnote0"/>
        <w:rPr>
          <w:rtl/>
          <w:lang w:bidi="fa-IR"/>
        </w:rPr>
      </w:pPr>
      <w:r>
        <w:rPr>
          <w:rtl/>
          <w:lang w:bidi="fa-IR"/>
        </w:rPr>
        <w:t>38) قسمت دوم از ج 15 بحار، ص 202.</w:t>
      </w:r>
    </w:p>
    <w:p w:rsidR="008F24C2" w:rsidRDefault="00CB0C8D" w:rsidP="00CB0C8D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23" w:name="_Toc6404721"/>
      <w:r>
        <w:rPr>
          <w:rFonts w:hint="cs"/>
          <w:rtl/>
          <w:lang w:bidi="fa-IR"/>
        </w:rPr>
        <w:lastRenderedPageBreak/>
        <w:t>فهرست مطالب</w:t>
      </w:r>
      <w:bookmarkEnd w:id="23"/>
    </w:p>
    <w:sdt>
      <w:sdtPr>
        <w:id w:val="9266320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CB0C8D" w:rsidRDefault="00CB0C8D" w:rsidP="00CB0C8D">
          <w:pPr>
            <w:pStyle w:val="TOCHeading"/>
          </w:pPr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404698" w:history="1">
            <w:r w:rsidRPr="007876D8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Toc6404698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699" w:history="1">
            <w:r w:rsidRPr="007876D8">
              <w:rPr>
                <w:rStyle w:val="Hyperlink"/>
                <w:noProof/>
                <w:rtl/>
                <w:lang w:bidi="fa-IR"/>
              </w:rPr>
              <w:t>پ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رو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هوا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نفس با زل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خا چه کرد؟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Toc6404699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00" w:history="1">
            <w:r w:rsidRPr="007876D8">
              <w:rPr>
                <w:rStyle w:val="Hyperlink"/>
                <w:noProof/>
                <w:rtl/>
                <w:lang w:bidi="fa-IR"/>
              </w:rPr>
              <w:t>نائره شهوت چقدر قو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است!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01" w:history="1">
            <w:r w:rsidRPr="007876D8">
              <w:rPr>
                <w:rStyle w:val="Hyperlink"/>
                <w:noProof/>
                <w:rtl/>
                <w:lang w:bidi="fa-IR"/>
              </w:rPr>
              <w:t>خواسته دل قو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تر است 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ا ترب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ت نفس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02" w:history="1">
            <w:r w:rsidRPr="007876D8">
              <w:rPr>
                <w:rStyle w:val="Hyperlink"/>
                <w:noProof/>
                <w:rtl/>
                <w:lang w:bidi="fa-IR"/>
              </w:rPr>
              <w:t>ا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ن هم عاقبت شهوتران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03" w:history="1">
            <w:r w:rsidRPr="007876D8">
              <w:rPr>
                <w:rStyle w:val="Hyperlink"/>
                <w:noProof/>
                <w:rtl/>
                <w:lang w:bidi="fa-IR"/>
              </w:rPr>
              <w:t>نمونه ز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ان بن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ام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ه برا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04" w:history="1">
            <w:r w:rsidRPr="007876D8">
              <w:rPr>
                <w:rStyle w:val="Hyperlink"/>
                <w:noProof/>
                <w:rtl/>
                <w:lang w:bidi="fa-IR"/>
              </w:rPr>
              <w:t>چقدر ب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چاره شد؟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05" w:history="1">
            <w:r w:rsidRPr="007876D8">
              <w:rPr>
                <w:rStyle w:val="Hyperlink"/>
                <w:noProof/>
                <w:rtl/>
                <w:lang w:bidi="fa-IR"/>
              </w:rPr>
              <w:t>پ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شوا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هو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پرستان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06" w:history="1">
            <w:r w:rsidRPr="007876D8">
              <w:rPr>
                <w:rStyle w:val="Hyperlink"/>
                <w:noProof/>
                <w:rtl/>
                <w:lang w:bidi="fa-IR"/>
              </w:rPr>
              <w:t>پ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شوا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پره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زکاران حسن مجتب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7876D8">
              <w:rPr>
                <w:rStyle w:val="Hyperlink"/>
                <w:rFonts w:cs="Rafed Alaem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07" w:history="1">
            <w:r w:rsidRPr="007876D8">
              <w:rPr>
                <w:rStyle w:val="Hyperlink"/>
                <w:noProof/>
                <w:rtl/>
                <w:lang w:bidi="fa-IR"/>
              </w:rPr>
              <w:t>هو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پرست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به بت پرست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کشان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08" w:history="1">
            <w:r w:rsidRPr="007876D8">
              <w:rPr>
                <w:rStyle w:val="Hyperlink"/>
                <w:noProof/>
                <w:rtl/>
                <w:lang w:bidi="fa-IR"/>
              </w:rPr>
              <w:t>نت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جه مخالفت با نفس رس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دن به مقصود 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09" w:history="1">
            <w:r w:rsidRPr="007876D8">
              <w:rPr>
                <w:rStyle w:val="Hyperlink"/>
                <w:noProof/>
                <w:rtl/>
                <w:lang w:bidi="fa-IR"/>
              </w:rPr>
              <w:t>داستان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از بشر حاف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10" w:history="1">
            <w:r w:rsidRPr="007876D8">
              <w:rPr>
                <w:rStyle w:val="Hyperlink"/>
                <w:noProof/>
                <w:rtl/>
                <w:lang w:bidi="fa-IR"/>
              </w:rPr>
              <w:t>مخالفت با هوا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نفس برا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کافر ن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ز سود 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11" w:history="1">
            <w:r w:rsidRPr="007876D8">
              <w:rPr>
                <w:rStyle w:val="Hyperlink"/>
                <w:noProof/>
                <w:rtl/>
                <w:lang w:bidi="fa-IR"/>
              </w:rPr>
              <w:t>مخالفت عابد بن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اسرائ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ل با نفس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12" w:history="1">
            <w:r w:rsidRPr="007876D8">
              <w:rPr>
                <w:rStyle w:val="Hyperlink"/>
                <w:noProof/>
                <w:rtl/>
                <w:lang w:bidi="fa-IR"/>
              </w:rPr>
              <w:t>قدرت تسلط بر نفس را بب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ن!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13" w:history="1">
            <w:r w:rsidRPr="007876D8">
              <w:rPr>
                <w:rStyle w:val="Hyperlink"/>
                <w:noProof/>
                <w:rtl/>
                <w:lang w:bidi="fa-IR"/>
              </w:rPr>
              <w:t>ن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ابت ول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عصر </w:t>
            </w:r>
            <w:r w:rsidRPr="007876D8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به چن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ن مردان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م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رسد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14" w:history="1">
            <w:r w:rsidRPr="007876D8">
              <w:rPr>
                <w:rStyle w:val="Hyperlink"/>
                <w:noProof/>
                <w:rtl/>
                <w:lang w:bidi="fa-IR"/>
              </w:rPr>
              <w:t>ا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ن غلام بر خواسته نفس چ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ره 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15" w:history="1">
            <w:r w:rsidRPr="007876D8">
              <w:rPr>
                <w:rStyle w:val="Hyperlink"/>
                <w:noProof/>
                <w:rtl/>
                <w:lang w:bidi="fa-IR"/>
              </w:rPr>
              <w:t>در مبارزه ثروت و ا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مان کدام چ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ره شد؟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16" w:history="1">
            <w:r w:rsidRPr="007876D8">
              <w:rPr>
                <w:rStyle w:val="Hyperlink"/>
                <w:noProof/>
                <w:rtl/>
                <w:lang w:bidi="fa-IR"/>
              </w:rPr>
              <w:t xml:space="preserve">قدرت 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ک زن آلوده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17" w:history="1">
            <w:r w:rsidRPr="007876D8">
              <w:rPr>
                <w:rStyle w:val="Hyperlink"/>
                <w:noProof/>
                <w:rtl/>
                <w:lang w:bidi="fa-IR"/>
              </w:rPr>
              <w:t>آهن تافته هم نم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سوزاند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18" w:history="1">
            <w:r w:rsidRPr="007876D8">
              <w:rPr>
                <w:rStyle w:val="Hyperlink"/>
                <w:noProof/>
                <w:rtl/>
                <w:lang w:bidi="fa-IR"/>
              </w:rPr>
              <w:t xml:space="preserve">در آغوش نوعروس 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ا م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دان نبرد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19" w:history="1">
            <w:r w:rsidRPr="007876D8">
              <w:rPr>
                <w:rStyle w:val="Hyperlink"/>
                <w:noProof/>
                <w:rtl/>
                <w:lang w:bidi="fa-IR"/>
              </w:rPr>
              <w:t>چند روا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ت در پ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>رو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7876D8">
              <w:rPr>
                <w:rStyle w:val="Hyperlink"/>
                <w:noProof/>
                <w:rtl/>
                <w:lang w:bidi="fa-IR"/>
              </w:rPr>
              <w:t xml:space="preserve"> با مخالفت با نفس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20" w:history="1">
            <w:r w:rsidRPr="007876D8">
              <w:rPr>
                <w:rStyle w:val="Hyperlink"/>
                <w:noProof/>
                <w:rtl/>
                <w:lang w:bidi="fa-IR"/>
              </w:rPr>
              <w:t>پاورق</w:t>
            </w:r>
            <w:r w:rsidRPr="007876D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6404721" w:history="1">
            <w:r w:rsidRPr="007876D8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Toc6404721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B0C8D" w:rsidRDefault="00CB0C8D">
          <w:r>
            <w:fldChar w:fldCharType="end"/>
          </w:r>
        </w:p>
      </w:sdtContent>
    </w:sdt>
    <w:p w:rsidR="00CB0C8D" w:rsidRPr="00B300E7" w:rsidRDefault="00CB0C8D" w:rsidP="00CB0C8D">
      <w:pPr>
        <w:pStyle w:val="libNormal"/>
        <w:rPr>
          <w:lang w:bidi="fa-IR"/>
        </w:rPr>
      </w:pPr>
    </w:p>
    <w:sectPr w:rsidR="00CB0C8D" w:rsidRPr="00B300E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A02" w:rsidRDefault="00F97A02">
      <w:r>
        <w:separator/>
      </w:r>
    </w:p>
  </w:endnote>
  <w:endnote w:type="continuationSeparator" w:id="0">
    <w:p w:rsidR="00F97A02" w:rsidRDefault="00F97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altName w:val="Arial"/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Arial"/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86D" w:rsidRDefault="00DE086D">
    <w:pPr>
      <w:pStyle w:val="Footer"/>
    </w:pPr>
    <w:fldSimple w:instr=" PAGE   \* MERGEFORMAT ">
      <w:r w:rsidR="00937DF6">
        <w:rPr>
          <w:noProof/>
          <w:rtl/>
        </w:rPr>
        <w:t>2</w:t>
      </w:r>
    </w:fldSimple>
  </w:p>
  <w:p w:rsidR="00DE086D" w:rsidRDefault="00DE086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86D" w:rsidRDefault="00DE086D">
    <w:pPr>
      <w:pStyle w:val="Footer"/>
    </w:pPr>
    <w:fldSimple w:instr=" PAGE   \* MERGEFORMAT ">
      <w:r w:rsidR="00937DF6">
        <w:rPr>
          <w:noProof/>
          <w:rtl/>
        </w:rPr>
        <w:t>49</w:t>
      </w:r>
    </w:fldSimple>
  </w:p>
  <w:p w:rsidR="00DE086D" w:rsidRDefault="00DE086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86D" w:rsidRDefault="00DE086D">
    <w:pPr>
      <w:pStyle w:val="Footer"/>
    </w:pPr>
    <w:fldSimple w:instr=" PAGE   \* MERGEFORMAT ">
      <w:r w:rsidR="00937DF6">
        <w:rPr>
          <w:noProof/>
          <w:rtl/>
        </w:rPr>
        <w:t>1</w:t>
      </w:r>
    </w:fldSimple>
  </w:p>
  <w:p w:rsidR="00DE086D" w:rsidRDefault="00DE08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A02" w:rsidRDefault="00F97A02">
      <w:r>
        <w:separator/>
      </w:r>
    </w:p>
  </w:footnote>
  <w:footnote w:type="continuationSeparator" w:id="0">
    <w:p w:rsidR="00F97A02" w:rsidRDefault="00F97A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4202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39DB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3290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2BFD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0096"/>
    <w:rsid w:val="00373085"/>
    <w:rsid w:val="003854C8"/>
    <w:rsid w:val="0038683D"/>
    <w:rsid w:val="003914D9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A66A6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224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168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55C2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5B55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0F4A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37DF6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4202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1A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595B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0C8D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086D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34D0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02"/>
    <w:rsid w:val="00F97A3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C5E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0F4A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character" w:customStyle="1" w:styleId="sign">
    <w:name w:val="sign"/>
    <w:basedOn w:val="DefaultParagraphFont"/>
    <w:rsid w:val="006322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%201440\M-saban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3282F-5AB2-423A-88DD-C7C5F060E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118</TotalTime>
  <Pages>50</Pages>
  <Words>7525</Words>
  <Characters>42898</Characters>
  <Application>Microsoft Office Word</Application>
  <DocSecurity>0</DocSecurity>
  <Lines>357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50323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8</cp:revision>
  <cp:lastPrinted>1601-01-01T00:00:00Z</cp:lastPrinted>
  <dcterms:created xsi:type="dcterms:W3CDTF">2019-04-17T05:37:00Z</dcterms:created>
  <dcterms:modified xsi:type="dcterms:W3CDTF">2019-04-17T10:15:00Z</dcterms:modified>
</cp:coreProperties>
</file>