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2E" w:rsidRDefault="0084522E" w:rsidP="0084522E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4522E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84522E" w:rsidRDefault="0084522E" w:rsidP="0084522E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7C3923" w:rsidRDefault="0084522E" w:rsidP="0084522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7C3923">
      <w:pPr>
        <w:pStyle w:val="libCenterBold1"/>
        <w:rPr>
          <w:rtl/>
          <w:lang w:bidi="fa-IR"/>
        </w:rPr>
      </w:pPr>
      <w:r>
        <w:rPr>
          <w:rtl/>
          <w:lang w:bidi="fa-IR"/>
        </w:rPr>
        <w:t>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جلد سیزدهم</w:t>
      </w:r>
    </w:p>
    <w:p w:rsidR="007C3923" w:rsidRDefault="007C3923" w:rsidP="007C3923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</w:t>
      </w:r>
    </w:p>
    <w:p w:rsidR="007C3923" w:rsidRDefault="007C3923" w:rsidP="007C3923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 xml:space="preserve"> نویسنده:</w:t>
      </w: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343411">
      <w:pPr>
        <w:pStyle w:val="Heading1"/>
        <w:rPr>
          <w:rtl/>
          <w:lang w:bidi="fa-IR"/>
        </w:rPr>
      </w:pPr>
      <w:bookmarkStart w:id="0" w:name="_Toc6831576"/>
      <w:r>
        <w:rPr>
          <w:rFonts w:hint="eastAsia"/>
          <w:rtl/>
          <w:lang w:bidi="fa-IR"/>
        </w:rPr>
        <w:t>مقدمه</w:t>
      </w:r>
      <w:bookmarkEnd w:id="0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تعداد چهارده جلد کتاب در موضوعات مختلف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همگان که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دانستن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نام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همراه با سند از منابع معتبر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هستند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انشاء الله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مورد قبول حضرت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شما خوانندگان آگاه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نام موضوعات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1.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خدمت به پدر و مادر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3. عزت نفس، بلند همت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شرافت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4. خوردن مال مردم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5.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6.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7.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8. حرص و قناعت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9. اسراف و سخت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10. صدقه و انفاق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11.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12.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13.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14. دعا و توسل چرا؟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1383</w:t>
      </w:r>
    </w:p>
    <w:p w:rsidR="007C3923" w:rsidRDefault="00343411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343411">
      <w:pPr>
        <w:pStyle w:val="Heading1"/>
        <w:rPr>
          <w:rtl/>
          <w:lang w:bidi="fa-IR"/>
        </w:rPr>
      </w:pPr>
      <w:bookmarkStart w:id="1" w:name="_Toc6831577"/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</w:t>
      </w:r>
      <w:r w:rsidR="00343411" w:rsidRPr="00343411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</w:t>
      </w:r>
      <w:bookmarkEnd w:id="1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کلمه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از کشف الغمه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رفته بودند،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او را به مکان حضرت در خارج از شهر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پس از آنکه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 عرض کرد من از اعراب کوفه و از ا</w:t>
      </w:r>
      <w:r>
        <w:rPr>
          <w:rFonts w:hint="eastAsia"/>
          <w:rtl/>
          <w:lang w:bidi="fa-IR"/>
        </w:rPr>
        <w:t>رادتمندان</w:t>
      </w:r>
      <w:r>
        <w:rPr>
          <w:rtl/>
          <w:lang w:bidi="fa-IR"/>
        </w:rPr>
        <w:t xml:space="preserve"> به شما خانواده هستم. قرض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دارم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شما سراغ ندارم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ادا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فرمودند ناراحت نباش و دستور دادند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آنگاه فرمودند من به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مبادا مخالفت با گفته من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خط خودم اقرار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تو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طلبک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شهر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منزل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مبلغ را بنما. هر چه مهلت خواستم تو درشت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و پول خود را بخواه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آنچه گفتم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حضرت به شهر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بردند مرد عرب وارد مجلس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 در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حضور داشتند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بودند. مرد طلب خود را خواست هر چه حضرت از او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و 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مدت کردند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 و با درشت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وجه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عاقبت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پرداخت 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پوزش خواستند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عرض او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به فکر انداخت و مبلغ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درهم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فرستاد.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عرب را خواستند و تمام پول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او گذاشتند فرمودند قرض خود را بده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صرف خانواده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کن.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الله </w:t>
      </w:r>
      <w:r w:rsidR="00343411" w:rsidRPr="00343411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مبلغ کار من درست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الله اعلم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</w:t>
      </w:r>
      <w:r>
        <w:rPr>
          <w:rtl/>
          <w:lang w:bidi="fa-IR"/>
        </w:rPr>
        <w:t xml:space="preserve"> رسالته.</w:t>
      </w:r>
    </w:p>
    <w:p w:rsidR="007C3923" w:rsidRDefault="00343411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343411">
      <w:pPr>
        <w:pStyle w:val="Heading1"/>
        <w:rPr>
          <w:rtl/>
          <w:lang w:bidi="fa-IR"/>
        </w:rPr>
      </w:pPr>
      <w:bookmarkStart w:id="2" w:name="_Toc6831578"/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جواد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bookmarkEnd w:id="2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</w:t>
      </w:r>
      <w:r>
        <w:rPr>
          <w:rtl/>
          <w:lang w:bidi="fa-IR"/>
        </w:rPr>
        <w:t xml:space="preserve">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کامل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جواد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کتاب مفتاح الکرامه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شام خوردن بودم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کوبه در بلند شد،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کوبنده در خادم جناب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بحرالعلوم است، با شتاب در را باز کردم. خادم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شام آقا را آماده در مقابلش گذاشته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انتظار شما را دارند، زود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 همراه خادم به منزل بحرالعلوم رفتم،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خدمت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چشم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من افتاد گفت از خداوند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مراقب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مگر چه شده؟ گفت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برادران هم مذهب تو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خود هر شب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وضع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اجازه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هفت روز بر آنها گذشته که گندم و برنج نچش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و جز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اند. امروز رفت از بقال باز هم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خرما را بخرد، بقال گفت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متجاوز از فلان مبلغ شده. آن مرد خجالت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برگشت خود و خانواده اش بدون شام و غذا شب را به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 شخص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 است و نامش را گفت. </w:t>
      </w:r>
    </w:p>
    <w:p w:rsidR="007C3923" w:rsidRDefault="007C3923" w:rsidP="0034341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اطلاع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وضع او نداشتم. فرمود اگر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کافر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درشت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که چرا تجسس از حال برادرانت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جستجو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را خادم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343411">
        <w:rPr>
          <w:rFonts w:hint="cs"/>
          <w:rtl/>
          <w:lang w:bidi="fa-IR"/>
        </w:rPr>
        <w:t>د</w:t>
      </w:r>
      <w:r>
        <w:rPr>
          <w:rtl/>
          <w:lang w:bidi="fa-IR"/>
        </w:rPr>
        <w:t xml:space="preserve"> با او برو در خانه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و </w:t>
      </w:r>
      <w:r>
        <w:rPr>
          <w:rtl/>
          <w:lang w:bidi="fa-IR"/>
        </w:rPr>
        <w:lastRenderedPageBreak/>
        <w:t>بگو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داشتم امشب با هم غذا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است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بگذار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ظرفها را برمگردان.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ظرفها</w:t>
      </w:r>
      <w:r>
        <w:rPr>
          <w:rtl/>
          <w:lang w:bidi="fa-IR"/>
        </w:rPr>
        <w:t xml:space="preserve"> را که داخل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خادم برداشت و تا درب منزل آن مرد برد، آنجا از او گرفتم و در را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آن مرد باز کرد من داخل شده گفتم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داشتم امشب با هم غذا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قبول کرد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جلو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ثروتمندان و ارباب نعمت است.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اعراب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 و متعلق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متمکن است قصه اش را بگو تا بخورم. آنقدر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شرح دادم. سوگند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 و گفت جز خدا تا کنون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حال من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چه رسد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دورند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را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شمرد. </w:t>
      </w:r>
    </w:p>
    <w:p w:rsidR="007C3923" w:rsidRDefault="007C3923" w:rsidP="00715E7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آنمرد؛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نجم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داشت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بود شصت عدد شوش بود که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پولها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آنزمان است و هر شوش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و خورده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15E7E">
        <w:rPr>
          <w:rFonts w:hint="cs"/>
          <w:rtl/>
          <w:lang w:bidi="fa-IR"/>
        </w:rPr>
        <w:t>می شود</w:t>
      </w:r>
    </w:p>
    <w:p w:rsidR="00715E7E" w:rsidRDefault="00715E7E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</w:p>
    <w:p w:rsidR="007C3923" w:rsidRDefault="007C3923" w:rsidP="00715E7E">
      <w:pPr>
        <w:pStyle w:val="Heading1"/>
        <w:rPr>
          <w:rtl/>
          <w:lang w:bidi="fa-IR"/>
        </w:rPr>
      </w:pPr>
      <w:bookmarkStart w:id="3" w:name="_Toc6831579"/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اسلام</w:t>
      </w:r>
      <w:bookmarkEnd w:id="3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به حضرت صادق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tl/>
          <w:lang w:bidi="fa-IR"/>
        </w:rPr>
        <w:t xml:space="preserve"> است بنام عمر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کرد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دست تنگ بود.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نزد من زکات هست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گوشت و خرما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خرج اسراف است.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گفت در معامله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بهره من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آن را گوشت و قسمت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خرم</w:t>
      </w:r>
      <w:r w:rsidR="00715E7E"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را به مصرف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اجات</w:t>
      </w:r>
      <w:r>
        <w:rPr>
          <w:rtl/>
          <w:lang w:bidi="fa-IR"/>
        </w:rPr>
        <w:t xml:space="preserve"> منزل رساندم.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افسرده شد و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دست خود را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پس از آن فرمود: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تنگدستان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مال ثروتمندان قرار داده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بتوانند با آن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اگر آن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715E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آنها بدهند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خوراک و پوشاک و ازدواج و تصدق و حج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مخصوصا به مثل عمر که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کوکارانست</w:t>
      </w:r>
      <w:r>
        <w:rPr>
          <w:rtl/>
          <w:lang w:bidi="fa-IR"/>
        </w:rPr>
        <w:t>.</w:t>
      </w:r>
      <w:r w:rsidRPr="00715E7E">
        <w:rPr>
          <w:rStyle w:val="libFootnotenumChar"/>
          <w:rtl/>
          <w:lang w:bidi="fa-IR"/>
        </w:rPr>
        <w:t>(2)</w:t>
      </w:r>
    </w:p>
    <w:p w:rsidR="007C3923" w:rsidRDefault="00715E7E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715E7E">
      <w:pPr>
        <w:pStyle w:val="Heading1"/>
        <w:rPr>
          <w:rtl/>
          <w:lang w:bidi="fa-IR"/>
        </w:rPr>
      </w:pPr>
      <w:bookmarkStart w:id="4" w:name="_Toc6831580"/>
      <w:r>
        <w:rPr>
          <w:rFonts w:hint="eastAsia"/>
          <w:rtl/>
          <w:lang w:bidi="fa-IR"/>
        </w:rPr>
        <w:t>ترحم</w:t>
      </w:r>
      <w:r>
        <w:rPr>
          <w:rtl/>
          <w:lang w:bidi="fa-IR"/>
        </w:rPr>
        <w:t xml:space="preserve"> به سگ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</w:t>
      </w:r>
      <w:bookmarkEnd w:id="4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قحط که مردم سخت در فشار و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بودند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(طلبه) ماده سگ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افتاده و بچه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پستان او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اند. هر قدر ماده سگ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از ضعف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و حرکت خود را از دست داده بود. دانشجو دلش بر وضع آن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سوخت 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ترحم و حس معاونت در او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شد، چون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که به او بدهد ناچار کتاب خود را فروخت و نان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انداخت.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سگ</w:t>
      </w:r>
      <w:r>
        <w:rPr>
          <w:rtl/>
          <w:lang w:bidi="fa-IR"/>
        </w:rPr>
        <w:t xml:space="preserve"> رو به طرف آسمان نموده و دو قطره اشک تشکر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دعا کرد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او. شب در خواب به او گفتند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زحمت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رنج مطالعه را به خود راه مده (انا اعط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ناک</w:t>
      </w:r>
      <w:r>
        <w:rPr>
          <w:rtl/>
          <w:lang w:bidi="fa-IR"/>
        </w:rPr>
        <w:t xml:space="preserve"> من لدنا علما) ما به تو از جانب خود دانش افاضه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715E7E">
        <w:rPr>
          <w:rStyle w:val="libFootnotenumChar"/>
          <w:rtl/>
          <w:lang w:bidi="fa-IR"/>
        </w:rPr>
        <w:t>(3)</w:t>
      </w:r>
    </w:p>
    <w:p w:rsidR="007C3923" w:rsidRDefault="00715E7E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715E7E">
      <w:pPr>
        <w:pStyle w:val="Heading1"/>
        <w:rPr>
          <w:rtl/>
          <w:lang w:bidi="fa-IR"/>
        </w:rPr>
      </w:pPr>
      <w:bookmarkStart w:id="5" w:name="_Toc6831581"/>
      <w:r>
        <w:rPr>
          <w:rFonts w:hint="eastAsia"/>
          <w:rtl/>
          <w:lang w:bidi="fa-IR"/>
        </w:rPr>
        <w:t>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سال قحط</w:t>
      </w:r>
      <w:bookmarkEnd w:id="5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جزائر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شاگرد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سال قحط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گندم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داشت با فقرا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سهم مانند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فقرا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زوجه اش آشفته شد 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نکار</w:t>
      </w:r>
      <w:r>
        <w:rPr>
          <w:rtl/>
          <w:lang w:bidi="fa-IR"/>
        </w:rPr>
        <w:t xml:space="preserve">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اعتراض نمود که شما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 مردم محتاج نشوند و هر چه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فقرا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اعتراض از منزل کناره گرفت و در مسجد کوفه اعتکاف (سه شبانه روز در مسجد جامع به عبادت گذران) کرد. روز دوم اعتکاف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 منزل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چند بار گندم و آرد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آورد و گفت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فرستاده. پس از بازگشت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زوجه اش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</w:t>
      </w:r>
      <w:r>
        <w:rPr>
          <w:rFonts w:hint="eastAsia"/>
          <w:rtl/>
          <w:lang w:bidi="fa-IR"/>
        </w:rPr>
        <w:t>رستاده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 بود.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شکر کرد، گفت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اطلاع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ندارم و نه من گندم فرستاده ام.</w:t>
      </w:r>
      <w:r w:rsidRPr="00715E7E">
        <w:rPr>
          <w:rStyle w:val="libFootnotenumChar"/>
          <w:rtl/>
          <w:lang w:bidi="fa-IR"/>
        </w:rPr>
        <w:t>(4)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3"/>
        <w:gridCol w:w="268"/>
        <w:gridCol w:w="3301"/>
      </w:tblGrid>
      <w:tr w:rsidR="00715E7E" w:rsidTr="00201DB5">
        <w:trPr>
          <w:trHeight w:val="350"/>
        </w:trPr>
        <w:tc>
          <w:tcPr>
            <w:tcW w:w="3353" w:type="dxa"/>
            <w:shd w:val="clear" w:color="auto" w:fill="auto"/>
          </w:tcPr>
          <w:p w:rsidR="00715E7E" w:rsidRDefault="00715E7E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همدرد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بردارد ز دل بار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715E7E" w:rsidRDefault="00715E7E" w:rsidP="00B7536E">
            <w:pPr>
              <w:pStyle w:val="libPoem"/>
              <w:rPr>
                <w:rtl/>
              </w:rPr>
            </w:pPr>
          </w:p>
        </w:tc>
        <w:tc>
          <w:tcPr>
            <w:tcW w:w="3301" w:type="dxa"/>
            <w:shd w:val="clear" w:color="auto" w:fill="auto"/>
          </w:tcPr>
          <w:p w:rsidR="00715E7E" w:rsidRDefault="00715E7E" w:rsidP="00B7536E">
            <w:pPr>
              <w:pStyle w:val="libPoem"/>
            </w:pPr>
            <w:r>
              <w:rPr>
                <w:rtl/>
                <w:lang w:bidi="fa-IR"/>
              </w:rPr>
              <w:t>در جهان هرگز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فتد</w:t>
            </w:r>
            <w:r>
              <w:rPr>
                <w:rtl/>
                <w:lang w:bidi="fa-IR"/>
              </w:rPr>
              <w:t xml:space="preserve"> با 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کار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5E7E" w:rsidTr="00201DB5">
        <w:trPr>
          <w:trHeight w:val="350"/>
        </w:trPr>
        <w:tc>
          <w:tcPr>
            <w:tcW w:w="3353" w:type="dxa"/>
          </w:tcPr>
          <w:p w:rsidR="00715E7E" w:rsidRDefault="00715E7E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چکس</w:t>
            </w:r>
            <w:r>
              <w:rPr>
                <w:rtl/>
                <w:lang w:bidi="fa-IR"/>
              </w:rPr>
              <w:t xml:space="preserve"> هرگز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سوزد چراغش تا به 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15E7E" w:rsidRDefault="00715E7E" w:rsidP="00B7536E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715E7E" w:rsidRDefault="00715E7E" w:rsidP="00B7536E">
            <w:pPr>
              <w:pStyle w:val="libPoem"/>
            </w:pPr>
            <w:r>
              <w:rPr>
                <w:rtl/>
                <w:lang w:bidi="fa-IR"/>
              </w:rPr>
              <w:t>خوش مخند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صبح صادق بر شب تار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5E7E" w:rsidTr="00201DB5">
        <w:trPr>
          <w:trHeight w:val="350"/>
        </w:trPr>
        <w:tc>
          <w:tcPr>
            <w:tcW w:w="3353" w:type="dxa"/>
          </w:tcPr>
          <w:p w:rsidR="00715E7E" w:rsidRDefault="00715E7E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توکل هر چه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حق بنما طلب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15E7E" w:rsidRDefault="00715E7E" w:rsidP="00B7536E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715E7E" w:rsidRDefault="00715E7E" w:rsidP="00B7536E">
            <w:pPr>
              <w:pStyle w:val="libPoem"/>
            </w:pPr>
            <w:r>
              <w:rPr>
                <w:rtl/>
                <w:lang w:bidi="fa-IR"/>
              </w:rPr>
              <w:t>گردن خود کج مکن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گل مشو خار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5E7E" w:rsidTr="00201DB5">
        <w:trPr>
          <w:trHeight w:val="350"/>
        </w:trPr>
        <w:tc>
          <w:tcPr>
            <w:tcW w:w="3353" w:type="dxa"/>
          </w:tcPr>
          <w:p w:rsidR="00715E7E" w:rsidRDefault="00715E7E" w:rsidP="00B7536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حق هر آنکار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کرد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15E7E" w:rsidRDefault="00715E7E" w:rsidP="00B7536E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715E7E" w:rsidRDefault="00715E7E" w:rsidP="00B7536E">
            <w:pPr>
              <w:pStyle w:val="libPoem"/>
            </w:pPr>
            <w:r>
              <w:rPr>
                <w:rtl/>
                <w:lang w:bidi="fa-IR"/>
              </w:rPr>
              <w:t>هست مقبول خدا و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لازم به گفتار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DB5" w:rsidTr="00201DB5">
        <w:tblPrEx>
          <w:tblLook w:val="04A0"/>
        </w:tblPrEx>
        <w:trPr>
          <w:trHeight w:val="350"/>
        </w:trPr>
        <w:tc>
          <w:tcPr>
            <w:tcW w:w="3353" w:type="dxa"/>
          </w:tcPr>
          <w:p w:rsidR="00201DB5" w:rsidRDefault="00201DB5" w:rsidP="00B7536E">
            <w:pPr>
              <w:pStyle w:val="libPoem"/>
            </w:pPr>
            <w:r w:rsidRPr="00201DB5">
              <w:rPr>
                <w:rtl/>
                <w:lang w:bidi="fa-IR"/>
              </w:rPr>
              <w:lastRenderedPageBreak/>
              <w:t>مکه رفتن دل به دست آوردن خلقست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201DB5" w:rsidRDefault="00201DB5" w:rsidP="00B7536E">
            <w:pPr>
              <w:pStyle w:val="libPoem"/>
              <w:rPr>
                <w:rtl/>
              </w:rPr>
            </w:pPr>
          </w:p>
        </w:tc>
        <w:tc>
          <w:tcPr>
            <w:tcW w:w="3301" w:type="dxa"/>
          </w:tcPr>
          <w:p w:rsidR="00201DB5" w:rsidRDefault="00201DB5" w:rsidP="00B7536E">
            <w:pPr>
              <w:pStyle w:val="libPoem"/>
            </w:pPr>
            <w:r w:rsidRPr="00201DB5">
              <w:rPr>
                <w:rtl/>
                <w:lang w:bidi="fa-IR"/>
              </w:rPr>
              <w:t>سودمند آنکس که م</w:t>
            </w:r>
            <w:r w:rsidRPr="00201DB5">
              <w:rPr>
                <w:rFonts w:hint="cs"/>
                <w:rtl/>
                <w:lang w:bidi="fa-IR"/>
              </w:rPr>
              <w:t>ی</w:t>
            </w:r>
            <w:r w:rsidRPr="00201DB5">
              <w:rPr>
                <w:rtl/>
                <w:lang w:bidi="fa-IR"/>
              </w:rPr>
              <w:t xml:space="preserve"> گردد خر</w:t>
            </w:r>
            <w:r w:rsidRPr="00201DB5">
              <w:rPr>
                <w:rFonts w:hint="cs"/>
                <w:rtl/>
                <w:lang w:bidi="fa-IR"/>
              </w:rPr>
              <w:t>ی</w:t>
            </w:r>
            <w:r w:rsidRPr="00201DB5">
              <w:rPr>
                <w:rFonts w:hint="eastAsia"/>
                <w:rtl/>
                <w:lang w:bidi="fa-IR"/>
              </w:rPr>
              <w:t>دار</w:t>
            </w:r>
            <w:r w:rsidRPr="00201DB5">
              <w:rPr>
                <w:rtl/>
                <w:lang w:bidi="fa-IR"/>
              </w:rPr>
              <w:t xml:space="preserve"> کس</w:t>
            </w:r>
            <w:r w:rsidRPr="00201DB5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</w:p>
    <w:p w:rsidR="00201DB5" w:rsidRDefault="00201DB5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201DB5">
      <w:pPr>
        <w:pStyle w:val="Heading1"/>
        <w:rPr>
          <w:rtl/>
          <w:lang w:bidi="fa-IR"/>
        </w:rPr>
      </w:pPr>
      <w:bookmarkStart w:id="6" w:name="_Toc6831582"/>
      <w:r>
        <w:rPr>
          <w:rFonts w:hint="eastAsia"/>
          <w:rtl/>
          <w:lang w:bidi="fa-IR"/>
        </w:rPr>
        <w:t>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bookmarkEnd w:id="6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</w:t>
      </w:r>
      <w:r>
        <w:rPr>
          <w:rtl/>
          <w:lang w:bidi="fa-IR"/>
        </w:rPr>
        <w:t xml:space="preserve"> محترم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جزائر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فرا گرفتن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علوم و گردش در شهرستانها چون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شاگرد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آموزش نزد استاد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داشته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01DB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خواسته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کنم.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تکاپو بودم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ظهور و طل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درخشان دانش استاد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القدر ملا محمد باقر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اصفهان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 به آنجا رفتم و شاگرد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مدت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پرتو انوار دانش او استفاده کردم و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لطف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واقع شدم که مرا چون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خانواده خود محسوب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</w:t>
      </w:r>
    </w:p>
    <w:p w:rsidR="007C3923" w:rsidRDefault="007C3923" w:rsidP="00201DB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بزرگ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و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را از لحاظ پوشاک داشت و در مدت شاگرد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عظمت و جلال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مشاهده کردم و بر اسرار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مطلع شدم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و خدمتکاران آشپزخانه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کرک کشم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گرانبها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پوشند. 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افسرده شدم که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زهد نورزد و به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ظاهر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بدهند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ائمه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201DB5" w:rsidRPr="00201DB5">
        <w:rPr>
          <w:rStyle w:val="libAlaemChar"/>
          <w:rFonts w:eastAsiaTheme="minorHAnsi"/>
          <w:rtl/>
        </w:rPr>
        <w:t>عليهم‌السلام</w:t>
      </w:r>
      <w:r w:rsidR="00201DB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علاقه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نداشتند!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201DB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انتظار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تا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را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اعتراض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و خدمتشان عرض کردم. </w:t>
      </w:r>
    </w:p>
    <w:p w:rsidR="007C3923" w:rsidRDefault="007C3923" w:rsidP="00201DB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صحبت</w:t>
      </w:r>
      <w:r>
        <w:rPr>
          <w:rtl/>
          <w:lang w:bidi="fa-IR"/>
        </w:rPr>
        <w:t xml:space="preserve"> ما به طول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شدم من کوچکتر از آنم که با مثل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بحث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راه مرا با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مسدود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عرض کردم مرا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مناظره با شما که شناور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انوار خانواده </w:t>
      </w:r>
      <w:r>
        <w:rPr>
          <w:rtl/>
          <w:lang w:bidi="fa-IR"/>
        </w:rPr>
        <w:lastRenderedPageBreak/>
        <w:t xml:space="preserve">عصمت </w:t>
      </w:r>
      <w:r w:rsidR="00201DB5" w:rsidRPr="00201DB5">
        <w:rPr>
          <w:rStyle w:val="libAlaemChar"/>
          <w:rFonts w:eastAsiaTheme="minorHAnsi"/>
          <w:rtl/>
        </w:rPr>
        <w:t>عليهم‌السلام</w:t>
      </w:r>
      <w:r w:rsidR="00201DB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اگر حاضر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باهم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کدام زودتر مرد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کشف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 او شد و اجازه افشاء سخن به او دادند پرده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راز بردارد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خواب خبر دهد که حق با که بوده. </w:t>
      </w: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قبول فرمودند و از هم جدا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اتفاقا بعد از چند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 و به همان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رفت؛ تمام مردم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افسرده گشتند مخصوصا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تمام بازارها و مساجد بسته شد. مردم مشغول مراسم سوگوار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و من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شدم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 کردم، تا هفت روز از وفات آن مرحوم گذشت،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به عنوان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بر سر مزارش مشرف شدم. </w:t>
      </w:r>
    </w:p>
    <w:p w:rsidR="007C3923" w:rsidRDefault="007C3923" w:rsidP="00201DB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آنکه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نمودم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و قرآن خواندم خوابم برد. در عالم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خارج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ناگاه متوجه شدم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مرده اند جلو رفتم و سلام کرده دستشان را گرفتم. عرض کردم بفرمائ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شما تاکنون چه گذشت؟ و هم ر</w:t>
      </w:r>
      <w:r>
        <w:rPr>
          <w:rFonts w:hint="eastAsia"/>
          <w:rtl/>
          <w:lang w:bidi="fa-IR"/>
        </w:rPr>
        <w:t>اجع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کشف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مرض من شدت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انقلاب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مرا توانائ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تحمل نبود،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خدا کردم و گفتم پروردگارا تو خودت در قرآن گفته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201DB5">
        <w:rPr>
          <w:rStyle w:val="libAlaemChar"/>
          <w:rtl/>
          <w:lang w:bidi="fa-IR"/>
        </w:rPr>
        <w:t>(</w:t>
      </w:r>
      <w:r w:rsidR="00201DB5" w:rsidRPr="00201DB5">
        <w:rPr>
          <w:rStyle w:val="libAieChar"/>
          <w:rFonts w:hint="cs"/>
          <w:rtl/>
        </w:rPr>
        <w:t>لَا يُكَلِّفُ اللَّـهُ نَفْسًا إِلَّا وُسْعَهَا</w:t>
      </w:r>
      <w:r w:rsidRPr="00201DB5">
        <w:rPr>
          <w:rStyle w:val="libAlaemChar"/>
          <w:rtl/>
          <w:lang w:bidi="fa-IR"/>
        </w:rPr>
        <w:t>)</w:t>
      </w:r>
      <w:r>
        <w:rPr>
          <w:rtl/>
          <w:lang w:bidi="fa-IR"/>
        </w:rPr>
        <w:t xml:space="preserve"> و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چنان فش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درد مرا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کرده که تاب ندارم ففرج 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برحمتک فرجا عاجلا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من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بالنجاة من هذه العلة و الخلاص من هذه الشدة.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درد و محنت خلاصم کن و از رنج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رهائ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بخش.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در </w:t>
      </w:r>
      <w:r>
        <w:rPr>
          <w:rtl/>
          <w:lang w:bidi="fa-IR"/>
        </w:rPr>
        <w:lastRenderedPageBreak/>
        <w:t>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نشست، از حالم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که به خدا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بودم به او هم از شدت درد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دستش</w:t>
      </w:r>
      <w:r>
        <w:rPr>
          <w:rtl/>
          <w:lang w:bidi="fa-IR"/>
        </w:rPr>
        <w:t xml:space="preserve"> را بر پنجه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گذارد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بهتر شد؟ گفتم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شما است راحت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او دست خود را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درد هم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هم همانطور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دستش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قلبم گذارد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درد برطرف شد و من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اطاق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ام و جسدم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افتاده است. مانند اشخاص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آن جسد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دوستان</w:t>
      </w:r>
      <w:r>
        <w:rPr>
          <w:rtl/>
          <w:lang w:bidi="fa-IR"/>
        </w:rPr>
        <w:t xml:space="preserve">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و بستگانم که اطراف جسد بودند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 و با ناله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خود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انداختند. هر چه من به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از درد راحت شدم و از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به حرف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جنازه را جمع کردند و در عما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به محل غسل بردند.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وحشت و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 مرا فرا گرفت.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جنازه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 گذاشتند تا قبر را آماده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با خود گفتم اگر بدن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 بگذارند من داخل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آن را داخل قبر کردند از فرط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داشتم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چگونه داخل قبر شدم!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گود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حفره هستم. ناگاه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من محمد باقر چه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شروع کردم به گفتن آن اعمال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انجام داده بودم و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همان سخن قبل را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وحشت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فرا گرفته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راه فرار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افتادم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آن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اسب از بازار بزرگ اصفهان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مشاهده کردم مردم گرد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متهم بود از </w:t>
      </w:r>
      <w:r>
        <w:rPr>
          <w:rtl/>
          <w:lang w:bidi="fa-IR"/>
        </w:rPr>
        <w:lastRenderedPageBreak/>
        <w:t>نظر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جمع شده اند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اتهام او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و من اطلاع به حسن اعتقاد او داشتم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مرد پاک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فاش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به او فحش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مطالبه طلب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او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بپردازد و مهلت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جلو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و با ته کفش بر سرش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قرضت را ا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زنم تا دلم تسل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از مشاهده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صبر نکردم و با خود گفتم تا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نادان بترسم و از خدا نترسم.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جلو</w:t>
      </w:r>
      <w:r>
        <w:rPr>
          <w:rtl/>
          <w:lang w:bidi="fa-IR"/>
        </w:rPr>
        <w:t xml:space="preserve"> رفته گفتم هر کس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طلب دارد به منزل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طلب خود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او را با خود به منزل بردم، نوازش و دلجوئ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کردم و تمام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پرداختم و رنجش او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برطرف نموده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دوارش</w:t>
      </w:r>
      <w:r>
        <w:rPr>
          <w:rtl/>
          <w:lang w:bidi="fa-IR"/>
        </w:rPr>
        <w:t xml:space="preserve"> ساختم.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در آن هنگامه قبر شرح دادم. خداوند آن عمل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مرا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صدا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خاموش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شد از آنجا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بهشت بسو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وزد و قبرم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گشت و از انواع نعمتها بهره مندم. هر کس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انس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دعا و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من آن عظمت و قدرت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نداشتم چطور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توانستم تنگ دست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نجات دهم و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بپردازم؟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گفت در آن حال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آنچه استاد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حال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مصلحت بوده و به منفعت اسلام و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کرده.</w:t>
      </w:r>
      <w:r w:rsidRPr="004C4623">
        <w:rPr>
          <w:rStyle w:val="libFootnotenumChar"/>
          <w:rtl/>
          <w:lang w:bidi="fa-IR"/>
        </w:rPr>
        <w:t xml:space="preserve">(5)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004E81" w:rsidTr="00397DAE">
        <w:trPr>
          <w:trHeight w:val="350"/>
        </w:trPr>
        <w:tc>
          <w:tcPr>
            <w:tcW w:w="3920" w:type="dxa"/>
            <w:shd w:val="clear" w:color="auto" w:fill="auto"/>
          </w:tcPr>
          <w:p w:rsidR="00004E81" w:rsidRDefault="00004E81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ره</w:t>
            </w:r>
            <w:r>
              <w:rPr>
                <w:rtl/>
                <w:lang w:bidi="fa-IR"/>
              </w:rPr>
              <w:t xml:space="preserve"> روزان جهان را به چراغ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4E81" w:rsidRDefault="00004E81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4E81" w:rsidRDefault="00004E81" w:rsidP="00397DAE">
            <w:pPr>
              <w:pStyle w:val="libPoem"/>
            </w:pPr>
            <w:r>
              <w:rPr>
                <w:rtl/>
                <w:lang w:bidi="fa-IR"/>
              </w:rPr>
              <w:t>که پس از مرگ ترا شمع مزار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04E81" w:rsidRDefault="00004E81" w:rsidP="007C392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7C3923" w:rsidRDefault="00004E81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004E81">
      <w:pPr>
        <w:pStyle w:val="Heading1"/>
        <w:rPr>
          <w:rtl/>
          <w:lang w:bidi="fa-IR"/>
        </w:rPr>
      </w:pPr>
      <w:bookmarkStart w:id="7" w:name="_Toc6831583"/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مستمند قبل از درخواست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7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پنج بار شتر خرما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و سوال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خدمت حضرت بود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آنمرد از شما تقاضائ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 و هم از پنج بار شتر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(لاکثر الله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الموم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مثلک) مانند تو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هرگز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نشود،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بخشم و تو بخل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کنم بعد از آنکه سوال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آنچه به او داده ام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همان آبرو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سبب آبرور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من شده ام،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فقط در موقع عبادت و پرستش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برادر مسلمان خود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توجه به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داشتن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دروغ گفته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درخواست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کمک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چنانچه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بنده مومن 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(اللهم اغفر للمومن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المومنات)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 مغفرت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بهشت را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زبان بهشت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عمل از مال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 مضا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دارد و کردار او مطابقت با گفتارش ندارد.</w:t>
      </w:r>
      <w:r w:rsidRPr="00004E81">
        <w:rPr>
          <w:rStyle w:val="libFootnotenumChar"/>
          <w:rtl/>
        </w:rPr>
        <w:t>(6)</w:t>
      </w:r>
    </w:p>
    <w:p w:rsidR="00004E81" w:rsidRDefault="00004E81" w:rsidP="00004E81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004E81" w:rsidRDefault="00004E81" w:rsidP="00004E81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004E81">
      <w:pPr>
        <w:pStyle w:val="Heading1"/>
        <w:rPr>
          <w:rtl/>
          <w:lang w:bidi="fa-IR"/>
        </w:rPr>
      </w:pPr>
      <w:bookmarkStart w:id="8" w:name="_Toc6831584"/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ترحم کرد؟</w:t>
      </w:r>
      <w:bookmarkEnd w:id="8"/>
    </w:p>
    <w:p w:rsidR="007C3923" w:rsidRDefault="007C3923" w:rsidP="00004E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حاتم طائ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آوردند و آنها را وارد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کردند از جمله آنها سفانه دختر حاتم بود. مردم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شگفت شدند؛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شروع به سخن گفتن کرد در ملاحت گفتار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گشتند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فراموش کردند.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پدرم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و برادرم پنهان شد اگر مرا آزاد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دشمنان سرزنش نکرده و قبائل عرب طعنه نزنند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بجا و به مورد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پدرم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طرفدار اخلاق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گرسنگان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برهنگان را پوشاک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آرزومند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دخترک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که شمرد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اخلاق مومن است اگر پدرت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ما از خداوند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طلب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رحمت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 فرمود او را آزاد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واسطه شرافت پدرش. عرض کرد تقاضا دارم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منند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دستور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آزاد کنند. حضرت فرمود همراهان او را به واسطه شرافت خودش آزاد کنند. آنگاه فرمود سه دسته را ترحم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1.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عزت خوار شود. 2. ثرو</w:t>
      </w:r>
      <w:r>
        <w:rPr>
          <w:rFonts w:hint="eastAsia"/>
          <w:rtl/>
          <w:lang w:bidi="fa-IR"/>
        </w:rPr>
        <w:t>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گردد. 3.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نادانان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شده باشد.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سفانه</w:t>
      </w:r>
      <w:r>
        <w:rPr>
          <w:rtl/>
          <w:lang w:bidi="fa-IR"/>
        </w:rPr>
        <w:t xml:space="preserve"> عرض کرد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دعا کنم؟ فرمود بکن. گفت خداوند کمکها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شامل مستمندان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قوم و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مگر آنکه شما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بازگشت آن نعمت قرار دهد. حضرت رسول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آ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بعد دستور داد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شتر و </w:t>
      </w:r>
      <w:r>
        <w:rPr>
          <w:rtl/>
          <w:lang w:bidi="fa-IR"/>
        </w:rPr>
        <w:lastRenderedPageBreak/>
        <w:t>گوسفند به او دادند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دره را فرا گرفت. دختر حاتم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بخشش در شگفت شد، عرض کرد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جود و سخاوت مخصوص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فقر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نترسند.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مرا پروردگارم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نطور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>. عرض کرد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خود برگردم؟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تو مهمان ما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شاوندانت</w:t>
      </w:r>
      <w:r>
        <w:rPr>
          <w:rtl/>
          <w:lang w:bidi="fa-IR"/>
        </w:rPr>
        <w:t xml:space="preserve"> شخص مورد اعتماد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بعد از چند روز که در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آن حضرت بود از بستگانش آمدند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اجازه رفتن خواست.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دستور داد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 که ر</w:t>
      </w:r>
      <w:r>
        <w:rPr>
          <w:rFonts w:hint="eastAsia"/>
          <w:rtl/>
          <w:lang w:bidi="fa-IR"/>
        </w:rPr>
        <w:t>وپوش</w:t>
      </w:r>
      <w:r>
        <w:rPr>
          <w:rtl/>
          <w:lang w:bidi="fa-IR"/>
        </w:rPr>
        <w:t xml:space="preserve"> آن از خز بود و با پسر عموها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را بازگرداند. در تمام راه هرگاه سفانه سر از محمل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برهنه به حفظ و حراست او مأمورند.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وطن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برادر خود 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حاتم گفت برو ملحق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شو اگر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بزرگوار و با عظمت است. 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آماده رفتن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در مسجد بود وارد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فرمود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 من 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حاتمم. حضرت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شد و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پهن کرد و او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(و جلس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 و خود آنجناب به جهت احترام او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نشست از مشاهده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آورد.</w:t>
      </w:r>
      <w:r w:rsidRPr="00004E81">
        <w:rPr>
          <w:rStyle w:val="libFootnotenumChar"/>
          <w:rtl/>
        </w:rPr>
        <w:t>(7)</w:t>
      </w:r>
    </w:p>
    <w:p w:rsidR="00004E81" w:rsidRDefault="00004E81" w:rsidP="007C392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004E81">
      <w:pPr>
        <w:pStyle w:val="Heading1"/>
        <w:rPr>
          <w:rtl/>
          <w:lang w:bidi="fa-IR"/>
        </w:rPr>
      </w:pPr>
      <w:bookmarkStart w:id="9" w:name="_Toc6831585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9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صاحب</w:t>
      </w:r>
      <w:r>
        <w:rPr>
          <w:rtl/>
          <w:lang w:bidi="fa-IR"/>
        </w:rPr>
        <w:t xml:space="preserve"> دررالمطالب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متوجه زن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او آنها را به وسائل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آسوده کردن آنها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جز آب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بر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گذاشته بود و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افروخت تا آنها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کنند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آنها را خوابان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مشاهده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شتاب به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قنبر به منزل رفت. ظرف خرمائ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انبان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روغن و برنج بر شانه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 و بازگشت. قنبر تقاضا کرد اجازه دهند او بردارد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خانه آن زن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ورود خواست و داخل شد.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برنجها را با روغن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مطبوع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آنگاه بچه ها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نمود و با دست خود از آن غذا به آنها داد تا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مانند گوسفند دو دست و زانوان خود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گوسفندان را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 (بع بع!). بچه 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گرفتند و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آنجناب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سرگرم داشت تا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کردند و بعد خارج شد.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قنبر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امروز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مشاهده کردم که علت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سبب 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من آشکار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توشه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خودتان حمل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اجازه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شرکت کنم از جهت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ثواب و پاداش بود و اما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گوسفندان را ندانستم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فرمود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شدم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خواستم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هم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باشند و هم بخندند</w:t>
      </w:r>
      <w:r w:rsidRPr="005021E2">
        <w:rPr>
          <w:rStyle w:val="libFootnotenumChar"/>
          <w:rtl/>
        </w:rPr>
        <w:t xml:space="preserve">.(8)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3"/>
        <w:gridCol w:w="268"/>
        <w:gridCol w:w="3321"/>
      </w:tblGrid>
      <w:tr w:rsidR="005021E2" w:rsidTr="005021E2">
        <w:trPr>
          <w:trHeight w:val="350"/>
        </w:trPr>
        <w:tc>
          <w:tcPr>
            <w:tcW w:w="3333" w:type="dxa"/>
            <w:shd w:val="clear" w:color="auto" w:fill="auto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آسا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بزرگان 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خاطر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چارگان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اسودن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5021E2">
        <w:trPr>
          <w:trHeight w:val="350"/>
        </w:trPr>
        <w:tc>
          <w:tcPr>
            <w:tcW w:w="3333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بکاخ</w:t>
            </w:r>
            <w:r>
              <w:rPr>
                <w:rtl/>
                <w:lang w:bidi="fa-IR"/>
              </w:rPr>
              <w:t xml:space="preserve"> دهر که آلا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است بن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مق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گشتن و دامان خود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الودن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5021E2">
        <w:tblPrEx>
          <w:tblLook w:val="04A0"/>
        </w:tblPrEx>
        <w:trPr>
          <w:trHeight w:val="350"/>
        </w:trPr>
        <w:tc>
          <w:tcPr>
            <w:tcW w:w="3333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عادت و کردار زشت کم کردن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هماره بر صفت و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افزودن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5021E2">
        <w:tblPrEx>
          <w:tblLook w:val="04A0"/>
        </w:tblPrEx>
        <w:trPr>
          <w:trHeight w:val="350"/>
        </w:trPr>
        <w:tc>
          <w:tcPr>
            <w:tcW w:w="3333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بهر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هده</w:t>
            </w:r>
            <w:r>
              <w:rPr>
                <w:rtl/>
                <w:lang w:bidi="fa-IR"/>
              </w:rPr>
              <w:t xml:space="preserve"> از راست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نشدن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خدمت تن روح را نفرسودن</w:t>
            </w:r>
            <w:r w:rsidRPr="005021E2">
              <w:rPr>
                <w:rStyle w:val="libFootnotenumChar"/>
                <w:rtl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021E2" w:rsidRDefault="005021E2" w:rsidP="007C3923">
      <w:pPr>
        <w:pStyle w:val="libNormal"/>
        <w:rPr>
          <w:rtl/>
          <w:lang w:bidi="fa-IR"/>
        </w:rPr>
      </w:pPr>
    </w:p>
    <w:p w:rsidR="007C3923" w:rsidRDefault="005021E2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5021E2">
      <w:pPr>
        <w:pStyle w:val="Heading1"/>
        <w:rPr>
          <w:rtl/>
          <w:lang w:bidi="fa-IR"/>
        </w:rPr>
      </w:pPr>
      <w:bookmarkStart w:id="10" w:name="_Toc6831586"/>
      <w:r>
        <w:rPr>
          <w:rFonts w:hint="eastAsia"/>
          <w:rtl/>
          <w:lang w:bidi="fa-IR"/>
        </w:rPr>
        <w:t>نوازش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تام</w:t>
      </w:r>
      <w:r>
        <w:rPr>
          <w:rtl/>
          <w:lang w:bidi="fa-IR"/>
        </w:rPr>
        <w:t xml:space="preserve"> و آمرزش خدا</w:t>
      </w:r>
      <w:bookmarkEnd w:id="10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بهاء در کشکول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در اطراف بصره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فوت شد و چون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آلوده به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 و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او حاضر نگشت. زنش چند نفر را به عنوان مزدور گرفت و جنازه او را تا محل نماز بردند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 نماز نخواند. بدن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دفن به خارج از شهر بر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نواح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مشهور که همه به صدق و صفا و پاکدل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اعتقاد داشتند. زاهد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منتظر جنازه است.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گذاشتند زاهد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گفت آماده نماز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خودش نماز خواند.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به شهر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مردم دسته دسته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 زاهد داشتند از جهت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ثواب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نماز بر جنازه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 و همه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شگفت بودند.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از زاهد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که: چگونه شما اطلاع از آمدن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جنازه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من گفتند برو در فلان محل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که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همراه اوست بر او نماز بخوان که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زاهد</w:t>
      </w:r>
      <w:r>
        <w:rPr>
          <w:rtl/>
          <w:lang w:bidi="fa-IR"/>
        </w:rPr>
        <w:t xml:space="preserve"> از زن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شوهر تو چه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سبب آمرزش او شد؟ زن گفت شبانه روز او به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شرب خمر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عمل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داشت؟ زن جواب داد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کار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داد: 1. هر وقت شب که از مست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کدام گوشه جهنم مرا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داد؟ 2. صبح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لباس خود را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غسل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3.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چگاه</w:t>
      </w:r>
      <w:r>
        <w:rPr>
          <w:rtl/>
          <w:lang w:bidi="fa-IR"/>
        </w:rPr>
        <w:t xml:space="preserve"> خانه او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نبود آنقدر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شفقت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اطفال خود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5021E2">
        <w:rPr>
          <w:rStyle w:val="libFootnotenumChar"/>
          <w:rtl/>
        </w:rPr>
        <w:t>(10)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آثار بخصوص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و آمرزش اوست در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ما.</w:t>
      </w:r>
    </w:p>
    <w:p w:rsidR="007C3923" w:rsidRDefault="005021E2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5021E2">
      <w:pPr>
        <w:pStyle w:val="Heading1"/>
        <w:rPr>
          <w:rtl/>
          <w:lang w:bidi="fa-IR"/>
        </w:rPr>
      </w:pPr>
      <w:bookmarkStart w:id="11" w:name="_Toc6831587"/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مسلم</w:t>
      </w:r>
      <w:bookmarkEnd w:id="11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خبر شهادت مسلم بن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حضرت ابا عبدالله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مخصوص خود وارد شد و دختر مسلم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خواند. او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ساله بود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دختران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مصاحبت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دختر خدمت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نوازش فرمود و نسبت به او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اضافه بر آنچه معمولا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نمود. دختر مسلم به فراست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ممکن 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باشد.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نرو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الله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من ملاطفت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 ندارند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مگر پدرم را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اند؟ ابا عبدالله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مقاومت از دست داد و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کرد.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دخترک من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مباش اگر مسلم نباشد من پدروار از تو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خواهرم مادر تو است و دختران و پسرانم برادر و خواهر تواند. </w:t>
      </w:r>
    </w:p>
    <w:p w:rsidR="007C3923" w:rsidRDefault="007C3923" w:rsidP="005021E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مسلم از ته دل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پسران مسلم سر را برهنه کردند و به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پرداختند.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5021E2" w:rsidRPr="005021E2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با آنها موافقت نموده و به سوگوار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شدند.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دالشهداء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شهادت مسلم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شد.</w:t>
      </w:r>
      <w:r w:rsidRPr="005021E2">
        <w:rPr>
          <w:rStyle w:val="libFootnotenumChar"/>
          <w:rtl/>
        </w:rPr>
        <w:t>(11)</w:t>
      </w:r>
    </w:p>
    <w:p w:rsidR="005021E2" w:rsidRDefault="005021E2" w:rsidP="007C392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5021E2">
      <w:pPr>
        <w:pStyle w:val="Heading1"/>
        <w:rPr>
          <w:rtl/>
          <w:lang w:bidi="fa-IR"/>
        </w:rPr>
      </w:pPr>
      <w:bookmarkStart w:id="12" w:name="_Toc6831588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هم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2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 در دست داشت و از کوچه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 به زانو گذارده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 تا از او دلجوئ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سبب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چند شبانه روز است غذائ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اورده</w:t>
      </w:r>
      <w:r>
        <w:rPr>
          <w:rtl/>
          <w:lang w:bidi="fa-IR"/>
        </w:rPr>
        <w:t xml:space="preserve"> ام و اکنون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 شده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رهگذر کنار او نشست و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کرد.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برادر تو چرا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تو!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همان نانها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تو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درد مرا دوا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 بده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نکن. رهگذر گفت هر چه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اما نان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!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فراموش کرده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کاملا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مصداق عکس شعر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اند: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9"/>
        <w:gridCol w:w="268"/>
        <w:gridCol w:w="3295"/>
      </w:tblGrid>
      <w:tr w:rsidR="005021E2" w:rsidTr="00397DAE">
        <w:trPr>
          <w:trHeight w:val="350"/>
        </w:trPr>
        <w:tc>
          <w:tcPr>
            <w:tcW w:w="3920" w:type="dxa"/>
            <w:shd w:val="clear" w:color="auto" w:fill="auto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آدم اعضا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که در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نش</w:t>
            </w:r>
            <w:r>
              <w:rPr>
                <w:rtl/>
                <w:lang w:bidi="fa-IR"/>
              </w:rPr>
              <w:t xml:space="preserve"> ز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گوهرند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397DAE">
        <w:trPr>
          <w:trHeight w:val="350"/>
        </w:trPr>
        <w:tc>
          <w:tcPr>
            <w:tcW w:w="3920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عضو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بدرد آورد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دگر عضوها را نماند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397DAE">
        <w:trPr>
          <w:trHeight w:val="350"/>
        </w:trPr>
        <w:tc>
          <w:tcPr>
            <w:tcW w:w="3920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کز محنت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گران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غم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نشا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نامت نهند آدم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عکس شعر سعد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9"/>
        <w:gridCol w:w="268"/>
        <w:gridCol w:w="3295"/>
      </w:tblGrid>
      <w:tr w:rsidR="005021E2" w:rsidTr="00397DAE">
        <w:trPr>
          <w:trHeight w:val="350"/>
        </w:trPr>
        <w:tc>
          <w:tcPr>
            <w:tcW w:w="3920" w:type="dxa"/>
            <w:shd w:val="clear" w:color="auto" w:fill="auto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آدم اعداء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که در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نش</w:t>
            </w:r>
            <w:r>
              <w:rPr>
                <w:rtl/>
                <w:lang w:bidi="fa-IR"/>
              </w:rPr>
              <w:t xml:space="preserve"> بد از بدترند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397DAE">
        <w:trPr>
          <w:trHeight w:val="350"/>
        </w:trPr>
        <w:tc>
          <w:tcPr>
            <w:tcW w:w="3920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عضو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بدرد آورد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جهنم، دگر عضوها را چکار؟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021E2" w:rsidTr="00397DAE">
        <w:trPr>
          <w:trHeight w:val="350"/>
        </w:trPr>
        <w:tc>
          <w:tcPr>
            <w:tcW w:w="3920" w:type="dxa"/>
          </w:tcPr>
          <w:p w:rsidR="005021E2" w:rsidRDefault="005021E2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کز محنت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گران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غم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021E2" w:rsidRDefault="005021E2" w:rsidP="00397DA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021E2" w:rsidRDefault="005021E2" w:rsidP="00397DAE">
            <w:pPr>
              <w:pStyle w:val="libPoem"/>
            </w:pPr>
            <w:r>
              <w:rPr>
                <w:rtl/>
                <w:lang w:bidi="fa-IR"/>
              </w:rPr>
              <w:t>حق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قت</w:t>
            </w:r>
            <w:r>
              <w:rPr>
                <w:rtl/>
                <w:lang w:bidi="fa-IR"/>
              </w:rPr>
              <w:t xml:space="preserve"> که تو نطفه آدم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021E2" w:rsidRDefault="005021E2" w:rsidP="007C3923">
      <w:pPr>
        <w:pStyle w:val="libNormal"/>
        <w:rPr>
          <w:rtl/>
          <w:lang w:bidi="fa-IR"/>
        </w:rPr>
      </w:pPr>
    </w:p>
    <w:p w:rsidR="005021E2" w:rsidRDefault="005021E2" w:rsidP="007C392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5021E2">
      <w:pPr>
        <w:pStyle w:val="Heading1"/>
        <w:rPr>
          <w:rtl/>
          <w:lang w:bidi="fa-IR"/>
        </w:rPr>
      </w:pPr>
      <w:bookmarkStart w:id="13" w:name="_Toc6831589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ارث برده اند</w:t>
      </w:r>
      <w:bookmarkEnd w:id="13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کلمه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از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علماء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است زوجه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سرشت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ماه رجب و شعبان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رجب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شعبان عده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منتظره بر آنها وارد شدند. آن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محترمه به واسطه اشتغال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افطار کردن بازمانده روزه اش را با آب باز کرد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 خود نگاه داشت.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مستمند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سادات از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همان شب به در خانه آمد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اطلاع داشت، همان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 را به او داد چون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 در خانه سراغ نداشت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6822D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نماز شب خود را خواند؛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خورد و درب اطاق را بسته چراغ را روشن گذارد و به خواب رفت.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چشمانش</w:t>
      </w:r>
      <w:r>
        <w:rPr>
          <w:rtl/>
          <w:lang w:bidi="fa-IR"/>
        </w:rPr>
        <w:t xml:space="preserve"> گرم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هنوز به خواب نرفته بود که دو زن را مشاهده کرد وارد شدند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اما در مقام ارجمندتر است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او نشستند.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زن کوچکتر گفت دخترک من چگونه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نخوردن افطار و سحر؟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نان و خوراک خود را به او دادم.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اگر ممکن باشد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 و نبات و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سبز رنگ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نبات به او دادند. هر کدام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پانصد گرم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ها را گرفت،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آن دو بانو خارج شدند.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هم از حالت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باز کرد، از جابر خاست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در را بسته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عجله آن را باز کرد.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که در اطاق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نشسته بود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رفت،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شرح داد و دو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را از سر جانماز خود برداشته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ب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</w:p>
    <w:p w:rsidR="007C3923" w:rsidRDefault="007C3923" w:rsidP="006822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آلو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و دوستان قسمت کردند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نبات را نگه داشتند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متوجه شدند که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جده شان فاطمه زهرا </w:t>
      </w:r>
      <w:r w:rsidR="006822DA" w:rsidRPr="006822DA">
        <w:rPr>
          <w:rStyle w:val="libAlaemChar"/>
          <w:rFonts w:eastAsiaTheme="minorHAnsi"/>
          <w:rtl/>
        </w:rPr>
        <w:t>عليها‌السلام</w:t>
      </w:r>
      <w:r w:rsidR="006822D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بوده.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زمان دانشمند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جناب آخوند ملاز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سلماس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سخت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بود. صبح همان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نبات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برد و قصه را شرح داد. آخوند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بهشت است و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 و فورا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نوابها بنا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غلام محمد خان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ممتاز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برد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بودند و پس از خوردن نبات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کم کم خبر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نبات به اطراف منتشر شد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جاها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متوجه شدند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 مصرف کرده اند و نبات تمام نشد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بعد از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تمام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ها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کفن خود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کفن زوجه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 و کفنها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صندوق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قفل شده گذارده بودند. پس از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 کفنش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اشراف بدهد و در نظر گرفت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را بردارد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چه جستجو کرد از آن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هم کفن خود را تفحص نمود آن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هم نبود.</w:t>
      </w:r>
    </w:p>
    <w:p w:rsidR="007C3923" w:rsidRDefault="006822DA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6822DA">
      <w:pPr>
        <w:pStyle w:val="Heading1"/>
        <w:rPr>
          <w:rtl/>
          <w:lang w:bidi="fa-IR"/>
        </w:rPr>
      </w:pPr>
      <w:bookmarkStart w:id="14" w:name="_Toc6831590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رسول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4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کهنه شده بود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دوازده درهم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کرد، آنجناب پول را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دادند تا از بازار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بخرد.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همان مبلغ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آورد، فرمودند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جامه پربها 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پست 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بهتر است،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گمان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صاحب جامه پس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رد؟</w:t>
      </w:r>
      <w:r>
        <w:rPr>
          <w:rtl/>
          <w:lang w:bidi="fa-IR"/>
        </w:rPr>
        <w:t xml:space="preserve"> عرض کرد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فرمود به او رجوع کن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مرد رفت و گفت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پربها است و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ارزان 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صاحب جامه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دوازده درهم را رد کرد. فرمود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را آوردم. حضرت با من به بازار آمد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که در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جلو رفته و سبب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بازار فرستادند و چهار درهم همراه داشتم، آن پول را گم کرده ام.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چهار درهم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پول جامه را به او داد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چهار درهم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 بازگشت مرد مستمند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کرد همان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را به او دادند، باز به بازار برگشته و با چهار درهم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محل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هنوز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مشاهده کرد،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رفته ف</w:t>
      </w:r>
      <w:r>
        <w:rPr>
          <w:rFonts w:hint="eastAsia"/>
          <w:rtl/>
          <w:lang w:bidi="fa-IR"/>
        </w:rPr>
        <w:t>رمود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ازارند</w:t>
      </w:r>
      <w:r>
        <w:rPr>
          <w:rtl/>
          <w:lang w:bidi="fa-IR"/>
        </w:rPr>
        <w:t>. فرمود تو جلو برو ما را به خانه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در خانه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به صاحب خانه سلام کردند،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تا مرتبه سوم جواب ندادند.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جواب ندادن سوال ن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صاحب خانه عرض کرد خواستم </w:t>
      </w:r>
      <w:r>
        <w:rPr>
          <w:rtl/>
          <w:lang w:bidi="fa-IR"/>
        </w:rPr>
        <w:lastRenderedPageBreak/>
        <w:t>سلام شما بر ما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تا باعث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گردد. حضرت داستان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شرح داده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بخشش او را کردند. صاحب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 چون شما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آزاد کردم. آنگاه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دوازده درهم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 داشته باشد دو نفر برهنه را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آزاد کرد.</w:t>
      </w:r>
      <w:r w:rsidRPr="006822DA">
        <w:rPr>
          <w:rStyle w:val="libFootnotenumChar"/>
          <w:rtl/>
        </w:rPr>
        <w:t>(12)</w:t>
      </w:r>
    </w:p>
    <w:p w:rsidR="006822DA" w:rsidRDefault="006822DA" w:rsidP="007C392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6822DA">
      <w:pPr>
        <w:pStyle w:val="Heading1"/>
        <w:rPr>
          <w:rtl/>
          <w:lang w:bidi="fa-IR"/>
        </w:rPr>
      </w:pPr>
      <w:bookmarkStart w:id="15" w:name="_Toc6831591"/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کتب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شفاعت در محشر</w:t>
      </w:r>
      <w:bookmarkEnd w:id="15"/>
    </w:p>
    <w:p w:rsidR="007C3923" w:rsidRDefault="007C3923" w:rsidP="006822D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درگذشت فاطمه زهرا </w:t>
      </w:r>
      <w:r w:rsidR="006822DA" w:rsidRPr="006822DA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کنار بستر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جعبه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کرد،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فاطمه </w:t>
      </w:r>
      <w:r w:rsidR="006822DA" w:rsidRPr="006822DA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عرض کرد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جعبه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داخل آن صفحه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وجود دارد که در آن صفحه چند سطر نوشته شده، فرمو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مضمون آن کتابت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پاسخ داد، که در شب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زفاف، من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عبادت خود نشسته بودم، مستمند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کرد. من دو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داشتم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که در آن شب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کهنه، همان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نو را به او دادم، صبحگاه پدرم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ما آمد. فرمود تو که جامه نو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نپوش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 مگر شما نفرمود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چه انسان صدقه و کمک به مستمندان کند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من هم آن جامه نو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 فرمود اگر جامه نو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کهنه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شوهرت بهتر بود و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هم به پوشاک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از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مادرم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افتخار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شما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و تمام اموال خود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شما گذاشت همه آنها را در راه خدا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خواست، جامه خود را به او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را در </w:t>
      </w:r>
      <w:r>
        <w:rPr>
          <w:rFonts w:hint="eastAsia"/>
          <w:rtl/>
          <w:lang w:bidi="fa-IR"/>
        </w:rPr>
        <w:t>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منزل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امور مانند شما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پدرم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مرا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چسبان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فرمود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نازل شده و از جانب خداوند به تو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فاطمه بگو هر چه از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درخواست کند که من او را دوست دارم.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ابتاه شغلتن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المسئلة لذة خدمة لاحاجة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لقاء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دارالسلام پدرجان مرا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حضورش چنان به خود مشغول کرده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درخواست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جز لقاء پروردگار آرزوئ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ندارم. پدرم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بلند کرد و به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دستور داد دستم را ب</w:t>
      </w:r>
      <w:r>
        <w:rPr>
          <w:rFonts w:hint="eastAsia"/>
          <w:rtl/>
          <w:lang w:bidi="fa-IR"/>
        </w:rPr>
        <w:t>لند</w:t>
      </w:r>
      <w:r>
        <w:rPr>
          <w:rtl/>
          <w:lang w:bidi="fa-IR"/>
        </w:rPr>
        <w:t xml:space="preserve"> کنم و فرمود (اللهم اغفر 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امت مرا ببخش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tl/>
          <w:lang w:bidi="fa-IR"/>
        </w:rPr>
        <w:t>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فرود آمد و عرض کرد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امت تو محبت فاطمه و شوهر او و فرزندانش را داشته باشند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من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سند راجع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کردم.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سبز را آورد که در آن نوشته است (کتب ربکم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الرحمة) 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پدرم فرمود آن را حفظ نما و در موقع وفات سفارش کن که با تو در قبر گذارند.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که زبانه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شعله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پدرم بدهم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آنچه را خداوند وعده داده درخواست کند.</w:t>
      </w:r>
      <w:r w:rsidRPr="006822DA">
        <w:rPr>
          <w:rStyle w:val="libFootnotenumChar"/>
          <w:rtl/>
        </w:rPr>
        <w:t xml:space="preserve">(13)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مبر</w:t>
      </w:r>
      <w:r>
        <w:rPr>
          <w:rtl/>
          <w:lang w:bidi="fa-IR"/>
        </w:rPr>
        <w:t xml:space="preserve">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کشور لولاک - زوجه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8"/>
        <w:gridCol w:w="269"/>
        <w:gridCol w:w="3315"/>
      </w:tblGrid>
      <w:tr w:rsidR="006822DA" w:rsidTr="003E7464">
        <w:trPr>
          <w:trHeight w:val="350"/>
        </w:trPr>
        <w:tc>
          <w:tcPr>
            <w:tcW w:w="3338" w:type="dxa"/>
            <w:shd w:val="clear" w:color="auto" w:fill="auto"/>
          </w:tcPr>
          <w:p w:rsidR="006822DA" w:rsidRDefault="006822DA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وه</w:t>
            </w:r>
            <w:r>
              <w:rPr>
                <w:rtl/>
                <w:lang w:bidi="fa-IR"/>
              </w:rPr>
              <w:t xml:space="preserve"> قلب نب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بتول مطهر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822DA" w:rsidRDefault="006822DA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  <w:shd w:val="clear" w:color="auto" w:fill="auto"/>
          </w:tcPr>
          <w:p w:rsidR="006822DA" w:rsidRDefault="006822DA" w:rsidP="00397DAE">
            <w:pPr>
              <w:pStyle w:val="libPoem"/>
            </w:pPr>
            <w:r>
              <w:rPr>
                <w:rtl/>
                <w:lang w:bidi="fa-IR"/>
              </w:rPr>
              <w:t>مام شب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و شبر حب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و 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464" w:rsidTr="003E7464">
        <w:tblPrEx>
          <w:tblLook w:val="04A0"/>
        </w:tblPrEx>
        <w:trPr>
          <w:trHeight w:val="350"/>
        </w:trPr>
        <w:tc>
          <w:tcPr>
            <w:tcW w:w="3338" w:type="dxa"/>
          </w:tcPr>
          <w:p w:rsidR="003E7464" w:rsidRDefault="003E7464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که بدل کشت بذر مهر تو امروز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E7464" w:rsidRDefault="003E7464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3E7464" w:rsidRDefault="003E7464" w:rsidP="00397DAE">
            <w:pPr>
              <w:pStyle w:val="libPoem"/>
            </w:pPr>
            <w:r>
              <w:rPr>
                <w:rtl/>
                <w:lang w:bidi="fa-IR"/>
              </w:rPr>
              <w:t>حاصلش او بدرود به نشاه فردا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464" w:rsidTr="003E7464">
        <w:tblPrEx>
          <w:tblLook w:val="04A0"/>
        </w:tblPrEx>
        <w:trPr>
          <w:trHeight w:val="350"/>
        </w:trPr>
        <w:tc>
          <w:tcPr>
            <w:tcW w:w="3338" w:type="dxa"/>
          </w:tcPr>
          <w:p w:rsidR="003E7464" w:rsidRDefault="003E7464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که ندارد درون ز مهر مز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E7464" w:rsidRDefault="003E7464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3E7464" w:rsidRDefault="003E7464" w:rsidP="00397DAE">
            <w:pPr>
              <w:pStyle w:val="libPoem"/>
            </w:pPr>
            <w:r>
              <w:rPr>
                <w:rtl/>
                <w:lang w:bidi="fa-IR"/>
              </w:rPr>
              <w:t>روز جزا سرشکسته گردد و رسوا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464" w:rsidTr="003E7464">
        <w:tblPrEx>
          <w:tblLook w:val="04A0"/>
        </w:tblPrEx>
        <w:trPr>
          <w:trHeight w:val="350"/>
        </w:trPr>
        <w:tc>
          <w:tcPr>
            <w:tcW w:w="3338" w:type="dxa"/>
          </w:tcPr>
          <w:p w:rsidR="003E7464" w:rsidRDefault="003E7464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فکرت</w:t>
            </w:r>
            <w:r>
              <w:rPr>
                <w:rtl/>
                <w:lang w:bidi="fa-IR"/>
              </w:rPr>
              <w:t xml:space="preserve"> دانا کجا رسد به مد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E7464" w:rsidRDefault="003E7464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3E7464" w:rsidRDefault="003E7464" w:rsidP="00397DAE">
            <w:pPr>
              <w:pStyle w:val="libPoem"/>
            </w:pPr>
            <w:r>
              <w:rPr>
                <w:rtl/>
                <w:lang w:bidi="fa-IR"/>
              </w:rPr>
              <w:t>ذره نه بتوان به وصف مهر توانا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464" w:rsidTr="003E7464">
        <w:tblPrEx>
          <w:tblLook w:val="04A0"/>
        </w:tblPrEx>
        <w:trPr>
          <w:trHeight w:val="350"/>
        </w:trPr>
        <w:tc>
          <w:tcPr>
            <w:tcW w:w="3338" w:type="dxa"/>
          </w:tcPr>
          <w:p w:rsidR="003E7464" w:rsidRDefault="003E7464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عجب گر بحشر فخر نما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E7464" w:rsidRDefault="003E7464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3E7464" w:rsidRDefault="003E7464" w:rsidP="00397DAE">
            <w:pPr>
              <w:pStyle w:val="libPoem"/>
            </w:pPr>
            <w:r>
              <w:rPr>
                <w:rtl/>
                <w:lang w:bidi="fa-IR"/>
              </w:rPr>
              <w:t>جار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کاخ تو به مر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کبر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464" w:rsidTr="003E7464">
        <w:tblPrEx>
          <w:tblLook w:val="04A0"/>
        </w:tblPrEx>
        <w:trPr>
          <w:trHeight w:val="350"/>
        </w:trPr>
        <w:tc>
          <w:tcPr>
            <w:tcW w:w="3338" w:type="dxa"/>
          </w:tcPr>
          <w:p w:rsidR="003E7464" w:rsidRDefault="003E7464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قدر</w:t>
            </w:r>
            <w:r>
              <w:rPr>
                <w:rtl/>
                <w:lang w:bidi="fa-IR"/>
              </w:rPr>
              <w:t xml:space="preserve"> تو مجهول بود و قبر تو مخف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E7464" w:rsidRDefault="003E7464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3E7464" w:rsidRDefault="003E7464" w:rsidP="00397DAE">
            <w:pPr>
              <w:pStyle w:val="libPoem"/>
            </w:pPr>
            <w:r>
              <w:rPr>
                <w:rtl/>
                <w:lang w:bidi="fa-IR"/>
              </w:rPr>
              <w:t>حق تو مغضوب گشت و چشم تو حمرا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464" w:rsidTr="003E7464">
        <w:tblPrEx>
          <w:tblLook w:val="04A0"/>
        </w:tblPrEx>
        <w:trPr>
          <w:trHeight w:val="350"/>
        </w:trPr>
        <w:tc>
          <w:tcPr>
            <w:tcW w:w="3338" w:type="dxa"/>
          </w:tcPr>
          <w:p w:rsidR="003E7464" w:rsidRDefault="003E7464" w:rsidP="00397DA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روز</w:t>
            </w:r>
            <w:r>
              <w:rPr>
                <w:rtl/>
                <w:lang w:bidi="fa-IR"/>
              </w:rPr>
              <w:t xml:space="preserve"> 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امت</w:t>
            </w:r>
            <w:r>
              <w:rPr>
                <w:rtl/>
                <w:lang w:bidi="fa-IR"/>
              </w:rPr>
              <w:t xml:space="preserve"> بس است بهر شفاعت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E7464" w:rsidRDefault="003E7464" w:rsidP="00397DAE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3E7464" w:rsidRDefault="003E7464" w:rsidP="00397DAE">
            <w:pPr>
              <w:pStyle w:val="libPoem"/>
            </w:pPr>
            <w:r>
              <w:rPr>
                <w:rtl/>
                <w:lang w:bidi="fa-IR"/>
              </w:rPr>
              <w:t xml:space="preserve">محسن تنها بنزد خالق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کتا</w:t>
            </w:r>
            <w:r w:rsidRPr="003E7464">
              <w:rPr>
                <w:rStyle w:val="libFootnotenumChar"/>
                <w:rtl/>
              </w:rPr>
              <w:t>(14)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E7464" w:rsidRDefault="003E7464" w:rsidP="007C3923">
      <w:pPr>
        <w:pStyle w:val="libNormal"/>
        <w:rPr>
          <w:rtl/>
          <w:lang w:bidi="fa-IR"/>
        </w:rPr>
      </w:pPr>
    </w:p>
    <w:p w:rsidR="007C3923" w:rsidRDefault="003E7464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3E7464">
      <w:pPr>
        <w:pStyle w:val="Heading1"/>
        <w:rPr>
          <w:rtl/>
          <w:lang w:bidi="fa-IR"/>
        </w:rPr>
      </w:pPr>
      <w:bookmarkStart w:id="16" w:name="_Toc6831592"/>
      <w:r>
        <w:rPr>
          <w:rFonts w:hint="eastAsia"/>
          <w:rtl/>
          <w:lang w:bidi="fa-IR"/>
        </w:rPr>
        <w:t>گردن</w:t>
      </w:r>
      <w:r>
        <w:rPr>
          <w:rtl/>
          <w:lang w:bidi="fa-IR"/>
        </w:rPr>
        <w:t xml:space="preserve"> بند پربرکت</w:t>
      </w:r>
      <w:bookmarkEnd w:id="16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عماد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بشارة المصطف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 جابر بن عبدالله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پس از نماز عصر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صحابه نشسته بودند.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در کمال ضعف و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راه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وارد</w:t>
      </w:r>
      <w:r>
        <w:rPr>
          <w:rtl/>
          <w:lang w:bidi="fa-IR"/>
        </w:rPr>
        <w:t xml:space="preserve"> شد. عرض کرد من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حالم مرا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ده. رسول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اکنون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حوائج را برآورد، و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آنرا انجام داده برو به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محبوب خدا و رسول است و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دوستدار آنها است. به بلال دستور داد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را به در خانه فاطمه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به در خانه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النبوة 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نبوت. او را جواب داده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مرد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به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آمدم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نمودم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مرا به در خانه شما راهنمائ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آن روز 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خانواده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گذرانده بودند</w:t>
      </w:r>
      <w:r w:rsidRPr="003E7464">
        <w:rPr>
          <w:rStyle w:val="libFootnotenumChar"/>
          <w:rtl/>
        </w:rPr>
        <w:t xml:space="preserve">(15) </w:t>
      </w:r>
      <w:r>
        <w:rPr>
          <w:rtl/>
          <w:lang w:bidi="fa-IR"/>
        </w:rPr>
        <w:t>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اطلاع داشت. </w:t>
      </w:r>
    </w:p>
    <w:p w:rsidR="007C3923" w:rsidRDefault="007C3923" w:rsidP="003E746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چون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همان پوست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فرزندانش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E7464" w:rsidRPr="003E7464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مرد عرب داد و فرمود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خداوند تو را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گفت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من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تابم شما پوست گوسفند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که فاطمه </w:t>
      </w:r>
      <w:r w:rsidR="003E7464" w:rsidRPr="003E7464">
        <w:rPr>
          <w:rStyle w:val="libAlaemChar"/>
          <w:rFonts w:eastAsiaTheme="minorHAnsi"/>
          <w:rtl/>
        </w:rPr>
        <w:t>عليهما‌السلام</w:t>
      </w:r>
      <w:r w:rsidR="003E746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گردن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دختر عبدالمطلب به او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داده بود همان را به مرد عرب داد،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گردن بند را گرفت و به مسجد آورد.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اصحاب نشسته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 بند را دخترت به من داده و فرموده است آن را بفروشم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حضرت رسول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 و فرمود چگونه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گلوبند خود را به تو داده است؟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عرض کرد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 بند را بخرم. فرمود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 بند را خداوند عذاب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عمار به عرب گفت به چند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گفت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 از غذائ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پوشاک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صرف مخارج بازگشت خود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عمار گفت من به 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 بند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 تو را از نان و گوشت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و 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 با شتر خود تو را به خانواده 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رسانم. عمار از غنائم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هنوز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را به خانه برد و به وعده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وفا کرد. </w:t>
      </w:r>
    </w:p>
    <w:p w:rsidR="007C3923" w:rsidRDefault="007C3923" w:rsidP="003E746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عرب</w:t>
      </w:r>
      <w:r>
        <w:rPr>
          <w:rtl/>
          <w:lang w:bidi="fa-IR"/>
        </w:rPr>
        <w:t xml:space="preserve"> دو مرتبه خدمت حضرت بازگشت آنجناب فرمود لباس گرفت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 شدم. آنگاه حضرت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فضائل زهرا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کردند که به جهت اختصار از ذکر آنها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تا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فرمودند دخترم فاطمه را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خد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(الله 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سوال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 پدرم؛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پرسند امام و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(هذا القائم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کنار قبرم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.) عمار گردن بند را خوشبو کرد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سهم نا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داشت داد و گفت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ببر تو را 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حضرت او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فاطمه فرستادند.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گردن بند را گرفت و غلام را آزاد کرد. غلام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فاطمه </w:t>
      </w:r>
      <w:r w:rsidR="003E7464" w:rsidRPr="003E7464">
        <w:rPr>
          <w:rStyle w:val="libAlaemChar"/>
          <w:rFonts w:eastAsiaTheme="minorHAnsi"/>
          <w:rtl/>
        </w:rPr>
        <w:t>عليهما‌السلام</w:t>
      </w:r>
      <w:r w:rsidR="003E746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از سبب خنده اش سوال کرد. گفت از برکت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گردن بند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خندم</w:t>
      </w:r>
      <w:r w:rsidRPr="003E7464">
        <w:rPr>
          <w:rStyle w:val="libFootnotenumChar"/>
          <w:rtl/>
        </w:rPr>
        <w:t>(16)</w:t>
      </w:r>
      <w:r>
        <w:rPr>
          <w:rtl/>
          <w:lang w:bidi="fa-IR"/>
        </w:rPr>
        <w:t xml:space="preserve"> که گرسنه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مستمند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برهنه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لباس و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آزاد کرد و به دست خود بازگشت.</w:t>
      </w:r>
    </w:p>
    <w:p w:rsidR="007C3923" w:rsidRDefault="003E7464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7C3923" w:rsidP="003E7464">
      <w:pPr>
        <w:pStyle w:val="Heading1"/>
        <w:rPr>
          <w:rtl/>
          <w:lang w:bidi="fa-IR"/>
        </w:rPr>
      </w:pPr>
      <w:bookmarkStart w:id="17" w:name="_Toc6831593"/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درباره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bookmarkEnd w:id="17"/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1. قال رسول الله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قبر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عذب</w:t>
      </w:r>
      <w:r>
        <w:rPr>
          <w:rtl/>
          <w:lang w:bidi="fa-IR"/>
        </w:rPr>
        <w:t xml:space="preserve"> صاحبه ثم مر به من قابل فاذا هو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عذب</w:t>
      </w:r>
      <w:r>
        <w:rPr>
          <w:rtl/>
          <w:lang w:bidi="fa-IR"/>
        </w:rPr>
        <w:t xml:space="preserve"> فقال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رب مررت بهذا القبر العام الاول و 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عذب</w:t>
      </w:r>
      <w:r>
        <w:rPr>
          <w:rtl/>
          <w:lang w:bidi="fa-IR"/>
        </w:rPr>
        <w:t xml:space="preserve"> و مررت به العام و هو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عذب</w:t>
      </w:r>
      <w:r>
        <w:rPr>
          <w:rtl/>
          <w:lang w:bidi="fa-IR"/>
        </w:rPr>
        <w:t xml:space="preserve"> فاوح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جل جلاله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روح الله قد ادرک له ولد صالح فاصلح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فغفرت له بما عمل ابنه.</w:t>
      </w:r>
      <w:r w:rsidRPr="003E7464">
        <w:rPr>
          <w:rStyle w:val="libFootnotenumChar"/>
          <w:rtl/>
        </w:rPr>
        <w:t xml:space="preserve">(17)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مشاهده کرد صاحب قبر در عذاب است. اتفاقا سال بعد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همانجا گذشت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عذاب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گفت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سال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گذشتم و صاحب قبر را در عذاب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اکنون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او را عذاب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سبب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خطاب شد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بزرگ شده و راه و معبر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اصلاح نمود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پناه داد و به واسطه کار او گناه پدرش را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قال رسول الله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من اطعم مومنا اطعمه الله من ثمار الجنة و من سقاه من ظلما سقاه الله 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المختوم و من کساه ثوبا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ضمان الله عزوجل مادام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المومن من ذلک الثوب سلک و الله لقضاء حاجة المومن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شهر و اعتک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>.</w:t>
      </w:r>
      <w:r w:rsidRPr="003E7464">
        <w:rPr>
          <w:rStyle w:val="libFootnotenumChar"/>
          <w:rtl/>
        </w:rPr>
        <w:t xml:space="preserve">(18)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هر کس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غذا بدهد خداوند به پاداش آن طعام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خوراند و اگر او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کند از آبها و شراب گوارا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که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هر که مومن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پوشاک دهد در پناه خداوند محفوظ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هر وقت که 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جامه بر بدن مومن هست. به خدا سوگند برآوردن حاجت مومن بهتر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روزه داشتن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عبادت در مسجد است.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3. عن مفضل بن عمر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قال ان الله عزوجل خلق خلقا انتجبهم لقضاء حوائج فقراء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عتنا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الجنة فان استطعت ان تکون منهم فکن</w:t>
      </w:r>
      <w:r w:rsidRPr="003E7464">
        <w:rPr>
          <w:rStyle w:val="libFootnotenumChar"/>
          <w:rtl/>
        </w:rPr>
        <w:t>.(19)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مفضل</w:t>
      </w:r>
      <w:r>
        <w:rPr>
          <w:rtl/>
          <w:lang w:bidi="fa-IR"/>
        </w:rPr>
        <w:t xml:space="preserve"> ابن عمر گفت حضرت صادق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خداوند دسته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برآوردن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اجات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تنگدست ما تا به پاداش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آنها را داخل بهشت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اگر قدرت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دسته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تا از آنها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4.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اربع من کن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الجنة من آو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رحم الضع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اشفق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رفق مملوکه ثم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نفقته بماله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جبت له الجنة البتة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رأس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ترحماله اعطاء الله بکل شعرة نورا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مة</w:t>
      </w:r>
      <w:r w:rsidRPr="003E7464">
        <w:rPr>
          <w:rStyle w:val="libFootnotenumChar"/>
          <w:rtl/>
        </w:rPr>
        <w:t>.(20)</w:t>
      </w:r>
      <w:r>
        <w:rPr>
          <w:rtl/>
          <w:lang w:bidi="fa-IR"/>
        </w:rPr>
        <w:t xml:space="preserve">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سفارش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کرد فرمود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کار در او جمع شود، خداوند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پناه دهد و 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و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رحم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پدر و مادر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مهربان باشد و با بنده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 به رفق و مدارا رفتار کند.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نظر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کند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شود بهشت بر او لازم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 که دست ترحم بر 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به پاداش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در مقابل هر دانه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او عطا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</w:t>
      </w:r>
    </w:p>
    <w:p w:rsidR="007C3923" w:rsidRDefault="007C3923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t>5.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من اصبح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هتم</w:t>
      </w:r>
      <w:r>
        <w:rPr>
          <w:rtl/>
          <w:lang w:bidi="fa-IR"/>
        </w:rPr>
        <w:t xml:space="preserve"> بامور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منهم و من سمع رجلا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جبه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بمسلم.</w:t>
      </w:r>
      <w:r w:rsidRPr="00CE1DF5">
        <w:rPr>
          <w:rStyle w:val="libFootnotenumChar"/>
          <w:rtl/>
        </w:rPr>
        <w:t xml:space="preserve">(21) </w:t>
      </w:r>
    </w:p>
    <w:p w:rsidR="00CE1DF5" w:rsidRDefault="007C3923" w:rsidP="007C3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جعفر بن محمد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343411" w:rsidRPr="00343411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 هر آن کس اهتمام و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درباره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نداشته باشد از آنها محسوب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بشنود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 و او را کمک نکند از مسلمانان نخواهد بود. </w:t>
      </w:r>
    </w:p>
    <w:p w:rsidR="007C3923" w:rsidRDefault="00CE1DF5" w:rsidP="007C3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C3923" w:rsidRDefault="00CE1DF5" w:rsidP="00CE1DF5">
      <w:pPr>
        <w:pStyle w:val="Heading1"/>
        <w:rPr>
          <w:lang w:bidi="fa-IR"/>
        </w:rPr>
      </w:pPr>
      <w:bookmarkStart w:id="18" w:name="_Toc6831594"/>
      <w:r>
        <w:rPr>
          <w:rFonts w:hint="cs"/>
          <w:rtl/>
          <w:lang w:bidi="fa-IR"/>
        </w:rPr>
        <w:t>پاورقی ها</w:t>
      </w:r>
      <w:bookmarkEnd w:id="18"/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1) کلمه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ص 111.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2) شرح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</w:t>
      </w:r>
      <w:r>
        <w:rPr>
          <w:rtl/>
          <w:lang w:bidi="fa-IR"/>
        </w:rPr>
        <w:t xml:space="preserve"> کتاب زکات، ص 36.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3) مجمع النور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27.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4) روضات الجنات، ص 73.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5) روضات الجنات، ص 123.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6)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343.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7) شجره طوب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22.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8)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9) پرو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اعتصام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10) شجره طوب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278.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11) بحارالانوار، ج 10 و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ج 1، ص 238.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12)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</w:t>
      </w:r>
      <w:r>
        <w:rPr>
          <w:rtl/>
          <w:lang w:bidi="fa-IR"/>
        </w:rPr>
        <w:t xml:space="preserve"> القلوب، ج 2، ص 116.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13)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نقل از ابن جوز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106.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14) جوهر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15) خوانندگان از مطالعه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البته استبعاد نخواهند کرد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فقط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درباره آنها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وثرون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انفسهم و لوکان خصاصة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طعمون</w:t>
      </w:r>
      <w:r>
        <w:rPr>
          <w:rtl/>
          <w:lang w:bidi="fa-IR"/>
        </w:rPr>
        <w:t xml:space="preserve"> الطعام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حبه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نازل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دلالت بر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چون هر 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چه بسا از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اثر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اسلام و گرفتن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از ثروتمندان بزرگ شدند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43411" w:rsidRPr="0034341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قول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تصدق</w:t>
      </w:r>
      <w:r>
        <w:rPr>
          <w:rtl/>
          <w:lang w:bidi="fa-IR"/>
        </w:rPr>
        <w:t xml:space="preserve"> بالاجرة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الحجر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بطنه مزد خود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بر شکم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16)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ص 180.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17) وسائل امر بمعروف، ص 561.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18) وسائل امر بمعروف، ص 562.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19) وسائل، ص 561. </w:t>
      </w:r>
    </w:p>
    <w:p w:rsidR="007C3923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 xml:space="preserve">20) وسائل، ص 561. </w:t>
      </w:r>
    </w:p>
    <w:p w:rsidR="00CE1DF5" w:rsidRDefault="007C3923" w:rsidP="00CE1DF5">
      <w:pPr>
        <w:pStyle w:val="libFootnote0"/>
        <w:rPr>
          <w:rtl/>
          <w:lang w:bidi="fa-IR"/>
        </w:rPr>
      </w:pPr>
      <w:r>
        <w:rPr>
          <w:rtl/>
          <w:lang w:bidi="fa-IR"/>
        </w:rPr>
        <w:t>21) وسائل الشع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امر بمعروف، ص 561.</w:t>
      </w:r>
    </w:p>
    <w:p w:rsidR="008F24C2" w:rsidRDefault="00CE1DF5" w:rsidP="00CE1DF5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9" w:name="_Toc6831595"/>
      <w:r>
        <w:rPr>
          <w:rFonts w:hint="cs"/>
          <w:rtl/>
          <w:lang w:bidi="fa-IR"/>
        </w:rPr>
        <w:lastRenderedPageBreak/>
        <w:t>فهرست مطالب</w:t>
      </w:r>
      <w:bookmarkEnd w:id="19"/>
    </w:p>
    <w:sdt>
      <w:sdtPr>
        <w:id w:val="5195406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CE1DF5" w:rsidRDefault="00CE1DF5" w:rsidP="00CE1DF5">
          <w:pPr>
            <w:pStyle w:val="TOCHeading"/>
          </w:pPr>
          <w:r>
            <w:rPr>
              <w:rFonts w:hint="cs"/>
              <w:rtl/>
            </w:rPr>
            <w:t>.</w:t>
          </w:r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831576" w:history="1">
            <w:r w:rsidRPr="001B6D51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77" w:history="1">
            <w:r w:rsidRPr="001B6D51">
              <w:rPr>
                <w:rStyle w:val="Hyperlink"/>
                <w:noProof/>
                <w:rtl/>
                <w:lang w:bidi="fa-IR"/>
              </w:rPr>
              <w:t>با چن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ن وضع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ائمه </w:t>
            </w:r>
            <w:r w:rsidRPr="001B6D51">
              <w:rPr>
                <w:rStyle w:val="Hyperlink"/>
                <w:rFonts w:eastAsiaTheme="minorHAnsi" w:cs="Rafed Alaem"/>
                <w:noProof/>
                <w:rtl/>
              </w:rPr>
              <w:t>عليهم‌السلام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کمک م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78" w:history="1">
            <w:r w:rsidRPr="001B6D51">
              <w:rPr>
                <w:rStyle w:val="Hyperlink"/>
                <w:noProof/>
                <w:rtl/>
                <w:lang w:bidi="fa-IR"/>
              </w:rPr>
              <w:t>س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د جواد عامل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و همسا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ه فق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79" w:history="1">
            <w:r w:rsidRPr="001B6D51">
              <w:rPr>
                <w:rStyle w:val="Hyperlink"/>
                <w:noProof/>
                <w:rtl/>
                <w:lang w:bidi="fa-IR"/>
              </w:rPr>
              <w:t>زندگ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فق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ر در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0" w:history="1">
            <w:r w:rsidRPr="001B6D51">
              <w:rPr>
                <w:rStyle w:val="Hyperlink"/>
                <w:noProof/>
                <w:rtl/>
                <w:lang w:bidi="fa-IR"/>
              </w:rPr>
              <w:t>ترحم به سگ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گرسنه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1" w:history="1">
            <w:r w:rsidRPr="001B6D51">
              <w:rPr>
                <w:rStyle w:val="Hyperlink"/>
                <w:noProof/>
                <w:rtl/>
                <w:lang w:bidi="fa-IR"/>
              </w:rPr>
              <w:t>مول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مقدس اردب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ل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و سال قحط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2" w:history="1">
            <w:r w:rsidRPr="001B6D51">
              <w:rPr>
                <w:rStyle w:val="Hyperlink"/>
                <w:noProof/>
                <w:rtl/>
                <w:lang w:bidi="fa-IR"/>
              </w:rPr>
              <w:t>عمل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که از علامه مجلس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خداوند پذ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3" w:history="1">
            <w:r w:rsidRPr="001B6D51">
              <w:rPr>
                <w:rStyle w:val="Hyperlink"/>
                <w:noProof/>
                <w:rtl/>
                <w:lang w:bidi="fa-IR"/>
              </w:rPr>
              <w:t>به مستمند قبل از درخواست کمک کن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4" w:history="1">
            <w:r w:rsidRPr="001B6D51">
              <w:rPr>
                <w:rStyle w:val="Hyperlink"/>
                <w:noProof/>
                <w:rtl/>
                <w:lang w:bidi="fa-IR"/>
              </w:rPr>
              <w:t>چه اشخاص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را با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د ترحم کرد؟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5" w:history="1">
            <w:r w:rsidRPr="001B6D51">
              <w:rPr>
                <w:rStyle w:val="Hyperlink"/>
                <w:noProof/>
                <w:rtl/>
                <w:lang w:bidi="fa-IR"/>
              </w:rPr>
              <w:t>از عل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B6D5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اموز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6" w:history="1">
            <w:r w:rsidRPr="001B6D51">
              <w:rPr>
                <w:rStyle w:val="Hyperlink"/>
                <w:noProof/>
                <w:rtl/>
                <w:lang w:bidi="fa-IR"/>
              </w:rPr>
              <w:t>نوازش ا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تام و آمرزش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7" w:history="1">
            <w:r w:rsidRPr="001B6D51">
              <w:rPr>
                <w:rStyle w:val="Hyperlink"/>
                <w:noProof/>
                <w:rtl/>
                <w:lang w:bidi="fa-IR"/>
              </w:rPr>
              <w:t>حس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ن بن عل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B6D51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و 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ت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مان مسلم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8" w:history="1">
            <w:r w:rsidRPr="001B6D51">
              <w:rPr>
                <w:rStyle w:val="Hyperlink"/>
                <w:noProof/>
                <w:rtl/>
                <w:lang w:bidi="fa-IR"/>
              </w:rPr>
              <w:t>ا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ن را هم بخوان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89" w:history="1">
            <w:r w:rsidRPr="001B6D51">
              <w:rPr>
                <w:rStyle w:val="Hyperlink"/>
                <w:noProof/>
                <w:rtl/>
                <w:lang w:bidi="fa-IR"/>
              </w:rPr>
              <w:t>از جد خو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ش به ارث برده 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90" w:history="1">
            <w:r w:rsidRPr="001B6D51">
              <w:rPr>
                <w:rStyle w:val="Hyperlink"/>
                <w:noProof/>
                <w:rtl/>
                <w:lang w:bidi="fa-IR"/>
              </w:rPr>
              <w:t xml:space="preserve">از رسول اکرم </w:t>
            </w:r>
            <w:r w:rsidRPr="001B6D51">
              <w:rPr>
                <w:rStyle w:val="Hyperlink"/>
                <w:rFonts w:cs="Rafed Alaem"/>
                <w:noProof/>
                <w:rtl/>
              </w:rPr>
              <w:t>صلى‌الله‌عليه‌وآله‌وسلم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اموز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91" w:history="1">
            <w:r w:rsidRPr="001B6D51">
              <w:rPr>
                <w:rStyle w:val="Hyperlink"/>
                <w:noProof/>
                <w:rtl/>
                <w:lang w:bidi="fa-IR"/>
              </w:rPr>
              <w:t>سند کتب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شفاعت در محشر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92" w:history="1">
            <w:r w:rsidRPr="001B6D51">
              <w:rPr>
                <w:rStyle w:val="Hyperlink"/>
                <w:noProof/>
                <w:rtl/>
                <w:lang w:bidi="fa-IR"/>
              </w:rPr>
              <w:t>گردن بند پربرکت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93" w:history="1">
            <w:r w:rsidRPr="001B6D51">
              <w:rPr>
                <w:rStyle w:val="Hyperlink"/>
                <w:noProof/>
                <w:rtl/>
                <w:lang w:bidi="fa-IR"/>
              </w:rPr>
              <w:t>چند روا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ت درباره ز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ردستان و 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ت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94" w:history="1">
            <w:r w:rsidRPr="001B6D51">
              <w:rPr>
                <w:rStyle w:val="Hyperlink"/>
                <w:noProof/>
                <w:rtl/>
                <w:lang w:bidi="fa-IR"/>
              </w:rPr>
              <w:t>پاورق</w:t>
            </w:r>
            <w:r w:rsidRPr="001B6D5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1B6D51">
              <w:rPr>
                <w:rStyle w:val="Hyperlink"/>
                <w:noProof/>
                <w:rtl/>
                <w:lang w:bidi="fa-IR"/>
              </w:rPr>
              <w:t xml:space="preserve"> 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831595" w:history="1">
            <w:r w:rsidRPr="001B6D51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Toc6831595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E1DF5" w:rsidRDefault="00CE1DF5">
          <w:r>
            <w:lastRenderedPageBreak/>
            <w:fldChar w:fldCharType="end"/>
          </w:r>
        </w:p>
      </w:sdtContent>
    </w:sdt>
    <w:p w:rsidR="00CE1DF5" w:rsidRPr="00B300E7" w:rsidRDefault="00CE1DF5" w:rsidP="00CE1DF5">
      <w:pPr>
        <w:pStyle w:val="libNormal"/>
        <w:rPr>
          <w:lang w:bidi="fa-IR"/>
        </w:rPr>
      </w:pPr>
    </w:p>
    <w:sectPr w:rsidR="00CE1DF5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A20" w:rsidRDefault="00B82A20">
      <w:r>
        <w:separator/>
      </w:r>
    </w:p>
  </w:endnote>
  <w:endnote w:type="continuationSeparator" w:id="0">
    <w:p w:rsidR="00B82A20" w:rsidRDefault="00B82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5B1ACB">
    <w:pPr>
      <w:pStyle w:val="Footer"/>
    </w:pPr>
    <w:fldSimple w:instr=" PAGE   \* MERGEFORMAT ">
      <w:r w:rsidR="0084522E">
        <w:rPr>
          <w:noProof/>
          <w:rtl/>
        </w:rPr>
        <w:t>2</w:t>
      </w:r>
    </w:fldSimple>
  </w:p>
  <w:p w:rsidR="0080155A" w:rsidRDefault="00801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5B1ACB">
    <w:pPr>
      <w:pStyle w:val="Footer"/>
    </w:pPr>
    <w:fldSimple w:instr=" PAGE   \* MERGEFORMAT ">
      <w:r w:rsidR="0084522E">
        <w:rPr>
          <w:noProof/>
          <w:rtl/>
        </w:rPr>
        <w:t>41</w:t>
      </w:r>
    </w:fldSimple>
  </w:p>
  <w:p w:rsidR="0080155A" w:rsidRDefault="00801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55A" w:rsidRDefault="005B1ACB">
    <w:pPr>
      <w:pStyle w:val="Footer"/>
    </w:pPr>
    <w:fldSimple w:instr=" PAGE   \* MERGEFORMAT ">
      <w:r w:rsidR="0084522E">
        <w:rPr>
          <w:noProof/>
          <w:rtl/>
        </w:rPr>
        <w:t>1</w:t>
      </w:r>
    </w:fldSimple>
  </w:p>
  <w:p w:rsidR="0080155A" w:rsidRDefault="00801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A20" w:rsidRDefault="00B82A20">
      <w:r>
        <w:separator/>
      </w:r>
    </w:p>
  </w:footnote>
  <w:footnote w:type="continuationSeparator" w:id="0">
    <w:p w:rsidR="00B82A20" w:rsidRDefault="00B82A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411"/>
    <w:rsid w:val="00004E81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1DB5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3411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E7464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4623"/>
    <w:rsid w:val="004C77B5"/>
    <w:rsid w:val="004D6BCF"/>
    <w:rsid w:val="004D7678"/>
    <w:rsid w:val="004D7CD7"/>
    <w:rsid w:val="004E6E95"/>
    <w:rsid w:val="004F4B1F"/>
    <w:rsid w:val="004F58BA"/>
    <w:rsid w:val="005021E2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1AC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2D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5E7E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923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522E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4B3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4291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20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1DF5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46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sab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7217-A255-4CDD-BC30-68E6B565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78</TotalTime>
  <Pages>42</Pages>
  <Words>5605</Words>
  <Characters>31952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4</cp:revision>
  <cp:lastPrinted>1601-01-01T00:00:00Z</cp:lastPrinted>
  <dcterms:created xsi:type="dcterms:W3CDTF">2019-04-18T09:46:00Z</dcterms:created>
  <dcterms:modified xsi:type="dcterms:W3CDTF">2019-04-22T08:50:00Z</dcterms:modified>
</cp:coreProperties>
</file>