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91" w:rsidRPr="00DF5491" w:rsidRDefault="00DF5491" w:rsidP="00DF5491">
      <w:pPr>
        <w:pStyle w:val="libNotice"/>
        <w:rPr>
          <w:rFonts w:hint="cs"/>
        </w:rPr>
      </w:pPr>
      <w:r w:rsidRPr="00DF5491">
        <w:rPr>
          <w:rFonts w:hint="cs"/>
          <w:rtl/>
        </w:rPr>
        <w:t>تذکر</w:t>
      </w:r>
      <w:r w:rsidRPr="00DF5491">
        <w:rPr>
          <w:rtl/>
        </w:rPr>
        <w:t>این کتاب توسط مؤسسه فرهنگی - اسلامی شبکة الامامین الحسنین</w:t>
      </w:r>
      <w:r w:rsidRPr="00DF5491">
        <w:rPr>
          <w:rFonts w:hint="cs"/>
          <w:rtl/>
        </w:rPr>
        <w:t xml:space="preserve"> </w:t>
      </w:r>
      <w:r w:rsidRPr="00DF5491">
        <w:rPr>
          <w:rtl/>
        </w:rPr>
        <w:t>عليهما‌السلام بصورت الکترونیکی برای مخاطبین گرامی منتشر شده است</w:t>
      </w:r>
      <w:r w:rsidRPr="00DF5491">
        <w:rPr>
          <w:rFonts w:hint="cs"/>
          <w:rtl/>
        </w:rPr>
        <w:t>.</w:t>
      </w:r>
    </w:p>
    <w:p w:rsidR="00DF5491" w:rsidRPr="00DF5491" w:rsidRDefault="00DF5491" w:rsidP="00DF5491">
      <w:pPr>
        <w:pStyle w:val="libNotice"/>
        <w:rPr>
          <w:rFonts w:hint="cs"/>
          <w:rtl/>
        </w:rPr>
      </w:pPr>
      <w:r w:rsidRPr="00DF5491">
        <w:rPr>
          <w:rtl/>
        </w:rPr>
        <w:t>لازم به ذکر است تصحیح اشتباهات تایپی احتمالی، روی این کتاب انجام گردیده است</w:t>
      </w:r>
      <w:r w:rsidRPr="00DF5491">
        <w:rPr>
          <w:rFonts w:hint="cs"/>
          <w:rtl/>
        </w:rPr>
        <w:t>.</w:t>
      </w:r>
    </w:p>
    <w:p w:rsidR="002650EF" w:rsidRDefault="002650EF" w:rsidP="002650EF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6343" w:rsidRDefault="002650EF" w:rsidP="002650EF">
      <w:pPr>
        <w:pStyle w:val="libCenterBold1"/>
        <w:rPr>
          <w:rFonts w:hint="cs"/>
          <w:rtl/>
          <w:lang w:bidi="fa-IR"/>
        </w:rPr>
      </w:pPr>
      <w:r>
        <w:rPr>
          <w:rtl/>
          <w:lang w:bidi="fa-IR"/>
        </w:rPr>
        <w:t>بانک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2650E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</w:p>
    <w:p w:rsidR="002650EF" w:rsidRDefault="002650EF" w:rsidP="002650EF">
      <w:pPr>
        <w:pStyle w:val="libCenterBold1"/>
        <w:rPr>
          <w:lang w:bidi="fa-IR"/>
        </w:rPr>
      </w:pPr>
      <w:r>
        <w:rPr>
          <w:rtl/>
          <w:lang w:bidi="fa-IR"/>
        </w:rPr>
        <w:t>(اقتصاد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:rsidR="002650EF" w:rsidRDefault="002650EF" w:rsidP="002650EF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واحد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</w:t>
      </w:r>
      <w:r>
        <w:rPr>
          <w:lang w:bidi="fa-IR"/>
        </w:rPr>
        <w:t>.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اصفهان.</w:t>
      </w:r>
    </w:p>
    <w:p w:rsidR="002650EF" w:rsidRDefault="002650EF" w:rsidP="0041418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14187">
        <w:rPr>
          <w:lang w:bidi="fa-IR"/>
        </w:rPr>
        <w:lastRenderedPageBreak/>
        <w:t>.</w:t>
      </w:r>
    </w:p>
    <w:p w:rsidR="002650EF" w:rsidRDefault="002650EF" w:rsidP="00196D62">
      <w:pPr>
        <w:pStyle w:val="Heading1"/>
        <w:rPr>
          <w:rtl/>
          <w:lang w:bidi="fa-IR"/>
        </w:rPr>
      </w:pPr>
      <w:bookmarkStart w:id="0" w:name="_Toc522107046"/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bookmarkEnd w:id="0"/>
    </w:p>
    <w:p w:rsidR="00196D62" w:rsidRDefault="00196D62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196D62">
      <w:pPr>
        <w:pStyle w:val="Heading2"/>
        <w:rPr>
          <w:rtl/>
          <w:lang w:bidi="fa-IR"/>
        </w:rPr>
      </w:pPr>
      <w:bookmarkStart w:id="1" w:name="_Toc5221070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ألا اخبرکم بشئ إن أنتم فعلتموه تباعد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منکم تباعد المشرق من المغرب؟ قالوا: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قال: الصوم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سود</w:t>
      </w:r>
      <w:r>
        <w:rPr>
          <w:rtl/>
          <w:lang w:bidi="fa-IR"/>
        </w:rPr>
        <w:t xml:space="preserve"> وجهه، والصدقة تکسر ظهره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را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ندهم که اگر به آن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از شما دور شود، چندان که مشرق از مغرب دور است؟ عرض کردند: چرا. فرمودند: روزه،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صدقه، پشت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شکند و دوست داشتن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کنَد و استغفار، شاهرگش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ص 59»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2" w:name="_Toc5221070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مَنْ اقتصَدَ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الفقر استعدَّ لنوائِب الدَّهر.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هر کس در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خود سازد،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آماده کرده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ص 332</w:t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414187">
      <w:pPr>
        <w:pStyle w:val="Heading2"/>
        <w:rPr>
          <w:rtl/>
          <w:lang w:bidi="fa-IR"/>
        </w:rPr>
      </w:pPr>
      <w:bookmarkStart w:id="3" w:name="_Toc5221070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نَفَقَةُ</w:t>
      </w:r>
      <w:r>
        <w:rPr>
          <w:rtl/>
          <w:lang w:bidi="fa-IR"/>
        </w:rPr>
        <w:t xml:space="preserve"> دِرهَمٍ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الخِضابِ أفضَلُ مِن نَفَقَةِ دِرهَمٍ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اللّه‌ِ ، إنَّ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أربَعَ عَشرَةَ خَصلَةً :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طرُدُ</w:t>
      </w:r>
      <w:r>
        <w:rPr>
          <w:rtl/>
          <w:lang w:bidi="fa-IR"/>
        </w:rPr>
        <w:t xml:space="preserve"> الرّ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</w:t>
      </w:r>
      <w:r>
        <w:rPr>
          <w:rtl/>
          <w:lang w:bidi="fa-IR"/>
        </w:rPr>
        <w:t xml:space="preserve"> مِنَ الاُذُنَ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،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جلُو</w:t>
      </w:r>
      <w:r>
        <w:rPr>
          <w:rtl/>
          <w:lang w:bidi="fa-IR"/>
        </w:rPr>
        <w:t xml:space="preserve"> الغِشاءَ عَنِ البَصَرِ . 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کردن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خضاب ، برتر از انفاق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در راه خداست.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، چهارده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دارد: بو را از گوش‌ها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، پرده [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را از برابر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کنار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آن را جلا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...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جلد 6 ، صفحه 482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12 ، دانش نامه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1 / 306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4" w:name="_Toc5221070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4"/>
    </w:p>
    <w:p w:rsidR="002650EF" w:rsidRDefault="002650EF" w:rsidP="004141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مَن قُتِلَ دُونَ مالِهِ فَهُوَ شَه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 w:rsidR="00414187">
        <w:rPr>
          <w:rStyle w:val="libAlaemChar"/>
          <w:rFonts w:hint="cs"/>
          <w:rtl/>
        </w:rPr>
        <w:t>.</w:t>
      </w:r>
      <w:r>
        <w:rPr>
          <w:rtl/>
          <w:lang w:bidi="fa-IR"/>
        </w:rPr>
        <w:t xml:space="preserve"> فرمودند: هر که در راه (حفظ) مالش کشته شود،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«دعائم</w:t>
      </w:r>
      <w:r>
        <w:rPr>
          <w:rtl/>
          <w:lang w:bidi="fa-IR"/>
        </w:rPr>
        <w:t xml:space="preserve"> الاسلام، ج 1، ص 398»</w:t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414187">
      <w:pPr>
        <w:pStyle w:val="Heading2"/>
        <w:rPr>
          <w:rtl/>
          <w:lang w:bidi="fa-IR"/>
        </w:rPr>
      </w:pPr>
      <w:bookmarkStart w:id="5" w:name="_Toc5221070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الإمام</w:t>
      </w:r>
      <w:r>
        <w:rPr>
          <w:rtl/>
          <w:lang w:bidi="fa-IR"/>
        </w:rPr>
        <w:t xml:space="preserve">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ستَحَبُّ</w:t>
      </w:r>
      <w:r>
        <w:rPr>
          <w:rtl/>
          <w:lang w:bidi="fa-IR"/>
        </w:rPr>
        <w:t xml:space="preserve"> لِلمَر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ضِ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عطِ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السّائِلَ بِ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،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أمُرَ</w:t>
      </w:r>
      <w:r>
        <w:rPr>
          <w:rtl/>
          <w:lang w:bidi="fa-IR"/>
        </w:rPr>
        <w:t xml:space="preserve"> السّائِلَ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دعُوَ</w:t>
      </w:r>
      <w:r>
        <w:rPr>
          <w:rtl/>
          <w:lang w:bidi="fa-IR"/>
        </w:rPr>
        <w:t xml:space="preserve"> لَهُ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مستحب</w:t>
      </w:r>
      <w:r>
        <w:rPr>
          <w:rtl/>
          <w:lang w:bidi="fa-IR"/>
        </w:rPr>
        <w:t xml:space="preserve">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به دست خود ، صدقه‌ا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سائل بدهد و از او بخواهد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دعا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جلد 4 ، صفحه 4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9 ، بحارالأنوار ، جلد 81 ، صفحه 209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25 ، دانش نامه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1 / 174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6" w:name="_Toc522107052"/>
      <w:r>
        <w:rPr>
          <w:rFonts w:hint="eastAsia"/>
          <w:rtl/>
          <w:lang w:bidi="fa-IR"/>
        </w:rPr>
        <w:t xml:space="preserve">حدیث - </w:t>
      </w:r>
      <w:r>
        <w:rPr>
          <w:rFonts w:hint="cs"/>
          <w:rtl/>
          <w:lang w:bidi="fa-IR"/>
        </w:rPr>
        <w:t>.</w:t>
      </w:r>
      <w:r w:rsidR="002650EF">
        <w:rPr>
          <w:rtl/>
          <w:lang w:bidi="fa-IR"/>
        </w:rPr>
        <w:t>6</w:t>
      </w:r>
      <w:bookmarkEnd w:id="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عَن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قال: ثلاثةٌ حقٌ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عونُهم، المجاهدُ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اللهِ و المکاتِبُ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الاَداءَ، و الناکحْ الذّ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العفافَ.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 سه گروه بر خداوند متعال حق دارند تا آنها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مجاهد در راه خدا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قرض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ادا کند و آنکه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ازدواج کند تا دامن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پاک نگهدارد.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«نهج</w:t>
      </w:r>
      <w:r>
        <w:rPr>
          <w:rtl/>
          <w:lang w:bidi="fa-IR"/>
        </w:rPr>
        <w:t xml:space="preserve"> الفصاحه، ح 1219»</w:t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414187">
      <w:pPr>
        <w:pStyle w:val="Heading2"/>
        <w:rPr>
          <w:rtl/>
          <w:lang w:bidi="fa-IR"/>
        </w:rPr>
      </w:pPr>
      <w:bookmarkStart w:id="7" w:name="_Toc5221070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اَلزَّکاةُ تَزِ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الرِّزقِ.</w:t>
      </w:r>
    </w:p>
    <w:p w:rsidR="002650EF" w:rsidRDefault="002650EF" w:rsidP="0041418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پرداخت زکات، بر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93، ص 14»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8" w:name="_Toc5221070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الله عزّوجلّ: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احمد! عبادت ده بخش دارد که نُه بخش آن،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(ارشادالقلوب1/203)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9" w:name="_Toc5221070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باتَ کالاًّ مِن طَلَبِ الحَلالِ ؛ باتَ مَغفورا لَهُ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، خسته از جست و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حلال ، روز را به شب آورد ،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روز را به شب آورده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: 364 / 452</w:t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414187">
      <w:pPr>
        <w:pStyle w:val="Heading2"/>
        <w:rPr>
          <w:rtl/>
          <w:lang w:bidi="fa-IR"/>
        </w:rPr>
      </w:pPr>
      <w:bookmarkStart w:id="10" w:name="_Toc5221070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1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کُم</w:t>
      </w:r>
      <w:r>
        <w:rPr>
          <w:rtl/>
          <w:lang w:bidi="fa-IR"/>
        </w:rPr>
        <w:t xml:space="preserve"> بِالخَش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ةِ</w:t>
      </w:r>
      <w:r>
        <w:rPr>
          <w:rtl/>
          <w:lang w:bidi="fa-IR"/>
        </w:rPr>
        <w:t xml:space="preserve"> مِنَ اللّه 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السِّرِّ وَالعَلانِ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ةِ</w:t>
      </w:r>
      <w:r>
        <w:rPr>
          <w:rtl/>
          <w:lang w:bidi="fa-IR"/>
        </w:rPr>
        <w:t xml:space="preserve"> . . . وَالاِکتِسابِ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الفَقرِ وَالغِن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را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در پنهان و آشکار از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. . و خواه در فقر و خواه در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کسبِ [روز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 / 141 / 30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11" w:name="_Toc5221070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1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لِلمُؤمِنِ</w:t>
      </w:r>
      <w:r>
        <w:rPr>
          <w:rtl/>
          <w:lang w:bidi="fa-IR"/>
        </w:rPr>
        <w:t xml:space="preserve"> ثَلاثُ ساعاتٍ : فَساعَةٌ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رَبَّهُ ، وساعَةٌ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رُمُّ</w:t>
      </w:r>
      <w:r>
        <w:rPr>
          <w:rtl/>
          <w:lang w:bidi="fa-IR"/>
        </w:rPr>
        <w:t xml:space="preserve"> مَعاشَهُ ، وساعَةٌ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خَلّ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نَفسِهِ وبَ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لَذَّتِها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حِلُّ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جمُلُ</w:t>
      </w:r>
      <w:r>
        <w:rPr>
          <w:rtl/>
          <w:lang w:bidi="fa-IR"/>
        </w:rPr>
        <w:t xml:space="preserve"> . ولَ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لِلعاقِلِ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کونَ</w:t>
      </w:r>
      <w:r>
        <w:rPr>
          <w:rtl/>
          <w:lang w:bidi="fa-IR"/>
        </w:rPr>
        <w:t xml:space="preserve"> شاخِصا إلاّ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ثَلاثٍ : مَرَمَّةٍ لِمَعاشٍ ، أو خُطوَةٍ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مَعادٍ ، أو ل</w:t>
      </w:r>
      <w:r>
        <w:rPr>
          <w:rFonts w:hint="eastAsia"/>
          <w:rtl/>
          <w:lang w:bidi="fa-IR"/>
        </w:rPr>
        <w:t>َذَّةٍ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مُحَرَّمٍ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مؤمن</w:t>
      </w:r>
      <w:r>
        <w:rPr>
          <w:rtl/>
          <w:lang w:bidi="fa-IR"/>
        </w:rPr>
        <w:t xml:space="preserve"> را سه وقت است: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، با پروردگارش مناجات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؛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گذران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سامان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؛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چه حلال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است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لذّت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. و خردمند را سزاوار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جز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باشد : سامان دادن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، گام نهادن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وز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لذّت برگرفتن از آن چه حرام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: 203 ،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147 / 240</w:t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414187">
      <w:pPr>
        <w:pStyle w:val="Heading2"/>
        <w:rPr>
          <w:rtl/>
          <w:lang w:bidi="fa-IR"/>
        </w:rPr>
      </w:pPr>
      <w:bookmarkStart w:id="12" w:name="_Toc52210705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1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طَلَبُ</w:t>
      </w:r>
      <w:r>
        <w:rPr>
          <w:rtl/>
          <w:lang w:bidi="fa-IR"/>
        </w:rPr>
        <w:t xml:space="preserve"> الکَسبِ فَر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ضَةٌ</w:t>
      </w:r>
      <w:r>
        <w:rPr>
          <w:rtl/>
          <w:lang w:bidi="fa-IR"/>
        </w:rPr>
        <w:t xml:space="preserve"> بَعدَ الفَر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ضَةِ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واجب 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جُستن واجب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17 / 79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13" w:name="_Toc5221070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1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آتاهُ اللّه مالاً فَلْ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صِلْ</w:t>
      </w:r>
      <w:r>
        <w:rPr>
          <w:rtl/>
          <w:lang w:bidi="fa-IR"/>
        </w:rPr>
        <w:t xml:space="preserve"> بهِ القَرابَةَ ، ولْ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حسِنْ</w:t>
      </w:r>
      <w:r>
        <w:rPr>
          <w:rtl/>
          <w:lang w:bidi="fa-IR"/>
        </w:rPr>
        <w:t xml:space="preserve"> مِنهُ الضِّ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افَةَ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هرکه</w:t>
      </w:r>
      <w:r>
        <w:rPr>
          <w:rtl/>
          <w:lang w:bidi="fa-IR"/>
        </w:rPr>
        <w:t xml:space="preserve"> خداوند به او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آن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شانش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مهماندار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البلاغة : الخطبة 142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340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414187">
      <w:pPr>
        <w:pStyle w:val="Heading2"/>
        <w:rPr>
          <w:rtl/>
          <w:lang w:bidi="fa-IR"/>
        </w:rPr>
      </w:pPr>
      <w:bookmarkStart w:id="14" w:name="_Toc5221070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1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الصَّدَقَةَ تَقض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الدَّ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وتَخلُفُ بالبَرکَةِ؛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صدقه،</w:t>
      </w:r>
      <w:r>
        <w:rPr>
          <w:rtl/>
          <w:lang w:bidi="fa-IR"/>
        </w:rPr>
        <w:t xml:space="preserve"> 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ادا و برکت را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ج 4، ص 9، ح 1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15" w:name="_Toc5221070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1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</w:t>
      </w:r>
      <w:r w:rsidR="0051405A" w:rsidRPr="0051405A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الصَّدَقَةُ</w:t>
      </w:r>
      <w:r>
        <w:rPr>
          <w:rtl/>
          <w:lang w:bidi="fa-IR"/>
        </w:rPr>
        <w:t xml:space="preserve"> تَمنَعُ 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تَةَ</w:t>
      </w:r>
      <w:r>
        <w:rPr>
          <w:rtl/>
          <w:lang w:bidi="fa-IR"/>
        </w:rPr>
        <w:t xml:space="preserve"> السُّوءِ؛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صدقه،</w:t>
      </w:r>
      <w:r>
        <w:rPr>
          <w:rtl/>
          <w:lang w:bidi="fa-IR"/>
        </w:rPr>
        <w:t xml:space="preserve"> از مردنِ بد و دل خراش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 ج 6، ص 219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16" w:name="_Toc5221070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16"/>
    </w:p>
    <w:p w:rsidR="002650EF" w:rsidRDefault="002650EF" w:rsidP="0051405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فَکونوا</w:t>
      </w:r>
      <w:r>
        <w:rPr>
          <w:rtl/>
          <w:lang w:bidi="fa-IR"/>
        </w:rPr>
        <w:t xml:space="preserve"> اَقَلَّ 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کونونَ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الْباطِنِ اَمْوالاً ، اَحْسَنَ 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کونونَ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الظّاهِرِ اَحْوالاً فَاِنَّ اللّه‌َ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اَدَّبَ عِبادَهُ الْمُؤمِن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الْعارِف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اَدَبا حَسَنا ، فَقالَ جَلَّ مِن قائِلٍ :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حْسَبُهُمُ</w:t>
      </w:r>
      <w:r>
        <w:rPr>
          <w:rtl/>
          <w:lang w:bidi="fa-IR"/>
        </w:rPr>
        <w:t xml:space="preserve"> الْجاهِلُ اَغْن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اءَ</w:t>
      </w:r>
      <w:r>
        <w:rPr>
          <w:rtl/>
          <w:lang w:bidi="fa-IR"/>
        </w:rPr>
        <w:t xml:space="preserve"> مِنَ التَّعَفُّفِ تَعْرِفُهُم بِس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ماهُمْ</w:t>
      </w:r>
      <w:r>
        <w:rPr>
          <w:rtl/>
          <w:lang w:bidi="fa-IR"/>
        </w:rPr>
        <w:t xml:space="preserve"> لاَ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سْئَلونَ</w:t>
      </w:r>
      <w:r>
        <w:rPr>
          <w:rtl/>
          <w:lang w:bidi="fa-IR"/>
        </w:rPr>
        <w:t xml:space="preserve"> النَّاسَ اِلْحافا؛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واقع از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برخوردار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ظاهر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را از خود نشان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متعال ، بندگان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 معرفتش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ادب نموده که [در وصف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پارسا] فرموده است : شخص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آنان را از شدّت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پندارد</w:t>
      </w:r>
      <w:r>
        <w:rPr>
          <w:rtl/>
          <w:lang w:bidi="fa-IR"/>
        </w:rPr>
        <w:t xml:space="preserve">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نشانه‌ها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با اصرار (چ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از مردم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العقول، ص 489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17" w:name="_Toc5221070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17"/>
    </w:p>
    <w:p w:rsidR="002650EF" w:rsidRDefault="002650EF" w:rsidP="0051405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مِن</w:t>
      </w:r>
      <w:r>
        <w:rPr>
          <w:rtl/>
          <w:lang w:bidi="fa-IR"/>
        </w:rPr>
        <w:t xml:space="preserve"> شَرَفِ الهِمَّةِ لُزومِ القِناعَةِ؛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قناعت، از والا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همّت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ج6، ص44، ح9435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18" w:name="_Toc5221070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1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اقتَصَدَ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 الفَقرِ فَقَدِ استَعَدَّ لِنَوائِبِ الدَّهرِ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در حال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با ناگوار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آماده [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روبه‌رو شدن]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9048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19" w:name="_Toc5221070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1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</w:t>
      </w:r>
      <w:r>
        <w:rPr>
          <w:rtl/>
          <w:lang w:bidi="fa-IR"/>
        </w:rPr>
        <w:t xml:space="preserve"> مَرکَبُکَ القَصدَ وَ مَطلَبُکَ الرُّشدَ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مَرکب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مقصد بالندگ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 بسپار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7619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20" w:name="_Toc5221070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خُذِ</w:t>
      </w:r>
      <w:r>
        <w:rPr>
          <w:rtl/>
          <w:lang w:bidi="fa-IR"/>
        </w:rPr>
        <w:t xml:space="preserve"> القَصدَ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الاُمُورِ ؛ فَمَن اَخَذَ القَصدَ خَفَّت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المُؤَنَ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کارها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کن. که هر کس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مخارج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آسان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5042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1" w:name="_Toc52210706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2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اَموالِکَ ما وَق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عِرضَکَ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 آن است که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نگه دارد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4958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2" w:name="_Toc52210706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2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ثَمَرَةُ</w:t>
      </w:r>
      <w:r>
        <w:rPr>
          <w:rtl/>
          <w:lang w:bidi="fa-IR"/>
        </w:rPr>
        <w:t xml:space="preserve"> القَناعَةِ الإجمالُ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المُکتَسَبِ وَ العُزُوفُ عَنِ الطَّلَبِ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قناعت ، اعتدال در کسب و کار ، و ناخوش داشتن درخواست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4634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23" w:name="_Toc5221070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باکِرُوا</w:t>
      </w:r>
      <w:r>
        <w:rPr>
          <w:rtl/>
          <w:lang w:bidi="fa-IR"/>
        </w:rPr>
        <w:t xml:space="preserve"> فَالبَرَکَةُ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المُباکَرَةِ وَ شاوِرُوا فَالنُّجحُ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المُشاوَرَةِ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بامداد،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کسب‌وکار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که برکت در کسب و کارِ بامداد است ، و مشورت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مشورت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4441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4" w:name="_Toc5221070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24</w:t>
      </w:r>
      <w:bookmarkEnd w:id="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أرادَ اللّه‌ُ بِعَبدٍ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ألهَمَهُ القَناعَةَ و أصلَحَ لَه زَوجَهُ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قناعت را در دل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 xml:space="preserve"> و همسرش را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گردانَد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4115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5" w:name="_Toc5221070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25</w:t>
      </w:r>
      <w:bookmarkEnd w:id="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أفضَلَ الخَ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صَدَقَةُ السِّرِّ وَ بِرُّ الوالِدَ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وَ صِلَةُ الرَّحِمِ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صدقه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 و صله رحم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3550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26" w:name="_Toc5221070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26</w:t>
      </w:r>
      <w:bookmarkEnd w:id="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اِغتَنِم</w:t>
      </w:r>
      <w:r>
        <w:rPr>
          <w:rtl/>
          <w:lang w:bidi="fa-IR"/>
        </w:rPr>
        <w:t xml:space="preserve"> مَنِ استَقرَضَکَ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حالِ غِناکَ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جعَلَ</w:t>
      </w:r>
      <w:r>
        <w:rPr>
          <w:rtl/>
          <w:lang w:bidi="fa-IR"/>
        </w:rPr>
        <w:t xml:space="preserve"> قَضاءَهُ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ومِ</w:t>
      </w:r>
      <w:r>
        <w:rPr>
          <w:rtl/>
          <w:lang w:bidi="fa-IR"/>
        </w:rPr>
        <w:t xml:space="preserve"> عُسرَتِکَ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حال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تو قرض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خواهد،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شمار تا در وقت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ازت</w:t>
      </w:r>
      <w:r>
        <w:rPr>
          <w:rtl/>
          <w:lang w:bidi="fa-IR"/>
        </w:rPr>
        <w:t xml:space="preserve"> جبرانش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2370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7" w:name="_Toc5221070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27</w:t>
      </w:r>
      <w:bookmarkEnd w:id="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اَلقَناعَةُ</w:t>
      </w:r>
      <w:r>
        <w:rPr>
          <w:rtl/>
          <w:lang w:bidi="fa-IR"/>
        </w:rPr>
        <w:t xml:space="preserve"> أهنَأُ 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شٍ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قناعت</w:t>
      </w:r>
      <w:r>
        <w:rPr>
          <w:rtl/>
          <w:lang w:bidi="fa-IR"/>
        </w:rPr>
        <w:t xml:space="preserve"> ، گواراتر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933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8" w:name="_Toc5221070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28</w:t>
      </w:r>
      <w:bookmarkEnd w:id="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أقرَضَ مَلهوفا فَأحسَنَ طَلِبَتَهُ استَأنَفَ العَمَلَ وأعطاهُ اللّه‌ُ بِکُلِّ دِرهَمٍ ألفَ قِنطارٍ مِن الجَنّةِ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به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(که مالش را از دست داده) وام دهد و در پس گرفتن آن مراعات کند ، عمل را از نو شروع کرده است (گناهانش پاک شده) و خداوند به ازا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درهم ، هزار قنطار (صد رطل) از (درهم‌ها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بهشت به او عطا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ثواب</w:t>
      </w:r>
      <w:r>
        <w:rPr>
          <w:rtl/>
          <w:lang w:bidi="fa-IR"/>
        </w:rPr>
        <w:t xml:space="preserve"> الأعمال : 341 / 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29" w:name="_Toc5221070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29</w:t>
      </w:r>
      <w:bookmarkEnd w:id="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بابِ الجَنّةِ مَکتوبٌ : القَرضُ بثَمان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هَ</w:t>
      </w:r>
      <w:r>
        <w:rPr>
          <w:rtl/>
          <w:lang w:bidi="fa-IR"/>
        </w:rPr>
        <w:t xml:space="preserve"> عَشرَ ، والصَّدَقةُ بعَشرَةٍ ، وذلکَ أنّ القَرضَ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کونُ</w:t>
      </w:r>
      <w:r>
        <w:rPr>
          <w:rtl/>
          <w:lang w:bidi="fa-IR"/>
        </w:rPr>
        <w:t xml:space="preserve"> إلاّ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الُمحتاجِ ، والصَّدَقةُ ربّما وَقَعَت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مُحتاجٍ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درِ بهشت نوشته است : (ثواب) وام(قرض الحسنه)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برابر است و صدقه ، ده برابر . علتش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وام جز به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امّا صدقه ، ممکن است به دست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محتاج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138 /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30" w:name="_Toc5221070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30</w:t>
      </w:r>
      <w:bookmarkEnd w:id="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لَأن</w:t>
      </w:r>
      <w:r>
        <w:rPr>
          <w:rtl/>
          <w:lang w:bidi="fa-IR"/>
        </w:rPr>
        <w:t xml:space="preserve"> اُقرِضَ قَرضاأحَبُّ إلَ</w:t>
      </w:r>
      <w:r>
        <w:rPr>
          <w:rFonts w:hint="cs"/>
          <w:rtl/>
          <w:lang w:bidi="fa-IR"/>
        </w:rPr>
        <w:t>یَّ</w:t>
      </w:r>
      <w:r>
        <w:rPr>
          <w:rtl/>
          <w:lang w:bidi="fa-IR"/>
        </w:rPr>
        <w:t xml:space="preserve"> مِن أن أصِلَ بمِثلِهِ؛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پرداخت کنم، خوشتر دارم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همان مقدار صله و بخشش دهم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الأعمال : 167 / 4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31" w:name="_Toc5221070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31</w:t>
      </w:r>
      <w:bookmarkEnd w:id="3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أنظَرَ مُعسِرا أظَلَّهُ اللّه‌ُ بظِلِّهِ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لا ظِلَّ إلاّ ظلُّهُ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به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مهلت دهد ، خداوند ،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پناه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در آورد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8 / 9 / 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32" w:name="_Toc5221070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32</w:t>
      </w:r>
      <w:bookmarkEnd w:id="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أقرَضَ مُؤمنا قَرضا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نتَظِرُ</w:t>
      </w:r>
      <w:r>
        <w:rPr>
          <w:rtl/>
          <w:lang w:bidi="fa-IR"/>
        </w:rPr>
        <w:t xml:space="preserve"> بهِ مَ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سورَهُ</w:t>
      </w:r>
      <w:r>
        <w:rPr>
          <w:rtl/>
          <w:lang w:bidi="fa-IR"/>
        </w:rPr>
        <w:t xml:space="preserve"> کانَ مالُهُ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زَکاةٍ ، وکانَ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صَلاةٍ مِن المَلائکةِ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ؤَدِّ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هُ</w:t>
      </w:r>
      <w:r>
        <w:rPr>
          <w:rtl/>
          <w:lang w:bidi="fa-IR"/>
        </w:rPr>
        <w:t xml:space="preserve"> إلَ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 و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گرفتن آن) صبر کند تا دستش باز شود ، مال او زکات محسوب شود و در نماز ، با فرشتگان باشد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وامش به او برگردانده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الأعمال : 166 / 1</w:t>
      </w:r>
    </w:p>
    <w:p w:rsidR="002650EF" w:rsidRDefault="0051405A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1405A">
      <w:pPr>
        <w:pStyle w:val="Heading2"/>
        <w:rPr>
          <w:rtl/>
          <w:lang w:bidi="fa-IR"/>
        </w:rPr>
      </w:pPr>
      <w:bookmarkStart w:id="33" w:name="_Toc5221070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33</w:t>
      </w:r>
      <w:bookmarkEnd w:id="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أرادَ أن تُستَجابَ دَعوَتُهُ وأن تُکشَفَ کُربَتُهُ فَلْ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فَرِّجْ</w:t>
      </w:r>
      <w:r>
        <w:rPr>
          <w:rtl/>
          <w:lang w:bidi="fa-IR"/>
        </w:rPr>
        <w:t xml:space="preserve"> عن مُعسِرٍ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و اندوهش بر طرف شود ، به تنگدست مهلت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15398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34" w:name="_Toc5221070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34</w:t>
      </w:r>
      <w:bookmarkEnd w:id="3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استُؤجِرَ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عَمَلٍ فَأفسَدَهُ واستَهلَکَهُ ضَمِنَ ، وکانَ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ضَمِّنُ</w:t>
      </w:r>
      <w:r>
        <w:rPr>
          <w:rtl/>
          <w:lang w:bidi="fa-IR"/>
        </w:rPr>
        <w:t xml:space="preserve"> الأج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 و او آن کار را خراب کند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، ضامن است.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کارگر را ضامن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الوسائل: 14 / 37 / 16039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1405A">
      <w:pPr>
        <w:pStyle w:val="Heading2"/>
        <w:rPr>
          <w:rtl/>
          <w:lang w:bidi="fa-IR"/>
        </w:rPr>
      </w:pPr>
      <w:bookmarkStart w:id="35" w:name="_Toc5221070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35</w:t>
      </w:r>
      <w:bookmarkEnd w:id="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أرادَ البَقاءَ ولا بَقاءَ فَلْ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باکِرِ</w:t>
      </w:r>
      <w:r>
        <w:rPr>
          <w:rtl/>
          <w:lang w:bidi="fa-IR"/>
        </w:rPr>
        <w:t xml:space="preserve"> الغَداءَ ، وَل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جَوِّدِ</w:t>
      </w:r>
      <w:r>
        <w:rPr>
          <w:rtl/>
          <w:lang w:bidi="fa-IR"/>
        </w:rPr>
        <w:t xml:space="preserve"> الحِذاءَ ، وَل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خَفِّفِ</w:t>
      </w:r>
      <w:r>
        <w:rPr>
          <w:rtl/>
          <w:lang w:bidi="fa-IR"/>
        </w:rPr>
        <w:t xml:space="preserve"> الرِّداءَ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طالب ماندن است ، که البته ماندن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؛ صبح زود صبحانه بخورد ، کفشِ خوب بپوشد، قرض خود را کم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2 / 38 / 112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36" w:name="_Toc5221070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36</w:t>
      </w:r>
      <w:bookmarkEnd w:id="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تَرْکُ</w:t>
      </w:r>
      <w:r>
        <w:rPr>
          <w:rtl/>
          <w:lang w:bidi="fa-IR"/>
        </w:rPr>
        <w:t xml:space="preserve"> لُقْمَةِ حَرامٍ أحَبُّ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من صلاةِ ألفَ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رَکْعَةٍ تَطَوُّعا؛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</w:t>
      </w:r>
      <w:r>
        <w:rPr>
          <w:rtl/>
          <w:lang w:bidi="fa-IR"/>
        </w:rPr>
        <w:t xml:space="preserve"> گذاشتن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لقمه حرام ، نزد خدا محبوتر است از خواندن دو هزار رکعت نماز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 : 2 / 120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37" w:name="_Toc5221070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37</w:t>
      </w:r>
      <w:bookmarkEnd w:id="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أطِبْ</w:t>
      </w:r>
      <w:r>
        <w:rPr>
          <w:rtl/>
          <w:lang w:bidi="fa-IR"/>
        </w:rPr>
        <w:t xml:space="preserve"> کَسبَکَ تُستَجَبْ دَعوَتُکَ ،فإنَّ الرّجلَ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رفَعُ</w:t>
      </w:r>
      <w:r>
        <w:rPr>
          <w:rtl/>
          <w:lang w:bidi="fa-IR"/>
        </w:rPr>
        <w:t xml:space="preserve"> اللُّقْمَةَ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(حَراما ) فما تُستَجابُ له دَعوَةٌ أربَع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آمدت را پاک کن تا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مستجاب شود؛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هرگاه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لقمه [حرام ] به دهان خود ببرد، تا چهل روز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بحار الأنوار : 93 / 358 / 16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38" w:name="_Toc5221070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38</w:t>
      </w:r>
      <w:bookmarkEnd w:id="38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استَبطَأ الرِّزقَ فَل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کثِرْمِن</w:t>
      </w:r>
      <w:r>
        <w:rPr>
          <w:rtl/>
          <w:lang w:bidi="fa-IR"/>
        </w:rPr>
        <w:t xml:space="preserve"> التَّکب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، ومَن‌کَثُرَ هَمُّهُ وغَمُّهُ فَل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کثِرْ</w:t>
      </w:r>
      <w:r>
        <w:rPr>
          <w:rtl/>
          <w:lang w:bidi="fa-IR"/>
        </w:rPr>
        <w:t xml:space="preserve"> مِن الاستِغفارِ؛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اندوهش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استغفار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9325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39" w:name="_Toc5221070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39</w:t>
      </w:r>
      <w:bookmarkEnd w:id="3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الرِّزقُ</w:t>
      </w:r>
      <w:r>
        <w:rPr>
          <w:rtl/>
          <w:lang w:bidi="fa-IR"/>
        </w:rPr>
        <w:t xml:space="preserve"> أسرَعُ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طعِمُ</w:t>
      </w:r>
      <w:r>
        <w:rPr>
          <w:rtl/>
          <w:lang w:bidi="fa-IR"/>
        </w:rPr>
        <w:t xml:space="preserve"> الطَّعامَ ، مِن السِّکِّ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السَّنام؛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اطعام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، سـر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ـعتر</w:t>
      </w:r>
      <w:r>
        <w:rPr>
          <w:rtl/>
          <w:lang w:bidi="fa-IR"/>
        </w:rPr>
        <w:t xml:space="preserve"> از فرو رفتن کارد در کوهان شتر ، به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74/362/71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0" w:name="_Toc5221070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40</w:t>
      </w:r>
      <w:bookmarkEnd w:id="4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أکثِرُوا</w:t>
      </w:r>
      <w:r>
        <w:rPr>
          <w:rtl/>
          <w:lang w:bidi="fa-IR"/>
        </w:rPr>
        <w:t xml:space="preserve"> مِن الصَّدَقَةِ تُرزَقُوا؛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صـدقـه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خداوند به شما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77 / 176 / 10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1" w:name="_Toc5221070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41</w:t>
      </w:r>
      <w:bookmarkEnd w:id="4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مُواساةُ</w:t>
      </w:r>
      <w:r>
        <w:rPr>
          <w:rtl/>
          <w:lang w:bidi="fa-IR"/>
        </w:rPr>
        <w:t xml:space="preserve"> الأخِ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عز و جل تَزِ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الرِّزقِ؛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کمک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بحار</w:t>
      </w:r>
      <w:r>
        <w:rPr>
          <w:rtl/>
          <w:lang w:bidi="fa-IR"/>
        </w:rPr>
        <w:t xml:space="preserve"> الأنوار : 74 / 395 / 22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2" w:name="_Toc5221070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42</w:t>
      </w:r>
      <w:bookmarkEnd w:id="4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اقتَصَدَ أغناهُ اللّه؛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خداوند توانگرش گرداند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 : 1 / 167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3" w:name="_Toc5221070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43</w:t>
      </w:r>
      <w:bookmarkEnd w:id="4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امبرخدا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العِبادَةُ</w:t>
      </w:r>
      <w:r>
        <w:rPr>
          <w:rtl/>
          <w:lang w:bidi="fa-IR"/>
        </w:rPr>
        <w:t xml:space="preserve"> عَشرَةُ أجزاءٍتِسعَةُ أجزاءٍ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طَلَبِ الحَلالِ؛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ده جزو دارد ، که نُه جـزو آن طـلـب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9 / 37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4" w:name="_Toc5221070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44</w:t>
      </w:r>
      <w:bookmarkEnd w:id="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امبرخدا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الکادُّ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الِهِ</w:t>
      </w:r>
      <w:r>
        <w:rPr>
          <w:rtl/>
          <w:lang w:bidi="fa-IR"/>
        </w:rPr>
        <w:t xml:space="preserve"> کالُمجاهِدِ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(هـز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ـنـه</w:t>
      </w:r>
      <w:r>
        <w:rPr>
          <w:rtl/>
          <w:lang w:bidi="fa-IR"/>
        </w:rPr>
        <w:t>) خانوده‌اش زحمت بکشد ، مانند مجاهدِ در راه خداست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13 / 59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45" w:name="_Toc5221070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45</w:t>
      </w:r>
      <w:bookmarkEnd w:id="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اللّه‌َ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حِبُّ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عَبدَهُ تَعِبا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طَلَبِ الحَلالِ؛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دوست دارد که بنده‌اش در راه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خسته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9200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6" w:name="_Toc5221070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46</w:t>
      </w:r>
      <w:bookmarkEnd w:id="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امبرخدا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طَلبُ</w:t>
      </w:r>
      <w:r>
        <w:rPr>
          <w:rtl/>
          <w:lang w:bidi="fa-IR"/>
        </w:rPr>
        <w:t xml:space="preserve"> الحَلالِ فَر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کُلِّ مُسلمٍ ومُسلمةٍ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کسب</w:t>
      </w:r>
      <w:r>
        <w:rPr>
          <w:rtl/>
          <w:lang w:bidi="fa-IR"/>
        </w:rPr>
        <w:t xml:space="preserve"> درآمد حلال ، بر هر مرد و زن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 : 389 / 1079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7" w:name="_Toc5221070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47</w:t>
      </w:r>
      <w:bookmarkEnd w:id="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امبرخدا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أکَلَ مِن کَدِّ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، مَرَّ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الصِّراطِ کالبَرقِ الخاطِفِ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از دسـتـرنج خود بخورد ، مانند برقِ جهنده ، از صراط بگذرد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 : 390 / 1085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48" w:name="_Toc5221070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48</w:t>
      </w:r>
      <w:bookmarkEnd w:id="4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کَثُرَ مالُ رجُلٍ قَطُّ إلاّ عَظُمَتِ الحُجّهُ للّه‌ِ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، فإن قَدَرتُم أن تَدفَعوها عَن أنفُسِکُم فافعَلوا 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</w:t>
      </w:r>
      <w:r>
        <w:rPr>
          <w:rtl/>
          <w:lang w:bidi="fa-IR"/>
        </w:rPr>
        <w:t xml:space="preserve"> : بماذا ؟ قالَ : بقَضاءِ حَوائجِ إخوانِکُم مِن أموالِکُم؛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ثروت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نشد 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حجّت خداوند متعال بر او بزرگ شد . پس ،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حجّت را از خود دور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عرض شد : با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؟ فرمودند: با برآوردن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برادران خود از اموالتان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302 / 600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49" w:name="_Toc5221070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49</w:t>
      </w:r>
      <w:bookmarkEnd w:id="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المالُ</w:t>
      </w:r>
      <w:r>
        <w:rPr>
          <w:rtl/>
          <w:lang w:bidi="fa-IR"/>
        </w:rPr>
        <w:t xml:space="preserve"> ما أفادَ الرِّجالَ؛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 است که به مردمان سود رساند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508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50" w:name="_Toc5221070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50</w:t>
      </w:r>
      <w:bookmarkEnd w:id="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المالُ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کرِمُ</w:t>
      </w:r>
      <w:r>
        <w:rPr>
          <w:rtl/>
          <w:lang w:bidi="fa-IR"/>
        </w:rPr>
        <w:t xml:space="preserve"> صاحِبَهُ ما بَذَلَهُ ،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نُهُ</w:t>
      </w:r>
      <w:r>
        <w:rPr>
          <w:rtl/>
          <w:lang w:bidi="fa-IR"/>
        </w:rPr>
        <w:t xml:space="preserve"> ما بَخِلَ بهِ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و ثروت ، صاحب خود را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بذل و بخشش کند،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گرداند</w:t>
      </w:r>
      <w:r>
        <w:rPr>
          <w:rtl/>
          <w:lang w:bidi="fa-IR"/>
        </w:rPr>
        <w:t xml:space="preserve"> و هرگاه بخل ورزد خوارش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سازد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1838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51" w:name="_Toc52210709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51</w:t>
      </w:r>
      <w:bookmarkEnd w:id="5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إنّما</w:t>
      </w:r>
      <w:r>
        <w:rPr>
          <w:rtl/>
          <w:lang w:bidi="fa-IR"/>
        </w:rPr>
        <w:t xml:space="preserve"> أعطاکُمُ اللّه‌ُ هذهِ الفُضولَ مِن الأموالِ لتُوَجِّهوها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ثُ</w:t>
      </w:r>
      <w:r>
        <w:rPr>
          <w:rtl/>
          <w:lang w:bidi="fa-IR"/>
        </w:rPr>
        <w:t xml:space="preserve"> وَجَّهَها اللّه‌ُ عز و جل ، ولَم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عطِکُموها</w:t>
      </w:r>
      <w:r>
        <w:rPr>
          <w:rtl/>
          <w:lang w:bidi="fa-IR"/>
        </w:rPr>
        <w:t xml:space="preserve"> لِتَکنِزوها؛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شما داده است تا آنها را در جهت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عز و جل معلوم کرده است به کار 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آنها را به شما نداده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: 2/57/1693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52" w:name="_Toc52210709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52</w:t>
      </w:r>
      <w:bookmarkEnd w:id="5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أمسِکْ</w:t>
      </w:r>
      <w:r>
        <w:rPr>
          <w:rtl/>
          <w:lang w:bidi="fa-IR"/>
        </w:rPr>
        <w:t xml:space="preserve"> مِن المالِ بقَدرِ ضَرورَتِکَ ، وقَدِّمِ الفَضلَ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ومِ</w:t>
      </w:r>
      <w:r>
        <w:rPr>
          <w:rtl/>
          <w:lang w:bidi="fa-IR"/>
        </w:rPr>
        <w:t xml:space="preserve"> حاجَتِکَ؛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مــال و دارا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بـه انـدازه ضرورت خود نگه دار و مازاد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منتخب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 : 524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53" w:name="_Toc5221070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53</w:t>
      </w:r>
      <w:bookmarkEnd w:id="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مالِ المَرءِ ذَخائِرُ الصَّدَقَةِ؛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مال‌انسان، اندوخته‌ها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 : 2/182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54" w:name="_Toc5221071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54</w:t>
      </w:r>
      <w:bookmarkEnd w:id="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أفضَلُ</w:t>
      </w:r>
      <w:r>
        <w:rPr>
          <w:rtl/>
          <w:lang w:bidi="fa-IR"/>
        </w:rPr>
        <w:t xml:space="preserve"> المالِ ما وُقِ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بهِ‌العِرضُ ، وقُضِ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بهِ الحُقوقُ؛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آن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آبرو حفظ و حقوق پرداخته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78 / 7 / 60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55" w:name="_Toc5221071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55</w:t>
      </w:r>
      <w:bookmarkEnd w:id="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اللّه‌َ سبحانَهُ فَرَضَ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أموالِ الأغن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أقواتَ الفُقَراءِ ، فما جاعَ فَق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إلاّ بما مُتِّعَ بهِ غَن</w:t>
      </w:r>
      <w:r>
        <w:rPr>
          <w:rFonts w:hint="cs"/>
          <w:rtl/>
          <w:lang w:bidi="fa-IR"/>
        </w:rPr>
        <w:t>یٌّ</w:t>
      </w:r>
      <w:r>
        <w:rPr>
          <w:rtl/>
          <w:lang w:bidi="fa-IR"/>
        </w:rPr>
        <w:t xml:space="preserve"> ، واللّه‌ُ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سائلُهُم عن ذلکَ؛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سبحان خوراک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را در اموال توانگران قرار داده‌است. پس 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نماند، مگر به سبب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ثروتمند از حقّ او بهره‌مند شده‌است.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از آنان بازخواست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البلاغه: حکمت 328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56" w:name="_Toc5221071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56</w:t>
      </w:r>
      <w:bookmarkEnd w:id="56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التّاجرُ</w:t>
      </w:r>
      <w:r>
        <w:rPr>
          <w:rtl/>
          <w:lang w:bidi="fa-IR"/>
        </w:rPr>
        <w:t xml:space="preserve"> الصَّدوقُ تَحتَ ظِلِّ العَرشِ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کاسب</w:t>
      </w:r>
      <w:r>
        <w:rPr>
          <w:rtl/>
          <w:lang w:bidi="fa-IR"/>
        </w:rPr>
        <w:t xml:space="preserve"> راستگو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عرش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العمال : 9218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57" w:name="_Toc5221071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57</w:t>
      </w:r>
      <w:bookmarkEnd w:id="57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التّاجرُ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الصَّدوقُ المسلِمُ معَ الشّهداءِ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کاسب</w:t>
      </w:r>
      <w:r>
        <w:rPr>
          <w:rtl/>
          <w:lang w:bidi="fa-IR"/>
        </w:rPr>
        <w:t xml:space="preserve"> درستکارِ راستگو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،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 .</w:t>
      </w:r>
    </w:p>
    <w:p w:rsidR="0052521E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العمال : 9216</w:t>
      </w:r>
    </w:p>
    <w:p w:rsidR="002650EF" w:rsidRDefault="0052521E" w:rsidP="005252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58" w:name="_Toc5221071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58</w:t>
      </w:r>
      <w:bookmarkEnd w:id="58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رَحِمَ</w:t>
      </w:r>
      <w:r>
        <w:rPr>
          <w:rtl/>
          <w:lang w:bidi="fa-IR"/>
        </w:rPr>
        <w:t xml:space="preserve"> اللّه‌ُ عبدا سَمْحا إذا باعَ ، سَمْحا إذا اشْتَر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سَمحا إذا 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سَمحا إذا اقْتَض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رحمت کند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فروش و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پس دادن وام و پس گرفتن آن آسان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9453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59" w:name="_Toc5221071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59</w:t>
      </w:r>
      <w:bookmarkEnd w:id="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</w:t>
      </w:r>
      <w:r>
        <w:rPr>
          <w:rFonts w:hint="cs"/>
          <w:rtl/>
          <w:lang w:bidi="fa-IR"/>
        </w:rPr>
        <w:t>یُّ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مسلِمٍ أقالَ مسلِما 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</w:t>
      </w:r>
      <w:r>
        <w:rPr>
          <w:rtl/>
          <w:lang w:bidi="fa-IR"/>
        </w:rPr>
        <w:t xml:space="preserve"> نَدامَةٍ أقالَهُ اللّه‌ُ عز و جل عَثْرتَهُ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 مسلمان معامله کننده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شود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فسخ کند و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خداوند در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لغزشها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درگذرد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: 12 / 287 / 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60" w:name="_Toc5221071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60</w:t>
      </w:r>
      <w:bookmarkEnd w:id="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أرادَ التّجارةَ فلْ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تَفقَّهْ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نِهِ</w:t>
      </w:r>
      <w:r>
        <w:rPr>
          <w:rtl/>
          <w:lang w:bidi="fa-IR"/>
        </w:rPr>
        <w:t xml:space="preserve">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علمَ</w:t>
      </w:r>
      <w:r>
        <w:rPr>
          <w:rtl/>
          <w:lang w:bidi="fa-IR"/>
        </w:rPr>
        <w:t xml:space="preserve"> بذلکَ 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حِلُّ</w:t>
      </w:r>
      <w:r>
        <w:rPr>
          <w:rtl/>
          <w:lang w:bidi="fa-IR"/>
        </w:rPr>
        <w:t xml:space="preserve"> لَهُ مِمّا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حْرُمُ</w:t>
      </w:r>
      <w:r>
        <w:rPr>
          <w:rtl/>
          <w:lang w:bidi="fa-IR"/>
        </w:rPr>
        <w:t xml:space="preserve">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، ومَن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تَفقّهْ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نِهِ</w:t>
      </w:r>
      <w:r>
        <w:rPr>
          <w:rtl/>
          <w:lang w:bidi="fa-IR"/>
        </w:rPr>
        <w:t xml:space="preserve"> ثُمّ اتّجَرَ تَورَّطَ الشُّبُهاتِ؛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 بخواهد تجارت کند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تا حلال را از حرام بازشناسند.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و تجارت کند در کام شبهات فرو غلتد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: 12 / 283 / 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61" w:name="_Toc5221071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61</w:t>
      </w:r>
      <w:bookmarkEnd w:id="61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مَعشَر التُّجّارِ ، الفِقْهَ ثُمَّ المَتْجَرَ ، الفِقْهَ ثُمّ المَتْجَرَ ، الفِقْهَ ثُمّ المَتْجَرَ؛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جماعت بازرگان ! احکام داد و ستد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سپس تجارت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احکام داد و ستد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سپس تجارت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احکام داد و ستد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سپس تجارت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5 / 150 / 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62" w:name="_Toc5221071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62</w:t>
      </w:r>
      <w:bookmarkEnd w:id="62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الکَسبِ کَسبُ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دَ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العامِلِ إذا نَصَحَ؛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درآمد، درآمــدِ کارگر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کارش صداقت داشته باشد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: 76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63" w:name="_Toc5221071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63</w:t>
      </w:r>
      <w:bookmarkEnd w:id="63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أکَلَ أحَدٌ طَعاما قطُّ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مِن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أکُلَ</w:t>
      </w:r>
      <w:r>
        <w:rPr>
          <w:rtl/>
          <w:lang w:bidi="fa-IR"/>
        </w:rPr>
        <w:t xml:space="preserve"> مِن عَمَلِ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، وإنّ نَب</w:t>
      </w:r>
      <w:r>
        <w:rPr>
          <w:rFonts w:hint="cs"/>
          <w:rtl/>
          <w:lang w:bidi="fa-IR"/>
        </w:rPr>
        <w:t>یَّ</w:t>
      </w:r>
      <w:r>
        <w:rPr>
          <w:rtl/>
          <w:lang w:bidi="fa-IR"/>
        </w:rPr>
        <w:t xml:space="preserve"> اللّه داودَ کانَ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أکُلُ</w:t>
      </w:r>
      <w:r>
        <w:rPr>
          <w:rtl/>
          <w:lang w:bidi="fa-IR"/>
        </w:rPr>
        <w:t xml:space="preserve"> مِن عَمَلِ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بهتر از دسترنج خود، نخورده‌است.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خدا، داود، از دسترنج خود،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کنزالعمّال</w:t>
      </w:r>
      <w:r>
        <w:rPr>
          <w:rtl/>
          <w:lang w:bidi="fa-IR"/>
        </w:rPr>
        <w:t xml:space="preserve"> : 9223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2521E">
      <w:pPr>
        <w:pStyle w:val="Heading2"/>
        <w:rPr>
          <w:rtl/>
          <w:lang w:bidi="fa-IR"/>
        </w:rPr>
      </w:pPr>
      <w:bookmarkStart w:id="64" w:name="_Toc5221071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64</w:t>
      </w:r>
      <w:bookmarkEnd w:id="64"/>
    </w:p>
    <w:p w:rsidR="002650EF" w:rsidRDefault="002650EF" w:rsidP="005252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تَعرَّضوا</w:t>
      </w:r>
      <w:r>
        <w:rPr>
          <w:rtl/>
          <w:lang w:bidi="fa-IR"/>
        </w:rPr>
        <w:t xml:space="preserve"> للتِّجاراتِ ، فإنّ لَکُم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غِن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عمّا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النّاسِ، وإنّ اللّه‌َ عز وجل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حِبُّ</w:t>
      </w:r>
      <w:r>
        <w:rPr>
          <w:rtl/>
          <w:lang w:bidi="fa-IR"/>
        </w:rPr>
        <w:t xml:space="preserve"> الُمحتَرِفَ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از 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 و جل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شه‌ور</w:t>
      </w:r>
      <w:r>
        <w:rPr>
          <w:rtl/>
          <w:lang w:bidi="fa-IR"/>
        </w:rPr>
        <w:t xml:space="preserve"> درستکار را دوست دارد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: 12 / 4 / 6</w:t>
      </w:r>
    </w:p>
    <w:p w:rsidR="002650EF" w:rsidRDefault="0052521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2521E">
      <w:pPr>
        <w:pStyle w:val="Heading2"/>
        <w:rPr>
          <w:rtl/>
          <w:lang w:bidi="fa-IR"/>
        </w:rPr>
      </w:pPr>
      <w:bookmarkStart w:id="65" w:name="_Toc5221071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65</w:t>
      </w:r>
      <w:bookmarkEnd w:id="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امتَحِنوا</w:t>
      </w:r>
      <w:r>
        <w:rPr>
          <w:rtl/>
          <w:lang w:bidi="fa-IR"/>
        </w:rPr>
        <w:t xml:space="preserve"> شِ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عَتَنا</w:t>
      </w:r>
      <w:r>
        <w:rPr>
          <w:rtl/>
          <w:lang w:bidi="fa-IR"/>
        </w:rPr>
        <w:t xml:space="preserve"> عِندَ ثَلاثٍ : عِندَ مَواق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الصَّلاةِ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مُحافَظَتُهُم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، وعِندَ أسرارِهِم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حِفظُهُم لَها عِندَ عَدُوِّنا ، وإل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أموالِهِم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مُواساتُهُم لإخوانِهِم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را در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در اوقات نمازشان ، که چگونه بر آنها مواظبت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؛ در اسرارشان ، که چگونه آنها را از دشمنان ما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در اموالشان ، که چگونه با آن به برادران خود کمک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 xml:space="preserve"> : 103 / 62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506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66" w:name="_Toc5221071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66</w:t>
      </w:r>
      <w:bookmarkEnd w:id="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واسَ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وَأَنصَفَ النّاسَ مِن نَفسِهِ فَذلِکَ المُؤمِنُ حَقّا؛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کمک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مردم منصفانه رفتار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خصال،</w:t>
      </w:r>
      <w:r>
        <w:rPr>
          <w:rtl/>
          <w:lang w:bidi="fa-IR"/>
        </w:rPr>
        <w:t xml:space="preserve"> ص 47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67" w:name="_Toc5221071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67</w:t>
      </w:r>
      <w:bookmarkEnd w:id="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اَلْعِبادَةُ</w:t>
      </w:r>
      <w:r>
        <w:rPr>
          <w:rtl/>
          <w:lang w:bidi="fa-IR"/>
        </w:rPr>
        <w:t xml:space="preserve"> عَشَرَةَاَجْزاءٍ تِسْعَـةٌ مِنْها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طَلَبِ الْحَلالِ؛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عبادت</w:t>
      </w:r>
      <w:r>
        <w:rPr>
          <w:rtl/>
          <w:lang w:bidi="fa-IR"/>
        </w:rPr>
        <w:t xml:space="preserve"> ده جزء است که نه جزء آن در کار و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 ج??، ص??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68" w:name="_Toc5221071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68</w:t>
      </w:r>
      <w:bookmarkEnd w:id="6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کُلُّ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صَناعَةٍ</w:t>
      </w:r>
      <w:r>
        <w:rPr>
          <w:rtl/>
          <w:lang w:bidi="fa-IR"/>
        </w:rPr>
        <w:t xml:space="preserve"> مُضطَرًّ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ثَلاثِ خِصالٍ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حْتلِبُ</w:t>
      </w:r>
      <w:r>
        <w:rPr>
          <w:rtl/>
          <w:lang w:bidi="fa-IR"/>
        </w:rPr>
        <w:t xml:space="preserve"> بِها الْکَسْبَ: و هُوَ اَن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کُونَ</w:t>
      </w:r>
      <w:r>
        <w:rPr>
          <w:rtl/>
          <w:lang w:bidi="fa-IR"/>
        </w:rPr>
        <w:t xml:space="preserve"> حاذِقاً بِعِلْمٍ مُؤَدّ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لِلْاَمانَةِ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هِ،</w:t>
      </w:r>
      <w:r>
        <w:rPr>
          <w:rtl/>
          <w:lang w:bidi="fa-IR"/>
        </w:rPr>
        <w:t xml:space="preserve"> مُسْتَم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لاً</w:t>
      </w:r>
      <w:r>
        <w:rPr>
          <w:rtl/>
          <w:lang w:bidi="fa-IR"/>
        </w:rPr>
        <w:t xml:space="preserve"> لِمَنِ اسْتَعْمَلَهُ؛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اهل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کسب و کار خود (که کارش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) به سه مطلب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است: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تخصص</w:t>
      </w:r>
      <w:r>
        <w:rPr>
          <w:rtl/>
          <w:lang w:bidi="fa-IR"/>
        </w:rPr>
        <w:t xml:space="preserve"> و باهوش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فن و حرفه مورد نظر،ام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و در کار و مال مردم، امانت و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حفظ کندو با کارفرما و صاحب کار، خوش‌برخورد و خوش‌قلب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ج75، ح235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69" w:name="_Toc5221071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69</w:t>
      </w:r>
      <w:bookmarkEnd w:id="6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طَلَبَ التَّجارَةَ اِستَغْنَ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عَنِ النّاسِ؛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دنبال تجارت رود از مردم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ج17، ص12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70" w:name="_Toc5221071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70</w:t>
      </w:r>
      <w:bookmarkEnd w:id="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طَلَبُ</w:t>
      </w:r>
      <w:r>
        <w:rPr>
          <w:rtl/>
          <w:lang w:bidi="fa-IR"/>
        </w:rPr>
        <w:t xml:space="preserve"> الحَلالِ فَرِ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ضَةٌ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کُلِّ مُسلِمٍ و مُسلِمَةٍ؛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کردن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مال حلال، بر هر مرد و زن مسلمان واجب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الاخبار، ص 389،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1079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71" w:name="_Toc52210711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71</w:t>
      </w:r>
      <w:bookmarkEnd w:id="7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معشر التّجّار إنّ اللَّه باعثکم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فجّارا إلّا من صدق و أدّ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الأمانه؛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 بازرگانان خدا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بدکار محشورتان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مگر آن که راست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امانت نگه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72" w:name="_Toc52210711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72</w:t>
      </w:r>
      <w:bookmarkEnd w:id="7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نفقه</w:t>
      </w:r>
      <w:r>
        <w:rPr>
          <w:rtl/>
          <w:lang w:bidi="fa-IR"/>
        </w:rPr>
        <w:t xml:space="preserve"> الرّجل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أهله صدقه؛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 خود کند، صدقه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73" w:name="_Toc52210711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73</w:t>
      </w:r>
      <w:bookmarkEnd w:id="7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فقه الرّجل رفقه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مدارا</w:t>
      </w:r>
      <w:r>
        <w:rPr>
          <w:rtl/>
          <w:lang w:bidi="fa-IR"/>
        </w:rPr>
        <w:t xml:space="preserve"> در معاش از دانش مرد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74" w:name="_Toc52210712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74</w:t>
      </w:r>
      <w:bookmarkEnd w:id="7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استطاع منکم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عرضه بماله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فعل؛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از شما تواند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آبرو را به مال خود حفظ کند، حفظ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75" w:name="_Toc52210712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75</w:t>
      </w:r>
      <w:bookmarkEnd w:id="7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أراد أن تستجاب دعوته و أن تکشف کربته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فرج</w:t>
      </w:r>
      <w:r>
        <w:rPr>
          <w:rtl/>
          <w:lang w:bidi="fa-IR"/>
        </w:rPr>
        <w:t xml:space="preserve"> عن معسر؛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خواهد دعوتش مستجاب شود و غمش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تنگ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76" w:name="_Toc52210712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76</w:t>
      </w:r>
      <w:bookmarkEnd w:id="7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أنظر معسرا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سرته</w:t>
      </w:r>
      <w:r>
        <w:rPr>
          <w:rtl/>
          <w:lang w:bidi="fa-IR"/>
        </w:rPr>
        <w:t xml:space="preserve"> أنظره اللَّه بذنبه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توبته؛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مهلت دهد تا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خدا گناهش را مهلت دهد تا توبه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77" w:name="_Toc52210712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77</w:t>
      </w:r>
      <w:bookmarkEnd w:id="7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باع دارا ثمّ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</w:t>
      </w:r>
      <w:r>
        <w:rPr>
          <w:rtl/>
          <w:lang w:bidi="fa-IR"/>
        </w:rPr>
        <w:t xml:space="preserve"> ثمنها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مثلها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بارک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فروشد و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آن خانه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نخرد، برکت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78" w:name="_Toc52210712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78</w:t>
      </w:r>
      <w:bookmarkEnd w:id="7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نفّس عن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أو محا عنه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ظلّ العرش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به قرضدار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مهلت دهد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قرض او را قلم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عرش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79" w:name="_Toc52210712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79</w:t>
      </w:r>
      <w:bookmarkEnd w:id="7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مناوله</w:t>
      </w:r>
      <w:r>
        <w:rPr>
          <w:rtl/>
          <w:lang w:bidi="fa-IR"/>
        </w:rPr>
        <w:t xml:space="preserve"> المسک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السّوء؛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عطا</w:t>
      </w:r>
      <w:r>
        <w:rPr>
          <w:rtl/>
          <w:lang w:bidi="fa-IR"/>
        </w:rPr>
        <w:t xml:space="preserve"> به مستمندان از مرگ بد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0" w:name="_Toc52210712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80</w:t>
      </w:r>
      <w:bookmarkEnd w:id="8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الآخره؛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به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دهد خدا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به او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1" w:name="_Toc52210712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81</w:t>
      </w:r>
      <w:bookmarkEnd w:id="8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أقال نادما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أقاله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عثرته؛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معامله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اقاله کند خدا از گناهانش بگذرد.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82" w:name="_Toc52210712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82</w:t>
      </w:r>
      <w:bookmarkEnd w:id="8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أنظر معسرا و وضع عنه أظلّه اللَّه تحت ظلّ عرشه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لا ظلّ إلّا ظلّه؛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مهلت دهد و بار او را سبک کند خداوند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عرش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آورد.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3" w:name="_Toc52210712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83</w:t>
      </w:r>
      <w:bookmarkEnd w:id="8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نقص مال من صدقه؛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از صدقه دادن نقصان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4" w:name="_Toc52210713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84</w:t>
      </w:r>
      <w:bookmarkEnd w:id="8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أطعمت زوجتک فهو لک صدقه، و ما أطعمت ولدک فهو لک صدقه، و ما أطعمت خادمک فهو لک صدقه، و ما أطعمت نفسک فهو لک صدقه؛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به همسر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بخوران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صدقه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چه به فرزند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بخوران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صدقه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چه به خدمتکار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بخوران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صدقه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چه بخو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5" w:name="_Toc52210713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85</w:t>
      </w:r>
      <w:bookmarkEnd w:id="8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نقص مال من صدقه و لا عف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عن مظلمه إلّا زاده اللَّه بها عزّا؛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صدقه کاهش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از مظلمه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نگذرد مگر خدا در قبال آن عزت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6" w:name="_Toc52210713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86</w:t>
      </w:r>
      <w:bookmarkEnd w:id="8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تستبطئوا الرّزق فإنّه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عبد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بلغه</w:t>
      </w:r>
      <w:r>
        <w:rPr>
          <w:rtl/>
          <w:lang w:bidi="fa-IR"/>
        </w:rPr>
        <w:t xml:space="preserve"> آخر رزق هو له، فاتّقوا اللَّه و أجملوا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الطّلب: أخذ الحلال و ترک الحرام؛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مپندار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بهره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برسد، از خدا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طلب 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در طلب) گرفتن حلال و رها کردن حرام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7" w:name="_Toc52210713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87</w:t>
      </w:r>
      <w:bookmarkEnd w:id="8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أذن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التّجاره لأهل الجنّه لاتّجروا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البزّ و العطر؛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اگر</w:t>
      </w:r>
      <w:r>
        <w:rPr>
          <w:rtl/>
          <w:lang w:bidi="fa-IR"/>
        </w:rPr>
        <w:t xml:space="preserve"> خدا ب</w:t>
      </w:r>
      <w:r w:rsidR="00AF334F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اهل بهشت اجازه تجارت داده بود، تجارت پارچه و عطر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8" w:name="_Toc52210713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88</w:t>
      </w:r>
      <w:bookmarkEnd w:id="8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لعثره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حلال أفضل عند اللَّه من ضرب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حولا کاملا؛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افتادن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کسب حلال نزد خدا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زدن بهتر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89" w:name="_Toc52210713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89</w:t>
      </w:r>
      <w:bookmarkEnd w:id="8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الکاسب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اللَّه؛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دست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کسب کند، دوست خداست.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0" w:name="_Toc52210713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90</w:t>
      </w:r>
      <w:bookmarkEnd w:id="9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لمن ذلّ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و حسنت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قته</w:t>
      </w:r>
      <w:r>
        <w:rPr>
          <w:rtl/>
          <w:lang w:bidi="fa-IR"/>
        </w:rPr>
        <w:t xml:space="preserve"> و أنفق الفضل من ماله و أمسک الفضل من قوله و وسعته السّنّه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عدها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البدعه؛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خوشا</w:t>
      </w:r>
      <w:r>
        <w:rPr>
          <w:rtl/>
          <w:lang w:bidi="fa-IR"/>
        </w:rPr>
        <w:t xml:space="preserve"> آن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خوار است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و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ببخشد و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نگه دارد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سست باشد و از سنت به بدعت نرود.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1" w:name="_Toc52210713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91</w:t>
      </w:r>
      <w:bookmarkEnd w:id="9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الصّدقات</w:t>
      </w:r>
      <w:r>
        <w:rPr>
          <w:rtl/>
          <w:lang w:bidi="fa-IR"/>
        </w:rPr>
        <w:t xml:space="preserve"> بالغدوات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ذهبن</w:t>
      </w:r>
      <w:r>
        <w:rPr>
          <w:rtl/>
          <w:lang w:bidi="fa-IR"/>
        </w:rPr>
        <w:t xml:space="preserve"> بالعاهات؛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صبحگاه مرض 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2" w:name="_Toc52210713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92</w:t>
      </w:r>
      <w:bookmarkEnd w:id="9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الصّدقه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وجهها و اصطناع المعروف و برّ الوالد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صله الرّحم تحوّل الشّقاء سعاده و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العمر و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مصارع السّوء؛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به موقع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پدر و مادر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tl/>
          <w:lang w:bidi="fa-IR"/>
        </w:rPr>
        <w:t xml:space="preserve">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خوشبخت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مبدل کند و عمر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دهد و از مرگ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93" w:name="_Toc52210713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93</w:t>
      </w:r>
      <w:bookmarkEnd w:id="9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الصّدقه</w:t>
      </w:r>
      <w:r>
        <w:rPr>
          <w:rtl/>
          <w:lang w:bidi="fa-IR"/>
        </w:rPr>
        <w:t xml:space="preserve"> تمنع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السّوء؛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مانع مرگ بد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4" w:name="_Toc52210714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94</w:t>
      </w:r>
      <w:bookmarkEnd w:id="9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الصّدقه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القرابه صدقه وصله؛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هم صدقه است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5" w:name="_Toc52210714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95</w:t>
      </w:r>
      <w:bookmarkEnd w:id="9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الصّدقه</w:t>
      </w:r>
      <w:r>
        <w:rPr>
          <w:rtl/>
          <w:lang w:bidi="fa-IR"/>
        </w:rPr>
        <w:t xml:space="preserve"> تطف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الخط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ئه</w:t>
      </w:r>
      <w:r>
        <w:rPr>
          <w:rtl/>
          <w:lang w:bidi="fa-IR"/>
        </w:rPr>
        <w:t xml:space="preserve">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الماء النّار؛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گناه را خاموش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 که آب آتش را خاموش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96" w:name="_Toc52210714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96</w:t>
      </w:r>
      <w:bookmarkEnd w:id="9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المرء المسلم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العمر و تمنع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السّوء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</w:t>
      </w:r>
      <w:r>
        <w:rPr>
          <w:rtl/>
          <w:lang w:bidi="fa-IR"/>
        </w:rPr>
        <w:t xml:space="preserve">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الفخر و الکبر؛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مرد مسلمان عمر را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از مرگ بد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تفاخر و تکبر را ببرد.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7" w:name="_Toc52210714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97</w:t>
      </w:r>
      <w:bookmarkEnd w:id="9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رحم</w:t>
      </w:r>
      <w:r>
        <w:rPr>
          <w:rtl/>
          <w:lang w:bidi="fa-IR"/>
        </w:rPr>
        <w:t xml:space="preserve"> اللَّه امرءا اکتسب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انفق قصدا و قدّم فضلا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فقره و حاجته؛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رحمت کند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کسب حلال کند و به اعتدال خرج کند و ما زاد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تنگ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حاجت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فرستد.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8" w:name="_Toc52210714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98</w:t>
      </w:r>
      <w:bookmarkEnd w:id="9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درهم</w:t>
      </w:r>
      <w:r>
        <w:rPr>
          <w:rtl/>
          <w:lang w:bidi="fa-IR"/>
        </w:rPr>
        <w:t xml:space="preserve"> الرّجل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صحّته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عتق رقبه عند موته؛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در حال صحت در راه خدا خرج کند بهتر از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هنگام مرگ آزاد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99" w:name="_Toc52210714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99</w:t>
      </w:r>
      <w:bookmarkEnd w:id="9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داووا</w:t>
      </w:r>
      <w:r>
        <w:rPr>
          <w:rtl/>
          <w:lang w:bidi="fa-IR"/>
        </w:rPr>
        <w:t xml:space="preserve"> مرضاکم بالصّدقه فإنّها تدفع عنکم الأمراض و الأعراض؛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خود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صدقه علاج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صدقه امراض و اعراض را از شما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100" w:name="_Toc52210714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100</w:t>
      </w:r>
      <w:bookmarkEnd w:id="10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أبواب البرّ الصّدقه؛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صدقه دادن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101" w:name="_Toc5221071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101</w:t>
      </w:r>
      <w:bookmarkEnd w:id="10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الصّدقه ما أبقت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السّفل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ابداء بمن تعول؛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ها آن است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و دست دهنده بهتر از دست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است و صدقه را از نانخوران خود آغاز کن.</w:t>
      </w:r>
    </w:p>
    <w:p w:rsidR="00AF334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AF334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102" w:name="_Toc5221071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102</w:t>
      </w:r>
      <w:bookmarkEnd w:id="10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ارکم</w:t>
      </w:r>
      <w:r>
        <w:rPr>
          <w:rtl/>
          <w:lang w:bidi="fa-IR"/>
        </w:rPr>
        <w:t xml:space="preserve"> أحسنکم قضاء للدّ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قرض خود را بهتر ادا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103" w:name="_Toc5221071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103</w:t>
      </w:r>
      <w:bookmarkEnd w:id="10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حوسب</w:t>
      </w:r>
      <w:r>
        <w:rPr>
          <w:rtl/>
          <w:lang w:bidi="fa-IR"/>
        </w:rPr>
        <w:t xml:space="preserve"> رجل ممّن کان قبلکم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وجد</w:t>
      </w:r>
      <w:r>
        <w:rPr>
          <w:rtl/>
          <w:lang w:bidi="fa-IR"/>
        </w:rPr>
        <w:t xml:space="preserve"> له من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إلّا أنّه کان رجلا موسرا و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خالط</w:t>
      </w:r>
      <w:r>
        <w:rPr>
          <w:rtl/>
          <w:lang w:bidi="fa-IR"/>
        </w:rPr>
        <w:t xml:space="preserve"> النّاس و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أمر</w:t>
      </w:r>
      <w:r>
        <w:rPr>
          <w:rtl/>
          <w:lang w:bidi="fa-IR"/>
        </w:rPr>
        <w:t xml:space="preserve"> غلمانه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تجاوزوا</w:t>
      </w:r>
      <w:r>
        <w:rPr>
          <w:rtl/>
          <w:lang w:bidi="fa-IR"/>
        </w:rPr>
        <w:t xml:space="preserve"> عن المعسر فقال اللَّه عزّ و جلّ لملائکته نحن أحقّ بذلک منه تجاوزوا عنه؛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حساب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جز آن که مرد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با مردم داد و ستد داشت و به غلامان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از مطالبه واماندگان درگذر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به فرشتگان گفت ما بگذشت از او سزاوارتر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او درگذر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AF334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F334F">
      <w:pPr>
        <w:pStyle w:val="Heading2"/>
        <w:rPr>
          <w:rtl/>
          <w:lang w:bidi="fa-IR"/>
        </w:rPr>
      </w:pPr>
      <w:bookmarkStart w:id="104" w:name="_Toc5221071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104</w:t>
      </w:r>
      <w:bookmarkEnd w:id="10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حصّنوا</w:t>
      </w:r>
      <w:r>
        <w:rPr>
          <w:rtl/>
          <w:lang w:bidi="fa-IR"/>
        </w:rPr>
        <w:t xml:space="preserve"> أموالکم بالزّکاه و داووا مرضاکم بالصّدقه و أعدّوا للبلاء الدّعاء؛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اموال</w:t>
      </w:r>
      <w:r>
        <w:rPr>
          <w:rtl/>
          <w:lang w:bidi="fa-IR"/>
        </w:rPr>
        <w:t xml:space="preserve"> خود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زکات محفوظ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ضان</w:t>
      </w:r>
      <w:r>
        <w:rPr>
          <w:rtl/>
          <w:lang w:bidi="fa-IR"/>
        </w:rPr>
        <w:t xml:space="preserve"> خود را با صدقه علاج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بلا به دعا متوسل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105" w:name="_Toc5221071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105</w:t>
      </w:r>
      <w:bookmarkEnd w:id="10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حرمه</w:t>
      </w:r>
      <w:r>
        <w:rPr>
          <w:rtl/>
          <w:lang w:bidi="fa-IR"/>
        </w:rPr>
        <w:t xml:space="preserve"> مال المسلم کحرمه دمه؛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حرمت</w:t>
      </w:r>
      <w:r>
        <w:rPr>
          <w:rtl/>
          <w:lang w:bidi="fa-IR"/>
        </w:rPr>
        <w:t xml:space="preserve"> مال مسلمان مانند حرمت خون اوست.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106" w:name="_Toc52210715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106</w:t>
      </w:r>
      <w:bookmarkEnd w:id="10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الجالب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سوقنا کالمجاهد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اللَّه و المحتکر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سوقنا کالملحد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اللَّه؛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به بازار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مانند آن کس است که در راه خدا جهاد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 که در بازار ما احتکار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کتاب خدا کافر به شمار رفته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F334F">
      <w:pPr>
        <w:pStyle w:val="Heading2"/>
        <w:rPr>
          <w:rtl/>
          <w:lang w:bidi="fa-IR"/>
        </w:rPr>
      </w:pPr>
      <w:bookmarkStart w:id="107" w:name="_Toc5221071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107</w:t>
      </w:r>
      <w:bookmarkEnd w:id="10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الثّلث</w:t>
      </w:r>
      <w:r>
        <w:rPr>
          <w:rtl/>
          <w:lang w:bidi="fa-IR"/>
        </w:rPr>
        <w:t xml:space="preserve"> و الثّلث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إنّک أن تذر ورثتک أغن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أن تذرهم عالّه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تکفّفون</w:t>
      </w:r>
      <w:r>
        <w:rPr>
          <w:rtl/>
          <w:lang w:bidi="fa-IR"/>
        </w:rPr>
        <w:t xml:space="preserve"> النّاس و إنّک لن تنفق نفقه تبتغ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وجه اللَّه إلّا أجرت بها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تجعل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أمرأتک؛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ضمن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فقط ثلث مال خود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ده و ثلث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تو اگر وارثان خود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واگذار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آن است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محتاج مردم باشند،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خدا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مگر آنکه در مقابل آن پاداش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زن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08" w:name="_Toc5221071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108</w:t>
      </w:r>
      <w:bookmarkEnd w:id="10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ثلاثه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حبّهم</w:t>
      </w:r>
      <w:r>
        <w:rPr>
          <w:rtl/>
          <w:lang w:bidi="fa-IR"/>
        </w:rPr>
        <w:t xml:space="preserve"> اللَّه عزّ و جلّ: رجل قام من اللّ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تلوا</w:t>
      </w:r>
      <w:r>
        <w:rPr>
          <w:rtl/>
          <w:lang w:bidi="fa-IR"/>
        </w:rPr>
        <w:t xml:space="preserve"> کتاب اللَّه و رجل تصدّق صدقه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من شماله و رجل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فانهزم أصحابه فاستقبل العدوّ؛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کسند که خدا آنها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کتاب خدا را بخواند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دست راست خود صدقه دهد و آن را از دست چپ خود </w:t>
      </w:r>
      <w:r>
        <w:rPr>
          <w:rtl/>
          <w:lang w:bidi="fa-IR"/>
        </w:rPr>
        <w:lastRenderedPageBreak/>
        <w:t>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جنگ رود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او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رود.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09" w:name="_Toc5221071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109</w:t>
      </w:r>
      <w:bookmarkEnd w:id="10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ثلاث</w:t>
      </w:r>
      <w:r>
        <w:rPr>
          <w:rtl/>
          <w:lang w:bidi="fa-IR"/>
        </w:rPr>
        <w:t xml:space="preserve"> أقسم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هنّ</w:t>
      </w:r>
      <w:r>
        <w:rPr>
          <w:rtl/>
          <w:lang w:bidi="fa-IR"/>
        </w:rPr>
        <w:t>: ما نقص مال قطّ من صدقه فتصدّقوا و لا عفا رجل عن مظلمه ظلمها إلّا زاده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عزّا فاعفوا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زدکم</w:t>
      </w:r>
      <w:r>
        <w:rPr>
          <w:rtl/>
          <w:lang w:bidi="fa-IR"/>
        </w:rPr>
        <w:t xml:space="preserve"> اللَّه عزّا و لا فتح رجل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باب مسأله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</w:t>
      </w:r>
      <w:r>
        <w:rPr>
          <w:rtl/>
          <w:lang w:bidi="fa-IR"/>
        </w:rPr>
        <w:t xml:space="preserve"> النّاس إلّا فتح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باب 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که در باره آن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مال از صدقه کاهش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پس صدقه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 او رفته است نبخشد مگر آنکه خداوند عزت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خداوند عزت شما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 سؤال را بر خود نگشا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تن به سؤال ندهد مگر آن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خداوند در فقر را بر او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0" w:name="_Toc5221071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110</w:t>
      </w:r>
      <w:bookmarkEnd w:id="11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نصف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التّودّد نصف العقل و الهمّ نصف الهرم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است و مردم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عقل است و غم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1" w:name="_Toc5221071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111</w:t>
      </w:r>
      <w:bookmarkEnd w:id="11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التّاجر</w:t>
      </w:r>
      <w:r>
        <w:rPr>
          <w:rtl/>
          <w:lang w:bidi="fa-IR"/>
        </w:rPr>
        <w:t xml:space="preserve"> الصّدوق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حجب</w:t>
      </w:r>
      <w:r>
        <w:rPr>
          <w:rtl/>
          <w:lang w:bidi="fa-IR"/>
        </w:rPr>
        <w:t xml:space="preserve"> من أبواب الجنّه؛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تاجر راستگو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2" w:name="_Toc52210715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112</w:t>
      </w:r>
      <w:bookmarkEnd w:id="11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التّاجر</w:t>
      </w:r>
      <w:r>
        <w:rPr>
          <w:rtl/>
          <w:lang w:bidi="fa-IR"/>
        </w:rPr>
        <w:t xml:space="preserve"> الصّدوق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 النّب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الصّدّ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الشّهداء؛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راستگو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درستکار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قان</w:t>
      </w:r>
      <w:r>
        <w:rPr>
          <w:rtl/>
          <w:lang w:bidi="fa-IR"/>
        </w:rPr>
        <w:t xml:space="preserve">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3" w:name="_Toc5221071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113</w:t>
      </w:r>
      <w:bookmarkEnd w:id="11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التّاجر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الصّدوق المسلم مع الشّهداء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درستکار راست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51C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51CD3">
      <w:pPr>
        <w:pStyle w:val="Heading2"/>
        <w:rPr>
          <w:rtl/>
          <w:lang w:bidi="fa-IR"/>
        </w:rPr>
      </w:pPr>
      <w:bookmarkStart w:id="114" w:name="_Toc5221071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114</w:t>
      </w:r>
      <w:bookmarkEnd w:id="11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تصدّقوا</w:t>
      </w:r>
      <w:r>
        <w:rPr>
          <w:rtl/>
          <w:lang w:bidi="fa-IR"/>
        </w:rPr>
        <w:t xml:space="preserve"> 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الرّجل بصدقته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بها: لو جئت بها بالأمس لقبلتها فأمّا الآن فلا حاجه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انسان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دادن برود و آن که صدقه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برده اند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آورده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اما امروز بدان حاجت ندارم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که صدقه او را قبول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5" w:name="_Toc5221071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115</w:t>
      </w:r>
      <w:bookmarkEnd w:id="11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تصدّقوا</w:t>
      </w:r>
      <w:r>
        <w:rPr>
          <w:rtl/>
          <w:lang w:bidi="fa-IR"/>
        </w:rPr>
        <w:t xml:space="preserve"> فإنّ الصّدقه فکاککم من النّار؛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صدقه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از آتش جهنم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6" w:name="_Toc5221071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116</w:t>
      </w:r>
      <w:bookmarkEnd w:id="11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باکروا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الرّزق و الحوائج فإنّ الغدوّ برکه و نجاح؛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زود در طلب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حاجتها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صبح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برکت و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7" w:name="_Toc5221071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117</w:t>
      </w:r>
      <w:bookmarkEnd w:id="11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باکروا</w:t>
      </w:r>
      <w:r>
        <w:rPr>
          <w:rtl/>
          <w:lang w:bidi="fa-IR"/>
        </w:rPr>
        <w:t xml:space="preserve"> بالصّدقه فإنّ البلاء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تخطّ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الصّدقه؛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بامداد</w:t>
      </w:r>
      <w:r>
        <w:rPr>
          <w:rtl/>
          <w:lang w:bidi="fa-IR"/>
        </w:rPr>
        <w:t xml:space="preserve"> خود را با صدقه آغاز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بلا از صدقه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8" w:name="_Toc5221071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118</w:t>
      </w:r>
      <w:bookmarkEnd w:id="11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أوّل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العبد نفقته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ترازو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 خود کرده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19" w:name="_Toc5221071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119</w:t>
      </w:r>
      <w:bookmarkEnd w:id="11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ممّا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لحق</w:t>
      </w:r>
      <w:r>
        <w:rPr>
          <w:rtl/>
          <w:lang w:bidi="fa-IR"/>
        </w:rPr>
        <w:t xml:space="preserve"> المؤمن من عمله و حسناته بعد موته علما نشره و ولدا صالحا ترکه و مصحفا ورّثه أو مسجدا بناه أو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لابن السّب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بناه أو نهرا أجراه أو صدقه أخرجها من ماله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صحّته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اته</w:t>
      </w:r>
      <w:r>
        <w:rPr>
          <w:rtl/>
          <w:lang w:bidi="fa-IR"/>
        </w:rPr>
        <w:t xml:space="preserve"> تلحقه من بعد موته؛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جمله اعمال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 که بعد از مرگ بدو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منتشر کرده باشد و فرزند پارسائ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جا گذاشته باشد و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ارث گذاشته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بنا کرده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بپا کرده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کمک او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افته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دوران صحت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مال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جدا کرده باشد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پس از مرگ بدو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0" w:name="_Toc5221071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120</w:t>
      </w:r>
      <w:bookmarkEnd w:id="1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صدقه السّرّ تطف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غضب الرّبّ و إنّ صله الرّحم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العمر و إنّ صنائع المعروف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مصارع السّوء؛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نهان خشم خدا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عمر را افزون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1" w:name="_Toc52210716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121</w:t>
      </w:r>
      <w:bookmarkEnd w:id="12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اللَّه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درء</w:t>
      </w:r>
      <w:r>
        <w:rPr>
          <w:rtl/>
          <w:lang w:bidi="fa-IR"/>
        </w:rPr>
        <w:t xml:space="preserve"> بالصّدقه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من السّوء؛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صدقه هفتاد قسم مرگ بد را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51CD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51CD3" w:rsidP="00E51C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51CD3">
      <w:pPr>
        <w:pStyle w:val="Heading2"/>
        <w:rPr>
          <w:rtl/>
          <w:lang w:bidi="fa-IR"/>
        </w:rPr>
      </w:pPr>
      <w:bookmarkStart w:id="122" w:name="_Toc52210716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122</w:t>
      </w:r>
      <w:bookmarkEnd w:id="12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الصّدقه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أخذها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لأحدکم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أحدکم مهره،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إنّ اللّقمه تص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مثل أحد؛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صدقه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 را به دست راست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همچنان که کره اسب خود را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آنجا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لقمه به اندازه کوه احد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3" w:name="_Toc5221071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123</w:t>
      </w:r>
      <w:bookmarkEnd w:id="1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العبد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تصدّق</w:t>
      </w:r>
      <w:r>
        <w:rPr>
          <w:rtl/>
          <w:lang w:bidi="fa-IR"/>
        </w:rPr>
        <w:t xml:space="preserve"> بالکسره تربو عند اللَّه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تکون مثل أحد؛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پاره نان صدقه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مثل کوه احد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4" w:name="_Toc5221071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124</w:t>
      </w:r>
      <w:bookmarkEnd w:id="1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الصّدقه لا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المال إلّا کثره؛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مال را افزون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5" w:name="_Toc5221071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125</w:t>
      </w:r>
      <w:bookmarkEnd w:id="1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الصّدقه لتطف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أهلها حرّ القبور و إنّما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ستظلّ</w:t>
      </w:r>
      <w:r>
        <w:rPr>
          <w:rtl/>
          <w:lang w:bidi="fa-IR"/>
        </w:rPr>
        <w:t xml:space="preserve"> المؤمن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ظلّ صدقته؛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صدقه دهندگان را 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مؤمن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صدقه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6" w:name="_Toc5221071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126</w:t>
      </w:r>
      <w:bookmarkEnd w:id="1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إبل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بعث</w:t>
      </w:r>
      <w:r>
        <w:rPr>
          <w:rtl/>
          <w:lang w:bidi="fa-IR"/>
        </w:rPr>
        <w:t xml:space="preserve"> أشدّ أصحابه و أقو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أصحابه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صنع</w:t>
      </w:r>
      <w:r>
        <w:rPr>
          <w:rtl/>
          <w:lang w:bidi="fa-IR"/>
        </w:rPr>
        <w:t xml:space="preserve"> المعروف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محکم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که با دارائ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7" w:name="_Toc5221071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127</w:t>
      </w:r>
      <w:bookmarkEnd w:id="1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أنفق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تحص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لا توع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خرج</w:t>
      </w:r>
      <w:r>
        <w:rPr>
          <w:rtl/>
          <w:lang w:bidi="fa-IR"/>
        </w:rPr>
        <w:t xml:space="preserve"> کن و حساب مکن که خدا بر تو حساب کند و بخل مورز که خدا بر تو بخل ورزد.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8" w:name="_Toc5221071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128</w:t>
      </w:r>
      <w:bookmarkEnd w:id="1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أفضل</w:t>
      </w:r>
      <w:r>
        <w:rPr>
          <w:rtl/>
          <w:lang w:bidi="fa-IR"/>
        </w:rPr>
        <w:t xml:space="preserve"> الکسب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مبرور و عمل الرّجل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 ها معامله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نادرست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نباشد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مرد با دست خود انجام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29" w:name="_Toc5221071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129</w:t>
      </w:r>
      <w:bookmarkEnd w:id="1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أفضل</w:t>
      </w:r>
      <w:r>
        <w:rPr>
          <w:rtl/>
          <w:lang w:bidi="fa-IR"/>
        </w:rPr>
        <w:t xml:space="preserve"> الصّدقه ما کان عن ظهر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السّفل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ابدأ بمن تعول؛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حال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دست دهنده بهتر از دست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51C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51CD3">
      <w:pPr>
        <w:pStyle w:val="Heading2"/>
        <w:rPr>
          <w:rtl/>
          <w:lang w:bidi="fa-IR"/>
        </w:rPr>
      </w:pPr>
      <w:bookmarkStart w:id="130" w:name="_Toc5221071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130</w:t>
      </w:r>
      <w:bookmarkEnd w:id="1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أفضل</w:t>
      </w:r>
      <w:r>
        <w:rPr>
          <w:rtl/>
          <w:lang w:bidi="fa-IR"/>
        </w:rPr>
        <w:t xml:space="preserve"> الدّنان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نفقه</w:t>
      </w:r>
      <w:r>
        <w:rPr>
          <w:rtl/>
          <w:lang w:bidi="fa-IR"/>
        </w:rPr>
        <w:t xml:space="preserve"> الرّجل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پولها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 خوران خود خرج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1" w:name="_Toc5221071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131</w:t>
      </w:r>
      <w:bookmarkEnd w:id="13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أفضل</w:t>
      </w:r>
      <w:r>
        <w:rPr>
          <w:rtl/>
          <w:lang w:bidi="fa-IR"/>
        </w:rPr>
        <w:t xml:space="preserve"> الأعمال الکسب من الحلال؛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کسب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2" w:name="_Toc5221071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132</w:t>
      </w:r>
      <w:bookmarkEnd w:id="1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اعملوا</w:t>
      </w:r>
      <w:r>
        <w:rPr>
          <w:rtl/>
          <w:lang w:bidi="fa-IR"/>
        </w:rPr>
        <w:t xml:space="preserve"> فکلّ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لما خلق له؛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ساخته شده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51C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51CD3">
      <w:pPr>
        <w:pStyle w:val="Heading2"/>
        <w:rPr>
          <w:rtl/>
          <w:lang w:bidi="fa-IR"/>
        </w:rPr>
      </w:pPr>
      <w:bookmarkStart w:id="133" w:name="_Toc5221071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133</w:t>
      </w:r>
      <w:bookmarkEnd w:id="1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اعلم</w:t>
      </w:r>
      <w:r>
        <w:rPr>
          <w:rtl/>
          <w:lang w:bidi="fa-IR"/>
        </w:rPr>
        <w:t xml:space="preserve"> أنّه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منکم من أحد إلّا مال وارثه أحبّ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ماله. مالک ما قدّمت و مال وارثک ما أخّرت؛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همه شما مال وارث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مال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مال تو آن است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 وارث آن است که بجا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4" w:name="_Toc5221071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134</w:t>
      </w:r>
      <w:bookmarkEnd w:id="13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أعط</w:t>
      </w:r>
      <w:r>
        <w:rPr>
          <w:rtl/>
          <w:lang w:bidi="fa-IR"/>
        </w:rPr>
        <w:t xml:space="preserve"> السّائل و لو جاءک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 و أعط الأج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حقّه قبل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جفّ</w:t>
      </w:r>
      <w:r>
        <w:rPr>
          <w:rtl/>
          <w:lang w:bidi="fa-IR"/>
        </w:rPr>
        <w:t xml:space="preserve"> عرقه؛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 و گر چه بر اسب به نزد تو آمد و مزد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که عرقش خشک شود بپرداز.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5" w:name="_Toc5221071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135</w:t>
      </w:r>
      <w:bookmarkEnd w:id="1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الکسب عمل الرّجل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 ها آن است که مرد با دست خود کار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51C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51CD3">
      <w:pPr>
        <w:pStyle w:val="Heading2"/>
        <w:rPr>
          <w:rtl/>
          <w:lang w:bidi="fa-IR"/>
        </w:rPr>
      </w:pPr>
      <w:bookmarkStart w:id="136" w:name="_Toc5221071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136</w:t>
      </w:r>
      <w:bookmarkEnd w:id="1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اللَّه أحدکم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بدأ</w:t>
      </w:r>
      <w:r>
        <w:rPr>
          <w:rtl/>
          <w:lang w:bidi="fa-IR"/>
        </w:rPr>
        <w:t xml:space="preserve"> بنفسه و 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در صرف آن از خود و کسان خود آغاز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7" w:name="_Toc5221071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137</w:t>
      </w:r>
      <w:bookmarkEnd w:id="1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حسن عسکر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پارساتر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کار شبهه‌ناک، توقف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(تحف‌العقول/489)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8" w:name="_Toc5221071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138</w:t>
      </w:r>
      <w:bookmarkEnd w:id="138"/>
    </w:p>
    <w:p w:rsidR="002650EF" w:rsidRDefault="002650EF" w:rsidP="00E51C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سجاد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به روز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به او داده بسنده کند از ثروتمند‌تر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(تحف‌العقول/282)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39" w:name="_Toc5221071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139</w:t>
      </w:r>
      <w:bookmarkEnd w:id="13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رَسُولُ اللّهِ</w:t>
      </w:r>
      <w:r w:rsidR="00E51CD3" w:rsidRPr="00E51CD3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اَلصَّدقَةُ</w:t>
      </w:r>
      <w:r>
        <w:rPr>
          <w:rtl/>
          <w:lang w:bidi="fa-IR"/>
        </w:rPr>
        <w:t xml:space="preserve"> بِعَشْر، وَ الْقَرْضُ بِثَمانِ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عَشَرَ، وَ صِلَةُ الرَّحِمِ بِأرْبَعَةَ وَ عِشْر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پاداش</w:t>
      </w:r>
      <w:r>
        <w:rPr>
          <w:rtl/>
          <w:lang w:bidi="fa-IR"/>
        </w:rPr>
        <w:t xml:space="preserve"> و ثواب دادنِ صدقه ده برابر درجه، ودادن قرض الحسنه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درجه، و انجام صله رحم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 درجه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خواهد داشت.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الوسائل، ج 7، ص 194، ح 8010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51CD3">
      <w:pPr>
        <w:pStyle w:val="Heading2"/>
        <w:rPr>
          <w:rtl/>
          <w:lang w:bidi="fa-IR"/>
        </w:rPr>
      </w:pPr>
      <w:bookmarkStart w:id="140" w:name="_Toc5221071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140</w:t>
      </w:r>
      <w:bookmarkEnd w:id="14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رَسُولُ اللّهِ</w:t>
      </w:r>
      <w:r w:rsidR="00E51CD3" w:rsidRPr="00E51CD3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أنْظَرَ مُعْسِراً، کانَ لَهُ بِکُلِّ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</w:t>
      </w:r>
      <w:r>
        <w:rPr>
          <w:rtl/>
          <w:lang w:bidi="fa-IR"/>
        </w:rPr>
        <w:t xml:space="preserve"> صَدَقَةٌ؛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بدهکار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مهلت دهد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روزش ثواب صدقه در راه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100، ص 151، ح 17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1" w:name="_Toc5221071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141</w:t>
      </w:r>
      <w:bookmarkEnd w:id="14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رَسُولُ اللّهِ</w:t>
      </w:r>
      <w:r w:rsidR="00E51CD3" w:rsidRPr="00E51CD3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بَکِرُّوا</w:t>
      </w:r>
      <w:r>
        <w:rPr>
          <w:rtl/>
          <w:lang w:bidi="fa-IR"/>
        </w:rPr>
        <w:t xml:space="preserve"> بِالصَّدَّقَةِ، فَإنَّ الْبَلاءَ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تَخَطاّها؛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صبحگاهان</w:t>
      </w:r>
      <w:r>
        <w:rPr>
          <w:rtl/>
          <w:lang w:bidi="fa-IR"/>
        </w:rPr>
        <w:t xml:space="preserve"> حرکت و کار خود را با دادن صدقه شروع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چون که بلاها و آفت ها را بر 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</w:t>
      </w:r>
    </w:p>
    <w:p w:rsidR="008B24D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 93، ص 177، ح 8</w:t>
      </w:r>
    </w:p>
    <w:p w:rsidR="002650EF" w:rsidRDefault="008B24D3" w:rsidP="008B24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42" w:name="_Toc5221071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142</w:t>
      </w:r>
      <w:bookmarkEnd w:id="142"/>
    </w:p>
    <w:p w:rsidR="002650EF" w:rsidRDefault="002650EF" w:rsidP="008B24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</w:t>
      </w:r>
      <w:r>
        <w:rPr>
          <w:rtl/>
          <w:lang w:bidi="fa-IR"/>
        </w:rPr>
        <w:t xml:space="preserve"> لم تقبل صلوته؛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نماز بخواند،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زکات و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نپردازد، نمازش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 بحار الانوار، ج ,96 ص 12 )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3" w:name="_Toc5221071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143</w:t>
      </w:r>
      <w:bookmarkEnd w:id="14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لمن اسلم وکان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کفافاً وقواه شداداً؛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خوشبخت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اسلام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و به قدر معاش خود در آمد دارد وقوا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الانوار : 72 / 67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4" w:name="_Toc5221071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144</w:t>
      </w:r>
      <w:bookmarkEnd w:id="1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طَلَبُ</w:t>
      </w:r>
      <w:r>
        <w:rPr>
          <w:rtl/>
          <w:lang w:bidi="fa-IR"/>
        </w:rPr>
        <w:t xml:space="preserve"> الْحَلالِ فَر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ضَةٌ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کُلِّ مُسْلِمٍ وَ مُسْلِمَةٍ؛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کسب</w:t>
      </w:r>
      <w:r>
        <w:rPr>
          <w:rtl/>
          <w:lang w:bidi="fa-IR"/>
        </w:rPr>
        <w:t xml:space="preserve"> درآمد حلال، بر هر مرد و زن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الأخبار، ص 389، ح 1079.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45" w:name="_Toc5221071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145</w:t>
      </w:r>
      <w:bookmarkEnd w:id="1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اَکَلَ مِنْ کَدِّ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حَلالاً فُتِحَ لَهُ اَبْوابُ الْجَنَّةِ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دْخُلَ</w:t>
      </w:r>
      <w:r>
        <w:rPr>
          <w:rtl/>
          <w:lang w:bidi="fa-IR"/>
        </w:rPr>
        <w:t xml:space="preserve"> مِنْ اَ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شاءَ؛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از دسترنج حلال خود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بخورَد،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تا از هر کدام که بخواهد، وارد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الأخبار، ص 390، ح 1086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6" w:name="_Toc5221071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146</w:t>
      </w:r>
      <w:bookmarkEnd w:id="1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اِسْتَنْزِلُوا</w:t>
      </w:r>
      <w:r>
        <w:rPr>
          <w:rtl/>
          <w:lang w:bidi="fa-IR"/>
        </w:rPr>
        <w:t xml:space="preserve"> الرِّزْقَ بِالصَّدقَةِ وَ الْبُکورُ مُبارَکٌ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عِ</w:t>
      </w:r>
      <w:r>
        <w:rPr>
          <w:rtl/>
          <w:lang w:bidi="fa-IR"/>
        </w:rPr>
        <w:t xml:space="preserve"> النِّعَمِ خُصوصاً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الرِّزْقِ وَ حُسْنُ الْخَطِّ مِنْ مَفات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حِ</w:t>
      </w:r>
      <w:r>
        <w:rPr>
          <w:rtl/>
          <w:lang w:bidi="fa-IR"/>
        </w:rPr>
        <w:t xml:space="preserve"> الرِّزْقِ وَ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الْکَلامِ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الرِّزْقِ؛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صدقه دادن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فرود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سحرخ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برکت است و همه نعمت‌ها، مخصوصاً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خط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از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رزق است و خوش‌زبان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[هم]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76، ص 318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7" w:name="_Toc5221071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147</w:t>
      </w:r>
      <w:bookmarkEnd w:id="1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اَکْثِروا</w:t>
      </w:r>
      <w:r>
        <w:rPr>
          <w:rtl/>
          <w:lang w:bidi="fa-IR"/>
        </w:rPr>
        <w:t xml:space="preserve"> مِنَ الصَّدَقَةِ تُرزَقُوا؛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خداوند به شما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بحارالأنوار،</w:t>
      </w:r>
      <w:r>
        <w:rPr>
          <w:rtl/>
          <w:lang w:bidi="fa-IR"/>
        </w:rPr>
        <w:t xml:space="preserve"> ج 77 ، ص 176، ح 10.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8" w:name="_Toc5221071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148</w:t>
      </w:r>
      <w:bookmarkEnd w:id="14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را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ندهم که اگر به آن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از شما دور شود، چندان که مشرق از مغرب دور است؟ عرض کردند: چرا. فرمودند: روزه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صدقه پشت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شکند،</w:t>
      </w:r>
      <w:r>
        <w:rPr>
          <w:rtl/>
          <w:lang w:bidi="fa-IR"/>
        </w:rPr>
        <w:t xml:space="preserve"> دوست داشتن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استغفار شا</w:t>
      </w:r>
      <w:r>
        <w:rPr>
          <w:rFonts w:hint="eastAsia"/>
          <w:rtl/>
          <w:lang w:bidi="fa-IR"/>
        </w:rPr>
        <w:t>هرگش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صدوق، ص 117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49" w:name="_Toc5221071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149</w:t>
      </w:r>
      <w:bookmarkEnd w:id="1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رسوا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بَکِرُّوا</w:t>
      </w:r>
      <w:r>
        <w:rPr>
          <w:rtl/>
          <w:lang w:bidi="fa-IR"/>
        </w:rPr>
        <w:t xml:space="preserve"> بِالصَّدَّقَهِ، فَإنَّ الْبَلاءَ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تَخَطاّها؛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صبحگاهان</w:t>
      </w:r>
      <w:r>
        <w:rPr>
          <w:rtl/>
          <w:lang w:bidi="fa-IR"/>
        </w:rPr>
        <w:t xml:space="preserve"> حرکت و کار خود را با دادن صدقه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چون بلاها و آفت‌ها را بر طرف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</w:t>
      </w:r>
      <w:r>
        <w:rPr>
          <w:rtl/>
          <w:lang w:bidi="fa-IR"/>
        </w:rPr>
        <w:t>: ج 93، ص 177، ح 8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50" w:name="_Toc5221071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150</w:t>
      </w:r>
      <w:bookmarkEnd w:id="1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اللّه‌َ سُبْحانَهُ فَرَضَ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أمْوالِ الاَْغْن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اَقْواتَ الْفُقَراءِ فَما جاعَ فَق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اِلاّ بِما مُتِّعَ بِهِ غَن</w:t>
      </w:r>
      <w:r>
        <w:rPr>
          <w:rFonts w:hint="cs"/>
          <w:rtl/>
          <w:lang w:bidi="fa-IR"/>
        </w:rPr>
        <w:t>یٌّ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وَ اللّه‌ُ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سائِلُهُمْ عَنْ ذلِکَ؛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سبحان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فقرا را در اموال ثروتمندان قرار داده است، پس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ثروتمند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او را نداده باشد و خداوند از اغن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خواهد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 صبح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صالح، حکمت 328.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1" w:name="_Toc52210719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151</w:t>
      </w:r>
      <w:bookmarkEnd w:id="15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اَحَبُّ</w:t>
      </w:r>
      <w:r>
        <w:rPr>
          <w:rtl/>
          <w:lang w:bidi="fa-IR"/>
        </w:rPr>
        <w:t xml:space="preserve"> الاَْعْمالِ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اللّه‌ِ مَنْ اَطْعَمَ مِنْ جوعٍ اَوْ دَفَعَ عَنْهُ مَغْرَما اَوْ کَشَفَ عَنْهُ کَرْبا؛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محبوب‌تر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نزد خدا،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کردن گرسنه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پرداختن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برطرف کردن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ح76.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2" w:name="_Toc52210719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152</w:t>
      </w:r>
      <w:bookmarkEnd w:id="15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أرادَ أَحَدُکُمْ أَنْ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سْتَجابَ</w:t>
      </w:r>
      <w:r>
        <w:rPr>
          <w:rtl/>
          <w:lang w:bidi="fa-IR"/>
        </w:rPr>
        <w:t xml:space="preserve"> لَهُ فَلْ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طَ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بْ</w:t>
      </w:r>
      <w:r>
        <w:rPr>
          <w:rtl/>
          <w:lang w:bidi="fa-IR"/>
        </w:rPr>
        <w:t xml:space="preserve"> کَسْبَهُ وَلْ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خْرُجْ</w:t>
      </w:r>
      <w:r>
        <w:rPr>
          <w:rtl/>
          <w:lang w:bidi="fa-IR"/>
        </w:rPr>
        <w:t xml:space="preserve"> مِنْ مَظالِمِ النّاسِ ، وَ إِنَّ اللّه‌َ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رْفَعُ</w:t>
      </w:r>
      <w:r>
        <w:rPr>
          <w:rtl/>
          <w:lang w:bidi="fa-IR"/>
        </w:rPr>
        <w:t xml:space="preserve">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دُعاء عَبْدٍ وَ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بَطْنِهِ حَرامٌ أَوْ عِنْدَهُ مَظْلَمَةٌ لأِحَدٍ مِنْ خَلْقِهِ؛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 بخواهد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شود،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کسب خود را حلال کند و حق مردم را بپردازد.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مال حرام در شکمش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گردنش باشد، به درگاه خدا بالا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93، ص 321، ح 31.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3" w:name="_Toc5221071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153</w:t>
      </w:r>
      <w:bookmarkEnd w:id="1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مَعاشِرَ</w:t>
      </w:r>
      <w:r>
        <w:rPr>
          <w:rtl/>
          <w:lang w:bidi="fa-IR"/>
        </w:rPr>
        <w:t xml:space="preserve"> النّاسِ، اَلفِقْهَ ثُمَّ الْمَتْجَرَ ، وَاللّه‌ِ لِلرِّبا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هذِهِ الاُْمَّةِ أخْف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مِنْ دَب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بِ</w:t>
      </w:r>
      <w:r>
        <w:rPr>
          <w:rtl/>
          <w:lang w:bidi="fa-IR"/>
        </w:rPr>
        <w:t xml:space="preserve"> النَّمْلِ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الصَّفا؛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ابتدا احکام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سپس تجارت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به خدا قسم که ربا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ناپ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داتر</w:t>
      </w:r>
      <w:r>
        <w:rPr>
          <w:rtl/>
          <w:lang w:bidi="fa-IR"/>
        </w:rPr>
        <w:t xml:space="preserve"> از حرکت مورچه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تخته سنگ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 103، ص 117، ح 16.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4" w:name="_Toc5221072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154</w:t>
      </w:r>
      <w:bookmarkEnd w:id="1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لَوْ</w:t>
      </w:r>
      <w:r>
        <w:rPr>
          <w:rtl/>
          <w:lang w:bidi="fa-IR"/>
        </w:rPr>
        <w:t xml:space="preserve"> اَنَّ رَجُلاً وَرِثَ مِنْ اَب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مالاً وَ قَدْ عَرَفَ اَنَّ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ذلِکَ الْمالِ رِبا وَلکِنْ قَدِ اخْتَلَطَ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التِّجارَةِ بِغَ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رِهِ</w:t>
      </w:r>
      <w:r>
        <w:rPr>
          <w:rtl/>
          <w:lang w:bidi="fa-IR"/>
        </w:rPr>
        <w:t xml:space="preserve"> حَلالٍ کانَ حَلالاً طَ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فَلْ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أْکُلْهُ</w:t>
      </w:r>
      <w:r>
        <w:rPr>
          <w:rtl/>
          <w:lang w:bidi="fa-IR"/>
        </w:rPr>
        <w:t xml:space="preserve"> وَ اِنْ عَرَفَ مِنْهُ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إنَّهُ رِبا فَلْ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أْخُذْ</w:t>
      </w:r>
      <w:r>
        <w:rPr>
          <w:rtl/>
          <w:lang w:bidi="fa-IR"/>
        </w:rPr>
        <w:t xml:space="preserve"> رَأْسَ مالِهِ وَلْ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رُدَّ</w:t>
      </w:r>
      <w:r>
        <w:rPr>
          <w:rtl/>
          <w:lang w:bidi="fa-IR"/>
        </w:rPr>
        <w:t xml:space="preserve"> الرِّبا؛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پدرش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ارث ببرد و بداند که در آن مال ربا وجود دارد،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ربو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مخلوط شده، آن مال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حلال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است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از آن استفاده کند، و اگر به ربو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مقدار مشخص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اصل مال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بردارد و مال ربو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صاحبش رد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145، ح 4.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5" w:name="_Toc5221072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155</w:t>
      </w:r>
      <w:bookmarkEnd w:id="1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وَ</w:t>
      </w:r>
      <w:r>
        <w:rPr>
          <w:rtl/>
          <w:lang w:bidi="fa-IR"/>
        </w:rPr>
        <w:t xml:space="preserve"> اغْتَنِمْ مَنِ اسْتَقْرَضَکَ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حالِ غِناکَ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جْعَلَ</w:t>
      </w:r>
      <w:r>
        <w:rPr>
          <w:rtl/>
          <w:lang w:bidi="fa-IR"/>
        </w:rPr>
        <w:t xml:space="preserve"> قَضاءَهُ لَکَ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وْمِ</w:t>
      </w:r>
      <w:r>
        <w:rPr>
          <w:rtl/>
          <w:lang w:bidi="fa-IR"/>
        </w:rPr>
        <w:t xml:space="preserve"> عُسْرَتِکَ؛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بدان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زمان توانگر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تو قرض بخواهد تا در روز تنگدست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(ق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>) بپردازد.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از نامه 31.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6" w:name="_Toc5221072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156</w:t>
      </w:r>
      <w:bookmarkEnd w:id="15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... فَاِنْ اَعْطاهُ اَکْثَرَ مِمّا اَخَذَهُ مِنْ شَرْطٍ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نَهُما</w:t>
      </w:r>
      <w:r>
        <w:rPr>
          <w:rtl/>
          <w:lang w:bidi="fa-IR"/>
        </w:rPr>
        <w:t xml:space="preserve"> فَهُوَ مُباحٌ لَهُ، وَ 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لَهُ عِنْدَ اللّه‌ِ ثَوابٌ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اَقْرَضَهُ؛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قرض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بدون قرار قبل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قرض دهنده بدهد مُباح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قرض دهنده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نخواهد گرفت.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 103، ص 157، ح 1.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57" w:name="_Toc5221072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157</w:t>
      </w:r>
      <w:bookmarkEnd w:id="15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لاَِنْ</w:t>
      </w:r>
      <w:r>
        <w:rPr>
          <w:rtl/>
          <w:lang w:bidi="fa-IR"/>
        </w:rPr>
        <w:t xml:space="preserve"> اُقْرِضَ قَرْضا اَحَبُّ اِلَ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مِنْ اَنْ اَصِلَ بِمِثْلِهِ؛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قرض بدهم،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دارم تا آن را ببخشم.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بحارالانور،</w:t>
      </w:r>
      <w:r>
        <w:rPr>
          <w:rtl/>
          <w:lang w:bidi="fa-IR"/>
        </w:rPr>
        <w:t xml:space="preserve"> ج 103، ص 139، ح 5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8" w:name="_Toc5221072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158</w:t>
      </w:r>
      <w:bookmarkEnd w:id="15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أَرادَ تُسْتَجابُ دَعْوَتُهُ وَأَنْ تُکْشَفَ کُرْبَتُهُ فَلْ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فَرِّجْ</w:t>
      </w:r>
      <w:r>
        <w:rPr>
          <w:rtl/>
          <w:lang w:bidi="fa-IR"/>
        </w:rPr>
        <w:t xml:space="preserve"> عَنْ مُعْسِرٍ؛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و اندوهش برطرف شود، به تنگدست مهلت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کنزالعمال،</w:t>
      </w:r>
      <w:r>
        <w:rPr>
          <w:rtl/>
          <w:lang w:bidi="fa-IR"/>
        </w:rPr>
        <w:t xml:space="preserve"> ج 6، ص 215، ح 15398.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59" w:name="_Toc5221072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159</w:t>
      </w:r>
      <w:bookmarkEnd w:id="1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اِعْلَمْ</w:t>
      </w:r>
      <w:r>
        <w:rPr>
          <w:rtl/>
          <w:lang w:bidi="fa-IR"/>
        </w:rPr>
        <w:t xml:space="preserve"> أَنَّ مَنِ اسْتَدانَ دَ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وَنَو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قَضاءَهُ، فَهُوَ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أَمانِ اللّه‌ِ حَتّ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قْض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هُ،</w:t>
      </w:r>
      <w:r>
        <w:rPr>
          <w:rtl/>
          <w:lang w:bidi="fa-IR"/>
        </w:rPr>
        <w:t xml:space="preserve"> فَإنْ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نْوِ</w:t>
      </w:r>
      <w:r>
        <w:rPr>
          <w:rtl/>
          <w:lang w:bidi="fa-IR"/>
        </w:rPr>
        <w:t xml:space="preserve"> قَضاءَهُ فَهُوَ سارِقٌ؛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قرض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داشته باشد آن را پس دهد در امان خداست تا آن را اداء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نداشته باشد آن را به صاحبش برگرداند، دزد محسوب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فقه</w:t>
      </w:r>
      <w:r>
        <w:rPr>
          <w:rtl/>
          <w:lang w:bidi="fa-IR"/>
        </w:rPr>
        <w:t xml:space="preserve"> الرضا، ص 268.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0" w:name="_Toc5221072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160</w:t>
      </w:r>
      <w:bookmarkEnd w:id="1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احْتاجَ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أَخوهُ الْمُسْلِمُ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قَرْضٍ وَ هُوَ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قْدِرُ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فَلَمْ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فْعَلْ</w:t>
      </w:r>
      <w:r>
        <w:rPr>
          <w:rtl/>
          <w:lang w:bidi="fa-IR"/>
        </w:rPr>
        <w:t xml:space="preserve"> حَرَّمَ اللّه‌ُ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</w:t>
      </w:r>
      <w:r>
        <w:rPr>
          <w:rtl/>
          <w:lang w:bidi="fa-IR"/>
        </w:rPr>
        <w:t xml:space="preserve"> الْجَنَّةِ؛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برادر مسلمانش در قرض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و او بتواند قرض بدهد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نکند، خداوند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را بر او حرام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صدوق، ص 516.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1" w:name="_Toc5221072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161</w:t>
      </w:r>
      <w:bookmarkEnd w:id="16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أَقْرَضَ مَلْهوفافَأَحْسَنَ‌طِلْبَتَهُ‌اسْتَأْنَفَ‌الْعَمَلَ وَأَعْطاهُ اللّه‌ُ بِکُلِّ دِرْهَمٍ أَلْفَ قِنْطارٍ مِنَ الْجَنَّةِ؛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گرفتار و درمانده‌ا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بدهد و در پس گرفتن آن خوشرفتار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[گناهانش پاک شده] اعمالش را دوباره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خداوند در برابر هر درهم، هزار قنطار (ثروت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فراوان) در بهشت به او عطا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الاعمال، ص 289.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62" w:name="_Toc5221072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162</w:t>
      </w:r>
      <w:bookmarkEnd w:id="16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إِنَّ</w:t>
      </w:r>
      <w:r>
        <w:rPr>
          <w:rtl/>
          <w:lang w:bidi="fa-IR"/>
        </w:rPr>
        <w:t xml:space="preserve"> اللّه‌َ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مَعَ الدّائِنِ حَتّ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قْض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دَ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مالَمْ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کُنْ</w:t>
      </w:r>
      <w:r>
        <w:rPr>
          <w:rtl/>
          <w:lang w:bidi="fa-IR"/>
        </w:rPr>
        <w:t xml:space="preserve"> دَ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نُهُ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کْرَهُ</w:t>
      </w:r>
      <w:r>
        <w:rPr>
          <w:rtl/>
          <w:lang w:bidi="fa-IR"/>
        </w:rPr>
        <w:t xml:space="preserve"> اللّه‌ُ؛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قرض‌دار است تا قرض خود را بپردازد به‌شرط آن‌که قرض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خلاف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 733.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3" w:name="_Toc5221072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163</w:t>
      </w:r>
      <w:bookmarkEnd w:id="16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أَخَذَ أَمْوالَ النّاسِ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أَداءَها أَدَّ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اللّه‌ُ عَنْهُ وَمَنْ أَخَذَها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إِتْلافَها اَتْلَفَهُ اللّه‌ُ؛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اموال مردم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قصد پرداخت آن را داشته باشد خداوند آن را بپردازد (او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) و هر کس اموال مردم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قصد تلف کردن داشته باشد خداوند آن را تلف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 2979.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4" w:name="_Toc5221072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164</w:t>
      </w:r>
      <w:bookmarkEnd w:id="164"/>
    </w:p>
    <w:p w:rsidR="002650EF" w:rsidRDefault="002650EF" w:rsidP="008B24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8B24D3" w:rsidRPr="008B24D3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دَخَلْتُ</w:t>
      </w:r>
      <w:r>
        <w:rPr>
          <w:rtl/>
          <w:lang w:bidi="fa-IR"/>
        </w:rPr>
        <w:t xml:space="preserve"> الْجَنَّةَ فَرَأَ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بابِها: اَلصَّدَقَةُ بِعَشَرَةٍ وَالْقَرْضُ بِثَمان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عَشَرَ فَقُلْتُ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جَبْرَئ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کَ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صارَتِ الصَّدَقَةُ بِعَشَرَةٍ وَالْقَرْضُ بِثَمان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عَشَرَ؟ قالَ: لأَِنَّ الصَّدَقَةَ تَقَعُ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الْغَن</w:t>
      </w:r>
      <w:r>
        <w:rPr>
          <w:rFonts w:hint="cs"/>
          <w:rtl/>
          <w:lang w:bidi="fa-IR"/>
        </w:rPr>
        <w:t>یِّ</w:t>
      </w:r>
      <w:r>
        <w:rPr>
          <w:rtl/>
          <w:lang w:bidi="fa-IR"/>
        </w:rPr>
        <w:t xml:space="preserve"> وَالْفَق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وَالْقَرْضُ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قَعُ</w:t>
      </w:r>
      <w:r>
        <w:rPr>
          <w:rtl/>
          <w:lang w:bidi="fa-IR"/>
        </w:rPr>
        <w:t xml:space="preserve"> إِلاّ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مَنْ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حْتاجُ</w:t>
      </w:r>
      <w:r>
        <w:rPr>
          <w:rtl/>
          <w:lang w:bidi="fa-IR"/>
        </w:rPr>
        <w:t xml:space="preserve">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وارد</w:t>
      </w:r>
      <w:r>
        <w:rPr>
          <w:rtl/>
          <w:lang w:bidi="fa-IR"/>
        </w:rPr>
        <w:t xml:space="preserve"> بهشت شدم،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بر در آن نوشته است (ثواب) صدقه ده برابر است و قرض هجده برابر. گفتم: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چرا صدقه ده برابر و قرض هجده برابر است؟ گفت: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صدقه به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اما قرض جز به دست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دارد،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کنزالعمال،</w:t>
      </w:r>
      <w:r>
        <w:rPr>
          <w:rtl/>
          <w:lang w:bidi="fa-IR"/>
        </w:rPr>
        <w:t xml:space="preserve"> ج 6، ص 210، ح 15373.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5" w:name="_Toc5221072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165</w:t>
      </w:r>
      <w:bookmarkEnd w:id="1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رسوا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صَدَقَهُ</w:t>
      </w:r>
      <w:r>
        <w:rPr>
          <w:rtl/>
          <w:lang w:bidi="fa-IR"/>
        </w:rPr>
        <w:t xml:space="preserve"> السِّرِّ تُطْفِ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ءُ</w:t>
      </w:r>
      <w:r>
        <w:rPr>
          <w:rtl/>
          <w:lang w:bidi="fa-IR"/>
        </w:rPr>
        <w:t xml:space="preserve"> الْخَط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ئَهَ،</w:t>
      </w:r>
      <w:r>
        <w:rPr>
          <w:rtl/>
          <w:lang w:bidi="fa-IR"/>
        </w:rPr>
        <w:t xml:space="preserve"> کَما تُطْفِ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ءُ</w:t>
      </w:r>
      <w:r>
        <w:rPr>
          <w:rtl/>
          <w:lang w:bidi="fa-IR"/>
        </w:rPr>
        <w:t xml:space="preserve"> الماءُ النّارَ، وَ تَدْفَعُ سَبْع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باباً مِنَ الْبَلاءِ؛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محرمانه و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شود، سبب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گناهان است، همان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آب، آتش را خاموش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هفتاد نوع بلا و آفت را بر طرف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الوسائل: ج 7، ص 184، ح 7984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6" w:name="_Toc5221072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166</w:t>
      </w:r>
      <w:bookmarkEnd w:id="1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اَلصَّدَقَةُ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وَجْهِها وَاصْطِناعُ الْمَعْروفِ وَ بِرُّ الْوالِدَ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وَصِلَةُ الرَّحِمِ تُحَوِّلُ الشِّقاءَ سَعادَةً وَتَز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الْعُمْرِ وَ تَق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مَصارِ عَ السُّوءِ؛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بجا،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 و صله رحم،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خوش‌بخت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عمر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 1869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7" w:name="_Toc5221072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167</w:t>
      </w:r>
      <w:bookmarkEnd w:id="1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عبادت،</w:t>
      </w:r>
      <w:r>
        <w:rPr>
          <w:rtl/>
          <w:lang w:bidi="fa-IR"/>
        </w:rPr>
        <w:t xml:space="preserve"> هفتاد جزء است و از همه بهتر، کسب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</w:t>
      </w:r>
      <w:r w:rsidR="00414187">
        <w:rPr>
          <w:rFonts w:hint="eastAsia"/>
          <w:rtl/>
          <w:lang w:bidi="fa-IR"/>
        </w:rPr>
        <w:t xml:space="preserve">حدیث - </w:t>
      </w:r>
      <w:r>
        <w:rPr>
          <w:rFonts w:hint="eastAsia"/>
          <w:rtl/>
          <w:lang w:bidi="fa-IR"/>
        </w:rPr>
        <w:t>،ص</w:t>
      </w:r>
      <w:r>
        <w:rPr>
          <w:rtl/>
          <w:lang w:bidi="fa-IR"/>
        </w:rPr>
        <w:t xml:space="preserve"> 10.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8" w:name="_Toc5221072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168</w:t>
      </w:r>
      <w:bookmarkEnd w:id="16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دست‌رنج مشروع خود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پاداش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</w:t>
      </w:r>
      <w:r w:rsidR="00414187">
        <w:rPr>
          <w:rFonts w:hint="eastAsia"/>
          <w:rtl/>
          <w:lang w:bidi="fa-IR"/>
        </w:rPr>
        <w:t xml:space="preserve">حدیث - 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69" w:name="_Toc5221072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169</w:t>
      </w:r>
      <w:bookmarkEnd w:id="16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اَلْبَ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عانِ</w:t>
      </w:r>
      <w:r>
        <w:rPr>
          <w:rtl/>
          <w:lang w:bidi="fa-IR"/>
        </w:rPr>
        <w:t xml:space="preserve"> بِالخ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ارِ</w:t>
      </w:r>
      <w:r>
        <w:rPr>
          <w:rtl/>
          <w:lang w:bidi="fa-IR"/>
        </w:rPr>
        <w:t xml:space="preserve"> ما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تَفَرَّقا</w:t>
      </w:r>
      <w:r>
        <w:rPr>
          <w:rtl/>
          <w:lang w:bidi="fa-IR"/>
        </w:rPr>
        <w:t xml:space="preserve"> ـ او قال: حَتّ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تَفَرَّقا</w:t>
      </w:r>
      <w:r>
        <w:rPr>
          <w:rtl/>
          <w:lang w:bidi="fa-IR"/>
        </w:rPr>
        <w:t xml:space="preserve"> ـ فَاِنْ صَدَقا وَ بَ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بورِکَ لَهُما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عِهِما</w:t>
      </w:r>
      <w:r>
        <w:rPr>
          <w:rtl/>
          <w:lang w:bidi="fa-IR"/>
        </w:rPr>
        <w:t xml:space="preserve"> وَ اِنْ کَـتَما وَ کَذِبا مُحِقَت بَرَکَةُ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عِهِما؛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فروشنده، تا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جدا نشده‌اند،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[فسخ معامله را] دارند. اگر راست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[ع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را] آشکار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داد و ستد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دو، برکت خواهد داشت، و اگر [ع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[بپوشانند و دروغ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برکت دادوستدشان خواهد رفت.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3، ص 10.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0" w:name="_Toc5221072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170</w:t>
      </w:r>
      <w:bookmarkEnd w:id="1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اَلْبَرَکَةُ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مالِ مَنْ آتَ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الزَّکاةَ وَ واسَ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 وَصَلَ الاَْقْرَب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برکت</w:t>
      </w:r>
      <w:r>
        <w:rPr>
          <w:rtl/>
          <w:lang w:bidi="fa-IR"/>
        </w:rPr>
        <w:t xml:space="preserve"> در مال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زکات بپردازد، به مؤمنان مدد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کمک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العقول، ص 172.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1" w:name="_Toc52210721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171</w:t>
      </w:r>
      <w:bookmarkEnd w:id="17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باکِروا</w:t>
      </w:r>
      <w:r>
        <w:rPr>
          <w:rtl/>
          <w:lang w:bidi="fa-IR"/>
        </w:rPr>
        <w:t xml:space="preserve"> طَـلَبَ الرِّزْقِ وَ الْحَوائِجِ فَاِنَّ الغُدُوَّ بَرَکَةٌ وَ نَجاحٌ؛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ازها،</w:t>
      </w:r>
      <w:r>
        <w:rPr>
          <w:rtl/>
          <w:lang w:bidi="fa-IR"/>
        </w:rPr>
        <w:t xml:space="preserve"> سحر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چرا که حرکت در آغاز روز، [ما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] برکت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المعجم</w:t>
      </w:r>
      <w:r>
        <w:rPr>
          <w:rtl/>
          <w:lang w:bidi="fa-IR"/>
        </w:rPr>
        <w:t xml:space="preserve"> الاوسط، ج 7، ص 194، ح7250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72" w:name="_Toc52210721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172</w:t>
      </w:r>
      <w:bookmarkEnd w:id="17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مال خود بر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کند تو را بر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(و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و دررالکلم)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3" w:name="_Toc52210721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173</w:t>
      </w:r>
      <w:bookmarkEnd w:id="17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بخشش اموال بر او سهل باشد،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به او رو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(شرح غررالحکم ، ج 5، ص 229)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4" w:name="_Toc52210722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174</w:t>
      </w:r>
      <w:bookmarkEnd w:id="174"/>
    </w:p>
    <w:p w:rsidR="002650EF" w:rsidRDefault="002650EF" w:rsidP="008B24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(از اموال خود)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سود شما باشد (و به کارتان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همه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</w:t>
      </w:r>
      <w:r>
        <w:rPr>
          <w:rtl/>
          <w:lang w:bidi="fa-IR"/>
        </w:rPr>
        <w:t xml:space="preserve"> ، باب آخرت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75" w:name="_Toc52210722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175</w:t>
      </w:r>
      <w:bookmarkEnd w:id="17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است و هر چه مسلمان بر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کسان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خرج کند در قبال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صدقه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؛ و هر چه مسلمان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محفوظ دارد در قبال آن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صدقه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2173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6" w:name="_Toc52210722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176</w:t>
      </w:r>
      <w:bookmarkEnd w:id="17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غذا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کم شد،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سبک 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</w:t>
      </w:r>
      <w:r>
        <w:rPr>
          <w:rtl/>
          <w:lang w:bidi="fa-IR"/>
        </w:rPr>
        <w:t xml:space="preserve"> ، باب خوردن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7" w:name="_Toc52210722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177</w:t>
      </w:r>
      <w:bookmarkEnd w:id="17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دور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ولخرج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، و اسرافکار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خوش ندارد.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</w:t>
      </w:r>
      <w:r>
        <w:rPr>
          <w:rtl/>
          <w:lang w:bidi="fa-IR"/>
        </w:rPr>
        <w:t xml:space="preserve"> ، باب دور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78" w:name="_Toc52210722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178</w:t>
      </w:r>
      <w:bookmarkEnd w:id="17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وَ</w:t>
      </w:r>
      <w:r>
        <w:rPr>
          <w:rtl/>
          <w:lang w:bidi="fa-IR"/>
        </w:rPr>
        <w:t xml:space="preserve"> الصَّدَقَةُ دَوَاءٌ مُنْجِحٌ وَ أَعْمَالُ الْعِبَادِ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عَاجِلِهِمْ نُصْبُ أَعْ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نِهِمْ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آجَالِهِمْ؛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دادن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ثمر بخش است ، و کردار بندگان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فردا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جلوه گر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حکمت 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79" w:name="_Toc52210722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179</w:t>
      </w:r>
      <w:bookmarkEnd w:id="17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ارُکُمْ</w:t>
      </w:r>
      <w:r>
        <w:rPr>
          <w:rtl/>
          <w:lang w:bidi="fa-IR"/>
        </w:rPr>
        <w:t xml:space="preserve"> اَحْسَنُکُمْ قَضاءً لِلدَّ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قرض خود را بهتر ادا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 1474.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80" w:name="_Toc52210722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180</w:t>
      </w:r>
      <w:bookmarkEnd w:id="18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اللّه‌َ عزَّوَجَلَّ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المُحْتَرِفَ الاَْم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انسان شاغل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دوست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113، ح 1.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81" w:name="_Toc52210722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181</w:t>
      </w:r>
      <w:bookmarkEnd w:id="18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اللّه‌َ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الْعَبدَ اَنْ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کُونَ</w:t>
      </w:r>
      <w:r>
        <w:rPr>
          <w:rtl/>
          <w:lang w:bidi="fa-IR"/>
        </w:rPr>
        <w:t xml:space="preserve"> سَهْلَ الْبَ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عِ</w:t>
      </w:r>
      <w:r>
        <w:rPr>
          <w:rtl/>
          <w:lang w:bidi="fa-IR"/>
        </w:rPr>
        <w:t xml:space="preserve"> وَ سَهْلَ الشِّراءِ وَ سَهْلَ القَضاءِ وَ سَهْلَ الاِقْتِضاءِ؛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و قضاوت 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قضاوت آسان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 دوست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دعائم</w:t>
      </w:r>
      <w:r>
        <w:rPr>
          <w:rtl/>
          <w:lang w:bidi="fa-IR"/>
        </w:rPr>
        <w:t xml:space="preserve"> الاسلام، ج 1، ص 17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82" w:name="_Toc52210722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182</w:t>
      </w:r>
      <w:bookmarkEnd w:id="18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اللّه‌َ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الاِْنْفاقَ 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بْغِضُ</w:t>
      </w:r>
      <w:r>
        <w:rPr>
          <w:rtl/>
          <w:lang w:bidi="fa-IR"/>
        </w:rPr>
        <w:t xml:space="preserve"> اْلاِقْتارَ، فَاَنْفِقْ وَ اَطْعِمْ وَ لا تُصَرْصِرْ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عْسِرْ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الطَّلَبُ؛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خرج کردن را دوست دارد و با سخت خرج کردن دشمن است پس انفاق و اطعام کن و به ثروت اندوز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مپرداز که کسب ثروت تو را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ج64، ص 282، ح 43 .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83" w:name="_Toc52210722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183</w:t>
      </w:r>
      <w:bookmarkEnd w:id="18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تَصَدَّقَ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وْمٍ</w:t>
      </w:r>
      <w:r>
        <w:rPr>
          <w:rtl/>
          <w:lang w:bidi="fa-IR"/>
        </w:rPr>
        <w:t xml:space="preserve"> اَو 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لَةٍ</w:t>
      </w:r>
      <w:r>
        <w:rPr>
          <w:rtl/>
          <w:lang w:bidi="fa-IR"/>
        </w:rPr>
        <w:t xml:space="preserve"> اِنْ کَانَ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وْمٌ</w:t>
      </w:r>
      <w:r>
        <w:rPr>
          <w:rtl/>
          <w:lang w:bidi="fa-IR"/>
        </w:rPr>
        <w:t xml:space="preserve">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وْمٌ</w:t>
      </w:r>
      <w:r>
        <w:rPr>
          <w:rtl/>
          <w:lang w:bidi="fa-IR"/>
        </w:rPr>
        <w:t xml:space="preserve"> وَ اِنْ کانَ 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لَةٌ</w:t>
      </w:r>
      <w:r>
        <w:rPr>
          <w:rtl/>
          <w:lang w:bidi="fa-IR"/>
        </w:rPr>
        <w:t xml:space="preserve"> فَلَ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لٌ</w:t>
      </w:r>
      <w:r>
        <w:rPr>
          <w:rtl/>
          <w:lang w:bidi="fa-IR"/>
        </w:rPr>
        <w:t xml:space="preserve"> دَفَعَ اللّه‌ُ عَزَّوَجَلَّ عَنْهُ الْهَمَّ وَ السَّبُعَ وَ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تَةَ</w:t>
      </w:r>
      <w:r>
        <w:rPr>
          <w:rtl/>
          <w:lang w:bidi="fa-IR"/>
        </w:rPr>
        <w:t xml:space="preserve"> السُّوءِ؛</w:t>
      </w:r>
    </w:p>
    <w:p w:rsidR="002650EF" w:rsidRDefault="002650EF" w:rsidP="008B24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در روز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شب صدقه بدهد اگر روز است روز و اگر شب است، شب خداوند از او غم و اندوه، درنده و مرگ بد را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الأعمال، ص 140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84" w:name="_Toc52210723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184</w:t>
      </w:r>
      <w:bookmarkEnd w:id="18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آن است که صرف حفظ آبرو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، ج 78 ، ص 352)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85" w:name="_Toc52210723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185</w:t>
      </w:r>
      <w:bookmarkEnd w:id="18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بده هرچند کم باشد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کار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صادقانه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انجام‌شود، بزرگ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ج 1 ، ص 87)</w:t>
      </w:r>
    </w:p>
    <w:p w:rsidR="002650EF" w:rsidRDefault="008B24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B24D3">
      <w:pPr>
        <w:pStyle w:val="Heading2"/>
        <w:rPr>
          <w:rtl/>
          <w:lang w:bidi="fa-IR"/>
        </w:rPr>
      </w:pPr>
      <w:bookmarkStart w:id="186" w:name="_Toc52210723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186</w:t>
      </w:r>
      <w:bookmarkEnd w:id="18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نعمت دارد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الش</w:t>
      </w:r>
      <w:r>
        <w:rPr>
          <w:rtl/>
          <w:lang w:bidi="fa-IR"/>
        </w:rPr>
        <w:t xml:space="preserve"> در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وسعت بخشد.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(تحف العقول ، ص 466)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87" w:name="_Toc52210723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187</w:t>
      </w:r>
      <w:bookmarkEnd w:id="18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إنَّ</w:t>
      </w:r>
      <w:r>
        <w:rPr>
          <w:rtl/>
          <w:lang w:bidi="fa-IR"/>
        </w:rPr>
        <w:t xml:space="preserve"> القَصدَ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ثروتمند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 ، ص 53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B24D3">
      <w:pPr>
        <w:pStyle w:val="Heading2"/>
        <w:rPr>
          <w:rtl/>
          <w:lang w:bidi="fa-IR"/>
        </w:rPr>
      </w:pPr>
      <w:bookmarkStart w:id="188" w:name="_Toc52210723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188</w:t>
      </w:r>
      <w:bookmarkEnd w:id="18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اَلصَّدَقَةُ</w:t>
      </w:r>
      <w:r>
        <w:rPr>
          <w:rtl/>
          <w:lang w:bidi="fa-IR"/>
        </w:rPr>
        <w:t xml:space="preserve"> بِعَشرَةٍ وَ القَرضُ بِثَمانِ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عَشرَ وَ صِلَةُ الْاِخوانِ بِعِشر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 صِلَةُ الرَّحِمِ بِاَربَعَةٍ وَ عِشر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دادن، ده حسنه، قرض دادن، هجده حسنه، رابطه با برادران [د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حسنه و صله رحم،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 حسنه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10، ح 3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189" w:name="_Toc52210723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189</w:t>
      </w:r>
      <w:bookmarkEnd w:id="18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اِقنَع</w:t>
      </w:r>
      <w:r>
        <w:rPr>
          <w:rtl/>
          <w:lang w:bidi="fa-IR"/>
        </w:rPr>
        <w:t xml:space="preserve"> بِما اُوت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تَهُ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خِفَّ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الحِسابُ؛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آنچه به تو داده شده ، قناعت کن ، تا کار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 آسان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اأعلام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ص 344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0" w:name="_Toc52210723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190</w:t>
      </w:r>
      <w:bookmarkEnd w:id="19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اَلصَّدَقَةُ</w:t>
      </w:r>
      <w:r>
        <w:rPr>
          <w:rtl/>
          <w:lang w:bidi="fa-IR"/>
        </w:rPr>
        <w:t xml:space="preserve"> تَدْفَعُ الْبَلاءَ وَ هِ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اَنـْجَحُ دَواءٍ وَ تَدْفَعُ الْقَضاءَ وَ قَدْ اُبْرِمَ اِبراما وَ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ذْهَبُ</w:t>
      </w:r>
      <w:r>
        <w:rPr>
          <w:rtl/>
          <w:lang w:bidi="fa-IR"/>
        </w:rPr>
        <w:t xml:space="preserve"> بِالاَْدواءِ اِلاَّ الدُّعاءُ وَ الصَّدَقَةُ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بلا را برطرف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مؤثرتر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داروست.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گرداند</w:t>
      </w:r>
      <w:r>
        <w:rPr>
          <w:rtl/>
          <w:lang w:bidi="fa-IR"/>
        </w:rPr>
        <w:t xml:space="preserve"> و درد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دعا و صدقه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93، ص 137، ح 71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1" w:name="_Toc52210723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191</w:t>
      </w:r>
      <w:bookmarkEnd w:id="19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اِغتَنِم</w:t>
      </w:r>
      <w:r>
        <w:rPr>
          <w:rtl/>
          <w:lang w:bidi="fa-IR"/>
        </w:rPr>
        <w:t xml:space="preserve"> مَنِ استَقرَضَکَ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حالِ غِناکَ لِ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جعَلَ</w:t>
      </w:r>
      <w:r>
        <w:rPr>
          <w:rtl/>
          <w:lang w:bidi="fa-IR"/>
        </w:rPr>
        <w:t xml:space="preserve"> قَضاءَهُ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ومِ</w:t>
      </w:r>
      <w:r>
        <w:rPr>
          <w:rtl/>
          <w:lang w:bidi="fa-IR"/>
        </w:rPr>
        <w:t xml:space="preserve"> عُسرَتِکَ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حال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تو قرض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خواهد،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شمار تا در وقت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ازت</w:t>
      </w:r>
      <w:r>
        <w:rPr>
          <w:rtl/>
          <w:lang w:bidi="fa-IR"/>
        </w:rPr>
        <w:t xml:space="preserve"> جبرانش کند .</w:t>
      </w:r>
    </w:p>
    <w:p w:rsidR="00B710D4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</w:t>
      </w:r>
      <w:r>
        <w:rPr>
          <w:rtl/>
          <w:lang w:bidi="fa-IR"/>
        </w:rPr>
        <w:t xml:space="preserve"> و دررالکلم، ح 2370</w:t>
      </w:r>
    </w:p>
    <w:p w:rsidR="002650EF" w:rsidRDefault="00B710D4" w:rsidP="00B710D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192" w:name="_Toc52210723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192</w:t>
      </w:r>
      <w:bookmarkEnd w:id="19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سُوسُوا</w:t>
      </w:r>
      <w:r>
        <w:rPr>
          <w:rtl/>
          <w:lang w:bidi="fa-IR"/>
        </w:rPr>
        <w:t xml:space="preserve"> إِ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مَانَکم</w:t>
      </w:r>
      <w:r>
        <w:rPr>
          <w:rtl/>
          <w:lang w:bidi="fa-IR"/>
        </w:rPr>
        <w:t xml:space="preserve"> بِالصَّدَقَةِ وَ حَصِّنُوا أَموَالَکم بِالزَّکاةِ وَ ادفَعُوا أَموَاجَ البَلَاءِ بِالدُّعَاءِ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را با صدقه دادن و اموالتان را با زکات دادن نگاه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امواج بلا را با دعا از خود بران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البلاغه، حکمت 146 )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3" w:name="_Toc52210723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193</w:t>
      </w:r>
      <w:bookmarkEnd w:id="19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العَ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القَناعَةُ؛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قناعت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(غررالحکم، ح 2918)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4" w:name="_Toc52210724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194</w:t>
      </w:r>
      <w:bookmarkEnd w:id="19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الصَّدَقَةُ</w:t>
      </w:r>
      <w:r>
        <w:rPr>
          <w:rtl/>
          <w:lang w:bidi="fa-IR"/>
        </w:rPr>
        <w:t xml:space="preserve"> دَوَاءٌ مُنجِحٌ وَ أَعمَالُ العِبَادِ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عَاجِلِهِم نُصبُ أَع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نِهِم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آجَالِهِم؛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دادن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ثمر بخش است ، و کردار بندگان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فردا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جلوه گر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125، ح 7 )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5" w:name="_Toc52210724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195</w:t>
      </w:r>
      <w:bookmarkEnd w:id="19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اَلبَرَکةُ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مالِ مَن آتَ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الزَّکاةَ وَ واسَ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 وَصَلَ الاَقرَب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برکت</w:t>
      </w:r>
      <w:r>
        <w:rPr>
          <w:rtl/>
          <w:lang w:bidi="fa-IR"/>
        </w:rPr>
        <w:t xml:space="preserve"> در مال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زکات بپردازد، به مؤمنان مدد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کمک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(تحف العقول، ص 172)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6" w:name="_Toc52210724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196</w:t>
      </w:r>
      <w:bookmarkEnd w:id="19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اَلبَرَکةُ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مالِ مَن آتَ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الزَّکاةَ وَ واسَ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 وَصَلَ الاَقرَب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برکت</w:t>
      </w:r>
      <w:r>
        <w:rPr>
          <w:rtl/>
          <w:lang w:bidi="fa-IR"/>
        </w:rPr>
        <w:t xml:space="preserve"> در مال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زکات بپردازد، به مؤمنان مدد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کمک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(تحف العقول، ص 172)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7" w:name="_Toc52210724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197</w:t>
      </w:r>
      <w:bookmarkEnd w:id="19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اَلصَّدَقَةُ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القَرابَةِ صَدَقَةٌ وصِلَةٌ؛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دادن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شاوندان،</w:t>
      </w:r>
      <w:r>
        <w:rPr>
          <w:rtl/>
          <w:lang w:bidi="fa-IR"/>
        </w:rPr>
        <w:t xml:space="preserve"> هم صدقه است و هم صله رحم.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(مسند احمد، ج 4 ،ص 17)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198" w:name="_Toc52210724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198</w:t>
      </w:r>
      <w:bookmarkEnd w:id="19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اقتَصَرَ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بُلغَةِ الکفافِ فَقَدِ انتَظَـمَ الرّاحَةَ وَ تَبَوَّاَ خَفضَ الدَّعَةِ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اندازه‌ا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قناعت کند، به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نظم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در آسودگ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رفاه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البلاغه، حکمت 371)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199" w:name="_Toc52210724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199</w:t>
      </w:r>
      <w:bookmarkEnd w:id="19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باکروا</w:t>
      </w:r>
      <w:r>
        <w:rPr>
          <w:rtl/>
          <w:lang w:bidi="fa-IR"/>
        </w:rPr>
        <w:t xml:space="preserve"> طَـلَبَ الرِّزقِ وَ الحَوائِجِ فَاِنَّ الغُدُوَّ بَرَکةٌ وَ نَجاحٌ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ازها،</w:t>
      </w:r>
      <w:r>
        <w:rPr>
          <w:rtl/>
          <w:lang w:bidi="fa-IR"/>
        </w:rPr>
        <w:t xml:space="preserve"> سحر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چرا که حرکت در آغاز روز، [ما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] برکت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(المعجم الاوسط، ج 7، ص 194، ح 7250)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00" w:name="_Toc52210724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200</w:t>
      </w:r>
      <w:bookmarkEnd w:id="20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أرَدتَ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ثرِ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اللهُ ما لَکَ فَزَکِّهِ.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گاه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کند، زکات آن را بپرداز.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(بحار‌الأنوار، ج96، ص23)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01" w:name="_Toc5221072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201</w:t>
      </w:r>
      <w:bookmarkEnd w:id="20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أَرادَ تُستَجابُ دَعوَتُهُ وَأَن تُکشَفَ کربَتُهُ فَل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فَرِّج</w:t>
      </w:r>
      <w:r>
        <w:rPr>
          <w:rtl/>
          <w:lang w:bidi="fa-IR"/>
        </w:rPr>
        <w:t xml:space="preserve"> عَن مُعسِرٍ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و اندوهش برطرف شود، به تنگدست مهلت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(کنزالعمال، ج 6، ص 215، ح 15398 )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02" w:name="_Toc5221072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202</w:t>
      </w:r>
      <w:bookmarkEnd w:id="20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أرَدتَ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ثرِ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اللهُ ما لَکَ فَزَکِّهِ.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گاه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کند، زکات آن را بپرداز.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(بحار‌الأنوار، ج96، ص23)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03" w:name="_Toc5221072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203</w:t>
      </w:r>
      <w:bookmarkEnd w:id="20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القَنَاعَةُ</w:t>
      </w:r>
      <w:r>
        <w:rPr>
          <w:rtl/>
          <w:lang w:bidi="fa-IR"/>
        </w:rPr>
        <w:t xml:space="preserve"> مَالٌ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نفَدُ؛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قناعت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تمام 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(جهاد با نفس، ح 299)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04" w:name="_Toc5221072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204</w:t>
      </w:r>
      <w:bookmarkEnd w:id="20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أَرادَ تُستَجابُ دَعوَتُهُ وَأَن تُکشَفَ کربَتُهُ فَل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فَرِّج</w:t>
      </w:r>
      <w:r>
        <w:rPr>
          <w:rtl/>
          <w:lang w:bidi="fa-IR"/>
        </w:rPr>
        <w:t xml:space="preserve"> عَن مُعسِرٍ؛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و اندوهش برطرف شود، به تنگدست مهلت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(کنزالعمال، ج 6، ص 215، ح 15398 )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05" w:name="_Toc5221072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205</w:t>
      </w:r>
      <w:bookmarkEnd w:id="20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أرادَ أَحَدُکم أَن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ستَجابَ</w:t>
      </w:r>
      <w:r>
        <w:rPr>
          <w:rtl/>
          <w:lang w:bidi="fa-IR"/>
        </w:rPr>
        <w:t xml:space="preserve"> لَهُ فَل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کسبَهُ وَل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خرُج</w:t>
      </w:r>
      <w:r>
        <w:rPr>
          <w:rtl/>
          <w:lang w:bidi="fa-IR"/>
        </w:rPr>
        <w:t xml:space="preserve"> مِن مَظالِمِ النّاسِ ، وَ إِنَّ اللّه‌َ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رفَعُ</w:t>
      </w:r>
      <w:r>
        <w:rPr>
          <w:rtl/>
          <w:lang w:bidi="fa-IR"/>
        </w:rPr>
        <w:t xml:space="preserve"> إِلَ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دُعاء عَبدٍ وَ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بَطنِهِ حَرامٌ أَو عِندَهُ مَظلَمَةٌ لأِحَدٍ مِن خَلقِهِ؛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بخواهد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شود،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کسب خود را حلال کند و حق مردم را بپردازد.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مال حرام در شکمش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گردنش باشد، به درگاه خدا بالا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 بحارالأنوار، ج 93، ص 321، ح 31 )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06" w:name="_Toc52210725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206</w:t>
      </w:r>
      <w:bookmarkEnd w:id="20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مُ</w:t>
      </w:r>
      <w:r>
        <w:rPr>
          <w:rtl/>
          <w:lang w:bidi="fa-IR"/>
        </w:rPr>
        <w:t xml:space="preserve"> مَن صانَ عِرضَهُ بِمالِهِ وَ اللَّئ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مُ</w:t>
      </w:r>
      <w:r>
        <w:rPr>
          <w:rtl/>
          <w:lang w:bidi="fa-IR"/>
        </w:rPr>
        <w:t xml:space="preserve"> مَن صانَ مالَهُ بِعِرضِهِ؛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بزرگوار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مالش حفظ کند و فروما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مالش را با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حفظ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 الحکم و درر الکلم: ح 2159)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07" w:name="_Toc5221072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207</w:t>
      </w:r>
      <w:bookmarkEnd w:id="20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اَلتّاجِرُ</w:t>
      </w:r>
      <w:r>
        <w:rPr>
          <w:rtl/>
          <w:lang w:bidi="fa-IR"/>
        </w:rPr>
        <w:t xml:space="preserve"> الاَم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الصَدوقُ المُسلِم مَعَ الشُّهَداءِ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درستکار راستگو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مسلمان،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(کنز العمال ، ج 4 ، ص 7 ، ح 9216)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08" w:name="_Toc5221072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208</w:t>
      </w:r>
      <w:bookmarkEnd w:id="20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أفضَلُ</w:t>
      </w:r>
      <w:r>
        <w:rPr>
          <w:rtl/>
          <w:lang w:bidi="fa-IR"/>
        </w:rPr>
        <w:t xml:space="preserve"> المَالِ مَا وُقِ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بِهِ العِرضُ</w:t>
      </w:r>
      <w:r>
        <w:rPr>
          <w:rFonts w:hint="cs"/>
          <w:rtl/>
          <w:lang w:bidi="fa-IR"/>
        </w:rPr>
        <w:t>ی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آن است که آبرو با آن محفوظ ماند.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الأنوار، ج78، ص352)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09" w:name="_Toc5221072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209</w:t>
      </w:r>
      <w:bookmarkEnd w:id="20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مالِ المَرءِ ذَخائِرُ الصَّدَقَةِ</w:t>
      </w:r>
      <w:r>
        <w:rPr>
          <w:rFonts w:hint="cs"/>
          <w:rtl/>
          <w:lang w:bidi="fa-IR"/>
        </w:rPr>
        <w:t>ی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انسان، اندوخته‌ها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ج2، ص182)</w:t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(307)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0" w:name="_Toc5221072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210</w:t>
      </w:r>
      <w:bookmarkEnd w:id="21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خوشا</w:t>
      </w:r>
      <w:r>
        <w:rPr>
          <w:rtl/>
          <w:lang w:bidi="fa-IR"/>
        </w:rPr>
        <w:t xml:space="preserve"> بر آن کس که افزون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 را انفاق کند و از افزون‌گو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زبانش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!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ص30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1" w:name="_Toc5221072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211</w:t>
      </w:r>
      <w:bookmarkEnd w:id="21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اَلعِبادَهُ</w:t>
      </w:r>
      <w:r>
        <w:rPr>
          <w:rtl/>
          <w:lang w:bidi="fa-IR"/>
        </w:rPr>
        <w:t xml:space="preserve"> سَبعونَ جُزء، اَفضَلُها جُزءً طَلَبُ الحَلالِ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هفتاد جزء است و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جزء آن کسب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(ثواب الاعمال و عقاب الاعمال)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12" w:name="_Toc52210725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212</w:t>
      </w:r>
      <w:bookmarkEnd w:id="21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الصَّدَقَة َلتُطفِئُ غَضَبَ الرَّبِّ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صدقه،</w:t>
      </w:r>
      <w:r>
        <w:rPr>
          <w:rtl/>
          <w:lang w:bidi="fa-IR"/>
        </w:rPr>
        <w:t xml:space="preserve"> خشم پروردگار را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نشاند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(کنزالعمال، ح161143 )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3" w:name="_Toc5221072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213</w:t>
      </w:r>
      <w:bookmarkEnd w:id="21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حکمت 140.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4" w:name="_Toc5221072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214</w:t>
      </w:r>
      <w:bookmarkEnd w:id="21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قناعت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ج78، ص 128.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5" w:name="_Toc5221072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215</w:t>
      </w:r>
      <w:bookmarkEnd w:id="21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قناعت،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کسب و کار است 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دست دراز کردن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ح 4634.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6" w:name="_Toc5221072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216</w:t>
      </w:r>
      <w:bookmarkEnd w:id="21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حکمت 140.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7" w:name="_Toc5221072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217</w:t>
      </w:r>
      <w:bookmarkEnd w:id="21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مواساة</w:t>
      </w:r>
      <w:r>
        <w:rPr>
          <w:rtl/>
          <w:lang w:bidi="fa-IR"/>
        </w:rPr>
        <w:t xml:space="preserve"> الأخ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عزوجل تز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الرزق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کمک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ج74، ص 359.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18" w:name="_Toc5221072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218</w:t>
      </w:r>
      <w:bookmarkEnd w:id="21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اکثروا</w:t>
      </w:r>
      <w:r>
        <w:rPr>
          <w:rtl/>
          <w:lang w:bidi="fa-IR"/>
        </w:rPr>
        <w:t xml:space="preserve"> من الصدقة ترزقوا.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خداوند به شما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ج77، ص 176.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19" w:name="_Toc5221072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219</w:t>
      </w:r>
      <w:bookmarkEnd w:id="21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القنوع</w:t>
      </w:r>
      <w:r>
        <w:rPr>
          <w:rtl/>
          <w:lang w:bidi="fa-IR"/>
        </w:rPr>
        <w:t xml:space="preserve"> راحة الابدان.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قناعت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ج78، ص 128.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0" w:name="_Toc5221072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220</w:t>
      </w:r>
      <w:bookmarkEnd w:id="2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حسن بره 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رزقه.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با خانواده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باشد،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ج76، ص 60.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1" w:name="_Toc52210726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221</w:t>
      </w:r>
      <w:bookmarkEnd w:id="22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الإمام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بالصدقة، فبکروا بها، فإنها تسود وجه إبل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بر شما باد به صدقه دادن، صدقه را صبح زود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همانا (صدقه)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«تحف</w:t>
      </w:r>
      <w:r>
        <w:rPr>
          <w:rtl/>
          <w:lang w:bidi="fa-IR"/>
        </w:rPr>
        <w:t xml:space="preserve"> العقول، ص 298»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F96F7B">
      <w:pPr>
        <w:pStyle w:val="Heading1"/>
        <w:rPr>
          <w:rtl/>
          <w:lang w:bidi="fa-IR"/>
        </w:rPr>
      </w:pPr>
      <w:bookmarkStart w:id="222" w:name="_Toc522107268"/>
      <w:r>
        <w:rPr>
          <w:rFonts w:hint="eastAsia"/>
          <w:rtl/>
          <w:lang w:bidi="fa-IR"/>
        </w:rPr>
        <w:t>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bookmarkEnd w:id="222"/>
    </w:p>
    <w:p w:rsidR="00B710D4" w:rsidRDefault="00B710D4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3" w:name="_Toc5221072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2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الصّادق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إنّما الشَّح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مَنْ منع حقَّ الله و أنفقَ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حقِّ اللهِ عزّوجل.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پرداخت حق خدا (مانند زکات و خمس)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نموده، در راه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بذل و بخشش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الاخبار، ص 246»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4" w:name="_Toc5221072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2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سُئلَ</w:t>
      </w:r>
      <w:r>
        <w:rPr>
          <w:rtl/>
          <w:lang w:bidi="fa-IR"/>
        </w:rPr>
        <w:t xml:space="preserve"> الامام الحسن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عن البُخل، فقال: هو أنْ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الرَّجلُ ما أنفقهُ تَلَفاً و ما أمسَکَهُ شرَفا.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امام حسن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مورد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بخل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حضرت فرمودند: بخل آن است که انسان آنچه را انفاق و خرج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از دست رفته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بپندارد و آنچه را که نگه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شرف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75، ص 113»</w:t>
      </w:r>
    </w:p>
    <w:p w:rsidR="002650EF" w:rsidRDefault="002650EF" w:rsidP="002650EF">
      <w:pPr>
        <w:pStyle w:val="libNormal"/>
        <w:rPr>
          <w:rFonts w:hint="cs"/>
          <w:rtl/>
          <w:lang w:bidi="fa-IR"/>
        </w:rPr>
      </w:pPr>
    </w:p>
    <w:p w:rsidR="00B710D4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25" w:name="_Toc5221072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2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حَسْبُ البَخ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مِنْ بُخلِهِ سوء الظنِّ بِرَبِّهِ، مَن أ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قَنَ</w:t>
      </w:r>
      <w:r>
        <w:rPr>
          <w:rtl/>
          <w:lang w:bidi="fa-IR"/>
        </w:rPr>
        <w:t xml:space="preserve"> بالخَلَفِ جادَ بالعط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(گنه</w:t>
      </w:r>
      <w:r w:rsidR="00B710D4">
        <w:rPr>
          <w:rFonts w:hint="cs"/>
          <w:rtl/>
          <w:lang w:bidi="fa-IR"/>
        </w:rPr>
        <w:t>ک</w:t>
      </w:r>
      <w:r>
        <w:rPr>
          <w:rtl/>
          <w:lang w:bidi="fa-IR"/>
        </w:rPr>
        <w:t>ار بودن)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 که به پروردگارش بدگمان است،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انفاق و بخشش از طرف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داشته باشد،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بخشش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70، ص 307»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6" w:name="_Toc5221072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2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إنْ کانَ الخَلَفُ مِنَ الله عزّوجل حقّاً فَالبُخلُ لِماذا؟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اگر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انفاق و بخشش از طرف خداوند حق است (که حق است)، پس بخل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75، ص 190»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7" w:name="_Toc5221072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2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عَجِبتُ لِلبَخ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ستَعجِلُ</w:t>
      </w:r>
      <w:r>
        <w:rPr>
          <w:rtl/>
          <w:lang w:bidi="fa-IR"/>
        </w:rPr>
        <w:t xml:space="preserve"> الفقرَ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مِنهُ هَرَبَ 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فُوتُهُ</w:t>
      </w:r>
      <w:r>
        <w:rPr>
          <w:rtl/>
          <w:lang w:bidi="fa-IR"/>
        </w:rPr>
        <w:t xml:space="preserve"> الغِنَ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طَلَبَ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شَ</w:t>
      </w:r>
      <w:r>
        <w:rPr>
          <w:rtl/>
          <w:lang w:bidi="fa-IR"/>
        </w:rPr>
        <w:t xml:space="preserve"> الفُقراء و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حاسَبُ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الاخرةِ حِسابَ الأغن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در شگفتم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شتابد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است و مال و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لذا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مانند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در آخرت مانند توانگران به حسابش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«نهج</w:t>
      </w:r>
      <w:r>
        <w:rPr>
          <w:rtl/>
          <w:lang w:bidi="fa-IR"/>
        </w:rPr>
        <w:t xml:space="preserve"> البلاغه، حکمت 121»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8" w:name="_Toc5221072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2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أبْخَلُ النّاس مَن بَخِلَ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نَفسِهِ بِمالِهُ و خَلَّفَه لِوارثِهِ.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ثروتش بر خود بخل ورزد و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وارثش بر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«غررالحکم،</w:t>
      </w:r>
      <w:r>
        <w:rPr>
          <w:rtl/>
          <w:lang w:bidi="fa-IR"/>
        </w:rPr>
        <w:t xml:space="preserve"> ص 103»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29" w:name="_Toc5221072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2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البخ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بْخلُ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نَفسهِ بال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مِن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اهُ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سْمَحُ</w:t>
      </w:r>
      <w:r>
        <w:rPr>
          <w:rtl/>
          <w:lang w:bidi="fa-IR"/>
        </w:rPr>
        <w:t xml:space="preserve"> لِوارثهِ بِکلّها.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جز به مقدار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بر خودش بخل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ورزد</w:t>
      </w:r>
      <w:r>
        <w:rPr>
          <w:rtl/>
          <w:lang w:bidi="fa-IR"/>
        </w:rPr>
        <w:t xml:space="preserve"> و (بعد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تمام دارائ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وارثش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«غررالحکم،</w:t>
      </w:r>
      <w:r>
        <w:rPr>
          <w:rtl/>
          <w:lang w:bidi="fa-IR"/>
        </w:rPr>
        <w:t xml:space="preserve"> ص 19»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0" w:name="_Toc5221072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2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مَنْ بَخَلَ بِمالهُ ذَلَّ و مَنْ بَخَلَ بِد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نِهِ</w:t>
      </w:r>
      <w:r>
        <w:rPr>
          <w:rtl/>
          <w:lang w:bidi="fa-IR"/>
        </w:rPr>
        <w:t xml:space="preserve"> جَلَّ.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مال خود بخل ورزد، خوار و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گردد و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نسبت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بخل ورزد،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بزرگوار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«غررالحکم،</w:t>
      </w:r>
      <w:r>
        <w:rPr>
          <w:rtl/>
          <w:lang w:bidi="fa-IR"/>
        </w:rPr>
        <w:t xml:space="preserve"> ص 335»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1" w:name="_Toc5221072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23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البُخلُ باخراجِ ما أفْترضه الله سُبْحانه من الأموالِ أقْبَحُ البُخل.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بخل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نسبت به پرداخت آنچه خداوند سبحان (از اموال) واجب کرده است، زشت‌تر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بخل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«غررالحکم،</w:t>
      </w:r>
      <w:r>
        <w:rPr>
          <w:rtl/>
          <w:lang w:bidi="fa-IR"/>
        </w:rPr>
        <w:t xml:space="preserve"> ص 19»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2" w:name="_Toc5221072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2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إنّما الاسرافُ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أتلفَ المالَ و أضَرَّ بالبدن.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اسراف آن است که مال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و به بدن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برساند.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الانوار، ج 75، ص 303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3" w:name="_Toc5221072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2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 أعط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حقّ فقد أسرف، و مَنْ منع مِنْ حقّ فقد قتر.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راه حق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کند، اسراف کرده است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راه حق باز دارد (وخوددار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کند)، سخت‌گ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(و بخل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)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4، ص 31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4" w:name="_Toc5221072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23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أقبحُ البَذلِ السَّرَف.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زشت‌تر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بذل و بخشش، اسراف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ص430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5" w:name="_Toc5221072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2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إنَّ إعطاءَ الْمال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حقّه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و إسرافٌ و هو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رفعُ</w:t>
      </w:r>
      <w:r>
        <w:rPr>
          <w:rtl/>
          <w:lang w:bidi="fa-IR"/>
        </w:rPr>
        <w:t xml:space="preserve"> صاحبَه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ضَعَهُ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الآخرة.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بخشش‌ها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 (از مال و ثروت)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اسراف است و آن مال بخشنده اش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در آخرت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</w:t>
      </w:r>
      <w:r>
        <w:rPr>
          <w:rtl/>
          <w:lang w:bidi="fa-IR"/>
        </w:rPr>
        <w:t xml:space="preserve"> (خوار و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).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خطبه 126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6" w:name="_Toc5221072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2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الله عزّوجلّ: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مرا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 نکن و از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سرمست نشو.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8/45)</w:t>
      </w:r>
    </w:p>
    <w:p w:rsidR="002650EF" w:rsidRDefault="00B710D4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B710D4">
      <w:pPr>
        <w:pStyle w:val="Heading2"/>
        <w:rPr>
          <w:rtl/>
          <w:lang w:bidi="fa-IR"/>
        </w:rPr>
      </w:pPr>
      <w:bookmarkStart w:id="237" w:name="_Toc5221072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2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انَّ</w:t>
      </w:r>
      <w:r>
        <w:rPr>
          <w:rtl/>
          <w:lang w:bidi="fa-IR"/>
        </w:rPr>
        <w:t xml:space="preserve"> اللَّهَ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بْغِضُ</w:t>
      </w:r>
      <w:r>
        <w:rPr>
          <w:rtl/>
          <w:lang w:bidi="fa-IR"/>
        </w:rPr>
        <w:t xml:space="preserve"> . . . اضاغة الْمَالِ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خداوند،</w:t>
      </w:r>
      <w:r>
        <w:rPr>
          <w:rtl/>
          <w:lang w:bidi="fa-IR"/>
        </w:rPr>
        <w:t xml:space="preserve"> تباه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اموال را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العقول، ص804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8" w:name="_Toc5221072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23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إعطاءُ</w:t>
      </w:r>
      <w:r>
        <w:rPr>
          <w:rtl/>
          <w:lang w:bidi="fa-IR"/>
        </w:rPr>
        <w:t xml:space="preserve"> المالِ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حَقِّهِ تَبذ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وإسرافٌ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کردن به ناحقّ مال 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اسراف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البلاغة : الخطبة 126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270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39" w:name="_Toc5221072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23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اقتَطَعَ مالَ مؤمنٍ غَصبا بغَ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حَقٍّ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زَلِ</w:t>
      </w:r>
      <w:r>
        <w:rPr>
          <w:rtl/>
          <w:lang w:bidi="fa-IR"/>
        </w:rPr>
        <w:t xml:space="preserve"> اللّه‌ُ مُعرِضا عَنهُ ، ماقِتا لأِعمالِهِ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عمَلُها</w:t>
      </w:r>
      <w:r>
        <w:rPr>
          <w:rtl/>
          <w:lang w:bidi="fa-IR"/>
        </w:rPr>
        <w:t xml:space="preserve"> مِن البِرِّ والخَ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،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ثبِتُها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حَسَناتِهِ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تُوبَ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رُدَّ</w:t>
      </w:r>
      <w:r>
        <w:rPr>
          <w:rtl/>
          <w:lang w:bidi="fa-IR"/>
        </w:rPr>
        <w:t xml:space="preserve"> المالَ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أخَذَهُ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صاحِبهِ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مال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ناحقّ غصب کند ،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ازاو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گردان</w:t>
      </w:r>
      <w:r>
        <w:rPr>
          <w:rtl/>
          <w:lang w:bidi="fa-IR"/>
        </w:rPr>
        <w:t xml:space="preserve"> باشد و از هر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در خشم باشد و آنها را درشمار حسناتش ثبت نکند ، تا آن گاه که توبه کند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گرفته است به صاحبش برگرداند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مستدرک</w:t>
      </w:r>
      <w:r>
        <w:rPr>
          <w:rtl/>
          <w:lang w:bidi="fa-IR"/>
        </w:rPr>
        <w:t xml:space="preserve"> الوسائل : 17 / 89 / 20823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426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0" w:name="_Toc5221072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24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کَسبُ</w:t>
      </w:r>
      <w:r>
        <w:rPr>
          <w:rtl/>
          <w:lang w:bidi="fa-IR"/>
        </w:rPr>
        <w:t xml:space="preserve"> الحَرامِ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الذُّرِّ</w:t>
      </w:r>
      <w:r>
        <w:rPr>
          <w:rFonts w:hint="cs"/>
          <w:rtl/>
          <w:lang w:bidi="fa-IR"/>
        </w:rPr>
        <w:t>یَّ</w:t>
      </w:r>
      <w:r>
        <w:rPr>
          <w:rFonts w:hint="eastAsia"/>
          <w:rtl/>
          <w:lang w:bidi="fa-IR"/>
        </w:rPr>
        <w:t>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(اثر) کسب حرام، در نسل آشکار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ج 5، ص 125، ح 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1" w:name="_Toc5221072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241"/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اَلکَفُّ</w:t>
      </w:r>
      <w:r>
        <w:rPr>
          <w:rtl/>
          <w:lang w:bidi="fa-IR"/>
        </w:rPr>
        <w:t xml:space="preserve"> عَمّا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النّاسِ عِفَّةٌ وَکِبَرُ هِمَّةٍ؛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طمع</w:t>
      </w:r>
      <w:r>
        <w:rPr>
          <w:rtl/>
          <w:lang w:bidi="fa-IR"/>
        </w:rPr>
        <w:t xml:space="preserve"> نداشتن به آنچه در نزد مردم است، (نشان) عزت نفس و بلند همت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ج1، ص365، ح1387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2" w:name="_Toc5221072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24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اَوْحَ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اللّه‌ُ عَزَّوَجَلَّ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مُوس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تَفْرَحْ بِکَثْرَةِ الْمالِ وَ لا تَدَعْ ذِکْر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کُلِّ حالٍ فَاِنَّ کَثْرَةَ الْمالِ تُنْسِ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الذُّنوبَ وَ اِنَّ تَرْکَ ذِکر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قْسِ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الْقُلوبَ؛</w:t>
      </w:r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عزّوجلّ به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شاد مشو و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فراموش مکن،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گناهان فراموش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بردن من قساوت قلب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 2783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3" w:name="_Toc5221072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243"/>
    </w:p>
    <w:p w:rsidR="002650EF" w:rsidRDefault="002650EF" w:rsidP="00B710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اعظَمَ الحَسَرَاتِ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 xml:space="preserve"> حَسرَةُ رَجُل کَسَبَ مالاً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طاعَةِ اللهِ فوَرِثَهُ رَجُلٌ فانفَقَهُ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طاعَةِ اللهِ سُبحانَهُ فَدَخَلَ بِهِ الجَنّة وَ دَخَلَ الاوَّلُ بِهِ النّارَ.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افسوس،ُ افسوس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ناروا گردآورده به دوزخ رود و آن مال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ارث گذارد که در طاعت خداوند سبحان خرجش نموده به بهشت رود.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البلاغه حکمت 429)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4" w:name="_Toc5221072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2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ما مِنْ عَبْدٍ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بْخَلُ</w:t>
      </w:r>
      <w:r>
        <w:rPr>
          <w:rtl/>
          <w:lang w:bidi="fa-IR"/>
        </w:rPr>
        <w:t xml:space="preserve"> بِنَفَقَةٍ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نْفِقُها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رْضِ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اللّه‌َ اِلاَّ ابْتُل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بِاَنْ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نْفِقَ</w:t>
      </w:r>
      <w:r>
        <w:rPr>
          <w:rtl/>
          <w:lang w:bidi="fa-IR"/>
        </w:rPr>
        <w:t xml:space="preserve"> اَضْعافَها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اَسْخَطَ اللّه‌َ؛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از خرج کردن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خداپسندانه بخل ورزد، چند برابر آن را در راه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خداپسندانه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خواهد کرد.</w:t>
      </w:r>
    </w:p>
    <w:p w:rsidR="002650EF" w:rsidRDefault="002650EF" w:rsidP="002650E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(نهج الفصاحه، ح 2779)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5" w:name="_Toc5221072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2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الرِّ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شِرکٌ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اندکش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شرک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10976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B710D4">
      <w:pPr>
        <w:pStyle w:val="Heading2"/>
        <w:rPr>
          <w:rtl/>
          <w:lang w:bidi="fa-IR"/>
        </w:rPr>
      </w:pPr>
      <w:bookmarkStart w:id="246" w:name="_Toc5221072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24</w:t>
      </w:r>
      <w:bookmarkEnd w:id="2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افتَخَرَ بِالتَّبذ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احتُقِرَ بِالإ فلاسِ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آن‌که</w:t>
      </w:r>
      <w:r>
        <w:rPr>
          <w:rtl/>
          <w:lang w:bidi="fa-IR"/>
        </w:rPr>
        <w:t xml:space="preserve"> به اسراف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بالد</w:t>
      </w:r>
      <w:r>
        <w:rPr>
          <w:rtl/>
          <w:lang w:bidi="fa-IR"/>
        </w:rPr>
        <w:t xml:space="preserve"> ، با ته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خُرد و خوار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9057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47" w:name="_Toc5221072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25</w:t>
      </w:r>
      <w:bookmarkEnd w:id="2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کتَسِب</w:t>
      </w:r>
      <w:r>
        <w:rPr>
          <w:rtl/>
          <w:lang w:bidi="fa-IR"/>
        </w:rPr>
        <w:t xml:space="preserve"> مالاً مِن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حِلِّهِ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صرِفهُ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حَقَّهِ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حرام به دست آورد ، آن را در راه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خرج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8883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48" w:name="_Toc5221072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26</w:t>
      </w:r>
      <w:bookmarkEnd w:id="24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أظهَرَ فَقرَهُ أذَلَّ قَدرَهُ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نادار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را آشکار کند ، ارزش خود را فرو کاسته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8555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49" w:name="_Toc5221072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27</w:t>
      </w:r>
      <w:bookmarkEnd w:id="2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اتَّجَرَ بِغَ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عِلمٍ فَقَدِ ارتَطَمَ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الرِّبا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بدون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 [فقه] به تجارت بپردازد ، در ربا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8401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0" w:name="_Toc5221072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28</w:t>
      </w:r>
      <w:bookmarkEnd w:id="2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کُن</w:t>
      </w:r>
      <w:r>
        <w:rPr>
          <w:rtl/>
          <w:lang w:bidi="fa-IR"/>
        </w:rPr>
        <w:t xml:space="preserve"> سَمِحا وَ لا تَکُن مُبَذِّرا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بخشنده</w:t>
      </w:r>
      <w:r>
        <w:rPr>
          <w:rtl/>
          <w:lang w:bidi="fa-IR"/>
        </w:rPr>
        <w:t xml:space="preserve"> باش و اسراف کننده مباش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7138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51" w:name="_Toc52210729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29</w:t>
      </w:r>
      <w:bookmarkEnd w:id="25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ادَةُ</w:t>
      </w:r>
      <w:r>
        <w:rPr>
          <w:rtl/>
          <w:lang w:bidi="fa-IR"/>
        </w:rPr>
        <w:t xml:space="preserve"> الشُّحِّ تَش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الفُتُوَّةَ وَ تُفسِدُ الأُخُوَّةَ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بخل ، جوان‌مرد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زشت و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تباه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5508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2" w:name="_Toc52210729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30</w:t>
      </w:r>
      <w:bookmarkEnd w:id="25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اَلبُخلُ</w:t>
      </w:r>
      <w:r>
        <w:rPr>
          <w:rtl/>
          <w:lang w:bidi="fa-IR"/>
        </w:rPr>
        <w:t xml:space="preserve"> بِالمَوجُودِ سُوءُ الظَّنِّ بِالمَعبودِ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بخل‌ورز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آنچه موجود است، بدگمان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معبود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1258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3" w:name="_Toc5221072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31</w:t>
      </w:r>
      <w:bookmarkEnd w:id="2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حِلُّ</w:t>
      </w:r>
      <w:r>
        <w:rPr>
          <w:rtl/>
          <w:lang w:bidi="fa-IR"/>
        </w:rPr>
        <w:t xml:space="preserve"> لِغَر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مِکَ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مطُلَکَ</w:t>
      </w:r>
      <w:r>
        <w:rPr>
          <w:rtl/>
          <w:lang w:bidi="fa-IR"/>
        </w:rPr>
        <w:t xml:space="preserve"> وهُو مُوسِرٌ ، فکذلکَ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حِلُّ</w:t>
      </w:r>
      <w:r>
        <w:rPr>
          <w:rtl/>
          <w:lang w:bidi="fa-IR"/>
        </w:rPr>
        <w:t xml:space="preserve"> لکَ أن تُعسِرَهُ إذا عَلِمتَ أ نّهُ مُعسِرٌ؛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هـمچنان</w:t>
      </w:r>
      <w:r>
        <w:rPr>
          <w:rtl/>
          <w:lang w:bidi="fa-IR"/>
        </w:rPr>
        <w:t xml:space="preserve"> کـه بـدهکار تـو ، اگر توانگر باشد روا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 پرداخت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تو تعلّل ورزد، بر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، اگر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تنگدست است، او را تحت فشار قرار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الأعمال : 167 / 5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54" w:name="_Toc5221073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32</w:t>
      </w:r>
      <w:bookmarkEnd w:id="2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والدَّ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، فإنّه هَمٌّ بِالل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وذُلٌّ بالنهارِ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وام گرفتن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کـه آن انـدوه شـب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141 / 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5" w:name="_Toc5221073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33</w:t>
      </w:r>
      <w:bookmarkEnd w:id="2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کَثرَةُ</w:t>
      </w:r>
      <w:r>
        <w:rPr>
          <w:rtl/>
          <w:lang w:bidi="fa-IR"/>
        </w:rPr>
        <w:t xml:space="preserve"> الدَّ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تُصَ</w:t>
      </w:r>
      <w:r>
        <w:rPr>
          <w:rFonts w:hint="cs"/>
          <w:rtl/>
          <w:lang w:bidi="fa-IR"/>
        </w:rPr>
        <w:t>یِّ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الصادِقَ کاذِباً والمُنجِزَ مُخْلِفاً؛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بدهکار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، راستگو را دروغگو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خوش قول را بدقول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7105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6" w:name="_Toc5221073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34</w:t>
      </w:r>
      <w:bookmarkEnd w:id="25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خَفِّفوا</w:t>
      </w:r>
      <w:r>
        <w:rPr>
          <w:rtl/>
          <w:lang w:bidi="fa-IR"/>
        </w:rPr>
        <w:t xml:space="preserve"> الدَّ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نَ،</w:t>
      </w:r>
      <w:r>
        <w:rPr>
          <w:rtl/>
          <w:lang w:bidi="fa-IR"/>
        </w:rPr>
        <w:t xml:space="preserve"> فإنّ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خِفَّةِ الدَّ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ادَةَ</w:t>
      </w:r>
      <w:r>
        <w:rPr>
          <w:rtl/>
          <w:lang w:bidi="fa-IR"/>
        </w:rPr>
        <w:t xml:space="preserve"> العُمُرِ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کمتر</w:t>
      </w:r>
      <w:r>
        <w:rPr>
          <w:rtl/>
          <w:lang w:bidi="fa-IR"/>
        </w:rPr>
        <w:t xml:space="preserve"> وام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کم قرض داشتن عمر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145 / 21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57" w:name="_Toc5221073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35</w:t>
      </w:r>
      <w:bookmarkEnd w:id="25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مَطْلُ</w:t>
      </w:r>
      <w:r>
        <w:rPr>
          <w:rtl/>
          <w:lang w:bidi="fa-IR"/>
        </w:rPr>
        <w:t xml:space="preserve"> الغَنِ</w:t>
      </w:r>
      <w:r>
        <w:rPr>
          <w:rFonts w:hint="cs"/>
          <w:rtl/>
          <w:lang w:bidi="fa-IR"/>
        </w:rPr>
        <w:t>یِّ</w:t>
      </w:r>
      <w:r>
        <w:rPr>
          <w:rtl/>
          <w:lang w:bidi="fa-IR"/>
        </w:rPr>
        <w:t xml:space="preserve"> ظُلم؛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تعلّل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توانگر (در پرداخت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ظلم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 : 13 / 397 / 15713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8" w:name="_Toc5221073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36</w:t>
      </w:r>
      <w:bookmarkEnd w:id="25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</w:t>
      </w:r>
      <w:r>
        <w:rPr>
          <w:rFonts w:hint="cs"/>
          <w:rtl/>
          <w:lang w:bidi="fa-IR"/>
        </w:rPr>
        <w:t>یُّ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رجُلٍ اشْتَر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طَعاما فکَبسَهُ أربَع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صَباحا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بهِ غَلاءَ المُسلِم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، ثُمَّ باعَهُ فتَصدّقَ بثَمنِهِ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کُنْ</w:t>
      </w:r>
      <w:r>
        <w:rPr>
          <w:rtl/>
          <w:lang w:bidi="fa-IR"/>
        </w:rPr>
        <w:t xml:space="preserve"> کَفّارَةً لِما صَنَعَ؛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مواد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آن را به مسلمانان گران بفروشد چهل روز انبار کند و پس از چهل روز آن را بفروشد و همه درآمد آن را هم صدقه بدهد کفاره گناه او نخواهد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676 / 1427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59" w:name="_Toc5221073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37</w:t>
      </w:r>
      <w:bookmarkEnd w:id="2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شَرُّ</w:t>
      </w:r>
      <w:r>
        <w:rPr>
          <w:rtl/>
          <w:lang w:bidi="fa-IR"/>
        </w:rPr>
        <w:t xml:space="preserve"> بِقاعِ الأرضِ‌الأسواقُ ، وهُو مَ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دانُ</w:t>
      </w:r>
      <w:r>
        <w:rPr>
          <w:rtl/>
          <w:lang w:bidi="fa-IR"/>
        </w:rPr>
        <w:t xml:space="preserve"> إبل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غدُو</w:t>
      </w:r>
      <w:r>
        <w:rPr>
          <w:rtl/>
          <w:lang w:bidi="fa-IR"/>
        </w:rPr>
        <w:t xml:space="preserve"> بِرا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تِهِ</w:t>
      </w:r>
      <w:r>
        <w:rPr>
          <w:rtl/>
          <w:lang w:bidi="fa-IR"/>
        </w:rPr>
        <w:t xml:space="preserve"> ،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ضَعُ</w:t>
      </w:r>
      <w:r>
        <w:rPr>
          <w:rtl/>
          <w:lang w:bidi="fa-IR"/>
        </w:rPr>
        <w:t xml:space="preserve"> کُرسِ</w:t>
      </w:r>
      <w:r>
        <w:rPr>
          <w:rFonts w:hint="cs"/>
          <w:rtl/>
          <w:lang w:bidi="fa-IR"/>
        </w:rPr>
        <w:t>یَّ</w:t>
      </w:r>
      <w:r>
        <w:rPr>
          <w:rFonts w:hint="eastAsia"/>
          <w:rtl/>
          <w:lang w:bidi="fa-IR"/>
        </w:rPr>
        <w:t>هُ</w:t>
      </w:r>
      <w:r>
        <w:rPr>
          <w:rtl/>
          <w:lang w:bidi="fa-IR"/>
        </w:rPr>
        <w:t xml:space="preserve"> ،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بُثُّ</w:t>
      </w:r>
      <w:r>
        <w:rPr>
          <w:rtl/>
          <w:lang w:bidi="fa-IR"/>
        </w:rPr>
        <w:t xml:space="preserve"> ذُرِّ</w:t>
      </w:r>
      <w:r>
        <w:rPr>
          <w:rFonts w:hint="cs"/>
          <w:rtl/>
          <w:lang w:bidi="fa-IR"/>
        </w:rPr>
        <w:t>یَّ</w:t>
      </w:r>
      <w:r>
        <w:rPr>
          <w:rFonts w:hint="eastAsia"/>
          <w:rtl/>
          <w:lang w:bidi="fa-IR"/>
        </w:rPr>
        <w:t>تَهُ</w:t>
      </w:r>
      <w:r>
        <w:rPr>
          <w:rtl/>
          <w:lang w:bidi="fa-IR"/>
        </w:rPr>
        <w:t xml:space="preserve"> ، فَبَ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مُطَفِّفٍ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قَف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زٍ</w:t>
      </w:r>
      <w:r>
        <w:rPr>
          <w:rtl/>
          <w:lang w:bidi="fa-IR"/>
        </w:rPr>
        <w:t xml:space="preserve"> ، أو طائشٍ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زانٍ</w:t>
      </w:r>
      <w:r>
        <w:rPr>
          <w:rtl/>
          <w:lang w:bidi="fa-IR"/>
        </w:rPr>
        <w:t xml:space="preserve"> ، أو سارِقٍ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ذِراعٍ ، أو </w:t>
      </w:r>
      <w:r>
        <w:rPr>
          <w:rtl/>
          <w:lang w:bidi="fa-IR"/>
        </w:rPr>
        <w:lastRenderedPageBreak/>
        <w:t>کاذِبٍ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سِلعَتِهِ 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قولُ</w:t>
      </w:r>
      <w:r>
        <w:rPr>
          <w:rtl/>
          <w:lang w:bidi="fa-IR"/>
        </w:rPr>
        <w:t xml:space="preserve"> :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کُم</w:t>
      </w:r>
      <w:r>
        <w:rPr>
          <w:rtl/>
          <w:lang w:bidi="fa-IR"/>
        </w:rPr>
        <w:t xml:space="preserve"> بِرَجُلٍ ماتَ أبوهُ وأب</w:t>
      </w:r>
      <w:r>
        <w:rPr>
          <w:rFonts w:hint="eastAsia"/>
          <w:rtl/>
          <w:lang w:bidi="fa-IR"/>
        </w:rPr>
        <w:t>ُوکُم</w:t>
      </w:r>
      <w:r>
        <w:rPr>
          <w:rtl/>
          <w:lang w:bidi="fa-IR"/>
        </w:rPr>
        <w:t xml:space="preserve"> حَ</w:t>
      </w:r>
      <w:r>
        <w:rPr>
          <w:rFonts w:hint="cs"/>
          <w:rtl/>
          <w:lang w:bidi="fa-IR"/>
        </w:rPr>
        <w:t>یٌّ</w:t>
      </w:r>
      <w:r>
        <w:rPr>
          <w:rtl/>
          <w:lang w:bidi="fa-IR"/>
        </w:rPr>
        <w:t xml:space="preserve"> ، فلا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زالُ</w:t>
      </w:r>
      <w:r>
        <w:rPr>
          <w:rtl/>
          <w:lang w:bidi="fa-IR"/>
        </w:rPr>
        <w:t xml:space="preserve"> مع أوَّلِ مَن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دخُلُ</w:t>
      </w:r>
      <w:r>
        <w:rPr>
          <w:rtl/>
          <w:lang w:bidi="fa-IR"/>
        </w:rPr>
        <w:t xml:space="preserve"> وآخِرِ مَن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رجِعُ؛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بازارهاست ؛ بازار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، اولِ صبح پرچم خود را در آن جا نصب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تخت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و فرزندانش را همه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پراکند</w:t>
      </w:r>
      <w:r>
        <w:rPr>
          <w:rtl/>
          <w:lang w:bidi="fa-IR"/>
        </w:rPr>
        <w:t xml:space="preserve"> :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را کم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که ترازو را سبک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گز (متر) کردن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 کالا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دروغ متوسل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 او به فرزندانش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: بر شما باد به (فر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فتن</w:t>
      </w:r>
      <w:r>
        <w:rPr>
          <w:rtl/>
          <w:lang w:bidi="fa-IR"/>
        </w:rPr>
        <w:t>)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پدرش (حضرت آدم) مرده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 شما (ابل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) هنوز زنده است .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با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بازار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بازار را ترک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84 / 11 / 87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60" w:name="_Toc5221073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38</w:t>
      </w:r>
      <w:bookmarkEnd w:id="2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العِبادَةُ</w:t>
      </w:r>
      <w:r>
        <w:rPr>
          <w:rtl/>
          <w:lang w:bidi="fa-IR"/>
        </w:rPr>
        <w:t xml:space="preserve"> مَع أکْلِ الحَرامِ کالبِناءِ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الرَّمْلِ - 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الماءِ؛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کردن با وجود حرام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ساختن بنا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 و به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عدّة</w:t>
      </w:r>
      <w:r>
        <w:rPr>
          <w:rtl/>
          <w:lang w:bidi="fa-IR"/>
        </w:rPr>
        <w:t xml:space="preserve">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141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61" w:name="_Toc5221073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39</w:t>
      </w:r>
      <w:bookmarkEnd w:id="26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انَّ</w:t>
      </w:r>
      <w:r>
        <w:rPr>
          <w:rtl/>
          <w:lang w:bidi="fa-IR"/>
        </w:rPr>
        <w:t xml:space="preserve"> الرّجُلَ إذا أصابَ مالاً مِن حَرامٍ لَم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قْبَلْ</w:t>
      </w:r>
      <w:r>
        <w:rPr>
          <w:rtl/>
          <w:lang w:bidi="fa-IR"/>
        </w:rPr>
        <w:t xml:space="preserve"> مِنهُ حَجُّ ولا عُمْرَةٌ ولا صِلَةُ رَحِمٍ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فْسُدُ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الفَرْجُ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انسان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حـرام بـه دست آورد نه حجّ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شود، نه عمره‌ا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صله 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ازدواج و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سوء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680 / 1447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62" w:name="_Toc5221073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40</w:t>
      </w:r>
      <w:bookmarkEnd w:id="26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أعْظَمَ الحَسَراتِ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 xml:space="preserve"> ، حَسْرَةُ رجُلٍ کَسَبَ مالاً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طاعَةِ اللّه ، فوَرِثَةُ رجُلٌ فأنْفَقَهُ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طاعةِ اللّه سُبحانَهُ ، فدَخَلَ بهِ الجَنّةَ ، ودَخَلَ الأوَّلُ بهِ النّارَ؛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افسوس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، افسوس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ناروا گرد آورده و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و او آن را در راه طاعت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سبحان خرج کرده باشد و بدان سبب به بهشت رود و او به دوزخ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البلاغه: حکمت429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63" w:name="_Toc5221073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41</w:t>
      </w:r>
      <w:bookmarkEnd w:id="26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حْتَکِرُ</w:t>
      </w:r>
      <w:r>
        <w:rPr>
          <w:rtl/>
          <w:lang w:bidi="fa-IR"/>
        </w:rPr>
        <w:t xml:space="preserve"> إلاّ الخَوّانونَ؛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انتکاران</w:t>
      </w:r>
      <w:r>
        <w:rPr>
          <w:rtl/>
          <w:lang w:bidi="fa-IR"/>
        </w:rPr>
        <w:t xml:space="preserve"> احتکار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9738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64" w:name="_Toc5221073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42</w:t>
      </w:r>
      <w:bookmarkEnd w:id="26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مِن</w:t>
      </w:r>
      <w:r>
        <w:rPr>
          <w:rtl/>
          <w:lang w:bidi="fa-IR"/>
        </w:rPr>
        <w:t xml:space="preserve"> طَبائعِ الأغْمارِ إتْعابُ النُّفوسِ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الاحْتِکارِ؛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رنج افکندن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احتکار از خصلتها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ابلهان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9349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65" w:name="_Toc5221073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43</w:t>
      </w:r>
      <w:bookmarkEnd w:id="2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الاحْتِکارُ</w:t>
      </w:r>
      <w:r>
        <w:rPr>
          <w:rtl/>
          <w:lang w:bidi="fa-IR"/>
        </w:rPr>
        <w:t xml:space="preserve"> شِ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مَةُ</w:t>
      </w:r>
      <w:r>
        <w:rPr>
          <w:rtl/>
          <w:lang w:bidi="fa-IR"/>
        </w:rPr>
        <w:t xml:space="preserve"> الفُجّارِ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نابکاران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الحکم: 607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66" w:name="_Toc5221073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44</w:t>
      </w:r>
      <w:bookmarkEnd w:id="2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کَتَبَهُ للأشتَرِ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وَلاّهُ مِصرَ: واعْلَمْ مَع ذلکَ أنّ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رٍ</w:t>
      </w:r>
      <w:r>
        <w:rPr>
          <w:rtl/>
          <w:lang w:bidi="fa-IR"/>
        </w:rPr>
        <w:t xml:space="preserve"> مِنهُم التُجّار وذَوِ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الصَناعاتِ ضِ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فاحِشا ، وشُحّا قَب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</w:t>
      </w:r>
      <w:r>
        <w:rPr>
          <w:rtl/>
          <w:lang w:bidi="fa-IR"/>
        </w:rPr>
        <w:t xml:space="preserve"> ، واحْتِکارا للمَنافِعِ ، وتَحَکُّما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اعاتِ</w:t>
      </w:r>
      <w:r>
        <w:rPr>
          <w:rtl/>
          <w:lang w:bidi="fa-IR"/>
        </w:rPr>
        <w:t xml:space="preserve"> ، وذلکَ بابُ مَضَرَّةٍ للعامَّةِ ، وعَ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بٌ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الوُلاةِ ، فامْنَعْ م</w:t>
      </w:r>
      <w:r>
        <w:rPr>
          <w:rFonts w:hint="eastAsia"/>
          <w:rtl/>
          <w:lang w:bidi="fa-IR"/>
        </w:rPr>
        <w:t>ِن</w:t>
      </w:r>
      <w:r>
        <w:rPr>
          <w:rtl/>
          <w:lang w:bidi="fa-IR"/>
        </w:rPr>
        <w:t xml:space="preserve"> الاحْتِکارِ ؛ فإنَّ رسولَ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مَنعَ مِنهُ؛</w:t>
      </w:r>
    </w:p>
    <w:p w:rsidR="002650EF" w:rsidRDefault="002650EF" w:rsidP="00E76742">
      <w:pPr>
        <w:pStyle w:val="libNormal"/>
        <w:rPr>
          <w:rtl/>
          <w:lang w:bidi="fa-IR"/>
        </w:rPr>
      </w:pPr>
      <w:r>
        <w:rPr>
          <w:rtl/>
          <w:lang w:bidi="fa-IR"/>
        </w:rPr>
        <w:t>در فرمان زمامدار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 به مالک اشتر 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، بدان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تجّار و صاحبان صنعت در داد و ستد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اندازه سختگ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بخل 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به منظور سود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کالا را احتکار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دلخواه نرخ گران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توده م</w:t>
      </w:r>
      <w:r>
        <w:rPr>
          <w:rFonts w:hint="eastAsia"/>
          <w:rtl/>
          <w:lang w:bidi="fa-IR"/>
        </w:rPr>
        <w:t>ردم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انبار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حکمرانان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ننگ است 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از احتکار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رسول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از آن منع فرموده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البلاغه: الکتاب 53 و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160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67" w:name="_Toc5221073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45</w:t>
      </w:r>
      <w:bookmarkEnd w:id="2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کُلُّ</w:t>
      </w:r>
      <w:r>
        <w:rPr>
          <w:rtl/>
          <w:lang w:bidi="fa-IR"/>
        </w:rPr>
        <w:t xml:space="preserve"> حُکْرَةٍ تَضُرُّ بالنّاسِ وتُغْل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السِّعْرَ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</w:t>
      </w:r>
      <w:r>
        <w:rPr>
          <w:rtl/>
          <w:lang w:bidi="fa-IR"/>
        </w:rPr>
        <w:t xml:space="preserve"> فلا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احتکار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مردم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 و نرخها را بالا برد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E76742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 : 13 / 274 / 15337</w:t>
      </w:r>
    </w:p>
    <w:p w:rsidR="002650EF" w:rsidRDefault="00E76742" w:rsidP="00E767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68" w:name="_Toc5221073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46</w:t>
      </w:r>
      <w:bookmarkEnd w:id="268"/>
    </w:p>
    <w:p w:rsidR="002650EF" w:rsidRDefault="002650EF" w:rsidP="00E767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جَمعَ طَعاما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تَربّصُ</w:t>
      </w:r>
      <w:r>
        <w:rPr>
          <w:rtl/>
          <w:lang w:bidi="fa-IR"/>
        </w:rPr>
        <w:t xml:space="preserve"> بهِ الغَلاءَ أربَع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وما</w:t>
      </w:r>
      <w:r>
        <w:rPr>
          <w:rtl/>
          <w:lang w:bidi="fa-IR"/>
        </w:rPr>
        <w:t xml:space="preserve"> فقد بَرِئَ من اللّه وبَرِئَ اللّه‌ُ مِنهُ؛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گران شدن چهل روز انبار کند از خداوند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او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62 / 292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69" w:name="_Toc5221073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47</w:t>
      </w:r>
      <w:bookmarkEnd w:id="269"/>
    </w:p>
    <w:p w:rsidR="002650EF" w:rsidRDefault="002650EF" w:rsidP="00E767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الُمحْتَکِرُ</w:t>
      </w:r>
      <w:r>
        <w:rPr>
          <w:rtl/>
          <w:lang w:bidi="fa-IR"/>
        </w:rPr>
        <w:t xml:space="preserve"> مَلْعونٌ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محتکر</w:t>
      </w:r>
      <w:r>
        <w:rPr>
          <w:rtl/>
          <w:lang w:bidi="fa-IR"/>
        </w:rPr>
        <w:t xml:space="preserve"> از رحمت خدا به دور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62 / 292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0" w:name="_Toc5221073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48</w:t>
      </w:r>
      <w:bookmarkEnd w:id="2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الُمحتَکِرُ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سُوقِنا کالمُلْحِدِ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کِتابِ اللّه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بازار ما دست به احتکار زند به منزله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کتاب خدا را انکار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العمّال: 9717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71" w:name="_Toc52210731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49</w:t>
      </w:r>
      <w:bookmarkEnd w:id="27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حْشَـرُ</w:t>
      </w:r>
      <w:r>
        <w:rPr>
          <w:rtl/>
          <w:lang w:bidi="fa-IR"/>
        </w:rPr>
        <w:t xml:space="preserve"> الحَکّارونَ وقَتَلَهُ الأنْفُـسِ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جَهَنّمَ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دَرَجةٍ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محتکران</w:t>
      </w:r>
      <w:r>
        <w:rPr>
          <w:rtl/>
          <w:lang w:bidi="fa-IR"/>
        </w:rPr>
        <w:t xml:space="preserve"> و آدم‌کشان در جهنّم هم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هم درجه‌اند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:9739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2" w:name="_Toc52210731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50</w:t>
      </w:r>
      <w:bookmarkEnd w:id="27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باعَ 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لَم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</w:t>
      </w:r>
      <w:r>
        <w:rPr>
          <w:rFonts w:hint="cs"/>
          <w:rtl/>
          <w:lang w:bidi="fa-IR"/>
        </w:rPr>
        <w:t>یِّ</w:t>
      </w:r>
      <w:r>
        <w:rPr>
          <w:rFonts w:hint="eastAsia"/>
          <w:rtl/>
          <w:lang w:bidi="fa-IR"/>
        </w:rPr>
        <w:t>نْهُ</w:t>
      </w:r>
      <w:r>
        <w:rPr>
          <w:rtl/>
          <w:lang w:bidi="fa-IR"/>
        </w:rPr>
        <w:t xml:space="preserve">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زَلْ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مَقتِ اللّه ، ولَم تَزَلِ المَلائکةُ تَلعَنُهُ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هرکس‌کالا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بفروشد، بدون آن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را به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گفته باشد، همواره در خشم خدا باشد و فرشتگان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9501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3" w:name="_Toc52210731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51</w:t>
      </w:r>
      <w:bookmarkEnd w:id="27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کسِبْ</w:t>
      </w:r>
      <w:r>
        <w:rPr>
          <w:rtl/>
          <w:lang w:bidi="fa-IR"/>
        </w:rPr>
        <w:t xml:space="preserve"> مالاً مِن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حَقِّهِ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صرِفْهُ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أجرِهِ؛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ناحقّ کسب کند، آن را 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خرج کند که 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: 94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74" w:name="_Toc52210732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52</w:t>
      </w:r>
      <w:bookmarkEnd w:id="27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لَم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بالِ</w:t>
      </w:r>
      <w:r>
        <w:rPr>
          <w:rtl/>
          <w:lang w:bidi="fa-IR"/>
        </w:rPr>
        <w:t xml:space="preserve"> مِن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اکتَسَبَ المالَ لَم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بالِ</w:t>
      </w:r>
      <w:r>
        <w:rPr>
          <w:rtl/>
          <w:lang w:bidi="fa-IR"/>
        </w:rPr>
        <w:t xml:space="preserve"> اللّه‌ُ مِن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أدخَلَهُ النّارَ؛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باک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که از کجا کسب مال کند، خداوند باک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که از کجا به دوزخش بَرَد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13 / 63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5" w:name="_Toc52210732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53</w:t>
      </w:r>
      <w:bookmarkEnd w:id="27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حِبُّ</w:t>
      </w:r>
      <w:r>
        <w:rPr>
          <w:rtl/>
          <w:lang w:bidi="fa-IR"/>
        </w:rPr>
        <w:t xml:space="preserve"> جَمعَ المالِ مِن حَلالٍ 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کُفُّ</w:t>
      </w:r>
      <w:r>
        <w:rPr>
          <w:rtl/>
          <w:lang w:bidi="fa-IR"/>
        </w:rPr>
        <w:t xml:space="preserve"> بهِ وَجهَهُ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بهِ 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صِلُ</w:t>
      </w:r>
      <w:r>
        <w:rPr>
          <w:rtl/>
          <w:lang w:bidi="fa-IR"/>
        </w:rPr>
        <w:t xml:space="preserve"> بهِ رَحِمَهُ؛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 نداشته باشد از راه حلال مال گرد آورد ، تا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نگه دارد و بدهکار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بپردازد و صله رحم به جا آورد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5 / 72 / 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6" w:name="_Toc52210732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54</w:t>
      </w:r>
      <w:bookmarkEnd w:id="27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حُبُّ</w:t>
      </w:r>
      <w:r>
        <w:rPr>
          <w:rtl/>
          <w:lang w:bidi="fa-IR"/>
        </w:rPr>
        <w:t xml:space="preserve"> المالِ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وهِنُ</w:t>
      </w:r>
      <w:r>
        <w:rPr>
          <w:rtl/>
          <w:lang w:bidi="fa-IR"/>
        </w:rPr>
        <w:t xml:space="preserve"> الدِّ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،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فسِدُ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سست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تباه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غرر</w:t>
      </w:r>
      <w:r>
        <w:rPr>
          <w:rtl/>
          <w:lang w:bidi="fa-IR"/>
        </w:rPr>
        <w:t xml:space="preserve"> الحکم : 4876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7" w:name="_Toc52210732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55</w:t>
      </w:r>
      <w:bookmarkEnd w:id="27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وِزرَ أعظَمُ مِن وِزرِ غَن</w:t>
      </w:r>
      <w:r>
        <w:rPr>
          <w:rFonts w:hint="cs"/>
          <w:rtl/>
          <w:lang w:bidi="fa-IR"/>
        </w:rPr>
        <w:t>یٍّ</w:t>
      </w:r>
      <w:r>
        <w:rPr>
          <w:rtl/>
          <w:lang w:bidi="fa-IR"/>
        </w:rPr>
        <w:t xml:space="preserve"> مَنَعَ الُمحتاجَ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گناه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بـزرگتر از گـناه ثروتمند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را از حقّش محروم کرده باشد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</w:t>
      </w:r>
      <w:r>
        <w:rPr>
          <w:rtl/>
          <w:lang w:bidi="fa-IR"/>
        </w:rPr>
        <w:t xml:space="preserve"> : 10738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8" w:name="_Toc52210732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56</w:t>
      </w:r>
      <w:bookmarkEnd w:id="278"/>
    </w:p>
    <w:p w:rsidR="002650EF" w:rsidRDefault="002650EF" w:rsidP="00E767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اتَّجَرَ بغَ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فِقهٍ فَقَدِ ارتَطَمَ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الرِّبا؛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کـه بـدون دانستن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ـن</w:t>
      </w:r>
      <w:r>
        <w:rPr>
          <w:rtl/>
          <w:lang w:bidi="fa-IR"/>
        </w:rPr>
        <w:t xml:space="preserve"> ، تجارت و کسب کند ، به ورطه ربا درافتد.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حکمت 447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79" w:name="_Toc52210732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57</w:t>
      </w:r>
      <w:bookmarkEnd w:id="279"/>
    </w:p>
    <w:p w:rsidR="002650EF" w:rsidRDefault="002650EF" w:rsidP="00E767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لَمّا</w:t>
      </w:r>
      <w:r>
        <w:rPr>
          <w:rtl/>
          <w:lang w:bidi="fa-IR"/>
        </w:rPr>
        <w:t xml:space="preserve"> سَألَهُ هِشامُ بنُ‌الحَکَمِ عن عِلَّةِ تَحر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الرِّبا: إنّهُ لَو کانَ الرِّبا حلالاً لَتَرَکَ الناسُ التِّجاراتِ وما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حتاجونَ</w:t>
      </w:r>
      <w:r>
        <w:rPr>
          <w:rtl/>
          <w:lang w:bidi="fa-IR"/>
        </w:rPr>
        <w:t xml:space="preserve"> إلَ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فحَرَّمَ اللّه‌ُ الرِّبا لتَفِرَّ الناسُ عنِ الحرامِ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التِّجاراتِ وإل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عِ</w:t>
      </w:r>
      <w:r>
        <w:rPr>
          <w:rtl/>
          <w:lang w:bidi="fa-IR"/>
        </w:rPr>
        <w:t xml:space="preserve"> والشِّراءِ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تَّصِلَ</w:t>
      </w:r>
      <w:r>
        <w:rPr>
          <w:rtl/>
          <w:lang w:bidi="fa-IR"/>
        </w:rPr>
        <w:t xml:space="preserve"> ذلکَ 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القَرضِ؛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پاسخ به پرسش هشام ابن حکم از علّت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ربا: اگر ربا حلال بود، مردم کار تجارت و کسب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خود را رها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 پس خداوند ربا را حرام فرمود، تا مردم از حرامخوار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به تجارت و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قرض دهند.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24/119/103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0" w:name="_Toc52210732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58</w:t>
      </w:r>
      <w:bookmarkEnd w:id="28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دِرهَمُ</w:t>
      </w:r>
      <w:r>
        <w:rPr>
          <w:rtl/>
          <w:lang w:bidi="fa-IR"/>
        </w:rPr>
        <w:t xml:space="preserve"> ربا أعظَمُ عِندَاللّه مِن سَبع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زَن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ةً</w:t>
      </w:r>
      <w:r>
        <w:rPr>
          <w:rtl/>
          <w:lang w:bidi="fa-IR"/>
        </w:rPr>
        <w:t xml:space="preserve"> بِذاتِ مَحرمٍ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اللّه الحـرام؛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ربا ، نزد خداوند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ن‌تر</w:t>
      </w:r>
      <w:r>
        <w:rPr>
          <w:rtl/>
          <w:lang w:bidi="fa-IR"/>
        </w:rPr>
        <w:t xml:space="preserve"> است از هفتاد بار زنا کردن با محارم در (کعبه) خانه محترم خدا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</w:t>
      </w:r>
      <w:r>
        <w:rPr>
          <w:rtl/>
          <w:lang w:bidi="fa-IR"/>
        </w:rPr>
        <w:t xml:space="preserve">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1 / 295 / 1177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1" w:name="_Toc52210732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59</w:t>
      </w:r>
      <w:bookmarkEnd w:id="28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آکِلُ</w:t>
      </w:r>
      <w:r>
        <w:rPr>
          <w:rtl/>
          <w:lang w:bidi="fa-IR"/>
        </w:rPr>
        <w:t xml:space="preserve"> الرِّبا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خرُجُ</w:t>
      </w:r>
      <w:r>
        <w:rPr>
          <w:rtl/>
          <w:lang w:bidi="fa-IR"/>
        </w:rPr>
        <w:t xml:space="preserve"> مِنَ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تَخَبَّطَهُ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طانُ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ربا</w:t>
      </w:r>
      <w:r>
        <w:rPr>
          <w:rtl/>
          <w:lang w:bidi="fa-IR"/>
        </w:rPr>
        <w:t xml:space="preserve"> خوار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نرود، تا آن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وانه‌اش</w:t>
      </w:r>
      <w:r>
        <w:rPr>
          <w:rtl/>
          <w:lang w:bidi="fa-IR"/>
        </w:rPr>
        <w:t xml:space="preserve">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1 / 152 / 503</w:t>
      </w:r>
    </w:p>
    <w:p w:rsidR="002650EF" w:rsidRDefault="00E76742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76742">
      <w:pPr>
        <w:pStyle w:val="Heading2"/>
        <w:rPr>
          <w:rtl/>
          <w:lang w:bidi="fa-IR"/>
        </w:rPr>
      </w:pPr>
      <w:bookmarkStart w:id="282" w:name="_Toc52210732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60</w:t>
      </w:r>
      <w:bookmarkEnd w:id="28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أخبَثُ</w:t>
      </w:r>
      <w:r>
        <w:rPr>
          <w:rtl/>
          <w:lang w:bidi="fa-IR"/>
        </w:rPr>
        <w:t xml:space="preserve"> المَکاسِبِ ، کَسبُ الرِّبا؛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کسب‌ها ، رباست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5 / 147 / 12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3" w:name="_Toc52210732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61</w:t>
      </w:r>
      <w:bookmarkEnd w:id="28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أتَ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لةَ</w:t>
      </w:r>
      <w:r>
        <w:rPr>
          <w:rtl/>
          <w:lang w:bidi="fa-IR"/>
        </w:rPr>
        <w:t xml:space="preserve"> اُسرِ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قَومٍ بُطونُهُم کالب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وتِ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الحَ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اتُ</w:t>
      </w:r>
      <w:r>
        <w:rPr>
          <w:rtl/>
          <w:lang w:bidi="fa-IR"/>
        </w:rPr>
        <w:t xml:space="preserve"> تُر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 خارجِ بُطونِهِم ، فقلتُ : مَن هؤلاءِ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جَبرئ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؟ قالَ : هؤلاءِ أکَلَهُ الرِّبا؛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معراج رفتم ، بر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گذشتم که شکمها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چون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در آنها مارها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داشت که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شکمها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؟ گفت 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ربا خوارانند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31857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4" w:name="_Toc52210733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62</w:t>
      </w:r>
      <w:bookmarkEnd w:id="28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اللّه‌َ عز و جل لَعَنَ آکِلَ الرِّبا ومُوکِلَهُ وکاتِبَهُ وشاهِدَ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عز و جل ربا خوار و ربادهنده و کاتب و گواهان آن را لعنت کرده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: 346 / 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5" w:name="_Toc52210733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63</w:t>
      </w:r>
      <w:bookmarkEnd w:id="28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اهتَمَّ لِرِزقِهِ کُتِبَ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خَطِ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ئَةٌ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در غم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باشد 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گناه محسوب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300 / 593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6" w:name="_Toc52210733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64</w:t>
      </w:r>
      <w:bookmarkEnd w:id="28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تَهتَمَّ لِرِزقِ غَدٍ فإنّ کُلَّ غَدٍ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أتِ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بِرِزقِهِ؛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غم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 را مخور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فردا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77 / 67 / 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7" w:name="_Toc52210733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65</w:t>
      </w:r>
      <w:bookmarkEnd w:id="28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ألا</w:t>
      </w:r>
      <w:r>
        <w:rPr>
          <w:rtl/>
          <w:lang w:bidi="fa-IR"/>
        </w:rPr>
        <w:t xml:space="preserve"> وإنّ الرُّوحَ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نَفَثَ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رُوعِ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 نّهُ لَن تَمُوتَ نفسٌ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تَستَکمِلَ رِزقَها، فاتَّقُوا اللّه‌َ وأجمِلُوا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الطَّلَبِ ، ولا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حمِلْ</w:t>
      </w:r>
      <w:r>
        <w:rPr>
          <w:rtl/>
          <w:lang w:bidi="fa-IR"/>
        </w:rPr>
        <w:t xml:space="preserve"> أحَدَکُم استِبطاءُ شَ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مِنَ الرِّزقِ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طلُبَهُ</w:t>
      </w:r>
      <w:r>
        <w:rPr>
          <w:rtl/>
          <w:lang w:bidi="fa-IR"/>
        </w:rPr>
        <w:t xml:space="preserve"> بغَ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حِلِّهِ ، فإنّهُ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درَکُ</w:t>
      </w:r>
      <w:r>
        <w:rPr>
          <w:rtl/>
          <w:lang w:bidi="fa-IR"/>
        </w:rPr>
        <w:t xml:space="preserve"> ما عِندَ اللّه إلاّ بط</w:t>
      </w:r>
      <w:r>
        <w:rPr>
          <w:rFonts w:hint="eastAsia"/>
          <w:rtl/>
          <w:lang w:bidi="fa-IR"/>
        </w:rPr>
        <w:t>اعَتِهِ؛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دلم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طور کامل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کند ، پس از خدا پروا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طلب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شمارا وادار نکند که آن را از راه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حلال بجو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آنچه نزد خداست جز با طاعت او به دست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2 / 74 /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8" w:name="_Toc52210733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66</w:t>
      </w:r>
      <w:bookmarkEnd w:id="28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النُّعمانِ: لا تَستَأکِلْ بِنا الناسَ ، فلا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دَکَ</w:t>
      </w:r>
      <w:r>
        <w:rPr>
          <w:rtl/>
          <w:lang w:bidi="fa-IR"/>
        </w:rPr>
        <w:t xml:space="preserve"> اللّه‌ُ بذلکَ إلاّ فَقرا؛</w:t>
      </w:r>
    </w:p>
    <w:p w:rsidR="002650EF" w:rsidRDefault="002650EF" w:rsidP="00E7674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به ابو نعمان : ما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کردن مردم قرار مده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، خداوند بر فقر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78 / 184 / 11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89" w:name="_Toc52210733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67</w:t>
      </w:r>
      <w:bookmarkEnd w:id="28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کَثرَةُ</w:t>
      </w:r>
      <w:r>
        <w:rPr>
          <w:rtl/>
          <w:lang w:bidi="fa-IR"/>
        </w:rPr>
        <w:t xml:space="preserve"> السُحتِ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محَقُ</w:t>
      </w:r>
      <w:r>
        <w:rPr>
          <w:rtl/>
          <w:lang w:bidi="fa-IR"/>
        </w:rPr>
        <w:t xml:space="preserve"> الرِّزقَ؛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حرامخوار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: 372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76742">
      <w:pPr>
        <w:pStyle w:val="Heading2"/>
        <w:rPr>
          <w:rtl/>
          <w:lang w:bidi="fa-IR"/>
        </w:rPr>
      </w:pPr>
      <w:bookmarkStart w:id="290" w:name="_Toc52210733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68</w:t>
      </w:r>
      <w:bookmarkEnd w:id="29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کُـنتَ فـ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تِجـارَتِکَ وحَضَرَتِ الصّلاةُ فلا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شغَلْکَ</w:t>
      </w:r>
      <w:r>
        <w:rPr>
          <w:rtl/>
          <w:lang w:bidi="fa-IR"/>
        </w:rPr>
        <w:t xml:space="preserve"> عنها مَتْجَرُکَ ، فإنَّ اللّه‌َوَصفَ قَوما ومدَحَهُم فقالَ : رِجالٌ لا تُله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... وکـانَ هؤلاءِ القَـومُ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تَّجِـرونَ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، فإذا حَضَرَتِ الصّلاةُ تَرَکوا تِجارَتَهُم وقاموا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صَلاتِهِم ، وکانوا أع</w:t>
      </w:r>
      <w:r>
        <w:rPr>
          <w:rFonts w:hint="eastAsia"/>
          <w:rtl/>
          <w:lang w:bidi="fa-IR"/>
        </w:rPr>
        <w:t>ظَمَ</w:t>
      </w:r>
      <w:r>
        <w:rPr>
          <w:rtl/>
          <w:lang w:bidi="fa-IR"/>
        </w:rPr>
        <w:t xml:space="preserve"> أجْرا مِمَّن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تَّجِرُ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صَلّ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هرگاه</w:t>
      </w:r>
      <w:r>
        <w:rPr>
          <w:rtl/>
          <w:lang w:bidi="fa-IR"/>
        </w:rPr>
        <w:t xml:space="preserve"> در حال کسب و کار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وقت نماز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کسب تو را از نماز باز ندارد؛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و ستوده‌است :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تجارت ...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کاسب بودند امّا چون گاه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از کسب و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شستند</w:t>
      </w:r>
      <w:r>
        <w:rPr>
          <w:rtl/>
          <w:lang w:bidi="fa-IR"/>
        </w:rPr>
        <w:t xml:space="preserve"> و به نماز 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خاستند</w:t>
      </w:r>
      <w:r>
        <w:rPr>
          <w:rtl/>
          <w:lang w:bidi="fa-IR"/>
        </w:rPr>
        <w:t xml:space="preserve"> . مزد و پاداش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کاسب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و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100 / 40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291" w:name="_Toc52210733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69</w:t>
      </w:r>
      <w:bookmarkEnd w:id="291"/>
    </w:p>
    <w:p w:rsidR="002650EF" w:rsidRDefault="002650EF" w:rsidP="00F918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</w:t>
      </w:r>
      <w:r>
        <w:rPr>
          <w:rtl/>
          <w:lang w:bidi="fa-IR"/>
        </w:rPr>
        <w:t xml:space="preserve"> اللّه‌َ تبارکَ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لَ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بْغِضُ</w:t>
      </w:r>
      <w:r>
        <w:rPr>
          <w:rtl/>
          <w:lang w:bidi="fa-IR"/>
        </w:rPr>
        <w:t xml:space="preserve"> المُنَفِّق سِلْعتَهُ بالأ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مانِ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قسم و سوگند خوردن کالا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فروش رساند، نفرت دارد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: 390 / 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292" w:name="_Toc52210733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70</w:t>
      </w:r>
      <w:bookmarkEnd w:id="292"/>
    </w:p>
    <w:p w:rsidR="002650EF" w:rsidRDefault="002650EF" w:rsidP="00F918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مَعاشرَ السَّماسِرَةِ ، أقِلّوا الأ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مانَ</w:t>
      </w:r>
      <w:r>
        <w:rPr>
          <w:rtl/>
          <w:lang w:bidi="fa-IR"/>
        </w:rPr>
        <w:t xml:space="preserve"> ، فإنّها مَنفَقَةٌ للسِّلْعَـةِ ، مَمْحَقَةٌ للرِّبْحِ؛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جماعت دلاّل ! کمتر سوگند 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کالا را به فروش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 xml:space="preserve"> و سود (حق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5 / 162 /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293" w:name="_Toc52210733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71</w:t>
      </w:r>
      <w:bookmarkEnd w:id="29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یٌّ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السُّوقِ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قومُ</w:t>
      </w:r>
      <w:r>
        <w:rPr>
          <w:rtl/>
          <w:lang w:bidi="fa-IR"/>
        </w:rPr>
        <w:t xml:space="preserve"> مَقاما له 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قولُ</w:t>
      </w:r>
      <w:r>
        <w:rPr>
          <w:rtl/>
          <w:lang w:bidi="fa-IR"/>
        </w:rPr>
        <w:t xml:space="preserve"> : السّلامُ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أهلَ السُّوقِ ، اتَّقوا اللّه‌َ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الحَلْفِ ، فإنّ الحَلفَ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زج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السِّلْعَةَ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مْحَقُ</w:t>
      </w:r>
      <w:r>
        <w:rPr>
          <w:rtl/>
          <w:lang w:bidi="fa-IR"/>
        </w:rPr>
        <w:t xml:space="preserve"> البَرَکةَ ، التّاجرُ فاجرٌ إلاّ مَن أخذَ الحقَّ وأعْطاهُ ؛</w:t>
      </w:r>
    </w:p>
    <w:p w:rsidR="002650EF" w:rsidRDefault="002650EF" w:rsidP="00F918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بازار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 xml:space="preserve"> و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 xml:space="preserve"> : درود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از خدا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سوگند مخور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سوگند خوردن کالا را رونق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برکت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. تاجر نابکار است مگر آن که به حق بستاند و بدهد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العمال : 10043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294" w:name="_Toc52210734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72</w:t>
      </w:r>
      <w:bookmarkEnd w:id="294"/>
    </w:p>
    <w:p w:rsidR="002650EF" w:rsidRDefault="002650EF" w:rsidP="00F918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یُّ</w:t>
      </w:r>
      <w:r>
        <w:rPr>
          <w:rtl/>
          <w:lang w:bidi="fa-IR"/>
        </w:rPr>
        <w:t xml:space="preserve"> ، لا تُماکِسْ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أربَعةِ 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اءَ</w:t>
      </w:r>
      <w:r>
        <w:rPr>
          <w:rtl/>
          <w:lang w:bidi="fa-IR"/>
        </w:rPr>
        <w:t xml:space="preserve"> :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شِراءِ الاُضْحِ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ةِ</w:t>
      </w:r>
      <w:r>
        <w:rPr>
          <w:rtl/>
          <w:lang w:bidi="fa-IR"/>
        </w:rPr>
        <w:t xml:space="preserve"> ، والکفَنِ ، والنَّسَمةِ ، والکَرْ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مَکّةَ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در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چانه نزن: در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کفن ، بَرده و کرا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سفر به مکه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 xml:space="preserve"> : 245 / 103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295" w:name="_Toc52210734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73</w:t>
      </w:r>
      <w:bookmarkEnd w:id="29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التاجر</w:t>
      </w:r>
      <w:r>
        <w:rPr>
          <w:rtl/>
          <w:lang w:bidi="fa-IR"/>
        </w:rPr>
        <w:t xml:space="preserve"> الجبان مَحروم ، والتاجر الجسور مَرزُوق؛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بازرگانِ</w:t>
      </w:r>
      <w:r>
        <w:rPr>
          <w:rtl/>
          <w:lang w:bidi="fa-IR"/>
        </w:rPr>
        <w:t xml:space="preserve"> ترسو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محروم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</w:t>
      </w:r>
      <w:r>
        <w:rPr>
          <w:rtl/>
          <w:lang w:bidi="fa-IR"/>
        </w:rPr>
        <w:t xml:space="preserve"> و بازرگانِ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باک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منتخب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90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296" w:name="_Toc52210734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74</w:t>
      </w:r>
      <w:bookmarkEnd w:id="29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أط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بَ</w:t>
      </w:r>
      <w:r>
        <w:rPr>
          <w:rtl/>
          <w:lang w:bidi="fa-IR"/>
        </w:rPr>
        <w:t xml:space="preserve"> الکَسبِ کَسبُ التُّجّارِ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إذا حَدَّثُوا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کذِبُوا</w:t>
      </w:r>
      <w:r>
        <w:rPr>
          <w:rtl/>
          <w:lang w:bidi="fa-IR"/>
        </w:rPr>
        <w:t xml:space="preserve"> ، وإذا ائتُمِنُوا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خُونُوا</w:t>
      </w:r>
      <w:r>
        <w:rPr>
          <w:rtl/>
          <w:lang w:bidi="fa-IR"/>
        </w:rPr>
        <w:t xml:space="preserve"> ، وإذا وَعَدُوا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خلِفُوا</w:t>
      </w:r>
      <w:r>
        <w:rPr>
          <w:rtl/>
          <w:lang w:bidi="fa-IR"/>
        </w:rPr>
        <w:t xml:space="preserve"> ، وإذا اشتَرَوا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ذُمُّوا</w:t>
      </w:r>
      <w:r>
        <w:rPr>
          <w:rtl/>
          <w:lang w:bidi="fa-IR"/>
        </w:rPr>
        <w:t xml:space="preserve"> ، وإذا باعُوا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طرُوا</w:t>
      </w:r>
      <w:r>
        <w:rPr>
          <w:rtl/>
          <w:lang w:bidi="fa-IR"/>
        </w:rPr>
        <w:t xml:space="preserve"> ، وإذا کانَ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مطُلُوا</w:t>
      </w:r>
      <w:r>
        <w:rPr>
          <w:rtl/>
          <w:lang w:bidi="fa-IR"/>
        </w:rPr>
        <w:t xml:space="preserve"> ، وإذا کانَ لَهُم لَم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عَسِرُوا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هـمانا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شغل ، شغل بـازرگانان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چون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دروغ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هر گاه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سپرده شود،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نکنند و هر گاه وعده دهند ، خلف وعده نکنند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خرند،</w:t>
      </w:r>
      <w:r>
        <w:rPr>
          <w:rtl/>
          <w:lang w:bidi="fa-IR"/>
        </w:rPr>
        <w:t xml:space="preserve"> از آن نکوهش نکنند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فروشند،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نکنند و هر گاه بدهکارن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(در پرداخت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خود)، تعلل نورزند و هر گاه طلبکار باشند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طلب خود)، فشار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کنزالعمّال</w:t>
      </w:r>
      <w:r>
        <w:rPr>
          <w:rtl/>
          <w:lang w:bidi="fa-IR"/>
        </w:rPr>
        <w:t xml:space="preserve"> : (9340 و 9341)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297" w:name="_Toc52210734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75</w:t>
      </w:r>
      <w:bookmarkEnd w:id="29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قلتُ</w:t>
      </w:r>
      <w:r>
        <w:rPr>
          <w:rtl/>
          <w:lang w:bidi="fa-IR"/>
        </w:rPr>
        <w:t xml:space="preserve"> 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عبدِ اللّه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الرّجُلُ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تّجِرُ</w:t>
      </w:r>
      <w:r>
        <w:rPr>
          <w:rtl/>
          <w:lang w:bidi="fa-IR"/>
        </w:rPr>
        <w:t xml:space="preserve"> ، فإنْ هُو آجَرَ نَفسَهُ اُعطِ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تجارتِهِ ، فقالَ :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ؤاجِرْ</w:t>
      </w:r>
      <w:r>
        <w:rPr>
          <w:rtl/>
          <w:lang w:bidi="fa-IR"/>
        </w:rPr>
        <w:t xml:space="preserve"> نفسَهُ ، ولکنْ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سترزِقُ‌اللّه‌َ</w:t>
      </w:r>
      <w:r>
        <w:rPr>
          <w:rtl/>
          <w:lang w:bidi="fa-IR"/>
        </w:rPr>
        <w:t xml:space="preserve"> عز و جل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تَّجِرُ</w:t>
      </w:r>
      <w:r>
        <w:rPr>
          <w:rtl/>
          <w:lang w:bidi="fa-IR"/>
        </w:rPr>
        <w:t xml:space="preserve"> ، فإنّهُ إذا آجَرَ نفسَهُ حَظَرَ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نفسِهِ الرِّزْقَ،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عمار</w:t>
      </w:r>
      <w:r>
        <w:rPr>
          <w:rtl/>
          <w:lang w:bidi="fa-IR"/>
        </w:rPr>
        <w:t xml:space="preserve"> ساباط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</w:t>
      </w:r>
    </w:p>
    <w:p w:rsidR="002650EF" w:rsidRDefault="002650EF" w:rsidP="00F918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ابو عبداللّه امام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 :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تجارت کند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اگر خودش را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سازد ، به اندازه‌ا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خودش تجارت کند به او داده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 فرمودند :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 ، بلکه از خداوند بزرگ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 و دست به تجارت زند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مزدو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مانع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شده‌است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5 / 90 / 3 و ص 273/1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298" w:name="_Toc52210734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76</w:t>
      </w:r>
      <w:bookmarkEnd w:id="29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باعَ واشْتَر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جْتَنِبْ</w:t>
      </w:r>
      <w:r>
        <w:rPr>
          <w:rtl/>
          <w:lang w:bidi="fa-IR"/>
        </w:rPr>
        <w:t xml:space="preserve"> خَمسَ خِصالٍ ، وإلاّ فلا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عَنَّ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شْتَرِ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نَّ</w:t>
      </w:r>
      <w:r>
        <w:rPr>
          <w:rtl/>
          <w:lang w:bidi="fa-IR"/>
        </w:rPr>
        <w:t xml:space="preserve"> : الرِّبا ، والحَلْفَ ، وکِتْمانَ العَ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بِ</w:t>
      </w:r>
      <w:r>
        <w:rPr>
          <w:rtl/>
          <w:lang w:bidi="fa-IR"/>
        </w:rPr>
        <w:t xml:space="preserve"> ، والحمدَ إذا باعَ ، والذَّمَّ إذا اشْتَر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پنج کار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 و گرنه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کند : ربا ، سوگند ، پوشاندن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کالا ،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در موقع فروش و بدگو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کالا در موقع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.</w:t>
      </w:r>
    </w:p>
    <w:p w:rsidR="00F918F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103 / 95 / 18</w:t>
      </w:r>
    </w:p>
    <w:p w:rsidR="002650EF" w:rsidRDefault="00F918F3" w:rsidP="00F918F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299" w:name="_Toc52210734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77</w:t>
      </w:r>
      <w:bookmarkEnd w:id="29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جبنوا</w:t>
      </w:r>
      <w:r>
        <w:rPr>
          <w:rtl/>
          <w:lang w:bidi="fa-IR"/>
        </w:rPr>
        <w:t xml:space="preserve"> مساجدکم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الشراء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مساجدتان</w:t>
      </w:r>
      <w:r>
        <w:rPr>
          <w:rtl/>
          <w:lang w:bidi="fa-IR"/>
        </w:rPr>
        <w:t xml:space="preserve"> را بازار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قرار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 3، ص 507).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0" w:name="_Toc52210734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78</w:t>
      </w:r>
      <w:bookmarkEnd w:id="30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اکل لمقة حرام لم تقبل له صلوة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ستجب</w:t>
      </w:r>
      <w:r>
        <w:rPr>
          <w:rtl/>
          <w:lang w:bidi="fa-IR"/>
        </w:rPr>
        <w:t xml:space="preserve"> له دعوة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صباحا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لقمه حرام بخورد، نماز چهل شب او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چهل روز او به اجابت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(دارالسلام ،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4 ص 213)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1" w:name="_Toc5221073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79</w:t>
      </w:r>
      <w:bookmarkEnd w:id="30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الله ملکا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کل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: من اکل حراما ما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الله منه صرفا و لاعدلا و الصرف ، النافلة و العدل ، 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(از جانب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)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شب 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(اندک مال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) بخورد، خداوند از او نه </w:t>
      </w:r>
      <w:r>
        <w:rPr>
          <w:rtl/>
          <w:lang w:bidi="fa-IR"/>
        </w:rPr>
        <w:lastRenderedPageBreak/>
        <w:t>صرف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عدل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قبول خواهد کرد.صرف نماز نافله است و عدل ، نماز واجب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(بحارالانوار، ج 103، ص 16)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2" w:name="_Toc5221073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80</w:t>
      </w:r>
      <w:bookmarkEnd w:id="30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تَرْکُ</w:t>
      </w:r>
      <w:r>
        <w:rPr>
          <w:rtl/>
          <w:lang w:bidi="fa-IR"/>
        </w:rPr>
        <w:t xml:space="preserve"> التِجارَة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نْقَصُ</w:t>
      </w:r>
      <w:r>
        <w:rPr>
          <w:rtl/>
          <w:lang w:bidi="fa-IR"/>
        </w:rPr>
        <w:t xml:space="preserve"> الْعَقْلَ؛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کردن کسب و کار، عقل را کم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وسائل‌الش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ج17، ص14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3" w:name="_Toc5221073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81</w:t>
      </w:r>
      <w:bookmarkEnd w:id="30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لاتَکسل</w:t>
      </w:r>
      <w:r>
        <w:rPr>
          <w:rtl/>
          <w:lang w:bidi="fa-IR"/>
        </w:rPr>
        <w:t xml:space="preserve"> عَن مَعِ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شَتک</w:t>
      </w:r>
      <w:r>
        <w:rPr>
          <w:rtl/>
          <w:lang w:bidi="fa-IR"/>
        </w:rPr>
        <w:t xml:space="preserve"> فَتَکون کَلّاً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رکدر؛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معاش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مکن که سربار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فروع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86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4" w:name="_Toc5221073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82</w:t>
      </w:r>
      <w:bookmarkEnd w:id="30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محمد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کسبها ، کسب رباست.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</w:t>
      </w:r>
      <w:r>
        <w:rPr>
          <w:rtl/>
          <w:lang w:bidi="fa-IR"/>
        </w:rPr>
        <w:t xml:space="preserve"> ، دار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5 ، ص 147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05" w:name="_Toc5221073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83</w:t>
      </w:r>
      <w:bookmarkEnd w:id="30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الکاذبه منفقه للسّلعه ممحقه للکسب؛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قسم</w:t>
      </w:r>
      <w:r>
        <w:rPr>
          <w:rtl/>
          <w:lang w:bidi="fa-IR"/>
        </w:rPr>
        <w:t xml:space="preserve"> دروغ، کالا را تلف کند و کسب را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6" w:name="_Toc52210735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84</w:t>
      </w:r>
      <w:bookmarkEnd w:id="30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المعک</w:t>
      </w:r>
      <w:r>
        <w:rPr>
          <w:rtl/>
          <w:lang w:bidi="fa-IR"/>
        </w:rPr>
        <w:t xml:space="preserve"> طَرَفُ مِنَ الظُّلْمِ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پرداخت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شمه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ظلم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7" w:name="_Toc5221073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85</w:t>
      </w:r>
      <w:bookmarkEnd w:id="30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احتکر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طعامهم ضربه اللَّه بالجذام؛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خوراک مسلمانان را احتکار کند خدا به خوره مبتلا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08" w:name="_Toc5221073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86</w:t>
      </w:r>
      <w:bookmarkEnd w:id="30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سرقه و 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أنّها سرقه فقد شرک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عارها و إثمها؛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مال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بخرد و بداند که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ننگ و گناه آن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09" w:name="_Toc5221073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87</w:t>
      </w:r>
      <w:bookmarkEnd w:id="30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الملاء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واحده أحبط اللَّه عمله أربع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 چهل سال عبادت او را باطل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0" w:name="_Toc5221073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88</w:t>
      </w:r>
      <w:bookmarkEnd w:id="31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باع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مقت اللَّه و لم تزل الملائکه تلعنه؛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فروشد و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باشد و فرشتگان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او را لعنت کند.</w:t>
      </w:r>
    </w:p>
    <w:p w:rsidR="00F918F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F918F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11" w:name="_Toc5221073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89</w:t>
      </w:r>
      <w:bookmarkEnd w:id="31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أصاب مالا من مهاوش أذهبه اللَّه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نهابر؛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مال از حرام به دست آرد در حوادث سخت از دست بدهد.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2" w:name="_Toc52210735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90</w:t>
      </w:r>
      <w:bookmarkEnd w:id="31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من قوم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الرّبا إلّا أخذوا بالسّنه و ما من قوم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الرّشا إلّا أخذوا بالرّعب؛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ربا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انشان</w:t>
      </w:r>
      <w:r>
        <w:rPr>
          <w:rtl/>
          <w:lang w:bidi="fa-IR"/>
        </w:rPr>
        <w:t xml:space="preserve"> رواج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به قحط مبتلا شوند و هر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رشوه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انشان</w:t>
      </w:r>
      <w:r>
        <w:rPr>
          <w:rtl/>
          <w:lang w:bidi="fa-IR"/>
        </w:rPr>
        <w:t xml:space="preserve"> رواج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به ترس دچار شوند.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3" w:name="_Toc5221073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91</w:t>
      </w:r>
      <w:bookmarkEnd w:id="31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من عبد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قالدا إلّا سلّط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تالفا؛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بنده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فاسد فروشد، خدا تلف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او مسلط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14" w:name="_Toc5221073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92</w:t>
      </w:r>
      <w:bookmarkEnd w:id="31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أحد أکثر من الرّبا إلّا کان عاقبه أمره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ربا فراوان خورد سر انجام او به فقر انجامد.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5" w:name="_Toc5221073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93</w:t>
      </w:r>
      <w:bookmarkEnd w:id="31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حلّ</w:t>
      </w:r>
      <w:r>
        <w:rPr>
          <w:rtl/>
          <w:lang w:bidi="fa-IR"/>
        </w:rPr>
        <w:t xml:space="preserve"> الصّدقه لغن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 لا 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مرّه قو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صدقه</w:t>
      </w:r>
      <w:r>
        <w:rPr>
          <w:rtl/>
          <w:lang w:bidi="fa-IR"/>
        </w:rPr>
        <w:t xml:space="preserve"> گرفتن بر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6" w:name="_Toc5221073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94</w:t>
      </w:r>
      <w:bookmarkEnd w:id="31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حتکر</w:t>
      </w:r>
      <w:r>
        <w:rPr>
          <w:rtl/>
          <w:lang w:bidi="fa-IR"/>
        </w:rPr>
        <w:t xml:space="preserve"> إلّا خاطئ؛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خطاکار احتکار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17" w:name="_Toc5221073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95</w:t>
      </w:r>
      <w:bookmarkEnd w:id="31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منّا من غشّ مسلما أو ضرّه أو ما کره؛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با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تقلب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او ضرر رساند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کند از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8" w:name="_Toc5221073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96</w:t>
      </w:r>
      <w:bookmarkEnd w:id="31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لعن</w:t>
      </w:r>
      <w:r>
        <w:rPr>
          <w:rtl/>
          <w:lang w:bidi="fa-IR"/>
        </w:rPr>
        <w:t xml:space="preserve"> اللَّه الرّبا و آکله و کاتبه و شاهده و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ربا و رباخوار را با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و شاهد معامله ربا اگر واقفند لعنت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19" w:name="_Toc5221073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97</w:t>
      </w:r>
      <w:bookmarkEnd w:id="31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الرّاش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المرتش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رشوه</w:t>
      </w:r>
      <w:r>
        <w:rPr>
          <w:rtl/>
          <w:lang w:bidi="fa-IR"/>
        </w:rPr>
        <w:t xml:space="preserve"> دهنده 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در آتشند.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20" w:name="_Toc5221073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98</w:t>
      </w:r>
      <w:bookmarkEnd w:id="3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درهم</w:t>
      </w:r>
      <w:r>
        <w:rPr>
          <w:rtl/>
          <w:lang w:bidi="fa-IR"/>
        </w:rPr>
        <w:t xml:space="preserve"> ربا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أکله</w:t>
      </w:r>
      <w:r>
        <w:rPr>
          <w:rtl/>
          <w:lang w:bidi="fa-IR"/>
        </w:rPr>
        <w:t xml:space="preserve"> الرّجل- و 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>- أشدّ عند اللَّه من ستّه و ثلاث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ربا که انسان دانسته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نظر خدا بدتر از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شش زناست.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21" w:name="_Toc52210736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99</w:t>
      </w:r>
      <w:bookmarkEnd w:id="32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خمسه</w:t>
      </w:r>
      <w:r>
        <w:rPr>
          <w:rtl/>
          <w:lang w:bidi="fa-IR"/>
        </w:rPr>
        <w:t xml:space="preserve"> من مصائب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فوت الحب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ذهاب المال و شماته الأعداء و ترک العلم و امرأه سوء؛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پنج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مصائب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: مرگ دوست و تلف شدن مال و سرزنش دشمنان و ترک دانش و زن بد.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22" w:name="_Toc52210736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100</w:t>
      </w:r>
      <w:bookmarkEnd w:id="32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الحلف</w:t>
      </w:r>
      <w:r>
        <w:rPr>
          <w:rtl/>
          <w:lang w:bidi="fa-IR"/>
        </w:rPr>
        <w:t xml:space="preserve"> منفقه للسّلعه ممحقه للبرکه؛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قسم</w:t>
      </w:r>
      <w:r>
        <w:rPr>
          <w:rtl/>
          <w:lang w:bidi="fa-IR"/>
        </w:rPr>
        <w:t xml:space="preserve"> در معامله جنس را تمام و برکت را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23" w:name="_Toc5221073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101</w:t>
      </w:r>
      <w:bookmarkEnd w:id="3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المکسبه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حلّها؛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آن است که سود به نامشروع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24" w:name="_Toc5221073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102</w:t>
      </w:r>
      <w:bookmarkEnd w:id="3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حرّمت</w:t>
      </w:r>
      <w:r>
        <w:rPr>
          <w:rtl/>
          <w:lang w:bidi="fa-IR"/>
        </w:rPr>
        <w:t xml:space="preserve"> التّجاره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الخمر؛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تجارت</w:t>
      </w:r>
      <w:r>
        <w:rPr>
          <w:rtl/>
          <w:lang w:bidi="fa-IR"/>
        </w:rPr>
        <w:t xml:space="preserve"> شراب حرام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25" w:name="_Toc5221073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103</w:t>
      </w:r>
      <w:bookmarkEnd w:id="3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الجالب</w:t>
      </w:r>
      <w:r>
        <w:rPr>
          <w:rtl/>
          <w:lang w:bidi="fa-IR"/>
        </w:rPr>
        <w:t xml:space="preserve"> مرزوق و المحتکر ملعون؛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واردکننده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محتکر لعنت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26" w:name="_Toc5221073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104</w:t>
      </w:r>
      <w:bookmarkEnd w:id="3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الجالب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سوقنا کالمجاهد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اللَّه و المحتکر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سوقنا کالملحد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اللَّه؛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به بازار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مانند آن کس است که در راه خدا جهاد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 که در بازار ما احتکار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کتاب خدا کافر به شمار رفته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27" w:name="_Toc5221073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105</w:t>
      </w:r>
      <w:bookmarkEnd w:id="3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ثلاثه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اللَّه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غدا: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زان و رجل اتّخذ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بضاعه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حلف</w:t>
      </w:r>
      <w:r>
        <w:rPr>
          <w:rtl/>
          <w:lang w:bidi="fa-IR"/>
        </w:rPr>
        <w:t xml:space="preserve"> من کلّ حقّ و باطل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مختال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زهو؛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کسند که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خدا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زنا کار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قسم را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قرار داده در حق و باطل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متکبر و مغرور.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28" w:name="_Toc5221073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106</w:t>
      </w:r>
      <w:bookmarkEnd w:id="3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بئس</w:t>
      </w:r>
      <w:r>
        <w:rPr>
          <w:rtl/>
          <w:lang w:bidi="fa-IR"/>
        </w:rPr>
        <w:t xml:space="preserve"> العبد المحتکر: إن أرخص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الأسعار حزن و إن أغلاها اللَّه فرح؛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بد است محتکر اگر خدا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ها را ارزان کند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و اگر گران کند خوشحال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29" w:name="_Toc5221073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107</w:t>
      </w:r>
      <w:bookmarkEnd w:id="3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الآخذ</w:t>
      </w:r>
      <w:r>
        <w:rPr>
          <w:rtl/>
          <w:lang w:bidi="fa-IR"/>
        </w:rPr>
        <w:t xml:space="preserve"> و المعط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ربا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آن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گناه برابرند.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0" w:name="_Toc5221073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108</w:t>
      </w:r>
      <w:bookmarkEnd w:id="3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رجل تزوّج امرأه فنو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من صداقها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مات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 xml:space="preserve"> و هو زان و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رجل اشتر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رجل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</w:t>
      </w:r>
      <w:r>
        <w:rPr>
          <w:rtl/>
          <w:lang w:bidi="fa-IR"/>
        </w:rPr>
        <w:t xml:space="preserve"> فنو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ثمنه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مات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 xml:space="preserve"> و هو خائن و الخائن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در خاطر داشته باشد که مهر او را نپردازد هنگام مرگ چون زناکاران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هر کس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بخرد و در خاطر داشته باشد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آن را نپردازد هنگام مرگ چون خائنان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خائن در آتش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1" w:name="_Toc5221073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109</w:t>
      </w:r>
      <w:bookmarkEnd w:id="33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رجل 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هو مجمع أن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اللَّه سارقا؛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قرض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در خاطر داشته باشد که آن را نپردازد مانند دزدان محشور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2" w:name="_Toc5221073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110</w:t>
      </w:r>
      <w:bookmarkEnd w:id="3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و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فإنّه هم باللّ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مذلّه بالنّهار؛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قرض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غم شب و ذلت روز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33" w:name="_Toc5221073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111</w:t>
      </w:r>
      <w:bookmarkEnd w:id="3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 الدّائن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کره</w:t>
      </w:r>
      <w:r>
        <w:rPr>
          <w:rtl/>
          <w:lang w:bidi="fa-IR"/>
        </w:rPr>
        <w:t xml:space="preserve"> اللَّه؛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قرض دار است تا قرض خود را بپردازد به شرط آن که قرض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خلاف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نباشد.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4" w:name="_Toc5221073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112</w:t>
      </w:r>
      <w:bookmarkEnd w:id="33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أعظم الذّنوب عنه اللَّه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لقاه</w:t>
      </w:r>
      <w:r>
        <w:rPr>
          <w:rtl/>
          <w:lang w:bidi="fa-IR"/>
        </w:rPr>
        <w:t xml:space="preserve"> بها عبد- بعد الکبائر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اللَّه عنها-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 xml:space="preserve"> الرّجل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</w:t>
      </w:r>
      <w:r>
        <w:rPr>
          <w:rtl/>
          <w:lang w:bidi="fa-IR"/>
        </w:rPr>
        <w:t xml:space="preserve"> له قضاء؛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گناهان بزرگ که خداوند از آن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بزرگتر از همه گناهان آن است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قرض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و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آن نگذارد.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5" w:name="_Toc5221073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113</w:t>
      </w:r>
      <w:bookmarkEnd w:id="3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أط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الکسب کسب التّجّار الّذ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إذا حدّثوا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کذبوا</w:t>
      </w:r>
      <w:r>
        <w:rPr>
          <w:rtl/>
          <w:lang w:bidi="fa-IR"/>
        </w:rPr>
        <w:t xml:space="preserve"> و إذا ائتمنوا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خونوا</w:t>
      </w:r>
      <w:r>
        <w:rPr>
          <w:rtl/>
          <w:lang w:bidi="fa-IR"/>
        </w:rPr>
        <w:t xml:space="preserve"> و إذا وعدوا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خلفوا</w:t>
      </w:r>
      <w:r>
        <w:rPr>
          <w:rtl/>
          <w:lang w:bidi="fa-IR"/>
        </w:rPr>
        <w:t xml:space="preserve"> و إذا کان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مطلوا</w:t>
      </w:r>
      <w:r>
        <w:rPr>
          <w:rtl/>
          <w:lang w:bidi="fa-IR"/>
        </w:rPr>
        <w:t xml:space="preserve"> و إذا کان لهم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عسروا</w:t>
      </w:r>
      <w:r>
        <w:rPr>
          <w:rtl/>
          <w:lang w:bidi="fa-IR"/>
        </w:rPr>
        <w:t xml:space="preserve"> و إذا باعوا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طروا</w:t>
      </w:r>
      <w:r>
        <w:rPr>
          <w:rtl/>
          <w:lang w:bidi="fa-IR"/>
        </w:rPr>
        <w:t xml:space="preserve"> و إذا اشتروا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ذمّوا؛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 ها کسب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هنگام سخن دروغ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امانت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نکنند و به وعده وفا کنند و در پرداخت قرض خود تعلل نکنند و در مطالبه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نکنند و به هنگام فروش در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جنس خود مبالغه نکنند و به هنگام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جنس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بد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6" w:name="_Toc5221073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114</w:t>
      </w:r>
      <w:bookmarkEnd w:id="3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أقلّ</w:t>
      </w:r>
      <w:r>
        <w:rPr>
          <w:rtl/>
          <w:lang w:bidi="fa-IR"/>
        </w:rPr>
        <w:t xml:space="preserve"> من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تعش حرّا؛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قرض</w:t>
      </w:r>
      <w:r>
        <w:rPr>
          <w:rtl/>
          <w:lang w:bidi="fa-IR"/>
        </w:rPr>
        <w:t xml:space="preserve"> کمتر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تا آزاد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7" w:name="_Toc5221073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115</w:t>
      </w:r>
      <w:bookmarkEnd w:id="3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أعظم</w:t>
      </w:r>
      <w:r>
        <w:rPr>
          <w:rtl/>
          <w:lang w:bidi="fa-IR"/>
        </w:rPr>
        <w:t xml:space="preserve"> الظّلم ذراع من الأرض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نتقصه</w:t>
      </w:r>
      <w:r>
        <w:rPr>
          <w:rtl/>
          <w:lang w:bidi="fa-IR"/>
        </w:rPr>
        <w:t xml:space="preserve"> المرء من حقّ 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حصاه أخذها إلّا طوّقها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ستمها آن است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حق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هر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 تصرف او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گردن او طوق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38" w:name="_Toc5221073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116</w:t>
      </w:r>
      <w:bookmarkEnd w:id="33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بغضهم</w:t>
      </w:r>
      <w:r>
        <w:rPr>
          <w:rtl/>
          <w:lang w:bidi="fa-IR"/>
        </w:rPr>
        <w:t xml:space="preserve">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الب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اع</w:t>
      </w:r>
      <w:r>
        <w:rPr>
          <w:rtl/>
          <w:lang w:bidi="fa-IR"/>
        </w:rPr>
        <w:t xml:space="preserve"> الحلّاف و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المختال و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الزّان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الإمام الجائر؛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</w:t>
      </w:r>
      <w:r>
        <w:rPr>
          <w:rtl/>
          <w:lang w:bidi="fa-IR"/>
        </w:rPr>
        <w:t xml:space="preserve"> کس را خداوند دشمن دارد، فروشنده قسم خور،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متکبر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زنا کار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ستمگر.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39" w:name="_Toc5221073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117</w:t>
      </w:r>
      <w:bookmarkEnd w:id="33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حجّ الرّجل بمال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حلّه فقال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اللّهمّ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قال اللَّه لا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لا 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هذا مردود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حلال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حج رود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خدا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نه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نه 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به تو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F918F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F918F3">
      <w:pPr>
        <w:pStyle w:val="Heading2"/>
        <w:rPr>
          <w:rtl/>
          <w:lang w:bidi="fa-IR"/>
        </w:rPr>
      </w:pPr>
      <w:bookmarkStart w:id="340" w:name="_Toc5221073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118</w:t>
      </w:r>
      <w:bookmarkEnd w:id="34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الطّعام بمکّه إلحاد؛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خوردن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مکه کفر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F918F3">
      <w:pPr>
        <w:pStyle w:val="Heading2"/>
        <w:rPr>
          <w:rtl/>
          <w:lang w:bidi="fa-IR"/>
        </w:rPr>
      </w:pPr>
      <w:bookmarkStart w:id="341" w:name="_Toc5221073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119</w:t>
      </w:r>
      <w:bookmarkEnd w:id="341"/>
    </w:p>
    <w:p w:rsidR="002650EF" w:rsidRDefault="002650EF" w:rsidP="00F918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محمد باقر </w:t>
      </w:r>
      <w:r w:rsidR="00F918F3" w:rsidRPr="00F918F3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کسبها ، کسب رباست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</w:t>
      </w:r>
      <w:r>
        <w:rPr>
          <w:rtl/>
          <w:lang w:bidi="fa-IR"/>
        </w:rPr>
        <w:t xml:space="preserve"> ، دار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 5 ، ص 147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42" w:name="_Toc5221073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120</w:t>
      </w:r>
      <w:bookmarkEnd w:id="34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الاْمامُ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اکُمْ</w:t>
      </w:r>
      <w:r>
        <w:rPr>
          <w:rtl/>
          <w:lang w:bidi="fa-IR"/>
        </w:rPr>
        <w:t xml:space="preserve"> وَ الدَّ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فَإنَّهُ هَمٌّ بِاللَّ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وَ ذُلٌّ بِالنَّهارِ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گرفتن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قرض، خود را برهان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چون که سبب غم و اندوه شبانه و ذلّت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خواهد گشت.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 18، ص 316، ح 23750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43" w:name="_Toc5221073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121</w:t>
      </w:r>
      <w:bookmarkEnd w:id="343"/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ملعون</w:t>
      </w:r>
      <w:r>
        <w:rPr>
          <w:rtl/>
          <w:lang w:bidi="fa-IR"/>
        </w:rPr>
        <w:t xml:space="preserve"> ملعون من عبد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 الدّرهم؛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رحمت خدا به دور است،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 درهم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>: 129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44" w:name="_Toc5221073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122</w:t>
      </w:r>
      <w:bookmarkEnd w:id="3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ما مِنْ عَبْدٍ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بْخَلُ</w:t>
      </w:r>
      <w:r>
        <w:rPr>
          <w:rtl/>
          <w:lang w:bidi="fa-IR"/>
        </w:rPr>
        <w:t xml:space="preserve"> بِنَفَقَةٍ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نْفِقُها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رْضِ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اللّه‌َ اِلاَّ ابْتُل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بِاَنْ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نْفِقَ</w:t>
      </w:r>
      <w:r>
        <w:rPr>
          <w:rtl/>
          <w:lang w:bidi="fa-IR"/>
        </w:rPr>
        <w:t xml:space="preserve"> اَضْعافَها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اَسْخَطَ اللّه‌َ؛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از خرج کردن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خداپسندانه بخل ورزد، چند برابر آن را در راه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خداپسندانه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خواهد کرد.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78، ص 173، ح 12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45" w:name="_Toc5221073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123</w:t>
      </w:r>
      <w:bookmarkEnd w:id="3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اَوْحَ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اللّه‌ُ عَزَّوَجَلَّ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مُوس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تَفْرَحْ بِکَثْرَةِ الْمالِ وَ لا تَدَعْ ذِکْر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کُلِّ حالٍ فَاِنَّ کَثْرَةَ الْمالِ تُنْسِ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الذُّنوبَ وَ اِنَّ تَرْکَ ذِکر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قْسِ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الْقُلوبَ ؛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عزّوجلّ به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شاد مشو و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فراموش مکن،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گناهان فراموش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بردن من قساوت قلب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497، ح 7.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46" w:name="_Toc5221073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124</w:t>
      </w:r>
      <w:bookmarkEnd w:id="3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گاه امت من ربا خورند ، زلزله رُخ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 کنز العمال : ج 14 ص 280 ح 38731 )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47" w:name="_Toc5221073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125</w:t>
      </w:r>
      <w:bookmarkEnd w:id="3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کس که بدون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(از احکام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تجارت و) داد و ستد کند ، در ربا غوطه ور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، باب تجارت)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48" w:name="_Toc5221073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126</w:t>
      </w:r>
      <w:bookmarkEnd w:id="34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اسراف</w:t>
      </w:r>
      <w:r>
        <w:rPr>
          <w:rtl/>
          <w:lang w:bidi="fa-IR"/>
        </w:rPr>
        <w:t xml:space="preserve"> نشانه و سرآغاز فقر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، باب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اسراف)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49" w:name="_Toc5221073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127</w:t>
      </w:r>
      <w:bookmarkEnd w:id="3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اسراف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همراه ورشکسته‌ا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، باب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اسراف)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0" w:name="_Toc5221073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128</w:t>
      </w:r>
      <w:bookmarkEnd w:id="3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خلق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نادان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تجربه است که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احتکار به رنج و تعب وادارند.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باب</w:t>
      </w:r>
      <w:r>
        <w:rPr>
          <w:rtl/>
          <w:lang w:bidi="fa-IR"/>
        </w:rPr>
        <w:t xml:space="preserve"> احتکار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1" w:name="_Toc52210739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129</w:t>
      </w:r>
      <w:bookmarkEnd w:id="35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بدکاران و گنه کاران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باب</w:t>
      </w:r>
      <w:r>
        <w:rPr>
          <w:rtl/>
          <w:lang w:bidi="fa-IR"/>
        </w:rPr>
        <w:t xml:space="preserve"> احتکار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2" w:name="_Toc52210739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130</w:t>
      </w:r>
      <w:bookmarkEnd w:id="35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کننده از نعمت خود محروم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خواهد ماند.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باب</w:t>
      </w:r>
      <w:r>
        <w:rPr>
          <w:rtl/>
          <w:lang w:bidi="fa-IR"/>
        </w:rPr>
        <w:t xml:space="preserve"> احتکار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3" w:name="_Toc5221073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131</w:t>
      </w:r>
      <w:bookmarkEnd w:id="3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به حرمان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ماندن (محتکر) انجامد.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باب</w:t>
      </w:r>
      <w:r>
        <w:rPr>
          <w:rtl/>
          <w:lang w:bidi="fa-IR"/>
        </w:rPr>
        <w:t xml:space="preserve"> احتکار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4" w:name="_Toc5221074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132</w:t>
      </w:r>
      <w:bookmarkEnd w:id="3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احتکار</w:t>
      </w:r>
      <w:r>
        <w:rPr>
          <w:rtl/>
          <w:lang w:bidi="fa-IR"/>
        </w:rPr>
        <w:t xml:space="preserve"> پست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باب</w:t>
      </w:r>
      <w:r>
        <w:rPr>
          <w:rtl/>
          <w:lang w:bidi="fa-IR"/>
        </w:rPr>
        <w:t xml:space="preserve"> احتکار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5" w:name="_Toc5221074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133</w:t>
      </w:r>
      <w:bookmarkEnd w:id="3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کسب خود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 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، باب حرام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56" w:name="_Toc5221074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134</w:t>
      </w:r>
      <w:bookmarkEnd w:id="35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کس اند که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نگرد و پاکشان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دردناک دارند 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زناکار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متکبّر ،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را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کرده 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نخرد مگر با قسم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نخرد نفروشد مگر با قسم.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1240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7" w:name="_Toc5221074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135</w:t>
      </w:r>
      <w:bookmarkEnd w:id="35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أتَ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لَةً</w:t>
      </w:r>
      <w:r>
        <w:rPr>
          <w:rtl/>
          <w:lang w:bidi="fa-IR"/>
        </w:rPr>
        <w:t xml:space="preserve"> اُسْرِ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قَوْمٍ بُطونُهُم‌کَالْبُ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وتِ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هَا</w:t>
      </w:r>
      <w:r>
        <w:rPr>
          <w:rtl/>
          <w:lang w:bidi="fa-IR"/>
        </w:rPr>
        <w:t xml:space="preserve"> الْحَ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اتُ</w:t>
      </w:r>
      <w:r>
        <w:rPr>
          <w:rtl/>
          <w:lang w:bidi="fa-IR"/>
        </w:rPr>
        <w:t xml:space="preserve"> تُر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مِنْ خارِجِ بُطونِهِمْ فَقُلْتُ: مَنْ هؤُلاءِ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جَبْرَئ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لُ؟</w:t>
      </w:r>
      <w:r>
        <w:rPr>
          <w:rtl/>
          <w:lang w:bidi="fa-IR"/>
        </w:rPr>
        <w:t xml:space="preserve"> قالَ: هؤُلاءِ أَکَلَةُ الرِّبا؛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که‌به‌معراج‌رفتم‌برمردم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گذشتم‌که‌شکم‌ها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چون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در آنها مارها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داشت که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شکمها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ستند؟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رباخوارانند.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کنزالعمال،</w:t>
      </w:r>
      <w:r>
        <w:rPr>
          <w:rtl/>
          <w:lang w:bidi="fa-IR"/>
        </w:rPr>
        <w:t xml:space="preserve"> ج 4، ص 107، ح 9766.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58" w:name="_Toc5221074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136</w:t>
      </w:r>
      <w:bookmarkEnd w:id="35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أَکَلَ الرِّبا مَلأََ اللّه‌ُ عَزَّوَجَلَّ بَطْنَهُ مِنْ نارِ جَهَنَّمَ بِقَدْرِ ما أَکَلَ ، وَإِنِ اکْتَسَـبَ مِنْهُ مالاً 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قْبَلُ</w:t>
      </w:r>
      <w:r>
        <w:rPr>
          <w:rtl/>
          <w:lang w:bidi="fa-IR"/>
        </w:rPr>
        <w:t xml:space="preserve"> اللّه‌ُ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مِنْهُ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ـئا</w:t>
      </w:r>
      <w:r>
        <w:rPr>
          <w:rtl/>
          <w:lang w:bidi="fa-IR"/>
        </w:rPr>
        <w:t xml:space="preserve"> مِنْ عَمَلِهِ ، وَلَمْ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زَلْ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لَعْنَةِ اللّه‌ِ وَالْمَلائِکَةِ ما کانَ عِنْدَهُ مِن</w:t>
      </w:r>
      <w:r>
        <w:rPr>
          <w:rFonts w:hint="eastAsia"/>
          <w:rtl/>
          <w:lang w:bidi="fa-IR"/>
        </w:rPr>
        <w:t>ْهُ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راطٌ</w:t>
      </w:r>
      <w:r>
        <w:rPr>
          <w:rtl/>
          <w:lang w:bidi="fa-IR"/>
        </w:rPr>
        <w:t xml:space="preserve"> (واحِدٌ)؛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ربا بخورد خداوند عزوجل به اندازه ربا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خورده شکمش را از آتش دوزخ پر کند و اگر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ربا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عمل او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مقدار) از مال ربا نزدش باشد،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خداوند و فرشتگانش او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الاعمال، ص 285.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59" w:name="_Toc5221074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137</w:t>
      </w:r>
      <w:bookmarkEnd w:id="3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اِعْلَمْ‌ـ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رْحَمُکَ‌اللّه‌ُ</w:t>
      </w:r>
      <w:r>
        <w:rPr>
          <w:rtl/>
          <w:lang w:bidi="fa-IR"/>
        </w:rPr>
        <w:t xml:space="preserve"> ـ اَنَ‌الرِّباحَرامٌ‌سُحتٌ،مِنَ‌الکَبائِرِ وَ مِمّا قَدْ وَعَدَ اللّه‌ُ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النّارَ فَنَعوذُ بِاللّه‌ِ مِنْها، وَهُوَ مُحَرَّمٌ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لِسانِ کُلِّ نَب</w:t>
      </w:r>
      <w:r>
        <w:rPr>
          <w:rFonts w:hint="cs"/>
          <w:rtl/>
          <w:lang w:bidi="fa-IR"/>
        </w:rPr>
        <w:t>یٍّ</w:t>
      </w:r>
      <w:r>
        <w:rPr>
          <w:rtl/>
          <w:lang w:bidi="fa-IR"/>
        </w:rPr>
        <w:t xml:space="preserve"> وَف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کُلِّ کِتابٍ؛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رحمت کند! بدان که ربا حرام و از گناهان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است و خداوند بر آن وعده آتش داده است پس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خدا از آتش. ربا را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همه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کرده‌اند.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فقه</w:t>
      </w:r>
      <w:r>
        <w:rPr>
          <w:rtl/>
          <w:lang w:bidi="fa-IR"/>
        </w:rPr>
        <w:t xml:space="preserve"> الرضا، ح 256.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60" w:name="_Toc5221074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138</w:t>
      </w:r>
      <w:bookmarkEnd w:id="3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اَخْوَفَ ما اَخافُ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اُمَّت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مِنْ بَعْد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هذِهِ الْمَکاسِبُ المُحَرَّمَةُ وَ الشَّهْوَةُ الخَف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ةُ</w:t>
      </w:r>
      <w:r>
        <w:rPr>
          <w:rtl/>
          <w:lang w:bidi="fa-IR"/>
        </w:rPr>
        <w:t xml:space="preserve"> وَ الرِّبا؛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امتم بعد از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ترسم،</w:t>
      </w:r>
      <w:r>
        <w:rPr>
          <w:rtl/>
          <w:lang w:bidi="fa-IR"/>
        </w:rPr>
        <w:t xml:space="preserve"> درآمدها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حرام، هواپرست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و رباست.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 103، ص 54، ح 26.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61" w:name="_Toc5221074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139</w:t>
      </w:r>
      <w:bookmarkEnd w:id="36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اَلرِّبا</w:t>
      </w:r>
      <w:r>
        <w:rPr>
          <w:rtl/>
          <w:lang w:bidi="fa-IR"/>
        </w:rPr>
        <w:t xml:space="preserve"> وَ اِنْ کَثُرَ فَاِنَّ عاقِبَتَهُ تَص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قُلٍّ؛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سود</w:t>
      </w:r>
      <w:r>
        <w:rPr>
          <w:rtl/>
          <w:lang w:bidi="fa-IR"/>
        </w:rPr>
        <w:t xml:space="preserve"> ربا گرچه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سرانجام به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کنزالعمال،</w:t>
      </w:r>
      <w:r>
        <w:rPr>
          <w:rtl/>
          <w:lang w:bidi="fa-IR"/>
        </w:rPr>
        <w:t xml:space="preserve"> ج 4، ص 105، ح 9758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62" w:name="_Toc5221074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140</w:t>
      </w:r>
      <w:bookmarkEnd w:id="36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دِرْهَمُ</w:t>
      </w:r>
      <w:r>
        <w:rPr>
          <w:rtl/>
          <w:lang w:bidi="fa-IR"/>
        </w:rPr>
        <w:t xml:space="preserve"> رِبا أَعْظَمُ عِنْدَ اللّه‌ِ مِنْ سَبْع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زِنْ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ةً</w:t>
      </w:r>
      <w:r>
        <w:rPr>
          <w:rtl/>
          <w:lang w:bidi="fa-IR"/>
        </w:rPr>
        <w:t xml:space="preserve"> بِذاتِ مَحْرَمٍ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اللّه‌ِ الْحَرامِ؛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ربا نزد خداوند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ن‌تر</w:t>
      </w:r>
      <w:r>
        <w:rPr>
          <w:rtl/>
          <w:lang w:bidi="fa-IR"/>
        </w:rPr>
        <w:t xml:space="preserve"> است از هفتاد بار زنا کردن با محارم در خانه خدا.</w:t>
      </w:r>
    </w:p>
    <w:p w:rsidR="00546B0E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نورالثقل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1، ص 295، ح 1177.</w:t>
      </w:r>
    </w:p>
    <w:p w:rsidR="002650EF" w:rsidRDefault="00546B0E" w:rsidP="00546B0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63" w:name="_Toc5221074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141</w:t>
      </w:r>
      <w:bookmarkEnd w:id="36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اَلدَّ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رِقٌّ فَلا تَبْذُلْ رِقَّکَ لِمَنْ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عْرِفُ</w:t>
      </w:r>
      <w:r>
        <w:rPr>
          <w:rtl/>
          <w:lang w:bidi="fa-IR"/>
        </w:rPr>
        <w:t xml:space="preserve"> حَقَّکَ؛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پس زمام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را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 تو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شناسد</w:t>
      </w:r>
      <w:r>
        <w:rPr>
          <w:rtl/>
          <w:lang w:bidi="fa-IR"/>
        </w:rPr>
        <w:t xml:space="preserve"> مسپار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هر کس قرض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1 شرح نهج البلاغه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د،ج</w:t>
      </w:r>
      <w:r>
        <w:rPr>
          <w:rtl/>
          <w:lang w:bidi="fa-IR"/>
        </w:rPr>
        <w:t>20،ص306،ح503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64" w:name="_Toc5221074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142</w:t>
      </w:r>
      <w:bookmarkEnd w:id="36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اکُمْ</w:t>
      </w:r>
      <w:r>
        <w:rPr>
          <w:rtl/>
          <w:lang w:bidi="fa-IR"/>
        </w:rPr>
        <w:t xml:space="preserve"> وَ الدَّ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فَاِنَّهُ مَذَلَّةٌ بِالنَّهارِ، وَ مَهَمَّةٌ بِاللَّ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وَ قَضاءٌ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الدُّنْ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وَ قَضاءٌ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الآْخِرَةِ؛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بدهکار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و اندوه شب است و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باز پرداخت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95، ح 11.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65" w:name="_Toc5221074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143</w:t>
      </w:r>
      <w:bookmarkEnd w:id="3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بِئْسَ</w:t>
      </w:r>
      <w:r>
        <w:rPr>
          <w:rtl/>
          <w:lang w:bidi="fa-IR"/>
        </w:rPr>
        <w:t xml:space="preserve"> القِلادَةُ لِلخَ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العَف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فِ</w:t>
      </w:r>
      <w:r>
        <w:rPr>
          <w:rtl/>
          <w:lang w:bidi="fa-IR"/>
        </w:rPr>
        <w:t xml:space="preserve"> قِلادَةُ الدَّ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بد گردنبند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گردنبند بدهکار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کوکارِ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شتندار</w:t>
      </w:r>
      <w:r>
        <w:rPr>
          <w:rtl/>
          <w:lang w:bidi="fa-IR"/>
        </w:rPr>
        <w:t>.</w:t>
      </w:r>
    </w:p>
    <w:p w:rsidR="00546B0E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دستور</w:t>
      </w:r>
      <w:r>
        <w:rPr>
          <w:rtl/>
          <w:lang w:bidi="fa-IR"/>
        </w:rPr>
        <w:t xml:space="preserve"> معالم الحکم، ص 21.</w:t>
      </w:r>
    </w:p>
    <w:p w:rsidR="002650EF" w:rsidRDefault="00546B0E" w:rsidP="00546B0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66" w:name="_Toc5221074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144</w:t>
      </w:r>
      <w:bookmarkEnd w:id="3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کَمالا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حِلُ‌لِغَر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مِکَ‌أَنْ‌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مْطُلَکَ‌وَهُوَمُؤْسِرٌفَکَذلِکَ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حِلُّ</w:t>
      </w:r>
      <w:r>
        <w:rPr>
          <w:rtl/>
          <w:lang w:bidi="fa-IR"/>
        </w:rPr>
        <w:t xml:space="preserve"> لَکَ أَنْ تَعْسِرَهُ إِذا عَلِمْتَ أَنَّهُ مُعْسِرٌ؛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طور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تو قرض گرفته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اداء آن را به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ندازد،</w:t>
      </w:r>
      <w:r>
        <w:rPr>
          <w:rtl/>
          <w:lang w:bidi="fa-IR"/>
        </w:rPr>
        <w:t xml:space="preserve"> پس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هم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نخواهد بود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تنگدست است از او مطالبه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الاعمال، ص 138.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67" w:name="_Toc5221074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145</w:t>
      </w:r>
      <w:bookmarkEnd w:id="3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تِسْعَةُ</w:t>
      </w:r>
      <w:r>
        <w:rPr>
          <w:rtl/>
          <w:lang w:bidi="fa-IR"/>
        </w:rPr>
        <w:t xml:space="preserve"> اَشْ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اءَ</w:t>
      </w:r>
      <w:r>
        <w:rPr>
          <w:rtl/>
          <w:lang w:bidi="fa-IR"/>
        </w:rPr>
        <w:t xml:space="preserve"> قَب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حةٌ</w:t>
      </w:r>
      <w:r>
        <w:rPr>
          <w:rtl/>
          <w:lang w:bidi="fa-IR"/>
        </w:rPr>
        <w:t xml:space="preserve"> وَ هِ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مِنْ تِسْعَةِ اَنـْفُسٍ اَقبَحُ مِنها مِنْ غَ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رِهِمْ</w:t>
      </w:r>
      <w:r>
        <w:rPr>
          <w:rtl/>
          <w:lang w:bidi="fa-IR"/>
        </w:rPr>
        <w:t>: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قُ</w:t>
      </w:r>
      <w:r>
        <w:rPr>
          <w:rtl/>
          <w:lang w:bidi="fa-IR"/>
        </w:rPr>
        <w:t xml:space="preserve"> الذَّرْعِ مِنَ الْـمُلوکِ وَ الْبُخْلُ مِنَ الاَْغْن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وَ سُرْعَةُ الْغَضَبِ مِنَ الْعُلَماءِ وَ الصِّبا مِنَ الْکُهولِ وَ الْقَط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عَةُ</w:t>
      </w:r>
      <w:r>
        <w:rPr>
          <w:rtl/>
          <w:lang w:bidi="fa-IR"/>
        </w:rPr>
        <w:t xml:space="preserve"> مِنَ الرُّؤوسِ وَ الْکِذْ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مِنَ الْـقُضاةِ وَ الزَّمانَةُ مِنَ الاَْطِبّاءِ وَ الْبَذاءُ مِنَ النِّساءِ وَ الطَّ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شُ</w:t>
      </w:r>
      <w:r>
        <w:rPr>
          <w:rtl/>
          <w:lang w:bidi="fa-IR"/>
        </w:rPr>
        <w:t xml:space="preserve"> مِن ذَوِ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السُّلْطانِ؛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نُه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زشت است، اما از نه گروه زشت‌تر: درماندگ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دولتمردان؛ بخل از ثروتمندان؛ زود خشم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دانشمندان؛ حرکات بچگانه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انسالان؛</w:t>
      </w:r>
      <w:r>
        <w:rPr>
          <w:rtl/>
          <w:lang w:bidi="fa-IR"/>
        </w:rPr>
        <w:t xml:space="preserve">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حاکمان از مردم؛ دروغ از قاض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ان؛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از پزشکان؛ بدزبان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و سختگ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ستمگر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546B0E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دعائم</w:t>
      </w:r>
      <w:r>
        <w:rPr>
          <w:rtl/>
          <w:lang w:bidi="fa-IR"/>
        </w:rPr>
        <w:t xml:space="preserve"> الإسلام، ج 1، ص 83</w:t>
      </w:r>
    </w:p>
    <w:p w:rsidR="002650EF" w:rsidRDefault="00546B0E" w:rsidP="00546B0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68" w:name="_Toc5221074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146</w:t>
      </w:r>
      <w:bookmarkEnd w:id="36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بودن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 الانوار ، ج 78 ، ص 357)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69" w:name="_Toc5221074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147</w:t>
      </w:r>
      <w:bookmarkEnd w:id="36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حسن عسگر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تَرَکَ الحَقَّ عَز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زٌ</w:t>
      </w:r>
      <w:r>
        <w:rPr>
          <w:rtl/>
          <w:lang w:bidi="fa-IR"/>
        </w:rPr>
        <w:t xml:space="preserve"> إلّا ذَلَّ ولا أخَذَ بِهِ ذَل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لٌ</w:t>
      </w:r>
      <w:r>
        <w:rPr>
          <w:rtl/>
          <w:lang w:bidi="fa-IR"/>
        </w:rPr>
        <w:t xml:space="preserve"> إلّا عَزَّ؛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عزّتمند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را ترک نکند ، مگر آن که خوار شود ،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به‌حق نگرا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مگر آن‌که عزّت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العقول، ص 484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0" w:name="_Toc5221074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148</w:t>
      </w:r>
      <w:bookmarkEnd w:id="3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اَخوَفَ ما اَخافُ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اُمَّت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 بَعد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هذِهِ المَکاسِبُ المُحَرَّمَةُ وَ الشَّهوَةُ الخَف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ةُ</w:t>
      </w:r>
      <w:r>
        <w:rPr>
          <w:rtl/>
          <w:lang w:bidi="fa-IR"/>
        </w:rPr>
        <w:t xml:space="preserve"> وَ الرِّبا؛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امتم بعد از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ترسم،</w:t>
      </w:r>
      <w:r>
        <w:rPr>
          <w:rtl/>
          <w:lang w:bidi="fa-IR"/>
        </w:rPr>
        <w:t xml:space="preserve"> درآمدها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حرام، هواپرست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و رباست.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 103، ص 54، ح 26</w:t>
      </w:r>
    </w:p>
    <w:p w:rsidR="002650EF" w:rsidRDefault="002650EF" w:rsidP="002650EF">
      <w:pPr>
        <w:pStyle w:val="libNormal"/>
        <w:rPr>
          <w:rFonts w:hint="cs"/>
          <w:rtl/>
          <w:lang w:bidi="fa-IR"/>
        </w:rPr>
      </w:pPr>
    </w:p>
    <w:p w:rsidR="00546B0E" w:rsidRDefault="00546B0E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1" w:name="_Toc52210741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149</w:t>
      </w:r>
      <w:bookmarkEnd w:id="37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العِبَادَةُ</w:t>
      </w:r>
      <w:r>
        <w:rPr>
          <w:rtl/>
          <w:lang w:bidi="fa-IR"/>
        </w:rPr>
        <w:t xml:space="preserve"> مَعَ أکلِ الحَرََامِ کَالبِنَاءِ عَل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الرَّمل؛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عبادت</w:t>
      </w:r>
      <w:r>
        <w:rPr>
          <w:rtl/>
          <w:lang w:bidi="fa-IR"/>
        </w:rPr>
        <w:t xml:space="preserve"> همراه با لقم</w:t>
      </w:r>
      <w:r w:rsidR="00546B0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حرام، همچون ساختمان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 ماسه بنا شده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الأنوار، ج 84، ص 258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2" w:name="_Toc52210741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150</w:t>
      </w:r>
      <w:bookmarkEnd w:id="37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اکُمْ</w:t>
      </w:r>
      <w:r>
        <w:rPr>
          <w:rtl/>
          <w:lang w:bidi="fa-IR"/>
        </w:rPr>
        <w:t xml:space="preserve"> وَ الْحَلْفَ فَاِنَّهُ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نْفِقُ</w:t>
      </w:r>
      <w:r>
        <w:rPr>
          <w:rtl/>
          <w:lang w:bidi="fa-IR"/>
        </w:rPr>
        <w:t xml:space="preserve"> السِّلْعَةَ وَ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مْحَقُ</w:t>
      </w:r>
      <w:r>
        <w:rPr>
          <w:rtl/>
          <w:lang w:bidi="fa-IR"/>
        </w:rPr>
        <w:t xml:space="preserve"> الْبَرَکَةَ؛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قسم خوردن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چرا که کالا را تلف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برکت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162، ح 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3" w:name="_Toc52210741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151</w:t>
      </w:r>
      <w:bookmarkEnd w:id="37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مِنّا مَن غَشَّ مُسلِما اَو ضَرَّهُ اَو ماکرَهُ؛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تقلّب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او ضرر رساند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546B0E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الفصاحه، ح 2414)</w:t>
      </w:r>
    </w:p>
    <w:p w:rsidR="002650EF" w:rsidRDefault="00546B0E" w:rsidP="00546B0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74" w:name="_Toc52210742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152</w:t>
      </w:r>
      <w:bookmarkEnd w:id="37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اِذا</w:t>
      </w:r>
      <w:r>
        <w:rPr>
          <w:rtl/>
          <w:lang w:bidi="fa-IR"/>
        </w:rPr>
        <w:t xml:space="preserve"> اَرادَ اللّه‌ُ بِقَومٍ هَلکا ظَهَرَ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هِمُ</w:t>
      </w:r>
      <w:r>
        <w:rPr>
          <w:rtl/>
          <w:lang w:bidi="fa-IR"/>
        </w:rPr>
        <w:t xml:space="preserve"> الرِّبا؛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بخواهد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نابود کند، رباخوار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رواج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18، ص 123، ح 17)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5" w:name="_Toc52210742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153</w:t>
      </w:r>
      <w:bookmarkEnd w:id="37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کثرَةُ</w:t>
      </w:r>
      <w:r>
        <w:rPr>
          <w:rtl/>
          <w:lang w:bidi="fa-IR"/>
        </w:rPr>
        <w:t xml:space="preserve"> الدَّ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تُصَ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الصّادِقَ کاذِبا وَ المُنجِزَ مُخلِفا؛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راستگو را دروغگو و خوش‌قول را بدقول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(غررالحکم، ج 4، ص 592، ح 7105 )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6" w:name="_Toc52210742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154</w:t>
      </w:r>
      <w:bookmarkEnd w:id="37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اَلبِطالَةُ</w:t>
      </w:r>
      <w:r>
        <w:rPr>
          <w:rtl/>
          <w:lang w:bidi="fa-IR"/>
        </w:rPr>
        <w:t xml:space="preserve"> تُقِس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القَلبَ؛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دل را سخت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(مسند الشهاب، ج 1، ص 188 )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77" w:name="_Toc52210742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155</w:t>
      </w:r>
      <w:bookmarkEnd w:id="37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حسن عسکر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اعتدال</w:t>
      </w:r>
      <w:r>
        <w:rPr>
          <w:rtl/>
          <w:lang w:bidi="fa-IR"/>
        </w:rPr>
        <w:t xml:space="preserve"> و صرفه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مصرف مال،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اگر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 شود، بخل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بحارالانوار،</w:t>
      </w:r>
      <w:r>
        <w:rPr>
          <w:rtl/>
          <w:lang w:bidi="fa-IR"/>
        </w:rPr>
        <w:t xml:space="preserve"> ج17، ص 218.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78" w:name="_Toc52210742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156</w:t>
      </w:r>
      <w:bookmarkEnd w:id="37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لاتُحَقِّرُوا ضُعَفَا إخْوَانِکُمْ، فَإِنَّهُ مَنْ اِحْتَقَرَ مُؤمِناً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جْمَعِ</w:t>
      </w:r>
      <w:r>
        <w:rPr>
          <w:rtl/>
          <w:lang w:bidi="fa-IR"/>
        </w:rPr>
        <w:t xml:space="preserve"> اللهُ عَزَّوَجَلَّ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نَهُمَا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الْجَنَّةِ إِلا أَنْ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تُوبَ</w:t>
      </w:r>
      <w:r>
        <w:rPr>
          <w:rtl/>
          <w:lang w:bidi="fa-IR"/>
        </w:rPr>
        <w:t>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برادران خود را که دچار ضعف (مال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هستند خوار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 کس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خوار شمارد خدا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در بهشت جمع نخواهد کرد مگر آنکه توبه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«الخصال،</w:t>
      </w:r>
      <w:r>
        <w:rPr>
          <w:rtl/>
          <w:lang w:bidi="fa-IR"/>
        </w:rPr>
        <w:t xml:space="preserve"> ص 614، ح 10»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546B0E">
      <w:pPr>
        <w:pStyle w:val="Heading1"/>
        <w:rPr>
          <w:rtl/>
          <w:lang w:bidi="fa-IR"/>
        </w:rPr>
      </w:pPr>
      <w:bookmarkStart w:id="379" w:name="_Toc522107425"/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و غنا</w:t>
      </w:r>
      <w:bookmarkEnd w:id="379"/>
    </w:p>
    <w:p w:rsidR="00546B0E" w:rsidRDefault="00546B0E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0" w:name="_Toc52210742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38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الصّبرُ جنَّةٌ من الفاقَةِ.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صبرو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77، ص 240»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1" w:name="_Toc52210742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38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إظهَارُ الحِرصِ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الفَقرَ.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حرص زدن موجب فقر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73، ص 162»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2" w:name="_Toc52210742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382"/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الصّادق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: الغناءُ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الفقر.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غناء و آوازه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13، ص 213»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83" w:name="_Toc52210742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38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عَجِبتُ لِلبَخ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ستَعجِلُ</w:t>
      </w:r>
      <w:r>
        <w:rPr>
          <w:rtl/>
          <w:lang w:bidi="fa-IR"/>
        </w:rPr>
        <w:t xml:space="preserve"> الفقرَ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مِنهُ هَرَبَ 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فُوتُهُ</w:t>
      </w:r>
      <w:r>
        <w:rPr>
          <w:rtl/>
          <w:lang w:bidi="fa-IR"/>
        </w:rPr>
        <w:t xml:space="preserve"> الغِنَ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طَلَبَ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شَ</w:t>
      </w:r>
      <w:r>
        <w:rPr>
          <w:rtl/>
          <w:lang w:bidi="fa-IR"/>
        </w:rPr>
        <w:t xml:space="preserve"> الفُقراء و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حاسَبُ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الاخرةِ حِسابَ الأغن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>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در شگفتم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شتابد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است و مال و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لذا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مانند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در آخرت مانند توانگران به حسابش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«نهج</w:t>
      </w:r>
      <w:r>
        <w:rPr>
          <w:rtl/>
          <w:lang w:bidi="fa-IR"/>
        </w:rPr>
        <w:t xml:space="preserve"> البلاغه، حکمت 121»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4" w:name="_Toc52210743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38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البُخلُ جِلبابُ المَسکَنَةِ.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بخل، جام</w:t>
      </w:r>
      <w:r w:rsidR="00546B0E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فقر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«غررالحکم،</w:t>
      </w:r>
      <w:r>
        <w:rPr>
          <w:rtl/>
          <w:lang w:bidi="fa-IR"/>
        </w:rPr>
        <w:t xml:space="preserve"> ص 19»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5" w:name="_Toc52210743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38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مَنْ أسرف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طَلبِ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ماتَ فَق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هر کس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 در طلب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546B0E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ص 329</w:t>
      </w:r>
    </w:p>
    <w:p w:rsidR="002650EF" w:rsidRDefault="00546B0E" w:rsidP="00546B0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86" w:name="_Toc52210743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38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التّبذ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عنوانُ الفاقَة.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اده‌رو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مقدمه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غررالحکم،</w:t>
      </w:r>
      <w:r>
        <w:rPr>
          <w:rtl/>
          <w:lang w:bidi="fa-IR"/>
        </w:rPr>
        <w:t xml:space="preserve"> ص 21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7" w:name="_Toc52210743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38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أَ</w:t>
      </w:r>
      <w:r>
        <w:rPr>
          <w:rFonts w:hint="cs"/>
          <w:rtl/>
          <w:lang w:bidi="fa-IR"/>
        </w:rPr>
        <w:t>یُّ</w:t>
      </w:r>
      <w:r>
        <w:rPr>
          <w:rFonts w:hint="eastAsia"/>
          <w:rtl/>
          <w:lang w:bidi="fa-IR"/>
        </w:rPr>
        <w:t>مَا</w:t>
      </w:r>
      <w:r>
        <w:rPr>
          <w:rtl/>
          <w:lang w:bidi="fa-IR"/>
        </w:rPr>
        <w:t xml:space="preserve"> رَجُل دَعَا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وَلَدِهِ أَورَثَهُ الفَقرَ.</w:t>
      </w:r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هر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خود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کند، مبتلا به فقر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الأنوار، ج 104، ص 99»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88" w:name="_Toc52210743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38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کُم</w:t>
      </w:r>
      <w:r>
        <w:rPr>
          <w:rtl/>
          <w:lang w:bidi="fa-IR"/>
        </w:rPr>
        <w:t xml:space="preserve"> بِالخَش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ةِ</w:t>
      </w:r>
      <w:r>
        <w:rPr>
          <w:rtl/>
          <w:lang w:bidi="fa-IR"/>
        </w:rPr>
        <w:t xml:space="preserve"> مِنَ اللّه 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السِّرِّ وَالعَلانِ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ةِ</w:t>
      </w:r>
      <w:r>
        <w:rPr>
          <w:rtl/>
          <w:lang w:bidi="fa-IR"/>
        </w:rPr>
        <w:t xml:space="preserve"> . . . وَالاِکتِسابِ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الفَقرِ وَالغِن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را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در پنهان و آشکار از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 . . و خواه در فقر و خواه در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کسبِ [روز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 / 141 / 30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89" w:name="_Toc52210743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38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تَرکُ</w:t>
      </w:r>
      <w:r>
        <w:rPr>
          <w:rtl/>
          <w:lang w:bidi="fa-IR"/>
        </w:rPr>
        <w:t xml:space="preserve"> التَّقد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شَةِ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اندازه</w:t>
      </w:r>
      <w:r>
        <w:rPr>
          <w:rtl/>
          <w:lang w:bidi="fa-IR"/>
        </w:rPr>
        <w:t xml:space="preserve"> نگه نداشتن در گذران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فقر به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71 / 347 / 13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90" w:name="_Toc52210743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390"/>
    </w:p>
    <w:p w:rsidR="002650EF" w:rsidRDefault="002650EF" w:rsidP="00546B0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فَقرَ مَعَ حُسنِ تَدب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، فقر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10920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91" w:name="_Toc52210743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39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فَقرَ مَعَ حُسنِ ِ تَدب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، فقر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10920 .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92" w:name="_Toc52210743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39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51405A" w:rsidRPr="0051405A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شَرَفُ</w:t>
      </w:r>
      <w:r>
        <w:rPr>
          <w:rtl/>
          <w:lang w:bidi="fa-IR"/>
        </w:rPr>
        <w:t xml:space="preserve"> الدُّن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وشَرَفُ الآخِرَةِ التَّقو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،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؛ 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، تقوا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3 / 92 / 5650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93" w:name="_Toc52210743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39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ادُ</w:t>
      </w:r>
      <w:r>
        <w:rPr>
          <w:rtl/>
          <w:lang w:bidi="fa-IR"/>
        </w:rPr>
        <w:t xml:space="preserve"> الکِذبِ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ورِثُ‌الفَقرَ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دروغگو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، فقر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72 / 261 / 36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546B0E">
      <w:pPr>
        <w:pStyle w:val="Heading2"/>
        <w:rPr>
          <w:rtl/>
          <w:lang w:bidi="fa-IR"/>
        </w:rPr>
      </w:pPr>
      <w:bookmarkStart w:id="394" w:name="_Toc52210744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39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رَأَ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تُمُ</w:t>
      </w:r>
      <w:r>
        <w:rPr>
          <w:rtl/>
          <w:lang w:bidi="fa-IR"/>
        </w:rPr>
        <w:t xml:space="preserve"> الرَّجُلَ ألَمَّ اللّه‌ُ بِهِ الفَقرَ وَالمَرَضَ ؛ فَإِنَّ اللّه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صافِ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هُ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خداوند ، او را به نادار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گرفته ، [بدان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که] خداوند متعال ، اراده کرده است که او را پاک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الفردوس</w:t>
      </w:r>
      <w:r>
        <w:rPr>
          <w:rtl/>
          <w:lang w:bidi="fa-IR"/>
        </w:rPr>
        <w:t xml:space="preserve"> ، جلد 1 ، صفحه 261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1015 عن ، کنز العمّال ، جلد 6 ، صفحه 472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16602</w:t>
      </w:r>
    </w:p>
    <w:p w:rsidR="002650EF" w:rsidRDefault="00546B0E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546B0E">
      <w:pPr>
        <w:pStyle w:val="Heading2"/>
        <w:rPr>
          <w:rtl/>
          <w:lang w:bidi="fa-IR"/>
        </w:rPr>
      </w:pPr>
      <w:bookmarkStart w:id="395" w:name="_Toc52210744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39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ذَرٍّ ،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اکَ</w:t>
      </w:r>
      <w:r>
        <w:rPr>
          <w:rtl/>
          <w:lang w:bidi="fa-IR"/>
        </w:rPr>
        <w:t xml:space="preserve"> والسؤالَ فإنّهُ ذُلٌّ حاضرٌ ، وفَقرٌ تَتَعَجَّلُهُ ، 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حِسابٌ طَو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!زنهار از درخواست و گدا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، که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 است و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حسابش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: 4 / 375 / 5762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262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748C9">
      <w:pPr>
        <w:pStyle w:val="Heading2"/>
        <w:rPr>
          <w:rtl/>
          <w:lang w:bidi="fa-IR"/>
        </w:rPr>
      </w:pPr>
      <w:bookmarkStart w:id="396" w:name="_Toc52210744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39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مِن عبدٍ فَتَحَ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نَفسِهِ بابا مِن المَسألَةِ إلاّ فَتَحَ اللّه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سَبع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بابا مِنَ الفَقرِ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نگشود ، مگر آن که خداوند هفتاد دَرِ فقر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 : 379 / 1061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الحکمة : 262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748C9">
      <w:pPr>
        <w:pStyle w:val="Heading2"/>
        <w:rPr>
          <w:rtl/>
          <w:lang w:bidi="fa-IR"/>
        </w:rPr>
      </w:pPr>
      <w:bookmarkStart w:id="397" w:name="_Toc52210744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397"/>
    </w:p>
    <w:p w:rsidR="002650EF" w:rsidRDefault="002650EF" w:rsidP="008748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اَلبِرُّ</w:t>
      </w:r>
      <w:r>
        <w:rPr>
          <w:rtl/>
          <w:lang w:bidi="fa-IR"/>
        </w:rPr>
        <w:t xml:space="preserve"> وَ الصَّدَقَةُ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انِ</w:t>
      </w:r>
      <w:r>
        <w:rPr>
          <w:rtl/>
          <w:lang w:bidi="fa-IR"/>
        </w:rPr>
        <w:t xml:space="preserve"> الفَقرَ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دانِ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العُمرِ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دفَعانِ</w:t>
      </w:r>
      <w:r>
        <w:rPr>
          <w:rtl/>
          <w:lang w:bidi="fa-IR"/>
        </w:rPr>
        <w:t xml:space="preserve"> عَن صاحِبِهِما سَبع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تَةَ</w:t>
      </w:r>
      <w:r>
        <w:rPr>
          <w:rtl/>
          <w:lang w:bidi="fa-IR"/>
        </w:rPr>
        <w:t xml:space="preserve"> سوءٍ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کار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صدقه، فقر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بَرند،</w:t>
      </w:r>
      <w:r>
        <w:rPr>
          <w:rtl/>
          <w:lang w:bidi="fa-IR"/>
        </w:rPr>
        <w:t xml:space="preserve"> بر عمر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هفتاد مرگ بد را از صاحب خود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الاعمال، ص 141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398" w:name="_Toc52210744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398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کَنسُ</w:t>
      </w:r>
      <w:r>
        <w:rPr>
          <w:rtl/>
          <w:lang w:bidi="fa-IR"/>
        </w:rPr>
        <w:t xml:space="preserve"> البُ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جارو</w:t>
      </w:r>
      <w:r>
        <w:rPr>
          <w:rtl/>
          <w:lang w:bidi="fa-IR"/>
        </w:rPr>
        <w:t xml:space="preserve"> کردن اتاق‌ها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3 ، ص 571، ح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399" w:name="_Toc52210744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399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اَداءُ</w:t>
      </w:r>
      <w:r>
        <w:rPr>
          <w:rtl/>
          <w:lang w:bidi="fa-IR"/>
        </w:rPr>
        <w:t xml:space="preserve"> الاَمانَةِ وَالصِّدْقُ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جْلِبانِ</w:t>
      </w:r>
      <w:r>
        <w:rPr>
          <w:rtl/>
          <w:lang w:bidi="fa-IR"/>
        </w:rPr>
        <w:t xml:space="preserve"> الرِّزْقَ، وَالْخ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انَةُ</w:t>
      </w:r>
      <w:r>
        <w:rPr>
          <w:rtl/>
          <w:lang w:bidi="fa-IR"/>
        </w:rPr>
        <w:t xml:space="preserve"> وَالْکَذِبُ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جْلِبانِ</w:t>
      </w:r>
      <w:r>
        <w:rPr>
          <w:rtl/>
          <w:lang w:bidi="fa-IR"/>
        </w:rPr>
        <w:t xml:space="preserve"> الفَقْرَ وَ النِّفاقَ؛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 و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و دروغگو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باعث فقر و نفاق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78، ص 327</w:t>
      </w:r>
    </w:p>
    <w:p w:rsidR="002650EF" w:rsidRDefault="00A96B9B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96B9B">
      <w:pPr>
        <w:pStyle w:val="Heading2"/>
        <w:rPr>
          <w:rtl/>
          <w:lang w:bidi="fa-IR"/>
        </w:rPr>
      </w:pPr>
      <w:bookmarkStart w:id="400" w:name="_Toc52210744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400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اِتَّخِذُوا</w:t>
      </w:r>
      <w:r>
        <w:rPr>
          <w:rtl/>
          <w:lang w:bidi="fa-IR"/>
        </w:rPr>
        <w:t xml:space="preserve"> عِنْدَ الْفُقَراءِ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فَاِنَّ لَهُمْ دَوْلَةٌ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[با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>] نزد آنان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آنان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مقام و منزلت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103، ح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1" w:name="_Toc5221074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401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اِنَّ</w:t>
      </w:r>
      <w:r>
        <w:rPr>
          <w:rtl/>
          <w:lang w:bidi="fa-IR"/>
        </w:rPr>
        <w:t xml:space="preserve"> اللّه‌َ عَزَّوَجَلَّ فَرَضَ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اَئِمَّةِ الْعَدْلِ اَنْ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قَدِّروا</w:t>
      </w:r>
      <w:r>
        <w:rPr>
          <w:rtl/>
          <w:lang w:bidi="fa-IR"/>
        </w:rPr>
        <w:t xml:space="preserve"> اَنْفُسَهُمْ بِضَعَفَةِ النّاسِ کَ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تَبَ</w:t>
      </w:r>
      <w:r>
        <w:rPr>
          <w:rFonts w:hint="cs"/>
          <w:rtl/>
          <w:lang w:bidi="fa-IR"/>
        </w:rPr>
        <w:t>یَّ</w:t>
      </w:r>
      <w:r>
        <w:rPr>
          <w:rFonts w:hint="eastAsia"/>
          <w:rtl/>
          <w:lang w:bidi="fa-IR"/>
        </w:rPr>
        <w:t>غَ</w:t>
      </w:r>
      <w:r>
        <w:rPr>
          <w:rtl/>
          <w:lang w:bidi="fa-IR"/>
        </w:rPr>
        <w:t xml:space="preserve"> بِالْفَق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فَقْرُهُ؛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عزوجل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عادل واجب کرده که سطح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مردم ناتوان برابر کنند تا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را، فقرش برآشفته نکند.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خطبه 209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2" w:name="_Toc5221074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402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کالعَقلِ، و لا فَقرَ کالجَهلِ، و لا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راثَ</w:t>
      </w:r>
      <w:r>
        <w:rPr>
          <w:rtl/>
          <w:lang w:bidi="fa-IR"/>
        </w:rPr>
        <w:t xml:space="preserve"> کالاَدَب و لا ظَه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کالمُشاوَرَه؛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عقل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جهل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ادب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مشورت نخواهد بود.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تحف</w:t>
      </w:r>
      <w:r>
        <w:rPr>
          <w:rtl/>
          <w:lang w:bidi="fa-IR"/>
        </w:rPr>
        <w:t xml:space="preserve"> العقول، ص89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3" w:name="_Toc5221074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24</w:t>
      </w:r>
      <w:bookmarkEnd w:id="403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اَلعَفافُ</w:t>
      </w:r>
      <w:r>
        <w:rPr>
          <w:rtl/>
          <w:lang w:bidi="fa-IR"/>
        </w:rPr>
        <w:t xml:space="preserve"> 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الفَقرِ، وَ الشُّکرُ 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الغِنَ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فقر است و سپاس 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غنا و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العقول، ص75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4" w:name="_Toc5221074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25</w:t>
      </w:r>
      <w:bookmarkEnd w:id="404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نَظِّفوا</w:t>
      </w:r>
      <w:r>
        <w:rPr>
          <w:rtl/>
          <w:lang w:bidi="fa-IR"/>
        </w:rPr>
        <w:t xml:space="preserve"> بُ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وتَکُم</w:t>
      </w:r>
      <w:r>
        <w:rPr>
          <w:rtl/>
          <w:lang w:bidi="fa-IR"/>
        </w:rPr>
        <w:t xml:space="preserve"> مِن حَوکِ العَنکَبوتِ، فَاِنَّ تَرکَهُ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تار عنکبوت پاک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 آن در خانه، فقر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3، ص 575، ح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5" w:name="_Toc5221074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26</w:t>
      </w:r>
      <w:bookmarkEnd w:id="405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اَلمانَةُ</w:t>
      </w:r>
      <w:r>
        <w:rPr>
          <w:rtl/>
          <w:lang w:bidi="fa-IR"/>
        </w:rPr>
        <w:t xml:space="preserve"> تَجُرُّ الرِّزقَ، وَالخ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انَةُ</w:t>
      </w:r>
      <w:r>
        <w:rPr>
          <w:rtl/>
          <w:lang w:bidi="fa-IR"/>
        </w:rPr>
        <w:t xml:space="preserve"> تَجُرُّ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امانتدار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در امانت فقر.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ج78، ص60، ح138</w:t>
      </w:r>
    </w:p>
    <w:p w:rsidR="002650EF" w:rsidRDefault="00A96B9B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96B9B">
      <w:pPr>
        <w:pStyle w:val="Heading2"/>
        <w:rPr>
          <w:rtl/>
          <w:lang w:bidi="fa-IR"/>
        </w:rPr>
      </w:pPr>
      <w:bookmarkStart w:id="406" w:name="_Toc52210745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27</w:t>
      </w:r>
      <w:bookmarkEnd w:id="406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اَلوُضوءُ</w:t>
      </w:r>
      <w:r>
        <w:rPr>
          <w:rtl/>
          <w:lang w:bidi="fa-IR"/>
        </w:rPr>
        <w:t xml:space="preserve"> قَبلَ الطَّعامِ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الفَقرَ، وَ بَعدَهُ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الهَمَّ 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صَحِّحُ</w:t>
      </w:r>
      <w:r>
        <w:rPr>
          <w:rtl/>
          <w:lang w:bidi="fa-IR"/>
        </w:rPr>
        <w:t xml:space="preserve"> البَصَرَ؛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شستن</w:t>
      </w:r>
      <w:r>
        <w:rPr>
          <w:rtl/>
          <w:lang w:bidi="fa-IR"/>
        </w:rPr>
        <w:t xml:space="preserve"> دست قبل از غذا، فقر را و پس از غذا، غم و اندوه را برطرف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چشم سلامت</w:t>
      </w:r>
      <w:r>
        <w:rPr>
          <w:rFonts w:hint="cs"/>
          <w:rtl/>
          <w:lang w:bidi="fa-IR"/>
        </w:rPr>
        <w:t>ی</w:t>
      </w:r>
      <w:r w:rsidR="00A96B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مکارم</w:t>
      </w:r>
      <w:r>
        <w:rPr>
          <w:rtl/>
          <w:lang w:bidi="fa-IR"/>
        </w:rPr>
        <w:t xml:space="preserve"> الاخلاق، ص 139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7" w:name="_Toc5221074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28</w:t>
      </w:r>
      <w:bookmarkEnd w:id="407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فقرَ اَشدُّ مِنَ الجَهلِ ، لا مالَ اَعودُ مِن العَقلِ؛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تر از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سودمندتر از عقل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اصول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،ج</w:t>
      </w:r>
      <w:r>
        <w:rPr>
          <w:rtl/>
          <w:lang w:bidi="fa-IR"/>
        </w:rPr>
        <w:t>1،ص30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8" w:name="_Toc5221074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29</w:t>
      </w:r>
      <w:bookmarkEnd w:id="408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اَلْعَدْلُ</w:t>
      </w:r>
      <w:r>
        <w:rPr>
          <w:rtl/>
          <w:lang w:bidi="fa-IR"/>
        </w:rPr>
        <w:t xml:space="preserve"> حَسَنٌ وَلکِنْ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الاُْمَراءِ اَحْسَنُ، وَ السَّخاءُ حَسَنٌ وَلکِنْ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الاَْغْن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اَحْسَنُ، اَلْوَرَعُ حَسَنٌ وَلکِنْ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الْعُلَماءِ اَحْسَنُ، اَلصَّبْرُ حَسَنٌ وَلکِنْ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الْفُقَراءِ اَحْسَنُ، اَلتَّوبَةُ حَسَنٌ وَلکِنْ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الشَّبابِ اَحْ</w:t>
      </w:r>
      <w:r>
        <w:rPr>
          <w:rFonts w:hint="eastAsia"/>
          <w:rtl/>
          <w:lang w:bidi="fa-IR"/>
        </w:rPr>
        <w:t>سَنُ،</w:t>
      </w:r>
      <w:r>
        <w:rPr>
          <w:rtl/>
          <w:lang w:bidi="fa-IR"/>
        </w:rPr>
        <w:t xml:space="preserve"> اَلْحَ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اءُ</w:t>
      </w:r>
      <w:r>
        <w:rPr>
          <w:rtl/>
          <w:lang w:bidi="fa-IR"/>
        </w:rPr>
        <w:t xml:space="preserve"> حَسَنٌ وَلکِنْ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النِّساءِ اَحْسَنُ؛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عدالت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اما از دولتمردان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کوتر،</w:t>
      </w:r>
      <w:r>
        <w:rPr>
          <w:rtl/>
          <w:lang w:bidi="fa-IR"/>
        </w:rPr>
        <w:t xml:space="preserve"> سخاوت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اما از ثروتمندان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کوتر؛</w:t>
      </w:r>
      <w:r>
        <w:rPr>
          <w:rtl/>
          <w:lang w:bidi="fa-IR"/>
        </w:rPr>
        <w:t xml:space="preserve"> تقوا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اما از علما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کوتر؛</w:t>
      </w:r>
      <w:r>
        <w:rPr>
          <w:rtl/>
          <w:lang w:bidi="fa-IR"/>
        </w:rPr>
        <w:t xml:space="preserve"> صبر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اما از فقرا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کوتر،</w:t>
      </w:r>
      <w:r>
        <w:rPr>
          <w:rtl/>
          <w:lang w:bidi="fa-IR"/>
        </w:rPr>
        <w:t xml:space="preserve"> توبه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اما از جوانان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است اما از زنان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ح 2006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09" w:name="_Toc5221074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30</w:t>
      </w:r>
      <w:bookmarkEnd w:id="409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اُمِرْتُ</w:t>
      </w:r>
      <w:r>
        <w:rPr>
          <w:rtl/>
          <w:lang w:bidi="fa-IR"/>
        </w:rPr>
        <w:t xml:space="preserve"> اَن آخُذَ الصَّدَقَةَ مِن اَغْن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اءِکُم</w:t>
      </w:r>
      <w:r>
        <w:rPr>
          <w:rtl/>
          <w:lang w:bidi="fa-IR"/>
        </w:rPr>
        <w:t xml:space="preserve"> فَاَرُدَّها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فُقَراءِکُم؛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مأمورم که صدقه (و زکات) را از ثروتمندانتان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به فقرا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بدهم.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الوسائل، ج 7، ص 105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0" w:name="_Toc5221074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31</w:t>
      </w:r>
      <w:bookmarkEnd w:id="410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8B24D3" w:rsidRPr="008B24D3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اقْتَصَدَ اَغْناهُ اللّه‌ُ وَ مَنْ بَذَّرَ اَفْقَرَهُ اللّه‌ُ وَ مَنْ تَواضَعَ رَفَعَهُ اللّه‌ُ وَ مَنْ تَجَبَّرَ قَصَمَهُ اللّه‌ُ؛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خداوند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ازش</w:t>
      </w:r>
      <w:r>
        <w:rPr>
          <w:rtl/>
          <w:lang w:bidi="fa-IR"/>
        </w:rPr>
        <w:t xml:space="preserve"> سازد و هر کس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پاش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خداوند نادارش کند، هر کس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کند، خداوند بلندش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 کس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خداوند خُردش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 ، ص 95، ح 1</w:t>
      </w:r>
    </w:p>
    <w:p w:rsidR="002650EF" w:rsidRDefault="00A96B9B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96B9B">
      <w:pPr>
        <w:pStyle w:val="Heading2"/>
        <w:rPr>
          <w:rtl/>
          <w:lang w:bidi="fa-IR"/>
        </w:rPr>
      </w:pPr>
      <w:bookmarkStart w:id="411" w:name="_Toc5221074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32</w:t>
      </w:r>
      <w:bookmarkEnd w:id="411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 w:rsidR="00A96B9B"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قُلْتُ</w:t>
      </w:r>
      <w:r>
        <w:rPr>
          <w:rtl/>
          <w:lang w:bidi="fa-IR"/>
        </w:rPr>
        <w:t xml:space="preserve"> لاَِب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عَبْدِ اللّه‌ِ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اُطْعِمُ سائِلاً لا اَعْرِفُهُ مُسْلِما؟ فَقالَ: نَعَمْ اَعْطِ مَنْ لا تَعْرِفُهُ بِوِلا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ةٍ</w:t>
      </w:r>
      <w:r>
        <w:rPr>
          <w:rtl/>
          <w:lang w:bidi="fa-IR"/>
        </w:rPr>
        <w:t xml:space="preserve"> وَ لا عَداوَةٍ لِلْحَقِّ اِنَّ اللّه‌َ عَزَّوَجَلَّ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قولُ</w:t>
      </w:r>
      <w:r>
        <w:rPr>
          <w:rtl/>
          <w:lang w:bidi="fa-IR"/>
        </w:rPr>
        <w:t>: «و قولوا لِلنّاسِ حُسْنا» و لا تُطْعِمْ مَنْ نَصَبَ لِشَ</w:t>
      </w:r>
      <w:r>
        <w:rPr>
          <w:rFonts w:hint="cs"/>
          <w:rtl/>
          <w:lang w:bidi="fa-IR"/>
        </w:rPr>
        <w:t>یْ‌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مِنَ الْحَقِّ اَوْ دَعا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شَ</w:t>
      </w:r>
      <w:r>
        <w:rPr>
          <w:rFonts w:hint="cs"/>
          <w:rtl/>
          <w:lang w:bidi="fa-IR"/>
        </w:rPr>
        <w:t>یْ‌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مِنَ الْباطِلِ؛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مسلمان است غذا بدهم؟ حضرت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دشمن حق، غذا بده؛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«با مردم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حق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غذا مده.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13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2" w:name="_Toc52210745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33</w:t>
      </w:r>
      <w:bookmarkEnd w:id="412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قُلتُ</w:t>
      </w:r>
      <w:r>
        <w:rPr>
          <w:rtl/>
          <w:lang w:bidi="fa-IR"/>
        </w:rPr>
        <w:t xml:space="preserve"> لاَِب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عَبدِ اللّه‌ِ </w:t>
      </w:r>
      <w:r w:rsidR="00A96B9B" w:rsidRPr="00A96B9B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اُطعِمُ سائِلاً لا اَعرِفُهُ مُسلِما؟ فَقالَ: نَعَم اَعطِ مَن لا تَعرِفُهُ بِوِلا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ةٍ</w:t>
      </w:r>
      <w:r>
        <w:rPr>
          <w:rtl/>
          <w:lang w:bidi="fa-IR"/>
        </w:rPr>
        <w:t xml:space="preserve"> وَ لا عَداوَةٍ لِلحَقِّ اِنَّ اللّه‌َ عَزَّوَجَلَّ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قولُ</w:t>
      </w:r>
      <w:r>
        <w:rPr>
          <w:rtl/>
          <w:lang w:bidi="fa-IR"/>
        </w:rPr>
        <w:t>: و قولوا لِلنّاسِ حُسنا» و لا تُطعِم مَن نَصَبَ لِشَ</w:t>
      </w:r>
      <w:r>
        <w:rPr>
          <w:rFonts w:hint="cs"/>
          <w:rtl/>
          <w:lang w:bidi="fa-IR"/>
        </w:rPr>
        <w:t>یْ‌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مِنَ الحَقِّ ا</w:t>
      </w:r>
      <w:r>
        <w:rPr>
          <w:rFonts w:hint="eastAsia"/>
          <w:rtl/>
          <w:lang w:bidi="fa-IR"/>
        </w:rPr>
        <w:t>َو</w:t>
      </w:r>
      <w:r>
        <w:rPr>
          <w:rtl/>
          <w:lang w:bidi="fa-IR"/>
        </w:rPr>
        <w:t xml:space="preserve"> دَعا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شَ</w:t>
      </w:r>
      <w:r>
        <w:rPr>
          <w:rFonts w:hint="cs"/>
          <w:rtl/>
          <w:lang w:bidi="fa-IR"/>
        </w:rPr>
        <w:t>یْ‌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مِنَ الباطِلِ؛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مسلمان است غذا بدهم؟ حضرت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دشمن حق، غذا بده؛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مردم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حق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غذا مده.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13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3" w:name="_Toc5221074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34</w:t>
      </w:r>
      <w:bookmarkEnd w:id="413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إِنَّ</w:t>
      </w:r>
      <w:r>
        <w:rPr>
          <w:rtl/>
          <w:lang w:bidi="fa-IR"/>
        </w:rPr>
        <w:t xml:space="preserve"> السَّرَفَ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الفَقرَ وَإِنَّ القَصدَ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ورِثُ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اسراف</w:t>
      </w:r>
      <w:r>
        <w:rPr>
          <w:rtl/>
          <w:lang w:bidi="fa-IR"/>
        </w:rPr>
        <w:t xml:space="preserve"> باعث فقر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ج15، ص258، ح8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4" w:name="_Toc5221074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35</w:t>
      </w:r>
      <w:bookmarkEnd w:id="414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غَسلُ</w:t>
      </w:r>
      <w:r>
        <w:rPr>
          <w:rtl/>
          <w:lang w:bidi="fa-IR"/>
        </w:rPr>
        <w:t xml:space="preserve"> الرَّأسِ بِالخَطم</w:t>
      </w:r>
      <w:r>
        <w:rPr>
          <w:rFonts w:hint="cs"/>
          <w:rtl/>
          <w:lang w:bidi="fa-IR"/>
        </w:rPr>
        <w:t>یِّ</w:t>
      </w:r>
      <w:r>
        <w:rPr>
          <w:rtl/>
          <w:lang w:bidi="fa-IR"/>
        </w:rPr>
        <w:t xml:space="preserve"> اَمانٌ مِنَ الصُّداعِ وَ بَراءَةٌ مِنَ الفَقرِ وَ طَهورٌ لِلرَّأسِ مِنَ الحَزاز؛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شستن</w:t>
      </w:r>
      <w:r>
        <w:rPr>
          <w:rtl/>
          <w:lang w:bidi="fa-IR"/>
        </w:rPr>
        <w:t xml:space="preserve"> سر با خطم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 درد، برکنار ماندن از فقر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شوره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الاعمال، ص 19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5" w:name="_Toc5221074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36</w:t>
      </w:r>
      <w:bookmarkEnd w:id="415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اِنَّ</w:t>
      </w:r>
      <w:r>
        <w:rPr>
          <w:rtl/>
          <w:lang w:bidi="fa-IR"/>
        </w:rPr>
        <w:t xml:space="preserve"> اللّه‌َ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حِبُّ</w:t>
      </w:r>
      <w:r>
        <w:rPr>
          <w:rtl/>
          <w:lang w:bidi="fa-IR"/>
        </w:rPr>
        <w:t xml:space="preserve"> الجَمالَ وَ التَّجم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کرَهُ</w:t>
      </w:r>
      <w:r>
        <w:rPr>
          <w:rtl/>
          <w:lang w:bidi="fa-IR"/>
        </w:rPr>
        <w:t xml:space="preserve"> البُؤسَ وَ التَّباؤسَ فَاِنَّ اللّه‌َ عَزَّوَجَلَّ اِذا اَنعَمَ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عَبدٍ نِعمَةً اَحَبَّ اَن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اَثـَرَها.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</w:t>
      </w:r>
      <w:r>
        <w:rPr>
          <w:rtl/>
          <w:lang w:bidi="fa-IR"/>
        </w:rPr>
        <w:t>: وَ کَ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ذلِکَ؟ قالَ: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نَظِّفُ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ثَوبَهُ 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طَ</w:t>
      </w:r>
      <w:r>
        <w:rPr>
          <w:rFonts w:hint="cs"/>
          <w:rtl/>
          <w:lang w:bidi="fa-IR"/>
        </w:rPr>
        <w:t>یِّ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حَهُ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جَصِّصُ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رَهُ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کنِسُ</w:t>
      </w:r>
      <w:r>
        <w:rPr>
          <w:rtl/>
          <w:lang w:bidi="fa-IR"/>
        </w:rPr>
        <w:t xml:space="preserve"> أفن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تَهُ</w:t>
      </w:r>
      <w:r>
        <w:rPr>
          <w:rtl/>
          <w:lang w:bidi="fa-IR"/>
        </w:rPr>
        <w:t xml:space="preserve"> حَتّ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اِنَّ السِّراجَ قَبلَ مَغ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بِ</w:t>
      </w:r>
      <w:r>
        <w:rPr>
          <w:rtl/>
          <w:lang w:bidi="fa-IR"/>
        </w:rPr>
        <w:t xml:space="preserve"> الشَّمسِ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الرِّزقِ؛</w:t>
      </w:r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خداوند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خودآرا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دوست دارد و از فقر و تظاهر به فقر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tl/>
          <w:lang w:bidi="fa-IR"/>
        </w:rPr>
        <w:t xml:space="preserve"> است. هرگاه خداوند به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بدهد، دوست دارد اثر آن را در او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عرض شد: چگونه؟ فرمودند: لباس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بپوشد، خود را خوشبو کند، خانه‌اش را گچکار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خود را جاروکند،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کردن چراغ قبل از غروب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275، ح 526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6" w:name="_Toc5221074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37</w:t>
      </w:r>
      <w:bookmarkEnd w:id="416"/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اِغسِلُوا</w:t>
      </w:r>
      <w:r>
        <w:rPr>
          <w:rtl/>
          <w:lang w:bidi="fa-IR"/>
        </w:rPr>
        <w:t xml:space="preserve"> اَ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کُم</w:t>
      </w:r>
      <w:r>
        <w:rPr>
          <w:rtl/>
          <w:lang w:bidi="fa-IR"/>
        </w:rPr>
        <w:t xml:space="preserve"> قَبلَ الطَّعامِ وَ بَعدَهُ فَاِنَّهُ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العُمُرِ؛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قبل و بعد از غذا خوردن بشو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فقر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بَرَد</w:t>
      </w:r>
      <w:r>
        <w:rPr>
          <w:rtl/>
          <w:lang w:bidi="fa-IR"/>
        </w:rPr>
        <w:t xml:space="preserve"> و بر عمر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محاسن</w:t>
      </w:r>
      <w:r>
        <w:rPr>
          <w:rtl/>
          <w:lang w:bidi="fa-IR"/>
        </w:rPr>
        <w:t xml:space="preserve"> ، ج 2، ص 202، ح 1594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7" w:name="_Toc5221074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38</w:t>
      </w:r>
      <w:bookmarkEnd w:id="41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سجاد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طلبُ</w:t>
      </w:r>
      <w:r>
        <w:rPr>
          <w:rtl/>
          <w:lang w:bidi="fa-IR"/>
        </w:rPr>
        <w:t xml:space="preserve"> الحوائج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 مذلةٌ للح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</w:t>
      </w:r>
      <w:r>
        <w:rPr>
          <w:rtl/>
          <w:lang w:bidi="fa-IR"/>
        </w:rPr>
        <w:t xml:space="preserve"> و مذهبةٌ للح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واستخفافٌ بالوقار وهو الفقرُ الحاضرُ و قلةُ طلب الحوائج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هو الغن</w:t>
      </w:r>
      <w:r>
        <w:rPr>
          <w:rFonts w:hint="cs"/>
          <w:rtl/>
          <w:lang w:bidi="fa-IR"/>
        </w:rPr>
        <w:t>یُ</w:t>
      </w:r>
      <w:r>
        <w:rPr>
          <w:rtl/>
          <w:lang w:bidi="fa-IR"/>
        </w:rPr>
        <w:t xml:space="preserve"> الحاضرُ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دست</w:t>
      </w:r>
      <w:r>
        <w:rPr>
          <w:rtl/>
          <w:lang w:bidi="fa-IR"/>
        </w:rPr>
        <w:t xml:space="preserve"> حاجت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دراز کردن ، باعث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شرم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وقار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فقر نقد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 منحصر به نداشتن پول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 فقر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ازنداشتن</w:t>
      </w:r>
      <w:r>
        <w:rPr>
          <w:rtl/>
          <w:lang w:bidi="fa-IR"/>
        </w:rPr>
        <w:t xml:space="preserve"> پول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فقر است. اظهار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هم 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فقر است به هر نسبت که انسان کمتر دست حاجت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مردم دراز کند، به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به غنا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نقد نائل شده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ص 286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8" w:name="_Toc5221074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39</w:t>
      </w:r>
      <w:bookmarkEnd w:id="41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قَبَضَ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دَهُ</w:t>
      </w:r>
      <w:r>
        <w:rPr>
          <w:rtl/>
          <w:lang w:bidi="fa-IR"/>
        </w:rPr>
        <w:t xml:space="preserve"> مَخافَةَ الفَقرِ فَقَد تَعَجَّلَ الفَقرَ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از ترس فقر ، دست از بخشش فرو بندد 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 شتافته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7877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19" w:name="_Toc5221074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40</w:t>
      </w:r>
      <w:bookmarkEnd w:id="41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ألا</w:t>
      </w:r>
      <w:r>
        <w:rPr>
          <w:rtl/>
          <w:lang w:bidi="fa-IR"/>
        </w:rPr>
        <w:t xml:space="preserve"> وَ إنَّ مِنَ البَلاءِ الفاقَةَ وَأشَدُّ مِنَ الفاقَةِ مَرَضُ البَدَنِ وَأشَدُّ مِن مَرَضِ البَدَنِ مَرَضُ القَلبِ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آگاه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تنگ‌دست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بلاهاست و بدتر از آن،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 است و بدتر از آن،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.</w:t>
      </w:r>
    </w:p>
    <w:p w:rsidR="00A96B9B" w:rsidRDefault="002650EF" w:rsidP="003746C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>حدیث</w:t>
      </w:r>
      <w:r w:rsidR="003746C6">
        <w:rPr>
          <w:rFonts w:hint="cs"/>
          <w:rtl/>
          <w:lang w:bidi="fa-IR"/>
        </w:rPr>
        <w:t xml:space="preserve"> -</w:t>
      </w:r>
      <w:r w:rsidR="00414187">
        <w:rPr>
          <w:rtl/>
          <w:lang w:bidi="fa-IR"/>
        </w:rPr>
        <w:t xml:space="preserve"> </w:t>
      </w:r>
      <w:r>
        <w:rPr>
          <w:rtl/>
          <w:lang w:bidi="fa-IR"/>
        </w:rPr>
        <w:t>2775</w:t>
      </w:r>
    </w:p>
    <w:p w:rsidR="002650EF" w:rsidRDefault="00A96B9B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96B9B">
      <w:pPr>
        <w:pStyle w:val="Heading2"/>
        <w:rPr>
          <w:rtl/>
          <w:lang w:bidi="fa-IR"/>
        </w:rPr>
      </w:pPr>
      <w:bookmarkStart w:id="420" w:name="_Toc5221074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41</w:t>
      </w:r>
      <w:bookmarkEnd w:id="4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وَالفَقرُ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کشِفانِ</w:t>
      </w:r>
      <w:r>
        <w:rPr>
          <w:rtl/>
          <w:lang w:bidi="fa-IR"/>
        </w:rPr>
        <w:t xml:space="preserve"> جَواهِرَ الرِّجالِ وَ أوصافَها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گوهرها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را آشکار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و درر الکلم،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>1154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1" w:name="_Toc52210746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42</w:t>
      </w:r>
      <w:bookmarkEnd w:id="42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اللّهُمّ</w:t>
      </w:r>
      <w:r>
        <w:rPr>
          <w:rtl/>
          <w:lang w:bidi="fa-IR"/>
        </w:rPr>
        <w:t xml:space="preserve">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أعوذُ بکَ مِن الکُفرِ والفَقرِ ، فقالَ رجُلٌ : أ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عدِلانِ</w:t>
      </w:r>
      <w:r>
        <w:rPr>
          <w:rtl/>
          <w:lang w:bidi="fa-IR"/>
        </w:rPr>
        <w:t xml:space="preserve"> ؟ قالَ : نَعَم؛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! من از کفر و فقر به تو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برم</w:t>
      </w:r>
      <w:r>
        <w:rPr>
          <w:rtl/>
          <w:lang w:bidi="fa-IR"/>
        </w:rPr>
        <w:t>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کرد: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با هم برابرند ؟ فرمودند: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16687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2" w:name="_Toc52210746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43</w:t>
      </w:r>
      <w:bookmarkEnd w:id="42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لولا</w:t>
      </w:r>
      <w:r>
        <w:rPr>
          <w:rtl/>
          <w:lang w:bidi="fa-IR"/>
        </w:rPr>
        <w:t xml:space="preserve"> رَحمَهُ ربِّ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فُقَراءِاُمَّتِ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کادَ الفَقرُ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کونُ</w:t>
      </w:r>
      <w:r>
        <w:rPr>
          <w:rtl/>
          <w:lang w:bidi="fa-IR"/>
        </w:rPr>
        <w:t xml:space="preserve"> کُفرا؛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رحمت پروردگار من به فقرا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امّت من نبود 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که فقر به کفر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نجامد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 : 300 / 817</w:t>
      </w:r>
    </w:p>
    <w:p w:rsidR="002650EF" w:rsidRDefault="00A96B9B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96B9B">
      <w:pPr>
        <w:pStyle w:val="Heading2"/>
        <w:rPr>
          <w:rtl/>
          <w:lang w:bidi="fa-IR"/>
        </w:rPr>
      </w:pPr>
      <w:bookmarkStart w:id="423" w:name="_Toc5221074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44</w:t>
      </w:r>
      <w:bookmarkEnd w:id="4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الفَقرُ</w:t>
      </w:r>
      <w:r>
        <w:rPr>
          <w:rtl/>
          <w:lang w:bidi="fa-IR"/>
        </w:rPr>
        <w:t xml:space="preserve"> سَوادُ الوَجهِ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الدّارَ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، (ما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هر دو جهان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اللآل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1 / 40 / 41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4" w:name="_Toc5221074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45</w:t>
      </w:r>
      <w:bookmarkEnd w:id="4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الفَقرُ</w:t>
      </w:r>
      <w:r>
        <w:rPr>
          <w:rtl/>
          <w:lang w:bidi="fa-IR"/>
        </w:rPr>
        <w:t xml:space="preserve"> أشَدُّ مِن القَتلِ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بدتر و سخت‌تر از کشته شدن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 : 299 / 816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5" w:name="_Toc5221074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46</w:t>
      </w:r>
      <w:bookmarkEnd w:id="4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مِن عبدٍ فَتَحَ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نَفسِهِ بابا مِن المَسألَةِ إلاّ فَتَحَ اللّه‌ُ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سَبع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بابا مِنَ الفَقرِ؛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نگشود، مگر آن که خداوند هفتاد دَرِ فقر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</w:t>
      </w:r>
      <w:r>
        <w:rPr>
          <w:rtl/>
          <w:lang w:bidi="fa-IR"/>
        </w:rPr>
        <w:t xml:space="preserve"> الأخبار : 379 / 1061</w:t>
      </w:r>
    </w:p>
    <w:p w:rsidR="002650EF" w:rsidRDefault="00A96B9B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A96B9B">
      <w:pPr>
        <w:pStyle w:val="Heading2"/>
        <w:rPr>
          <w:rtl/>
          <w:lang w:bidi="fa-IR"/>
        </w:rPr>
      </w:pPr>
      <w:bookmarkStart w:id="426" w:name="_Toc5221074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47</w:t>
      </w:r>
      <w:bookmarkEnd w:id="4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ضَرَرُ</w:t>
      </w:r>
      <w:r>
        <w:rPr>
          <w:rtl/>
          <w:lang w:bidi="fa-IR"/>
        </w:rPr>
        <w:t xml:space="preserve"> الفَقرِ أحمَدُ مِن‌أشَرِ الغِن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فقر،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ده‌تر</w:t>
      </w:r>
      <w:r>
        <w:rPr>
          <w:rtl/>
          <w:lang w:bidi="fa-IR"/>
        </w:rPr>
        <w:t xml:space="preserve"> از سرمست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5904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7" w:name="_Toc5221074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48</w:t>
      </w:r>
      <w:bookmarkEnd w:id="4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الفَقرُ</w:t>
      </w:r>
      <w:r>
        <w:rPr>
          <w:rtl/>
          <w:lang w:bidi="fa-IR"/>
        </w:rPr>
        <w:t xml:space="preserve">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مِن 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إلاّ مَن حَمَلَ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مَغرَمٍ وأعط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نائبَةٍ؛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بهتر ازتوانگر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، مگر (در مورد)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غرامت و تاوان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(از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بپردازد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کمک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72 / 56 / 86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8" w:name="_Toc5221074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49</w:t>
      </w:r>
      <w:bookmarkEnd w:id="4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مُناجاةِ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إذا رَأ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</w:t>
      </w:r>
      <w:r>
        <w:rPr>
          <w:rtl/>
          <w:lang w:bidi="fa-IR"/>
        </w:rPr>
        <w:t xml:space="preserve"> الفَقرَ مُقبِلاً فَقُل : مَرحَبا بشِعارِ الصالِح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، وإذا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مُقبِلاً فَقُل : ذَنبٌ عُجِّلَت عُقوبَتُهُ ؛</w:t>
      </w:r>
    </w:p>
    <w:p w:rsidR="002650EF" w:rsidRDefault="002650EF" w:rsidP="00A96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نجواها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مـتعال با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آمده‌است 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 هرگاه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آورده‌است ، بگو : خوش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بالاپوش صالحان ! و </w:t>
      </w:r>
      <w:r>
        <w:rPr>
          <w:rtl/>
          <w:lang w:bidi="fa-IR"/>
        </w:rPr>
        <w:lastRenderedPageBreak/>
        <w:t>هرگاه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ثروت و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آورده‌است ، بگو :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خاطر)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فرش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شتافته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2 / 263 / 12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29" w:name="_Toc5221074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50</w:t>
      </w:r>
      <w:bookmarkEnd w:id="4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غِن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حجُزُکَ</w:t>
      </w:r>
      <w:r>
        <w:rPr>
          <w:rtl/>
          <w:lang w:bidi="fa-IR"/>
        </w:rPr>
        <w:t xml:space="preserve"> عنِ الظُّلمِ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مِن فَقرٍ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حمِلُکَ</w:t>
      </w:r>
      <w:r>
        <w:rPr>
          <w:rtl/>
          <w:lang w:bidi="fa-IR"/>
        </w:rPr>
        <w:t xml:space="preserve"> علَ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الإثم؛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ثروت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را از سـتـم باز دارد ، بهتر از فقر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 را به گناه کشاند.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: 3 / 166 / 3614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A96B9B">
      <w:pPr>
        <w:pStyle w:val="Heading2"/>
        <w:rPr>
          <w:rtl/>
          <w:lang w:bidi="fa-IR"/>
        </w:rPr>
      </w:pPr>
      <w:bookmarkStart w:id="430" w:name="_Toc5221074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51</w:t>
      </w:r>
      <w:bookmarkEnd w:id="4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استَذَلَّ مؤمِنا أو مؤمِنَةً أو حَقَّرَهُ لِفَقرِهِ أو قِلَّةِ ذاتِ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، شَهَرَهُ اللّه‌ُ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 xml:space="preserve"> ثُمّ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فضَحُهُ؛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زن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سبب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اندک بودن مال و دارا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خوار شمارد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کند، خداوند متعال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او را (بد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زشتش) شهره و سپس رسوا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سازد.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72 / 44 / 52</w:t>
      </w:r>
    </w:p>
    <w:p w:rsidR="002650EF" w:rsidRDefault="00816B6D" w:rsidP="00816B6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31" w:name="_Toc5221074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52</w:t>
      </w:r>
      <w:bookmarkEnd w:id="43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لاتُحَقِّروا</w:t>
      </w:r>
      <w:r>
        <w:rPr>
          <w:rtl/>
          <w:lang w:bidi="fa-IR"/>
        </w:rPr>
        <w:t xml:space="preserve"> ضُعفاءَ إخوانِکُم ؛ فإنّهُ مَنِ احتَقَرَ مُؤمِنا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جمَعِ</w:t>
      </w:r>
      <w:r>
        <w:rPr>
          <w:rtl/>
          <w:lang w:bidi="fa-IR"/>
        </w:rPr>
        <w:t xml:space="preserve"> اللّه‌ُ عز و جل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الجنّةِ إلاّ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توبَ؛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برادران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خود را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کس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شمارد، خداوند عز و جل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دو در بهشت جمع نکند،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توبه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 xml:space="preserve"> : 614 / 10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32" w:name="_Toc5221074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53</w:t>
      </w:r>
      <w:bookmarkEnd w:id="4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لَقِ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مُسلِما فَسَلَّمَ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خِلافَ سَلامِهِ علَ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الغَن</w:t>
      </w:r>
      <w:r>
        <w:rPr>
          <w:rFonts w:hint="cs"/>
          <w:rtl/>
          <w:lang w:bidi="fa-IR"/>
        </w:rPr>
        <w:t>یِّ</w:t>
      </w:r>
      <w:r>
        <w:rPr>
          <w:rtl/>
          <w:lang w:bidi="fa-IR"/>
        </w:rPr>
        <w:t xml:space="preserve"> ، لَقِ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اللّه‌َ عز و جل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 xml:space="preserve"> وهُو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غَضبانُ؛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بــا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 به رو شود و به او 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با 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ثروتمند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خداوند عز و جل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از او در خشم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: 359 / 5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33" w:name="_Toc5221074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54</w:t>
      </w:r>
      <w:bookmarkEnd w:id="4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اللّه‌َ جلَّ ثناؤهُ لَ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عتَذِرُ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عَبدِهِ المؤمنِ الُمحْوِجِ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عتَذِرُ</w:t>
      </w:r>
      <w:r>
        <w:rPr>
          <w:rtl/>
          <w:lang w:bidi="fa-IR"/>
        </w:rPr>
        <w:t xml:space="preserve"> الأخُ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، ف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قولُ</w:t>
      </w:r>
      <w:r>
        <w:rPr>
          <w:rtl/>
          <w:lang w:bidi="fa-IR"/>
        </w:rPr>
        <w:t xml:space="preserve"> : وعِزَّت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وجَلال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ما أحوَجتُکَ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مِن هَوانٍ کانَ بِکَ عَلَ</w:t>
      </w:r>
      <w:r>
        <w:rPr>
          <w:rFonts w:hint="cs"/>
          <w:rtl/>
          <w:lang w:bidi="fa-IR"/>
        </w:rPr>
        <w:t>یَّ</w:t>
      </w:r>
      <w:r>
        <w:rPr>
          <w:rtl/>
          <w:lang w:bidi="fa-IR"/>
        </w:rPr>
        <w:t xml:space="preserve"> ، فارفَعْ هذا السَّجْفَ فانظُرْ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عَوَّضتُکَ مِن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. قال</w:t>
      </w:r>
      <w:r>
        <w:rPr>
          <w:rFonts w:hint="eastAsia"/>
          <w:rtl/>
          <w:lang w:bidi="fa-IR"/>
        </w:rPr>
        <w:t>َ</w:t>
      </w:r>
      <w:r>
        <w:rPr>
          <w:rtl/>
          <w:lang w:bidi="fa-IR"/>
        </w:rPr>
        <w:t xml:space="preserve"> :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رفَعُ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قولُ</w:t>
      </w:r>
      <w:r>
        <w:rPr>
          <w:rtl/>
          <w:lang w:bidi="fa-IR"/>
        </w:rPr>
        <w:t xml:space="preserve"> : ما ضَرَّن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مَنَعتَن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 ما عَوَّضتَن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(در روز قـ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ـامت</w:t>
      </w:r>
      <w:r>
        <w:rPr>
          <w:rtl/>
          <w:lang w:bidi="fa-IR"/>
        </w:rPr>
        <w:t>) خـداوندجـلّ ثناؤه، همچنان که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برادرش پوزش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، از بنده مؤمن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خود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عذر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عزّت و جلالم سوگند که من تو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سر خوار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نزد من، محتاج نکردم.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سرپوش را بردار 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تو چه داده‌ام. او سرپوش را بردارد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عوض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اگر آنچه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من گرفت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2 / 264 / 18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34" w:name="_Toc5221074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55</w:t>
      </w:r>
      <w:bookmarkEnd w:id="43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العَفافُ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نَةُ</w:t>
      </w:r>
      <w:r>
        <w:rPr>
          <w:rtl/>
          <w:lang w:bidi="fa-IR"/>
        </w:rPr>
        <w:t xml:space="preserve"> الفَقرِ؛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(و مناعت طبع)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فقر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البلاغه: حکمت 68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35" w:name="_Toc5221074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56</w:t>
      </w:r>
      <w:bookmarkEnd w:id="4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أشَدُّ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مَؤونةً‌إخفاءُ الفاقَةِ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دشوارتر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پر زحمت‌تر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کارها،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داشتن فقراست.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78 / 249 / 87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36" w:name="_Toc5221074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57</w:t>
      </w:r>
      <w:bookmarkEnd w:id="4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الصَّبرُ الکاذِبَةُ تُورِثُ العَقِبَ الفَقْرَ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سوگند</w:t>
      </w:r>
      <w:r>
        <w:rPr>
          <w:rtl/>
          <w:lang w:bidi="fa-IR"/>
        </w:rPr>
        <w:t xml:space="preserve"> اجبار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دروغ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بازماندگان فقر به بار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104 / 209 / 19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37" w:name="_Toc5221074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58</w:t>
      </w:r>
      <w:bookmarkEnd w:id="4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الحَجّ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حجّ،</w:t>
      </w:r>
      <w:r>
        <w:rPr>
          <w:rtl/>
          <w:lang w:bidi="fa-IR"/>
        </w:rPr>
        <w:t xml:space="preserve"> فقر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: 7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38" w:name="_Toc5221074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59</w:t>
      </w:r>
      <w:bookmarkEnd w:id="43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حَجَّ ثَلاثَ حِجَجٍ لَم‌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صِبْهُ</w:t>
      </w:r>
      <w:r>
        <w:rPr>
          <w:rtl/>
          <w:lang w:bidi="fa-IR"/>
        </w:rPr>
        <w:t xml:space="preserve"> فَقرٌ أبَدا؛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سه بار حجّ به جا آورد ، هرگز به فقر گرفتار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 xml:space="preserve"> : 117 / 101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39" w:name="_Toc5221074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60</w:t>
      </w:r>
      <w:bookmarkEnd w:id="43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شَ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</w:t>
      </w:r>
      <w:r>
        <w:rPr>
          <w:rtl/>
          <w:lang w:bidi="fa-IR"/>
        </w:rPr>
        <w:t xml:space="preserve"> أسْرَعَ غِن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ولا أنْف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للفَقرِ مِن إدْمانِ حَجِّ هذا البَ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مداومت 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خانه(خانه خدا) چنان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فقر را بزدا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694 / 1478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0" w:name="_Toc5221074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61</w:t>
      </w:r>
      <w:bookmarkEnd w:id="44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صِلَةُ</w:t>
      </w:r>
      <w:r>
        <w:rPr>
          <w:rtl/>
          <w:lang w:bidi="fa-IR"/>
        </w:rPr>
        <w:t xml:space="preserve"> الرَّحِمِ تَز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العُمرِ</w:t>
      </w:r>
      <w:r>
        <w:rPr>
          <w:rtl/>
          <w:lang w:bidi="fa-IR"/>
        </w:rPr>
        <w:t xml:space="preserve"> ، وتَنف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صله</w:t>
      </w:r>
      <w:r>
        <w:rPr>
          <w:rtl/>
          <w:lang w:bidi="fa-IR"/>
        </w:rPr>
        <w:t xml:space="preserve"> رحم، عمر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ــاد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74 / 103 / 61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41" w:name="_Toc5221074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62</w:t>
      </w:r>
      <w:bookmarkEnd w:id="44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داوُوا</w:t>
      </w:r>
      <w:r>
        <w:rPr>
          <w:rtl/>
          <w:lang w:bidi="fa-IR"/>
        </w:rPr>
        <w:t xml:space="preserve"> الفَقرَ بالصَّدقَةِ والبَذلِ؛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را باصدقه و بخشش ، درمان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5156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2" w:name="_Toc5221074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63</w:t>
      </w:r>
      <w:bookmarkEnd w:id="44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البِرُّ</w:t>
      </w:r>
      <w:r>
        <w:rPr>
          <w:rtl/>
          <w:lang w:bidi="fa-IR"/>
        </w:rPr>
        <w:t xml:space="preserve"> وصَدقَةُ السِّرِّ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انِ</w:t>
      </w:r>
      <w:r>
        <w:rPr>
          <w:rtl/>
          <w:lang w:bidi="fa-IR"/>
        </w:rPr>
        <w:t xml:space="preserve">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صدقه نهان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74 / 81 / 83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3" w:name="_Toc5221074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64</w:t>
      </w:r>
      <w:bookmarkEnd w:id="44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ضَمِنتُ</w:t>
      </w:r>
      <w:r>
        <w:rPr>
          <w:rtl/>
          <w:lang w:bidi="fa-IR"/>
        </w:rPr>
        <w:t xml:space="preserve"> لِمَنِ اقتَصَدَأن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فتَقِرَ؛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(و صرفه‌جو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) کند ، ضمانت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 xml:space="preserve"> : 9 / 32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44" w:name="_Toc5221074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65</w:t>
      </w:r>
      <w:bookmarkEnd w:id="4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اقتَصَدَ أغناهُ اللّه؛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خداوند توانگرش گرداند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 : 1 / 167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5" w:name="_Toc5221074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66</w:t>
      </w:r>
      <w:bookmarkEnd w:id="4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کَنسُ</w:t>
      </w:r>
      <w:r>
        <w:rPr>
          <w:rtl/>
          <w:lang w:bidi="fa-IR"/>
        </w:rPr>
        <w:t xml:space="preserve"> البُ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جارو</w:t>
      </w:r>
      <w:r>
        <w:rPr>
          <w:rtl/>
          <w:lang w:bidi="fa-IR"/>
        </w:rPr>
        <w:t xml:space="preserve"> کردن اتاق‌ها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: 3/ 571 / 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6" w:name="_Toc5221074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67</w:t>
      </w:r>
      <w:bookmarkEnd w:id="4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کَثرَةُ</w:t>
      </w:r>
      <w:r>
        <w:rPr>
          <w:rtl/>
          <w:lang w:bidi="fa-IR"/>
        </w:rPr>
        <w:t xml:space="preserve"> المالِ تُفسِدُ القُلوبَ وتُنشِئُ الذُّنوبَ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فراوان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و ثروت، دل‌ها را تباه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گناهان را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7109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47" w:name="_Toc5221074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68</w:t>
      </w:r>
      <w:bookmarkEnd w:id="4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ناجَ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اللّه‌ُ عز و جل بهِ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... لا تَغبِطْ أحَدا بکَثرَةِ المالِ ؛ فإنَّ مَعَ کَثرَةِ المالِ تَکثُرُ الذُّنوبُ لِواجِبِ الحُقوقِ؛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جمله نجواها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با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: به ثروت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غبطه مخور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ثروت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گناهان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. چون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واجب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2 / 135 / 21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8" w:name="_Toc5221074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69</w:t>
      </w:r>
      <w:bookmarkEnd w:id="44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طَلَبتُ</w:t>
      </w:r>
      <w:r>
        <w:rPr>
          <w:rtl/>
          <w:lang w:bidi="fa-IR"/>
        </w:rPr>
        <w:t xml:space="preserve"> فَراغَ القلبِ فوَجَدتُهُ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قِلَّةِ المالِ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دل را جستجو کردم و آن را در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و ثروت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 : 12 / 174 / 13810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49" w:name="_Toc5221074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70</w:t>
      </w:r>
      <w:bookmarkEnd w:id="4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جتَمِعُ</w:t>
      </w:r>
      <w:r>
        <w:rPr>
          <w:rtl/>
          <w:lang w:bidi="fa-IR"/>
        </w:rPr>
        <w:t xml:space="preserve"> المالُ إلاّ بخِصالٍ خَمسٍ: بِبُخلٍ شَد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دٍ</w:t>
      </w:r>
      <w:r>
        <w:rPr>
          <w:rtl/>
          <w:lang w:bidi="fa-IR"/>
        </w:rPr>
        <w:t xml:space="preserve"> ، وأمَلٍ طَو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لٍ</w:t>
      </w:r>
      <w:r>
        <w:rPr>
          <w:rtl/>
          <w:lang w:bidi="fa-IR"/>
        </w:rPr>
        <w:t xml:space="preserve"> ، وحِرصٍ غالِبٍ ، وقَط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عَةِ</w:t>
      </w:r>
      <w:r>
        <w:rPr>
          <w:rtl/>
          <w:lang w:bidi="fa-IR"/>
        </w:rPr>
        <w:t xml:space="preserve"> الرَّحِمِ ، وإ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ثارِ</w:t>
      </w:r>
      <w:r>
        <w:rPr>
          <w:rtl/>
          <w:lang w:bidi="fa-IR"/>
        </w:rPr>
        <w:t xml:space="preserve"> الدُّن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الآخِرَةِ؛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مال</w:t>
      </w:r>
      <w:r>
        <w:rPr>
          <w:rtl/>
          <w:lang w:bidi="fa-IR"/>
        </w:rPr>
        <w:t xml:space="preserve"> و ثروت جمع نشود ، مگر با داشتن پنج خصلت : بخل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دراز ، حرص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(بر جان) ،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نکردن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آخرت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الخصال</w:t>
      </w:r>
      <w:r>
        <w:rPr>
          <w:rtl/>
          <w:lang w:bidi="fa-IR"/>
        </w:rPr>
        <w:t xml:space="preserve"> : 282 / 29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0" w:name="_Toc5221074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71</w:t>
      </w:r>
      <w:bookmarkEnd w:id="4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کَسَبَ مالاً مِن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حِلِّهِ أفقَرَهُ اللّه‌ُ؛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ناروا کسب کند، خداوند او را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گرداند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182 / 306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1" w:name="_Toc52210749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72</w:t>
      </w:r>
      <w:bookmarkEnd w:id="45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أهلَ التَّقو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هُمُ الأغن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اءُ</w:t>
      </w:r>
      <w:r>
        <w:rPr>
          <w:rtl/>
          <w:lang w:bidi="fa-IR"/>
        </w:rPr>
        <w:t xml:space="preserve"> ، أغناهُمُ القَل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مِن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فَمَؤونَتُهُم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رَةٌ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کـه پـره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زگاران،</w:t>
      </w:r>
      <w:r>
        <w:rPr>
          <w:rtl/>
          <w:lang w:bidi="fa-IR"/>
        </w:rPr>
        <w:t xml:space="preserve"> همان تـوانگرانند،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آنان را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کرده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ن‌رو،</w:t>
      </w:r>
      <w:r>
        <w:rPr>
          <w:rtl/>
          <w:lang w:bidi="fa-IR"/>
        </w:rPr>
        <w:t xml:space="preserve"> مخارجشان سبک و اندک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العقول: 287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52" w:name="_Toc52210749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73</w:t>
      </w:r>
      <w:bookmarkEnd w:id="45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أصبَحَ والآخِرَهُ‌هَمُّهُ استَغن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مالٍ ، واستَأنَسَ بغَ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أهلٍ، وعَزَّ بغَ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عَش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رَةٍ؛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روز خود را آغاز کند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آخرت همّ و غم او باشد، با وجود نادار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توانگر باشد و با وجود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تنها نباشد وبدون داشتن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تبار،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: 580 / 1198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3" w:name="_Toc5221074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74</w:t>
      </w:r>
      <w:bookmarkEnd w:id="4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رُزِقَ ثلاثا نالَ ثلاثا وهُو الغِنَ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الأکبَرُ: القَناعَةُ بما اُعطِ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أسُ</w:t>
      </w:r>
      <w:r>
        <w:rPr>
          <w:rtl/>
          <w:lang w:bidi="fa-IR"/>
        </w:rPr>
        <w:t xml:space="preserve"> مِمّا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الناسِ، وتَرکُ الفُضولِ؛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هـر</w:t>
      </w:r>
      <w:r>
        <w:rPr>
          <w:rtl/>
          <w:lang w:bidi="fa-IR"/>
        </w:rPr>
        <w:t xml:space="preserve"> که سـه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ـش</w:t>
      </w:r>
      <w:r>
        <w:rPr>
          <w:rtl/>
          <w:lang w:bidi="fa-IR"/>
        </w:rPr>
        <w:t xml:space="preserve"> شود، به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است: قانع بودن به آنچه عطا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شده‌است، چشم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برکندن از آنچه مردم دارند و ترک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(و فزونخواه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 : 318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54" w:name="_Toc5221075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75</w:t>
      </w:r>
      <w:bookmarkEnd w:id="4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الأکبَرُ ال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أسُ</w:t>
      </w:r>
      <w:r>
        <w:rPr>
          <w:rtl/>
          <w:lang w:bidi="fa-IR"/>
        </w:rPr>
        <w:t xml:space="preserve"> عَمّا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الناسِ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نداشتن به آنچه در دست مردم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 : حکمت 342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5" w:name="_Toc5221075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76</w:t>
      </w:r>
      <w:bookmarkEnd w:id="4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استَغن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باللّه افتَقَرَ الناسُ إلَ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به خدا توانگر شود ، مردم به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گردند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کشف</w:t>
      </w:r>
      <w:r>
        <w:rPr>
          <w:rtl/>
          <w:lang w:bidi="fa-IR"/>
        </w:rPr>
        <w:t xml:space="preserve"> الغمّه : 3 / 137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6" w:name="_Toc5221075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77</w:t>
      </w:r>
      <w:bookmarkEnd w:id="45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قَنِعَ بما رَزَقَهُ اللّه‌ُ فهُو مِن أغنَ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الناسِ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به آنچه خداوند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کرده است قانع باشد، توانگرتر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2 / 139 / 9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57" w:name="_Toc5221075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78</w:t>
      </w:r>
      <w:bookmarkEnd w:id="457"/>
    </w:p>
    <w:p w:rsidR="002650EF" w:rsidRDefault="002650EF" w:rsidP="00816B6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أرادَ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کونَ</w:t>
      </w:r>
      <w:r>
        <w:rPr>
          <w:rtl/>
          <w:lang w:bidi="fa-IR"/>
        </w:rPr>
        <w:t xml:space="preserve"> أغنَ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الناسِ فَلْ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کُنْ</w:t>
      </w:r>
      <w:r>
        <w:rPr>
          <w:rtl/>
          <w:lang w:bidi="fa-IR"/>
        </w:rPr>
        <w:t xml:space="preserve"> بما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اللّه أوثَقَ مِنهُ بما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توانگرتر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باشد،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دبه</w:t>
      </w:r>
      <w:r>
        <w:rPr>
          <w:rtl/>
          <w:lang w:bidi="fa-IR"/>
        </w:rPr>
        <w:t xml:space="preserve"> آنچه در دست خداست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باشد، تا به آنچه در دست جز اوست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2 / 139 / 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8" w:name="_Toc5221075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79</w:t>
      </w:r>
      <w:bookmarkEnd w:id="45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الغِن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قِلَّةُ تَمَنِّ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والرِّضا بما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. الفَقرُ شَرَهُ النّفسِ وشِدَّةُ القُنُوطِ؛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توانگر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است که آرزو کم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آنچه تو را بسنده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خرسند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 ، عبارت است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و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الدّرة</w:t>
      </w:r>
      <w:r>
        <w:rPr>
          <w:rtl/>
          <w:lang w:bidi="fa-IR"/>
        </w:rPr>
        <w:t xml:space="preserve"> الباهرة : 41 منتخب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الحکمه: 434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59" w:name="_Toc5221075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80</w:t>
      </w:r>
      <w:bookmarkEnd w:id="4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نِعمَ</w:t>
      </w:r>
      <w:r>
        <w:rPr>
          <w:rtl/>
          <w:lang w:bidi="fa-IR"/>
        </w:rPr>
        <w:t xml:space="preserve"> العَونُ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تَقوَ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الغِن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تـوانگر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چه نـ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ـاور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اسـت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مستدرک</w:t>
      </w:r>
      <w:r>
        <w:rPr>
          <w:rtl/>
          <w:lang w:bidi="fa-IR"/>
        </w:rPr>
        <w:t xml:space="preserve"> الوسائل : 13 / 15 / 14598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60" w:name="_Toc5221075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81</w:t>
      </w:r>
      <w:bookmarkEnd w:id="4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إنَّ</w:t>
      </w:r>
      <w:r>
        <w:rPr>
          <w:rtl/>
          <w:lang w:bidi="fa-IR"/>
        </w:rPr>
        <w:t xml:space="preserve"> الشَّ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طانَ</w:t>
      </w:r>
      <w:r>
        <w:rPr>
          <w:rtl/>
          <w:lang w:bidi="fa-IR"/>
        </w:rPr>
        <w:t xml:space="preserve"> قالَ : لن‌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نجُوَ</w:t>
      </w:r>
      <w:r>
        <w:rPr>
          <w:rtl/>
          <w:lang w:bidi="fa-IR"/>
        </w:rPr>
        <w:t xml:space="preserve"> مِنّ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الغَنِ</w:t>
      </w:r>
      <w:r>
        <w:rPr>
          <w:rFonts w:hint="cs"/>
          <w:rtl/>
          <w:lang w:bidi="fa-IR"/>
        </w:rPr>
        <w:t>یُّ</w:t>
      </w:r>
      <w:r>
        <w:rPr>
          <w:rtl/>
          <w:lang w:bidi="fa-IR"/>
        </w:rPr>
        <w:t xml:space="preserve"> مِن إحد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ثلاثٍ : إمّا أن اُزَ</w:t>
      </w:r>
      <w:r>
        <w:rPr>
          <w:rFonts w:hint="cs"/>
          <w:rtl/>
          <w:lang w:bidi="fa-IR"/>
        </w:rPr>
        <w:t>یِّ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نِهِ</w:t>
      </w:r>
      <w:r>
        <w:rPr>
          <w:rtl/>
          <w:lang w:bidi="fa-IR"/>
        </w:rPr>
        <w:t xml:space="preserve">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منَعَهُ</w:t>
      </w:r>
      <w:r>
        <w:rPr>
          <w:rtl/>
          <w:lang w:bidi="fa-IR"/>
        </w:rPr>
        <w:t xml:space="preserve"> مِن حَقِّهِ ، وإمّا أن اُسَهِّلَ علَ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لَهُ</w:t>
      </w:r>
      <w:r>
        <w:rPr>
          <w:rtl/>
          <w:lang w:bidi="fa-IR"/>
        </w:rPr>
        <w:t xml:space="preserve"> فَ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نفِقَهُ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حَقِّهِ ، وإمّا أن اُحَبِّبَهُ إلَ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کسِبَهُ</w:t>
      </w:r>
      <w:r>
        <w:rPr>
          <w:rtl/>
          <w:lang w:bidi="fa-IR"/>
        </w:rPr>
        <w:t xml:space="preserve">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حَقِّهِ؛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گفت : آدم توانگر از چنگ من 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او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گرفتار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مال و ثروت را در نظر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از پرداخت حقوق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ورزد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مصرف آن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، آنها را به ناحقّ خرج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مال و ثروت را محبوب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گردانم</w:t>
      </w:r>
      <w:r>
        <w:rPr>
          <w:rtl/>
          <w:lang w:bidi="fa-IR"/>
        </w:rPr>
        <w:t xml:space="preserve"> 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آن را از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ناروا به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16677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61" w:name="_Toc5221075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82</w:t>
      </w:r>
      <w:bookmarkEnd w:id="461"/>
    </w:p>
    <w:p w:rsidR="002650EF" w:rsidRDefault="002650EF" w:rsidP="00816B6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امبرخدا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قَلَّ وکَف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مِمّا کَثُرَ وأله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اندک و بسنده ، بهتر است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بازدارنده (از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خدا)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: 395 / 1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62" w:name="_Toc5221075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83</w:t>
      </w:r>
      <w:bookmarkEnd w:id="46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ادُ</w:t>
      </w:r>
      <w:r>
        <w:rPr>
          <w:rtl/>
          <w:lang w:bidi="fa-IR"/>
        </w:rPr>
        <w:t xml:space="preserve"> الکِذبِ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ورِثُ‌الفَقرَ؛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دروغگو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، فقر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72 / 261 / 36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63" w:name="_Toc5221075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84</w:t>
      </w:r>
      <w:bookmarkEnd w:id="46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النُّعمانِ: لا تَستَأکِلْ بِنا الناسَ ، فلا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دَکَ</w:t>
      </w:r>
      <w:r>
        <w:rPr>
          <w:rtl/>
          <w:lang w:bidi="fa-IR"/>
        </w:rPr>
        <w:t xml:space="preserve"> اللّه‌ُ بذلکَ إلاّ فَقرا؛</w:t>
      </w:r>
    </w:p>
    <w:p w:rsidR="002650EF" w:rsidRDefault="002650EF" w:rsidP="00816B6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به ابو نعمان : ما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کردن مردم قرار مده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، خداوند بر فقر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78 / 184 / 11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64" w:name="_Toc5221075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85</w:t>
      </w:r>
      <w:bookmarkEnd w:id="46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امام‌صادق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آبائهِ </w:t>
      </w:r>
      <w:r w:rsidR="00816B6D" w:rsidRPr="00816B6D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: مَن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سألِ</w:t>
      </w:r>
      <w:r>
        <w:rPr>
          <w:rtl/>
          <w:lang w:bidi="fa-IR"/>
        </w:rPr>
        <w:t xml:space="preserve"> اللّه‌َ مِن فَضلِهِ افتَقَرَ؛</w:t>
      </w:r>
    </w:p>
    <w:p w:rsidR="002650EF" w:rsidRDefault="002650EF" w:rsidP="00816B6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از پدران بزرگوارش : هر که از فضل خدا نطلبد،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76 /316 /6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65" w:name="_Toc5221075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86</w:t>
      </w:r>
      <w:bookmarkEnd w:id="4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</w:t>
      </w:r>
      <w:r>
        <w:rPr>
          <w:rFonts w:hint="cs"/>
          <w:rtl/>
          <w:lang w:bidi="fa-IR"/>
        </w:rPr>
        <w:t>یُّ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رَجُلٍ دَعا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ولَدِهِ أورَثَهُ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خود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، فقر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ارث گذارد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104 / 99 / 77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66" w:name="_Toc5221075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87</w:t>
      </w:r>
      <w:bookmarkEnd w:id="4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تَفاقَرَ افتَقَرَ؛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دم از نادار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، نادار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76 / 316 / 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67" w:name="_Toc5221075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88</w:t>
      </w:r>
      <w:bookmarkEnd w:id="4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الأمانَةُ</w:t>
      </w:r>
      <w:r>
        <w:rPr>
          <w:rtl/>
          <w:lang w:bidi="fa-IR"/>
        </w:rPr>
        <w:t xml:space="preserve"> تَجلِبُ الغَناءَ ، والخِ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انَةُ</w:t>
      </w:r>
      <w:r>
        <w:rPr>
          <w:rtl/>
          <w:lang w:bidi="fa-IR"/>
        </w:rPr>
        <w:t xml:space="preserve"> تَجلِبُ الفَقرَ؛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امانتدار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تـوانـگـر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(در امانت) به فقر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کشاند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 : 75 / 114 / 6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68" w:name="_Toc5221075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89</w:t>
      </w:r>
      <w:bookmarkEnd w:id="46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الوضوء</w:t>
      </w:r>
      <w:r>
        <w:rPr>
          <w:rtl/>
          <w:lang w:bidi="fa-IR"/>
        </w:rPr>
        <w:t xml:space="preserve"> قبل الطعام و بعده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ذهبان</w:t>
      </w:r>
      <w:r>
        <w:rPr>
          <w:rtl/>
          <w:lang w:bidi="fa-IR"/>
        </w:rPr>
        <w:t xml:space="preserve"> الفقر؛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وضو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غذا و بعد از غذا،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، ج 1، ص 256)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69" w:name="_Toc5221075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90</w:t>
      </w:r>
      <w:bookmarkEnd w:id="46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سأل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فقر فکأنّما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أکل</w:t>
      </w:r>
      <w:r>
        <w:rPr>
          <w:rtl/>
          <w:lang w:bidi="fa-IR"/>
        </w:rPr>
        <w:t xml:space="preserve"> الخمر؛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نباشد و سؤال کند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شراب خورده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0" w:name="_Toc5221075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91</w:t>
      </w:r>
      <w:bookmarkEnd w:id="4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استعفّ أعفّه اللَّه و من استغن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أغناه اللَّه؛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عفت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عفت دهد و هر که غنا طلبد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71" w:name="_Toc52210751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92</w:t>
      </w:r>
      <w:bookmarkEnd w:id="47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تفاقر افتقر؛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2" w:name="_Toc52210751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93</w:t>
      </w:r>
      <w:bookmarkEnd w:id="47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أملق تاجر صدوق؛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تاجر</w:t>
      </w:r>
      <w:r>
        <w:rPr>
          <w:rtl/>
          <w:lang w:bidi="fa-IR"/>
        </w:rPr>
        <w:t xml:space="preserve"> راست گو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3" w:name="_Toc52210751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94</w:t>
      </w:r>
      <w:bookmarkEnd w:id="47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الفقر و لکنّ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التّکاثر و ما أخش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الخطاء، و لکنّ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التّعمّد؛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فقر بر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بلکه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دارم به کثرت اموال تفاخر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خطا بر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بلکه از تعمد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74" w:name="_Toc52210752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95</w:t>
      </w:r>
      <w:bookmarkEnd w:id="47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أحد أکثر من الرّبا إلّا کان عاقبه أمره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ربا فراوان خورد سر انجام او به فقر انجامد.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5" w:name="_Toc52210752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96</w:t>
      </w:r>
      <w:bookmarkEnd w:id="47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فتح رجل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باب مسأله إلّا فتح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باب 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سؤال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خدا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فقر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6" w:name="_Toc52210752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97</w:t>
      </w:r>
      <w:bookmarkEnd w:id="47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نتظر</w:t>
      </w:r>
      <w:r>
        <w:rPr>
          <w:rtl/>
          <w:lang w:bidi="fa-IR"/>
        </w:rPr>
        <w:t xml:space="preserve"> أحدکم من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إلّا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أو فقرا منس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أو مرضا مفسدا أو هرما مفنّدا أو موتا مجهزا؛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 انتظار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جز غنائ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فساد آرد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زبون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سرعت از پا درآرد.</w:t>
      </w:r>
    </w:p>
    <w:p w:rsidR="00816B6D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816B6D" w:rsidP="00816B6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77" w:name="_Toc52210752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98</w:t>
      </w:r>
      <w:bookmarkEnd w:id="47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ندم من استشار و لا افتقر من اقتصد؛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مشورت کند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نشود و هر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8" w:name="_Toc52210752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99</w:t>
      </w:r>
      <w:bookmarkEnd w:id="47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فاقه لعبد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قرأ</w:t>
      </w:r>
      <w:r>
        <w:rPr>
          <w:rtl/>
          <w:lang w:bidi="fa-IR"/>
        </w:rPr>
        <w:t xml:space="preserve"> القرآن و لا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بعده؛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قرآن خواند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 و او را بالاتر از قرآن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79" w:name="_Toc52210752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100</w:t>
      </w:r>
      <w:bookmarkEnd w:id="47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بشر</w:t>
      </w:r>
      <w:r>
        <w:rPr>
          <w:rtl/>
          <w:lang w:bidi="fa-IR"/>
        </w:rPr>
        <w:t xml:space="preserve"> فقراء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بالفراغ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قبل الأغن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بمقدار خمسمائه عام هؤلاء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نعمون</w:t>
      </w:r>
      <w:r>
        <w:rPr>
          <w:rtl/>
          <w:lang w:bidi="fa-IR"/>
        </w:rPr>
        <w:t xml:space="preserve"> و هؤلاء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حاسبون؛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مؤمنان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بشارت که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اندازه پانصد سال زودتر از اغن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فارغ شوند آنان در بهشت متنعمند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حساب 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80" w:name="_Toc52210752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101</w:t>
      </w:r>
      <w:bookmarkEnd w:id="48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تعلمون ما لکم عند اللَّه لأحببتم أن تزدادوا فاقه و حاجه؛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>) اگر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چه ها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دوست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 فقر و حاجت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81" w:name="_Toc52210752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102</w:t>
      </w:r>
      <w:bookmarkEnd w:id="48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کاد</w:t>
      </w:r>
      <w:r>
        <w:rPr>
          <w:rtl/>
          <w:lang w:bidi="fa-IR"/>
        </w:rPr>
        <w:t xml:space="preserve"> الفقر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کفرا؛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است که فقر به کفر انجامد.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82" w:name="_Toc52210752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103</w:t>
      </w:r>
      <w:bookmarkEnd w:id="48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الفقر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عند النّاس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عند اللَّه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مردم زبون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83" w:name="_Toc52210752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104</w:t>
      </w:r>
      <w:bookmarkEnd w:id="48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الفقر</w:t>
      </w:r>
      <w:r>
        <w:rPr>
          <w:rtl/>
          <w:lang w:bidi="fa-IR"/>
        </w:rPr>
        <w:t xml:space="preserve"> أمانه فمن کتمه کان عباده؛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هر که آن را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دارد، عبادت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84" w:name="_Toc52210753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105</w:t>
      </w:r>
      <w:bookmarkEnd w:id="48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غسل</w:t>
      </w:r>
      <w:r>
        <w:rPr>
          <w:rtl/>
          <w:lang w:bidi="fa-IR"/>
        </w:rPr>
        <w:t xml:space="preserve"> الإناء و طهاره الفناء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ورثان</w:t>
      </w:r>
      <w:r>
        <w:rPr>
          <w:rtl/>
          <w:lang w:bidi="fa-IR"/>
        </w:rPr>
        <w:t xml:space="preserve"> الغن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شستن</w:t>
      </w:r>
      <w:r>
        <w:rPr>
          <w:rtl/>
          <w:lang w:bidi="fa-IR"/>
        </w:rPr>
        <w:t xml:space="preserve"> ظرفها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غناست.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85" w:name="_Toc52210753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106</w:t>
      </w:r>
      <w:bookmarkEnd w:id="48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الزّنا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ورث</w:t>
      </w:r>
      <w:r>
        <w:rPr>
          <w:rtl/>
          <w:lang w:bidi="fa-IR"/>
        </w:rPr>
        <w:t xml:space="preserve"> الفقر؛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816B6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816B6D">
      <w:pPr>
        <w:pStyle w:val="Heading2"/>
        <w:rPr>
          <w:rtl/>
          <w:lang w:bidi="fa-IR"/>
        </w:rPr>
      </w:pPr>
      <w:bookmarkStart w:id="486" w:name="_Toc52210753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107</w:t>
      </w:r>
      <w:bookmarkEnd w:id="48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تجرّ الفقر؛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87" w:name="_Toc52210753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108</w:t>
      </w:r>
      <w:bookmarkEnd w:id="48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النّاس مؤمن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جهده؛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مؤمن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قدر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انفاق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816B6D">
      <w:pPr>
        <w:pStyle w:val="Heading2"/>
        <w:rPr>
          <w:rtl/>
          <w:lang w:bidi="fa-IR"/>
        </w:rPr>
      </w:pPr>
      <w:bookmarkStart w:id="488" w:name="_Toc52210753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109</w:t>
      </w:r>
      <w:bookmarkEnd w:id="48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ثلاث</w:t>
      </w:r>
      <w:r>
        <w:rPr>
          <w:rtl/>
          <w:lang w:bidi="fa-IR"/>
        </w:rPr>
        <w:t xml:space="preserve"> أقسم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هنّ</w:t>
      </w:r>
      <w:r>
        <w:rPr>
          <w:rtl/>
          <w:lang w:bidi="fa-IR"/>
        </w:rPr>
        <w:t>: ما نقص مال قطّ من صدقه فتصدّقوا و لا عفا رجل عن مظلمه ظلمها إلّا زاده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عزّا فاعفوا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زدکم</w:t>
      </w:r>
      <w:r>
        <w:rPr>
          <w:rtl/>
          <w:lang w:bidi="fa-IR"/>
        </w:rPr>
        <w:t xml:space="preserve"> اللَّه عزّا و لا فتح رجل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باب مسأله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</w:t>
      </w:r>
      <w:r>
        <w:rPr>
          <w:rtl/>
          <w:lang w:bidi="fa-IR"/>
        </w:rPr>
        <w:t xml:space="preserve"> النّاس إلّا فتح اللَّه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باب 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که در باره آن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مال از صدقه کاهش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پس صدقه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 او رفته است نبخشد مگر آنکه خداوند عزت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خداوند عزت شما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 سؤال را بر خود نگشا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تن به سؤال ندهد مگر آن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خداوند در فقر را بر او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89" w:name="_Toc52210753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110</w:t>
      </w:r>
      <w:bookmarkEnd w:id="48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تحفه</w:t>
      </w:r>
      <w:r>
        <w:rPr>
          <w:rtl/>
          <w:lang w:bidi="fa-IR"/>
        </w:rPr>
        <w:t xml:space="preserve"> المؤمن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الفقر؛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ارمغان</w:t>
      </w:r>
      <w:r>
        <w:rPr>
          <w:rtl/>
          <w:lang w:bidi="fa-IR"/>
        </w:rPr>
        <w:t xml:space="preserve"> مؤمن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فقر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0" w:name="_Toc52210753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111</w:t>
      </w:r>
      <w:bookmarkEnd w:id="49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اللَّه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حبّ</w:t>
      </w:r>
      <w:r>
        <w:rPr>
          <w:rtl/>
          <w:lang w:bidi="fa-IR"/>
        </w:rPr>
        <w:t xml:space="preserve"> إذا أنعم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عبده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أثر نعمته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بغض</w:t>
      </w:r>
      <w:r>
        <w:rPr>
          <w:rtl/>
          <w:lang w:bidi="fa-IR"/>
        </w:rPr>
        <w:t xml:space="preserve"> البؤس و التّباؤس؛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دوست دارد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 داد اثر نعمتش بر او آشکار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و از فقر و اظهار فقر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491" w:name="_Toc52210753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112</w:t>
      </w:r>
      <w:bookmarkEnd w:id="49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أعوذ بک من الفقر و القلّه و الذّلّه و أعوذ بک من أن أظلم أو أظلم؛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ذلت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و از ستم 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ستمگر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2" w:name="_Toc52210753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113</w:t>
      </w:r>
      <w:bookmarkEnd w:id="49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توفّن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احشرن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زمره المساک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إنّ أشق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اجتمع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فقر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عذاب الآخره؛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دار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در صف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محشور ساز، بدبخت تر از همه بدبختان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فقر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عذاب آخرت را با هم داشته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493" w:name="_Toc52210753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114</w:t>
      </w:r>
      <w:bookmarkEnd w:id="49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أکبر</w:t>
      </w:r>
      <w:r>
        <w:rPr>
          <w:rtl/>
          <w:lang w:bidi="fa-IR"/>
        </w:rPr>
        <w:t xml:space="preserve"> أمّت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عطوا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بطروا</w:t>
      </w:r>
      <w:r>
        <w:rPr>
          <w:rtl/>
          <w:lang w:bidi="fa-IR"/>
        </w:rPr>
        <w:t xml:space="preserve">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سألوا؛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امت من آنها هستند که نه چندان توانگرند که خود را گم کنند و نه چندان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دست به سؤال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4" w:name="_Toc52210754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115</w:t>
      </w:r>
      <w:bookmarkEnd w:id="49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ارحموا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tl/>
          <w:lang w:bidi="fa-IR"/>
        </w:rPr>
        <w:t xml:space="preserve"> ذلّ و غن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افتقر و عالما ضاع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جهّال؛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سه کس رحم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خوار شده و ثروتمند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گشته و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جاهلان گمنام مانده.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5" w:name="_Toc52210754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116</w:t>
      </w:r>
      <w:bookmarkEnd w:id="49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أربعه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بغضهم</w:t>
      </w:r>
      <w:r>
        <w:rPr>
          <w:rtl/>
          <w:lang w:bidi="fa-IR"/>
        </w:rPr>
        <w:t xml:space="preserve"> اللَّه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الب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اع</w:t>
      </w:r>
      <w:r>
        <w:rPr>
          <w:rtl/>
          <w:lang w:bidi="fa-IR"/>
        </w:rPr>
        <w:t xml:space="preserve"> الحلّاف و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المختال و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الزّان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الإمام الجائر؛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</w:t>
      </w:r>
      <w:r>
        <w:rPr>
          <w:rtl/>
          <w:lang w:bidi="fa-IR"/>
        </w:rPr>
        <w:t xml:space="preserve"> کس را خداوند دشمن دارد، فروشنده قسم خور،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متکبر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زنا کار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ستمگر.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6" w:name="_Toc52210754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117</w:t>
      </w:r>
      <w:bookmarkEnd w:id="49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العبد ألّم اللَّه به الفقر و المرض فإنّ اللَّه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فقر و مرض را بر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آورد،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او را تصف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7" w:name="_Toc52210754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118</w:t>
      </w:r>
      <w:bookmarkEnd w:id="49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إذا</w:t>
      </w:r>
      <w:r>
        <w:rPr>
          <w:rtl/>
          <w:lang w:bidi="fa-IR"/>
        </w:rPr>
        <w:t xml:space="preserve"> أراد اللَّه بعبد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جعل غناه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و تقاه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قلبه و إذا أراد بعبد شرّا جعل فقره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ثروتش را در روحش و تقوا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قلبش قرار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فقر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چشم او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498" w:name="_Toc52210754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119</w:t>
      </w:r>
      <w:bookmarkEnd w:id="49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الفقر</w:t>
      </w:r>
      <w:r>
        <w:rPr>
          <w:rtl/>
          <w:lang w:bidi="fa-IR"/>
        </w:rPr>
        <w:t xml:space="preserve"> شره النفس و شدة القنوط؛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آزمند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است و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الانوار ، ج 78 ، ص 368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499" w:name="_Toc52210754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120</w:t>
      </w:r>
      <w:bookmarkEnd w:id="49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الاْمامُ الْحُسَ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أَهْلَکَ</w:t>
      </w:r>
      <w:r>
        <w:rPr>
          <w:rtl/>
          <w:lang w:bidi="fa-IR"/>
        </w:rPr>
        <w:t xml:space="preserve"> النّاسَ إثْنانِ: خَوْفُ الْفَقْرِ، وَ طَلَبُ الْفَخْرِ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</w:t>
      </w:r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مردم را هلاک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</w:t>
      </w:r>
      <w:r w:rsidR="00EF34C3">
        <w:rPr>
          <w:rFonts w:hint="cs"/>
          <w:rtl/>
          <w:lang w:bidi="fa-IR"/>
        </w:rPr>
        <w:t>ک</w:t>
      </w:r>
      <w:r>
        <w:rPr>
          <w:rtl/>
          <w:lang w:bidi="fa-IR"/>
        </w:rPr>
        <w:t xml:space="preserve">ردانده است: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مبادا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گردند.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فخر کردن در مسائل مختلف و مباهات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75، ص 54، ح 96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0" w:name="_Toc52210754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121</w:t>
      </w:r>
      <w:bookmarkEnd w:id="50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افتخار کند به افلاس و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شده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، باب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اسراف)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01" w:name="_Toc5221075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122</w:t>
      </w:r>
      <w:bookmarkEnd w:id="50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اسراف</w:t>
      </w:r>
      <w:r>
        <w:rPr>
          <w:rtl/>
          <w:lang w:bidi="fa-IR"/>
        </w:rPr>
        <w:t xml:space="preserve"> نشانه و سرآغاز فقر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(غررالحکم ، باب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اسراف)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2" w:name="_Toc5221075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123</w:t>
      </w:r>
      <w:bookmarkEnd w:id="50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محمد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ازش</w:t>
      </w:r>
      <w:r>
        <w:rPr>
          <w:rtl/>
          <w:lang w:bidi="fa-IR"/>
        </w:rPr>
        <w:t xml:space="preserve"> کند و هر که اسراف کند خدا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کند و هر که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بردارد و هر که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فروشد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هم شکند.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الفصاحه ، ح 2939)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3" w:name="_Toc5221075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124</w:t>
      </w:r>
      <w:bookmarkEnd w:id="50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(نهج الفصاحه ، ح 2601)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4" w:name="_Toc5221075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125</w:t>
      </w:r>
      <w:bookmarkEnd w:id="50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آزمند</w:t>
      </w:r>
      <w:r>
        <w:rPr>
          <w:rtl/>
          <w:lang w:bidi="fa-IR"/>
        </w:rPr>
        <w:t xml:space="preserve"> همواره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هر چند تمام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مالک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(شرح غررالحکم ، ج 2، ص 39)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5" w:name="_Toc5221075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126</w:t>
      </w:r>
      <w:bookmarkEnd w:id="50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زنا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 ، </w:t>
      </w:r>
      <w:r w:rsidR="00414187">
        <w:rPr>
          <w:rtl/>
          <w:lang w:bidi="fa-IR"/>
        </w:rPr>
        <w:t xml:space="preserve">حدیث - </w:t>
      </w:r>
      <w:r>
        <w:rPr>
          <w:rtl/>
          <w:lang w:bidi="fa-IR"/>
        </w:rPr>
        <w:t xml:space="preserve"> 1711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6" w:name="_Toc52210755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127</w:t>
      </w:r>
      <w:bookmarkEnd w:id="50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AF334F" w:rsidRPr="00AF334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مَنْ</w:t>
      </w:r>
      <w:r>
        <w:rPr>
          <w:rtl/>
          <w:lang w:bidi="fa-IR"/>
        </w:rPr>
        <w:t xml:space="preserve"> فَتَحَ بابَ مَسْأَلَةٍ فَتَحَ اللّه‌ُ لَهُ بابَ فَقْرٍ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الدُّنْ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وَ الآخِرَةِ وَ مَنْ فَتَحَ بابَ عَط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ةٍ</w:t>
      </w:r>
      <w:r>
        <w:rPr>
          <w:rtl/>
          <w:lang w:bidi="fa-IR"/>
        </w:rPr>
        <w:t xml:space="preserve"> ابْتِغاءً لِوَجْهِ اللّه‌ِ اَعْطاهُ اللّه‌ُ خَ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الدُّنْ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وَ الآخِرَةِ؛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درِ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باز کند،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درِ فقر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هر کس درِ بخشش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به خاطر خدا باز کند، خداوند او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عطا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کنزالعمال،</w:t>
      </w:r>
      <w:r>
        <w:rPr>
          <w:rtl/>
          <w:lang w:bidi="fa-IR"/>
        </w:rPr>
        <w:t xml:space="preserve"> ح 16745.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07" w:name="_Toc5221075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128</w:t>
      </w:r>
      <w:bookmarkEnd w:id="50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کاظم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اَداءُ</w:t>
      </w:r>
      <w:r>
        <w:rPr>
          <w:rtl/>
          <w:lang w:bidi="fa-IR"/>
        </w:rPr>
        <w:t xml:space="preserve"> الاَمانَةِ وَالصِّدْقُ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جْلِبانِ</w:t>
      </w:r>
      <w:r>
        <w:rPr>
          <w:rtl/>
          <w:lang w:bidi="fa-IR"/>
        </w:rPr>
        <w:t xml:space="preserve"> الرِّزْقَ، وَالْخ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انَةُ</w:t>
      </w:r>
      <w:r>
        <w:rPr>
          <w:rtl/>
          <w:lang w:bidi="fa-IR"/>
        </w:rPr>
        <w:t xml:space="preserve"> وَالْکَذِبُ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جْلِبانِ</w:t>
      </w:r>
      <w:r>
        <w:rPr>
          <w:rtl/>
          <w:lang w:bidi="fa-IR"/>
        </w:rPr>
        <w:t xml:space="preserve"> الفَقْرَ وَ النِّفاقَ؛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 و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و دروغگو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باعث فقر و نفاق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بحارالأنوار،</w:t>
      </w:r>
      <w:r>
        <w:rPr>
          <w:rtl/>
          <w:lang w:bidi="fa-IR"/>
        </w:rPr>
        <w:t xml:space="preserve"> ج 78، ص 327.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8" w:name="_Toc5221075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129</w:t>
      </w:r>
      <w:bookmarkEnd w:id="50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اللّه‌َ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الْجَمالَ وَ التَّجَمُّلَ 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بْغِضُ</w:t>
      </w:r>
      <w:r>
        <w:rPr>
          <w:rtl/>
          <w:lang w:bidi="fa-IR"/>
        </w:rPr>
        <w:t xml:space="preserve"> البُؤْسَ وَ التَّباؤُسَ؛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آراستگ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دارد و با فقر و تظاهر به فقر دشمن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6، ص 440، ح 14.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09" w:name="_Toc5221075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130</w:t>
      </w:r>
      <w:bookmarkEnd w:id="50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أشق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اجتمع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وعذاب الاخرة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بدبختتر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بدبختان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فقر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عذاب آخرت را با هم دارد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(کنز العمال، ج 6، ص 470، ح 16593)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10" w:name="_Toc5221075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131</w:t>
      </w:r>
      <w:bookmarkEnd w:id="51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أشق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الاشق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اجتمع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وعذاب الاخرة؛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بدبخت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بدبختان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فقر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عذاب آخرت را با هم دارد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(کنز العمال، ج 6، ص 470، ح 16593)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11" w:name="_Toc5221075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132</w:t>
      </w:r>
      <w:bookmarkEnd w:id="51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ولههُ الفقرُ ابطرهُ الغن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نَدار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رانش</w:t>
      </w:r>
      <w:r>
        <w:rPr>
          <w:rtl/>
          <w:lang w:bidi="fa-IR"/>
        </w:rPr>
        <w:t xml:space="preserve"> کند،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(بحارالانوار،ج??ص???)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12" w:name="_Toc52210755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133</w:t>
      </w:r>
      <w:bookmarkEnd w:id="51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اَلْعَفافُ</w:t>
      </w:r>
      <w:r>
        <w:rPr>
          <w:rtl/>
          <w:lang w:bidi="fa-IR"/>
        </w:rPr>
        <w:t xml:space="preserve"> 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الْفَقْرِ، وَ الْشُّکْرُ 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الْغِنَ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فقر است و سپاس 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غنا و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(تحف العقول ص 75)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13" w:name="_Toc5221075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134</w:t>
      </w:r>
      <w:bookmarkEnd w:id="51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محمد باقر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صدقه دادن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عمر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هفتاد مرگ بد و ناگوار را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 475.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14" w:name="_Toc5221075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135</w:t>
      </w:r>
      <w:bookmarkEnd w:id="51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ضمانت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هر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کند،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حضال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ص9.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15" w:name="_Toc5221075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136</w:t>
      </w:r>
      <w:bookmarkEnd w:id="51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محمد باقر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صدقه دادن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عمر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هفتاد مرگ بد و ناگوار را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 475.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16" w:name="_Toc5221075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137</w:t>
      </w:r>
      <w:bookmarkEnd w:id="51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</w:t>
      </w:r>
      <w:r>
        <w:rPr>
          <w:rtl/>
          <w:lang w:bidi="fa-IR"/>
        </w:rPr>
        <w:t xml:space="preserve"> لْبِرُّ وَ الصَّدَقَةُ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انِ</w:t>
      </w:r>
      <w:r>
        <w:rPr>
          <w:rtl/>
          <w:lang w:bidi="fa-IR"/>
        </w:rPr>
        <w:t xml:space="preserve"> الْفَقْرَ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دانِ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الْعُمْرِ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دْفَعانِ</w:t>
      </w:r>
      <w:r>
        <w:rPr>
          <w:rtl/>
          <w:lang w:bidi="fa-IR"/>
        </w:rPr>
        <w:t xml:space="preserve"> عَنْ صاحِبِهِما سَبع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تَةَ</w:t>
      </w:r>
      <w:r>
        <w:rPr>
          <w:rtl/>
          <w:lang w:bidi="fa-IR"/>
        </w:rPr>
        <w:t xml:space="preserve"> سوءٍ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صدقه، فقر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بَرند،</w:t>
      </w:r>
      <w:r>
        <w:rPr>
          <w:rtl/>
          <w:lang w:bidi="fa-IR"/>
        </w:rPr>
        <w:t xml:space="preserve"> بر عمر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هفتاد مرگ بد را از صاحب خود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الاعمال ، ص 141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17" w:name="_Toc5221075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138</w:t>
      </w:r>
      <w:bookmarkEnd w:id="51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اِغْسِلُوا</w:t>
      </w:r>
      <w:r>
        <w:rPr>
          <w:rtl/>
          <w:lang w:bidi="fa-IR"/>
        </w:rPr>
        <w:t xml:space="preserve"> اَ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کُمْ</w:t>
      </w:r>
      <w:r>
        <w:rPr>
          <w:rtl/>
          <w:lang w:bidi="fa-IR"/>
        </w:rPr>
        <w:t xml:space="preserve"> قَبْلَ الطَّعامِ وَ بَعْدَهُ فَاِنَّهُ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الْفَقْرَ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الْعُمُرِ؛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قبل و بعد از غذا خوردن بشو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فقر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بَرَد</w:t>
      </w:r>
      <w:r>
        <w:rPr>
          <w:rtl/>
          <w:lang w:bidi="fa-IR"/>
        </w:rPr>
        <w:t xml:space="preserve"> و بر عمر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محاسن</w:t>
      </w:r>
      <w:r>
        <w:rPr>
          <w:rtl/>
          <w:lang w:bidi="fa-IR"/>
        </w:rPr>
        <w:t xml:space="preserve"> ، ج 2، ص 202، ح 1594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18" w:name="_Toc5221075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139</w:t>
      </w:r>
      <w:bookmarkEnd w:id="51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ضمنت</w:t>
      </w:r>
      <w:r>
        <w:rPr>
          <w:rtl/>
          <w:lang w:bidi="fa-IR"/>
        </w:rPr>
        <w:t xml:space="preserve"> لمن اقتصد ان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فتقر؛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ضمانت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هر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کند،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نشود.</w:t>
      </w:r>
    </w:p>
    <w:p w:rsidR="00EF34C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حضال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ص9.</w:t>
      </w:r>
    </w:p>
    <w:p w:rsidR="002650EF" w:rsidRDefault="00EF34C3" w:rsidP="00EF34C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19" w:name="_Toc5221075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140</w:t>
      </w:r>
      <w:bookmarkEnd w:id="51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البلاغه، حکمت 140.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0" w:name="_Toc5221075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141</w:t>
      </w:r>
      <w:bookmarkEnd w:id="5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خَلَقَ</w:t>
      </w:r>
      <w:r>
        <w:rPr>
          <w:rtl/>
          <w:lang w:bidi="fa-IR"/>
        </w:rPr>
        <w:t xml:space="preserve"> اللّه ُ عز و جل التَّوانِ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والکَسَلَ ، فَزَوَّجَهُما فَوُلِدَ 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نَهُمَا</w:t>
      </w:r>
      <w:r>
        <w:rPr>
          <w:rtl/>
          <w:lang w:bidi="fa-IR"/>
        </w:rPr>
        <w:t xml:space="preserve"> الفاقَةُ؛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دو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داد ؛ پس از آن دو ، فقر زاده 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الفردوس</w:t>
      </w:r>
      <w:r>
        <w:rPr>
          <w:rtl/>
          <w:lang w:bidi="fa-IR"/>
        </w:rPr>
        <w:t xml:space="preserve"> : 2 / 188 / 2940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F96F7B">
      <w:pPr>
        <w:pStyle w:val="Heading1"/>
        <w:rPr>
          <w:rtl/>
          <w:lang w:bidi="fa-IR"/>
        </w:rPr>
      </w:pPr>
      <w:bookmarkStart w:id="521" w:name="_Toc522107567"/>
      <w:r>
        <w:rPr>
          <w:rFonts w:hint="eastAsia"/>
          <w:rtl/>
          <w:lang w:bidi="fa-IR"/>
        </w:rPr>
        <w:t>جهاد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bookmarkEnd w:id="521"/>
    </w:p>
    <w:p w:rsidR="00EF34C3" w:rsidRDefault="00EF34C3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2" w:name="_Toc52210756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52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أکَلَ العَبدُ طَعاما أحَبَّ إلَ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ِ مِن کَدِّ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، ومَن باتَ کالاًّ مِن عَمَلِهِ باتَ مَغفورا لَهُ ؛</w:t>
      </w:r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نخورده است که نزد خدا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از حاصل دسترنج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و هر که خسته از کار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روز را به شب رسانَد،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روز را به شب رسانده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4 / 9 / 9228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3" w:name="_Toc5221075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5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سَبعَةٌ</w:t>
      </w:r>
      <w:r>
        <w:rPr>
          <w:rtl/>
          <w:lang w:bidi="fa-IR"/>
        </w:rPr>
        <w:t xml:space="preserve"> تَحتَ ظِلِّ العَرشِ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لا ظِلَّ إلاّ ظِلُّهُ . . .رَجُلٌ خَرَجَ ضارِبا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الأَرضِ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طلُبُ</w:t>
      </w:r>
      <w:r>
        <w:rPr>
          <w:rtl/>
          <w:lang w:bidi="fa-IR"/>
        </w:rPr>
        <w:t xml:space="preserve"> مِن فَضلِ اللّه ِ عز و جل؛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کُفُّ</w:t>
      </w:r>
      <w:r>
        <w:rPr>
          <w:rtl/>
          <w:lang w:bidi="fa-IR"/>
        </w:rPr>
        <w:t xml:space="preserve"> بِهِ نَفسَهُ،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عودُ</w:t>
      </w:r>
      <w:r>
        <w:rPr>
          <w:rtl/>
          <w:lang w:bidi="fa-IR"/>
        </w:rPr>
        <w:t xml:space="preserve"> بِهِ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عرش نباشد ، هفت تن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آنند . [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>]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تا از فضل خدا [روز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] بجو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آن 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 را برطرف کند و با آن 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اش بازگردد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دعائم</w:t>
      </w:r>
      <w:r>
        <w:rPr>
          <w:rtl/>
          <w:lang w:bidi="fa-IR"/>
        </w:rPr>
        <w:t xml:space="preserve"> الإسلام : 2 / 15 / 8 ، عوال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اللآل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3 / 194 / 9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«سبعة»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4" w:name="_Toc5221075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5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کالاًّ مِن عَمَلِ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؛ أمس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مَغفورا لَهُ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، خسته از کارِ خود ، روز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ببرد ،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روزش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برده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4 / 7 / 9214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5" w:name="_Toc5221075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5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إنَّ</w:t>
      </w:r>
      <w:r>
        <w:rPr>
          <w:rtl/>
          <w:lang w:bidi="fa-IR"/>
        </w:rPr>
        <w:t xml:space="preserve"> اللّه َ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عَبدَهُ تَعِبا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طَلَبِ الحَلالِ؛</w:t>
      </w:r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بنده اش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طلبِ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بَرَد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4 / 4 / 9200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6" w:name="_Toc5221075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5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غُدوَةُ</w:t>
      </w:r>
      <w:r>
        <w:rPr>
          <w:rtl/>
          <w:lang w:bidi="fa-IR"/>
        </w:rPr>
        <w:t xml:space="preserve"> أحَدِکُم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 ِ بِأَعظَمَ مِن غُدوَتِهِ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طلُبُ</w:t>
      </w:r>
      <w:r>
        <w:rPr>
          <w:rtl/>
          <w:lang w:bidi="fa-IR"/>
        </w:rPr>
        <w:t xml:space="preserve"> لِوُلدِهِ وعِ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الِهِ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صلِحُهُم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بامدادان</w:t>
      </w:r>
      <w:r>
        <w:rPr>
          <w:rtl/>
          <w:lang w:bidi="fa-IR"/>
        </w:rPr>
        <w:t xml:space="preserve"> برون شدنِ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[برا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جهاد] در راه خدا ، ارجمندتر از بامدادان برون شدنش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سامان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و خانواده 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دعائم</w:t>
      </w:r>
      <w:r>
        <w:rPr>
          <w:rtl/>
          <w:lang w:bidi="fa-IR"/>
        </w:rPr>
        <w:t xml:space="preserve"> الإسلام : 2 / 15 / 9 ، عوال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اللآل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3 / 194 / 6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7" w:name="_Toc5221075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5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السّاع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والِدَ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کُفَّهُما</w:t>
      </w:r>
      <w:r>
        <w:rPr>
          <w:rtl/>
          <w:lang w:bidi="fa-IR"/>
        </w:rPr>
        <w:t xml:space="preserve"> أو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غنِ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هُما</w:t>
      </w:r>
      <w:r>
        <w:rPr>
          <w:rtl/>
          <w:lang w:bidi="fa-IR"/>
        </w:rPr>
        <w:t xml:space="preserve"> عَنِ النّاسِ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 ِ ، ومَن سَع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زَوجٍ أو وَلَدٍ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کُفَّهُم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غنِ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هُم</w:t>
      </w:r>
      <w:r>
        <w:rPr>
          <w:rtl/>
          <w:lang w:bidi="fa-IR"/>
        </w:rPr>
        <w:t xml:space="preserve"> عَنِ النّاسِ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 ِ ، وَالسّاع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نَفسِهِ لِ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غنِ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کُفَّها</w:t>
      </w:r>
      <w:r>
        <w:rPr>
          <w:rtl/>
          <w:lang w:bidi="fa-IR"/>
        </w:rPr>
        <w:t xml:space="preserve"> عَنِ النّاسِ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 ِ ، وَا</w:t>
      </w:r>
      <w:r>
        <w:rPr>
          <w:rFonts w:hint="eastAsia"/>
          <w:rtl/>
          <w:lang w:bidi="fa-IR"/>
        </w:rPr>
        <w:t>لسّاع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مُکاثَرَةً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الشَّ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بکوشد تا پدر و مادرش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آنان را از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سازد ، [کارش] در راه خدا است ؛ و آن کس که بکوشد تا همسر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فرزندانش را کفاف بخشد و از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کند ، [ن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] در راه خدا است ؛ و آن که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خودش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کند و از مردم مستغن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ازد</w:t>
      </w:r>
      <w:r>
        <w:rPr>
          <w:rtl/>
          <w:lang w:bidi="fa-IR"/>
        </w:rPr>
        <w:t xml:space="preserve"> ، [ن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] در راه خدا است ؛ و آن که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بر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در راه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4 / 10 / 9237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8" w:name="_Toc5221075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5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سَع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نَفسِهِ لِ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عِزَّها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غنِ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عَنِ النّاسِ فَهُوَ شَه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دٌ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 بکوشد تا خود را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از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دارد، [هم رتبه]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4 / 607 / 11760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29" w:name="_Toc5221075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5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إنَّ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بنَ مَر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مَ</w:t>
      </w:r>
      <w:r>
        <w:rPr>
          <w:rtl/>
          <w:lang w:bidi="fa-IR"/>
        </w:rPr>
        <w:t xml:space="preserve"> قالَ : خُلِقَ النَّهارُ لِتُؤَدِّ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الصَّلاةَ المَفروضَةَ الَّت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عَنها تُسأَلُ وبِها تُحاسَبُ ، وبِرَّ والِدَ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، وأن تَضرِبَ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الأَرضِ تَبتَغِ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شَةَ</w:t>
      </w:r>
      <w:r>
        <w:rPr>
          <w:rtl/>
          <w:lang w:bidi="fa-IR"/>
        </w:rPr>
        <w:t xml:space="preserve"> ؛ 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شَةَ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ومِکَ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«روز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تا در آن نماز واجب را ادا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بازخواست و با آن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؛ و تا به پدر و مادرت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؛ و تا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گام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روزانه خود برآ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الأنوار: 58/208 /38.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0" w:name="_Toc5221075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5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تَوَرَّطَ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الاُمورِ غَ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ناظِرٍ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العَواقِبِ فَقَد تَعَرَّضَ لِمُفظِعاتِ النَّوائِبِ ، وَالتَّدب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قَبلَ العَمَلِ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ؤمِنُکَ</w:t>
      </w:r>
      <w:r>
        <w:rPr>
          <w:rtl/>
          <w:lang w:bidi="fa-IR"/>
        </w:rPr>
        <w:t xml:space="preserve"> مِنَ النَّدَمِ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که بدون عاقبت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در کارها فرو رود ، خود را به بلاها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سختِ رسواکننده دچار کند . و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کار ، از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منت</w:t>
      </w:r>
      <w:r>
        <w:rPr>
          <w:rtl/>
          <w:lang w:bidi="fa-IR"/>
        </w:rPr>
        <w:t xml:space="preserve"> خواهد ساخت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8 / 19 / 4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1" w:name="_Toc5221075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53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ستَدَلُّ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الإِدبارِ بِأَربَعٍ : سوءِ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وقُبحِ التَّبذ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، وقِلَّةِ الاِعتِبارِ ، وکَثرَةِ الاِعتِذارِ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بخت برگشتگ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: بد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زشت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پاش ، اندک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عبرت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و فراوان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10958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2" w:name="_Toc5221075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5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الإمام</w:t>
      </w:r>
      <w:r>
        <w:rPr>
          <w:rtl/>
          <w:lang w:bidi="fa-IR"/>
        </w:rPr>
        <w:t xml:space="preserve"> الرضا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إنَّ رَجُلاً 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جَعفَرا ـ صَلَواتُ اللّه ِ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ـ شَب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بِالمُستَنصِحِ لَهُ ، فَقالَ لَهُ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عَبدِ اللّه ِ ، کَ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صِرتَ اتَّخَذتَ الأَموالَ قِطَعا مُتَفَرِّقَةً ؛ ولَو کانَت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مَوضِعٍ ( واحِدٍ ) کانَت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سَرَ</w:t>
      </w:r>
      <w:r>
        <w:rPr>
          <w:rtl/>
          <w:lang w:bidi="fa-IR"/>
        </w:rPr>
        <w:t xml:space="preserve"> لِمَؤونَ</w:t>
      </w:r>
      <w:r>
        <w:rPr>
          <w:rFonts w:hint="eastAsia"/>
          <w:rtl/>
          <w:lang w:bidi="fa-IR"/>
        </w:rPr>
        <w:t>تِها</w:t>
      </w:r>
      <w:r>
        <w:rPr>
          <w:rtl/>
          <w:lang w:bidi="fa-IR"/>
        </w:rPr>
        <w:t xml:space="preserve"> وأعظَمَ لِمَنفَعَتِها !؟ فَقالَ أبو عَبدِ اللّه ِ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اِتَّخَذتُها مُتَفَرِّقَةً ؛ فَإِن أصابَ هذَا المالَ شَ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ءٌ</w:t>
      </w:r>
      <w:r>
        <w:rPr>
          <w:rtl/>
          <w:lang w:bidi="fa-IR"/>
        </w:rPr>
        <w:t xml:space="preserve"> سَلِمَ هذَا المالُ ، وَالصُّرَّةُ تُجمَعُ بِهذا کُلِّهِ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امام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 و چنان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پندش دهد ،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ابوعبداللّه ! چرا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بخش بخش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</w:t>
      </w:r>
      <w:r>
        <w:rPr>
          <w:rtl/>
          <w:lang w:bidi="fa-IR"/>
        </w:rPr>
        <w:lastRenderedPageBreak/>
        <w:t xml:space="preserve">حال آن که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کجا</w:t>
      </w:r>
      <w:r>
        <w:rPr>
          <w:rtl/>
          <w:lang w:bidi="fa-IR"/>
        </w:rPr>
        <w:t xml:space="preserve"> بود ، هم کم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تر بود و هم پر سودتر؟» امام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«آن را پراکند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ساختم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مانَد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سان ، مجموعه مال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5 / 91 / 1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3" w:name="_Toc5221075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5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أخافُ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اُمَّتِ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الفَقرَ ، ولکِن أخافُ 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</w:t>
      </w:r>
      <w:r>
        <w:rPr>
          <w:rtl/>
          <w:lang w:bidi="fa-IR"/>
        </w:rPr>
        <w:t xml:space="preserve"> سوءَ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امّت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نه از فقر ، که از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نادرست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دارم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اللآل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: 4 / 39 / 134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4" w:name="_Toc5221075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534"/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حُسنُ</w:t>
      </w:r>
      <w:r>
        <w:rPr>
          <w:rtl/>
          <w:lang w:bidi="fa-IR"/>
        </w:rPr>
        <w:t xml:space="preserve">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</w:t>
      </w:r>
      <w:r>
        <w:rPr>
          <w:rtl/>
          <w:lang w:bidi="fa-IR"/>
        </w:rPr>
        <w:t xml:space="preserve"> المالِ ، وسوءُ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کَث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رَهُ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برنامه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، مالِ کم را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؛ و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نادرست ، مال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4833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5" w:name="_Toc5221075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5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أحسَنَ تَدب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شَتِهِ</w:t>
      </w:r>
      <w:r>
        <w:rPr>
          <w:rtl/>
          <w:lang w:bidi="fa-IR"/>
        </w:rPr>
        <w:t xml:space="preserve"> رَزَقَهُ اللّه ُ تَبارَکَ وتَعال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کس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گذرانِ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7 / 188 / 18614 نقلاً عن ابن النجّار وکلاهما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6" w:name="_Toc5221075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5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مِن</w:t>
      </w:r>
      <w:r>
        <w:rPr>
          <w:rtl/>
          <w:lang w:bidi="fa-IR"/>
        </w:rPr>
        <w:t xml:space="preserve"> فِقهِ الرَّجُلِ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صلِحَ</w:t>
      </w:r>
      <w:r>
        <w:rPr>
          <w:rtl/>
          <w:lang w:bidi="fa-IR"/>
        </w:rPr>
        <w:t xml:space="preserve"> 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شَتَهُ</w:t>
      </w:r>
      <w:r>
        <w:rPr>
          <w:rtl/>
          <w:lang w:bidi="fa-IR"/>
        </w:rPr>
        <w:t xml:space="preserve"> ، ولَ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مِن حُبِّ الدُّن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طَلَبُ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صلِحُکَ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ژرف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فرد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گذران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به سامان آورد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جست و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سامان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شُعب</w:t>
      </w:r>
      <w:r>
        <w:rPr>
          <w:rtl/>
          <w:lang w:bidi="fa-IR"/>
        </w:rPr>
        <w:t xml:space="preserve">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: 5 / 254 / 6563 عن ابن عمر ، کنز العمّال : 3 / 50 / 5439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الدرداء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7" w:name="_Toc5221075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5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اللّه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إنَّ</w:t>
      </w:r>
      <w:r>
        <w:rPr>
          <w:rtl/>
          <w:lang w:bidi="fa-IR"/>
        </w:rPr>
        <w:t xml:space="preserve"> مِن عَقلِ الرَّجُلِ استِصلاحَ 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شَتِهِ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نشانه عاقل بودن انسان آن است که گذرانِ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سامان بخشد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الفردوس</w:t>
      </w:r>
      <w:r>
        <w:rPr>
          <w:rtl/>
          <w:lang w:bidi="fa-IR"/>
        </w:rPr>
        <w:t xml:space="preserve"> : 1 / 214 / 815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الدرداء .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38" w:name="_Toc5221075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538"/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صَلاحُ</w:t>
      </w:r>
      <w:r>
        <w:rPr>
          <w:rtl/>
          <w:lang w:bidi="fa-IR"/>
        </w:rPr>
        <w:t xml:space="preserve"> العَ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سامان</w:t>
      </w:r>
      <w:r>
        <w:rPr>
          <w:rtl/>
          <w:lang w:bidi="fa-IR"/>
        </w:rPr>
        <w:t xml:space="preserve"> بخشِ گذرانِ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5794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39" w:name="_Toc5221075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539"/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رُ</w:t>
      </w:r>
      <w:r>
        <w:rPr>
          <w:rtl/>
          <w:lang w:bidi="fa-IR"/>
        </w:rPr>
        <w:t xml:space="preserve"> نِصفُ المَعونَةِ؛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برنامه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دستما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[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566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40" w:name="_Toc5221075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540"/>
    </w:p>
    <w:p w:rsidR="002650EF" w:rsidRDefault="002650EF" w:rsidP="00EF34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قِوامُ</w:t>
      </w:r>
      <w:r>
        <w:rPr>
          <w:rtl/>
          <w:lang w:bidi="fa-IR"/>
        </w:rPr>
        <w:t xml:space="preserve"> العَ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شِ</w:t>
      </w:r>
      <w:r>
        <w:rPr>
          <w:rtl/>
          <w:lang w:bidi="fa-IR"/>
        </w:rPr>
        <w:t xml:space="preserve"> حُسنُ التَّقد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، ومِلاکُهُ حُسنُ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خوب 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،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6807 .</w:t>
      </w:r>
    </w:p>
    <w:p w:rsidR="002650EF" w:rsidRDefault="00EF34C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EF34C3">
      <w:pPr>
        <w:pStyle w:val="Heading2"/>
        <w:rPr>
          <w:rtl/>
          <w:lang w:bidi="fa-IR"/>
        </w:rPr>
      </w:pPr>
      <w:bookmarkStart w:id="541" w:name="_Toc5221075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54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حُسنُ</w:t>
      </w:r>
      <w:r>
        <w:rPr>
          <w:rtl/>
          <w:lang w:bidi="fa-IR"/>
        </w:rPr>
        <w:t xml:space="preserve">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وتَجَنُّبُ التَّبذ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مِن حُسنِ السِّ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اسَةِ</w:t>
      </w:r>
      <w:r>
        <w:rPr>
          <w:rtl/>
          <w:lang w:bidi="fa-IR"/>
        </w:rPr>
        <w:t xml:space="preserve">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استِ</w:t>
      </w:r>
      <w:r>
        <w:rPr>
          <w:rtl/>
          <w:lang w:bidi="fa-IR"/>
        </w:rPr>
        <w:t xml:space="preserve"> درست ،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پاش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4821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42" w:name="_Toc5221075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54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القَل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مَعَ التَّدب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أبق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مِنَ الکَث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مَعَ التَّبذ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اندک با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دارتر</w:t>
      </w:r>
      <w:r>
        <w:rPr>
          <w:rtl/>
          <w:lang w:bidi="fa-IR"/>
        </w:rPr>
        <w:t xml:space="preserve"> از مال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پاش شود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غرر</w:t>
      </w:r>
      <w:r>
        <w:rPr>
          <w:rtl/>
          <w:lang w:bidi="fa-IR"/>
        </w:rPr>
        <w:t xml:space="preserve"> الحکم : 1948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43" w:name="_Toc5221075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54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الجِهادُ أن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ضرِبَ</w:t>
      </w:r>
      <w:r>
        <w:rPr>
          <w:rtl/>
          <w:lang w:bidi="fa-IR"/>
        </w:rPr>
        <w:t xml:space="preserve"> بِسَ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فِهِ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 ِ ؛ إنَّمَا الجِهادُ مَن عالَ والِدَ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وعالَ وَلَدَهُ ، فَهُوَ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جِهادٍ . ومَن عالَ نَفسَهُ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کُفُّها</w:t>
      </w:r>
      <w:r>
        <w:rPr>
          <w:rtl/>
          <w:lang w:bidi="fa-IR"/>
        </w:rPr>
        <w:t xml:space="preserve"> عَنِ النّاسِ فَهُوَ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جِهادٍ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جهاد</w:t>
      </w:r>
      <w:r>
        <w:rPr>
          <w:rtl/>
          <w:lang w:bidi="fa-IR"/>
        </w:rPr>
        <w:t xml:space="preserve"> [فقط]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[کس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در راه خدا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زند ؛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جهاد ، آن [ن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]است که فرد ، پدر و مادر و فرزندانش را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؛ پس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 حال جهاد است . و [ن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] آن کس که خود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تا از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باشد ، او هم در حال جهاد است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16 / 469 / 45494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EF34C3">
      <w:pPr>
        <w:pStyle w:val="Heading2"/>
        <w:rPr>
          <w:rtl/>
          <w:lang w:bidi="fa-IR"/>
        </w:rPr>
      </w:pPr>
      <w:bookmarkStart w:id="544" w:name="_Toc5221075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5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سجاد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اَللَّهُمَّ</w:t>
      </w:r>
      <w:r>
        <w:rPr>
          <w:rtl/>
          <w:lang w:bidi="fa-IR"/>
        </w:rPr>
        <w:t xml:space="preserve"> صَلِّ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الِهِ، وَ احْجُبْن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عَنِ السَّرَفِ وَالْاِزْدِ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ادِ،</w:t>
      </w:r>
      <w:r>
        <w:rPr>
          <w:rtl/>
          <w:lang w:bidi="fa-IR"/>
        </w:rPr>
        <w:t xml:space="preserve"> وَ قَوِّمْن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بِالْبَذْلِ وَ الْاِقْتِصادِ، وَ عَلِّمْن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حُسْنَ التَّقْد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رِ،</w:t>
      </w:r>
      <w:r>
        <w:rPr>
          <w:rtl/>
          <w:lang w:bidi="fa-IR"/>
        </w:rPr>
        <w:t xml:space="preserve"> وَ اقْبِضْن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بِلُطْفِکَ عَنِ التَّبْذ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بر محمّد و خاندانش درود فرست و مرا از ولخرج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دورکن و با بخشش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برپا و استوارم دار و اندازه نگه داشتن نکو را به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tl/>
          <w:lang w:bidi="fa-IR"/>
        </w:rPr>
        <w:t xml:space="preserve"> و به لطف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پاش، بازم دار.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30 .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45" w:name="_Toc5221075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24</w:t>
      </w:r>
      <w:bookmarkEnd w:id="5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مَنِ</w:t>
      </w:r>
      <w:r>
        <w:rPr>
          <w:rtl/>
          <w:lang w:bidi="fa-IR"/>
        </w:rPr>
        <w:t xml:space="preserve"> اقْتَصَدَ اَغْناهُ اللّه وَ مَنْ بَذَّرَ اَفْقَرَهُ اللّه وَ مَنْ تَواضَعَ رَفَعَهُ اللّه وَ مَنْ تَجَبَّرَ قَصَمَهُ اللّه؛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خداوند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ازش</w:t>
      </w:r>
      <w:r>
        <w:rPr>
          <w:rtl/>
          <w:lang w:bidi="fa-IR"/>
        </w:rPr>
        <w:t xml:space="preserve"> سازد و هر کس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پاش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خداوند نادارش کند، هر کس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کند، خداوند بلندش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 کس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خداوند خُردش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DD61D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 ، ص 95، ح 1</w:t>
      </w:r>
    </w:p>
    <w:p w:rsidR="002650EF" w:rsidRDefault="00DD61D3" w:rsidP="00DD61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46" w:name="_Toc5221075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25</w:t>
      </w:r>
      <w:bookmarkEnd w:id="5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انَّ</w:t>
      </w:r>
      <w:r>
        <w:rPr>
          <w:rtl/>
          <w:lang w:bidi="fa-IR"/>
        </w:rPr>
        <w:t xml:space="preserve"> الَّذِ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طْلُبُ</w:t>
      </w:r>
      <w:r>
        <w:rPr>
          <w:rtl/>
          <w:lang w:bidi="fa-IR"/>
        </w:rPr>
        <w:t xml:space="preserve"> مِنْ فَضْلِ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کُفُّ</w:t>
      </w:r>
      <w:r>
        <w:rPr>
          <w:rtl/>
          <w:lang w:bidi="fa-IR"/>
        </w:rPr>
        <w:t xml:space="preserve"> بِهِ عِ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الَهُ</w:t>
      </w:r>
      <w:r>
        <w:rPr>
          <w:rtl/>
          <w:lang w:bidi="fa-IR"/>
        </w:rPr>
        <w:t xml:space="preserve"> أَعْظَمُ أَجْراً مِنَ الْمُجَاهِدِ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اللَّهِ 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که با کار و کوشش، در جست و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مواهب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است،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تر از مجاهدان راه خدا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تحف</w:t>
      </w:r>
      <w:r>
        <w:rPr>
          <w:rtl/>
          <w:lang w:bidi="fa-IR"/>
        </w:rPr>
        <w:t xml:space="preserve"> العقول، ص808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47" w:name="_Toc5221075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26</w:t>
      </w:r>
      <w:bookmarkEnd w:id="5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جاهدوا</w:t>
      </w:r>
      <w:r>
        <w:rPr>
          <w:rtl/>
          <w:lang w:bidi="fa-IR"/>
        </w:rPr>
        <w:t xml:space="preserve"> المشرک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بأموالکم و أنفسکم و ألسنتکم؛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اموال و جانها و مال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 مشرکان جهاد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48" w:name="_Toc5221075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27</w:t>
      </w:r>
      <w:bookmarkEnd w:id="54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التّوده</w:t>
      </w:r>
      <w:r>
        <w:rPr>
          <w:rtl/>
          <w:lang w:bidi="fa-IR"/>
        </w:rPr>
        <w:t xml:space="preserve"> و الإقتصاد و السّمت الحسن جزء من أربعه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جزء من النّبوّه؛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تأن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صرفه 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جزء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 جزء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DD61D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DD61D3" w:rsidP="00DD61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49" w:name="_Toc5221075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28</w:t>
      </w:r>
      <w:bookmarkEnd w:id="5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العمل مع العلم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العمل مع الجهل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اندک که با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و دانش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و کار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که با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اندک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50" w:name="_Toc5221075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29</w:t>
      </w:r>
      <w:bookmarkEnd w:id="5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اَفضَلُ</w:t>
      </w:r>
      <w:r>
        <w:rPr>
          <w:rtl/>
          <w:lang w:bidi="fa-IR"/>
        </w:rPr>
        <w:t xml:space="preserve"> النّاسِ عَقلاً اَحسَنُهُم تَقد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لِمَعاشِهِ وَ اَشَدُّهُمُ اهتِماما بِاِصلاحِ مَعادِهِ؛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عاقل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بهتر بتواند امور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اصلاح آخرتش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همت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>( غررالحکم، ح 3340. )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51" w:name="_Toc52210759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30</w:t>
      </w:r>
      <w:bookmarkEnd w:id="55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: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مَن</w:t>
      </w:r>
      <w:r>
        <w:rPr>
          <w:rtl/>
          <w:lang w:bidi="fa-IR"/>
        </w:rPr>
        <w:t xml:space="preserve"> سَع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الِهِ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طَلَبِ الحَلالِ فَهُوَ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اللّه ِ؛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هرکس</w:t>
      </w:r>
      <w:r>
        <w:rPr>
          <w:rtl/>
          <w:lang w:bidi="fa-IR"/>
        </w:rPr>
        <w:t xml:space="preserve"> در جست و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اش بکوشد،[تلاشِ] او در راه خدا است.</w:t>
      </w:r>
    </w:p>
    <w:p w:rsidR="00DD61D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کنز</w:t>
      </w:r>
      <w:r>
        <w:rPr>
          <w:rtl/>
          <w:lang w:bidi="fa-IR"/>
        </w:rPr>
        <w:t xml:space="preserve"> العمّال : 4 / 12 / 9252 .</w:t>
      </w:r>
    </w:p>
    <w:p w:rsidR="002650EF" w:rsidRDefault="00DD61D3" w:rsidP="00DD61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DD61D3">
      <w:pPr>
        <w:pStyle w:val="Heading1"/>
        <w:rPr>
          <w:rtl/>
          <w:lang w:bidi="fa-IR"/>
        </w:rPr>
      </w:pPr>
      <w:bookmarkStart w:id="552" w:name="_Toc522107598"/>
      <w:r>
        <w:rPr>
          <w:rFonts w:hint="eastAsia"/>
          <w:rtl/>
          <w:lang w:bidi="fa-IR"/>
        </w:rPr>
        <w:t>قرض</w:t>
      </w:r>
      <w:r>
        <w:rPr>
          <w:rtl/>
          <w:lang w:bidi="fa-IR"/>
        </w:rPr>
        <w:t xml:space="preserve"> الحسنه</w:t>
      </w:r>
      <w:bookmarkEnd w:id="552"/>
    </w:p>
    <w:p w:rsidR="00DD61D3" w:rsidRDefault="00DD61D3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53" w:name="_Toc5221075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5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مَنْ ارادَ ان تُستَجابُ دعَوَتُهُ و اَن تکشِفَ کُرْبَتُه فَل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فَرّج</w:t>
      </w:r>
      <w:r>
        <w:rPr>
          <w:rtl/>
          <w:lang w:bidi="fa-IR"/>
        </w:rPr>
        <w:t xml:space="preserve"> عَن مُعسرٍ.</w:t>
      </w:r>
    </w:p>
    <w:p w:rsidR="002650EF" w:rsidRDefault="002650EF" w:rsidP="00DD61D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DD61D3">
        <w:rPr>
          <w:rStyle w:val="libAlaemChar"/>
          <w:rtl/>
        </w:rPr>
        <w:t>صلى‌الله‌عليه‌وآله</w:t>
      </w:r>
      <w:r w:rsidR="00414187" w:rsidRPr="00414187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خداوند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مستجاب نموده و غم و اندوهش را بزدا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تلاش کند که غم و اندوه انسان تنگدست را برطرف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</w:t>
      </w:r>
      <w:r>
        <w:rPr>
          <w:rtl/>
          <w:lang w:bidi="fa-IR"/>
        </w:rPr>
        <w:t xml:space="preserve"> العمال، ح 15398»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54" w:name="_Toc5221076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5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لةً</w:t>
      </w:r>
      <w:r>
        <w:rPr>
          <w:rtl/>
          <w:lang w:bidi="fa-IR"/>
        </w:rPr>
        <w:t xml:space="preserve"> اُسر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بابِ الجَنّةِ مکتوباً الصّدَقَةُ بعَشْرِِ امثالِها و القرضُ بثمان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عشرٍ. فقلتُ: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معراج برده شدم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 بهشت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بود: صدقه ده برابر پاداش دارد و قرض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برابر. به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گفتم: چرا قرض برتر از صدقه است؟ گفت: چون قرض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فقط به خاطر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ازش</w:t>
      </w:r>
      <w:r>
        <w:rPr>
          <w:rtl/>
          <w:lang w:bidi="fa-IR"/>
        </w:rPr>
        <w:t xml:space="preserve"> قرض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سائل تقا</w:t>
      </w:r>
      <w:r>
        <w:rPr>
          <w:rFonts w:hint="eastAsia"/>
          <w:rtl/>
          <w:lang w:bidi="fa-IR"/>
        </w:rPr>
        <w:t>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اگر 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</w:t>
      </w:r>
      <w:r>
        <w:rPr>
          <w:rtl/>
          <w:lang w:bidi="fa-IR"/>
        </w:rPr>
        <w:t xml:space="preserve"> العمّال، ح 15374»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55" w:name="_Toc5221076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5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مَنْ اقرَضَ مومناً قرضاً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نتظِرُ</w:t>
      </w:r>
      <w:r>
        <w:rPr>
          <w:rtl/>
          <w:lang w:bidi="fa-IR"/>
        </w:rPr>
        <w:t xml:space="preserve"> بِهِ مَ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سورَهُ</w:t>
      </w:r>
      <w:r>
        <w:rPr>
          <w:rtl/>
          <w:lang w:bidi="fa-IR"/>
        </w:rPr>
        <w:t xml:space="preserve"> کانَ مالَهُ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زکاةٍ و کانَ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صلاةٍ منَ الملائکة‌ِ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هُ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هر کس به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بدهد و منتظر بماند تا قرض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فراخ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آن مال ثواب زکات خواهد داشت و قرض دهنده مورد درود فرشتگان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قرضش ادا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139»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56" w:name="_Toc5221076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55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مطِلُ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حَقٍّ حقَّهُ و هُوَ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قدِرُ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اداءِ حقِّهِ فَعَل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کلَّ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ومٍ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ئَة‌ُ</w:t>
      </w:r>
      <w:r>
        <w:rPr>
          <w:rtl/>
          <w:lang w:bidi="fa-IR"/>
        </w:rPr>
        <w:t xml:space="preserve"> عَشّارٍ.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قادر به پرداخت حق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است، اگر طلبکار را معطل کند، در مقابل هر روز 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گناه شخص باج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نامه علمش ثبت 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146»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57" w:name="_Toc5221076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55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سَّرَ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مؤمِنٍ و هُوَ مُعْسِرٌ،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سَّرهُ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حوائجهُ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الاخرَة.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انسان تنگدست مؤمن مدارا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(در گرفتن قرض خود به او مهلت داده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را ببخشد)، خداوند در برآوردن حوائج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آخرتِ او مدارا خواهد کرد.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152»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58" w:name="_Toc5221076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55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کَما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حلُّ</w:t>
      </w:r>
      <w:r>
        <w:rPr>
          <w:rtl/>
          <w:lang w:bidi="fa-IR"/>
        </w:rPr>
        <w:t xml:space="preserve"> لِغَر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مطِلَکَ</w:t>
      </w:r>
      <w:r>
        <w:rPr>
          <w:rtl/>
          <w:lang w:bidi="fa-IR"/>
        </w:rPr>
        <w:t xml:space="preserve"> وَ هُوَ مُؤسِرٌ، فکذلِکَ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حِلُّ</w:t>
      </w:r>
      <w:r>
        <w:rPr>
          <w:rtl/>
          <w:lang w:bidi="fa-IR"/>
        </w:rPr>
        <w:t xml:space="preserve"> لَکَ ان تُعسِرَهُ اذا علِمْتَ أَنَّهُ معسِرٌ.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همان طور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تو قرض گرفته و توانگر است (توان پرداخت قرضش را دارد)،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اداء آن را به 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اندازد،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هم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نخواهد بود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تنگدست است، از او مطالبه قرضت را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139»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59" w:name="_Toc5221076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5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مَنْ ارادَ ان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ظلّهُ</w:t>
      </w:r>
      <w:r>
        <w:rPr>
          <w:rtl/>
          <w:lang w:bidi="fa-IR"/>
        </w:rPr>
        <w:t xml:space="preserve"> اللهُ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ظلِّ عَرْشِهِ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لا ظِلَّ اِلاّ ظلُّهُ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نظُر</w:t>
      </w:r>
      <w:r>
        <w:rPr>
          <w:rtl/>
          <w:lang w:bidi="fa-IR"/>
        </w:rPr>
        <w:t xml:space="preserve"> مُغسِراً او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دَعْ</w:t>
      </w:r>
      <w:r>
        <w:rPr>
          <w:rtl/>
          <w:lang w:bidi="fa-IR"/>
        </w:rPr>
        <w:t xml:space="preserve"> لَهُ عن حَقّهِ.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(در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>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 باشد،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پس به انسان تنگدستِ بدهکار مهلت دهد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نفع او از حقّش بگذرد.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150»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60" w:name="_Toc5221076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5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وصا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لابنه الحسن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وَ اغْتَنِم مَنِ اسْتَقَرضَکَ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حالِ غناک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جْعَلَ</w:t>
      </w:r>
      <w:r>
        <w:rPr>
          <w:rtl/>
          <w:lang w:bidi="fa-IR"/>
        </w:rPr>
        <w:t xml:space="preserve"> قضَاءَهُ 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عُسْرَتِکَ.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فرزندشان امام حسن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از تو قرض خواست، آن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بشمار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روز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قرض تو را جبران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«نهج</w:t>
      </w:r>
      <w:r>
        <w:rPr>
          <w:rtl/>
          <w:lang w:bidi="fa-IR"/>
        </w:rPr>
        <w:t xml:space="preserve"> البلاغه، نامه 31»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61" w:name="_Toc5221076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56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الرّضا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انّ اجرَ القَرض 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عَشَرَ ضِعفاً من اجرِ الصّدقه لانّ القرضَ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صلُ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مَنْ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ضع</w:t>
      </w:r>
      <w:r>
        <w:rPr>
          <w:rtl/>
          <w:lang w:bidi="fa-IR"/>
        </w:rPr>
        <w:t xml:space="preserve"> نفسَهُ للصَّدَقَه لأخذِ الصّدقه.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پاداش قرض دادن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برابر اجر صدقه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قرض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صدقه،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(و کوچک)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140»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62" w:name="_Toc5221076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56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کلُّ ذَنبٍ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کفُرُهُ</w:t>
      </w:r>
      <w:r>
        <w:rPr>
          <w:rtl/>
          <w:lang w:bidi="fa-IR"/>
        </w:rPr>
        <w:t xml:space="preserve"> القتلُ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الله الاّ الدَّ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کَفّارةَ لَه الاّ اداءُهُ او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صاحِبَهُ، او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عفُوَ</w:t>
      </w:r>
      <w:r>
        <w:rPr>
          <w:rtl/>
          <w:lang w:bidi="fa-IR"/>
        </w:rPr>
        <w:t xml:space="preserve"> الذّ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لَهُ الحقّ.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شهادت در راه خدا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مگر قرض که کفّاره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توسط شخص بدهکار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شود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طلب کار گذشت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13، ص 83»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63" w:name="_Toc5221076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56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طَلَبُ الحوائج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النّاسِ مَذَلَّةٌ لِلْح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</w:t>
      </w:r>
      <w:r>
        <w:rPr>
          <w:rtl/>
          <w:lang w:bidi="fa-IR"/>
        </w:rPr>
        <w:t xml:space="preserve"> و مذهبةٌ لِلْحَ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و استخفافٌ بِالوَقارِ وَ هو الفقر الْحاضِر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سجاد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دراز کردن، سبب ذلّت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موجب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خوار و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شدن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وقار خواهد گشت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احساس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 چه کمتر به مردم رو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 xml:space="preserve"> و درخو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کمک کند،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احساس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 کفائ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داشت.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75، ص 136»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64" w:name="_Toc5221076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56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اربعٌ من کنُوزِ البرّ: کتمانُ الحاجَة وَ کِتمانُ الصّدقَة و کتمانُ الوَجَع و کتمان المُص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بةِ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گنج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است: پوشاندن حاجت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دادن صدقه و کمک به افراد به صورت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انه،</w:t>
      </w:r>
      <w:r>
        <w:rPr>
          <w:rtl/>
          <w:lang w:bidi="fa-IR"/>
        </w:rPr>
        <w:t xml:space="preserve"> کتمان رنج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تحمل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75، ص 175»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65" w:name="_Toc5221076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5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«مَنْ اقرَضَ قَرْضاً فَضَرَبَ لَهُ اجَلاً فَلَمْ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ؤتَ</w:t>
      </w:r>
      <w:r>
        <w:rPr>
          <w:rtl/>
          <w:lang w:bidi="fa-IR"/>
        </w:rPr>
        <w:t xml:space="preserve"> بِهِ عندَ ذلِکَ الاجَلِ، فاِنَّ لَهُ من الثّوابِ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گاه انسان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دهد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پرداخت آن زمان مشخص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چنانچه در موعد مقرر مال او پرداخت نشود،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صدقه، به ازا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روز در نامه عملش ثبت خواهد 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139»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66" w:name="_Toc5221076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5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اِنّ اللهَ عزوجلًَّ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انظارَ المُعْسِر وَ مَنْ کانَ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مُهُ</w:t>
      </w:r>
      <w:r>
        <w:rPr>
          <w:rtl/>
          <w:lang w:bidi="fa-IR"/>
        </w:rPr>
        <w:t xml:space="preserve"> معسِراً فَعل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نظُرَهُ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سَرةِ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خداوند متعال مهلت دادن به تنگدست را دوست دارد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بدهکارش تنگدست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مهلت دهد تا توانمند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153»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67" w:name="_Toc5221076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5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... فان اعطاهُ اکثَرَ ممّا اخذَهُ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شرطٍ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نهما</w:t>
      </w:r>
      <w:r>
        <w:rPr>
          <w:rtl/>
          <w:lang w:bidi="fa-IR"/>
        </w:rPr>
        <w:t xml:space="preserve"> فهو مباحٌ له،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لَهُ عندَ اللهِ ثوابٌ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اقرَضَه.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اگر قرض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بدون قرار قبل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صاحب مال بدهد مباح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قرض دهنده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نخواهد گرفت.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157»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68" w:name="_Toc5221076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56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قلت 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جُعِلْتُ فداک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ستقرِضُ</w:t>
      </w:r>
      <w:r>
        <w:rPr>
          <w:rtl/>
          <w:lang w:bidi="fa-IR"/>
        </w:rPr>
        <w:t xml:space="preserve"> الرجُلُّ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حُجُ؟</w:t>
      </w:r>
      <w:r>
        <w:rPr>
          <w:rtl/>
          <w:lang w:bidi="fa-IR"/>
        </w:rPr>
        <w:t xml:space="preserve"> قالَ: نَعَم، قلتُ: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کردم،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قرض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حج را با آن انجام دهد؟ فرمودند: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عرض کردم: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قرض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رد؟</w:t>
      </w:r>
      <w:r>
        <w:rPr>
          <w:rtl/>
          <w:lang w:bidi="fa-IR"/>
        </w:rPr>
        <w:t xml:space="preserve"> فرمودند: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قرض کند و ازدواج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شب و روز منتظر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13، ص 82»</w:t>
      </w:r>
    </w:p>
    <w:p w:rsidR="002650EF" w:rsidRDefault="00DD61D3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69" w:name="_Toc5221076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56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ما من مُومنٍ اقرَضَ مومناً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لتمسُ</w:t>
      </w:r>
      <w:r>
        <w:rPr>
          <w:rtl/>
          <w:lang w:bidi="fa-IR"/>
        </w:rPr>
        <w:t xml:space="preserve"> به وجه الله الاّحسب الله له أجرَه بحساب الصّدقة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ماله.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خاطر خدا به مؤمن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قرض دهد، جز آنکه خداوند هر روز ثواب صدقه دادن آنرا به حساب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کند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مال به او باز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34»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70" w:name="_Toc5221076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5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لِأَنْ اُقرِضَ قرضاً أَحَبُّ اِل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من انْ أصِلَ بمثلِهِ.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قرض دادن مال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دارم تا آن که آن را ببخشم.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بحار</w:t>
      </w:r>
      <w:r>
        <w:rPr>
          <w:rtl/>
          <w:lang w:bidi="fa-IR"/>
        </w:rPr>
        <w:t xml:space="preserve"> الانوار، ج 103، ص 139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D61D3">
      <w:pPr>
        <w:pStyle w:val="Heading2"/>
        <w:rPr>
          <w:rtl/>
          <w:lang w:bidi="fa-IR"/>
        </w:rPr>
      </w:pPr>
      <w:bookmarkStart w:id="571" w:name="_Toc52210761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57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بابِ الجنّةِ مکتوبٌ: القرضُ بثمان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عَشْرٍ و الصَّدَقَةُ بِعشرَةٍ.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 بهشت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نوشته شده است: قرض دادن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برابر پاداش دارد و صدقه ده برابر.</w:t>
      </w:r>
    </w:p>
    <w:p w:rsidR="00DD61D3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138»</w:t>
      </w:r>
    </w:p>
    <w:p w:rsidR="002650EF" w:rsidRDefault="00DD61D3" w:rsidP="00DD61D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D61D3">
      <w:pPr>
        <w:pStyle w:val="Heading2"/>
        <w:rPr>
          <w:rtl/>
          <w:lang w:bidi="fa-IR"/>
        </w:rPr>
      </w:pPr>
      <w:bookmarkStart w:id="572" w:name="_Toc52210761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57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الصّدقةُ بعشرَةٍ و القرضُ بثمان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ةَ</w:t>
      </w:r>
      <w:r>
        <w:rPr>
          <w:rtl/>
          <w:lang w:bidi="fa-IR"/>
        </w:rPr>
        <w:t xml:space="preserve"> عشر و صِلَةُ الاخوان بعشر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صلةُ الرّحم باربعةٍ و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 پاداش صدقه ده برابر، پاداش قرض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برابر، پاداش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و ارتباط با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برابر و پاداش صلة رحم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 برابر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10»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73" w:name="_Toc52210761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57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عن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... وَ مَنْ اَقرَضَ اخاهُ المومِنَ بکلِّ درهمٍ أقرضَهُ وزنَ جبلِ اُحُدٍ و جَبَلِ رضوانٍ و طُورِ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ناءَ</w:t>
      </w:r>
      <w:r>
        <w:rPr>
          <w:rtl/>
          <w:lang w:bidi="fa-IR"/>
        </w:rPr>
        <w:t xml:space="preserve"> حسناتٍ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برادر مومن خود قرض بدهد، در برابر هر درهم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قرض داده هم وزن کوه اُحد، رضوان و طور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حسنات خواهد داشت و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پس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مدارا کند، از پلِ صراط همچون برق جهنده، بدون حساب و عذاب خواهد گذشت.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«ثواب</w:t>
      </w:r>
      <w:r>
        <w:rPr>
          <w:rtl/>
          <w:lang w:bidi="fa-IR"/>
        </w:rPr>
        <w:t xml:space="preserve"> الاعمال، ص 414»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74" w:name="_Toc52210762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57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مَنِ احتاجَ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اخوهُ المُسلِم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قرضٍ و هُوَ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قدِرُ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فلَمْ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فعَل</w:t>
      </w:r>
      <w:r>
        <w:rPr>
          <w:rtl/>
          <w:lang w:bidi="fa-IR"/>
        </w:rPr>
        <w:t xml:space="preserve"> حرّم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</w:t>
      </w:r>
      <w:r>
        <w:rPr>
          <w:rtl/>
          <w:lang w:bidi="fa-IR"/>
        </w:rPr>
        <w:t xml:space="preserve"> الجنةِ.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برادر مسلمانش به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داشته باشد و او با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قادر به پرداخت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قرض است، از دادن آن امتناع کند، خداوند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را بر او حرام خواهد کرد.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138»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75" w:name="_Toc52210762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57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رسولِ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مَطَلُ الغن</w:t>
      </w:r>
      <w:r>
        <w:rPr>
          <w:rFonts w:hint="cs"/>
          <w:rtl/>
          <w:lang w:bidi="fa-IR"/>
        </w:rPr>
        <w:t>یِّ</w:t>
      </w:r>
      <w:r>
        <w:rPr>
          <w:rtl/>
          <w:lang w:bidi="fa-IR"/>
        </w:rPr>
        <w:t xml:space="preserve"> ظلمٌ.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پرداخت قرض توسط انسان توانمند و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ظلم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13، ص 90»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1D2CC8">
      <w:pPr>
        <w:pStyle w:val="Heading1"/>
        <w:rPr>
          <w:rtl/>
          <w:lang w:bidi="fa-IR"/>
        </w:rPr>
      </w:pPr>
      <w:bookmarkStart w:id="576" w:name="_Toc522107622"/>
      <w:r>
        <w:rPr>
          <w:rFonts w:hint="eastAsia"/>
          <w:rtl/>
          <w:lang w:bidi="fa-IR"/>
        </w:rPr>
        <w:t>تجارت</w:t>
      </w:r>
      <w:r>
        <w:rPr>
          <w:rtl/>
          <w:lang w:bidi="fa-IR"/>
        </w:rPr>
        <w:t xml:space="preserve"> و معامله</w:t>
      </w:r>
      <w:bookmarkEnd w:id="576"/>
    </w:p>
    <w:p w:rsidR="001D2CC8" w:rsidRDefault="001D2CC8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77" w:name="_Toc52210762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577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>عليه‌السلام</w:t>
      </w:r>
      <w:r>
        <w:rPr>
          <w:rtl/>
          <w:lang w:bidi="fa-IR"/>
        </w:rPr>
        <w:t>: لا تِجارَةَ کَالْعَمَلِ الصّالِحِ وَ لا رِبْحَ کَالثَّوابِ.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تجارت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عمل صالح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پاداش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78" w:name="_Toc52210762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578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اِذا طُفِّفَتِ الْمَکا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اَخَذَهُمُ اللهُ بِالسِّنِ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وَ الْقَحْطِ.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مانه‌ها</w:t>
      </w:r>
      <w:r>
        <w:rPr>
          <w:rtl/>
          <w:lang w:bidi="fa-IR"/>
        </w:rPr>
        <w:t xml:space="preserve"> را کاهش دهند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گرفتار قحط و کمبود سازد.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ص107»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79" w:name="_Toc52210762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579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یٌّ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اَلْاَحْتِکارُ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مَةُ</w:t>
      </w:r>
      <w:r>
        <w:rPr>
          <w:rtl/>
          <w:lang w:bidi="fa-IR"/>
        </w:rPr>
        <w:t xml:space="preserve"> الْاَشْرارِ.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احتکار راه و رسم اشرار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ج2، ص286»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80" w:name="_Toc52210762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580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: اَنَّهُ دَخَلَ السُّوقَ فَقالَ: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مَعْشَرَ اللَّحّامِ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مَنْ نَفَخَ مِنْکُمْ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اللَّحْمِ فَلَ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مِنّا.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(هنگام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داخل بازار شد) فرمودند: هان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گوشت فروشان هر کدامتان که در گوشت بِدَمَد (و آن را چاق نشان دهد) از ما (مسلمانان)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ص102»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1" w:name="_Toc52210762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581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عَنْ</w:t>
      </w:r>
      <w:r>
        <w:rPr>
          <w:rtl/>
          <w:lang w:bidi="fa-IR"/>
        </w:rPr>
        <w:t xml:space="preserve"> اَمِ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رِالْمُؤمِن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نَه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رَسُولُ اللهِ عَنْ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عِ</w:t>
      </w:r>
      <w:r>
        <w:rPr>
          <w:rtl/>
          <w:lang w:bidi="fa-IR"/>
        </w:rPr>
        <w:t xml:space="preserve"> الْمُضْطَرِّ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فرمودند: رسول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از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اموال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ناچار به فروش شده‌اند منع فرموده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ص521»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2" w:name="_Toc52210762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582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تَعَرّضُوا لِلتّجاراتِ فَاِنَّ لَکُمْ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غِن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عَمَّا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النّاسِ وَ اَنَّ اللهَ عَزَّوَجَلَّ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الْمُحْتَرِفَ الْاَمِ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دست به انواع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تجارت‌ها عامل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از اموال مردم است و براست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شخص صاحب حرفه درست‌کار را دوست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3" w:name="_Toc52210762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583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اِذا طافَ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الْاَسْواقِ وَ وَعَظَهُمْ،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مَعْشَرَ التُّجّار قَدِّمُوا الْاِسْتِخارَةَ وَ تَبَرَّکُوا بِالسُّهُولَةِ وَ اقْتَرِبُوا مِنَ الْمُتَتابِع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وَ تَزَ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نُوا</w:t>
      </w:r>
      <w:r>
        <w:rPr>
          <w:rtl/>
          <w:lang w:bidi="fa-IR"/>
        </w:rPr>
        <w:t xml:space="preserve"> بِالْحِلْمِ وَ تَنازَهَوْا عَنِ الْ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وَ جانِبُو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الْکِذْبَ وَ ... 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بازار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</w:t>
      </w:r>
      <w:r>
        <w:rPr>
          <w:rtl/>
          <w:lang w:bidi="fa-IR"/>
        </w:rPr>
        <w:t xml:space="preserve"> و موعظه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هان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 بازرگانان در آغاز از خدا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سهل‌گ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برکت بجوئ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(اخلاقاً و مکاناً) و به حلم و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سوگند باز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در</w:t>
      </w:r>
      <w:r>
        <w:rPr>
          <w:rFonts w:hint="eastAsia"/>
          <w:rtl/>
          <w:lang w:bidi="fa-IR"/>
        </w:rPr>
        <w:t>وغ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ستمگر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حق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ربا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و ترازو را کامل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اموال مردم کم نگذار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فساد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ج78، ص54»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4" w:name="_Toc52210763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584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مَعْشَرَ التُّجّارِ، اَلْفِقْهُ ثُمَّ الْمَتْجَرُ، اَلْفِقْهُ ثُمَّ الْمَتْجَرُ، اَلْفِقْهُ ثُمَّ الْمَتْجَرُ.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بازرگانان، اوّل فقاهت (شناخت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احکام معاملات)، سپس تجارت، اول فقاهت سپس تجارت، اول فقاهت سپس تجارت.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ص520»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85" w:name="_Toc52210763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585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عَنِ</w:t>
      </w:r>
      <w:r>
        <w:rPr>
          <w:rtl/>
          <w:lang w:bidi="fa-IR"/>
        </w:rPr>
        <w:t xml:space="preserve"> الامام الصّادِقِ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اَلْمُسْلِمُونَ عِنْدَ شُرُوطِهِمْ اِلّا ما خالَفَ کتابَ اللهِ.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مسلمانان به شروط خود وفا دارند مگر شرط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برخلاف کتاب خدا (قرآن)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ص137»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6" w:name="_Toc52210763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586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الصّادِقُ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اِنَّ اللهَ لَ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بْغِضُ</w:t>
      </w:r>
      <w:r>
        <w:rPr>
          <w:rtl/>
          <w:lang w:bidi="fa-IR"/>
        </w:rPr>
        <w:t xml:space="preserve"> الْمُنْفِقَ سَلْعَتَهُ بِالْأ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مانَ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همانا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کمک قسم کالا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بفروشد، مورد خشم خداست.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ص99»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7" w:name="_Toc52210763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587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الصّادِقُ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: ثَلاثَةٌ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دْخِلُهُمُ</w:t>
      </w:r>
      <w:r>
        <w:rPr>
          <w:rtl/>
          <w:lang w:bidi="fa-IR"/>
        </w:rPr>
        <w:t xml:space="preserve"> اللهُ الْجَنَّةَ بِغَ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حِسابٍ، اِمامٌ عادِلٌ وَ تاجِرٌ صَدوقٌ و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خٌ</w:t>
      </w:r>
      <w:r>
        <w:rPr>
          <w:rtl/>
          <w:lang w:bidi="fa-IR"/>
        </w:rPr>
        <w:t xml:space="preserve"> اَفْن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عُمْرَهُ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طاعَةِ اللهِ.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خداوند سه کس را بدون حساب وارد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عادل، بازرگان راستگو،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عُمر خود را در اطاعت خدا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ص528»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88" w:name="_Toc52210763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588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الصّادِقُ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التِّجارَةُ تَزِ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الْعَقْلِ.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تجارت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ص518»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89" w:name="_Toc52210763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589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الصّادِقُ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: اَرْبَعَةٌ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نْظُرُ</w:t>
      </w:r>
      <w:r>
        <w:rPr>
          <w:rtl/>
          <w:lang w:bidi="fa-IR"/>
        </w:rPr>
        <w:t xml:space="preserve"> اللهُ عَزَّوَجَلَّ اِلَ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هِمْ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امَةِ،</w:t>
      </w:r>
      <w:r>
        <w:rPr>
          <w:rtl/>
          <w:lang w:bidi="fa-IR"/>
        </w:rPr>
        <w:t xml:space="preserve"> مَنْ اَقالَ نادِماً اَوْ اَغاثَ لَهْفانَ اَوْ عَتَقَ نَسِمَةً اَوْ زَوَّجَ عَزَباً.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چهار کس مورد رحمت خداوند متعال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معامله شخص نادم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فسخ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که اندوه زده‌ا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آزاد سازد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مرد مجرد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همسر دهد.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ج12، ص4»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0" w:name="_Toc52210763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590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اِذا اشْتَرَ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تَ</w:t>
      </w:r>
      <w:r>
        <w:rPr>
          <w:rtl/>
          <w:lang w:bidi="fa-IR"/>
        </w:rPr>
        <w:t xml:space="preserve">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فَلا تَبِعْهُ حَتّ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تَقْبِضَهُ.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که او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نفروش.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«کنزالعمال،</w:t>
      </w:r>
      <w:r>
        <w:rPr>
          <w:rtl/>
          <w:lang w:bidi="fa-IR"/>
        </w:rPr>
        <w:t xml:space="preserve"> ج4، ص15»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91" w:name="_Toc52210763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591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مَنْ تَمَنّا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اُمَّتِ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الْغَلآءَ 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لَةً</w:t>
      </w:r>
      <w:r>
        <w:rPr>
          <w:rtl/>
          <w:lang w:bidi="fa-IR"/>
        </w:rPr>
        <w:t xml:space="preserve"> واحِدَةً اَحْبَطَ اللهُ عَمَلَهُ اَرْبَع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سَنَةً.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فرمودند: هر 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در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من باشد خداوند اعمال چهل سال او را تباه خواهد کرد.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«کنزالعمال،</w:t>
      </w:r>
      <w:r>
        <w:rPr>
          <w:rtl/>
          <w:lang w:bidi="fa-IR"/>
        </w:rPr>
        <w:t xml:space="preserve"> ج4، ص98»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2" w:name="_Toc52210763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592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بعْ</w:t>
      </w:r>
      <w:r>
        <w:rPr>
          <w:rtl/>
          <w:lang w:bidi="fa-IR"/>
        </w:rPr>
        <w:t xml:space="preserve"> بَعْضُکُمْ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عِ</w:t>
      </w:r>
      <w:r>
        <w:rPr>
          <w:rtl/>
          <w:lang w:bidi="fa-IR"/>
        </w:rPr>
        <w:t xml:space="preserve"> اَخ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بر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معامله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اش، معامله نکند.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«کنزالعمال،</w:t>
      </w:r>
      <w:r>
        <w:rPr>
          <w:rtl/>
          <w:lang w:bidi="fa-IR"/>
        </w:rPr>
        <w:t xml:space="preserve"> ج4، ص69»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3" w:name="_Toc52210763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593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صَاحِبَ الطَّعامِ، اَسْفَلُ هذا مِثْلَ اَعْلاهُ؟ مَنْ غَشَّ الْمُسْلِم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نَ،</w:t>
      </w:r>
      <w:r>
        <w:rPr>
          <w:rtl/>
          <w:lang w:bidi="fa-IR"/>
        </w:rPr>
        <w:t xml:space="preserve"> فَلَ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مِنْهُمْ.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فروشنده طعام،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کالا همانند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است؟ هر کس به مسلمانان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کند، مسلمان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«کنزالعمال،</w:t>
      </w:r>
      <w:r>
        <w:rPr>
          <w:rtl/>
          <w:lang w:bidi="fa-IR"/>
        </w:rPr>
        <w:t xml:space="preserve"> ج4، ص60»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94" w:name="_Toc52210764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594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اَلْمُسْلِمُ اَخُو الْمُسْلِمِ وَ 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حِلُّ</w:t>
      </w:r>
      <w:r>
        <w:rPr>
          <w:rtl/>
          <w:lang w:bidi="fa-IR"/>
        </w:rPr>
        <w:t xml:space="preserve"> لِمُسْلِمٍ باعَ مِنْ اَخِ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بَ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عَ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بٌ</w:t>
      </w:r>
      <w:r>
        <w:rPr>
          <w:rtl/>
          <w:lang w:bidi="fa-IR"/>
        </w:rPr>
        <w:t xml:space="preserve"> اِلّا بَ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مسلمان با مسلمان برادر است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برادرش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بفروشد مگر آن که به او اعلام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«کنزالعمال،</w:t>
      </w:r>
      <w:r>
        <w:rPr>
          <w:rtl/>
          <w:lang w:bidi="fa-IR"/>
        </w:rPr>
        <w:t xml:space="preserve"> ج4، ص59»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5" w:name="_Toc52210764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595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اَلْمَغْبُونُ لا مَحْمُودٌ وَ لا مَأجُورٌ.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مغبون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نه نزد خلق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نه نزد خدا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پاداش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ص94»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6" w:name="_Toc52210764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596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اَلنّاجِشُ خائِنٌ.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 xml:space="preserve"> بدون آن که قصد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داشته باشد، خائن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ص81»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597" w:name="_Toc52210764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597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>صلى‌الله‌عليه‌وآله‌</w:t>
      </w:r>
      <w:r>
        <w:rPr>
          <w:rtl/>
          <w:lang w:bidi="fa-IR"/>
        </w:rPr>
        <w:t xml:space="preserve"> : لَعَنَ اللهُ الْخَمْرَ وَ عاصَرِها وَ غارِسَها وَ شارِبَها وَ ساقِ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وَ با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عها</w:t>
      </w:r>
      <w:r>
        <w:rPr>
          <w:rtl/>
          <w:lang w:bidi="fa-IR"/>
        </w:rPr>
        <w:t xml:space="preserve"> وَ مُشْتَر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وَ اکِلَ ثَمَنِها وَ حامِلَها وَ الْمحْمُولَ اِلَ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خداوند لعن کرده است مشروب و فشارنده آن و کارنده درخت آن و نوشنده و ساق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 فروشنده و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مصرف کننده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 حامل آن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ص44»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8" w:name="_Toc52210764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598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اَنْ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دْخُلَ</w:t>
      </w:r>
      <w:r>
        <w:rPr>
          <w:rtl/>
          <w:lang w:bidi="fa-IR"/>
        </w:rPr>
        <w:t xml:space="preserve"> الرَّجُلُ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سَوْمِ اَخِ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الْمُسْلِمِ.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معامله برادر مسلمان خود داخل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ج12، ص338»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599" w:name="_Toc52210764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599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اَلبَ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عانِ</w:t>
      </w:r>
      <w:r>
        <w:rPr>
          <w:rtl/>
          <w:lang w:bidi="fa-IR"/>
        </w:rPr>
        <w:t xml:space="preserve"> بِالخِ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ارِ</w:t>
      </w:r>
      <w:r>
        <w:rPr>
          <w:rtl/>
          <w:lang w:bidi="fa-IR"/>
        </w:rPr>
        <w:t xml:space="preserve"> حَتَّ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فْتَرِقا</w:t>
      </w:r>
      <w:r>
        <w:rPr>
          <w:rtl/>
          <w:lang w:bidi="fa-IR"/>
        </w:rPr>
        <w:t>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فروشنده تا از هم جدا نشده‌اند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فسخ (معامله را) دارند.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ج12، ص245»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600" w:name="_Toc52210764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24</w:t>
      </w:r>
      <w:bookmarkEnd w:id="600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اَلْجالِبُ مَرْزُوقٌ وَ الْمُحْتَکِرُ مَلْعُونٌ.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کننده (ن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مردم، از لطف و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بهره‌مند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و احتکار کننده ملعون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 12، ص313»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601" w:name="_Toc52210764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25</w:t>
      </w:r>
      <w:bookmarkEnd w:id="601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: اَ</w:t>
      </w:r>
      <w:r>
        <w:rPr>
          <w:rFonts w:hint="cs"/>
          <w:rtl/>
          <w:lang w:bidi="fa-IR"/>
        </w:rPr>
        <w:t>یُّ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رَجُلٍ اشْتَر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طَعاماً فَکَسَبَهُ اَرْبَعِ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صَباحاً،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بِهِ غَلاءَ الْمُسْلِمِ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ثُمَّ باعَهُ فَتَصَدَّقَ بِثَمَنِهِ،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کُنْ</w:t>
      </w:r>
      <w:r>
        <w:rPr>
          <w:rtl/>
          <w:lang w:bidi="fa-IR"/>
        </w:rPr>
        <w:t xml:space="preserve"> کَفّارَةً لِما صَنَعَ.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هر کس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) بخرد و چهل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نگهدارد، سپس بفروشد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آن را در راه خدا صدقه بدهد کفّاره احتکار خود را نداده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ص98»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602" w:name="_Toc52210764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26</w:t>
      </w:r>
      <w:bookmarkEnd w:id="602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غَبْنُ الْمُسْتَرْسِلِ رِباً.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مغبون ساختن (متضرر کردن)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 را به انصاف خود انسان سپرده، در حکم ربا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ص104»</w:t>
      </w:r>
    </w:p>
    <w:p w:rsidR="002650EF" w:rsidRDefault="001D2CC8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1D2CC8">
      <w:pPr>
        <w:pStyle w:val="Heading2"/>
        <w:rPr>
          <w:rtl/>
          <w:lang w:bidi="fa-IR"/>
        </w:rPr>
      </w:pPr>
      <w:bookmarkStart w:id="603" w:name="_Toc52210764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27</w:t>
      </w:r>
      <w:bookmarkEnd w:id="603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اِنَّ اللهَ غافِرُ کُلِّ ذَنْبٍ اِلّا مَنْ جَحَدَ مَهْراً اَوِ اغْتَصَبَ اَجِ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اجَرَهُ اَوْ باعَ رَجُلاً حُرّاً.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خداوند تمام گناهان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آمرزد،</w:t>
      </w:r>
      <w:r>
        <w:rPr>
          <w:rtl/>
          <w:lang w:bidi="fa-IR"/>
        </w:rPr>
        <w:t xml:space="preserve"> مگر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مهر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انکار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مزد کارگر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غصب کند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شخص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بفروشد.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ص129»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604" w:name="_Toc52210765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28</w:t>
      </w:r>
      <w:bookmarkEnd w:id="604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عَنِ</w:t>
      </w:r>
      <w:r>
        <w:rPr>
          <w:rtl/>
          <w:lang w:bidi="fa-IR"/>
        </w:rPr>
        <w:t xml:space="preserve"> النَّبِ</w:t>
      </w:r>
      <w:r>
        <w:rPr>
          <w:rFonts w:hint="cs"/>
          <w:rtl/>
          <w:lang w:bidi="fa-IR"/>
        </w:rPr>
        <w:t>یِّ</w:t>
      </w:r>
      <w:r>
        <w:rPr>
          <w:rtl/>
          <w:lang w:bidi="fa-IR"/>
        </w:rPr>
        <w:t xml:space="preserve">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شَرُّ الْکَسْبِ کَسْبُ الرِّبا.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درآمدها، درآمد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راه ربا بدست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ص115»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1D2CC8">
      <w:pPr>
        <w:pStyle w:val="Heading2"/>
        <w:rPr>
          <w:rtl/>
          <w:lang w:bidi="fa-IR"/>
        </w:rPr>
      </w:pPr>
      <w:bookmarkStart w:id="605" w:name="_Toc52210765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29</w:t>
      </w:r>
      <w:bookmarkEnd w:id="605"/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مَعْشَرَ التُّجّارِ، اِنَّ التُّجّارَ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بْعَثُونَ</w:t>
      </w:r>
      <w:r>
        <w:rPr>
          <w:rtl/>
          <w:lang w:bidi="fa-IR"/>
        </w:rPr>
        <w:t xml:space="preserve"> فُجّاراً اِلّا مَنِ اتَّقَ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اللهَ وَ بَرَّ و صَدَقَ.</w:t>
      </w:r>
    </w:p>
    <w:p w:rsidR="002650EF" w:rsidRDefault="002650EF" w:rsidP="001D2CC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هان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بازرگان! همانا بازرگانان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گنه کار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مگر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کرده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 و راستگو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06" w:name="_Toc52210765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30</w:t>
      </w:r>
      <w:bookmarkEnd w:id="606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وَ زّانُ، زِنْ وَ ارْجَحْ.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گر! وزن کن و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07" w:name="_Toc52210765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31</w:t>
      </w:r>
      <w:bookmarkEnd w:id="607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اَلتّاجِرُ الْاَم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الصَّدوقُ الْمُسْلِم مَعَ الشُّهَداءِ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>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بازرگان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راستگو و مسلمان،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محشور خواهد بود.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08" w:name="_Toc52210765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32</w:t>
      </w:r>
      <w:bookmarkEnd w:id="608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التاجر الصَّدُوقُ تَحْتَ ظِلِّ الْعَرْشِ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>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بازرگان راستگو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عرش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ص528»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09" w:name="_Toc52210765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33</w:t>
      </w:r>
      <w:bookmarkEnd w:id="609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: منْ اَقالَ نادِماً اَقالَهُ اللهُ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امَةِ</w:t>
      </w:r>
      <w:r>
        <w:rPr>
          <w:rtl/>
          <w:lang w:bidi="fa-IR"/>
        </w:rPr>
        <w:t>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هر کس معامله شخص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فسخ کند، خداوند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از گناهان او بگذرد.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ج1، ص523»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0" w:name="_Toc52210765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34</w:t>
      </w:r>
      <w:bookmarkEnd w:id="610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: مَنْ باعَ و اشْتَر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جْتَنِبْ</w:t>
      </w:r>
      <w:r>
        <w:rPr>
          <w:rtl/>
          <w:lang w:bidi="fa-IR"/>
        </w:rPr>
        <w:t xml:space="preserve"> خَمْسَ خِصالٍ وَ الاّ فَلا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عَنَّ</w:t>
      </w:r>
      <w:r>
        <w:rPr>
          <w:rtl/>
          <w:lang w:bidi="fa-IR"/>
        </w:rPr>
        <w:t xml:space="preserve"> وَ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شْتَر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نَّ</w:t>
      </w:r>
      <w:r>
        <w:rPr>
          <w:rtl/>
          <w:lang w:bidi="fa-IR"/>
        </w:rPr>
        <w:t xml:space="preserve"> : الرِّبا، وَ الْحلْفَ وَ کِتْمانَ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وَ الْحَمْدَ اِذا باعَ والذَّمَّ اِذَا اشْتَر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فروشنده و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پنج خصلت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الا از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 1. رباخوار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2. سوگند خوردن 3. نهان داشتن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ب‌ها،</w:t>
      </w:r>
      <w:r>
        <w:rPr>
          <w:rtl/>
          <w:lang w:bidi="fa-IR"/>
        </w:rPr>
        <w:t xml:space="preserve"> 4.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کالا هنگام فروش 5. نکوهش کالا هنگام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ج103، ص95»</w:t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11" w:name="_Toc52210765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35</w:t>
      </w:r>
      <w:bookmarkEnd w:id="611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: التّاجِرُ الْجَبانُ مَحْرُومٌ وَ التّاجِرُ الْجَسُورُ مَرْزُوقٌ.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بازرگان ترسو محروم است و بازرگان شجاع بهر‌ه‌مند.</w:t>
      </w:r>
    </w:p>
    <w:p w:rsidR="007F005D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ج12، ص323»</w:t>
      </w:r>
    </w:p>
    <w:p w:rsidR="002650EF" w:rsidRDefault="007F005D" w:rsidP="007F00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7F005D">
      <w:pPr>
        <w:pStyle w:val="Heading1"/>
        <w:rPr>
          <w:rtl/>
          <w:lang w:bidi="fa-IR"/>
        </w:rPr>
      </w:pPr>
      <w:bookmarkStart w:id="612" w:name="_Toc522107658"/>
      <w:r>
        <w:rPr>
          <w:rFonts w:hint="eastAsia"/>
          <w:rtl/>
          <w:lang w:bidi="fa-IR"/>
        </w:rPr>
        <w:t>حرام</w:t>
      </w:r>
      <w:r>
        <w:rPr>
          <w:rtl/>
          <w:lang w:bidi="fa-IR"/>
        </w:rPr>
        <w:t xml:space="preserve">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ربا</w:t>
      </w:r>
      <w:bookmarkEnd w:id="612"/>
    </w:p>
    <w:p w:rsidR="007F005D" w:rsidRDefault="007F005D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3" w:name="_Toc52210765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61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معاشر الناس الفقهَ ثم المَتجَر و اللهِ لَلربا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الاُمّة اَخف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النَّمل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الصّفا.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ابتدا فقه و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(را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سپس تجارت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خدا قسم ربا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امت، پنهان تر از حرکت آرام مورچه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صاف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103، ص 117»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4" w:name="_Toc52210766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61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غَضُّ الطَّرْفِ عن محارم الله اَفضلُ العبادة.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عبادت،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حرام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«جامع</w:t>
      </w:r>
      <w:r>
        <w:rPr>
          <w:rtl/>
          <w:lang w:bidi="fa-IR"/>
        </w:rPr>
        <w:t xml:space="preserve"> الاحاد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ج 13، ص 323»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5" w:name="_Toc52210766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615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مَن تجنَّبَ المحارم و تنزَّهَ عن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>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بخشنده،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حرام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وب،</w:t>
      </w:r>
      <w:r>
        <w:rPr>
          <w:rtl/>
          <w:lang w:bidi="fa-IR"/>
        </w:rPr>
        <w:t xml:space="preserve"> مبرّا و پاک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</w:t>
      </w:r>
      <w:r>
        <w:rPr>
          <w:rtl/>
          <w:lang w:bidi="fa-IR"/>
        </w:rPr>
        <w:t xml:space="preserve"> الحکم، ص 56»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6" w:name="_Toc52210766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616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بئسَ الطعامُ الحرام.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بد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مال حرام!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</w:t>
      </w:r>
      <w:r>
        <w:rPr>
          <w:rtl/>
          <w:lang w:bidi="fa-IR"/>
        </w:rPr>
        <w:t xml:space="preserve"> الحکم، ص 170»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7" w:name="_Toc52210766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617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الحَرامُ سُحتٌ.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مال حرام،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ننگ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«غرر</w:t>
      </w:r>
      <w:r>
        <w:rPr>
          <w:rtl/>
          <w:lang w:bidi="fa-IR"/>
        </w:rPr>
        <w:t xml:space="preserve"> الحکم، ص 27»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18" w:name="_Toc52210766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618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بِوَل</w:t>
      </w:r>
      <w:r>
        <w:rPr>
          <w:rFonts w:hint="cs"/>
          <w:rtl/>
          <w:lang w:bidi="fa-IR"/>
        </w:rPr>
        <w:t>یٍّ</w:t>
      </w:r>
      <w:r>
        <w:rPr>
          <w:rtl/>
          <w:lang w:bidi="fa-IR"/>
        </w:rPr>
        <w:t xml:space="preserve"> لَنا مَن اَکل مالَ مؤمنٍ حراماً.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 دوست دار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مال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حرام و ناحق بخورد.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104، ص 296»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19" w:name="_Toc52210766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619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>: 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شئٍ اَصلُه حرام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حلُّ</w:t>
      </w:r>
      <w:r>
        <w:rPr>
          <w:rtl/>
          <w:lang w:bidi="fa-IR"/>
        </w:rPr>
        <w:t xml:space="preserve"> استعمالُه.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اصل و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از حرام باشد،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استفاده از آن حلال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125»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20" w:name="_Toc52210766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62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اِنّ الحرامَ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نمِ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اِن نَم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بارَک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 اَنفقه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ؤجَر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 خلَّفه کان زاده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مال حرام رشد و نمو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اگر ظاهراً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برکت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آن هر چه انفاق و بخشش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اجر و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هر چه بعد از خود بر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نهد، زاد و توشه اش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دوزخ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125»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21" w:name="_Toc52210766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621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اِنّ الرجل اذا اَصابَ مالاً مِن حرامٍ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منه حجٌّ و لا عمرةٌ و لا صلةُ رَحِم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اَنّه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فسُدُ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الفرج.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اگر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 حرام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آورد، حج و عمره و صله رحم از آن مال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فساد و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99، ص 125»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22" w:name="_Toc52210766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62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اِذا اکتسبَ الرجُلُ مالاً مِن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حِلِّه ثمّ حجَّ فَلَبَّ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نُودِ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>: لا لبَّ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لا سَعدَ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... 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راه حلال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 و با آن حج به جا آورد، هنگام انجام اعمال حج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به او پاسخ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 لا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لاسعد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اما اگر از راه حلال به دست آورده باشد نداء داده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.</w:t>
      </w:r>
      <w:r>
        <w:rPr>
          <w:rtl/>
          <w:lang w:bidi="fa-IR"/>
        </w:rPr>
        <w:cr/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124»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23" w:name="_Toc52210766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62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کسبُ الحرام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الذُّر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(اثر) کسب حرام در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فرزندان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125»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24" w:name="_Toc52210767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62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... و اَحاطوا بالحس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مِن کل جانب ...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لهم: ... فقد مُلِئَت بطونُکم مِنَ الحرام و طُبع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قلوبکم.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(در روز عاشورا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که) لش</w:t>
      </w:r>
      <w:r w:rsidR="007F005D">
        <w:rPr>
          <w:rFonts w:hint="cs"/>
          <w:rtl/>
          <w:lang w:bidi="fa-IR"/>
        </w:rPr>
        <w:t>ک</w:t>
      </w:r>
      <w:r>
        <w:rPr>
          <w:rtl/>
          <w:lang w:bidi="fa-IR"/>
        </w:rPr>
        <w:t>ر عمر سعد،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از هر طرف احاطه کردند و دور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زدند، حضرت از آنها خواست که ساکت شوند (تا آنها را موعظه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)، اما ساکت نشدند و به سخنش گوش فرا ندادند، حضرت خطاب به آنها فرمودند: ... شکم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از حرام پر شده و بر دل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مُهر خورده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45، ص 8»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25" w:name="_Toc52210767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62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ابنَ</w:t>
      </w:r>
      <w:r>
        <w:rPr>
          <w:rtl/>
          <w:lang w:bidi="fa-IR"/>
        </w:rPr>
        <w:t xml:space="preserve"> آدم اِجتنبْ ما حرَّمتُ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تکنْ من اَورعِ الناس.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آدم! از آنچه بر تو حرام کرده ام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تا از پارساتر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«تحف</w:t>
      </w:r>
      <w:r>
        <w:rPr>
          <w:rtl/>
          <w:lang w:bidi="fa-IR"/>
        </w:rPr>
        <w:t xml:space="preserve"> العقول، ص 340»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26" w:name="_Toc52210767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62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لا وَرَعَ اَنفعُ من تجنُّبِ محارم الله.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پارسا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سودمندتر از اجتناب از حرام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72، ص 348»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25. قال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العبادةُ مع أکل الحرام کناقلِ الماءِ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المنخلِ.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عبادت کردن همراه با خوردن مال حرام، مانند انتقال آب با آبکش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103، ص 12»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27" w:name="_Toc52210767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62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اخبثُ المکاسبِ الربا.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پست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 ها، ربا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12، ص 423»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28" w:name="_Toc52210767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62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انّ الربا حرامٌ سُحتٌ من الکبائر و ممّا قد وعد اللهُ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النارَ فنعوذُ بالله منها و هو محرَّمٌ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لسان کلِّ 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کتاب.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ربا خوار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حرام،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گناهان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از جمله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خداوند بر آن وعده آتش داده است،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خدا از آن، ربا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زبان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در همه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حرام شده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«فقه</w:t>
      </w:r>
      <w:r>
        <w:rPr>
          <w:rtl/>
          <w:lang w:bidi="fa-IR"/>
        </w:rPr>
        <w:t xml:space="preserve"> الرضا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ص 256»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29" w:name="_Toc52210767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62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انَّ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نَه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عَن اَکل الرِبا ... و قال: انَّ اللهَ لَعَنَ آکلَ الربا و مُؤَکِّلَه و کاتبَه و شاهدَ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از ربا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فرمودند: خداوند، ربا خوار، ربا دهنده،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(سند ربا) و دو شاهد آن را لعنت کرده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12، ص 430»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30" w:name="_Toc52210767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63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 زمانٌ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احدٌ الاّ اکَلَ الرِبا، فان لَم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أکُلْه</w:t>
      </w:r>
      <w:r>
        <w:rPr>
          <w:rtl/>
          <w:lang w:bidi="fa-IR"/>
        </w:rPr>
        <w:t xml:space="preserve"> اصابَهُ من غُباره.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مردم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ربا خوار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ربا نخورد، از گرد و غبار آن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13، ص 333»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31" w:name="_Toc52210767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631"/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العبادَةُ سبعونَ جزءً و افضَلُها جزءً طَلبُ الحلالِ.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710D4" w:rsidRPr="00B710D4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عبادت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هفتاد جزء است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7»</w:t>
      </w:r>
    </w:p>
    <w:p w:rsidR="002650EF" w:rsidRDefault="002650EF" w:rsidP="002650EF">
      <w:pPr>
        <w:pStyle w:val="libNormal"/>
        <w:rPr>
          <w:rFonts w:hint="cs"/>
          <w:rtl/>
          <w:lang w:bidi="fa-IR"/>
        </w:rPr>
      </w:pPr>
    </w:p>
    <w:p w:rsidR="007F005D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32" w:name="_Toc52210767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20</w:t>
      </w:r>
      <w:bookmarkEnd w:id="63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... تُحشَرُ عشرةُ اصنافٍ من اُمت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اشتاتاً قد م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زهم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... و بعضُهم مُنکَّسون ارجُلُهم من فوق و وجُوهُهم من تحت ثمَّ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سحبونَ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... 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...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ده گروه از امت من به صورت پراکنده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آنها را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مسلمانان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جدا کرده است ...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سمت بالا و صورت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 به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... آن نگون ساران، همان ربا خواران هستند.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 5، ص 423»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33" w:name="_Toc52210767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21</w:t>
      </w:r>
      <w:bookmarkEnd w:id="63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قبلُ</w:t>
      </w:r>
      <w:r>
        <w:rPr>
          <w:rtl/>
          <w:lang w:bidi="fa-IR"/>
        </w:rPr>
        <w:t xml:space="preserve"> اللهُ صلاةَ خمسةِ نفر: ... و آکلُ الربا.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فرمودند: خداوند، نماز پنج نفر را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صاحب خود فرار کند،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شوهرش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نباشد، شراب خوار، عاق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ربا خوار.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13، ص 332»</w:t>
      </w:r>
    </w:p>
    <w:p w:rsidR="002650EF" w:rsidRDefault="007F005D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7F005D">
      <w:pPr>
        <w:pStyle w:val="Heading2"/>
        <w:rPr>
          <w:rtl/>
          <w:lang w:bidi="fa-IR"/>
        </w:rPr>
      </w:pPr>
      <w:bookmarkStart w:id="634" w:name="_Toc52210768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22</w:t>
      </w:r>
      <w:bookmarkEnd w:id="63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اذا أکَلَتْ اُمت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الربا کانت الزلزلةُ و الخسف.</w:t>
      </w:r>
    </w:p>
    <w:p w:rsidR="002650EF" w:rsidRDefault="002650EF" w:rsidP="007F00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هرگاه امت من ربا خوار شوند گرفتار زلزله و فرو رفتن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13، ص 333»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35" w:name="_Toc52210768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23</w:t>
      </w:r>
      <w:bookmarkEnd w:id="63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اِذا ظَهَرَ الزَّن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الرّبا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ةٍ</w:t>
      </w:r>
      <w:r>
        <w:rPr>
          <w:rtl/>
          <w:lang w:bidi="fa-IR"/>
        </w:rPr>
        <w:t xml:space="preserve"> اُذِنَ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هلاکها.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هرگاه زنا و ربا خوار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در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اهلش اذن داده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مستدرک الوسائل، ج 13، ص 332»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F005D">
      <w:pPr>
        <w:pStyle w:val="Heading2"/>
        <w:rPr>
          <w:rtl/>
          <w:lang w:bidi="fa-IR"/>
        </w:rPr>
      </w:pPr>
      <w:bookmarkStart w:id="636" w:name="_Toc52210768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24</w:t>
      </w:r>
      <w:bookmarkEnd w:id="63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 اَکَلَ الربا مَلَأَ اللهُ عزّوجلّ مِن نارِ جهنَمٍ بقدرِ ما اَکلَ و اِن اِکتسبَ منه مالاً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قبلُ</w:t>
      </w:r>
      <w:r>
        <w:rPr>
          <w:rtl/>
          <w:lang w:bidi="fa-IR"/>
        </w:rPr>
        <w:t xml:space="preserve"> منه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منْ عمله و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زَل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لعنةِ الله و الملائکةِ ما کان عندَهُ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راطٌ</w:t>
      </w:r>
      <w:r>
        <w:rPr>
          <w:rtl/>
          <w:lang w:bidi="fa-IR"/>
        </w:rPr>
        <w:t xml:space="preserve"> واحدٌ.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هر کس ربا بخورد،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بلند مرتبه، شکمش را به اندازه ربا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خورده از آتش دوزخ پر کند و اگر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ربا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آورد، خداوند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اعمالش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) از مال </w:t>
      </w:r>
      <w:r>
        <w:rPr>
          <w:rFonts w:hint="eastAsia"/>
          <w:rtl/>
          <w:lang w:bidi="fa-IR"/>
        </w:rPr>
        <w:t>ربا</w:t>
      </w:r>
      <w:r>
        <w:rPr>
          <w:rtl/>
          <w:lang w:bidi="fa-IR"/>
        </w:rPr>
        <w:t xml:space="preserve"> نزدش باشد،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لعنت و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و فرشتگان خواهد بود.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71، ص 364»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47CF2">
      <w:pPr>
        <w:pStyle w:val="Heading2"/>
        <w:rPr>
          <w:rtl/>
          <w:lang w:bidi="fa-IR"/>
        </w:rPr>
      </w:pPr>
      <w:bookmarkStart w:id="637" w:name="_Toc52210768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25</w:t>
      </w:r>
      <w:bookmarkEnd w:id="63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شَرُّ الکسبِ کسبُ الرّبا.</w:t>
      </w:r>
    </w:p>
    <w:p w:rsidR="002650EF" w:rsidRDefault="002650EF" w:rsidP="00747C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آمدها، به دست آوردن ربا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103، ص 115»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47CF2">
      <w:pPr>
        <w:pStyle w:val="Heading2"/>
        <w:rPr>
          <w:rtl/>
          <w:lang w:bidi="fa-IR"/>
        </w:rPr>
      </w:pPr>
      <w:bookmarkStart w:id="638" w:name="_Toc52210768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26</w:t>
      </w:r>
      <w:bookmarkEnd w:id="63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انَّ اَخوفَ ما اخافُ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اُمّت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المکاسبُ الحرام و الشهوةُ الخف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ةُ</w:t>
      </w:r>
      <w:r>
        <w:rPr>
          <w:rtl/>
          <w:lang w:bidi="fa-IR"/>
        </w:rPr>
        <w:t xml:space="preserve"> و الرِّبا.</w:t>
      </w:r>
    </w:p>
    <w:p w:rsidR="002650EF" w:rsidRDefault="002650EF" w:rsidP="00747C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ترس را نسبت به امتم پس از خودم دارم، در آمدها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حرام، شهوت پنهان و ربا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124»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47CF2">
      <w:pPr>
        <w:pStyle w:val="Heading2"/>
        <w:rPr>
          <w:rtl/>
          <w:lang w:bidi="fa-IR"/>
        </w:rPr>
      </w:pPr>
      <w:bookmarkStart w:id="639" w:name="_Toc52210768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27</w:t>
      </w:r>
      <w:bookmarkEnd w:id="63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ازهدُ الناس مَنِ اجتنب الحرام.</w:t>
      </w:r>
    </w:p>
    <w:p w:rsidR="002650EF" w:rsidRDefault="002650EF" w:rsidP="00747C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زاهدتر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حرام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747CF2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71، ص 112»</w:t>
      </w:r>
    </w:p>
    <w:p w:rsidR="002650EF" w:rsidRDefault="00747CF2" w:rsidP="00747C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28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لَردُّ دانقٍ مِن حرامٍ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عدِلُ</w:t>
      </w:r>
      <w:r>
        <w:rPr>
          <w:rtl/>
          <w:lang w:bidi="fa-IR"/>
        </w:rPr>
        <w:t xml:space="preserve"> عندالله 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اَلف حجّةٍ مبرورة.</w:t>
      </w:r>
    </w:p>
    <w:p w:rsidR="002650EF" w:rsidRDefault="002650EF" w:rsidP="00747C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فرمودند: برگرداندن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ششمِ (درهم) از مال حرام (به صاحبش)، نزد خدا برابر است با هفتاد هزار حج قبول شده.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103، ص 12»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747CF2">
      <w:pPr>
        <w:pStyle w:val="Heading2"/>
        <w:rPr>
          <w:rtl/>
          <w:lang w:bidi="fa-IR"/>
        </w:rPr>
      </w:pPr>
      <w:bookmarkStart w:id="640" w:name="_Toc52210768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29</w:t>
      </w:r>
      <w:bookmarkEnd w:id="640"/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ترکُ دانِقِ حرامٍ احبُّ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مِأة حجّةٍ من مالٍ حلال.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ششمِ (درهم) مال حرام،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است نزد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متعال، از صد حج که از مال حلال بجا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شود.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ص 360»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41" w:name="_Toc52210768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30</w:t>
      </w:r>
      <w:bookmarkEnd w:id="641"/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لقمه مال حرام، محبوب تر است نزد خدا، از دو هزار رکعت نماز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ص 360»</w:t>
      </w:r>
    </w:p>
    <w:p w:rsidR="002650EF" w:rsidRDefault="000657E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0657E7">
      <w:pPr>
        <w:pStyle w:val="Heading2"/>
        <w:rPr>
          <w:rtl/>
          <w:lang w:bidi="fa-IR"/>
        </w:rPr>
      </w:pPr>
      <w:bookmarkStart w:id="642" w:name="_Toc52210768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31</w:t>
      </w:r>
      <w:bookmarkEnd w:id="64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اِنّ قوماً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</w:t>
      </w:r>
      <w:r>
        <w:rPr>
          <w:rtl/>
          <w:lang w:bidi="fa-IR"/>
        </w:rPr>
        <w:t xml:space="preserve"> و لهم مِنَ الحسنات اَمثالُ الجبال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جعلها</w:t>
      </w:r>
      <w:r>
        <w:rPr>
          <w:rtl/>
          <w:lang w:bidi="fa-IR"/>
        </w:rPr>
        <w:t xml:space="preserve"> الله هباءً منثوراً ثمّ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ؤمَر</w:t>
      </w:r>
      <w:r>
        <w:rPr>
          <w:rtl/>
          <w:lang w:bidi="fa-IR"/>
        </w:rPr>
        <w:t xml:space="preserve"> بهم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 ... 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وارد صحرا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محشر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حسنات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ها دارند، خداوند حسنات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همچون ذرات غبار در هوا پراکنده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سپس فرمان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آنها را به آتش دوزخ اندازند. سلمان عرض ک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الله!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نما. فرمودند: آنها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گرفتند،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 و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اما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بر آن هجوم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11، ص 63»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43" w:name="_Toc52210768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32</w:t>
      </w:r>
      <w:bookmarkEnd w:id="64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دخُلُ</w:t>
      </w:r>
      <w:r>
        <w:rPr>
          <w:rtl/>
          <w:lang w:bidi="fa-IR"/>
        </w:rPr>
        <w:t xml:space="preserve"> الجنةَ مَن نَبَتَ لحمهُ مِنَ السُّحت، النارُ اَول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گوشتش از مال حرام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وارد بهشت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آتش به او سزاوارتر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ص 49»</w:t>
      </w:r>
    </w:p>
    <w:p w:rsidR="002650EF" w:rsidRDefault="000657E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0657E7">
      <w:pPr>
        <w:pStyle w:val="Heading2"/>
        <w:rPr>
          <w:rtl/>
          <w:lang w:bidi="fa-IR"/>
        </w:rPr>
      </w:pPr>
      <w:bookmarkStart w:id="644" w:name="_Toc52210769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33</w:t>
      </w:r>
      <w:bookmarkEnd w:id="64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 اَصابَ مالاً مِن مأثَمٍ فوَصَلَ به رَحِماً اَو تصدَّق به اَو اَنفقه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الله جمع الله له ذلک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ثمّ قَذَفَه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هر کس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(راه) گناه به دست آورد و با آن صله رحم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صدقه دهد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راه خدا انفاق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خداوند همه آنها را جمع کرده، در آتش اندازد.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«محجة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ضاء،</w:t>
      </w:r>
      <w:r>
        <w:rPr>
          <w:rtl/>
          <w:lang w:bidi="fa-IR"/>
        </w:rPr>
        <w:t xml:space="preserve"> ج 3، ص 205»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45" w:name="_Toc52210769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34</w:t>
      </w:r>
      <w:bookmarkEnd w:id="64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العبادةُ معَ أکل الحرامِ کالبِناءِ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الرَّملِ.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عبادت کردن همراه با خوردن مال حرام، مانند ساختن بنا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103، ص 12»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46" w:name="_Toc52210769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35</w:t>
      </w:r>
      <w:bookmarkEnd w:id="64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: مَنِ اکتسب مالاً حراماً لم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قبَل</w:t>
      </w:r>
      <w:r>
        <w:rPr>
          <w:rtl/>
          <w:lang w:bidi="fa-IR"/>
        </w:rPr>
        <w:t xml:space="preserve"> اللهُ منه صدقةً و لا عتقاً و لا حجّاً و لا اعتماراً.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مال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 خداوند از او صدقه دادن، برده آزاد کردن و حج و عمره اش را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0657E7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103، ص 17»</w:t>
      </w:r>
    </w:p>
    <w:p w:rsidR="002650EF" w:rsidRDefault="000657E7" w:rsidP="000657E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0657E7">
      <w:pPr>
        <w:pStyle w:val="Heading2"/>
        <w:rPr>
          <w:rtl/>
          <w:lang w:bidi="fa-IR"/>
        </w:rPr>
      </w:pPr>
      <w:bookmarkStart w:id="647" w:name="_Toc52210769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36</w:t>
      </w:r>
      <w:bookmarkEnd w:id="64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 اَکَلَ لقمةَ حرامٍ لم تُقبَل صلاةً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لةً</w:t>
      </w:r>
      <w:r>
        <w:rPr>
          <w:rtl/>
          <w:lang w:bidi="fa-IR"/>
        </w:rPr>
        <w:t xml:space="preserve"> و لم تُستجَب له دعوة اَربع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صباحاً و کلُّ لحمٍ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نبته</w:t>
      </w:r>
      <w:r>
        <w:rPr>
          <w:rtl/>
          <w:lang w:bidi="fa-IR"/>
        </w:rPr>
        <w:t xml:space="preserve"> الحرام فالنّار أول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لقمه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بخورد تا چهل شبانه روز نمازش قبول و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مستجاب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 گوشت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لقمه حرام در بدن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آتش به آن سزاوارتر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66، ص 314»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48" w:name="_Toc52210769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37</w:t>
      </w:r>
      <w:bookmarkEnd w:id="648"/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اذا وَقَعَتِ اللقمةُ مِن حرامٍ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جَوفِ العبد لَعَنَه کلُّ مَلَکٍ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السماوات و الارض.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لقمه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در شکم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تمام فرشتگان آسمان 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را لعنت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103، ص 16»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49" w:name="_Toc52210769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38</w:t>
      </w:r>
      <w:bookmarkEnd w:id="64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اِنّ الله عزّوجلّ حرَّم الجنةَ جسداً غُذِ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بحرام.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بلند مرتبه بهشت را بر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مال حرام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شود، حرام کرده است.</w:t>
      </w:r>
    </w:p>
    <w:p w:rsidR="000657E7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ص 49»</w:t>
      </w:r>
    </w:p>
    <w:p w:rsidR="002650EF" w:rsidRDefault="000657E7" w:rsidP="000657E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0657E7">
      <w:pPr>
        <w:pStyle w:val="Heading2"/>
        <w:rPr>
          <w:rtl/>
          <w:lang w:bidi="fa-IR"/>
        </w:rPr>
      </w:pPr>
      <w:bookmarkStart w:id="650" w:name="_Toc52210769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39</w:t>
      </w:r>
      <w:bookmarkEnd w:id="65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مَنِ اتَّجر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علمٍ فلا بدَّ له من اَکلِ الربا و لا بدَّ لِآکِلِ الربا من النار.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بدون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(از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به تجارت بپردازد،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ربا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ربا خوار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آتش جهنم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13، ص 332»</w:t>
      </w:r>
    </w:p>
    <w:p w:rsidR="002650EF" w:rsidRDefault="000657E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2650EF" w:rsidP="00F96F7B">
      <w:pPr>
        <w:pStyle w:val="Heading1"/>
        <w:rPr>
          <w:rtl/>
          <w:lang w:bidi="fa-IR"/>
        </w:rPr>
      </w:pPr>
      <w:bookmarkStart w:id="651" w:name="_Toc522107697"/>
      <w:r>
        <w:rPr>
          <w:rFonts w:hint="eastAsia"/>
          <w:rtl/>
          <w:lang w:bidi="fa-IR"/>
        </w:rPr>
        <w:t>کسب</w:t>
      </w:r>
      <w:r>
        <w:rPr>
          <w:rtl/>
          <w:lang w:bidi="fa-IR"/>
        </w:rPr>
        <w:t xml:space="preserve"> مال حلال</w:t>
      </w:r>
      <w:bookmarkEnd w:id="651"/>
    </w:p>
    <w:p w:rsidR="000657E7" w:rsidRDefault="000657E7" w:rsidP="002650EF">
      <w:pPr>
        <w:pStyle w:val="libNormal"/>
        <w:rPr>
          <w:rFonts w:hint="cs"/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52" w:name="_Toc52210769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</w:t>
      </w:r>
      <w:bookmarkEnd w:id="65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اِ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اکَ</w:t>
      </w:r>
      <w:r>
        <w:rPr>
          <w:rtl/>
          <w:lang w:bidi="fa-IR"/>
        </w:rPr>
        <w:t xml:space="preserve"> وَ الضَّجَرَ وَ الْکَسَلَ، اِنَّهُما مِفْتاحُ کُلِّ سُوءٍ؛ اِنَّهُ مَنْ کَسَلَ لَمْ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ؤَدِّ</w:t>
      </w:r>
      <w:r>
        <w:rPr>
          <w:rtl/>
          <w:lang w:bidi="fa-IR"/>
        </w:rPr>
        <w:t xml:space="preserve"> حَقّاً وَ مَنْ ضَجِرَ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صْبِرْ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حَقٍّ.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از افراط در کار و تلاش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حدّ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مسامحه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اجتناب نما،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افراد مسامحه کار حق کار را ادا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(کار را آن طور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دهند) و افراد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اده رو، در مرز حقّ، توقّف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حد آن تجاوز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105»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53" w:name="_Toc52210769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2</w:t>
      </w:r>
      <w:bookmarkEnd w:id="65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عَنْ</w:t>
      </w:r>
      <w:r>
        <w:rPr>
          <w:rtl/>
          <w:lang w:bidi="fa-IR"/>
        </w:rPr>
        <w:t xml:space="preserve">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عَبْدِاللهِ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قالَ: ما فَعَلَ عُمَرُ بْنُ مُسْلِمٍ؟ قُلْتُ: جُعِلْتُ فِداکَ اَقْبَلَ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الْعِبادَةِ وَ تَرَکَ التِّجارَةَ. فَقالَ وَ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حَهُ،</w:t>
      </w:r>
      <w:r>
        <w:rPr>
          <w:rtl/>
          <w:lang w:bidi="fa-IR"/>
        </w:rPr>
        <w:t xml:space="preserve"> اَما عَلِمَ اَنَّ تارِکَ الطَّلَبِ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سْتَجابُ</w:t>
      </w:r>
      <w:r>
        <w:rPr>
          <w:rtl/>
          <w:lang w:bidi="fa-IR"/>
        </w:rPr>
        <w:t xml:space="preserve"> لَهُ دَعَواتٌ.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tl/>
          <w:lang w:bidi="fa-IR"/>
        </w:rPr>
        <w:t>(عل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) امام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من فرمودند: عمر بن مسلم چه کرد؟ عرض کردم: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شوم او به عبادت خدا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و تجارت را ترک گفته است. حضرت از عمل او اظهار تأسّف کرد و فرمودند: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</w:t>
      </w:r>
      <w:r>
        <w:rPr>
          <w:rtl/>
          <w:lang w:bidi="fa-IR"/>
        </w:rPr>
        <w:lastRenderedPageBreak/>
        <w:t>که هرکس کار خود را در طلب معاش ترک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داشت.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«لَئال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الاخبار، ص 133»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54" w:name="_Toc52210770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3</w:t>
      </w:r>
      <w:bookmarkEnd w:id="65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قالَ کُلُّ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صَناعَةٍ مُضْطَرٌّ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... 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فرمودند: هر صاحب حرفه و صنعت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ناچار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خصلت باشد تا بتواند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درآمد کند. اوّل آن که در رشته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مهارت داشته باشد،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که با درستکار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امانت رفتار کند، سوم آن که با کارفرما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حسن برخورد داشته ب</w:t>
      </w:r>
      <w:r>
        <w:rPr>
          <w:rFonts w:hint="eastAsia"/>
          <w:rtl/>
          <w:lang w:bidi="fa-IR"/>
        </w:rPr>
        <w:t>اشد</w:t>
      </w:r>
      <w:r>
        <w:rPr>
          <w:rtl/>
          <w:lang w:bidi="fa-IR"/>
        </w:rPr>
        <w:t xml:space="preserve"> و نسبت به آنان ابراز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17، ص 182»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55" w:name="_Toc52210770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4</w:t>
      </w:r>
      <w:bookmarkEnd w:id="65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کُنُوزُ اللهِ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اَرْضِه وَ ما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الْاَعْمالِ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ءٌ</w:t>
      </w:r>
      <w:r>
        <w:rPr>
          <w:rtl/>
          <w:lang w:bidi="fa-IR"/>
        </w:rPr>
        <w:t xml:space="preserve"> اَحَبُّ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اللهِ مِنَ الزِّراعَةِ وَ ما بَعَثَ اللهُ نَب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اِلّا زارِعاً اِلّا اِدْر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فَاِنَّهُ کانَ خَ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اطاً</w:t>
      </w:r>
      <w:r>
        <w:rPr>
          <w:rtl/>
          <w:lang w:bidi="fa-IR"/>
        </w:rPr>
        <w:t>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گنج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نهفته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خداوند محبوب تر از زراعت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خدا مبعوث نکرد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کشاورز بود جز ادر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کارش دوزندگ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103»</w:t>
      </w:r>
    </w:p>
    <w:p w:rsidR="002650EF" w:rsidRDefault="000657E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0657E7">
      <w:pPr>
        <w:pStyle w:val="Heading2"/>
        <w:rPr>
          <w:rtl/>
          <w:lang w:bidi="fa-IR"/>
        </w:rPr>
      </w:pPr>
      <w:bookmarkStart w:id="656" w:name="_Toc52210770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5</w:t>
      </w:r>
      <w:bookmarkEnd w:id="65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ازْرَعُوا وَ اغْرِسُوا وَاللهِ ما عَمِلَ النّاسُ عَمَلاً اَحَلَّ وَ لا اَطْ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بَ</w:t>
      </w:r>
      <w:r>
        <w:rPr>
          <w:rtl/>
          <w:lang w:bidi="fa-IR"/>
        </w:rPr>
        <w:t xml:space="preserve"> مِنْهُ.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زراعت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درخت بکار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خدا قسم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مباح تر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تر از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23، ص 20»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57" w:name="_Toc52210770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6</w:t>
      </w:r>
      <w:bookmarkEnd w:id="65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جاءَ رَجُلٌ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النَّب</w:t>
      </w:r>
      <w:r>
        <w:rPr>
          <w:rFonts w:hint="cs"/>
          <w:rtl/>
          <w:lang w:bidi="fa-IR"/>
        </w:rPr>
        <w:t>یِّ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فَقالَ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رَسُولَ اللهِ ما حَقُّ ابْن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هذا؟ قالَ: تُحْسِنُ اسْمَهُ وَ اَدَبَهُ وَضَعْهُ مَوْضِعاً حَسَناً.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محضر رسول اکرم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شد، عرض کرد بچه ام بر من چه حقّ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 حضرت در جواب فرمودند: او را به اسم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کن، سپس بدرست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نما و سر انجام او را به کار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بگمار.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«وسائل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5، ص 126»</w:t>
      </w:r>
    </w:p>
    <w:p w:rsidR="002650EF" w:rsidRDefault="000657E7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0657E7">
      <w:pPr>
        <w:pStyle w:val="Heading2"/>
        <w:rPr>
          <w:rtl/>
          <w:lang w:bidi="fa-IR"/>
        </w:rPr>
      </w:pPr>
      <w:bookmarkStart w:id="658" w:name="_Toc52210770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7</w:t>
      </w:r>
      <w:bookmarkEnd w:id="65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الامام الکاظم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مَنْ طَلَبَ هذا الرِّزْقَ عَنْ حِلِّه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عُودَ</w:t>
      </w:r>
      <w:r>
        <w:rPr>
          <w:rtl/>
          <w:lang w:bidi="fa-IR"/>
        </w:rPr>
        <w:t xml:space="preserve"> بِهِ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نَفْسِهِ وَ 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الِهِ</w:t>
      </w:r>
      <w:r>
        <w:rPr>
          <w:rtl/>
          <w:lang w:bidi="fa-IR"/>
        </w:rPr>
        <w:t xml:space="preserve"> کانَ کَالْمُجاهِدِ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اللهِ.</w:t>
      </w:r>
    </w:p>
    <w:p w:rsidR="002650EF" w:rsidRDefault="002650EF" w:rsidP="000657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کاظم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برود تا خود و خانواده خود را منتفع سازد، اجر او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اجر مجاهد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خدا جهاد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«قرب</w:t>
      </w:r>
      <w:r>
        <w:rPr>
          <w:rtl/>
          <w:lang w:bidi="fa-IR"/>
        </w:rPr>
        <w:t xml:space="preserve"> الاسناد، ص 146»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59" w:name="_Toc52210770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8</w:t>
      </w:r>
      <w:bookmarkEnd w:id="65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مَنْ وَجَدَ ماءً و تُراباً ثُمَّ افْتَقَرَ فَابْعَدَهُ اللهُ.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آب و خاک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دارد و با فقر و گدائ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گذراند، خداوند او را از رحمت خود دور ساخته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23، ص 19»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0657E7">
      <w:pPr>
        <w:pStyle w:val="Heading2"/>
        <w:rPr>
          <w:rtl/>
          <w:lang w:bidi="fa-IR"/>
        </w:rPr>
      </w:pPr>
      <w:bookmarkStart w:id="660" w:name="_Toc52210770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9</w:t>
      </w:r>
      <w:bookmarkEnd w:id="66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عَنْ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... فَقَوْلُهُ تَعَالَ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هُوَ أَنْشَأَکُمْ مِنَ الْأَرْضِ وَ اسْتَعْمَرَکُمْ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فَأَعْلَمَنَا سُبْحَانَهُ أَنَّهُ قَدْ أَمَرَهُمْ بِالْعِمَارَة ... 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Pr="000657E7">
        <w:rPr>
          <w:rStyle w:val="libAlaemChar"/>
          <w:rtl/>
        </w:rPr>
        <w:t>(</w:t>
      </w:r>
      <w:r w:rsidRPr="000657E7">
        <w:rPr>
          <w:rStyle w:val="libAieChar"/>
          <w:rtl/>
        </w:rPr>
        <w:t>هُوَ اَنْشَاَکُمْ مِنَ الْاَرضِ وَاسْتَعْمَرَکُمْ ف</w:t>
      </w:r>
      <w:r w:rsidRPr="000657E7">
        <w:rPr>
          <w:rStyle w:val="libAieChar"/>
          <w:rFonts w:hint="cs"/>
          <w:rtl/>
        </w:rPr>
        <w:t>ی</w:t>
      </w:r>
      <w:r w:rsidRPr="000657E7">
        <w:rPr>
          <w:rStyle w:val="libAieChar"/>
          <w:rFonts w:hint="eastAsia"/>
          <w:rtl/>
        </w:rPr>
        <w:t>ها</w:t>
      </w:r>
      <w:r w:rsidRPr="000657E7">
        <w:rPr>
          <w:rStyle w:val="libAlaemChar"/>
          <w:rtl/>
        </w:rPr>
        <w:t>)</w:t>
      </w:r>
      <w:r>
        <w:rPr>
          <w:rtl/>
          <w:lang w:bidi="fa-IR"/>
        </w:rPr>
        <w:t xml:space="preserve"> فرمودند: بدان که خداوند به مردم امر کرده است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با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آباد </w:t>
      </w:r>
      <w:r>
        <w:rPr>
          <w:rtl/>
          <w:lang w:bidi="fa-IR"/>
        </w:rPr>
        <w:lastRenderedPageBreak/>
        <w:t>سازند تا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خوراکشان از غلّات و حبوبات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گردد و در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2، ص 426»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61" w:name="_Toc522107707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10</w:t>
      </w:r>
      <w:bookmarkEnd w:id="661"/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تَعَرّضُوا لِلتّجاراتِ فَاِنَّ لَکُمْ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غِن</w:t>
      </w:r>
      <w:r>
        <w:rPr>
          <w:rFonts w:hint="cs"/>
          <w:rtl/>
          <w:lang w:bidi="fa-IR"/>
        </w:rPr>
        <w:t>یً</w:t>
      </w:r>
      <w:r>
        <w:rPr>
          <w:rtl/>
          <w:lang w:bidi="fa-IR"/>
        </w:rPr>
        <w:t xml:space="preserve"> عَمَّا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النّاسِ وَ اَنَّ اللهَ عَزَّوَجَلَّ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</w:t>
      </w:r>
      <w:r>
        <w:rPr>
          <w:rtl/>
          <w:lang w:bidi="fa-IR"/>
        </w:rPr>
        <w:t xml:space="preserve"> الْمُحْتَرِفَ الْاَمِ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>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F334F" w:rsidRPr="00AF334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دست به انواع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تجارت‌ها عامل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از اموال مردم است و براست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شخص صاحب حرفه درست‌کار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دوست دارد.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1، ص 520»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62" w:name="_Toc522107708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11</w:t>
      </w:r>
      <w:bookmarkEnd w:id="662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رَسُولُ اللهِ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اِعْمَلُوا فَکُلٌّ مُ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سَّرٌ</w:t>
      </w:r>
      <w:r>
        <w:rPr>
          <w:rtl/>
          <w:lang w:bidi="fa-IR"/>
        </w:rPr>
        <w:t xml:space="preserve"> لِما خُلِقَ لَهُ.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کار و کوشش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(ول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متوجّه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هر کس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آن را انجام دهد،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 توان خودش است).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«بحارالانوار،</w:t>
      </w:r>
      <w:r>
        <w:rPr>
          <w:rtl/>
          <w:lang w:bidi="fa-IR"/>
        </w:rPr>
        <w:t xml:space="preserve"> ج 5، ص 157»</w:t>
      </w:r>
    </w:p>
    <w:p w:rsidR="002650EF" w:rsidRDefault="00DF5491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F5491">
      <w:pPr>
        <w:pStyle w:val="Heading2"/>
        <w:rPr>
          <w:rtl/>
          <w:lang w:bidi="fa-IR"/>
        </w:rPr>
      </w:pPr>
      <w:bookmarkStart w:id="663" w:name="_Toc522107709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12</w:t>
      </w:r>
      <w:bookmarkEnd w:id="663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سئل</w:t>
      </w:r>
      <w:r>
        <w:rPr>
          <w:rtl/>
          <w:lang w:bidi="fa-IR"/>
        </w:rPr>
        <w:t xml:space="preserve"> عن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اَ</w:t>
      </w:r>
      <w:r>
        <w:rPr>
          <w:rFonts w:hint="cs"/>
          <w:rtl/>
          <w:lang w:bidi="fa-IR"/>
        </w:rPr>
        <w:t>یُّ</w:t>
      </w:r>
      <w:r>
        <w:rPr>
          <w:rtl/>
          <w:lang w:bidi="fa-IR"/>
        </w:rPr>
        <w:t xml:space="preserve"> کَسْبِ الرَّجُلِ اَطْ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>. قالَ: عَمَلُ الرَّجُلِ بِ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>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رسول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پاک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کسب ها کدام است؟ حضرت فرمودند: محصول دسترنج.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2، ص 417»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64" w:name="_Toc522107710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13</w:t>
      </w:r>
      <w:bookmarkEnd w:id="664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مَنْ اَکَلَ مِنْ کَدِّ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الْق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مةِ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عِدادِ الْاَنْب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أخُذُ</w:t>
      </w:r>
      <w:r>
        <w:rPr>
          <w:rtl/>
          <w:lang w:bidi="fa-IR"/>
        </w:rPr>
        <w:t xml:space="preserve"> ثَوابَ الْاَنْب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>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دسترنج مشروع خود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محشور و مانند آنان ثواب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 13، ص 24»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65" w:name="_Toc522107711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14</w:t>
      </w:r>
      <w:bookmarkEnd w:id="665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رَسُولُ اللهِ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طَلَبُ الْحَلالِ فَر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ضَةٌ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کُلِّ مُسْلِمٍ وَ مُسْلِمَةٍ.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فرمودند: بدست آوردن مال حلال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گذران معاش) بر هر مرد و زن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23، ص 6»</w:t>
      </w:r>
    </w:p>
    <w:p w:rsidR="002650EF" w:rsidRDefault="00DF5491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F5491">
      <w:pPr>
        <w:pStyle w:val="Heading2"/>
        <w:rPr>
          <w:rtl/>
          <w:lang w:bidi="fa-IR"/>
        </w:rPr>
      </w:pPr>
      <w:bookmarkStart w:id="666" w:name="_Toc522107712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15</w:t>
      </w:r>
      <w:bookmarkEnd w:id="666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رَسُولُ اللهِ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عّل</w:t>
      </w:r>
      <w:r>
        <w:rPr>
          <w:rFonts w:hint="cs"/>
          <w:rtl/>
          <w:lang w:bidi="fa-IR"/>
        </w:rPr>
        <w:t>یُّ</w:t>
      </w:r>
      <w:r>
        <w:rPr>
          <w:rtl/>
          <w:lang w:bidi="fa-IR"/>
        </w:rPr>
        <w:t xml:space="preserve"> حقَّ الْوَلَدِ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والِدِه اَنْ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حسِنَ</w:t>
      </w:r>
      <w:r>
        <w:rPr>
          <w:rtl/>
          <w:lang w:bidi="fa-IR"/>
        </w:rPr>
        <w:t xml:space="preserve"> اسْمَهُ وَ اَدَبَهُ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ضَعَهُ</w:t>
      </w:r>
      <w:r>
        <w:rPr>
          <w:rtl/>
          <w:lang w:bidi="fa-IR"/>
        </w:rPr>
        <w:t xml:space="preserve"> مَوْضِعاً صالِحاً.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فرزند بر پدرش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اسم خوب انتخاب کند، خوب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کار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مستقرّش سازد.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«بحار</w:t>
      </w:r>
      <w:r>
        <w:rPr>
          <w:rtl/>
          <w:lang w:bidi="fa-IR"/>
        </w:rPr>
        <w:t xml:space="preserve"> الانوار، ج 17، ص 18»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67" w:name="_Toc522107713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16</w:t>
      </w:r>
      <w:bookmarkEnd w:id="667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رَسُولُ اللهِ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طُوب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لِعَبْدٍ طابَ کَسْبُهُ.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خوشا به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کسبش پاک و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باشد.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59»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68" w:name="_Toc522107714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17</w:t>
      </w:r>
      <w:bookmarkEnd w:id="668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قالَ</w:t>
      </w:r>
      <w:r>
        <w:rPr>
          <w:rtl/>
          <w:lang w:bidi="fa-IR"/>
        </w:rPr>
        <w:t xml:space="preserve"> رَسُولُ اللهِ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اَلْعِبادَةُ سَبْعُونَ جُزْءً اَفْضَلُها طَلَبُ الْحَلالِ.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عبادت هفتاد جزء است که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کسب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است.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78»</w:t>
      </w:r>
    </w:p>
    <w:p w:rsidR="002650EF" w:rsidRDefault="00DF5491" w:rsidP="002650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650EF" w:rsidRDefault="00414187" w:rsidP="00DF5491">
      <w:pPr>
        <w:pStyle w:val="Heading2"/>
        <w:rPr>
          <w:rtl/>
          <w:lang w:bidi="fa-IR"/>
        </w:rPr>
      </w:pPr>
      <w:bookmarkStart w:id="669" w:name="_Toc522107715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18</w:t>
      </w:r>
      <w:bookmarkEnd w:id="669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رسول الله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: اَلْکادُّ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الِهِ</w:t>
      </w:r>
      <w:r>
        <w:rPr>
          <w:rtl/>
          <w:lang w:bidi="fa-IR"/>
        </w:rPr>
        <w:t xml:space="preserve"> کَالْمُجاهِدِ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اللهِ.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414187" w:rsidRPr="00414187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فرمودند: اجر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عائله اش زحمت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کشد، مانند اجر مجاهد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خدا جهاد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«مستدرک</w:t>
      </w:r>
      <w:r>
        <w:rPr>
          <w:rtl/>
          <w:lang w:bidi="fa-IR"/>
        </w:rPr>
        <w:t xml:space="preserve"> الوسائل، ج13، ص 55»</w:t>
      </w:r>
    </w:p>
    <w:p w:rsidR="002650EF" w:rsidRDefault="002650EF" w:rsidP="002650EF">
      <w:pPr>
        <w:pStyle w:val="libNormal"/>
        <w:rPr>
          <w:rtl/>
          <w:lang w:bidi="fa-IR"/>
        </w:rPr>
      </w:pPr>
    </w:p>
    <w:p w:rsidR="002650EF" w:rsidRDefault="00414187" w:rsidP="00DF5491">
      <w:pPr>
        <w:pStyle w:val="Heading2"/>
        <w:rPr>
          <w:rtl/>
          <w:lang w:bidi="fa-IR"/>
        </w:rPr>
      </w:pPr>
      <w:bookmarkStart w:id="670" w:name="_Toc522107716"/>
      <w:r>
        <w:rPr>
          <w:rFonts w:hint="eastAsia"/>
          <w:rtl/>
          <w:lang w:bidi="fa-IR"/>
        </w:rPr>
        <w:t xml:space="preserve">حدیث - </w:t>
      </w:r>
      <w:r w:rsidR="002650EF">
        <w:rPr>
          <w:rtl/>
          <w:lang w:bidi="fa-IR"/>
        </w:rPr>
        <w:t>19</w:t>
      </w:r>
      <w:bookmarkEnd w:id="670"/>
    </w:p>
    <w:p w:rsidR="002650EF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الامام الصادق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: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کُنْ</w:t>
      </w:r>
      <w:r>
        <w:rPr>
          <w:rtl/>
          <w:lang w:bidi="fa-IR"/>
        </w:rPr>
        <w:t xml:space="preserve"> طَلَبُکَ الْمَع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شَةَ</w:t>
      </w:r>
      <w:r>
        <w:rPr>
          <w:rtl/>
          <w:lang w:bidi="fa-IR"/>
        </w:rPr>
        <w:t xml:space="preserve"> فَوْقَ کَسْبِ الْمُض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عِ</w:t>
      </w:r>
      <w:r>
        <w:rPr>
          <w:rtl/>
          <w:lang w:bidi="fa-IR"/>
        </w:rPr>
        <w:t xml:space="preserve"> وَ دُونَ طَلَبِ الْحَر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صِ</w:t>
      </w:r>
      <w:r>
        <w:rPr>
          <w:rtl/>
          <w:lang w:bidi="fa-IR"/>
        </w:rPr>
        <w:t xml:space="preserve"> الرّاض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بِدُنْ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اهُ</w:t>
      </w:r>
      <w:r>
        <w:rPr>
          <w:rtl/>
          <w:lang w:bidi="fa-IR"/>
        </w:rPr>
        <w:t xml:space="preserve"> الْمُطْمَئِن اِلَ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.</w:t>
      </w:r>
    </w:p>
    <w:p w:rsidR="002650EF" w:rsidRDefault="002650EF" w:rsidP="00DF549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414187" w:rsidRPr="0041418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تلاش تو در راه کسب معاش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عمل مسامحه گر (که بر اثر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کار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کرده است) و کمتر از کار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باشد (که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افراط گرائ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است)،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و فروما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دلگرم و مسرور است و به آن اطم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کرده.</w:t>
      </w:r>
    </w:p>
    <w:p w:rsidR="00057531" w:rsidRDefault="002650EF" w:rsidP="002650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«مجموعه</w:t>
      </w:r>
      <w:r>
        <w:rPr>
          <w:rtl/>
          <w:lang w:bidi="fa-IR"/>
        </w:rPr>
        <w:t xml:space="preserve"> ورام، ج 1، ص 13»</w:t>
      </w:r>
    </w:p>
    <w:p w:rsidR="002650EF" w:rsidRDefault="00057531" w:rsidP="00057531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671" w:name="_Toc522107717"/>
      <w:r>
        <w:rPr>
          <w:rFonts w:hint="cs"/>
          <w:rtl/>
          <w:lang w:bidi="fa-IR"/>
        </w:rPr>
        <w:lastRenderedPageBreak/>
        <w:t>فهرست مطالب</w:t>
      </w:r>
      <w:bookmarkEnd w:id="671"/>
    </w:p>
    <w:sdt>
      <w:sdtPr>
        <w:id w:val="18090892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00D5F" w:rsidRDefault="00E00D5F" w:rsidP="00E00D5F">
          <w:pPr>
            <w:pStyle w:val="TOCHeading"/>
          </w:pPr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2107046" w:history="1">
            <w:r w:rsidRPr="00F1011B">
              <w:rPr>
                <w:rStyle w:val="Hyperlink"/>
                <w:noProof/>
                <w:rtl/>
                <w:lang w:bidi="fa-IR"/>
              </w:rPr>
              <w:t>با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>دها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اقتصاد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.6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0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1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2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3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1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1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2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3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268" w:history="1">
            <w:r w:rsidRPr="00F1011B">
              <w:rPr>
                <w:rStyle w:val="Hyperlink"/>
                <w:noProof/>
                <w:rtl/>
                <w:lang w:bidi="fa-IR"/>
              </w:rPr>
              <w:t>نبا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>دها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اقتصاد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2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1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2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3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3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1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425" w:history="1">
            <w:r w:rsidRPr="00F1011B">
              <w:rPr>
                <w:rStyle w:val="Hyperlink"/>
                <w:noProof/>
                <w:rtl/>
                <w:lang w:bidi="fa-IR"/>
              </w:rPr>
              <w:t>فقر و غنا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2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3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4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>ث - 77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>ث - 87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1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2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3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>ث - 117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567" w:history="1">
            <w:r w:rsidRPr="00F1011B">
              <w:rPr>
                <w:rStyle w:val="Hyperlink"/>
                <w:noProof/>
                <w:rtl/>
                <w:lang w:bidi="fa-IR"/>
              </w:rPr>
              <w:t>جهاد اقتصاد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598" w:history="1">
            <w:r w:rsidRPr="00F1011B">
              <w:rPr>
                <w:rStyle w:val="Hyperlink"/>
                <w:noProof/>
                <w:rtl/>
                <w:lang w:bidi="fa-IR"/>
              </w:rPr>
              <w:t>قرض الحسنه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5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1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622" w:history="1">
            <w:r w:rsidRPr="00F1011B">
              <w:rPr>
                <w:rStyle w:val="Hyperlink"/>
                <w:noProof/>
                <w:rtl/>
                <w:lang w:bidi="fa-IR"/>
              </w:rPr>
              <w:t>تجارت و معامله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2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3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4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658" w:history="1">
            <w:r w:rsidRPr="00F1011B">
              <w:rPr>
                <w:rStyle w:val="Hyperlink"/>
                <w:noProof/>
                <w:rtl/>
                <w:lang w:bidi="fa-IR"/>
              </w:rPr>
              <w:t>حرام خوار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و ربا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5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6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7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8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697" w:history="1">
            <w:r w:rsidRPr="00F1011B">
              <w:rPr>
                <w:rStyle w:val="Hyperlink"/>
                <w:noProof/>
                <w:rtl/>
                <w:lang w:bidi="fa-IR"/>
              </w:rPr>
              <w:t>کسب مال حلال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69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7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8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09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0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1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2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3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4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5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2107716" w:history="1">
            <w:r w:rsidRPr="00F1011B">
              <w:rPr>
                <w:rStyle w:val="Hyperlink"/>
                <w:noProof/>
                <w:rtl/>
                <w:lang w:bidi="fa-IR"/>
              </w:rPr>
              <w:t>حد</w:t>
            </w:r>
            <w:r w:rsidRPr="00F1011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1011B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F1011B">
              <w:rPr>
                <w:rStyle w:val="Hyperlink"/>
                <w:noProof/>
                <w:rtl/>
                <w:lang w:bidi="fa-IR"/>
              </w:rPr>
              <w:t xml:space="preserve"> - 19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2107717" w:history="1">
            <w:r w:rsidRPr="00F1011B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Toc522107717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0D5F" w:rsidRDefault="00E00D5F">
          <w:r>
            <w:fldChar w:fldCharType="end"/>
          </w:r>
        </w:p>
      </w:sdtContent>
    </w:sdt>
    <w:p w:rsidR="00057531" w:rsidRDefault="00057531" w:rsidP="00057531">
      <w:pPr>
        <w:pStyle w:val="libNormal"/>
        <w:rPr>
          <w:rtl/>
          <w:lang w:bidi="fa-IR"/>
        </w:rPr>
      </w:pPr>
    </w:p>
    <w:sectPr w:rsidR="00057531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0E1" w:rsidRDefault="00B070E1">
      <w:r>
        <w:separator/>
      </w:r>
    </w:p>
  </w:endnote>
  <w:endnote w:type="continuationSeparator" w:id="0">
    <w:p w:rsidR="00B070E1" w:rsidRDefault="00B07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altName w:val="Times New Roman"/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C8" w:rsidRDefault="001D2CC8">
    <w:pPr>
      <w:pStyle w:val="Footer"/>
    </w:pPr>
    <w:fldSimple w:instr=" PAGE   \* MERGEFORMAT ">
      <w:r w:rsidR="00E00D5F">
        <w:rPr>
          <w:noProof/>
          <w:rtl/>
        </w:rPr>
        <w:t>254</w:t>
      </w:r>
    </w:fldSimple>
  </w:p>
  <w:p w:rsidR="001D2CC8" w:rsidRDefault="001D2C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C8" w:rsidRDefault="001D2CC8">
    <w:pPr>
      <w:pStyle w:val="Footer"/>
    </w:pPr>
    <w:fldSimple w:instr=" PAGE   \* MERGEFORMAT ">
      <w:r w:rsidR="00E00D5F">
        <w:rPr>
          <w:noProof/>
          <w:rtl/>
        </w:rPr>
        <w:t>253</w:t>
      </w:r>
    </w:fldSimple>
  </w:p>
  <w:p w:rsidR="001D2CC8" w:rsidRDefault="001D2C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CC8" w:rsidRDefault="001D2CC8">
    <w:pPr>
      <w:pStyle w:val="Footer"/>
    </w:pPr>
    <w:fldSimple w:instr=" PAGE   \* MERGEFORMAT ">
      <w:r w:rsidR="00E00D5F">
        <w:rPr>
          <w:noProof/>
          <w:rtl/>
        </w:rPr>
        <w:t>1</w:t>
      </w:r>
    </w:fldSimple>
  </w:p>
  <w:p w:rsidR="001D2CC8" w:rsidRDefault="001D2C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0E1" w:rsidRDefault="00B070E1">
      <w:r>
        <w:separator/>
      </w:r>
    </w:p>
  </w:footnote>
  <w:footnote w:type="continuationSeparator" w:id="0">
    <w:p w:rsidR="00B070E1" w:rsidRDefault="00B07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EF1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57531"/>
    <w:rsid w:val="0006216A"/>
    <w:rsid w:val="000657E7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1EF1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96D62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2CC8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50EF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644D3"/>
    <w:rsid w:val="00373085"/>
    <w:rsid w:val="003746C6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4187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3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B741F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1405A"/>
    <w:rsid w:val="00520645"/>
    <w:rsid w:val="0052521E"/>
    <w:rsid w:val="005254BC"/>
    <w:rsid w:val="005261CF"/>
    <w:rsid w:val="00526724"/>
    <w:rsid w:val="005358E7"/>
    <w:rsid w:val="00542EEF"/>
    <w:rsid w:val="00546B0E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47CF2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A6971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005D"/>
    <w:rsid w:val="007F4190"/>
    <w:rsid w:val="007F4E53"/>
    <w:rsid w:val="0080155A"/>
    <w:rsid w:val="00806335"/>
    <w:rsid w:val="008105E2"/>
    <w:rsid w:val="008128CA"/>
    <w:rsid w:val="00813440"/>
    <w:rsid w:val="00816B6D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48C9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24D3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6B9B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4F"/>
    <w:rsid w:val="00AF33DF"/>
    <w:rsid w:val="00AF4D50"/>
    <w:rsid w:val="00AF6FBA"/>
    <w:rsid w:val="00B01257"/>
    <w:rsid w:val="00B070E1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0D4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775A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CF681B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1D3"/>
    <w:rsid w:val="00DD6547"/>
    <w:rsid w:val="00DD78A5"/>
    <w:rsid w:val="00DE4448"/>
    <w:rsid w:val="00DE49C9"/>
    <w:rsid w:val="00DE7035"/>
    <w:rsid w:val="00DF5491"/>
    <w:rsid w:val="00DF5E1E"/>
    <w:rsid w:val="00DF6442"/>
    <w:rsid w:val="00E00D5F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1CD3"/>
    <w:rsid w:val="00E5512D"/>
    <w:rsid w:val="00E574E5"/>
    <w:rsid w:val="00E6232E"/>
    <w:rsid w:val="00E63C51"/>
    <w:rsid w:val="00E71139"/>
    <w:rsid w:val="00E74F63"/>
    <w:rsid w:val="00E7602E"/>
    <w:rsid w:val="00E76742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34C3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18F3"/>
    <w:rsid w:val="00F94147"/>
    <w:rsid w:val="00F96F7B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DF5491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DF5491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DF5491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F96F7B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96F7B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96F7B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96F7B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zelgad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3C52E-FFA0-4967-AC13-D70EAD77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209</TotalTime>
  <Pages>282</Pages>
  <Words>33997</Words>
  <Characters>193787</Characters>
  <Application>Microsoft Office Word</Application>
  <DocSecurity>0</DocSecurity>
  <Lines>1614</Lines>
  <Paragraphs>454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227330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1601-01-01T00:00:00Z</cp:lastPrinted>
  <dcterms:created xsi:type="dcterms:W3CDTF">2018-08-13T09:44:00Z</dcterms:created>
  <dcterms:modified xsi:type="dcterms:W3CDTF">2018-08-15T09:46:00Z</dcterms:modified>
</cp:coreProperties>
</file>